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46746175" w:rsidR="00F37F00" w:rsidRPr="0068220B" w:rsidRDefault="009565FE" w:rsidP="00044EB7">
      <w:r w:rsidRPr="009565FE">
        <w:rPr>
          <w:noProof/>
        </w:rPr>
        <w:drawing>
          <wp:inline distT="0" distB="0" distL="0" distR="0" wp14:anchorId="2F8BB32E" wp14:editId="71DD00CB">
            <wp:extent cx="7235825" cy="6282055"/>
            <wp:effectExtent l="0" t="0" r="3175" b="0"/>
            <wp:docPr id="90178725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68B8" w14:textId="5C12E607" w:rsidR="004C7D07" w:rsidRDefault="004C7D07" w:rsidP="004C7D07">
      <w:r>
        <w:lastRenderedPageBreak/>
        <w:t xml:space="preserve">THEORETICAL MASS FOR </w:t>
      </w:r>
      <w:r w:rsidR="0068220B">
        <w:t>[M</w:t>
      </w:r>
      <w:r w:rsidR="00C93073">
        <w:t>-</w:t>
      </w:r>
      <w:r w:rsidR="0068220B">
        <w:t>H</w:t>
      </w:r>
      <w:r>
        <w:t>]</w:t>
      </w:r>
      <w:r w:rsidR="00C93073">
        <w:t>-</w:t>
      </w:r>
      <w:r>
        <w:t xml:space="preserve"> = </w:t>
      </w:r>
      <w:r w:rsidR="009565FE">
        <w:t>255.0697</w:t>
      </w:r>
    </w:p>
    <w:p w14:paraId="57D9A64F" w14:textId="7B74DD76" w:rsidR="009565FE" w:rsidRDefault="009565FE" w:rsidP="004C7D07">
      <w:r>
        <w:t>Expected ion not found.</w:t>
      </w:r>
    </w:p>
    <w:p w14:paraId="34779548" w14:textId="27F35AB0" w:rsidR="00405A3D" w:rsidRDefault="00405A3D" w:rsidP="004C7D07">
      <w:r>
        <w:t>Possible formula for 305m/z.</w:t>
      </w:r>
    </w:p>
    <w:p w14:paraId="7783CD0D" w14:textId="51C089CA" w:rsidR="00405A3D" w:rsidRDefault="00405A3D" w:rsidP="004C7D07">
      <w:r>
        <w:t>Formula              RDB            Error (ppm)</w:t>
      </w:r>
    </w:p>
    <w:p w14:paraId="124FA332" w14:textId="77777777" w:rsidR="00405A3D" w:rsidRDefault="00405A3D" w:rsidP="00405A3D">
      <w:r>
        <w:t>C20 H17 O S</w:t>
      </w:r>
      <w:r>
        <w:tab/>
        <w:t>12.5</w:t>
      </w:r>
      <w:r>
        <w:tab/>
        <w:t xml:space="preserve">   -3.472</w:t>
      </w:r>
    </w:p>
    <w:p w14:paraId="5EF06347" w14:textId="14346785" w:rsidR="000F107F" w:rsidRDefault="00405A3D" w:rsidP="00405A3D">
      <w:r>
        <w:tab/>
      </w:r>
      <w:r>
        <w:tab/>
      </w:r>
    </w:p>
    <w:sectPr w:rsidR="000F107F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00"/>
    <w:rsid w:val="00030D5F"/>
    <w:rsid w:val="00044EB7"/>
    <w:rsid w:val="000E3EC1"/>
    <w:rsid w:val="000F107F"/>
    <w:rsid w:val="00103C72"/>
    <w:rsid w:val="00191DF1"/>
    <w:rsid w:val="001C3256"/>
    <w:rsid w:val="00242707"/>
    <w:rsid w:val="00251D5B"/>
    <w:rsid w:val="00275E2A"/>
    <w:rsid w:val="002A11F7"/>
    <w:rsid w:val="003362A6"/>
    <w:rsid w:val="0037624E"/>
    <w:rsid w:val="003B0136"/>
    <w:rsid w:val="003E6E4E"/>
    <w:rsid w:val="00405A3D"/>
    <w:rsid w:val="004B040E"/>
    <w:rsid w:val="004C2A0A"/>
    <w:rsid w:val="004C7D07"/>
    <w:rsid w:val="004D0BFB"/>
    <w:rsid w:val="00525E2E"/>
    <w:rsid w:val="005438A3"/>
    <w:rsid w:val="00545580"/>
    <w:rsid w:val="00595483"/>
    <w:rsid w:val="005D085C"/>
    <w:rsid w:val="005E6365"/>
    <w:rsid w:val="00626E7A"/>
    <w:rsid w:val="00670BF4"/>
    <w:rsid w:val="0068220B"/>
    <w:rsid w:val="006A7AC2"/>
    <w:rsid w:val="00751C2C"/>
    <w:rsid w:val="00863BE8"/>
    <w:rsid w:val="00880753"/>
    <w:rsid w:val="0089748F"/>
    <w:rsid w:val="009565FE"/>
    <w:rsid w:val="009578A2"/>
    <w:rsid w:val="00992FA8"/>
    <w:rsid w:val="00A06372"/>
    <w:rsid w:val="00A649C0"/>
    <w:rsid w:val="00AA367B"/>
    <w:rsid w:val="00B14461"/>
    <w:rsid w:val="00B22530"/>
    <w:rsid w:val="00C70AC0"/>
    <w:rsid w:val="00C774B1"/>
    <w:rsid w:val="00C93073"/>
    <w:rsid w:val="00CB5DD1"/>
    <w:rsid w:val="00CE1C25"/>
    <w:rsid w:val="00DA3507"/>
    <w:rsid w:val="00DC1254"/>
    <w:rsid w:val="00DF6EA1"/>
    <w:rsid w:val="00E126C3"/>
    <w:rsid w:val="00E751C4"/>
    <w:rsid w:val="00E95301"/>
    <w:rsid w:val="00F23A8B"/>
    <w:rsid w:val="00F37F00"/>
    <w:rsid w:val="00F45B5D"/>
    <w:rsid w:val="00F9494F"/>
    <w:rsid w:val="00FB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14</TotalTime>
  <Pages>2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3</cp:revision>
  <dcterms:created xsi:type="dcterms:W3CDTF">2023-10-10T12:52:00Z</dcterms:created>
  <dcterms:modified xsi:type="dcterms:W3CDTF">2023-10-10T12:54:00Z</dcterms:modified>
</cp:coreProperties>
</file>