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1E2385" w:rsidP="00044EB7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85" w:rsidRDefault="001E2385" w:rsidP="00044EB7"/>
    <w:p w:rsidR="001E2385" w:rsidRDefault="001E2385" w:rsidP="00044EB7">
      <w:r>
        <w:lastRenderedPageBreak/>
        <w:t>THEORETICAL MASS FOR C22H17D4N3O3+H = 380.1888</w:t>
      </w:r>
    </w:p>
    <w:p w:rsidR="001E2385" w:rsidRDefault="001E2385" w:rsidP="00044EB7">
      <w:r>
        <w:t>FOUND MASS = 379.1832 +H</w:t>
      </w:r>
    </w:p>
    <w:p w:rsidR="001E2385" w:rsidRDefault="001E2385" w:rsidP="00044EB7">
      <w:r>
        <w:t>FITS WITH C22H18N3O3D3+H @379.1849</w:t>
      </w:r>
    </w:p>
    <w:p w:rsidR="001E2385" w:rsidRDefault="001E2385" w:rsidP="00044EB7">
      <w:r>
        <w:t>ERROR (PPM) = 4.48</w:t>
      </w:r>
    </w:p>
    <w:p w:rsidR="001E2385" w:rsidRDefault="001E2385" w:rsidP="00044EB7">
      <w:r>
        <w:t>OR</w:t>
      </w:r>
    </w:p>
    <w:p w:rsidR="001E2385" w:rsidRDefault="001E2385" w:rsidP="00044EB7">
      <w:r>
        <w:t>C22H17N3O3D4 = 379.1810</w:t>
      </w:r>
    </w:p>
    <w:p w:rsidR="001E2385" w:rsidRDefault="001E2385" w:rsidP="00044EB7">
      <w:r>
        <w:t>ERROR (5.8 PPM)</w:t>
      </w:r>
    </w:p>
    <w:p w:rsidR="001E2385" w:rsidRDefault="001E2385" w:rsidP="00044EB7"/>
    <w:p w:rsidR="00B17DA4" w:rsidRDefault="00B17DA4" w:rsidP="00044EB7">
      <w:r>
        <w:rPr>
          <w:noProof/>
        </w:rPr>
        <w:lastRenderedPageBreak/>
        <w:drawing>
          <wp:inline distT="0" distB="0" distL="0" distR="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DA4" w:rsidRDefault="00B17DA4" w:rsidP="00B17DA4">
      <w:r>
        <w:t>THEORETICAL MASS FOR C22H17D4N3O3+H = 380.1888</w:t>
      </w:r>
    </w:p>
    <w:p w:rsidR="00B17DA4" w:rsidRPr="00044EB7" w:rsidRDefault="00B17DA4" w:rsidP="00044EB7">
      <w:r>
        <w:lastRenderedPageBreak/>
        <w:t>FOR 380.1895 =  -1.84 PPM</w:t>
      </w:r>
      <w:bookmarkStart w:id="0" w:name="_GoBack"/>
      <w:bookmarkEnd w:id="0"/>
    </w:p>
    <w:sectPr w:rsidR="00B17DA4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85"/>
    <w:rsid w:val="00044EB7"/>
    <w:rsid w:val="001E2385"/>
    <w:rsid w:val="004C2A0A"/>
    <w:rsid w:val="00595483"/>
    <w:rsid w:val="00B17DA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6</TotalTime>
  <Pages>4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2019-04-17T12:08:00Z</dcterms:created>
  <dcterms:modified xsi:type="dcterms:W3CDTF">2019-04-17T13:56:00Z</dcterms:modified>
</cp:coreProperties>
</file>