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A46" w:rsidRDefault="007B6A46" w:rsidP="00A563A9">
      <w:r w:rsidRPr="007B6A46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A46" w:rsidRDefault="007B6A46" w:rsidP="00A563A9">
      <w:r>
        <w:t>Expected ion is not found. The ion found is M-NH3</w:t>
      </w:r>
    </w:p>
    <w:p w:rsidR="007B6A46" w:rsidRDefault="007B6A46" w:rsidP="007B6A46">
      <w:r>
        <w:lastRenderedPageBreak/>
        <w:t>Elemental Composition Report</w:t>
      </w:r>
    </w:p>
    <w:p w:rsidR="007B6A46" w:rsidRDefault="007B6A46" w:rsidP="007B6A46"/>
    <w:p w:rsidR="007B6A46" w:rsidRDefault="007B6A46" w:rsidP="007B6A46">
      <w:r>
        <w:t xml:space="preserve">Single Mass Analysis </w:t>
      </w:r>
    </w:p>
    <w:p w:rsidR="007B6A46" w:rsidRDefault="007B6A46" w:rsidP="007B6A46">
      <w:r>
        <w:t>Tolerance = 7.0 PPM   /   DBE: min = -15.0, max = 100.0</w:t>
      </w:r>
    </w:p>
    <w:p w:rsidR="007B6A46" w:rsidRDefault="007B6A46" w:rsidP="007B6A46">
      <w:r>
        <w:t>Selected filters: None</w:t>
      </w:r>
    </w:p>
    <w:p w:rsidR="007B6A46" w:rsidRDefault="007B6A46" w:rsidP="007B6A46"/>
    <w:p w:rsidR="007B6A46" w:rsidRDefault="007B6A46" w:rsidP="007B6A46">
      <w:r>
        <w:t>Monoisotopic Mass, Even Electron Ions</w:t>
      </w:r>
    </w:p>
    <w:p w:rsidR="007B6A46" w:rsidRDefault="007B6A46" w:rsidP="007B6A46">
      <w:r>
        <w:t>42 formula(e) evaluated with 1 results within limits (up to 50 best isotopic matches for each mass)</w:t>
      </w:r>
    </w:p>
    <w:p w:rsidR="007B6A46" w:rsidRDefault="007B6A46" w:rsidP="007B6A46">
      <w:r>
        <w:t>Elements Used:</w:t>
      </w:r>
    </w:p>
    <w:p w:rsidR="007B6A46" w:rsidRDefault="007B6A46" w:rsidP="007B6A46">
      <w:r>
        <w:t xml:space="preserve">C: 20-24    H: 0-28    N: 0-2    O: 1-5    Na: 0-1    </w:t>
      </w:r>
    </w:p>
    <w:p w:rsidR="007B6A46" w:rsidRDefault="007B6A46" w:rsidP="007B6A4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7B6A46" w:rsidRDefault="007B6A46" w:rsidP="007B6A4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7B6A46" w:rsidRDefault="007B6A46" w:rsidP="007B6A46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7B6A46" w:rsidRDefault="007B6A46" w:rsidP="007B6A46">
      <w:r>
        <w:t xml:space="preserve">315.1751   </w:t>
      </w:r>
      <w:r>
        <w:tab/>
        <w:t xml:space="preserve">315.1749       </w:t>
      </w:r>
      <w:r>
        <w:tab/>
        <w:t xml:space="preserve">0.2      </w:t>
      </w:r>
      <w:r>
        <w:tab/>
        <w:t xml:space="preserve">0.6      </w:t>
      </w:r>
      <w:r>
        <w:tab/>
        <w:t xml:space="preserve">12.5     </w:t>
      </w:r>
      <w:r>
        <w:tab/>
        <w:t xml:space="preserve">126.5      </w:t>
      </w:r>
      <w:r>
        <w:tab/>
        <w:t>C23  H23  O</w:t>
      </w:r>
    </w:p>
    <w:p w:rsidR="007B6A46" w:rsidRDefault="007B6A46" w:rsidP="007B6A46">
      <w:r>
        <w:t>100.0029</w:t>
      </w:r>
      <w:r>
        <w:tab/>
        <w:t>1.013e0</w:t>
      </w:r>
    </w:p>
    <w:p w:rsidR="007B6A46" w:rsidRDefault="007B6A46" w:rsidP="007B6A46">
      <w:r>
        <w:t>100.0298</w:t>
      </w:r>
      <w:r>
        <w:tab/>
        <w:t>1.013e0</w:t>
      </w:r>
    </w:p>
    <w:p w:rsidR="007B6A46" w:rsidRDefault="007B6A46" w:rsidP="007B6A46">
      <w:r>
        <w:t>100.0378</w:t>
      </w:r>
      <w:r>
        <w:tab/>
        <w:t>2.025e0</w:t>
      </w:r>
    </w:p>
    <w:p w:rsidR="007B6A46" w:rsidRDefault="007B6A46" w:rsidP="007B6A46">
      <w:r>
        <w:t>100.0429</w:t>
      </w:r>
      <w:r>
        <w:tab/>
        <w:t>1.013e0</w:t>
      </w:r>
    </w:p>
    <w:p w:rsidR="007B6A46" w:rsidRDefault="007B6A46" w:rsidP="007B6A46">
      <w:r>
        <w:t>100.0523</w:t>
      </w:r>
      <w:r>
        <w:tab/>
        <w:t>2.025e0</w:t>
      </w:r>
    </w:p>
    <w:p w:rsidR="007B6A46" w:rsidRDefault="007B6A46" w:rsidP="007B6A46">
      <w:r>
        <w:lastRenderedPageBreak/>
        <w:t>100.0549</w:t>
      </w:r>
      <w:r>
        <w:tab/>
        <w:t>3.038e0</w:t>
      </w:r>
    </w:p>
    <w:p w:rsidR="007B6A46" w:rsidRDefault="007B6A46" w:rsidP="007B6A46">
      <w:r>
        <w:t>100.0564</w:t>
      </w:r>
      <w:r>
        <w:tab/>
        <w:t>1.013e0</w:t>
      </w:r>
    </w:p>
    <w:p w:rsidR="007B6A46" w:rsidRDefault="007B6A46" w:rsidP="007B6A46">
      <w:r>
        <w:t>100.0716</w:t>
      </w:r>
      <w:r>
        <w:tab/>
        <w:t>3.038e0</w:t>
      </w:r>
    </w:p>
    <w:p w:rsidR="007B6A46" w:rsidRDefault="007B6A46" w:rsidP="007B6A46">
      <w:r>
        <w:t>100.0751</w:t>
      </w:r>
      <w:r>
        <w:tab/>
        <w:t>4.051e0</w:t>
      </w:r>
    </w:p>
    <w:p w:rsidR="007B6A46" w:rsidRDefault="007B6A46" w:rsidP="007B6A46">
      <w:r>
        <w:t>100.0763</w:t>
      </w:r>
      <w:r>
        <w:tab/>
        <w:t>4.051e0</w:t>
      </w:r>
    </w:p>
    <w:p w:rsidR="007B6A46" w:rsidRDefault="007B6A46" w:rsidP="007B6A46">
      <w:r>
        <w:t>100.0788</w:t>
      </w:r>
      <w:r>
        <w:tab/>
        <w:t>1.361e1</w:t>
      </w:r>
    </w:p>
    <w:p w:rsidR="007B6A46" w:rsidRDefault="007B6A46" w:rsidP="007B6A46">
      <w:r>
        <w:t>100.0857</w:t>
      </w:r>
      <w:r>
        <w:tab/>
        <w:t>3.038e0</w:t>
      </w:r>
    </w:p>
    <w:p w:rsidR="007B6A46" w:rsidRDefault="007B6A46" w:rsidP="007B6A46">
      <w:r>
        <w:t>100.0909</w:t>
      </w:r>
      <w:r>
        <w:tab/>
        <w:t>2.025e0</w:t>
      </w:r>
    </w:p>
    <w:p w:rsidR="007B6A46" w:rsidRDefault="007B6A46" w:rsidP="007B6A46">
      <w:r>
        <w:t>100.0936</w:t>
      </w:r>
      <w:r>
        <w:tab/>
        <w:t>1.013e0</w:t>
      </w:r>
    </w:p>
    <w:p w:rsidR="007B6A46" w:rsidRDefault="007B6A46" w:rsidP="007B6A46">
      <w:r>
        <w:t>100.1017</w:t>
      </w:r>
      <w:r>
        <w:tab/>
        <w:t>1.013e0</w:t>
      </w:r>
    </w:p>
    <w:p w:rsidR="007B6A46" w:rsidRDefault="007B6A46" w:rsidP="007B6A46">
      <w:r>
        <w:t>100.1122</w:t>
      </w:r>
      <w:r>
        <w:tab/>
        <w:t>1.013e0</w:t>
      </w:r>
    </w:p>
    <w:p w:rsidR="007B6A46" w:rsidRDefault="007B6A46" w:rsidP="007B6A46">
      <w:r>
        <w:t>100.1149</w:t>
      </w:r>
      <w:r>
        <w:tab/>
        <w:t>1.013e0</w:t>
      </w:r>
    </w:p>
    <w:p w:rsidR="007B6A46" w:rsidRDefault="007B6A46" w:rsidP="007B6A46">
      <w:r>
        <w:t>100.1186</w:t>
      </w:r>
      <w:r>
        <w:tab/>
        <w:t>7.089e0</w:t>
      </w:r>
    </w:p>
    <w:p w:rsidR="007B6A46" w:rsidRDefault="007B6A46" w:rsidP="007B6A46">
      <w:r>
        <w:t>100.1441</w:t>
      </w:r>
      <w:r>
        <w:tab/>
        <w:t>1.013e0</w:t>
      </w:r>
    </w:p>
    <w:p w:rsidR="007B6A46" w:rsidRDefault="007B6A46" w:rsidP="007B6A46">
      <w:r>
        <w:t>100.1641</w:t>
      </w:r>
      <w:r>
        <w:tab/>
        <w:t>4.051e0</w:t>
      </w:r>
    </w:p>
    <w:p w:rsidR="007B6A46" w:rsidRDefault="007B6A46" w:rsidP="007B6A46">
      <w:r>
        <w:t>100.1680</w:t>
      </w:r>
      <w:r>
        <w:tab/>
        <w:t>1.013e0</w:t>
      </w:r>
    </w:p>
    <w:p w:rsidR="007B6A46" w:rsidRDefault="007B6A46" w:rsidP="007B6A46">
      <w:r>
        <w:t>100.2240</w:t>
      </w:r>
      <w:r>
        <w:tab/>
        <w:t>1.013e0</w:t>
      </w:r>
    </w:p>
    <w:p w:rsidR="007B6A46" w:rsidRDefault="007B6A46" w:rsidP="007B6A46">
      <w:r>
        <w:t>100.2266</w:t>
      </w:r>
      <w:r>
        <w:tab/>
        <w:t>1.013e0</w:t>
      </w:r>
    </w:p>
    <w:p w:rsidR="007B6A46" w:rsidRDefault="007B6A46" w:rsidP="007B6A46">
      <w:r>
        <w:t>100.2506</w:t>
      </w:r>
      <w:r>
        <w:tab/>
        <w:t>2.025e0</w:t>
      </w:r>
    </w:p>
    <w:p w:rsidR="007B6A46" w:rsidRDefault="007B6A46" w:rsidP="007B6A46">
      <w:r>
        <w:lastRenderedPageBreak/>
        <w:t>100.2985</w:t>
      </w:r>
      <w:r>
        <w:tab/>
        <w:t>1.013e0</w:t>
      </w:r>
    </w:p>
    <w:p w:rsidR="007B6A46" w:rsidRDefault="007B6A46" w:rsidP="007B6A46">
      <w:r>
        <w:t>100.3250</w:t>
      </w:r>
      <w:r>
        <w:tab/>
        <w:t>1.013e0</w:t>
      </w:r>
    </w:p>
    <w:p w:rsidR="007B6A46" w:rsidRDefault="007B6A46" w:rsidP="007B6A46">
      <w:r>
        <w:t>100.3304</w:t>
      </w:r>
      <w:r>
        <w:tab/>
        <w:t>1.013e0</w:t>
      </w:r>
    </w:p>
    <w:p w:rsidR="007B6A46" w:rsidRDefault="007B6A46" w:rsidP="007B6A46">
      <w:r>
        <w:t>100.3436</w:t>
      </w:r>
      <w:r>
        <w:tab/>
        <w:t>1.013e0</w:t>
      </w:r>
    </w:p>
    <w:p w:rsidR="007B6A46" w:rsidRDefault="007B6A46" w:rsidP="007B6A46">
      <w:r>
        <w:t>100.3463</w:t>
      </w:r>
      <w:r>
        <w:tab/>
        <w:t>1.013e0</w:t>
      </w:r>
    </w:p>
    <w:p w:rsidR="007B6A46" w:rsidRDefault="007B6A46" w:rsidP="007B6A46">
      <w:r>
        <w:t>100.3956</w:t>
      </w:r>
      <w:r>
        <w:tab/>
        <w:t>2.025e0</w:t>
      </w:r>
    </w:p>
    <w:p w:rsidR="007B6A46" w:rsidRDefault="007B6A46" w:rsidP="007B6A46">
      <w:r>
        <w:t>100.4234</w:t>
      </w:r>
      <w:r>
        <w:tab/>
        <w:t>1.013e0</w:t>
      </w:r>
    </w:p>
    <w:p w:rsidR="007B6A46" w:rsidRDefault="007B6A46" w:rsidP="007B6A46">
      <w:r>
        <w:t>100.4609</w:t>
      </w:r>
      <w:r>
        <w:tab/>
        <w:t>1.013e0</w:t>
      </w:r>
    </w:p>
    <w:p w:rsidR="007B6A46" w:rsidRDefault="007B6A46" w:rsidP="007B6A46">
      <w:r>
        <w:t>100.4953</w:t>
      </w:r>
      <w:r>
        <w:tab/>
        <w:t>1.013e0</w:t>
      </w:r>
    </w:p>
    <w:p w:rsidR="007B6A46" w:rsidRDefault="007B6A46" w:rsidP="007B6A46">
      <w:r>
        <w:t>100.5220</w:t>
      </w:r>
      <w:r>
        <w:tab/>
        <w:t>2.025e0</w:t>
      </w:r>
    </w:p>
    <w:p w:rsidR="007B6A46" w:rsidRDefault="007B6A46" w:rsidP="007B6A46">
      <w:r>
        <w:t>100.5570</w:t>
      </w:r>
      <w:r>
        <w:tab/>
        <w:t>1.013e0</w:t>
      </w:r>
    </w:p>
    <w:p w:rsidR="007B6A46" w:rsidRDefault="007B6A46" w:rsidP="007B6A46">
      <w:r>
        <w:t>100.5969</w:t>
      </w:r>
      <w:r>
        <w:tab/>
        <w:t>1.013e0</w:t>
      </w:r>
    </w:p>
    <w:p w:rsidR="007B6A46" w:rsidRDefault="007B6A46" w:rsidP="007B6A46">
      <w:r>
        <w:t>100.6076</w:t>
      </w:r>
      <w:r>
        <w:tab/>
        <w:t>1.013e0</w:t>
      </w:r>
    </w:p>
    <w:p w:rsidR="007B6A46" w:rsidRDefault="007B6A46" w:rsidP="007B6A46">
      <w:r>
        <w:t>100.6275</w:t>
      </w:r>
      <w:r>
        <w:tab/>
        <w:t>2.025e0</w:t>
      </w:r>
    </w:p>
    <w:p w:rsidR="007B6A46" w:rsidRDefault="007B6A46" w:rsidP="007B6A46">
      <w:r>
        <w:t>100.6314</w:t>
      </w:r>
      <w:r>
        <w:tab/>
        <w:t>1.013e0</w:t>
      </w:r>
    </w:p>
    <w:p w:rsidR="007B6A46" w:rsidRDefault="007B6A46" w:rsidP="007B6A46">
      <w:r>
        <w:t>100.6449</w:t>
      </w:r>
      <w:r>
        <w:tab/>
        <w:t>1.013e0</w:t>
      </w:r>
    </w:p>
    <w:p w:rsidR="007B6A46" w:rsidRDefault="007B6A46" w:rsidP="007B6A46">
      <w:r>
        <w:t>100.6474</w:t>
      </w:r>
      <w:r>
        <w:tab/>
        <w:t>1.013e0</w:t>
      </w:r>
    </w:p>
    <w:p w:rsidR="007B6A46" w:rsidRDefault="007B6A46" w:rsidP="007B6A46">
      <w:r>
        <w:t>100.6582</w:t>
      </w:r>
      <w:r>
        <w:tab/>
        <w:t>1.013e0</w:t>
      </w:r>
    </w:p>
    <w:p w:rsidR="007B6A46" w:rsidRDefault="007B6A46" w:rsidP="007B6A46">
      <w:r>
        <w:t>100.6714</w:t>
      </w:r>
      <w:r>
        <w:tab/>
        <w:t>1.013e0</w:t>
      </w:r>
    </w:p>
    <w:p w:rsidR="007B6A46" w:rsidRDefault="007B6A46" w:rsidP="007B6A46">
      <w:r>
        <w:lastRenderedPageBreak/>
        <w:t>100.6820</w:t>
      </w:r>
      <w:r>
        <w:tab/>
        <w:t>1.013e0</w:t>
      </w:r>
    </w:p>
    <w:p w:rsidR="007B6A46" w:rsidRDefault="007B6A46" w:rsidP="007B6A46">
      <w:r>
        <w:t>100.7034</w:t>
      </w:r>
      <w:r>
        <w:tab/>
        <w:t>1.013e0</w:t>
      </w:r>
    </w:p>
    <w:p w:rsidR="007B6A46" w:rsidRDefault="007B6A46" w:rsidP="007B6A46">
      <w:r>
        <w:t>100.7060</w:t>
      </w:r>
      <w:r>
        <w:tab/>
        <w:t>1.013e0</w:t>
      </w:r>
    </w:p>
    <w:p w:rsidR="007B6A46" w:rsidRDefault="007B6A46" w:rsidP="007B6A46">
      <w:r>
        <w:t>100.7089</w:t>
      </w:r>
      <w:r>
        <w:tab/>
        <w:t>1.013e0</w:t>
      </w:r>
    </w:p>
    <w:p w:rsidR="007B6A46" w:rsidRDefault="007B6A46" w:rsidP="007B6A46">
      <w:r>
        <w:t>100.7195</w:t>
      </w:r>
      <w:r>
        <w:tab/>
        <w:t>1.013e0</w:t>
      </w:r>
    </w:p>
    <w:p w:rsidR="007B6A46" w:rsidRDefault="007B6A46" w:rsidP="007B6A46">
      <w:r>
        <w:t>100.7568</w:t>
      </w:r>
      <w:r>
        <w:tab/>
        <w:t>1.013e0</w:t>
      </w:r>
    </w:p>
    <w:p w:rsidR="007B6A46" w:rsidRDefault="007B6A46" w:rsidP="007B6A46">
      <w:r>
        <w:t>100.7594</w:t>
      </w:r>
      <w:r>
        <w:tab/>
        <w:t>1.013e0</w:t>
      </w:r>
    </w:p>
    <w:p w:rsidR="007B6A46" w:rsidRDefault="007B6A46" w:rsidP="007B6A46">
      <w:r>
        <w:t>100.7624</w:t>
      </w:r>
      <w:r>
        <w:tab/>
        <w:t>1.013e0</w:t>
      </w:r>
    </w:p>
    <w:p w:rsidR="007B6A46" w:rsidRDefault="007B6A46" w:rsidP="007B6A46">
      <w:r>
        <w:t>100.7674</w:t>
      </w:r>
      <w:r>
        <w:tab/>
        <w:t>1.013e0</w:t>
      </w:r>
    </w:p>
    <w:p w:rsidR="007B6A46" w:rsidRDefault="007B6A46" w:rsidP="007B6A46">
      <w:r>
        <w:t>100.7887</w:t>
      </w:r>
      <w:r>
        <w:tab/>
        <w:t>1.013e0</w:t>
      </w:r>
    </w:p>
    <w:p w:rsidR="007B6A46" w:rsidRDefault="007B6A46" w:rsidP="007B6A46">
      <w:r>
        <w:t>100.7914</w:t>
      </w:r>
      <w:r>
        <w:tab/>
        <w:t>1.013e0</w:t>
      </w:r>
    </w:p>
    <w:p w:rsidR="007B6A46" w:rsidRDefault="007B6A46" w:rsidP="007B6A46">
      <w:r>
        <w:t>100.8020</w:t>
      </w:r>
      <w:r>
        <w:tab/>
        <w:t>2.025e0</w:t>
      </w:r>
    </w:p>
    <w:p w:rsidR="007B6A46" w:rsidRDefault="007B6A46" w:rsidP="007B6A46">
      <w:r>
        <w:t>100.8046</w:t>
      </w:r>
      <w:r>
        <w:tab/>
        <w:t>1.013e0</w:t>
      </w:r>
    </w:p>
    <w:p w:rsidR="007B6A46" w:rsidRDefault="007B6A46" w:rsidP="007B6A46">
      <w:r>
        <w:t>100.8262</w:t>
      </w:r>
      <w:r>
        <w:tab/>
        <w:t>1.013e0</w:t>
      </w:r>
    </w:p>
    <w:p w:rsidR="007B6A46" w:rsidRDefault="007B6A46" w:rsidP="007B6A46">
      <w:r>
        <w:t>100.8301</w:t>
      </w:r>
      <w:r>
        <w:tab/>
        <w:t>2.025e0</w:t>
      </w:r>
    </w:p>
    <w:p w:rsidR="007B6A46" w:rsidRDefault="007B6A46" w:rsidP="007B6A46">
      <w:r>
        <w:t>100.8420</w:t>
      </w:r>
      <w:r>
        <w:tab/>
        <w:t>1.013e0</w:t>
      </w:r>
    </w:p>
    <w:p w:rsidR="007B6A46" w:rsidRDefault="007B6A46" w:rsidP="007B6A46">
      <w:r>
        <w:t>100.8447</w:t>
      </w:r>
      <w:r>
        <w:tab/>
        <w:t>1.013e0</w:t>
      </w:r>
    </w:p>
    <w:p w:rsidR="007B6A46" w:rsidRDefault="007B6A46" w:rsidP="007B6A46">
      <w:r>
        <w:t>100.8503</w:t>
      </w:r>
      <w:r>
        <w:tab/>
        <w:t>1.013e0</w:t>
      </w:r>
    </w:p>
    <w:p w:rsidR="007B6A46" w:rsidRDefault="007B6A46" w:rsidP="007B6A46">
      <w:r>
        <w:t>100.8660</w:t>
      </w:r>
      <w:r>
        <w:tab/>
        <w:t>1.013e0</w:t>
      </w:r>
    </w:p>
    <w:p w:rsidR="007B6A46" w:rsidRDefault="007B6A46" w:rsidP="007B6A46">
      <w:r>
        <w:lastRenderedPageBreak/>
        <w:t>100.8714</w:t>
      </w:r>
      <w:r>
        <w:tab/>
        <w:t>1.013e0</w:t>
      </w:r>
    </w:p>
    <w:p w:rsidR="007B6A46" w:rsidRDefault="007B6A46" w:rsidP="007B6A46">
      <w:r>
        <w:t>100.8771</w:t>
      </w:r>
      <w:r>
        <w:tab/>
        <w:t>1.013e0</w:t>
      </w:r>
    </w:p>
    <w:p w:rsidR="007B6A46" w:rsidRDefault="007B6A46" w:rsidP="007B6A46">
      <w:r>
        <w:t>100.8876</w:t>
      </w:r>
      <w:r>
        <w:tab/>
        <w:t>1.013e0</w:t>
      </w:r>
    </w:p>
    <w:p w:rsidR="007B6A46" w:rsidRDefault="007B6A46" w:rsidP="007B6A46">
      <w:r>
        <w:t>100.9037</w:t>
      </w:r>
      <w:r>
        <w:tab/>
        <w:t>2.025e0</w:t>
      </w:r>
    </w:p>
    <w:p w:rsidR="007B6A46" w:rsidRDefault="007B6A46" w:rsidP="007B6A46">
      <w:r>
        <w:t>100.9062</w:t>
      </w:r>
      <w:r>
        <w:tab/>
        <w:t>2.025e0</w:t>
      </w:r>
    </w:p>
    <w:p w:rsidR="007B6A46" w:rsidRDefault="007B6A46" w:rsidP="007B6A46">
      <w:r>
        <w:t>100.9610</w:t>
      </w:r>
      <w:r>
        <w:tab/>
        <w:t>2.025e0</w:t>
      </w:r>
    </w:p>
    <w:p w:rsidR="007B6A46" w:rsidRDefault="007B6A46" w:rsidP="007B6A46">
      <w:r>
        <w:t>100.9834</w:t>
      </w:r>
      <w:r>
        <w:tab/>
        <w:t>2.025e0</w:t>
      </w:r>
    </w:p>
    <w:p w:rsidR="007B6A46" w:rsidRDefault="007B6A46" w:rsidP="007B6A46">
      <w:r>
        <w:t>101.0078</w:t>
      </w:r>
      <w:r>
        <w:tab/>
        <w:t>2.025e0</w:t>
      </w:r>
    </w:p>
    <w:p w:rsidR="007B6A46" w:rsidRDefault="007B6A46" w:rsidP="007B6A46">
      <w:r>
        <w:t>101.0090</w:t>
      </w:r>
      <w:r>
        <w:tab/>
        <w:t>2.025e0</w:t>
      </w:r>
    </w:p>
    <w:p w:rsidR="007B6A46" w:rsidRDefault="007B6A46" w:rsidP="007B6A46">
      <w:r>
        <w:t>101.0129</w:t>
      </w:r>
      <w:r>
        <w:tab/>
        <w:t>1.013e0</w:t>
      </w:r>
    </w:p>
    <w:p w:rsidR="007B6A46" w:rsidRDefault="007B6A46" w:rsidP="007B6A46">
      <w:r>
        <w:t>101.0345</w:t>
      </w:r>
      <w:r>
        <w:tab/>
        <w:t>2.025e0</w:t>
      </w:r>
    </w:p>
    <w:p w:rsidR="007B6A46" w:rsidRDefault="007B6A46" w:rsidP="007B6A46">
      <w:r>
        <w:t>101.0477</w:t>
      </w:r>
      <w:r>
        <w:tab/>
        <w:t>2.025e0</w:t>
      </w:r>
    </w:p>
    <w:p w:rsidR="007B6A46" w:rsidRDefault="007B6A46" w:rsidP="007B6A46">
      <w:r>
        <w:t>101.0720</w:t>
      </w:r>
      <w:r>
        <w:tab/>
        <w:t>8.242e2</w:t>
      </w:r>
    </w:p>
    <w:p w:rsidR="007B6A46" w:rsidRDefault="007B6A46" w:rsidP="007B6A46">
      <w:r>
        <w:t>101.1145</w:t>
      </w:r>
      <w:r>
        <w:tab/>
        <w:t>3.038e0</w:t>
      </w:r>
    </w:p>
    <w:p w:rsidR="007B6A46" w:rsidRDefault="007B6A46" w:rsidP="007B6A46">
      <w:r>
        <w:t>101.1187</w:t>
      </w:r>
      <w:r>
        <w:tab/>
        <w:t>2.025e0</w:t>
      </w:r>
    </w:p>
    <w:p w:rsidR="007B6A46" w:rsidRDefault="007B6A46" w:rsidP="007B6A46">
      <w:r>
        <w:t>101.1376</w:t>
      </w:r>
      <w:r>
        <w:tab/>
        <w:t>3.038e0</w:t>
      </w:r>
    </w:p>
    <w:p w:rsidR="007B6A46" w:rsidRDefault="007B6A46" w:rsidP="007B6A46">
      <w:r>
        <w:t>101.1441</w:t>
      </w:r>
      <w:r>
        <w:tab/>
        <w:t>2.025e0</w:t>
      </w:r>
    </w:p>
    <w:p w:rsidR="007B6A46" w:rsidRDefault="007B6A46" w:rsidP="007B6A46">
      <w:r>
        <w:t>101.1451</w:t>
      </w:r>
      <w:r>
        <w:tab/>
        <w:t>2.025e0</w:t>
      </w:r>
    </w:p>
    <w:p w:rsidR="007B6A46" w:rsidRDefault="007B6A46" w:rsidP="007B6A46">
      <w:r>
        <w:t>101.1519</w:t>
      </w:r>
      <w:r>
        <w:tab/>
        <w:t>1.013e0</w:t>
      </w:r>
    </w:p>
    <w:p w:rsidR="007B6A46" w:rsidRDefault="007B6A46" w:rsidP="007B6A46">
      <w:r>
        <w:lastRenderedPageBreak/>
        <w:t>101.1545</w:t>
      </w:r>
      <w:r>
        <w:tab/>
        <w:t>1.013e0</w:t>
      </w:r>
    </w:p>
    <w:p w:rsidR="007B6A46" w:rsidRDefault="007B6A46" w:rsidP="007B6A46">
      <w:r>
        <w:t>101.1602</w:t>
      </w:r>
      <w:r>
        <w:tab/>
        <w:t>1.013e0</w:t>
      </w:r>
    </w:p>
    <w:p w:rsidR="007B6A46" w:rsidRDefault="007B6A46" w:rsidP="007B6A46">
      <w:r>
        <w:t>101.1681</w:t>
      </w:r>
      <w:r>
        <w:tab/>
        <w:t>1.013e0</w:t>
      </w:r>
    </w:p>
    <w:p w:rsidR="007B6A46" w:rsidRDefault="007B6A46" w:rsidP="007B6A46">
      <w:r>
        <w:t>101.1721</w:t>
      </w:r>
      <w:r>
        <w:tab/>
        <w:t>4.197e0</w:t>
      </w:r>
    </w:p>
    <w:p w:rsidR="007B6A46" w:rsidRDefault="007B6A46" w:rsidP="007B6A46">
      <w:r>
        <w:t>101.1758</w:t>
      </w:r>
      <w:r>
        <w:tab/>
        <w:t>3.038e0</w:t>
      </w:r>
    </w:p>
    <w:p w:rsidR="007B6A46" w:rsidRDefault="007B6A46" w:rsidP="007B6A46">
      <w:r>
        <w:t>101.1826</w:t>
      </w:r>
      <w:r>
        <w:tab/>
        <w:t>2.025e0</w:t>
      </w:r>
    </w:p>
    <w:p w:rsidR="007B6A46" w:rsidRDefault="007B6A46" w:rsidP="007B6A46">
      <w:r>
        <w:t>101.1919</w:t>
      </w:r>
      <w:r>
        <w:tab/>
        <w:t>2.025e0</w:t>
      </w:r>
    </w:p>
    <w:p w:rsidR="007B6A46" w:rsidRDefault="007B6A46" w:rsidP="007B6A46">
      <w:r>
        <w:t>101.1993</w:t>
      </w:r>
      <w:r>
        <w:tab/>
        <w:t>5.063e0</w:t>
      </w:r>
    </w:p>
    <w:p w:rsidR="007B6A46" w:rsidRDefault="007B6A46" w:rsidP="007B6A46">
      <w:r>
        <w:t>101.2055</w:t>
      </w:r>
      <w:r>
        <w:tab/>
        <w:t>1.013e0</w:t>
      </w:r>
    </w:p>
    <w:p w:rsidR="007B6A46" w:rsidRDefault="007B6A46" w:rsidP="007B6A46">
      <w:r>
        <w:t>101.2244</w:t>
      </w:r>
      <w:r>
        <w:tab/>
        <w:t>1.013e0</w:t>
      </w:r>
    </w:p>
    <w:p w:rsidR="007B6A46" w:rsidRDefault="007B6A46" w:rsidP="007B6A46">
      <w:r>
        <w:t>101.2293</w:t>
      </w:r>
      <w:r>
        <w:tab/>
        <w:t>1.013e0</w:t>
      </w:r>
    </w:p>
    <w:p w:rsidR="007B6A46" w:rsidRDefault="007B6A46" w:rsidP="007B6A46">
      <w:r>
        <w:t>101.2350</w:t>
      </w:r>
      <w:r>
        <w:tab/>
        <w:t>1.013e0</w:t>
      </w:r>
    </w:p>
    <w:p w:rsidR="007B6A46" w:rsidRDefault="007B6A46" w:rsidP="007B6A46">
      <w:r>
        <w:t>101.2375</w:t>
      </w:r>
      <w:r>
        <w:tab/>
        <w:t>2.025e0</w:t>
      </w:r>
    </w:p>
    <w:p w:rsidR="007B6A46" w:rsidRDefault="007B6A46" w:rsidP="007B6A46">
      <w:r>
        <w:t>101.2416</w:t>
      </w:r>
      <w:r>
        <w:tab/>
        <w:t>2.025e0</w:t>
      </w:r>
    </w:p>
    <w:p w:rsidR="007B6A46" w:rsidRDefault="007B6A46" w:rsidP="007B6A46">
      <w:r>
        <w:t>101.2509</w:t>
      </w:r>
      <w:r>
        <w:tab/>
        <w:t>3.038e0</w:t>
      </w:r>
    </w:p>
    <w:p w:rsidR="007B6A46" w:rsidRDefault="007B6A46" w:rsidP="007B6A46">
      <w:r>
        <w:t>101.2563</w:t>
      </w:r>
      <w:r>
        <w:tab/>
        <w:t>1.013e0</w:t>
      </w:r>
    </w:p>
    <w:p w:rsidR="007B6A46" w:rsidRDefault="007B6A46" w:rsidP="007B6A46">
      <w:r>
        <w:t>101.2667</w:t>
      </w:r>
      <w:r>
        <w:tab/>
        <w:t>1.013e0</w:t>
      </w:r>
    </w:p>
    <w:p w:rsidR="007B6A46" w:rsidRDefault="007B6A46" w:rsidP="007B6A46">
      <w:r>
        <w:t>101.2911</w:t>
      </w:r>
      <w:r>
        <w:tab/>
        <w:t>1.013e0</w:t>
      </w:r>
    </w:p>
    <w:p w:rsidR="007B6A46" w:rsidRDefault="007B6A46" w:rsidP="007B6A46">
      <w:r>
        <w:t>101.3018</w:t>
      </w:r>
      <w:r>
        <w:tab/>
        <w:t>2.025e0</w:t>
      </w:r>
    </w:p>
    <w:p w:rsidR="007B6A46" w:rsidRDefault="007B6A46" w:rsidP="007B6A46">
      <w:r>
        <w:lastRenderedPageBreak/>
        <w:t>101.3043</w:t>
      </w:r>
      <w:r>
        <w:tab/>
        <w:t>2.025e0</w:t>
      </w:r>
    </w:p>
    <w:p w:rsidR="007B6A46" w:rsidRDefault="007B6A46" w:rsidP="007B6A46">
      <w:r>
        <w:t>101.3098</w:t>
      </w:r>
      <w:r>
        <w:tab/>
        <w:t>1.013e0</w:t>
      </w:r>
    </w:p>
    <w:p w:rsidR="007B6A46" w:rsidRDefault="007B6A46" w:rsidP="007B6A46">
      <w:r>
        <w:t>101.3152</w:t>
      </w:r>
      <w:r>
        <w:tab/>
        <w:t>1.013e0</w:t>
      </w:r>
    </w:p>
    <w:p w:rsidR="007B6A46" w:rsidRDefault="007B6A46" w:rsidP="007B6A46">
      <w:r>
        <w:t>101.3203</w:t>
      </w:r>
      <w:r>
        <w:tab/>
        <w:t>1.013e0</w:t>
      </w:r>
    </w:p>
    <w:p w:rsidR="007B6A46" w:rsidRDefault="007B6A46" w:rsidP="007B6A46">
      <w:r>
        <w:t>101.3259</w:t>
      </w:r>
      <w:r>
        <w:tab/>
        <w:t>1.013e0</w:t>
      </w:r>
    </w:p>
    <w:p w:rsidR="007B6A46" w:rsidRDefault="007B6A46" w:rsidP="007B6A46">
      <w:r>
        <w:t>101.3337</w:t>
      </w:r>
      <w:r>
        <w:tab/>
        <w:t>1.013e0</w:t>
      </w:r>
    </w:p>
    <w:p w:rsidR="007B6A46" w:rsidRDefault="007B6A46" w:rsidP="007B6A46">
      <w:r>
        <w:t>101.3366</w:t>
      </w:r>
      <w:r>
        <w:tab/>
        <w:t>1.013e0</w:t>
      </w:r>
    </w:p>
    <w:p w:rsidR="007B6A46" w:rsidRDefault="007B6A46" w:rsidP="007B6A46">
      <w:r>
        <w:t>101.3421</w:t>
      </w:r>
      <w:r>
        <w:tab/>
        <w:t>1.013e0</w:t>
      </w:r>
    </w:p>
    <w:p w:rsidR="007B6A46" w:rsidRDefault="007B6A46" w:rsidP="007B6A46">
      <w:r>
        <w:t>101.3471</w:t>
      </w:r>
      <w:r>
        <w:tab/>
        <w:t>1.013e0</w:t>
      </w:r>
    </w:p>
    <w:p w:rsidR="007B6A46" w:rsidRDefault="007B6A46" w:rsidP="007B6A46">
      <w:r>
        <w:t>101.3641</w:t>
      </w:r>
      <w:r>
        <w:tab/>
        <w:t>3.092e0</w:t>
      </w:r>
    </w:p>
    <w:p w:rsidR="007B6A46" w:rsidRDefault="007B6A46" w:rsidP="007B6A46">
      <w:r>
        <w:t>101.3818</w:t>
      </w:r>
      <w:r>
        <w:tab/>
        <w:t>1.013e0</w:t>
      </w:r>
    </w:p>
    <w:p w:rsidR="007B6A46" w:rsidRDefault="007B6A46" w:rsidP="007B6A46">
      <w:r>
        <w:t>101.3846</w:t>
      </w:r>
      <w:r>
        <w:tab/>
        <w:t>1.013e0</w:t>
      </w:r>
    </w:p>
    <w:p w:rsidR="007B6A46" w:rsidRDefault="007B6A46" w:rsidP="007B6A46">
      <w:r>
        <w:t>101.3953</w:t>
      </w:r>
      <w:r>
        <w:tab/>
        <w:t>1.013e0</w:t>
      </w:r>
    </w:p>
    <w:p w:rsidR="007B6A46" w:rsidRDefault="007B6A46" w:rsidP="007B6A46">
      <w:r>
        <w:t>101.4020</w:t>
      </w:r>
      <w:r>
        <w:tab/>
        <w:t>2.025e0</w:t>
      </w:r>
    </w:p>
    <w:p w:rsidR="007B6A46" w:rsidRDefault="007B6A46" w:rsidP="007B6A46">
      <w:r>
        <w:t>101.4035</w:t>
      </w:r>
      <w:r>
        <w:tab/>
        <w:t>1.013e0</w:t>
      </w:r>
    </w:p>
    <w:p w:rsidR="007B6A46" w:rsidRDefault="007B6A46" w:rsidP="007B6A46">
      <w:r>
        <w:t>101.4061</w:t>
      </w:r>
      <w:r>
        <w:tab/>
        <w:t>2.025e0</w:t>
      </w:r>
    </w:p>
    <w:p w:rsidR="007B6A46" w:rsidRDefault="007B6A46" w:rsidP="007B6A46">
      <w:r>
        <w:t>101.4073</w:t>
      </w:r>
      <w:r>
        <w:tab/>
        <w:t>2.025e0</w:t>
      </w:r>
    </w:p>
    <w:p w:rsidR="007B6A46" w:rsidRDefault="007B6A46" w:rsidP="007B6A46">
      <w:r>
        <w:t>101.4114</w:t>
      </w:r>
      <w:r>
        <w:tab/>
        <w:t>1.013e0</w:t>
      </w:r>
    </w:p>
    <w:p w:rsidR="007B6A46" w:rsidRDefault="007B6A46" w:rsidP="007B6A46">
      <w:r>
        <w:t>101.4197</w:t>
      </w:r>
      <w:r>
        <w:tab/>
        <w:t>1.013e0</w:t>
      </w:r>
    </w:p>
    <w:p w:rsidR="007B6A46" w:rsidRDefault="007B6A46" w:rsidP="007B6A46">
      <w:r>
        <w:lastRenderedPageBreak/>
        <w:t>101.4220</w:t>
      </w:r>
      <w:r>
        <w:tab/>
        <w:t>1.013e0</w:t>
      </w:r>
    </w:p>
    <w:p w:rsidR="007B6A46" w:rsidRDefault="007B6A46" w:rsidP="007B6A46">
      <w:r>
        <w:t>101.4352</w:t>
      </w:r>
      <w:r>
        <w:tab/>
        <w:t>1.013e0</w:t>
      </w:r>
    </w:p>
    <w:p w:rsidR="007B6A46" w:rsidRDefault="007B6A46" w:rsidP="007B6A46">
      <w:r>
        <w:t>101.4417</w:t>
      </w:r>
      <w:r>
        <w:tab/>
        <w:t>3.038e0</w:t>
      </w:r>
    </w:p>
    <w:p w:rsidR="007B6A46" w:rsidRDefault="007B6A46" w:rsidP="007B6A46">
      <w:r>
        <w:t>101.4488</w:t>
      </w:r>
      <w:r>
        <w:tab/>
        <w:t>1.013e0</w:t>
      </w:r>
    </w:p>
    <w:p w:rsidR="007B6A46" w:rsidRDefault="007B6A46" w:rsidP="007B6A46">
      <w:r>
        <w:t>101.4557</w:t>
      </w:r>
      <w:r>
        <w:tab/>
        <w:t>2.025e0</w:t>
      </w:r>
    </w:p>
    <w:p w:rsidR="007B6A46" w:rsidRDefault="007B6A46" w:rsidP="007B6A46">
      <w:r>
        <w:t>101.4595</w:t>
      </w:r>
      <w:r>
        <w:tab/>
        <w:t>2.025e0</w:t>
      </w:r>
    </w:p>
    <w:p w:rsidR="007B6A46" w:rsidRDefault="007B6A46" w:rsidP="007B6A46">
      <w:r>
        <w:t>101.4756</w:t>
      </w:r>
      <w:r>
        <w:tab/>
        <w:t>1.013e0</w:t>
      </w:r>
    </w:p>
    <w:p w:rsidR="007B6A46" w:rsidRDefault="007B6A46" w:rsidP="007B6A46">
      <w:r>
        <w:t>101.4802</w:t>
      </w:r>
      <w:r>
        <w:tab/>
        <w:t>3.038e0</w:t>
      </w:r>
    </w:p>
    <w:p w:rsidR="007B6A46" w:rsidRDefault="007B6A46" w:rsidP="007B6A46">
      <w:r>
        <w:t>101.4890</w:t>
      </w:r>
      <w:r>
        <w:tab/>
        <w:t>1.013e0</w:t>
      </w:r>
    </w:p>
    <w:p w:rsidR="007B6A46" w:rsidRDefault="007B6A46" w:rsidP="007B6A46">
      <w:r>
        <w:t>101.4983</w:t>
      </w:r>
      <w:r>
        <w:tab/>
        <w:t>2.025e0</w:t>
      </w:r>
    </w:p>
    <w:p w:rsidR="007B6A46" w:rsidRDefault="007B6A46" w:rsidP="007B6A46">
      <w:r>
        <w:t>101.5001</w:t>
      </w:r>
      <w:r>
        <w:tab/>
        <w:t>5.063e0</w:t>
      </w:r>
    </w:p>
    <w:p w:rsidR="007B6A46" w:rsidRDefault="007B6A46" w:rsidP="007B6A46">
      <w:r>
        <w:t>101.5107</w:t>
      </w:r>
      <w:r>
        <w:tab/>
        <w:t>1.013e0</w:t>
      </w:r>
    </w:p>
    <w:p w:rsidR="007B6A46" w:rsidRDefault="007B6A46" w:rsidP="007B6A46">
      <w:r>
        <w:t>101.5199</w:t>
      </w:r>
      <w:r>
        <w:tab/>
        <w:t>2.025e0</w:t>
      </w:r>
    </w:p>
    <w:p w:rsidR="007B6A46" w:rsidRDefault="007B6A46" w:rsidP="007B6A46">
      <w:r>
        <w:t>101.5263</w:t>
      </w:r>
      <w:r>
        <w:tab/>
        <w:t>1.013e0</w:t>
      </w:r>
    </w:p>
    <w:p w:rsidR="007B6A46" w:rsidRDefault="007B6A46" w:rsidP="007B6A46">
      <w:r>
        <w:t>101.5427</w:t>
      </w:r>
      <w:r>
        <w:tab/>
        <w:t>1.013e0</w:t>
      </w:r>
    </w:p>
    <w:p w:rsidR="007B6A46" w:rsidRDefault="007B6A46" w:rsidP="007B6A46">
      <w:r>
        <w:t>101.5452</w:t>
      </w:r>
      <w:r>
        <w:tab/>
        <w:t>1.013e0</w:t>
      </w:r>
    </w:p>
    <w:p w:rsidR="007B6A46" w:rsidRDefault="007B6A46" w:rsidP="007B6A46">
      <w:r>
        <w:t>101.5480</w:t>
      </w:r>
      <w:r>
        <w:tab/>
        <w:t>2.025e0</w:t>
      </w:r>
    </w:p>
    <w:p w:rsidR="007B6A46" w:rsidRDefault="007B6A46" w:rsidP="007B6A46">
      <w:r>
        <w:t>101.5559</w:t>
      </w:r>
      <w:r>
        <w:tab/>
        <w:t>1.013e0</w:t>
      </w:r>
    </w:p>
    <w:p w:rsidR="007B6A46" w:rsidRDefault="007B6A46" w:rsidP="007B6A46">
      <w:r>
        <w:t>101.5750</w:t>
      </w:r>
      <w:r>
        <w:tab/>
        <w:t>1.013e0</w:t>
      </w:r>
    </w:p>
    <w:p w:rsidR="007B6A46" w:rsidRDefault="007B6A46" w:rsidP="007B6A46">
      <w:r>
        <w:lastRenderedPageBreak/>
        <w:t>101.5935</w:t>
      </w:r>
      <w:r>
        <w:tab/>
        <w:t>1.013e0</w:t>
      </w:r>
    </w:p>
    <w:p w:rsidR="007B6A46" w:rsidRDefault="007B6A46" w:rsidP="007B6A46">
      <w:r>
        <w:t>101.6030</w:t>
      </w:r>
      <w:r>
        <w:tab/>
        <w:t>2.025e0</w:t>
      </w:r>
    </w:p>
    <w:p w:rsidR="007B6A46" w:rsidRDefault="007B6A46" w:rsidP="007B6A46">
      <w:r>
        <w:t>101.6202</w:t>
      </w:r>
      <w:r>
        <w:tab/>
        <w:t>2.025e0</w:t>
      </w:r>
    </w:p>
    <w:p w:rsidR="007B6A46" w:rsidRDefault="007B6A46" w:rsidP="007B6A46">
      <w:r>
        <w:t>101.6337</w:t>
      </w:r>
      <w:r>
        <w:tab/>
        <w:t>1.013e0</w:t>
      </w:r>
    </w:p>
    <w:p w:rsidR="007B6A46" w:rsidRDefault="007B6A46" w:rsidP="007B6A46">
      <w:r>
        <w:t>101.6363</w:t>
      </w:r>
      <w:r>
        <w:tab/>
        <w:t>1.013e0</w:t>
      </w:r>
    </w:p>
    <w:p w:rsidR="007B6A46" w:rsidRDefault="007B6A46" w:rsidP="007B6A46">
      <w:r>
        <w:t>101.6444</w:t>
      </w:r>
      <w:r>
        <w:tab/>
        <w:t>1.013e0</w:t>
      </w:r>
    </w:p>
    <w:p w:rsidR="007B6A46" w:rsidRDefault="007B6A46" w:rsidP="007B6A46">
      <w:r>
        <w:t>101.6605</w:t>
      </w:r>
      <w:r>
        <w:tab/>
        <w:t>1.013e0</w:t>
      </w:r>
    </w:p>
    <w:p w:rsidR="007B6A46" w:rsidRDefault="007B6A46" w:rsidP="007B6A46">
      <w:r>
        <w:t>101.6710</w:t>
      </w:r>
      <w:r>
        <w:tab/>
        <w:t>1.013e0</w:t>
      </w:r>
    </w:p>
    <w:p w:rsidR="007B6A46" w:rsidRDefault="007B6A46" w:rsidP="007B6A46">
      <w:r>
        <w:t>101.6767</w:t>
      </w:r>
      <w:r>
        <w:tab/>
        <w:t>1.013e0</w:t>
      </w:r>
    </w:p>
    <w:p w:rsidR="007B6A46" w:rsidRDefault="007B6A46" w:rsidP="007B6A46">
      <w:r>
        <w:t>101.6792</w:t>
      </w:r>
      <w:r>
        <w:tab/>
        <w:t>2.025e0</w:t>
      </w:r>
    </w:p>
    <w:p w:rsidR="007B6A46" w:rsidRDefault="007B6A46" w:rsidP="007B6A46">
      <w:r>
        <w:t>101.6818</w:t>
      </w:r>
      <w:r>
        <w:tab/>
        <w:t>1.013e0</w:t>
      </w:r>
    </w:p>
    <w:p w:rsidR="007B6A46" w:rsidRDefault="007B6A46" w:rsidP="007B6A46">
      <w:r>
        <w:t>101.6872</w:t>
      </w:r>
      <w:r>
        <w:tab/>
        <w:t>1.013e0</w:t>
      </w:r>
    </w:p>
    <w:p w:rsidR="007B6A46" w:rsidRDefault="007B6A46" w:rsidP="007B6A46">
      <w:r>
        <w:t>101.6901</w:t>
      </w:r>
      <w:r>
        <w:tab/>
        <w:t>2.025e0</w:t>
      </w:r>
    </w:p>
    <w:p w:rsidR="007B6A46" w:rsidRDefault="007B6A46" w:rsidP="007B6A46">
      <w:r>
        <w:t>101.7061</w:t>
      </w:r>
      <w:r>
        <w:tab/>
        <w:t>1.013e0</w:t>
      </w:r>
    </w:p>
    <w:p w:rsidR="007B6A46" w:rsidRDefault="007B6A46" w:rsidP="007B6A46">
      <w:r>
        <w:t>101.7140</w:t>
      </w:r>
      <w:r>
        <w:tab/>
        <w:t>1.013e0</w:t>
      </w:r>
    </w:p>
    <w:p w:rsidR="007B6A46" w:rsidRDefault="007B6A46" w:rsidP="007B6A46">
      <w:r>
        <w:t>101.7274</w:t>
      </w:r>
      <w:r>
        <w:tab/>
        <w:t>2.025e0</w:t>
      </w:r>
    </w:p>
    <w:p w:rsidR="007B6A46" w:rsidRDefault="007B6A46" w:rsidP="007B6A46">
      <w:r>
        <w:t>101.7342</w:t>
      </w:r>
      <w:r>
        <w:tab/>
        <w:t>2.025e0</w:t>
      </w:r>
    </w:p>
    <w:p w:rsidR="007B6A46" w:rsidRDefault="007B6A46" w:rsidP="007B6A46">
      <w:r>
        <w:t>101.7410</w:t>
      </w:r>
      <w:r>
        <w:tab/>
        <w:t>1.013e0</w:t>
      </w:r>
    </w:p>
    <w:p w:rsidR="007B6A46" w:rsidRDefault="007B6A46" w:rsidP="007B6A46">
      <w:r>
        <w:t>101.7678</w:t>
      </w:r>
      <w:r>
        <w:tab/>
        <w:t>1.013e0</w:t>
      </w:r>
    </w:p>
    <w:p w:rsidR="007B6A46" w:rsidRDefault="007B6A46" w:rsidP="007B6A46">
      <w:r>
        <w:lastRenderedPageBreak/>
        <w:t>101.7933</w:t>
      </w:r>
      <w:r>
        <w:tab/>
        <w:t>2.025e0</w:t>
      </w:r>
    </w:p>
    <w:p w:rsidR="007B6A46" w:rsidRDefault="007B6A46" w:rsidP="007B6A46">
      <w:r>
        <w:t>101.8081</w:t>
      </w:r>
      <w:r>
        <w:tab/>
        <w:t>1.013e0</w:t>
      </w:r>
    </w:p>
    <w:p w:rsidR="007B6A46" w:rsidRDefault="007B6A46" w:rsidP="007B6A46">
      <w:r>
        <w:t>101.8106</w:t>
      </w:r>
      <w:r>
        <w:tab/>
        <w:t>1.013e0</w:t>
      </w:r>
    </w:p>
    <w:p w:rsidR="007B6A46" w:rsidRDefault="007B6A46" w:rsidP="007B6A46">
      <w:r>
        <w:t>101.8320</w:t>
      </w:r>
      <w:r>
        <w:tab/>
        <w:t>1.013e0</w:t>
      </w:r>
    </w:p>
    <w:p w:rsidR="007B6A46" w:rsidRDefault="007B6A46" w:rsidP="007B6A46">
      <w:r>
        <w:t>101.8373</w:t>
      </w:r>
      <w:r>
        <w:tab/>
        <w:t>1.013e0</w:t>
      </w:r>
    </w:p>
    <w:p w:rsidR="007B6A46" w:rsidRDefault="007B6A46" w:rsidP="007B6A46">
      <w:r>
        <w:t>101.8427</w:t>
      </w:r>
      <w:r>
        <w:tab/>
        <w:t>1.013e0</w:t>
      </w:r>
    </w:p>
    <w:p w:rsidR="007B6A46" w:rsidRDefault="007B6A46" w:rsidP="007B6A46">
      <w:r>
        <w:t>101.8456</w:t>
      </w:r>
      <w:r>
        <w:tab/>
        <w:t>1.013e0</w:t>
      </w:r>
    </w:p>
    <w:p w:rsidR="007B6A46" w:rsidRDefault="007B6A46" w:rsidP="007B6A46">
      <w:r>
        <w:t>101.8667</w:t>
      </w:r>
      <w:r>
        <w:tab/>
        <w:t>1.013e0</w:t>
      </w:r>
    </w:p>
    <w:p w:rsidR="007B6A46" w:rsidRDefault="007B6A46" w:rsidP="007B6A46">
      <w:r>
        <w:t>101.8831</w:t>
      </w:r>
      <w:r>
        <w:tab/>
        <w:t>1.013e0</w:t>
      </w:r>
    </w:p>
    <w:p w:rsidR="007B6A46" w:rsidRDefault="007B6A46" w:rsidP="007B6A46">
      <w:r>
        <w:t>101.8857</w:t>
      </w:r>
      <w:r>
        <w:tab/>
        <w:t>1.013e0</w:t>
      </w:r>
    </w:p>
    <w:p w:rsidR="007B6A46" w:rsidRDefault="007B6A46" w:rsidP="007B6A46">
      <w:r>
        <w:t>101.9019</w:t>
      </w:r>
      <w:r>
        <w:tab/>
        <w:t>1.013e0</w:t>
      </w:r>
    </w:p>
    <w:p w:rsidR="007B6A46" w:rsidRDefault="007B6A46" w:rsidP="007B6A46">
      <w:r>
        <w:t>101.9125</w:t>
      </w:r>
      <w:r>
        <w:tab/>
        <w:t>2.025e0</w:t>
      </w:r>
    </w:p>
    <w:p w:rsidR="007B6A46" w:rsidRDefault="007B6A46" w:rsidP="007B6A46">
      <w:r>
        <w:t>101.9220</w:t>
      </w:r>
      <w:r>
        <w:tab/>
        <w:t>2.025e0</w:t>
      </w:r>
    </w:p>
    <w:p w:rsidR="007B6A46" w:rsidRDefault="007B6A46" w:rsidP="007B6A46">
      <w:r>
        <w:t>101.9233</w:t>
      </w:r>
      <w:r>
        <w:tab/>
        <w:t>2.025e0</w:t>
      </w:r>
    </w:p>
    <w:p w:rsidR="007B6A46" w:rsidRDefault="007B6A46" w:rsidP="007B6A46">
      <w:r>
        <w:t>101.9286</w:t>
      </w:r>
      <w:r>
        <w:tab/>
        <w:t>1.013e0</w:t>
      </w:r>
    </w:p>
    <w:p w:rsidR="007B6A46" w:rsidRDefault="007B6A46" w:rsidP="007B6A46">
      <w:r>
        <w:t>101.9475</w:t>
      </w:r>
      <w:r>
        <w:tab/>
        <w:t>1.013e0</w:t>
      </w:r>
    </w:p>
    <w:p w:rsidR="007B6A46" w:rsidRDefault="007B6A46" w:rsidP="007B6A46">
      <w:r>
        <w:t>101.9555</w:t>
      </w:r>
      <w:r>
        <w:tab/>
        <w:t>1.013e0</w:t>
      </w:r>
    </w:p>
    <w:p w:rsidR="007B6A46" w:rsidRDefault="007B6A46" w:rsidP="007B6A46">
      <w:r>
        <w:t>101.9662</w:t>
      </w:r>
      <w:r>
        <w:tab/>
        <w:t>1.013e0</w:t>
      </w:r>
    </w:p>
    <w:p w:rsidR="007B6A46" w:rsidRDefault="007B6A46" w:rsidP="007B6A46">
      <w:r>
        <w:t>101.9809</w:t>
      </w:r>
      <w:r>
        <w:tab/>
        <w:t>2.025e0</w:t>
      </w:r>
    </w:p>
    <w:p w:rsidR="007B6A46" w:rsidRDefault="007B6A46" w:rsidP="007B6A46">
      <w:r>
        <w:lastRenderedPageBreak/>
        <w:t>101.9905</w:t>
      </w:r>
      <w:r>
        <w:tab/>
        <w:t>2.025e0</w:t>
      </w:r>
    </w:p>
    <w:p w:rsidR="007B6A46" w:rsidRDefault="007B6A46" w:rsidP="007B6A46">
      <w:r>
        <w:t>102.0012</w:t>
      </w:r>
      <w:r>
        <w:tab/>
        <w:t>1.013e0</w:t>
      </w:r>
    </w:p>
    <w:p w:rsidR="007B6A46" w:rsidRDefault="007B6A46" w:rsidP="007B6A46">
      <w:r>
        <w:t>102.0118</w:t>
      </w:r>
      <w:r>
        <w:tab/>
        <w:t>1.013e0</w:t>
      </w:r>
    </w:p>
    <w:p w:rsidR="007B6A46" w:rsidRDefault="007B6A46" w:rsidP="007B6A46">
      <w:r>
        <w:t>102.0173</w:t>
      </w:r>
      <w:r>
        <w:tab/>
        <w:t>1.013e0</w:t>
      </w:r>
    </w:p>
    <w:p w:rsidR="007B6A46" w:rsidRDefault="007B6A46" w:rsidP="007B6A46">
      <w:r>
        <w:t>102.0224</w:t>
      </w:r>
      <w:r>
        <w:tab/>
        <w:t>1.013e0</w:t>
      </w:r>
    </w:p>
    <w:p w:rsidR="007B6A46" w:rsidRDefault="007B6A46" w:rsidP="007B6A46">
      <w:r>
        <w:t>102.0547</w:t>
      </w:r>
      <w:r>
        <w:tab/>
        <w:t>4.051e0</w:t>
      </w:r>
    </w:p>
    <w:p w:rsidR="007B6A46" w:rsidRDefault="007B6A46" w:rsidP="007B6A46">
      <w:r>
        <w:t>102.0569</w:t>
      </w:r>
      <w:r>
        <w:tab/>
        <w:t>1.768e1</w:t>
      </w:r>
    </w:p>
    <w:p w:rsidR="007B6A46" w:rsidRDefault="007B6A46" w:rsidP="007B6A46">
      <w:r>
        <w:t>102.0580</w:t>
      </w:r>
      <w:r>
        <w:tab/>
        <w:t>2.797e0</w:t>
      </w:r>
    </w:p>
    <w:p w:rsidR="007B6A46" w:rsidRDefault="007B6A46" w:rsidP="007B6A46">
      <w:r>
        <w:t>102.0686</w:t>
      </w:r>
      <w:r>
        <w:tab/>
        <w:t>1.418e1</w:t>
      </w:r>
    </w:p>
    <w:p w:rsidR="007B6A46" w:rsidRDefault="007B6A46" w:rsidP="007B6A46">
      <w:r>
        <w:t>102.0724</w:t>
      </w:r>
      <w:r>
        <w:tab/>
        <w:t>1.837e1</w:t>
      </w:r>
    </w:p>
    <w:p w:rsidR="007B6A46" w:rsidRDefault="007B6A46" w:rsidP="007B6A46">
      <w:r>
        <w:t>102.0744</w:t>
      </w:r>
      <w:r>
        <w:tab/>
        <w:t>7.914e0</w:t>
      </w:r>
    </w:p>
    <w:p w:rsidR="007B6A46" w:rsidRDefault="007B6A46" w:rsidP="007B6A46">
      <w:r>
        <w:t>102.0758</w:t>
      </w:r>
      <w:r>
        <w:tab/>
        <w:t>1.965e1</w:t>
      </w:r>
    </w:p>
    <w:p w:rsidR="007B6A46" w:rsidRDefault="007B6A46" w:rsidP="007B6A46">
      <w:r>
        <w:t>102.0895</w:t>
      </w:r>
      <w:r>
        <w:tab/>
        <w:t>1.013e0</w:t>
      </w:r>
    </w:p>
    <w:p w:rsidR="007B6A46" w:rsidRDefault="007B6A46" w:rsidP="007B6A46">
      <w:r>
        <w:t>102.0923</w:t>
      </w:r>
      <w:r>
        <w:tab/>
        <w:t>1.013e0</w:t>
      </w:r>
    </w:p>
    <w:p w:rsidR="007B6A46" w:rsidRDefault="007B6A46" w:rsidP="007B6A46">
      <w:r>
        <w:t>102.0944</w:t>
      </w:r>
      <w:r>
        <w:tab/>
        <w:t>3.038e0</w:t>
      </w:r>
    </w:p>
    <w:p w:rsidR="007B6A46" w:rsidRDefault="007B6A46" w:rsidP="007B6A46">
      <w:r>
        <w:t>102.1059</w:t>
      </w:r>
      <w:r>
        <w:tab/>
        <w:t>1.013e0</w:t>
      </w:r>
    </w:p>
    <w:p w:rsidR="007B6A46" w:rsidRDefault="007B6A46" w:rsidP="007B6A46">
      <w:r>
        <w:t>102.1258</w:t>
      </w:r>
      <w:r>
        <w:tab/>
        <w:t>3.038e0</w:t>
      </w:r>
    </w:p>
    <w:p w:rsidR="007B6A46" w:rsidRDefault="007B6A46" w:rsidP="007B6A46">
      <w:r>
        <w:t>102.1302</w:t>
      </w:r>
      <w:r>
        <w:tab/>
        <w:t>5.063e0</w:t>
      </w:r>
    </w:p>
    <w:p w:rsidR="007B6A46" w:rsidRDefault="007B6A46" w:rsidP="007B6A46">
      <w:r>
        <w:t>102.1315</w:t>
      </w:r>
      <w:r>
        <w:tab/>
        <w:t>5.887e0</w:t>
      </w:r>
    </w:p>
    <w:p w:rsidR="007B6A46" w:rsidRDefault="007B6A46" w:rsidP="007B6A46">
      <w:r>
        <w:lastRenderedPageBreak/>
        <w:t>102.1326</w:t>
      </w:r>
      <w:r>
        <w:tab/>
        <w:t>1.013e0</w:t>
      </w:r>
    </w:p>
    <w:p w:rsidR="007B6A46" w:rsidRDefault="007B6A46" w:rsidP="007B6A46">
      <w:r>
        <w:t>102.1353</w:t>
      </w:r>
      <w:r>
        <w:tab/>
        <w:t>1.013e0</w:t>
      </w:r>
    </w:p>
    <w:p w:rsidR="007B6A46" w:rsidRDefault="007B6A46" w:rsidP="007B6A46">
      <w:r>
        <w:t>102.1406</w:t>
      </w:r>
      <w:r>
        <w:tab/>
        <w:t>1.013e0</w:t>
      </w:r>
    </w:p>
    <w:p w:rsidR="007B6A46" w:rsidRDefault="007B6A46" w:rsidP="007B6A46">
      <w:r>
        <w:t>102.1446</w:t>
      </w:r>
      <w:r>
        <w:tab/>
        <w:t>2.025e0</w:t>
      </w:r>
    </w:p>
    <w:p w:rsidR="007B6A46" w:rsidRDefault="007B6A46" w:rsidP="007B6A46">
      <w:r>
        <w:t>102.1675</w:t>
      </w:r>
      <w:r>
        <w:tab/>
        <w:t>1.013e0</w:t>
      </w:r>
    </w:p>
    <w:p w:rsidR="007B6A46" w:rsidRDefault="007B6A46" w:rsidP="007B6A46">
      <w:r>
        <w:t>102.1730</w:t>
      </w:r>
      <w:r>
        <w:tab/>
        <w:t>4.051e0</w:t>
      </w:r>
    </w:p>
    <w:p w:rsidR="007B6A46" w:rsidRDefault="007B6A46" w:rsidP="007B6A46">
      <w:r>
        <w:t>102.1783</w:t>
      </w:r>
      <w:r>
        <w:tab/>
        <w:t>1.013e0</w:t>
      </w:r>
    </w:p>
    <w:p w:rsidR="007B6A46" w:rsidRDefault="007B6A46" w:rsidP="007B6A46">
      <w:r>
        <w:t>102.1892</w:t>
      </w:r>
      <w:r>
        <w:tab/>
        <w:t>1.013e0</w:t>
      </w:r>
    </w:p>
    <w:p w:rsidR="007B6A46" w:rsidRDefault="007B6A46" w:rsidP="007B6A46">
      <w:r>
        <w:t>102.1917</w:t>
      </w:r>
      <w:r>
        <w:tab/>
        <w:t>1.013e0</w:t>
      </w:r>
    </w:p>
    <w:p w:rsidR="007B6A46" w:rsidRDefault="007B6A46" w:rsidP="007B6A46">
      <w:r>
        <w:t>102.1970</w:t>
      </w:r>
      <w:r>
        <w:tab/>
        <w:t>1.013e0</w:t>
      </w:r>
    </w:p>
    <w:p w:rsidR="007B6A46" w:rsidRDefault="007B6A46" w:rsidP="007B6A46">
      <w:r>
        <w:t>102.2161</w:t>
      </w:r>
      <w:r>
        <w:tab/>
        <w:t>2.025e0</w:t>
      </w:r>
    </w:p>
    <w:p w:rsidR="007B6A46" w:rsidRDefault="007B6A46" w:rsidP="007B6A46">
      <w:r>
        <w:t>102.2268</w:t>
      </w:r>
      <w:r>
        <w:tab/>
        <w:t>2.025e0</w:t>
      </w:r>
    </w:p>
    <w:p w:rsidR="007B6A46" w:rsidRDefault="007B6A46" w:rsidP="007B6A46">
      <w:r>
        <w:t>102.2616</w:t>
      </w:r>
      <w:r>
        <w:tab/>
        <w:t>1.013e0</w:t>
      </w:r>
    </w:p>
    <w:p w:rsidR="007B6A46" w:rsidRDefault="007B6A46" w:rsidP="007B6A46">
      <w:r>
        <w:t>102.2966</w:t>
      </w:r>
      <w:r>
        <w:tab/>
        <w:t>1.013e0</w:t>
      </w:r>
    </w:p>
    <w:p w:rsidR="007B6A46" w:rsidRDefault="007B6A46" w:rsidP="007B6A46">
      <w:r>
        <w:t>102.3073</w:t>
      </w:r>
      <w:r>
        <w:tab/>
        <w:t>1.013e0</w:t>
      </w:r>
    </w:p>
    <w:p w:rsidR="007B6A46" w:rsidRDefault="007B6A46" w:rsidP="007B6A46">
      <w:r>
        <w:t>102.3126</w:t>
      </w:r>
      <w:r>
        <w:tab/>
        <w:t>1.013e0</w:t>
      </w:r>
    </w:p>
    <w:p w:rsidR="007B6A46" w:rsidRDefault="007B6A46" w:rsidP="007B6A46">
      <w:r>
        <w:t>102.3181</w:t>
      </w:r>
      <w:r>
        <w:tab/>
        <w:t>1.013e0</w:t>
      </w:r>
    </w:p>
    <w:p w:rsidR="007B6A46" w:rsidRDefault="007B6A46" w:rsidP="007B6A46">
      <w:r>
        <w:t>102.3421</w:t>
      </w:r>
      <w:r>
        <w:tab/>
        <w:t>1.013e0</w:t>
      </w:r>
    </w:p>
    <w:p w:rsidR="007B6A46" w:rsidRDefault="007B6A46" w:rsidP="007B6A46">
      <w:r>
        <w:t>102.3530</w:t>
      </w:r>
      <w:r>
        <w:tab/>
        <w:t>1.013e0</w:t>
      </w:r>
    </w:p>
    <w:p w:rsidR="007B6A46" w:rsidRDefault="007B6A46" w:rsidP="007B6A46">
      <w:r>
        <w:lastRenderedPageBreak/>
        <w:t>102.3558</w:t>
      </w:r>
      <w:r>
        <w:tab/>
        <w:t>1.013e0</w:t>
      </w:r>
    </w:p>
    <w:p w:rsidR="007B6A46" w:rsidRDefault="007B6A46" w:rsidP="007B6A46">
      <w:r>
        <w:t>102.3678</w:t>
      </w:r>
      <w:r>
        <w:tab/>
        <w:t>2.025e0</w:t>
      </w:r>
    </w:p>
    <w:p w:rsidR="007B6A46" w:rsidRDefault="007B6A46" w:rsidP="007B6A46">
      <w:r>
        <w:t>102.3961</w:t>
      </w:r>
      <w:r>
        <w:tab/>
        <w:t>1.013e0</w:t>
      </w:r>
    </w:p>
    <w:p w:rsidR="007B6A46" w:rsidRDefault="007B6A46" w:rsidP="007B6A46">
      <w:r>
        <w:t>102.4041</w:t>
      </w:r>
      <w:r>
        <w:tab/>
        <w:t>1.013e0</w:t>
      </w:r>
    </w:p>
    <w:p w:rsidR="007B6A46" w:rsidRDefault="007B6A46" w:rsidP="007B6A46">
      <w:r>
        <w:t>102.4163</w:t>
      </w:r>
      <w:r>
        <w:tab/>
        <w:t>2.025e0</w:t>
      </w:r>
    </w:p>
    <w:p w:rsidR="007B6A46" w:rsidRDefault="007B6A46" w:rsidP="007B6A46">
      <w:r>
        <w:t>102.4309</w:t>
      </w:r>
      <w:r>
        <w:tab/>
        <w:t>1.013e0</w:t>
      </w:r>
    </w:p>
    <w:p w:rsidR="007B6A46" w:rsidRDefault="007B6A46" w:rsidP="007B6A46">
      <w:r>
        <w:t>102.4337</w:t>
      </w:r>
      <w:r>
        <w:tab/>
        <w:t>1.013e0</w:t>
      </w:r>
    </w:p>
    <w:p w:rsidR="007B6A46" w:rsidRDefault="007B6A46" w:rsidP="007B6A46">
      <w:r>
        <w:t>102.4443</w:t>
      </w:r>
      <w:r>
        <w:tab/>
        <w:t>1.013e0</w:t>
      </w:r>
    </w:p>
    <w:p w:rsidR="007B6A46" w:rsidRDefault="007B6A46" w:rsidP="007B6A46">
      <w:r>
        <w:t>102.4498</w:t>
      </w:r>
      <w:r>
        <w:tab/>
        <w:t>1.013e0</w:t>
      </w:r>
    </w:p>
    <w:p w:rsidR="007B6A46" w:rsidRDefault="007B6A46" w:rsidP="007B6A46">
      <w:r>
        <w:t>102.4711</w:t>
      </w:r>
      <w:r>
        <w:tab/>
        <w:t>1.013e0</w:t>
      </w:r>
    </w:p>
    <w:p w:rsidR="007B6A46" w:rsidRDefault="007B6A46" w:rsidP="007B6A46">
      <w:r>
        <w:t>102.4755</w:t>
      </w:r>
      <w:r>
        <w:tab/>
        <w:t>2.025e0</w:t>
      </w:r>
    </w:p>
    <w:p w:rsidR="007B6A46" w:rsidRDefault="007B6A46" w:rsidP="007B6A46">
      <w:r>
        <w:t>102.4823</w:t>
      </w:r>
      <w:r>
        <w:tab/>
        <w:t>1.013e0</w:t>
      </w:r>
    </w:p>
    <w:p w:rsidR="007B6A46" w:rsidRDefault="007B6A46" w:rsidP="007B6A46">
      <w:r>
        <w:t>102.5763</w:t>
      </w:r>
      <w:r>
        <w:tab/>
        <w:t>1.013e0</w:t>
      </w:r>
    </w:p>
    <w:p w:rsidR="007B6A46" w:rsidRDefault="007B6A46" w:rsidP="007B6A46">
      <w:r>
        <w:t>102.5951</w:t>
      </w:r>
      <w:r>
        <w:tab/>
        <w:t>1.013e0</w:t>
      </w:r>
    </w:p>
    <w:p w:rsidR="007B6A46" w:rsidRDefault="007B6A46" w:rsidP="007B6A46">
      <w:r>
        <w:t>102.6058</w:t>
      </w:r>
      <w:r>
        <w:tab/>
        <w:t>1.013e0</w:t>
      </w:r>
    </w:p>
    <w:p w:rsidR="007B6A46" w:rsidRDefault="007B6A46" w:rsidP="007B6A46">
      <w:r>
        <w:t>102.6247</w:t>
      </w:r>
      <w:r>
        <w:tab/>
        <w:t>1.013e0</w:t>
      </w:r>
    </w:p>
    <w:p w:rsidR="007B6A46" w:rsidRDefault="007B6A46" w:rsidP="007B6A46">
      <w:r>
        <w:t>102.6278</w:t>
      </w:r>
      <w:r>
        <w:tab/>
        <w:t>1.013e0</w:t>
      </w:r>
    </w:p>
    <w:p w:rsidR="007B6A46" w:rsidRDefault="007B6A46" w:rsidP="007B6A46">
      <w:r>
        <w:t>102.6299</w:t>
      </w:r>
      <w:r>
        <w:tab/>
        <w:t>1.013e0</w:t>
      </w:r>
    </w:p>
    <w:p w:rsidR="007B6A46" w:rsidRDefault="007B6A46" w:rsidP="007B6A46">
      <w:r>
        <w:t>102.6704</w:t>
      </w:r>
      <w:r>
        <w:tab/>
        <w:t>1.013e0</w:t>
      </w:r>
    </w:p>
    <w:p w:rsidR="007B6A46" w:rsidRDefault="007B6A46" w:rsidP="007B6A46">
      <w:r>
        <w:lastRenderedPageBreak/>
        <w:t>102.6922</w:t>
      </w:r>
      <w:r>
        <w:tab/>
        <w:t>2.025e0</w:t>
      </w:r>
    </w:p>
    <w:p w:rsidR="007B6A46" w:rsidRDefault="007B6A46" w:rsidP="007B6A46">
      <w:r>
        <w:t>102.7271</w:t>
      </w:r>
      <w:r>
        <w:tab/>
        <w:t>2.025e0</w:t>
      </w:r>
    </w:p>
    <w:p w:rsidR="007B6A46" w:rsidRDefault="007B6A46" w:rsidP="007B6A46">
      <w:r>
        <w:t>102.7783</w:t>
      </w:r>
      <w:r>
        <w:tab/>
        <w:t>1.013e0</w:t>
      </w:r>
    </w:p>
    <w:p w:rsidR="007B6A46" w:rsidRDefault="007B6A46" w:rsidP="007B6A46">
      <w:r>
        <w:t>102.7850</w:t>
      </w:r>
      <w:r>
        <w:tab/>
        <w:t>2.025e0</w:t>
      </w:r>
    </w:p>
    <w:p w:rsidR="007B6A46" w:rsidRDefault="007B6A46" w:rsidP="007B6A46">
      <w:r>
        <w:t>102.8080</w:t>
      </w:r>
      <w:r>
        <w:tab/>
        <w:t>1.013e0</w:t>
      </w:r>
    </w:p>
    <w:p w:rsidR="007B6A46" w:rsidRDefault="007B6A46" w:rsidP="007B6A46">
      <w:r>
        <w:t>102.8227</w:t>
      </w:r>
      <w:r>
        <w:tab/>
        <w:t>2.025e0</w:t>
      </w:r>
    </w:p>
    <w:p w:rsidR="007B6A46" w:rsidRDefault="007B6A46" w:rsidP="007B6A46">
      <w:r>
        <w:t>102.8512</w:t>
      </w:r>
      <w:r>
        <w:tab/>
        <w:t>1.013e0</w:t>
      </w:r>
    </w:p>
    <w:p w:rsidR="007B6A46" w:rsidRDefault="007B6A46" w:rsidP="007B6A46">
      <w:r>
        <w:t>102.8725</w:t>
      </w:r>
      <w:r>
        <w:tab/>
        <w:t>2.025e0</w:t>
      </w:r>
    </w:p>
    <w:p w:rsidR="007B6A46" w:rsidRDefault="007B6A46" w:rsidP="007B6A46">
      <w:r>
        <w:t>102.9080</w:t>
      </w:r>
      <w:r>
        <w:tab/>
        <w:t>2.025e0</w:t>
      </w:r>
    </w:p>
    <w:p w:rsidR="007B6A46" w:rsidRDefault="007B6A46" w:rsidP="007B6A46">
      <w:r>
        <w:t>102.9266</w:t>
      </w:r>
      <w:r>
        <w:tab/>
        <w:t>1.013e0</w:t>
      </w:r>
    </w:p>
    <w:p w:rsidR="007B6A46" w:rsidRDefault="007B6A46" w:rsidP="007B6A46">
      <w:r>
        <w:t>102.9440</w:t>
      </w:r>
      <w:r>
        <w:tab/>
        <w:t>2.025e0</w:t>
      </w:r>
    </w:p>
    <w:p w:rsidR="007B6A46" w:rsidRDefault="007B6A46" w:rsidP="007B6A46">
      <w:r>
        <w:t>102.9483</w:t>
      </w:r>
      <w:r>
        <w:tab/>
        <w:t>2.025e0</w:t>
      </w:r>
    </w:p>
    <w:p w:rsidR="007B6A46" w:rsidRDefault="007B6A46" w:rsidP="007B6A46">
      <w:r>
        <w:t>102.9966</w:t>
      </w:r>
      <w:r>
        <w:tab/>
        <w:t>1.013e0</w:t>
      </w:r>
    </w:p>
    <w:p w:rsidR="007B6A46" w:rsidRDefault="007B6A46" w:rsidP="007B6A46">
      <w:r>
        <w:t>102.9995</w:t>
      </w:r>
      <w:r>
        <w:tab/>
        <w:t>1.013e0</w:t>
      </w:r>
    </w:p>
    <w:p w:rsidR="007B6A46" w:rsidRDefault="007B6A46" w:rsidP="007B6A46">
      <w:r>
        <w:t>103.0208</w:t>
      </w:r>
      <w:r>
        <w:tab/>
        <w:t>1.013e0</w:t>
      </w:r>
    </w:p>
    <w:p w:rsidR="007B6A46" w:rsidRDefault="007B6A46" w:rsidP="007B6A46">
      <w:r>
        <w:t>103.0450</w:t>
      </w:r>
      <w:r>
        <w:tab/>
        <w:t>1.013e0</w:t>
      </w:r>
    </w:p>
    <w:p w:rsidR="007B6A46" w:rsidRDefault="007B6A46" w:rsidP="007B6A46">
      <w:r>
        <w:t>103.0479</w:t>
      </w:r>
      <w:r>
        <w:tab/>
        <w:t>2.025e0</w:t>
      </w:r>
    </w:p>
    <w:p w:rsidR="007B6A46" w:rsidRDefault="007B6A46" w:rsidP="007B6A46">
      <w:r>
        <w:t>103.0507</w:t>
      </w:r>
      <w:r>
        <w:tab/>
        <w:t>2.025e0</w:t>
      </w:r>
    </w:p>
    <w:p w:rsidR="007B6A46" w:rsidRDefault="007B6A46" w:rsidP="007B6A46">
      <w:r>
        <w:t>103.0534</w:t>
      </w:r>
      <w:r>
        <w:tab/>
        <w:t>2.025e0</w:t>
      </w:r>
    </w:p>
    <w:p w:rsidR="007B6A46" w:rsidRDefault="007B6A46" w:rsidP="007B6A46">
      <w:r>
        <w:lastRenderedPageBreak/>
        <w:t>103.0615</w:t>
      </w:r>
      <w:r>
        <w:tab/>
        <w:t>1.013e0</w:t>
      </w:r>
    </w:p>
    <w:p w:rsidR="007B6A46" w:rsidRDefault="007B6A46" w:rsidP="007B6A46">
      <w:r>
        <w:t>103.0694</w:t>
      </w:r>
      <w:r>
        <w:tab/>
        <w:t>1.013e0</w:t>
      </w:r>
    </w:p>
    <w:p w:rsidR="007B6A46" w:rsidRDefault="007B6A46" w:rsidP="007B6A46">
      <w:r>
        <w:t>103.0856</w:t>
      </w:r>
      <w:r>
        <w:tab/>
        <w:t>1.013e0</w:t>
      </w:r>
    </w:p>
    <w:p w:rsidR="007B6A46" w:rsidRDefault="007B6A46" w:rsidP="007B6A46">
      <w:r>
        <w:t>103.0870</w:t>
      </w:r>
      <w:r>
        <w:tab/>
        <w:t>2.025e0</w:t>
      </w:r>
    </w:p>
    <w:p w:rsidR="007B6A46" w:rsidRDefault="007B6A46" w:rsidP="007B6A46">
      <w:r>
        <w:t>103.0883</w:t>
      </w:r>
      <w:r>
        <w:tab/>
        <w:t>1.013e0</w:t>
      </w:r>
    </w:p>
    <w:p w:rsidR="007B6A46" w:rsidRDefault="007B6A46" w:rsidP="007B6A46">
      <w:r>
        <w:t>103.1060</w:t>
      </w:r>
      <w:r>
        <w:tab/>
        <w:t>2.025e0</w:t>
      </w:r>
    </w:p>
    <w:p w:rsidR="007B6A46" w:rsidRDefault="007B6A46" w:rsidP="007B6A46">
      <w:r>
        <w:t>103.1261</w:t>
      </w:r>
      <w:r>
        <w:tab/>
        <w:t>1.013e0</w:t>
      </w:r>
    </w:p>
    <w:p w:rsidR="007B6A46" w:rsidRDefault="007B6A46" w:rsidP="007B6A46">
      <w:r>
        <w:t>103.1301</w:t>
      </w:r>
      <w:r>
        <w:tab/>
        <w:t>2.025e0</w:t>
      </w:r>
    </w:p>
    <w:p w:rsidR="007B6A46" w:rsidRDefault="007B6A46" w:rsidP="007B6A46">
      <w:r>
        <w:t>103.1345</w:t>
      </w:r>
      <w:r>
        <w:tab/>
        <w:t>1.013e0</w:t>
      </w:r>
    </w:p>
    <w:p w:rsidR="007B6A46" w:rsidRDefault="007B6A46" w:rsidP="007B6A46">
      <w:r>
        <w:t>103.1355</w:t>
      </w:r>
      <w:r>
        <w:tab/>
        <w:t>2.025e0</w:t>
      </w:r>
    </w:p>
    <w:p w:rsidR="007B6A46" w:rsidRDefault="007B6A46" w:rsidP="007B6A46">
      <w:r>
        <w:t>103.1598</w:t>
      </w:r>
      <w:r>
        <w:tab/>
        <w:t>2.025e0</w:t>
      </w:r>
    </w:p>
    <w:p w:rsidR="007B6A46" w:rsidRDefault="007B6A46" w:rsidP="007B6A46">
      <w:r>
        <w:t>103.1885</w:t>
      </w:r>
      <w:r>
        <w:tab/>
        <w:t>1.013e0</w:t>
      </w:r>
    </w:p>
    <w:p w:rsidR="007B6A46" w:rsidRDefault="007B6A46" w:rsidP="007B6A46">
      <w:r>
        <w:t>103.1935</w:t>
      </w:r>
      <w:r>
        <w:tab/>
        <w:t>1.013e0</w:t>
      </w:r>
    </w:p>
    <w:p w:rsidR="007B6A46" w:rsidRDefault="007B6A46" w:rsidP="007B6A46">
      <w:r>
        <w:t>103.2397</w:t>
      </w:r>
      <w:r>
        <w:tab/>
        <w:t>1.013e0</w:t>
      </w:r>
    </w:p>
    <w:p w:rsidR="007B6A46" w:rsidRDefault="007B6A46" w:rsidP="007B6A46">
      <w:r>
        <w:t>103.2830</w:t>
      </w:r>
      <w:r>
        <w:tab/>
        <w:t>1.013e0</w:t>
      </w:r>
    </w:p>
    <w:p w:rsidR="007B6A46" w:rsidRDefault="007B6A46" w:rsidP="007B6A46">
      <w:r>
        <w:t>103.2949</w:t>
      </w:r>
      <w:r>
        <w:tab/>
        <w:t>2.025e0</w:t>
      </w:r>
    </w:p>
    <w:p w:rsidR="007B6A46" w:rsidRDefault="007B6A46" w:rsidP="007B6A46">
      <w:r>
        <w:t>103.3043</w:t>
      </w:r>
      <w:r>
        <w:tab/>
        <w:t>1.013e0</w:t>
      </w:r>
    </w:p>
    <w:p w:rsidR="007B6A46" w:rsidRDefault="007B6A46" w:rsidP="007B6A46">
      <w:r>
        <w:t>103.3235</w:t>
      </w:r>
      <w:r>
        <w:tab/>
        <w:t>1.013e0</w:t>
      </w:r>
    </w:p>
    <w:p w:rsidR="007B6A46" w:rsidRDefault="007B6A46" w:rsidP="007B6A46">
      <w:r>
        <w:t>103.3342</w:t>
      </w:r>
      <w:r>
        <w:tab/>
        <w:t>1.013e0</w:t>
      </w:r>
    </w:p>
    <w:p w:rsidR="007B6A46" w:rsidRDefault="007B6A46" w:rsidP="007B6A46">
      <w:r>
        <w:lastRenderedPageBreak/>
        <w:t>103.3420</w:t>
      </w:r>
      <w:r>
        <w:tab/>
        <w:t>1.013e0</w:t>
      </w:r>
    </w:p>
    <w:p w:rsidR="007B6A46" w:rsidRDefault="007B6A46" w:rsidP="007B6A46">
      <w:r>
        <w:t>103.3504</w:t>
      </w:r>
      <w:r>
        <w:tab/>
        <w:t>1.013e0</w:t>
      </w:r>
    </w:p>
    <w:p w:rsidR="007B6A46" w:rsidRDefault="007B6A46" w:rsidP="007B6A46">
      <w:r>
        <w:t>103.3585</w:t>
      </w:r>
      <w:r>
        <w:tab/>
        <w:t>1.013e0</w:t>
      </w:r>
    </w:p>
    <w:p w:rsidR="007B6A46" w:rsidRDefault="007B6A46" w:rsidP="007B6A46">
      <w:r>
        <w:t>103.3746</w:t>
      </w:r>
      <w:r>
        <w:tab/>
        <w:t>1.013e0</w:t>
      </w:r>
    </w:p>
    <w:p w:rsidR="007B6A46" w:rsidRDefault="007B6A46" w:rsidP="007B6A46">
      <w:r>
        <w:t>103.3774</w:t>
      </w:r>
      <w:r>
        <w:tab/>
        <w:t>1.013e0</w:t>
      </w:r>
    </w:p>
    <w:p w:rsidR="007B6A46" w:rsidRDefault="007B6A46" w:rsidP="007B6A46">
      <w:r>
        <w:t>103.3855</w:t>
      </w:r>
      <w:r>
        <w:tab/>
        <w:t>1.013e0</w:t>
      </w:r>
    </w:p>
    <w:p w:rsidR="007B6A46" w:rsidRDefault="007B6A46" w:rsidP="007B6A46">
      <w:r>
        <w:t>103.3962</w:t>
      </w:r>
      <w:r>
        <w:tab/>
        <w:t>1.013e0</w:t>
      </w:r>
    </w:p>
    <w:p w:rsidR="007B6A46" w:rsidRDefault="007B6A46" w:rsidP="007B6A46">
      <w:r>
        <w:t>103.4096</w:t>
      </w:r>
      <w:r>
        <w:tab/>
        <w:t>1.013e0</w:t>
      </w:r>
    </w:p>
    <w:p w:rsidR="007B6A46" w:rsidRDefault="007B6A46" w:rsidP="007B6A46">
      <w:r>
        <w:t>103.4125</w:t>
      </w:r>
      <w:r>
        <w:tab/>
        <w:t>1.013e0</w:t>
      </w:r>
    </w:p>
    <w:p w:rsidR="007B6A46" w:rsidRDefault="007B6A46" w:rsidP="007B6A46">
      <w:r>
        <w:t>103.4231</w:t>
      </w:r>
      <w:r>
        <w:tab/>
        <w:t>1.013e0</w:t>
      </w:r>
    </w:p>
    <w:p w:rsidR="007B6A46" w:rsidRDefault="007B6A46" w:rsidP="007B6A46">
      <w:r>
        <w:t>103.4773</w:t>
      </w:r>
      <w:r>
        <w:tab/>
        <w:t>1.013e0</w:t>
      </w:r>
    </w:p>
    <w:p w:rsidR="007B6A46" w:rsidRDefault="007B6A46" w:rsidP="007B6A46">
      <w:r>
        <w:t>103.5152</w:t>
      </w:r>
      <w:r>
        <w:tab/>
        <w:t>1.013e0</w:t>
      </w:r>
    </w:p>
    <w:p w:rsidR="007B6A46" w:rsidRDefault="007B6A46" w:rsidP="007B6A46">
      <w:r>
        <w:t>103.5347</w:t>
      </w:r>
      <w:r>
        <w:tab/>
        <w:t>4.051e0</w:t>
      </w:r>
    </w:p>
    <w:p w:rsidR="007B6A46" w:rsidRDefault="007B6A46" w:rsidP="007B6A46">
      <w:r>
        <w:t>103.5939</w:t>
      </w:r>
      <w:r>
        <w:tab/>
        <w:t>1.013e0</w:t>
      </w:r>
    </w:p>
    <w:p w:rsidR="007B6A46" w:rsidRDefault="007B6A46" w:rsidP="007B6A46">
      <w:r>
        <w:t>103.6058</w:t>
      </w:r>
      <w:r>
        <w:tab/>
        <w:t>2.141e0</w:t>
      </w:r>
    </w:p>
    <w:p w:rsidR="007B6A46" w:rsidRDefault="007B6A46" w:rsidP="007B6A46">
      <w:r>
        <w:t>103.6153</w:t>
      </w:r>
      <w:r>
        <w:tab/>
        <w:t>1.013e0</w:t>
      </w:r>
    </w:p>
    <w:p w:rsidR="007B6A46" w:rsidRDefault="007B6A46" w:rsidP="007B6A46">
      <w:r>
        <w:t>103.6368</w:t>
      </w:r>
      <w:r>
        <w:tab/>
        <w:t>1.013e0</w:t>
      </w:r>
    </w:p>
    <w:p w:rsidR="007B6A46" w:rsidRDefault="007B6A46" w:rsidP="007B6A46">
      <w:r>
        <w:t>103.6559</w:t>
      </w:r>
      <w:r>
        <w:tab/>
        <w:t>1.013e0</w:t>
      </w:r>
    </w:p>
    <w:p w:rsidR="007B6A46" w:rsidRDefault="007B6A46" w:rsidP="007B6A46">
      <w:r>
        <w:t>103.6855</w:t>
      </w:r>
      <w:r>
        <w:tab/>
        <w:t>1.013e0</w:t>
      </w:r>
    </w:p>
    <w:p w:rsidR="007B6A46" w:rsidRDefault="007B6A46" w:rsidP="007B6A46">
      <w:r>
        <w:lastRenderedPageBreak/>
        <w:t>103.6935</w:t>
      </w:r>
      <w:r>
        <w:tab/>
        <w:t>1.013e0</w:t>
      </w:r>
    </w:p>
    <w:p w:rsidR="007B6A46" w:rsidRDefault="007B6A46" w:rsidP="007B6A46">
      <w:r>
        <w:t>103.6965</w:t>
      </w:r>
      <w:r>
        <w:tab/>
        <w:t>1.013e0</w:t>
      </w:r>
    </w:p>
    <w:p w:rsidR="007B6A46" w:rsidRDefault="007B6A46" w:rsidP="007B6A46">
      <w:r>
        <w:t>103.7723</w:t>
      </w:r>
      <w:r>
        <w:tab/>
        <w:t>2.025e0</w:t>
      </w:r>
    </w:p>
    <w:p w:rsidR="007B6A46" w:rsidRDefault="007B6A46" w:rsidP="007B6A46">
      <w:r>
        <w:t>103.7832</w:t>
      </w:r>
      <w:r>
        <w:tab/>
        <w:t>1.013e0</w:t>
      </w:r>
    </w:p>
    <w:p w:rsidR="007B6A46" w:rsidRDefault="007B6A46" w:rsidP="007B6A46">
      <w:r>
        <w:t>103.8074</w:t>
      </w:r>
      <w:r>
        <w:tab/>
        <w:t>1.013e0</w:t>
      </w:r>
    </w:p>
    <w:p w:rsidR="007B6A46" w:rsidRDefault="007B6A46" w:rsidP="007B6A46">
      <w:r>
        <w:t>103.8130</w:t>
      </w:r>
      <w:r>
        <w:tab/>
        <w:t>1.013e0</w:t>
      </w:r>
    </w:p>
    <w:p w:rsidR="007B6A46" w:rsidRDefault="007B6A46" w:rsidP="007B6A46">
      <w:r>
        <w:t>103.8181</w:t>
      </w:r>
      <w:r>
        <w:tab/>
        <w:t>1.013e0</w:t>
      </w:r>
    </w:p>
    <w:p w:rsidR="007B6A46" w:rsidRDefault="007B6A46" w:rsidP="007B6A46">
      <w:r>
        <w:t>103.8778</w:t>
      </w:r>
      <w:r>
        <w:tab/>
        <w:t>1.013e0</w:t>
      </w:r>
    </w:p>
    <w:p w:rsidR="007B6A46" w:rsidRDefault="007B6A46" w:rsidP="007B6A46">
      <w:r>
        <w:t>103.8831</w:t>
      </w:r>
      <w:r>
        <w:tab/>
        <w:t>1.013e0</w:t>
      </w:r>
    </w:p>
    <w:p w:rsidR="007B6A46" w:rsidRDefault="007B6A46" w:rsidP="007B6A46">
      <w:r>
        <w:t>103.9130</w:t>
      </w:r>
      <w:r>
        <w:tab/>
        <w:t>2.025e0</w:t>
      </w:r>
    </w:p>
    <w:p w:rsidR="007B6A46" w:rsidRDefault="007B6A46" w:rsidP="007B6A46">
      <w:r>
        <w:t>103.9400</w:t>
      </w:r>
      <w:r>
        <w:tab/>
        <w:t>1.013e0</w:t>
      </w:r>
    </w:p>
    <w:p w:rsidR="007B6A46" w:rsidRDefault="007B6A46" w:rsidP="007B6A46">
      <w:r>
        <w:t>103.9537</w:t>
      </w:r>
      <w:r>
        <w:tab/>
        <w:t>1.013e0</w:t>
      </w:r>
    </w:p>
    <w:p w:rsidR="007B6A46" w:rsidRDefault="007B6A46" w:rsidP="007B6A46">
      <w:r>
        <w:t>103.9944</w:t>
      </w:r>
      <w:r>
        <w:tab/>
        <w:t>1.013e0</w:t>
      </w:r>
    </w:p>
    <w:p w:rsidR="007B6A46" w:rsidRDefault="007B6A46" w:rsidP="007B6A46">
      <w:r>
        <w:t>103.9997</w:t>
      </w:r>
      <w:r>
        <w:tab/>
        <w:t>1.013e0</w:t>
      </w:r>
    </w:p>
    <w:p w:rsidR="007B6A46" w:rsidRDefault="007B6A46" w:rsidP="007B6A46">
      <w:r>
        <w:t>104.0229</w:t>
      </w:r>
      <w:r>
        <w:tab/>
        <w:t>2.025e0</w:t>
      </w:r>
    </w:p>
    <w:p w:rsidR="007B6A46" w:rsidRDefault="007B6A46" w:rsidP="007B6A46">
      <w:r>
        <w:t>104.0458</w:t>
      </w:r>
      <w:r>
        <w:tab/>
        <w:t>2.025e0</w:t>
      </w:r>
    </w:p>
    <w:p w:rsidR="007B6A46" w:rsidRDefault="007B6A46" w:rsidP="007B6A46">
      <w:r>
        <w:t>104.0695</w:t>
      </w:r>
      <w:r>
        <w:tab/>
        <w:t>5.063e0</w:t>
      </w:r>
    </w:p>
    <w:p w:rsidR="007B6A46" w:rsidRDefault="007B6A46" w:rsidP="007B6A46">
      <w:r>
        <w:t>104.0715</w:t>
      </w:r>
      <w:r>
        <w:tab/>
        <w:t>3.038e0</w:t>
      </w:r>
    </w:p>
    <w:p w:rsidR="007B6A46" w:rsidRDefault="007B6A46" w:rsidP="007B6A46">
      <w:r>
        <w:t>104.0730</w:t>
      </w:r>
      <w:r>
        <w:tab/>
        <w:t>2.025e0</w:t>
      </w:r>
    </w:p>
    <w:p w:rsidR="007B6A46" w:rsidRDefault="007B6A46" w:rsidP="007B6A46">
      <w:r>
        <w:lastRenderedPageBreak/>
        <w:t>104.0784</w:t>
      </w:r>
      <w:r>
        <w:tab/>
        <w:t>2.025e0</w:t>
      </w:r>
    </w:p>
    <w:p w:rsidR="007B6A46" w:rsidRDefault="007B6A46" w:rsidP="007B6A46">
      <w:r>
        <w:t>104.0864</w:t>
      </w:r>
      <w:r>
        <w:tab/>
        <w:t>1.013e0</w:t>
      </w:r>
    </w:p>
    <w:p w:rsidR="007B6A46" w:rsidRDefault="007B6A46" w:rsidP="007B6A46">
      <w:r>
        <w:t>104.1069</w:t>
      </w:r>
      <w:r>
        <w:tab/>
        <w:t>4.051e0</w:t>
      </w:r>
    </w:p>
    <w:p w:rsidR="007B6A46" w:rsidRDefault="007B6A46" w:rsidP="007B6A46">
      <w:r>
        <w:t>104.1121</w:t>
      </w:r>
      <w:r>
        <w:tab/>
        <w:t>5.136e0</w:t>
      </w:r>
    </w:p>
    <w:p w:rsidR="007B6A46" w:rsidRDefault="007B6A46" w:rsidP="007B6A46">
      <w:r>
        <w:t>104.1490</w:t>
      </w:r>
      <w:r>
        <w:tab/>
        <w:t>1.013e0</w:t>
      </w:r>
    </w:p>
    <w:p w:rsidR="007B6A46" w:rsidRDefault="007B6A46" w:rsidP="007B6A46">
      <w:r>
        <w:t>104.1760</w:t>
      </w:r>
      <w:r>
        <w:tab/>
        <w:t>2.025e0</w:t>
      </w:r>
    </w:p>
    <w:p w:rsidR="007B6A46" w:rsidRDefault="007B6A46" w:rsidP="007B6A46">
      <w:r>
        <w:t>104.2112</w:t>
      </w:r>
      <w:r>
        <w:tab/>
        <w:t>1.013e0</w:t>
      </w:r>
    </w:p>
    <w:p w:rsidR="007B6A46" w:rsidRDefault="007B6A46" w:rsidP="007B6A46">
      <w:r>
        <w:t>104.2276</w:t>
      </w:r>
      <w:r>
        <w:tab/>
        <w:t>1.013e0</w:t>
      </w:r>
    </w:p>
    <w:p w:rsidR="007B6A46" w:rsidRDefault="007B6A46" w:rsidP="007B6A46">
      <w:r>
        <w:t>104.2331</w:t>
      </w:r>
      <w:r>
        <w:tab/>
        <w:t>1.013e0</w:t>
      </w:r>
    </w:p>
    <w:p w:rsidR="007B6A46" w:rsidRDefault="007B6A46" w:rsidP="007B6A46">
      <w:r>
        <w:t>104.2479</w:t>
      </w:r>
      <w:r>
        <w:tab/>
        <w:t>2.025e0</w:t>
      </w:r>
    </w:p>
    <w:p w:rsidR="007B6A46" w:rsidRDefault="007B6A46" w:rsidP="007B6A46">
      <w:r>
        <w:t>104.2765</w:t>
      </w:r>
      <w:r>
        <w:tab/>
        <w:t>1.013e0</w:t>
      </w:r>
    </w:p>
    <w:p w:rsidR="007B6A46" w:rsidRDefault="007B6A46" w:rsidP="007B6A46">
      <w:r>
        <w:t>104.3038</w:t>
      </w:r>
      <w:r>
        <w:tab/>
        <w:t>1.013e0</w:t>
      </w:r>
    </w:p>
    <w:p w:rsidR="007B6A46" w:rsidRDefault="007B6A46" w:rsidP="007B6A46">
      <w:r>
        <w:t>104.3089</w:t>
      </w:r>
      <w:r>
        <w:tab/>
        <w:t>1.013e0</w:t>
      </w:r>
    </w:p>
    <w:p w:rsidR="007B6A46" w:rsidRDefault="007B6A46" w:rsidP="007B6A46">
      <w:r>
        <w:t>104.3223</w:t>
      </w:r>
      <w:r>
        <w:tab/>
        <w:t>1.013e0</w:t>
      </w:r>
    </w:p>
    <w:p w:rsidR="007B6A46" w:rsidRDefault="007B6A46" w:rsidP="007B6A46">
      <w:r>
        <w:t>104.3309</w:t>
      </w:r>
      <w:r>
        <w:tab/>
        <w:t>1.013e0</w:t>
      </w:r>
    </w:p>
    <w:p w:rsidR="007B6A46" w:rsidRDefault="007B6A46" w:rsidP="007B6A46">
      <w:r>
        <w:t>104.3336</w:t>
      </w:r>
      <w:r>
        <w:tab/>
        <w:t>1.013e0</w:t>
      </w:r>
    </w:p>
    <w:p w:rsidR="007B6A46" w:rsidRDefault="007B6A46" w:rsidP="007B6A46">
      <w:r>
        <w:t>104.3416</w:t>
      </w:r>
      <w:r>
        <w:tab/>
        <w:t>2.025e0</w:t>
      </w:r>
    </w:p>
    <w:p w:rsidR="007B6A46" w:rsidRDefault="007B6A46" w:rsidP="007B6A46">
      <w:r>
        <w:t>104.3852</w:t>
      </w:r>
      <w:r>
        <w:tab/>
        <w:t>1.013e0</w:t>
      </w:r>
    </w:p>
    <w:p w:rsidR="007B6A46" w:rsidRDefault="007B6A46" w:rsidP="007B6A46">
      <w:r>
        <w:t>104.4094</w:t>
      </w:r>
      <w:r>
        <w:tab/>
        <w:t>1.013e0</w:t>
      </w:r>
    </w:p>
    <w:p w:rsidR="007B6A46" w:rsidRDefault="007B6A46" w:rsidP="007B6A46">
      <w:r>
        <w:lastRenderedPageBreak/>
        <w:t>104.4503</w:t>
      </w:r>
      <w:r>
        <w:tab/>
        <w:t>1.013e0</w:t>
      </w:r>
    </w:p>
    <w:p w:rsidR="007B6A46" w:rsidRDefault="007B6A46" w:rsidP="007B6A46">
      <w:r>
        <w:t>104.4529</w:t>
      </w:r>
      <w:r>
        <w:tab/>
        <w:t>1.013e0</w:t>
      </w:r>
    </w:p>
    <w:p w:rsidR="007B6A46" w:rsidRDefault="007B6A46" w:rsidP="007B6A46">
      <w:r>
        <w:t>104.4666</w:t>
      </w:r>
      <w:r>
        <w:tab/>
        <w:t>1.013e0</w:t>
      </w:r>
    </w:p>
    <w:p w:rsidR="007B6A46" w:rsidRDefault="007B6A46" w:rsidP="007B6A46">
      <w:r>
        <w:t>104.4802</w:t>
      </w:r>
      <w:r>
        <w:tab/>
        <w:t>1.013e0</w:t>
      </w:r>
    </w:p>
    <w:p w:rsidR="007B6A46" w:rsidRDefault="007B6A46" w:rsidP="007B6A46">
      <w:r>
        <w:t>104.5094</w:t>
      </w:r>
      <w:r>
        <w:tab/>
        <w:t>3.038e0</w:t>
      </w:r>
    </w:p>
    <w:p w:rsidR="007B6A46" w:rsidRDefault="007B6A46" w:rsidP="007B6A46">
      <w:r>
        <w:t>104.5236</w:t>
      </w:r>
      <w:r>
        <w:tab/>
        <w:t>1.013e0</w:t>
      </w:r>
    </w:p>
    <w:p w:rsidR="007B6A46" w:rsidRDefault="007B6A46" w:rsidP="007B6A46">
      <w:r>
        <w:t>104.5345</w:t>
      </w:r>
      <w:r>
        <w:tab/>
        <w:t>1.013e0</w:t>
      </w:r>
    </w:p>
    <w:p w:rsidR="007B6A46" w:rsidRDefault="007B6A46" w:rsidP="007B6A46">
      <w:r>
        <w:t>104.6052</w:t>
      </w:r>
      <w:r>
        <w:tab/>
        <w:t>1.013e0</w:t>
      </w:r>
    </w:p>
    <w:p w:rsidR="007B6A46" w:rsidRDefault="007B6A46" w:rsidP="007B6A46">
      <w:r>
        <w:t>104.6174</w:t>
      </w:r>
      <w:r>
        <w:tab/>
        <w:t>2.025e0</w:t>
      </w:r>
    </w:p>
    <w:p w:rsidR="007B6A46" w:rsidRDefault="007B6A46" w:rsidP="007B6A46">
      <w:r>
        <w:t>104.6322</w:t>
      </w:r>
      <w:r>
        <w:tab/>
        <w:t>1.013e0</w:t>
      </w:r>
    </w:p>
    <w:p w:rsidR="007B6A46" w:rsidRDefault="007B6A46" w:rsidP="007B6A46">
      <w:r>
        <w:t>104.6378</w:t>
      </w:r>
      <w:r>
        <w:tab/>
        <w:t>1.013e0</w:t>
      </w:r>
    </w:p>
    <w:p w:rsidR="007B6A46" w:rsidRDefault="007B6A46" w:rsidP="007B6A46">
      <w:r>
        <w:t>104.6430</w:t>
      </w:r>
      <w:r>
        <w:tab/>
        <w:t>1.013e0</w:t>
      </w:r>
    </w:p>
    <w:p w:rsidR="007B6A46" w:rsidRDefault="007B6A46" w:rsidP="007B6A46">
      <w:r>
        <w:t>104.6459</w:t>
      </w:r>
      <w:r>
        <w:tab/>
        <w:t>1.013e0</w:t>
      </w:r>
    </w:p>
    <w:p w:rsidR="007B6A46" w:rsidRDefault="007B6A46" w:rsidP="007B6A46">
      <w:r>
        <w:t>104.6595</w:t>
      </w:r>
      <w:r>
        <w:tab/>
        <w:t>1.013e0</w:t>
      </w:r>
    </w:p>
    <w:p w:rsidR="007B6A46" w:rsidRDefault="007B6A46" w:rsidP="007B6A46">
      <w:r>
        <w:t>104.7001</w:t>
      </w:r>
      <w:r>
        <w:tab/>
        <w:t>1.013e0</w:t>
      </w:r>
    </w:p>
    <w:p w:rsidR="007B6A46" w:rsidRDefault="007B6A46" w:rsidP="007B6A46">
      <w:r>
        <w:t>104.7060</w:t>
      </w:r>
      <w:r>
        <w:tab/>
        <w:t>1.013e0</w:t>
      </w:r>
    </w:p>
    <w:p w:rsidR="007B6A46" w:rsidRDefault="007B6A46" w:rsidP="007B6A46">
      <w:r>
        <w:t>104.7110</w:t>
      </w:r>
      <w:r>
        <w:tab/>
        <w:t>1.013e0</w:t>
      </w:r>
    </w:p>
    <w:p w:rsidR="007B6A46" w:rsidRDefault="007B6A46" w:rsidP="007B6A46">
      <w:r>
        <w:t>104.7159</w:t>
      </w:r>
      <w:r>
        <w:tab/>
        <w:t>3.038e0</w:t>
      </w:r>
    </w:p>
    <w:p w:rsidR="007B6A46" w:rsidRDefault="007B6A46" w:rsidP="007B6A46">
      <w:r>
        <w:t>104.7411</w:t>
      </w:r>
      <w:r>
        <w:tab/>
        <w:t>1.065e0</w:t>
      </w:r>
    </w:p>
    <w:p w:rsidR="007B6A46" w:rsidRDefault="007B6A46" w:rsidP="007B6A46">
      <w:r>
        <w:lastRenderedPageBreak/>
        <w:t>104.7533</w:t>
      </w:r>
      <w:r>
        <w:tab/>
        <w:t>2.025e0</w:t>
      </w:r>
    </w:p>
    <w:p w:rsidR="007B6A46" w:rsidRDefault="007B6A46" w:rsidP="007B6A46">
      <w:r>
        <w:t>104.7789</w:t>
      </w:r>
      <w:r>
        <w:tab/>
        <w:t>1.013e0</w:t>
      </w:r>
    </w:p>
    <w:p w:rsidR="007B6A46" w:rsidRDefault="007B6A46" w:rsidP="007B6A46">
      <w:r>
        <w:t>104.8145</w:t>
      </w:r>
      <w:r>
        <w:tab/>
        <w:t>1.013e0</w:t>
      </w:r>
    </w:p>
    <w:p w:rsidR="007B6A46" w:rsidRDefault="007B6A46" w:rsidP="007B6A46">
      <w:r>
        <w:t>104.8225</w:t>
      </w:r>
      <w:r>
        <w:tab/>
        <w:t>2.025e0</w:t>
      </w:r>
    </w:p>
    <w:p w:rsidR="007B6A46" w:rsidRDefault="007B6A46" w:rsidP="007B6A46">
      <w:r>
        <w:t>104.8389</w:t>
      </w:r>
      <w:r>
        <w:tab/>
        <w:t>1.013e0</w:t>
      </w:r>
    </w:p>
    <w:p w:rsidR="007B6A46" w:rsidRDefault="007B6A46" w:rsidP="007B6A46">
      <w:r>
        <w:t>104.8445</w:t>
      </w:r>
      <w:r>
        <w:tab/>
        <w:t>1.013e0</w:t>
      </w:r>
    </w:p>
    <w:p w:rsidR="007B6A46" w:rsidRDefault="007B6A46" w:rsidP="007B6A46">
      <w:r>
        <w:t>104.8470</w:t>
      </w:r>
      <w:r>
        <w:tab/>
        <w:t>1.013e0</w:t>
      </w:r>
    </w:p>
    <w:p w:rsidR="007B6A46" w:rsidRDefault="007B6A46" w:rsidP="007B6A46">
      <w:r>
        <w:t>104.8607</w:t>
      </w:r>
      <w:r>
        <w:tab/>
        <w:t>1.013e0</w:t>
      </w:r>
    </w:p>
    <w:p w:rsidR="007B6A46" w:rsidRDefault="007B6A46" w:rsidP="007B6A46">
      <w:r>
        <w:t>104.8690</w:t>
      </w:r>
      <w:r>
        <w:tab/>
        <w:t>1.013e0</w:t>
      </w:r>
    </w:p>
    <w:p w:rsidR="007B6A46" w:rsidRDefault="007B6A46" w:rsidP="007B6A46">
      <w:r>
        <w:t>104.8799</w:t>
      </w:r>
      <w:r>
        <w:tab/>
        <w:t>1.013e0</w:t>
      </w:r>
    </w:p>
    <w:p w:rsidR="007B6A46" w:rsidRDefault="007B6A46" w:rsidP="007B6A46">
      <w:r>
        <w:t>104.8947</w:t>
      </w:r>
      <w:r>
        <w:tab/>
        <w:t>2.025e0</w:t>
      </w:r>
    </w:p>
    <w:p w:rsidR="007B6A46" w:rsidRDefault="007B6A46" w:rsidP="007B6A46">
      <w:r>
        <w:t>104.9261</w:t>
      </w:r>
      <w:r>
        <w:tab/>
        <w:t>1.013e0</w:t>
      </w:r>
    </w:p>
    <w:p w:rsidR="007B6A46" w:rsidRDefault="007B6A46" w:rsidP="007B6A46">
      <w:r>
        <w:t>104.9369</w:t>
      </w:r>
      <w:r>
        <w:tab/>
        <w:t>1.013e0</w:t>
      </w:r>
    </w:p>
    <w:p w:rsidR="007B6A46" w:rsidRDefault="007B6A46" w:rsidP="007B6A46">
      <w:r>
        <w:t>104.9507</w:t>
      </w:r>
      <w:r>
        <w:tab/>
        <w:t>1.013e0</w:t>
      </w:r>
    </w:p>
    <w:p w:rsidR="007B6A46" w:rsidRDefault="007B6A46" w:rsidP="007B6A46">
      <w:r>
        <w:t>104.9614</w:t>
      </w:r>
      <w:r>
        <w:tab/>
        <w:t>2.025e0</w:t>
      </w:r>
    </w:p>
    <w:p w:rsidR="007B6A46" w:rsidRDefault="007B6A46" w:rsidP="007B6A46">
      <w:r>
        <w:t>104.9699</w:t>
      </w:r>
      <w:r>
        <w:tab/>
        <w:t>1.013e0</w:t>
      </w:r>
    </w:p>
    <w:p w:rsidR="007B6A46" w:rsidRDefault="007B6A46" w:rsidP="007B6A46">
      <w:r>
        <w:t>104.9860</w:t>
      </w:r>
      <w:r>
        <w:tab/>
        <w:t>1.013e0</w:t>
      </w:r>
    </w:p>
    <w:p w:rsidR="007B6A46" w:rsidRDefault="007B6A46" w:rsidP="007B6A46">
      <w:r>
        <w:t>105.0105</w:t>
      </w:r>
      <w:r>
        <w:tab/>
        <w:t>1.013e0</w:t>
      </w:r>
    </w:p>
    <w:p w:rsidR="007B6A46" w:rsidRDefault="007B6A46" w:rsidP="007B6A46">
      <w:r>
        <w:t>105.0435</w:t>
      </w:r>
      <w:r>
        <w:tab/>
        <w:t>5.972e2</w:t>
      </w:r>
    </w:p>
    <w:p w:rsidR="007B6A46" w:rsidRDefault="007B6A46" w:rsidP="007B6A46">
      <w:r>
        <w:lastRenderedPageBreak/>
        <w:t>105.0704</w:t>
      </w:r>
      <w:r>
        <w:tab/>
        <w:t>2.025e0</w:t>
      </w:r>
    </w:p>
    <w:p w:rsidR="007B6A46" w:rsidRDefault="007B6A46" w:rsidP="007B6A46">
      <w:r>
        <w:t>105.0880</w:t>
      </w:r>
      <w:r>
        <w:tab/>
        <w:t>2.077e0</w:t>
      </w:r>
    </w:p>
    <w:p w:rsidR="007B6A46" w:rsidRDefault="007B6A46" w:rsidP="007B6A46">
      <w:r>
        <w:t>105.1002</w:t>
      </w:r>
      <w:r>
        <w:tab/>
        <w:t>1.013e0</w:t>
      </w:r>
    </w:p>
    <w:p w:rsidR="007B6A46" w:rsidRDefault="007B6A46" w:rsidP="007B6A46">
      <w:r>
        <w:t>105.1112</w:t>
      </w:r>
      <w:r>
        <w:tab/>
        <w:t>1.013e0</w:t>
      </w:r>
    </w:p>
    <w:p w:rsidR="007B6A46" w:rsidRDefault="007B6A46" w:rsidP="007B6A46">
      <w:r>
        <w:t>105.1141</w:t>
      </w:r>
      <w:r>
        <w:tab/>
        <w:t>3.038e0</w:t>
      </w:r>
    </w:p>
    <w:p w:rsidR="007B6A46" w:rsidRDefault="007B6A46" w:rsidP="007B6A46">
      <w:r>
        <w:t>105.1237</w:t>
      </w:r>
      <w:r>
        <w:tab/>
        <w:t>2.025e0</w:t>
      </w:r>
    </w:p>
    <w:p w:rsidR="007B6A46" w:rsidRDefault="007B6A46" w:rsidP="007B6A46">
      <w:r>
        <w:t>105.1358</w:t>
      </w:r>
      <w:r>
        <w:tab/>
        <w:t>1.013e0</w:t>
      </w:r>
    </w:p>
    <w:p w:rsidR="007B6A46" w:rsidRDefault="007B6A46" w:rsidP="007B6A46">
      <w:r>
        <w:t>105.1387</w:t>
      </w:r>
      <w:r>
        <w:tab/>
        <w:t>4.051e0</w:t>
      </w:r>
    </w:p>
    <w:p w:rsidR="007B6A46" w:rsidRDefault="007B6A46" w:rsidP="007B6A46">
      <w:r>
        <w:t>105.1563</w:t>
      </w:r>
      <w:r>
        <w:tab/>
        <w:t>2.025e0</w:t>
      </w:r>
    </w:p>
    <w:p w:rsidR="007B6A46" w:rsidRDefault="007B6A46" w:rsidP="007B6A46">
      <w:r>
        <w:t>105.1576</w:t>
      </w:r>
      <w:r>
        <w:tab/>
        <w:t>1.013e0</w:t>
      </w:r>
    </w:p>
    <w:p w:rsidR="007B6A46" w:rsidRDefault="007B6A46" w:rsidP="007B6A46">
      <w:r>
        <w:t>105.1767</w:t>
      </w:r>
      <w:r>
        <w:tab/>
        <w:t>1.013e0</w:t>
      </w:r>
    </w:p>
    <w:p w:rsidR="007B6A46" w:rsidRDefault="007B6A46" w:rsidP="007B6A46">
      <w:r>
        <w:t>105.1819</w:t>
      </w:r>
      <w:r>
        <w:tab/>
        <w:t>1.013e0</w:t>
      </w:r>
    </w:p>
    <w:p w:rsidR="007B6A46" w:rsidRDefault="007B6A46" w:rsidP="007B6A46">
      <w:r>
        <w:t>105.1985</w:t>
      </w:r>
      <w:r>
        <w:tab/>
        <w:t>1.013e0</w:t>
      </w:r>
    </w:p>
    <w:p w:rsidR="007B6A46" w:rsidRDefault="007B6A46" w:rsidP="007B6A46">
      <w:r>
        <w:t>105.2039</w:t>
      </w:r>
      <w:r>
        <w:tab/>
        <w:t>1.013e0</w:t>
      </w:r>
    </w:p>
    <w:p w:rsidR="007B6A46" w:rsidRDefault="007B6A46" w:rsidP="007B6A46">
      <w:r>
        <w:t>105.2177</w:t>
      </w:r>
      <w:r>
        <w:tab/>
        <w:t>3.038e0</w:t>
      </w:r>
    </w:p>
    <w:p w:rsidR="007B6A46" w:rsidRDefault="007B6A46" w:rsidP="007B6A46">
      <w:r>
        <w:t>105.2217</w:t>
      </w:r>
      <w:r>
        <w:tab/>
        <w:t>2.025e0</w:t>
      </w:r>
    </w:p>
    <w:p w:rsidR="007B6A46" w:rsidRDefault="007B6A46" w:rsidP="007B6A46">
      <w:r>
        <w:t>105.2284</w:t>
      </w:r>
      <w:r>
        <w:tab/>
        <w:t>1.013e0</w:t>
      </w:r>
    </w:p>
    <w:p w:rsidR="007B6A46" w:rsidRDefault="007B6A46" w:rsidP="007B6A46">
      <w:r>
        <w:t>105.2340</w:t>
      </w:r>
      <w:r>
        <w:tab/>
        <w:t>3.038e0</w:t>
      </w:r>
    </w:p>
    <w:p w:rsidR="007B6A46" w:rsidRDefault="007B6A46" w:rsidP="007B6A46">
      <w:r>
        <w:t>105.2393</w:t>
      </w:r>
      <w:r>
        <w:tab/>
        <w:t>2.025e0</w:t>
      </w:r>
    </w:p>
    <w:p w:rsidR="007B6A46" w:rsidRDefault="007B6A46" w:rsidP="007B6A46">
      <w:r>
        <w:lastRenderedPageBreak/>
        <w:t>105.2542</w:t>
      </w:r>
      <w:r>
        <w:tab/>
        <w:t>2.025e0</w:t>
      </w:r>
    </w:p>
    <w:p w:rsidR="007B6A46" w:rsidRDefault="007B6A46" w:rsidP="007B6A46">
      <w:r>
        <w:t>105.2665</w:t>
      </w:r>
      <w:r>
        <w:tab/>
        <w:t>1.013e0</w:t>
      </w:r>
    </w:p>
    <w:p w:rsidR="007B6A46" w:rsidRDefault="007B6A46" w:rsidP="007B6A46">
      <w:r>
        <w:t>105.2760</w:t>
      </w:r>
      <w:r>
        <w:tab/>
        <w:t>2.025e0</w:t>
      </w:r>
    </w:p>
    <w:p w:rsidR="007B6A46" w:rsidRDefault="007B6A46" w:rsidP="007B6A46">
      <w:r>
        <w:t>105.2778</w:t>
      </w:r>
      <w:r>
        <w:tab/>
        <w:t>1.013e0</w:t>
      </w:r>
    </w:p>
    <w:p w:rsidR="007B6A46" w:rsidRDefault="007B6A46" w:rsidP="007B6A46">
      <w:r>
        <w:t>105.2802</w:t>
      </w:r>
      <w:r>
        <w:tab/>
        <w:t>1.013e0</w:t>
      </w:r>
    </w:p>
    <w:p w:rsidR="007B6A46" w:rsidRDefault="007B6A46" w:rsidP="007B6A46">
      <w:r>
        <w:t>105.2856</w:t>
      </w:r>
      <w:r>
        <w:tab/>
        <w:t>1.013e0</w:t>
      </w:r>
    </w:p>
    <w:p w:rsidR="007B6A46" w:rsidRDefault="007B6A46" w:rsidP="007B6A46">
      <w:r>
        <w:t>105.2886</w:t>
      </w:r>
      <w:r>
        <w:tab/>
        <w:t>1.013e0</w:t>
      </w:r>
    </w:p>
    <w:p w:rsidR="007B6A46" w:rsidRDefault="007B6A46" w:rsidP="007B6A46">
      <w:r>
        <w:t>105.2939</w:t>
      </w:r>
      <w:r>
        <w:tab/>
        <w:t>1.013e0</w:t>
      </w:r>
    </w:p>
    <w:p w:rsidR="007B6A46" w:rsidRDefault="007B6A46" w:rsidP="007B6A46">
      <w:r>
        <w:t>105.2966</w:t>
      </w:r>
      <w:r>
        <w:tab/>
        <w:t>1.013e0</w:t>
      </w:r>
    </w:p>
    <w:p w:rsidR="007B6A46" w:rsidRDefault="007B6A46" w:rsidP="007B6A46">
      <w:r>
        <w:t>105.3158</w:t>
      </w:r>
      <w:r>
        <w:tab/>
        <w:t>2.025e0</w:t>
      </w:r>
    </w:p>
    <w:p w:rsidR="007B6A46" w:rsidRDefault="007B6A46" w:rsidP="007B6A46">
      <w:r>
        <w:t>105.3335</w:t>
      </w:r>
      <w:r>
        <w:tab/>
        <w:t>2.025e0</w:t>
      </w:r>
    </w:p>
    <w:p w:rsidR="007B6A46" w:rsidRDefault="007B6A46" w:rsidP="007B6A46">
      <w:r>
        <w:t>105.3350</w:t>
      </w:r>
      <w:r>
        <w:tab/>
        <w:t>1.013e0</w:t>
      </w:r>
    </w:p>
    <w:p w:rsidR="007B6A46" w:rsidRDefault="007B6A46" w:rsidP="007B6A46">
      <w:r>
        <w:t>105.3389</w:t>
      </w:r>
      <w:r>
        <w:tab/>
        <w:t>2.025e0</w:t>
      </w:r>
    </w:p>
    <w:p w:rsidR="007B6A46" w:rsidRDefault="007B6A46" w:rsidP="007B6A46">
      <w:r>
        <w:t>105.3429</w:t>
      </w:r>
      <w:r>
        <w:tab/>
        <w:t>1.013e0</w:t>
      </w:r>
    </w:p>
    <w:p w:rsidR="007B6A46" w:rsidRDefault="007B6A46" w:rsidP="007B6A46">
      <w:r>
        <w:t>105.3676</w:t>
      </w:r>
      <w:r>
        <w:tab/>
        <w:t>1.013e0</w:t>
      </w:r>
    </w:p>
    <w:p w:rsidR="007B6A46" w:rsidRDefault="007B6A46" w:rsidP="007B6A46">
      <w:r>
        <w:t>105.3742</w:t>
      </w:r>
      <w:r>
        <w:tab/>
        <w:t>2.025e0</w:t>
      </w:r>
    </w:p>
    <w:p w:rsidR="007B6A46" w:rsidRDefault="007B6A46" w:rsidP="007B6A46">
      <w:r>
        <w:t>105.3826</w:t>
      </w:r>
      <w:r>
        <w:tab/>
        <w:t>2.025e0</w:t>
      </w:r>
    </w:p>
    <w:p w:rsidR="007B6A46" w:rsidRDefault="007B6A46" w:rsidP="007B6A46">
      <w:r>
        <w:t>105.3839</w:t>
      </w:r>
      <w:r>
        <w:tab/>
        <w:t>2.025e0</w:t>
      </w:r>
    </w:p>
    <w:p w:rsidR="007B6A46" w:rsidRDefault="007B6A46" w:rsidP="007B6A46">
      <w:r>
        <w:t>105.4004</w:t>
      </w:r>
      <w:r>
        <w:tab/>
        <w:t>1.013e0</w:t>
      </w:r>
    </w:p>
    <w:p w:rsidR="007B6A46" w:rsidRDefault="007B6A46" w:rsidP="007B6A46">
      <w:r>
        <w:lastRenderedPageBreak/>
        <w:t>105.4079</w:t>
      </w:r>
      <w:r>
        <w:tab/>
        <w:t>3.038e0</w:t>
      </w:r>
    </w:p>
    <w:p w:rsidR="007B6A46" w:rsidRDefault="007B6A46" w:rsidP="007B6A46">
      <w:r>
        <w:t>105.4207</w:t>
      </w:r>
      <w:r>
        <w:tab/>
        <w:t>2.025e0</w:t>
      </w:r>
    </w:p>
    <w:p w:rsidR="007B6A46" w:rsidRDefault="007B6A46" w:rsidP="007B6A46">
      <w:r>
        <w:t>105.4236</w:t>
      </w:r>
      <w:r>
        <w:tab/>
        <w:t>2.025e0</w:t>
      </w:r>
    </w:p>
    <w:p w:rsidR="007B6A46" w:rsidRDefault="007B6A46" w:rsidP="007B6A46">
      <w:r>
        <w:t>105.4385</w:t>
      </w:r>
      <w:r>
        <w:tab/>
        <w:t>4.051e0</w:t>
      </w:r>
    </w:p>
    <w:p w:rsidR="007B6A46" w:rsidRDefault="007B6A46" w:rsidP="007B6A46">
      <w:r>
        <w:t>105.4426</w:t>
      </w:r>
      <w:r>
        <w:tab/>
        <w:t>2.025e0</w:t>
      </w:r>
    </w:p>
    <w:p w:rsidR="007B6A46" w:rsidRDefault="007B6A46" w:rsidP="007B6A46">
      <w:r>
        <w:t>105.4629</w:t>
      </w:r>
      <w:r>
        <w:tab/>
        <w:t>1.013e0</w:t>
      </w:r>
    </w:p>
    <w:p w:rsidR="007B6A46" w:rsidRDefault="007B6A46" w:rsidP="007B6A46">
      <w:r>
        <w:t>105.4742</w:t>
      </w:r>
      <w:r>
        <w:tab/>
        <w:t>1.013e0</w:t>
      </w:r>
    </w:p>
    <w:p w:rsidR="007B6A46" w:rsidRDefault="007B6A46" w:rsidP="007B6A46">
      <w:r>
        <w:t>105.4801</w:t>
      </w:r>
      <w:r>
        <w:tab/>
        <w:t>3.038e0</w:t>
      </w:r>
    </w:p>
    <w:p w:rsidR="007B6A46" w:rsidRDefault="007B6A46" w:rsidP="007B6A46">
      <w:r>
        <w:t>105.4822</w:t>
      </w:r>
      <w:r>
        <w:tab/>
        <w:t>1.013e0</w:t>
      </w:r>
    </w:p>
    <w:p w:rsidR="007B6A46" w:rsidRDefault="007B6A46" w:rsidP="007B6A46">
      <w:r>
        <w:t>105.4850</w:t>
      </w:r>
      <w:r>
        <w:tab/>
        <w:t>1.013e0</w:t>
      </w:r>
    </w:p>
    <w:p w:rsidR="007B6A46" w:rsidRDefault="007B6A46" w:rsidP="007B6A46">
      <w:r>
        <w:t>105.5094</w:t>
      </w:r>
      <w:r>
        <w:tab/>
        <w:t>1.013e0</w:t>
      </w:r>
    </w:p>
    <w:p w:rsidR="007B6A46" w:rsidRDefault="007B6A46" w:rsidP="007B6A46">
      <w:r>
        <w:t>105.5122</w:t>
      </w:r>
      <w:r>
        <w:tab/>
        <w:t>3.038e0</w:t>
      </w:r>
    </w:p>
    <w:p w:rsidR="007B6A46" w:rsidRDefault="007B6A46" w:rsidP="007B6A46">
      <w:r>
        <w:t>105.5258</w:t>
      </w:r>
      <w:r>
        <w:tab/>
        <w:t>3.038e0</w:t>
      </w:r>
    </w:p>
    <w:p w:rsidR="007B6A46" w:rsidRDefault="007B6A46" w:rsidP="007B6A46">
      <w:r>
        <w:t>105.5340</w:t>
      </w:r>
      <w:r>
        <w:tab/>
        <w:t>3.038e0</w:t>
      </w:r>
    </w:p>
    <w:p w:rsidR="007B6A46" w:rsidRDefault="007B6A46" w:rsidP="007B6A46">
      <w:r>
        <w:t>105.5382</w:t>
      </w:r>
      <w:r>
        <w:tab/>
        <w:t>2.025e0</w:t>
      </w:r>
    </w:p>
    <w:p w:rsidR="007B6A46" w:rsidRDefault="007B6A46" w:rsidP="007B6A46">
      <w:r>
        <w:t>105.5451</w:t>
      </w:r>
      <w:r>
        <w:tab/>
        <w:t>2.025e0</w:t>
      </w:r>
    </w:p>
    <w:p w:rsidR="007B6A46" w:rsidRDefault="007B6A46" w:rsidP="007B6A46">
      <w:r>
        <w:t>105.5587</w:t>
      </w:r>
      <w:r>
        <w:tab/>
        <w:t>1.013e0</w:t>
      </w:r>
    </w:p>
    <w:p w:rsidR="007B6A46" w:rsidRDefault="007B6A46" w:rsidP="007B6A46">
      <w:r>
        <w:t>105.5696</w:t>
      </w:r>
      <w:r>
        <w:tab/>
        <w:t>1.013e0</w:t>
      </w:r>
    </w:p>
    <w:p w:rsidR="007B6A46" w:rsidRDefault="007B6A46" w:rsidP="007B6A46">
      <w:r>
        <w:t>105.5751</w:t>
      </w:r>
      <w:r>
        <w:tab/>
        <w:t>2.025e0</w:t>
      </w:r>
    </w:p>
    <w:p w:rsidR="007B6A46" w:rsidRDefault="007B6A46" w:rsidP="007B6A46">
      <w:r>
        <w:lastRenderedPageBreak/>
        <w:t>105.5940</w:t>
      </w:r>
      <w:r>
        <w:tab/>
        <w:t>1.013e0</w:t>
      </w:r>
    </w:p>
    <w:p w:rsidR="007B6A46" w:rsidRDefault="007B6A46" w:rsidP="007B6A46">
      <w:r>
        <w:t>105.6078</w:t>
      </w:r>
      <w:r>
        <w:tab/>
        <w:t>1.013e0</w:t>
      </w:r>
    </w:p>
    <w:p w:rsidR="007B6A46" w:rsidRDefault="007B6A46" w:rsidP="007B6A46">
      <w:r>
        <w:t>105.6184</w:t>
      </w:r>
      <w:r>
        <w:tab/>
        <w:t>1.013e0</w:t>
      </w:r>
    </w:p>
    <w:p w:rsidR="007B6A46" w:rsidRDefault="007B6A46" w:rsidP="007B6A46">
      <w:r>
        <w:t>105.6283</w:t>
      </w:r>
      <w:r>
        <w:tab/>
        <w:t>2.025e0</w:t>
      </w:r>
    </w:p>
    <w:p w:rsidR="007B6A46" w:rsidRDefault="007B6A46" w:rsidP="007B6A46">
      <w:r>
        <w:t>105.6377</w:t>
      </w:r>
      <w:r>
        <w:tab/>
        <w:t>1.013e0</w:t>
      </w:r>
    </w:p>
    <w:p w:rsidR="007B6A46" w:rsidRDefault="007B6A46" w:rsidP="007B6A46">
      <w:r>
        <w:t>105.6407</w:t>
      </w:r>
      <w:r>
        <w:tab/>
        <w:t>1.013e0</w:t>
      </w:r>
    </w:p>
    <w:p w:rsidR="007B6A46" w:rsidRDefault="007B6A46" w:rsidP="007B6A46">
      <w:r>
        <w:t>105.6485</w:t>
      </w:r>
      <w:r>
        <w:tab/>
        <w:t>1.013e0</w:t>
      </w:r>
    </w:p>
    <w:p w:rsidR="007B6A46" w:rsidRDefault="007B6A46" w:rsidP="007B6A46">
      <w:r>
        <w:t>105.6651</w:t>
      </w:r>
      <w:r>
        <w:tab/>
        <w:t>3.038e0</w:t>
      </w:r>
    </w:p>
    <w:p w:rsidR="007B6A46" w:rsidRDefault="007B6A46" w:rsidP="007B6A46">
      <w:r>
        <w:t>105.6816</w:t>
      </w:r>
      <w:r>
        <w:tab/>
        <w:t>1.013e0</w:t>
      </w:r>
    </w:p>
    <w:p w:rsidR="007B6A46" w:rsidRDefault="007B6A46" w:rsidP="007B6A46">
      <w:r>
        <w:t>105.6831</w:t>
      </w:r>
      <w:r>
        <w:tab/>
        <w:t>2.025e0</w:t>
      </w:r>
    </w:p>
    <w:p w:rsidR="007B6A46" w:rsidRDefault="007B6A46" w:rsidP="007B6A46">
      <w:r>
        <w:t>105.7010</w:t>
      </w:r>
      <w:r>
        <w:tab/>
        <w:t>2.025e0</w:t>
      </w:r>
    </w:p>
    <w:p w:rsidR="007B6A46" w:rsidRDefault="007B6A46" w:rsidP="007B6A46">
      <w:r>
        <w:t>105.7144</w:t>
      </w:r>
      <w:r>
        <w:tab/>
        <w:t>2.025e0</w:t>
      </w:r>
    </w:p>
    <w:p w:rsidR="007B6A46" w:rsidRDefault="007B6A46" w:rsidP="007B6A46">
      <w:r>
        <w:t>105.7224</w:t>
      </w:r>
      <w:r>
        <w:tab/>
        <w:t>1.013e0</w:t>
      </w:r>
    </w:p>
    <w:p w:rsidR="007B6A46" w:rsidRDefault="007B6A46" w:rsidP="007B6A46">
      <w:r>
        <w:t>105.7240</w:t>
      </w:r>
      <w:r>
        <w:tab/>
        <w:t>2.025e0</w:t>
      </w:r>
    </w:p>
    <w:p w:rsidR="007B6A46" w:rsidRDefault="007B6A46" w:rsidP="007B6A46">
      <w:r>
        <w:t>105.7390</w:t>
      </w:r>
      <w:r>
        <w:tab/>
        <w:t>1.013e0</w:t>
      </w:r>
    </w:p>
    <w:p w:rsidR="007B6A46" w:rsidRDefault="007B6A46" w:rsidP="007B6A46">
      <w:r>
        <w:t>105.7583</w:t>
      </w:r>
      <w:r>
        <w:tab/>
        <w:t>2.025e0</w:t>
      </w:r>
    </w:p>
    <w:p w:rsidR="007B6A46" w:rsidRDefault="007B6A46" w:rsidP="007B6A46">
      <w:r>
        <w:t>105.7881</w:t>
      </w:r>
      <w:r>
        <w:tab/>
        <w:t>1.013e0</w:t>
      </w:r>
    </w:p>
    <w:p w:rsidR="007B6A46" w:rsidRDefault="007B6A46" w:rsidP="007B6A46">
      <w:r>
        <w:t>105.7963</w:t>
      </w:r>
      <w:r>
        <w:tab/>
        <w:t>2.025e0</w:t>
      </w:r>
    </w:p>
    <w:p w:rsidR="007B6A46" w:rsidRDefault="007B6A46" w:rsidP="007B6A46">
      <w:r>
        <w:t>105.8181</w:t>
      </w:r>
      <w:r>
        <w:tab/>
        <w:t>2.025e0</w:t>
      </w:r>
    </w:p>
    <w:p w:rsidR="007B6A46" w:rsidRDefault="007B6A46" w:rsidP="007B6A46">
      <w:r>
        <w:lastRenderedPageBreak/>
        <w:t>105.8647</w:t>
      </w:r>
      <w:r>
        <w:tab/>
        <w:t>1.013e0</w:t>
      </w:r>
    </w:p>
    <w:p w:rsidR="007B6A46" w:rsidRDefault="007B6A46" w:rsidP="007B6A46">
      <w:r>
        <w:t>105.8782</w:t>
      </w:r>
      <w:r>
        <w:tab/>
        <w:t>1.013e0</w:t>
      </w:r>
    </w:p>
    <w:p w:rsidR="007B6A46" w:rsidRDefault="007B6A46" w:rsidP="007B6A46">
      <w:r>
        <w:t>105.8810</w:t>
      </w:r>
      <w:r>
        <w:tab/>
        <w:t>1.013e0</w:t>
      </w:r>
    </w:p>
    <w:p w:rsidR="007B6A46" w:rsidRDefault="007B6A46" w:rsidP="007B6A46">
      <w:r>
        <w:t>105.8948</w:t>
      </w:r>
      <w:r>
        <w:tab/>
        <w:t>1.013e0</w:t>
      </w:r>
    </w:p>
    <w:p w:rsidR="007B6A46" w:rsidRDefault="007B6A46" w:rsidP="007B6A46">
      <w:r>
        <w:t>105.8975</w:t>
      </w:r>
      <w:r>
        <w:tab/>
        <w:t>1.013e0</w:t>
      </w:r>
    </w:p>
    <w:p w:rsidR="007B6A46" w:rsidRDefault="007B6A46" w:rsidP="007B6A46">
      <w:r>
        <w:t>105.9165</w:t>
      </w:r>
      <w:r>
        <w:tab/>
        <w:t>2.025e0</w:t>
      </w:r>
    </w:p>
    <w:p w:rsidR="007B6A46" w:rsidRDefault="007B6A46" w:rsidP="007B6A46">
      <w:r>
        <w:t>105.9236</w:t>
      </w:r>
      <w:r>
        <w:tab/>
        <w:t>2.025e0</w:t>
      </w:r>
    </w:p>
    <w:p w:rsidR="007B6A46" w:rsidRDefault="007B6A46" w:rsidP="007B6A46">
      <w:r>
        <w:t>105.9301</w:t>
      </w:r>
      <w:r>
        <w:tab/>
        <w:t>1.013e0</w:t>
      </w:r>
    </w:p>
    <w:p w:rsidR="007B6A46" w:rsidRDefault="007B6A46" w:rsidP="007B6A46">
      <w:r>
        <w:t>105.9412</w:t>
      </w:r>
      <w:r>
        <w:tab/>
        <w:t>2.025e0</w:t>
      </w:r>
    </w:p>
    <w:p w:rsidR="007B6A46" w:rsidRDefault="007B6A46" w:rsidP="007B6A46">
      <w:r>
        <w:t>105.9467</w:t>
      </w:r>
      <w:r>
        <w:tab/>
        <w:t>1.013e0</w:t>
      </w:r>
    </w:p>
    <w:p w:rsidR="007B6A46" w:rsidRDefault="007B6A46" w:rsidP="007B6A46">
      <w:r>
        <w:t>105.9603</w:t>
      </w:r>
      <w:r>
        <w:tab/>
        <w:t>1.013e0</w:t>
      </w:r>
    </w:p>
    <w:p w:rsidR="007B6A46" w:rsidRDefault="007B6A46" w:rsidP="007B6A46">
      <w:r>
        <w:t>105.9776</w:t>
      </w:r>
      <w:r>
        <w:tab/>
        <w:t>3.038e0</w:t>
      </w:r>
    </w:p>
    <w:p w:rsidR="007B6A46" w:rsidRDefault="007B6A46" w:rsidP="007B6A46">
      <w:r>
        <w:t>105.9903</w:t>
      </w:r>
      <w:r>
        <w:tab/>
        <w:t>1.013e0</w:t>
      </w:r>
    </w:p>
    <w:p w:rsidR="007B6A46" w:rsidRDefault="007B6A46" w:rsidP="007B6A46">
      <w:r>
        <w:t>105.9919</w:t>
      </w:r>
      <w:r>
        <w:tab/>
        <w:t>2.025e0</w:t>
      </w:r>
    </w:p>
    <w:p w:rsidR="007B6A46" w:rsidRDefault="007B6A46" w:rsidP="007B6A46">
      <w:r>
        <w:t>106.0015</w:t>
      </w:r>
      <w:r>
        <w:tab/>
        <w:t>3.038e0</w:t>
      </w:r>
    </w:p>
    <w:p w:rsidR="007B6A46" w:rsidRDefault="007B6A46" w:rsidP="007B6A46">
      <w:r>
        <w:t>106.0098</w:t>
      </w:r>
      <w:r>
        <w:tab/>
        <w:t>1.013e0</w:t>
      </w:r>
    </w:p>
    <w:p w:rsidR="007B6A46" w:rsidRDefault="007B6A46" w:rsidP="007B6A46">
      <w:r>
        <w:t>106.0234</w:t>
      </w:r>
      <w:r>
        <w:tab/>
        <w:t>1.013e0</w:t>
      </w:r>
    </w:p>
    <w:p w:rsidR="007B6A46" w:rsidRDefault="007B6A46" w:rsidP="007B6A46">
      <w:r>
        <w:t>106.0261</w:t>
      </w:r>
      <w:r>
        <w:tab/>
        <w:t>1.013e0</w:t>
      </w:r>
    </w:p>
    <w:p w:rsidR="007B6A46" w:rsidRDefault="007B6A46" w:rsidP="007B6A46">
      <w:r>
        <w:t>106.0468</w:t>
      </w:r>
      <w:r>
        <w:tab/>
        <w:t>4.271e1</w:t>
      </w:r>
    </w:p>
    <w:p w:rsidR="007B6A46" w:rsidRDefault="007B6A46" w:rsidP="007B6A46">
      <w:r>
        <w:lastRenderedPageBreak/>
        <w:t>106.0484</w:t>
      </w:r>
      <w:r>
        <w:tab/>
        <w:t>1.316e1</w:t>
      </w:r>
    </w:p>
    <w:p w:rsidR="007B6A46" w:rsidRDefault="007B6A46" w:rsidP="007B6A46">
      <w:r>
        <w:t>106.0868</w:t>
      </w:r>
      <w:r>
        <w:tab/>
        <w:t>4.030e2</w:t>
      </w:r>
    </w:p>
    <w:p w:rsidR="007B6A46" w:rsidRDefault="007B6A46" w:rsidP="007B6A46">
      <w:r>
        <w:t>106.0880</w:t>
      </w:r>
      <w:r>
        <w:tab/>
        <w:t>5.672e2</w:t>
      </w:r>
    </w:p>
    <w:p w:rsidR="007B6A46" w:rsidRDefault="007B6A46" w:rsidP="007B6A46">
      <w:r>
        <w:t>106.1220</w:t>
      </w:r>
      <w:r>
        <w:tab/>
        <w:t>1.013e0</w:t>
      </w:r>
    </w:p>
    <w:p w:rsidR="007B6A46" w:rsidRDefault="007B6A46" w:rsidP="007B6A46">
      <w:r>
        <w:t>106.1280</w:t>
      </w:r>
      <w:r>
        <w:tab/>
        <w:t>3.038e0</w:t>
      </w:r>
    </w:p>
    <w:p w:rsidR="007B6A46" w:rsidRDefault="007B6A46" w:rsidP="007B6A46">
      <w:r>
        <w:t>106.1384</w:t>
      </w:r>
      <w:r>
        <w:tab/>
        <w:t>1.013e0</w:t>
      </w:r>
    </w:p>
    <w:p w:rsidR="007B6A46" w:rsidRDefault="007B6A46" w:rsidP="007B6A46">
      <w:r>
        <w:t>106.1494</w:t>
      </w:r>
      <w:r>
        <w:tab/>
        <w:t>5.063e0</w:t>
      </w:r>
    </w:p>
    <w:p w:rsidR="007B6A46" w:rsidRDefault="007B6A46" w:rsidP="007B6A46">
      <w:r>
        <w:t>106.1555</w:t>
      </w:r>
      <w:r>
        <w:tab/>
        <w:t>3.038e0</w:t>
      </w:r>
    </w:p>
    <w:p w:rsidR="007B6A46" w:rsidRDefault="007B6A46" w:rsidP="007B6A46">
      <w:r>
        <w:t>106.1589</w:t>
      </w:r>
      <w:r>
        <w:tab/>
        <w:t>2.025e0</w:t>
      </w:r>
    </w:p>
    <w:p w:rsidR="007B6A46" w:rsidRDefault="007B6A46" w:rsidP="007B6A46">
      <w:r>
        <w:t>106.1726</w:t>
      </w:r>
      <w:r>
        <w:tab/>
        <w:t>3.038e0</w:t>
      </w:r>
    </w:p>
    <w:p w:rsidR="007B6A46" w:rsidRDefault="007B6A46" w:rsidP="007B6A46">
      <w:r>
        <w:t>106.1761</w:t>
      </w:r>
      <w:r>
        <w:tab/>
        <w:t>7.089e0</w:t>
      </w:r>
    </w:p>
    <w:p w:rsidR="007B6A46" w:rsidRDefault="007B6A46" w:rsidP="007B6A46">
      <w:r>
        <w:t>106.1779</w:t>
      </w:r>
      <w:r>
        <w:tab/>
        <w:t>2.025e0</w:t>
      </w:r>
    </w:p>
    <w:p w:rsidR="007B6A46" w:rsidRDefault="007B6A46" w:rsidP="007B6A46">
      <w:r>
        <w:t>106.1869</w:t>
      </w:r>
      <w:r>
        <w:tab/>
        <w:t>3.038e0</w:t>
      </w:r>
    </w:p>
    <w:p w:rsidR="007B6A46" w:rsidRDefault="007B6A46" w:rsidP="007B6A46">
      <w:r>
        <w:t>106.1902</w:t>
      </w:r>
      <w:r>
        <w:tab/>
        <w:t>2.025e0</w:t>
      </w:r>
    </w:p>
    <w:p w:rsidR="007B6A46" w:rsidRDefault="007B6A46" w:rsidP="007B6A46">
      <w:r>
        <w:t>106.1973</w:t>
      </w:r>
      <w:r>
        <w:tab/>
        <w:t>2.025e0</w:t>
      </w:r>
    </w:p>
    <w:p w:rsidR="007B6A46" w:rsidRDefault="007B6A46" w:rsidP="007B6A46">
      <w:r>
        <w:t>106.2025</w:t>
      </w:r>
      <w:r>
        <w:tab/>
        <w:t>2.025e0</w:t>
      </w:r>
    </w:p>
    <w:p w:rsidR="007B6A46" w:rsidRDefault="007B6A46" w:rsidP="007B6A46">
      <w:r>
        <w:t>106.2204</w:t>
      </w:r>
      <w:r>
        <w:tab/>
        <w:t>1.013e0</w:t>
      </w:r>
    </w:p>
    <w:p w:rsidR="007B6A46" w:rsidRDefault="007B6A46" w:rsidP="007B6A46">
      <w:r>
        <w:t>106.2233</w:t>
      </w:r>
      <w:r>
        <w:tab/>
        <w:t>2.025e0</w:t>
      </w:r>
    </w:p>
    <w:p w:rsidR="007B6A46" w:rsidRDefault="007B6A46" w:rsidP="007B6A46">
      <w:r>
        <w:t>106.2313</w:t>
      </w:r>
      <w:r>
        <w:tab/>
        <w:t>2.025e0</w:t>
      </w:r>
    </w:p>
    <w:p w:rsidR="007B6A46" w:rsidRDefault="007B6A46" w:rsidP="007B6A46">
      <w:r>
        <w:lastRenderedPageBreak/>
        <w:t>106.2398</w:t>
      </w:r>
      <w:r>
        <w:tab/>
        <w:t>1.013e0</w:t>
      </w:r>
    </w:p>
    <w:p w:rsidR="007B6A46" w:rsidRDefault="007B6A46" w:rsidP="007B6A46">
      <w:r>
        <w:t>106.2426</w:t>
      </w:r>
      <w:r>
        <w:tab/>
        <w:t>2.025e0</w:t>
      </w:r>
    </w:p>
    <w:p w:rsidR="007B6A46" w:rsidRDefault="007B6A46" w:rsidP="007B6A46">
      <w:r>
        <w:t>106.2477</w:t>
      </w:r>
      <w:r>
        <w:tab/>
        <w:t>1.013e0</w:t>
      </w:r>
    </w:p>
    <w:p w:rsidR="007B6A46" w:rsidRDefault="007B6A46" w:rsidP="007B6A46">
      <w:r>
        <w:t>106.2535</w:t>
      </w:r>
      <w:r>
        <w:tab/>
        <w:t>2.025e0</w:t>
      </w:r>
    </w:p>
    <w:p w:rsidR="007B6A46" w:rsidRDefault="007B6A46" w:rsidP="007B6A46">
      <w:r>
        <w:t>106.2573</w:t>
      </w:r>
      <w:r>
        <w:tab/>
        <w:t>2.025e0</w:t>
      </w:r>
    </w:p>
    <w:p w:rsidR="007B6A46" w:rsidRDefault="007B6A46" w:rsidP="007B6A46">
      <w:r>
        <w:t>106.2586</w:t>
      </w:r>
      <w:r>
        <w:tab/>
        <w:t>1.013e0</w:t>
      </w:r>
    </w:p>
    <w:p w:rsidR="007B6A46" w:rsidRDefault="007B6A46" w:rsidP="007B6A46">
      <w:r>
        <w:t>106.2700</w:t>
      </w:r>
      <w:r>
        <w:tab/>
        <w:t>2.025e0</w:t>
      </w:r>
    </w:p>
    <w:p w:rsidR="007B6A46" w:rsidRDefault="007B6A46" w:rsidP="007B6A46">
      <w:r>
        <w:t>106.2726</w:t>
      </w:r>
      <w:r>
        <w:tab/>
        <w:t>1.013e0</w:t>
      </w:r>
    </w:p>
    <w:p w:rsidR="007B6A46" w:rsidRDefault="007B6A46" w:rsidP="007B6A46">
      <w:r>
        <w:t>106.2779</w:t>
      </w:r>
      <w:r>
        <w:tab/>
        <w:t>1.013e0</w:t>
      </w:r>
    </w:p>
    <w:p w:rsidR="007B6A46" w:rsidRDefault="007B6A46" w:rsidP="007B6A46">
      <w:r>
        <w:t>106.2864</w:t>
      </w:r>
      <w:r>
        <w:tab/>
        <w:t>1.013e0</w:t>
      </w:r>
    </w:p>
    <w:p w:rsidR="007B6A46" w:rsidRDefault="007B6A46" w:rsidP="007B6A46">
      <w:r>
        <w:t>106.2944</w:t>
      </w:r>
      <w:r>
        <w:tab/>
        <w:t>1.013e0</w:t>
      </w:r>
    </w:p>
    <w:p w:rsidR="007B6A46" w:rsidRDefault="007B6A46" w:rsidP="007B6A46">
      <w:r>
        <w:t>106.3054</w:t>
      </w:r>
      <w:r>
        <w:tab/>
        <w:t>1.013e0</w:t>
      </w:r>
    </w:p>
    <w:p w:rsidR="007B6A46" w:rsidRDefault="007B6A46" w:rsidP="007B6A46">
      <w:r>
        <w:t>106.3092</w:t>
      </w:r>
      <w:r>
        <w:tab/>
        <w:t>5.063e0</w:t>
      </w:r>
    </w:p>
    <w:p w:rsidR="007B6A46" w:rsidRDefault="007B6A46" w:rsidP="007B6A46">
      <w:r>
        <w:t>106.3155</w:t>
      </w:r>
      <w:r>
        <w:tab/>
        <w:t>3.038e0</w:t>
      </w:r>
    </w:p>
    <w:p w:rsidR="007B6A46" w:rsidRDefault="007B6A46" w:rsidP="007B6A46">
      <w:r>
        <w:t>106.3191</w:t>
      </w:r>
      <w:r>
        <w:tab/>
        <w:t>2.025e0</w:t>
      </w:r>
    </w:p>
    <w:p w:rsidR="007B6A46" w:rsidRDefault="007B6A46" w:rsidP="007B6A46">
      <w:r>
        <w:t>106.3302</w:t>
      </w:r>
      <w:r>
        <w:tab/>
        <w:t>3.038e0</w:t>
      </w:r>
    </w:p>
    <w:p w:rsidR="007B6A46" w:rsidRDefault="007B6A46" w:rsidP="007B6A46">
      <w:r>
        <w:t>106.3354</w:t>
      </w:r>
      <w:r>
        <w:tab/>
        <w:t>2.025e0</w:t>
      </w:r>
    </w:p>
    <w:p w:rsidR="007B6A46" w:rsidRDefault="007B6A46" w:rsidP="007B6A46">
      <w:r>
        <w:t>106.3412</w:t>
      </w:r>
      <w:r>
        <w:tab/>
        <w:t>1.013e0</w:t>
      </w:r>
    </w:p>
    <w:p w:rsidR="007B6A46" w:rsidRDefault="007B6A46" w:rsidP="007B6A46">
      <w:r>
        <w:t>106.3521</w:t>
      </w:r>
      <w:r>
        <w:tab/>
        <w:t>2.025e0</w:t>
      </w:r>
    </w:p>
    <w:p w:rsidR="007B6A46" w:rsidRDefault="007B6A46" w:rsidP="007B6A46">
      <w:r>
        <w:lastRenderedPageBreak/>
        <w:t>106.3598</w:t>
      </w:r>
      <w:r>
        <w:tab/>
        <w:t>6.076e0</w:t>
      </w:r>
    </w:p>
    <w:p w:rsidR="007B6A46" w:rsidRDefault="007B6A46" w:rsidP="007B6A46">
      <w:r>
        <w:t>106.3615</w:t>
      </w:r>
      <w:r>
        <w:tab/>
        <w:t>2.203e0</w:t>
      </w:r>
    </w:p>
    <w:p w:rsidR="007B6A46" w:rsidRDefault="007B6A46" w:rsidP="007B6A46">
      <w:r>
        <w:t>106.3658</w:t>
      </w:r>
      <w:r>
        <w:tab/>
        <w:t>3.038e0</w:t>
      </w:r>
    </w:p>
    <w:p w:rsidR="007B6A46" w:rsidRDefault="007B6A46" w:rsidP="007B6A46">
      <w:r>
        <w:t>106.3738</w:t>
      </w:r>
      <w:r>
        <w:tab/>
        <w:t>2.025e0</w:t>
      </w:r>
    </w:p>
    <w:p w:rsidR="007B6A46" w:rsidRDefault="007B6A46" w:rsidP="007B6A46">
      <w:r>
        <w:t>106.3795</w:t>
      </w:r>
      <w:r>
        <w:tab/>
        <w:t>3.038e0</w:t>
      </w:r>
    </w:p>
    <w:p w:rsidR="007B6A46" w:rsidRDefault="007B6A46" w:rsidP="007B6A46">
      <w:r>
        <w:t>106.3875</w:t>
      </w:r>
      <w:r>
        <w:tab/>
        <w:t>1.013e0</w:t>
      </w:r>
    </w:p>
    <w:p w:rsidR="007B6A46" w:rsidRDefault="007B6A46" w:rsidP="007B6A46">
      <w:r>
        <w:t>106.3902</w:t>
      </w:r>
      <w:r>
        <w:tab/>
        <w:t>1.013e0</w:t>
      </w:r>
    </w:p>
    <w:p w:rsidR="007B6A46" w:rsidRDefault="007B6A46" w:rsidP="007B6A46">
      <w:r>
        <w:t>106.4068</w:t>
      </w:r>
      <w:r>
        <w:tab/>
        <w:t>2.025e0</w:t>
      </w:r>
    </w:p>
    <w:p w:rsidR="007B6A46" w:rsidRDefault="007B6A46" w:rsidP="007B6A46">
      <w:r>
        <w:t>106.4132</w:t>
      </w:r>
      <w:r>
        <w:tab/>
        <w:t>3.038e0</w:t>
      </w:r>
    </w:p>
    <w:p w:rsidR="007B6A46" w:rsidRDefault="007B6A46" w:rsidP="007B6A46">
      <w:r>
        <w:t>106.4260</w:t>
      </w:r>
      <w:r>
        <w:tab/>
        <w:t>1.013e0</w:t>
      </w:r>
    </w:p>
    <w:p w:rsidR="007B6A46" w:rsidRDefault="007B6A46" w:rsidP="007B6A46">
      <w:r>
        <w:t>106.4342</w:t>
      </w:r>
      <w:r>
        <w:tab/>
        <w:t>1.013e0</w:t>
      </w:r>
    </w:p>
    <w:p w:rsidR="007B6A46" w:rsidRDefault="007B6A46" w:rsidP="007B6A46">
      <w:r>
        <w:t>106.4397</w:t>
      </w:r>
      <w:r>
        <w:tab/>
        <w:t>1.013e0</w:t>
      </w:r>
    </w:p>
    <w:p w:rsidR="007B6A46" w:rsidRDefault="007B6A46" w:rsidP="007B6A46">
      <w:r>
        <w:t>106.4464</w:t>
      </w:r>
      <w:r>
        <w:tab/>
        <w:t>2.440e0</w:t>
      </w:r>
    </w:p>
    <w:p w:rsidR="007B6A46" w:rsidRDefault="007B6A46" w:rsidP="007B6A46">
      <w:r>
        <w:t>106.4616</w:t>
      </w:r>
      <w:r>
        <w:tab/>
        <w:t>1.013e0</w:t>
      </w:r>
    </w:p>
    <w:p w:rsidR="007B6A46" w:rsidRDefault="007B6A46" w:rsidP="007B6A46">
      <w:r>
        <w:t>106.4630</w:t>
      </w:r>
      <w:r>
        <w:tab/>
        <w:t>2.025e0</w:t>
      </w:r>
    </w:p>
    <w:p w:rsidR="007B6A46" w:rsidRDefault="007B6A46" w:rsidP="007B6A46">
      <w:r>
        <w:t>106.4751</w:t>
      </w:r>
      <w:r>
        <w:tab/>
        <w:t>2.025e0</w:t>
      </w:r>
    </w:p>
    <w:p w:rsidR="007B6A46" w:rsidRDefault="007B6A46" w:rsidP="007B6A46">
      <w:r>
        <w:t>106.4767</w:t>
      </w:r>
      <w:r>
        <w:tab/>
        <w:t>2.025e0</w:t>
      </w:r>
    </w:p>
    <w:p w:rsidR="007B6A46" w:rsidRDefault="007B6A46" w:rsidP="007B6A46">
      <w:r>
        <w:t>106.4781</w:t>
      </w:r>
      <w:r>
        <w:tab/>
        <w:t>2.025e0</w:t>
      </w:r>
    </w:p>
    <w:p w:rsidR="007B6A46" w:rsidRDefault="007B6A46" w:rsidP="007B6A46">
      <w:r>
        <w:t>106.4888</w:t>
      </w:r>
      <w:r>
        <w:tab/>
        <w:t>3.038e0</w:t>
      </w:r>
    </w:p>
    <w:p w:rsidR="007B6A46" w:rsidRDefault="007B6A46" w:rsidP="007B6A46">
      <w:r>
        <w:lastRenderedPageBreak/>
        <w:t>106.5083</w:t>
      </w:r>
      <w:r>
        <w:tab/>
        <w:t>2.025e0</w:t>
      </w:r>
    </w:p>
    <w:p w:rsidR="007B6A46" w:rsidRDefault="007B6A46" w:rsidP="007B6A46">
      <w:r>
        <w:t>106.5110</w:t>
      </w:r>
      <w:r>
        <w:tab/>
        <w:t>2.025e0</w:t>
      </w:r>
    </w:p>
    <w:p w:rsidR="007B6A46" w:rsidRDefault="007B6A46" w:rsidP="007B6A46">
      <w:r>
        <w:t>106.5384</w:t>
      </w:r>
      <w:r>
        <w:tab/>
        <w:t>2.025e0</w:t>
      </w:r>
    </w:p>
    <w:p w:rsidR="007B6A46" w:rsidRDefault="007B6A46" w:rsidP="007B6A46">
      <w:r>
        <w:t>106.5451</w:t>
      </w:r>
      <w:r>
        <w:tab/>
        <w:t>3.038e0</w:t>
      </w:r>
    </w:p>
    <w:p w:rsidR="007B6A46" w:rsidRDefault="007B6A46" w:rsidP="007B6A46">
      <w:r>
        <w:t>106.5466</w:t>
      </w:r>
      <w:r>
        <w:tab/>
        <w:t>1.013e0</w:t>
      </w:r>
    </w:p>
    <w:p w:rsidR="007B6A46" w:rsidRDefault="007B6A46" w:rsidP="007B6A46">
      <w:r>
        <w:t>106.5604</w:t>
      </w:r>
      <w:r>
        <w:tab/>
        <w:t>1.013e0</w:t>
      </w:r>
    </w:p>
    <w:p w:rsidR="007B6A46" w:rsidRDefault="007B6A46" w:rsidP="007B6A46">
      <w:r>
        <w:t>106.5629</w:t>
      </w:r>
      <w:r>
        <w:tab/>
        <w:t>1.013e0</w:t>
      </w:r>
    </w:p>
    <w:p w:rsidR="007B6A46" w:rsidRDefault="007B6A46" w:rsidP="007B6A46">
      <w:r>
        <w:t>106.5653</w:t>
      </w:r>
      <w:r>
        <w:tab/>
        <w:t>3.038e0</w:t>
      </w:r>
    </w:p>
    <w:p w:rsidR="007B6A46" w:rsidRDefault="007B6A46" w:rsidP="007B6A46">
      <w:r>
        <w:t>106.5853</w:t>
      </w:r>
      <w:r>
        <w:tab/>
        <w:t>1.013e0</w:t>
      </w:r>
    </w:p>
    <w:p w:rsidR="007B6A46" w:rsidRDefault="007B6A46" w:rsidP="007B6A46">
      <w:r>
        <w:t>106.5933</w:t>
      </w:r>
      <w:r>
        <w:tab/>
        <w:t>2.025e0</w:t>
      </w:r>
    </w:p>
    <w:p w:rsidR="007B6A46" w:rsidRDefault="007B6A46" w:rsidP="007B6A46">
      <w:r>
        <w:t>106.5988</w:t>
      </w:r>
      <w:r>
        <w:tab/>
        <w:t>1.013e0</w:t>
      </w:r>
    </w:p>
    <w:p w:rsidR="007B6A46" w:rsidRDefault="007B6A46" w:rsidP="007B6A46">
      <w:r>
        <w:t>106.6044</w:t>
      </w:r>
      <w:r>
        <w:tab/>
        <w:t>2.025e0</w:t>
      </w:r>
    </w:p>
    <w:p w:rsidR="007B6A46" w:rsidRDefault="007B6A46" w:rsidP="007B6A46">
      <w:r>
        <w:t>106.6070</w:t>
      </w:r>
      <w:r>
        <w:tab/>
        <w:t>1.013e0</w:t>
      </w:r>
    </w:p>
    <w:p w:rsidR="007B6A46" w:rsidRDefault="007B6A46" w:rsidP="007B6A46">
      <w:r>
        <w:t>106.6236</w:t>
      </w:r>
      <w:r>
        <w:tab/>
        <w:t>2.025e0</w:t>
      </w:r>
    </w:p>
    <w:p w:rsidR="007B6A46" w:rsidRDefault="007B6A46" w:rsidP="007B6A46">
      <w:r>
        <w:t>106.6399</w:t>
      </w:r>
      <w:r>
        <w:tab/>
        <w:t>1.013e0</w:t>
      </w:r>
    </w:p>
    <w:p w:rsidR="007B6A46" w:rsidRDefault="007B6A46" w:rsidP="007B6A46">
      <w:r>
        <w:t>106.6429</w:t>
      </w:r>
      <w:r>
        <w:tab/>
        <w:t>1.013e0</w:t>
      </w:r>
    </w:p>
    <w:p w:rsidR="007B6A46" w:rsidRDefault="007B6A46" w:rsidP="007B6A46">
      <w:r>
        <w:t>106.6455</w:t>
      </w:r>
      <w:r>
        <w:tab/>
        <w:t>1.013e0</w:t>
      </w:r>
    </w:p>
    <w:p w:rsidR="007B6A46" w:rsidRDefault="007B6A46" w:rsidP="007B6A46">
      <w:r>
        <w:t>106.6481</w:t>
      </w:r>
      <w:r>
        <w:tab/>
        <w:t>1.013e0</w:t>
      </w:r>
    </w:p>
    <w:p w:rsidR="007B6A46" w:rsidRDefault="007B6A46" w:rsidP="007B6A46">
      <w:r>
        <w:t>106.6617</w:t>
      </w:r>
      <w:r>
        <w:tab/>
        <w:t>1.013e0</w:t>
      </w:r>
    </w:p>
    <w:p w:rsidR="007B6A46" w:rsidRDefault="007B6A46" w:rsidP="007B6A46">
      <w:r>
        <w:lastRenderedPageBreak/>
        <w:t>106.6675</w:t>
      </w:r>
      <w:r>
        <w:tab/>
        <w:t>1.013e0</w:t>
      </w:r>
    </w:p>
    <w:p w:rsidR="007B6A46" w:rsidRDefault="007B6A46" w:rsidP="007B6A46">
      <w:r>
        <w:t>106.6806</w:t>
      </w:r>
      <w:r>
        <w:tab/>
        <w:t>4.051e0</w:t>
      </w:r>
    </w:p>
    <w:p w:rsidR="007B6A46" w:rsidRDefault="007B6A46" w:rsidP="007B6A46">
      <w:r>
        <w:t>106.6949</w:t>
      </w:r>
      <w:r>
        <w:tab/>
        <w:t>1.013e0</w:t>
      </w:r>
    </w:p>
    <w:p w:rsidR="007B6A46" w:rsidRDefault="007B6A46" w:rsidP="007B6A46">
      <w:r>
        <w:t>106.6977</w:t>
      </w:r>
      <w:r>
        <w:tab/>
        <w:t>1.013e0</w:t>
      </w:r>
    </w:p>
    <w:p w:rsidR="007B6A46" w:rsidRDefault="007B6A46" w:rsidP="007B6A46">
      <w:r>
        <w:t>106.7004</w:t>
      </w:r>
      <w:r>
        <w:tab/>
        <w:t>1.013e0</w:t>
      </w:r>
    </w:p>
    <w:p w:rsidR="007B6A46" w:rsidRDefault="007B6A46" w:rsidP="007B6A46">
      <w:r>
        <w:t>106.7098</w:t>
      </w:r>
      <w:r>
        <w:tab/>
        <w:t>2.025e0</w:t>
      </w:r>
    </w:p>
    <w:p w:rsidR="007B6A46" w:rsidRDefault="007B6A46" w:rsidP="007B6A46">
      <w:r>
        <w:t>106.7142</w:t>
      </w:r>
      <w:r>
        <w:tab/>
        <w:t>1.013e0</w:t>
      </w:r>
    </w:p>
    <w:p w:rsidR="007B6A46" w:rsidRDefault="007B6A46" w:rsidP="007B6A46">
      <w:r>
        <w:t>106.7360</w:t>
      </w:r>
      <w:r>
        <w:tab/>
        <w:t>1.013e0</w:t>
      </w:r>
    </w:p>
    <w:p w:rsidR="007B6A46" w:rsidRDefault="007B6A46" w:rsidP="007B6A46">
      <w:r>
        <w:t>106.7415</w:t>
      </w:r>
      <w:r>
        <w:tab/>
        <w:t>1.013e0</w:t>
      </w:r>
    </w:p>
    <w:p w:rsidR="007B6A46" w:rsidRDefault="007B6A46" w:rsidP="007B6A46">
      <w:r>
        <w:t>106.7497</w:t>
      </w:r>
      <w:r>
        <w:tab/>
        <w:t>1.013e0</w:t>
      </w:r>
    </w:p>
    <w:p w:rsidR="007B6A46" w:rsidRDefault="007B6A46" w:rsidP="007B6A46">
      <w:r>
        <w:t>106.7772</w:t>
      </w:r>
      <w:r>
        <w:tab/>
        <w:t>1.013e0</w:t>
      </w:r>
    </w:p>
    <w:p w:rsidR="007B6A46" w:rsidRDefault="007B6A46" w:rsidP="007B6A46">
      <w:r>
        <w:t>106.7911</w:t>
      </w:r>
      <w:r>
        <w:tab/>
        <w:t>2.025e0</w:t>
      </w:r>
    </w:p>
    <w:p w:rsidR="007B6A46" w:rsidRDefault="007B6A46" w:rsidP="007B6A46">
      <w:r>
        <w:t>106.7966</w:t>
      </w:r>
      <w:r>
        <w:tab/>
        <w:t>1.147e0</w:t>
      </w:r>
    </w:p>
    <w:p w:rsidR="007B6A46" w:rsidRDefault="007B6A46" w:rsidP="007B6A46">
      <w:r>
        <w:t>106.8006</w:t>
      </w:r>
      <w:r>
        <w:tab/>
        <w:t>2.025e0</w:t>
      </w:r>
    </w:p>
    <w:p w:rsidR="007B6A46" w:rsidRDefault="007B6A46" w:rsidP="007B6A46">
      <w:r>
        <w:t>106.8020</w:t>
      </w:r>
      <w:r>
        <w:tab/>
        <w:t>1.013e0</w:t>
      </w:r>
    </w:p>
    <w:p w:rsidR="007B6A46" w:rsidRDefault="007B6A46" w:rsidP="007B6A46">
      <w:r>
        <w:t>106.8130</w:t>
      </w:r>
      <w:r>
        <w:tab/>
        <w:t>1.013e0</w:t>
      </w:r>
    </w:p>
    <w:p w:rsidR="007B6A46" w:rsidRDefault="007B6A46" w:rsidP="007B6A46">
      <w:r>
        <w:t>106.8144</w:t>
      </w:r>
      <w:r>
        <w:tab/>
        <w:t>2.025e0</w:t>
      </w:r>
    </w:p>
    <w:p w:rsidR="007B6A46" w:rsidRDefault="007B6A46" w:rsidP="007B6A46">
      <w:r>
        <w:t>106.8157</w:t>
      </w:r>
      <w:r>
        <w:tab/>
        <w:t>1.013e0</w:t>
      </w:r>
    </w:p>
    <w:p w:rsidR="007B6A46" w:rsidRDefault="007B6A46" w:rsidP="007B6A46">
      <w:r>
        <w:t>106.8268</w:t>
      </w:r>
      <w:r>
        <w:tab/>
        <w:t>1.013e0</w:t>
      </w:r>
    </w:p>
    <w:p w:rsidR="007B6A46" w:rsidRDefault="007B6A46" w:rsidP="007B6A46">
      <w:r>
        <w:lastRenderedPageBreak/>
        <w:t>106.8296</w:t>
      </w:r>
      <w:r>
        <w:tab/>
        <w:t>1.013e0</w:t>
      </w:r>
    </w:p>
    <w:p w:rsidR="007B6A46" w:rsidRDefault="007B6A46" w:rsidP="007B6A46">
      <w:r>
        <w:t>106.8513</w:t>
      </w:r>
      <w:r>
        <w:tab/>
        <w:t>1.013e0</w:t>
      </w:r>
    </w:p>
    <w:p w:rsidR="007B6A46" w:rsidRDefault="007B6A46" w:rsidP="007B6A46">
      <w:r>
        <w:t>106.8650</w:t>
      </w:r>
      <w:r>
        <w:tab/>
        <w:t>2.025e0</w:t>
      </w:r>
    </w:p>
    <w:p w:rsidR="007B6A46" w:rsidRDefault="007B6A46" w:rsidP="007B6A46">
      <w:r>
        <w:t>106.8707</w:t>
      </w:r>
      <w:r>
        <w:tab/>
        <w:t>2.025e0</w:t>
      </w:r>
    </w:p>
    <w:p w:rsidR="007B6A46" w:rsidRDefault="007B6A46" w:rsidP="007B6A46">
      <w:r>
        <w:t>106.8899</w:t>
      </w:r>
      <w:r>
        <w:tab/>
        <w:t>1.013e0</w:t>
      </w:r>
    </w:p>
    <w:p w:rsidR="007B6A46" w:rsidRDefault="007B6A46" w:rsidP="007B6A46">
      <w:r>
        <w:t>106.8951</w:t>
      </w:r>
      <w:r>
        <w:tab/>
        <w:t>1.013e0</w:t>
      </w:r>
    </w:p>
    <w:p w:rsidR="007B6A46" w:rsidRDefault="007B6A46" w:rsidP="007B6A46">
      <w:r>
        <w:t>106.9117</w:t>
      </w:r>
      <w:r>
        <w:tab/>
        <w:t>1.013e0</w:t>
      </w:r>
    </w:p>
    <w:p w:rsidR="007B6A46" w:rsidRDefault="007B6A46" w:rsidP="007B6A46">
      <w:r>
        <w:t>106.9312</w:t>
      </w:r>
      <w:r>
        <w:tab/>
        <w:t>1.013e0</w:t>
      </w:r>
    </w:p>
    <w:p w:rsidR="007B6A46" w:rsidRDefault="007B6A46" w:rsidP="007B6A46">
      <w:r>
        <w:t>106.9448</w:t>
      </w:r>
      <w:r>
        <w:tab/>
        <w:t>1.013e0</w:t>
      </w:r>
    </w:p>
    <w:p w:rsidR="007B6A46" w:rsidRDefault="007B6A46" w:rsidP="007B6A46">
      <w:r>
        <w:t>106.9667</w:t>
      </w:r>
      <w:r>
        <w:tab/>
        <w:t>1.013e0</w:t>
      </w:r>
    </w:p>
    <w:p w:rsidR="007B6A46" w:rsidRDefault="007B6A46" w:rsidP="007B6A46">
      <w:r>
        <w:t>106.9999</w:t>
      </w:r>
      <w:r>
        <w:tab/>
        <w:t>1.013e0</w:t>
      </w:r>
    </w:p>
    <w:p w:rsidR="007B6A46" w:rsidRDefault="007B6A46" w:rsidP="007B6A46">
      <w:r>
        <w:t>107.0041</w:t>
      </w:r>
      <w:r>
        <w:tab/>
        <w:t>2.025e0</w:t>
      </w:r>
    </w:p>
    <w:p w:rsidR="007B6A46" w:rsidRDefault="007B6A46" w:rsidP="007B6A46">
      <w:r>
        <w:t>107.0081</w:t>
      </w:r>
      <w:r>
        <w:tab/>
        <w:t>1.013e0</w:t>
      </w:r>
    </w:p>
    <w:p w:rsidR="007B6A46" w:rsidRDefault="007B6A46" w:rsidP="007B6A46">
      <w:r>
        <w:t>107.0178</w:t>
      </w:r>
      <w:r>
        <w:tab/>
        <w:t>2.025e0</w:t>
      </w:r>
    </w:p>
    <w:p w:rsidR="007B6A46" w:rsidRDefault="007B6A46" w:rsidP="007B6A46">
      <w:r>
        <w:t>107.0192</w:t>
      </w:r>
      <w:r>
        <w:tab/>
        <w:t>1.013e0</w:t>
      </w:r>
    </w:p>
    <w:p w:rsidR="007B6A46" w:rsidRDefault="007B6A46" w:rsidP="007B6A46">
      <w:r>
        <w:t>107.0410</w:t>
      </w:r>
      <w:r>
        <w:tab/>
        <w:t>3.038e0</w:t>
      </w:r>
    </w:p>
    <w:p w:rsidR="007B6A46" w:rsidRDefault="007B6A46" w:rsidP="007B6A46">
      <w:r>
        <w:t>107.0545</w:t>
      </w:r>
      <w:r>
        <w:tab/>
        <w:t>1.013e0</w:t>
      </w:r>
    </w:p>
    <w:p w:rsidR="007B6A46" w:rsidRDefault="007B6A46" w:rsidP="007B6A46">
      <w:r>
        <w:t>107.0631</w:t>
      </w:r>
      <w:r>
        <w:tab/>
        <w:t>1.013e1</w:t>
      </w:r>
    </w:p>
    <w:p w:rsidR="007B6A46" w:rsidRDefault="007B6A46" w:rsidP="007B6A46">
      <w:r>
        <w:t>107.0644</w:t>
      </w:r>
      <w:r>
        <w:tab/>
        <w:t>2.233e0</w:t>
      </w:r>
    </w:p>
    <w:p w:rsidR="007B6A46" w:rsidRDefault="007B6A46" w:rsidP="007B6A46">
      <w:r>
        <w:lastRenderedPageBreak/>
        <w:t>107.0683</w:t>
      </w:r>
      <w:r>
        <w:tab/>
        <w:t>1.013e0</w:t>
      </w:r>
    </w:p>
    <w:p w:rsidR="007B6A46" w:rsidRDefault="007B6A46" w:rsidP="007B6A46">
      <w:r>
        <w:t>107.0901</w:t>
      </w:r>
      <w:r>
        <w:tab/>
        <w:t>3.241e1</w:t>
      </w:r>
    </w:p>
    <w:p w:rsidR="007B6A46" w:rsidRDefault="007B6A46" w:rsidP="007B6A46">
      <w:r>
        <w:t>107.0939</w:t>
      </w:r>
      <w:r>
        <w:tab/>
        <w:t>2.576e1</w:t>
      </w:r>
    </w:p>
    <w:p w:rsidR="007B6A46" w:rsidRDefault="007B6A46" w:rsidP="007B6A46">
      <w:r>
        <w:t>107.1122</w:t>
      </w:r>
      <w:r>
        <w:tab/>
        <w:t>1.013e0</w:t>
      </w:r>
    </w:p>
    <w:p w:rsidR="007B6A46" w:rsidRDefault="007B6A46" w:rsidP="007B6A46">
      <w:r>
        <w:t>107.1239</w:t>
      </w:r>
      <w:r>
        <w:tab/>
        <w:t>1.013e0</w:t>
      </w:r>
    </w:p>
    <w:p w:rsidR="007B6A46" w:rsidRDefault="007B6A46" w:rsidP="007B6A46">
      <w:r>
        <w:t>107.1263</w:t>
      </w:r>
      <w:r>
        <w:tab/>
        <w:t>1.013e0</w:t>
      </w:r>
    </w:p>
    <w:p w:rsidR="007B6A46" w:rsidRDefault="007B6A46" w:rsidP="007B6A46">
      <w:r>
        <w:t>107.1345</w:t>
      </w:r>
      <w:r>
        <w:tab/>
        <w:t>2.025e0</w:t>
      </w:r>
    </w:p>
    <w:p w:rsidR="007B6A46" w:rsidRDefault="007B6A46" w:rsidP="007B6A46">
      <w:r>
        <w:t>107.1402</w:t>
      </w:r>
      <w:r>
        <w:tab/>
        <w:t>1.013e0</w:t>
      </w:r>
    </w:p>
    <w:p w:rsidR="007B6A46" w:rsidRDefault="007B6A46" w:rsidP="007B6A46">
      <w:r>
        <w:t>107.1593</w:t>
      </w:r>
      <w:r>
        <w:tab/>
        <w:t>1.013e0</w:t>
      </w:r>
    </w:p>
    <w:p w:rsidR="007B6A46" w:rsidRDefault="007B6A46" w:rsidP="007B6A46">
      <w:r>
        <w:t>107.1759</w:t>
      </w:r>
      <w:r>
        <w:tab/>
        <w:t>1.013e0</w:t>
      </w:r>
    </w:p>
    <w:p w:rsidR="007B6A46" w:rsidRDefault="007B6A46" w:rsidP="007B6A46">
      <w:r>
        <w:t>107.1868</w:t>
      </w:r>
      <w:r>
        <w:tab/>
        <w:t>1.013e0</w:t>
      </w:r>
    </w:p>
    <w:p w:rsidR="007B6A46" w:rsidRDefault="007B6A46" w:rsidP="007B6A46">
      <w:r>
        <w:t>107.1980</w:t>
      </w:r>
      <w:r>
        <w:tab/>
        <w:t>1.013e0</w:t>
      </w:r>
    </w:p>
    <w:p w:rsidR="007B6A46" w:rsidRDefault="007B6A46" w:rsidP="007B6A46">
      <w:r>
        <w:t>107.2060</w:t>
      </w:r>
      <w:r>
        <w:tab/>
        <w:t>1.013e0</w:t>
      </w:r>
    </w:p>
    <w:p w:rsidR="007B6A46" w:rsidRDefault="007B6A46" w:rsidP="007B6A46">
      <w:r>
        <w:t>107.2090</w:t>
      </w:r>
      <w:r>
        <w:tab/>
        <w:t>1.013e0</w:t>
      </w:r>
    </w:p>
    <w:p w:rsidR="007B6A46" w:rsidRDefault="007B6A46" w:rsidP="007B6A46">
      <w:r>
        <w:t>107.2214</w:t>
      </w:r>
      <w:r>
        <w:tab/>
        <w:t>2.025e0</w:t>
      </w:r>
    </w:p>
    <w:p w:rsidR="007B6A46" w:rsidRDefault="007B6A46" w:rsidP="007B6A46">
      <w:r>
        <w:t>107.2227</w:t>
      </w:r>
      <w:r>
        <w:tab/>
        <w:t>1.013e0</w:t>
      </w:r>
    </w:p>
    <w:p w:rsidR="007B6A46" w:rsidRDefault="007B6A46" w:rsidP="007B6A46">
      <w:r>
        <w:t>107.2393</w:t>
      </w:r>
      <w:r>
        <w:tab/>
        <w:t>1.013e0</w:t>
      </w:r>
    </w:p>
    <w:p w:rsidR="007B6A46" w:rsidRDefault="007B6A46" w:rsidP="007B6A46">
      <w:r>
        <w:t>107.2444</w:t>
      </w:r>
      <w:r>
        <w:tab/>
        <w:t>2.025e0</w:t>
      </w:r>
    </w:p>
    <w:p w:rsidR="007B6A46" w:rsidRDefault="007B6A46" w:rsidP="007B6A46">
      <w:r>
        <w:t>107.2543</w:t>
      </w:r>
      <w:r>
        <w:tab/>
        <w:t>2.025e0</w:t>
      </w:r>
    </w:p>
    <w:p w:rsidR="007B6A46" w:rsidRDefault="007B6A46" w:rsidP="007B6A46">
      <w:r>
        <w:lastRenderedPageBreak/>
        <w:t>107.2559</w:t>
      </w:r>
      <w:r>
        <w:tab/>
        <w:t>1.013e0</w:t>
      </w:r>
    </w:p>
    <w:p w:rsidR="007B6A46" w:rsidRDefault="007B6A46" w:rsidP="007B6A46">
      <w:r>
        <w:t>107.2697</w:t>
      </w:r>
      <w:r>
        <w:tab/>
        <w:t>1.013e0</w:t>
      </w:r>
    </w:p>
    <w:p w:rsidR="007B6A46" w:rsidRDefault="007B6A46" w:rsidP="007B6A46">
      <w:r>
        <w:t>107.2776</w:t>
      </w:r>
      <w:r>
        <w:tab/>
        <w:t>4.051e0</w:t>
      </w:r>
    </w:p>
    <w:p w:rsidR="007B6A46" w:rsidRDefault="007B6A46" w:rsidP="007B6A46">
      <w:r>
        <w:t>107.2943</w:t>
      </w:r>
      <w:r>
        <w:tab/>
        <w:t>1.013e0</w:t>
      </w:r>
    </w:p>
    <w:p w:rsidR="007B6A46" w:rsidRDefault="007B6A46" w:rsidP="007B6A46">
      <w:r>
        <w:t>107.3050</w:t>
      </w:r>
      <w:r>
        <w:tab/>
        <w:t>1.013e0</w:t>
      </w:r>
    </w:p>
    <w:p w:rsidR="007B6A46" w:rsidRDefault="007B6A46" w:rsidP="007B6A46">
      <w:r>
        <w:t>107.3064</w:t>
      </w:r>
      <w:r>
        <w:tab/>
        <w:t>2.025e0</w:t>
      </w:r>
    </w:p>
    <w:p w:rsidR="007B6A46" w:rsidRDefault="007B6A46" w:rsidP="007B6A46">
      <w:r>
        <w:t>107.3204</w:t>
      </w:r>
      <w:r>
        <w:tab/>
        <w:t>2.025e0</w:t>
      </w:r>
    </w:p>
    <w:p w:rsidR="007B6A46" w:rsidRDefault="007B6A46" w:rsidP="007B6A46">
      <w:r>
        <w:t>107.3244</w:t>
      </w:r>
      <w:r>
        <w:tab/>
        <w:t>1.013e0</w:t>
      </w:r>
    </w:p>
    <w:p w:rsidR="007B6A46" w:rsidRDefault="007B6A46" w:rsidP="007B6A46">
      <w:r>
        <w:t>107.3273</w:t>
      </w:r>
      <w:r>
        <w:tab/>
        <w:t>1.013e0</w:t>
      </w:r>
    </w:p>
    <w:p w:rsidR="007B6A46" w:rsidRDefault="007B6A46" w:rsidP="007B6A46">
      <w:r>
        <w:t>107.3314</w:t>
      </w:r>
      <w:r>
        <w:tab/>
        <w:t>2.025e0</w:t>
      </w:r>
    </w:p>
    <w:p w:rsidR="007B6A46" w:rsidRDefault="007B6A46" w:rsidP="007B6A46">
      <w:r>
        <w:t>107.3463</w:t>
      </w:r>
      <w:r>
        <w:tab/>
        <w:t>2.025e0</w:t>
      </w:r>
    </w:p>
    <w:p w:rsidR="007B6A46" w:rsidRDefault="007B6A46" w:rsidP="007B6A46">
      <w:r>
        <w:t>107.3578</w:t>
      </w:r>
      <w:r>
        <w:tab/>
        <w:t>1.013e0</w:t>
      </w:r>
    </w:p>
    <w:p w:rsidR="007B6A46" w:rsidRDefault="007B6A46" w:rsidP="007B6A46">
      <w:r>
        <w:t>107.3824</w:t>
      </w:r>
      <w:r>
        <w:tab/>
        <w:t>1.013e0</w:t>
      </w:r>
    </w:p>
    <w:p w:rsidR="007B6A46" w:rsidRDefault="007B6A46" w:rsidP="007B6A46">
      <w:r>
        <w:t>107.3933</w:t>
      </w:r>
      <w:r>
        <w:tab/>
        <w:t>1.013e0</w:t>
      </w:r>
    </w:p>
    <w:p w:rsidR="007B6A46" w:rsidRDefault="007B6A46" w:rsidP="007B6A46">
      <w:r>
        <w:t>107.3988</w:t>
      </w:r>
      <w:r>
        <w:tab/>
        <w:t>1.013e0</w:t>
      </w:r>
    </w:p>
    <w:p w:rsidR="007B6A46" w:rsidRDefault="007B6A46" w:rsidP="007B6A46">
      <w:r>
        <w:t>107.4127</w:t>
      </w:r>
      <w:r>
        <w:tab/>
        <w:t>1.013e0</w:t>
      </w:r>
    </w:p>
    <w:p w:rsidR="007B6A46" w:rsidRDefault="007B6A46" w:rsidP="007B6A46">
      <w:r>
        <w:t>107.4182</w:t>
      </w:r>
      <w:r>
        <w:tab/>
        <w:t>1.013e0</w:t>
      </w:r>
    </w:p>
    <w:p w:rsidR="007B6A46" w:rsidRDefault="007B6A46" w:rsidP="007B6A46">
      <w:r>
        <w:t>107.4293</w:t>
      </w:r>
      <w:r>
        <w:tab/>
        <w:t>1.013e0</w:t>
      </w:r>
    </w:p>
    <w:p w:rsidR="007B6A46" w:rsidRDefault="007B6A46" w:rsidP="007B6A46">
      <w:r>
        <w:t>107.4459</w:t>
      </w:r>
      <w:r>
        <w:tab/>
        <w:t>1.013e0</w:t>
      </w:r>
    </w:p>
    <w:p w:rsidR="007B6A46" w:rsidRDefault="007B6A46" w:rsidP="007B6A46">
      <w:r>
        <w:lastRenderedPageBreak/>
        <w:t>107.4608</w:t>
      </w:r>
      <w:r>
        <w:tab/>
        <w:t>2.025e0</w:t>
      </w:r>
    </w:p>
    <w:p w:rsidR="007B6A46" w:rsidRDefault="007B6A46" w:rsidP="007B6A46">
      <w:r>
        <w:t>107.4813</w:t>
      </w:r>
      <w:r>
        <w:tab/>
        <w:t>1.013e0</w:t>
      </w:r>
    </w:p>
    <w:p w:rsidR="007B6A46" w:rsidRDefault="007B6A46" w:rsidP="007B6A46">
      <w:r>
        <w:t>107.4857</w:t>
      </w:r>
      <w:r>
        <w:tab/>
        <w:t>2.025e0</w:t>
      </w:r>
    </w:p>
    <w:p w:rsidR="007B6A46" w:rsidRDefault="007B6A46" w:rsidP="007B6A46">
      <w:r>
        <w:t>107.5201</w:t>
      </w:r>
      <w:r>
        <w:tab/>
        <w:t>1.013e0</w:t>
      </w:r>
    </w:p>
    <w:p w:rsidR="007B6A46" w:rsidRDefault="007B6A46" w:rsidP="007B6A46">
      <w:r>
        <w:t>107.5462</w:t>
      </w:r>
      <w:r>
        <w:tab/>
        <w:t>2.025e0</w:t>
      </w:r>
    </w:p>
    <w:p w:rsidR="007B6A46" w:rsidRDefault="007B6A46" w:rsidP="007B6A46">
      <w:r>
        <w:t>107.5490</w:t>
      </w:r>
      <w:r>
        <w:tab/>
        <w:t>2.025e0</w:t>
      </w:r>
    </w:p>
    <w:p w:rsidR="007B6A46" w:rsidRDefault="007B6A46" w:rsidP="007B6A46">
      <w:r>
        <w:t>107.5530</w:t>
      </w:r>
      <w:r>
        <w:tab/>
        <w:t>1.013e0</w:t>
      </w:r>
    </w:p>
    <w:p w:rsidR="007B6A46" w:rsidRDefault="007B6A46" w:rsidP="007B6A46">
      <w:r>
        <w:t>107.5616</w:t>
      </w:r>
      <w:r>
        <w:tab/>
        <w:t>1.013e0</w:t>
      </w:r>
    </w:p>
    <w:p w:rsidR="007B6A46" w:rsidRDefault="007B6A46" w:rsidP="007B6A46">
      <w:r>
        <w:t>107.5725</w:t>
      </w:r>
      <w:r>
        <w:tab/>
        <w:t>1.013e0</w:t>
      </w:r>
    </w:p>
    <w:p w:rsidR="007B6A46" w:rsidRDefault="007B6A46" w:rsidP="007B6A46">
      <w:r>
        <w:t>107.5903</w:t>
      </w:r>
      <w:r>
        <w:tab/>
        <w:t>2.025e0</w:t>
      </w:r>
    </w:p>
    <w:p w:rsidR="007B6A46" w:rsidRDefault="007B6A46" w:rsidP="007B6A46">
      <w:r>
        <w:t>107.6000</w:t>
      </w:r>
      <w:r>
        <w:tab/>
        <w:t>2.025e0</w:t>
      </w:r>
    </w:p>
    <w:p w:rsidR="007B6A46" w:rsidRDefault="007B6A46" w:rsidP="007B6A46">
      <w:r>
        <w:t>107.6164</w:t>
      </w:r>
      <w:r>
        <w:tab/>
        <w:t>1.013e0</w:t>
      </w:r>
    </w:p>
    <w:p w:rsidR="007B6A46" w:rsidRDefault="007B6A46" w:rsidP="007B6A46">
      <w:r>
        <w:t>107.6304</w:t>
      </w:r>
      <w:r>
        <w:tab/>
        <w:t>1.013e0</w:t>
      </w:r>
    </w:p>
    <w:p w:rsidR="007B6A46" w:rsidRDefault="007B6A46" w:rsidP="007B6A46">
      <w:r>
        <w:t>107.6360</w:t>
      </w:r>
      <w:r>
        <w:tab/>
        <w:t>1.013e0</w:t>
      </w:r>
    </w:p>
    <w:p w:rsidR="007B6A46" w:rsidRDefault="007B6A46" w:rsidP="007B6A46">
      <w:r>
        <w:t>107.6411</w:t>
      </w:r>
      <w:r>
        <w:tab/>
        <w:t>1.013e0</w:t>
      </w:r>
    </w:p>
    <w:p w:rsidR="007B6A46" w:rsidRDefault="007B6A46" w:rsidP="007B6A46">
      <w:r>
        <w:t>107.6484</w:t>
      </w:r>
      <w:r>
        <w:tab/>
        <w:t>2.025e0</w:t>
      </w:r>
    </w:p>
    <w:p w:rsidR="007B6A46" w:rsidRDefault="007B6A46" w:rsidP="007B6A46">
      <w:r>
        <w:t>107.6690</w:t>
      </w:r>
      <w:r>
        <w:tab/>
        <w:t>2.025e0</w:t>
      </w:r>
    </w:p>
    <w:p w:rsidR="007B6A46" w:rsidRDefault="007B6A46" w:rsidP="007B6A46">
      <w:r>
        <w:t>107.6842</w:t>
      </w:r>
      <w:r>
        <w:tab/>
        <w:t>2.025e0</w:t>
      </w:r>
    </w:p>
    <w:p w:rsidR="007B6A46" w:rsidRDefault="007B6A46" w:rsidP="007B6A46">
      <w:r>
        <w:t>107.6909</w:t>
      </w:r>
      <w:r>
        <w:tab/>
        <w:t>1.013e0</w:t>
      </w:r>
    </w:p>
    <w:p w:rsidR="007B6A46" w:rsidRDefault="007B6A46" w:rsidP="007B6A46">
      <w:r>
        <w:lastRenderedPageBreak/>
        <w:t>107.7212</w:t>
      </w:r>
      <w:r>
        <w:tab/>
        <w:t>1.013e0</w:t>
      </w:r>
    </w:p>
    <w:p w:rsidR="007B6A46" w:rsidRDefault="007B6A46" w:rsidP="007B6A46">
      <w:r>
        <w:t>107.7431</w:t>
      </w:r>
      <w:r>
        <w:tab/>
        <w:t>1.013e0</w:t>
      </w:r>
    </w:p>
    <w:p w:rsidR="007B6A46" w:rsidRDefault="007B6A46" w:rsidP="007B6A46">
      <w:r>
        <w:t>107.7518</w:t>
      </w:r>
      <w:r>
        <w:tab/>
        <w:t>1.013e0</w:t>
      </w:r>
    </w:p>
    <w:p w:rsidR="007B6A46" w:rsidRDefault="007B6A46" w:rsidP="007B6A46">
      <w:r>
        <w:t>107.7546</w:t>
      </w:r>
      <w:r>
        <w:tab/>
        <w:t>2.025e0</w:t>
      </w:r>
    </w:p>
    <w:p w:rsidR="007B6A46" w:rsidRDefault="007B6A46" w:rsidP="007B6A46">
      <w:r>
        <w:t>107.7712</w:t>
      </w:r>
      <w:r>
        <w:tab/>
        <w:t>1.013e0</w:t>
      </w:r>
    </w:p>
    <w:p w:rsidR="007B6A46" w:rsidRDefault="007B6A46" w:rsidP="007B6A46">
      <w:r>
        <w:t>107.7821</w:t>
      </w:r>
      <w:r>
        <w:tab/>
        <w:t>2.025e0</w:t>
      </w:r>
    </w:p>
    <w:p w:rsidR="007B6A46" w:rsidRDefault="007B6A46" w:rsidP="007B6A46">
      <w:r>
        <w:t>107.7851</w:t>
      </w:r>
      <w:r>
        <w:tab/>
        <w:t>1.013e0</w:t>
      </w:r>
    </w:p>
    <w:p w:rsidR="007B6A46" w:rsidRDefault="007B6A46" w:rsidP="007B6A46">
      <w:r>
        <w:t>107.7873</w:t>
      </w:r>
      <w:r>
        <w:tab/>
        <w:t>1.013e0</w:t>
      </w:r>
    </w:p>
    <w:p w:rsidR="007B6A46" w:rsidRDefault="007B6A46" w:rsidP="007B6A46">
      <w:r>
        <w:t>107.8235</w:t>
      </w:r>
      <w:r>
        <w:tab/>
        <w:t>1.013e0</w:t>
      </w:r>
    </w:p>
    <w:p w:rsidR="007B6A46" w:rsidRDefault="007B6A46" w:rsidP="007B6A46">
      <w:r>
        <w:t>107.8316</w:t>
      </w:r>
      <w:r>
        <w:tab/>
        <w:t>1.013e0</w:t>
      </w:r>
    </w:p>
    <w:p w:rsidR="007B6A46" w:rsidRDefault="007B6A46" w:rsidP="007B6A46">
      <w:r>
        <w:t>107.8509</w:t>
      </w:r>
      <w:r>
        <w:tab/>
        <w:t>1.013e0</w:t>
      </w:r>
    </w:p>
    <w:p w:rsidR="007B6A46" w:rsidRDefault="007B6A46" w:rsidP="007B6A46">
      <w:r>
        <w:t>107.8617</w:t>
      </w:r>
      <w:r>
        <w:tab/>
        <w:t>1.013e0</w:t>
      </w:r>
    </w:p>
    <w:p w:rsidR="007B6A46" w:rsidRDefault="007B6A46" w:rsidP="007B6A46">
      <w:r>
        <w:t>107.8732</w:t>
      </w:r>
      <w:r>
        <w:tab/>
        <w:t>1.013e0</w:t>
      </w:r>
    </w:p>
    <w:p w:rsidR="007B6A46" w:rsidRDefault="007B6A46" w:rsidP="007B6A46">
      <w:r>
        <w:t>107.8814</w:t>
      </w:r>
      <w:r>
        <w:tab/>
        <w:t>1.013e0</w:t>
      </w:r>
    </w:p>
    <w:p w:rsidR="007B6A46" w:rsidRDefault="007B6A46" w:rsidP="007B6A46">
      <w:r>
        <w:t>107.8869</w:t>
      </w:r>
      <w:r>
        <w:tab/>
        <w:t>1.013e0</w:t>
      </w:r>
    </w:p>
    <w:p w:rsidR="007B6A46" w:rsidRDefault="007B6A46" w:rsidP="007B6A46">
      <w:r>
        <w:t>107.8980</w:t>
      </w:r>
      <w:r>
        <w:tab/>
        <w:t>1.013e0</w:t>
      </w:r>
    </w:p>
    <w:p w:rsidR="007B6A46" w:rsidRDefault="007B6A46" w:rsidP="007B6A46">
      <w:r>
        <w:t>107.9173</w:t>
      </w:r>
      <w:r>
        <w:tab/>
        <w:t>1.013e0</w:t>
      </w:r>
    </w:p>
    <w:p w:rsidR="007B6A46" w:rsidRDefault="007B6A46" w:rsidP="007B6A46">
      <w:r>
        <w:t>107.9227</w:t>
      </w:r>
      <w:r>
        <w:tab/>
        <w:t>1.013e0</w:t>
      </w:r>
    </w:p>
    <w:p w:rsidR="007B6A46" w:rsidRDefault="007B6A46" w:rsidP="007B6A46">
      <w:r>
        <w:t>107.9282</w:t>
      </w:r>
      <w:r>
        <w:tab/>
        <w:t>1.013e0</w:t>
      </w:r>
    </w:p>
    <w:p w:rsidR="007B6A46" w:rsidRDefault="007B6A46" w:rsidP="007B6A46">
      <w:r>
        <w:lastRenderedPageBreak/>
        <w:t>107.9479</w:t>
      </w:r>
      <w:r>
        <w:tab/>
        <w:t>1.013e0</w:t>
      </w:r>
    </w:p>
    <w:p w:rsidR="007B6A46" w:rsidRDefault="007B6A46" w:rsidP="007B6A46">
      <w:r>
        <w:t>107.9502</w:t>
      </w:r>
      <w:r>
        <w:tab/>
        <w:t>1.013e0</w:t>
      </w:r>
    </w:p>
    <w:p w:rsidR="007B6A46" w:rsidRDefault="007B6A46" w:rsidP="007B6A46">
      <w:r>
        <w:t>107.9669</w:t>
      </w:r>
      <w:r>
        <w:tab/>
        <w:t>1.013e0</w:t>
      </w:r>
    </w:p>
    <w:p w:rsidR="007B6A46" w:rsidRDefault="007B6A46" w:rsidP="007B6A46">
      <w:r>
        <w:t>107.9835</w:t>
      </w:r>
      <w:r>
        <w:tab/>
        <w:t>3.038e0</w:t>
      </w:r>
    </w:p>
    <w:p w:rsidR="007B6A46" w:rsidRDefault="007B6A46" w:rsidP="007B6A46">
      <w:r>
        <w:t>107.9958</w:t>
      </w:r>
      <w:r>
        <w:tab/>
        <w:t>2.025e0</w:t>
      </w:r>
    </w:p>
    <w:p w:rsidR="007B6A46" w:rsidRDefault="007B6A46" w:rsidP="007B6A46">
      <w:r>
        <w:t>108.0249</w:t>
      </w:r>
      <w:r>
        <w:tab/>
        <w:t>1.013e0</w:t>
      </w:r>
    </w:p>
    <w:p w:rsidR="007B6A46" w:rsidRDefault="007B6A46" w:rsidP="007B6A46">
      <w:r>
        <w:t>108.0413</w:t>
      </w:r>
      <w:r>
        <w:tab/>
        <w:t>2.025e0</w:t>
      </w:r>
    </w:p>
    <w:p w:rsidR="007B6A46" w:rsidRDefault="007B6A46" w:rsidP="007B6A46">
      <w:r>
        <w:t>108.0429</w:t>
      </w:r>
      <w:r>
        <w:tab/>
        <w:t>2.025e0</w:t>
      </w:r>
    </w:p>
    <w:p w:rsidR="007B6A46" w:rsidRDefault="007B6A46" w:rsidP="007B6A46">
      <w:r>
        <w:t>108.0443</w:t>
      </w:r>
      <w:r>
        <w:tab/>
        <w:t>1.013e0</w:t>
      </w:r>
    </w:p>
    <w:p w:rsidR="007B6A46" w:rsidRDefault="007B6A46" w:rsidP="007B6A46">
      <w:r>
        <w:t>108.0636</w:t>
      </w:r>
      <w:r>
        <w:tab/>
        <w:t>3.038e0</w:t>
      </w:r>
    </w:p>
    <w:p w:rsidR="007B6A46" w:rsidRDefault="007B6A46" w:rsidP="007B6A46">
      <w:r>
        <w:t>108.0679</w:t>
      </w:r>
      <w:r>
        <w:tab/>
        <w:t>2.025e0</w:t>
      </w:r>
    </w:p>
    <w:p w:rsidR="007B6A46" w:rsidRDefault="007B6A46" w:rsidP="007B6A46">
      <w:r>
        <w:t>108.0691</w:t>
      </w:r>
      <w:r>
        <w:tab/>
        <w:t>3.038e0</w:t>
      </w:r>
    </w:p>
    <w:p w:rsidR="007B6A46" w:rsidRDefault="007B6A46" w:rsidP="007B6A46">
      <w:r>
        <w:t>108.0721</w:t>
      </w:r>
      <w:r>
        <w:tab/>
        <w:t>5.063e0</w:t>
      </w:r>
    </w:p>
    <w:p w:rsidR="007B6A46" w:rsidRDefault="007B6A46" w:rsidP="007B6A46">
      <w:r>
        <w:t>108.0804</w:t>
      </w:r>
      <w:r>
        <w:tab/>
        <w:t>5.063e0</w:t>
      </w:r>
    </w:p>
    <w:p w:rsidR="007B6A46" w:rsidRDefault="007B6A46" w:rsidP="007B6A46">
      <w:r>
        <w:t>108.0855</w:t>
      </w:r>
      <w:r>
        <w:tab/>
        <w:t>5.063e0</w:t>
      </w:r>
    </w:p>
    <w:p w:rsidR="007B6A46" w:rsidRDefault="007B6A46" w:rsidP="007B6A46">
      <w:r>
        <w:t>108.0914</w:t>
      </w:r>
      <w:r>
        <w:tab/>
        <w:t>4.051e0</w:t>
      </w:r>
    </w:p>
    <w:p w:rsidR="007B6A46" w:rsidRDefault="007B6A46" w:rsidP="007B6A46">
      <w:r>
        <w:t>108.0968</w:t>
      </w:r>
      <w:r>
        <w:tab/>
        <w:t>3.038e0</w:t>
      </w:r>
    </w:p>
    <w:p w:rsidR="007B6A46" w:rsidRDefault="007B6A46" w:rsidP="007B6A46">
      <w:r>
        <w:t>108.1109</w:t>
      </w:r>
      <w:r>
        <w:tab/>
        <w:t>1.013e0</w:t>
      </w:r>
    </w:p>
    <w:p w:rsidR="007B6A46" w:rsidRDefault="007B6A46" w:rsidP="007B6A46">
      <w:r>
        <w:t>108.1298</w:t>
      </w:r>
      <w:r>
        <w:tab/>
        <w:t>1.013e0</w:t>
      </w:r>
    </w:p>
    <w:p w:rsidR="007B6A46" w:rsidRDefault="007B6A46" w:rsidP="007B6A46">
      <w:r>
        <w:lastRenderedPageBreak/>
        <w:t>108.1411</w:t>
      </w:r>
      <w:r>
        <w:tab/>
        <w:t>1.013e0</w:t>
      </w:r>
    </w:p>
    <w:p w:rsidR="007B6A46" w:rsidRDefault="007B6A46" w:rsidP="007B6A46">
      <w:r>
        <w:t>108.1465</w:t>
      </w:r>
      <w:r>
        <w:tab/>
        <w:t>1.013e0</w:t>
      </w:r>
    </w:p>
    <w:p w:rsidR="007B6A46" w:rsidRDefault="007B6A46" w:rsidP="007B6A46">
      <w:r>
        <w:t>108.1577</w:t>
      </w:r>
      <w:r>
        <w:tab/>
        <w:t>2.025e0</w:t>
      </w:r>
    </w:p>
    <w:p w:rsidR="007B6A46" w:rsidRDefault="007B6A46" w:rsidP="007B6A46">
      <w:r>
        <w:t>108.1855</w:t>
      </w:r>
      <w:r>
        <w:tab/>
        <w:t>1.013e0</w:t>
      </w:r>
    </w:p>
    <w:p w:rsidR="007B6A46" w:rsidRDefault="007B6A46" w:rsidP="007B6A46">
      <w:r>
        <w:t>108.2018</w:t>
      </w:r>
      <w:r>
        <w:tab/>
        <w:t>1.013e0</w:t>
      </w:r>
    </w:p>
    <w:p w:rsidR="007B6A46" w:rsidRDefault="007B6A46" w:rsidP="007B6A46">
      <w:r>
        <w:t>108.2100</w:t>
      </w:r>
      <w:r>
        <w:tab/>
        <w:t>1.013e0</w:t>
      </w:r>
    </w:p>
    <w:p w:rsidR="007B6A46" w:rsidRDefault="007B6A46" w:rsidP="007B6A46">
      <w:r>
        <w:t>108.2160</w:t>
      </w:r>
      <w:r>
        <w:tab/>
        <w:t>1.013e0</w:t>
      </w:r>
    </w:p>
    <w:p w:rsidR="007B6A46" w:rsidRDefault="007B6A46" w:rsidP="007B6A46">
      <w:r>
        <w:t>108.2406</w:t>
      </w:r>
      <w:r>
        <w:tab/>
        <w:t>1.013e0</w:t>
      </w:r>
    </w:p>
    <w:p w:rsidR="007B6A46" w:rsidRDefault="007B6A46" w:rsidP="007B6A46">
      <w:r>
        <w:t>108.2463</w:t>
      </w:r>
      <w:r>
        <w:tab/>
        <w:t>1.013e0</w:t>
      </w:r>
    </w:p>
    <w:p w:rsidR="007B6A46" w:rsidRDefault="007B6A46" w:rsidP="007B6A46">
      <w:r>
        <w:t>108.2709</w:t>
      </w:r>
      <w:r>
        <w:tab/>
        <w:t>1.013e0</w:t>
      </w:r>
    </w:p>
    <w:p w:rsidR="007B6A46" w:rsidRDefault="007B6A46" w:rsidP="007B6A46">
      <w:r>
        <w:t>108.2791</w:t>
      </w:r>
      <w:r>
        <w:tab/>
        <w:t>1.013e0</w:t>
      </w:r>
    </w:p>
    <w:p w:rsidR="007B6A46" w:rsidRDefault="007B6A46" w:rsidP="007B6A46">
      <w:r>
        <w:t>108.2930</w:t>
      </w:r>
      <w:r>
        <w:tab/>
        <w:t>3.038e0</w:t>
      </w:r>
    </w:p>
    <w:p w:rsidR="007B6A46" w:rsidRDefault="007B6A46" w:rsidP="007B6A46">
      <w:r>
        <w:t>108.3042</w:t>
      </w:r>
      <w:r>
        <w:tab/>
        <w:t>1.013e0</w:t>
      </w:r>
    </w:p>
    <w:p w:rsidR="007B6A46" w:rsidRDefault="007B6A46" w:rsidP="007B6A46">
      <w:r>
        <w:t>108.3166</w:t>
      </w:r>
      <w:r>
        <w:tab/>
        <w:t>2.025e0</w:t>
      </w:r>
    </w:p>
    <w:p w:rsidR="007B6A46" w:rsidRDefault="007B6A46" w:rsidP="007B6A46">
      <w:r>
        <w:t>108.3427</w:t>
      </w:r>
      <w:r>
        <w:tab/>
        <w:t>1.013e0</w:t>
      </w:r>
    </w:p>
    <w:p w:rsidR="007B6A46" w:rsidRDefault="007B6A46" w:rsidP="007B6A46">
      <w:r>
        <w:t>108.3485</w:t>
      </w:r>
      <w:r>
        <w:tab/>
        <w:t>2.025e0</w:t>
      </w:r>
    </w:p>
    <w:p w:rsidR="007B6A46" w:rsidRDefault="007B6A46" w:rsidP="007B6A46">
      <w:r>
        <w:t>108.3624</w:t>
      </w:r>
      <w:r>
        <w:tab/>
        <w:t>1.013e0</w:t>
      </w:r>
    </w:p>
    <w:p w:rsidR="007B6A46" w:rsidRDefault="007B6A46" w:rsidP="007B6A46">
      <w:r>
        <w:t>108.3817</w:t>
      </w:r>
      <w:r>
        <w:tab/>
        <w:t>1.013e0</w:t>
      </w:r>
    </w:p>
    <w:p w:rsidR="007B6A46" w:rsidRDefault="007B6A46" w:rsidP="007B6A46">
      <w:r>
        <w:t>108.3870</w:t>
      </w:r>
      <w:r>
        <w:tab/>
        <w:t>1.013e0</w:t>
      </w:r>
    </w:p>
    <w:p w:rsidR="007B6A46" w:rsidRDefault="007B6A46" w:rsidP="007B6A46">
      <w:r>
        <w:lastRenderedPageBreak/>
        <w:t>108.4341</w:t>
      </w:r>
      <w:r>
        <w:tab/>
        <w:t>1.013e0</w:t>
      </w:r>
    </w:p>
    <w:p w:rsidR="007B6A46" w:rsidRDefault="007B6A46" w:rsidP="007B6A46">
      <w:r>
        <w:t>108.4452</w:t>
      </w:r>
      <w:r>
        <w:tab/>
        <w:t>1.013e0</w:t>
      </w:r>
    </w:p>
    <w:p w:rsidR="007B6A46" w:rsidRDefault="007B6A46" w:rsidP="007B6A46">
      <w:r>
        <w:t>108.4481</w:t>
      </w:r>
      <w:r>
        <w:tab/>
        <w:t>1.013e0</w:t>
      </w:r>
    </w:p>
    <w:p w:rsidR="007B6A46" w:rsidRDefault="007B6A46" w:rsidP="007B6A46">
      <w:r>
        <w:t>108.4536</w:t>
      </w:r>
      <w:r>
        <w:tab/>
        <w:t>2.025e0</w:t>
      </w:r>
    </w:p>
    <w:p w:rsidR="007B6A46" w:rsidRDefault="007B6A46" w:rsidP="007B6A46">
      <w:r>
        <w:t>108.4785</w:t>
      </w:r>
      <w:r>
        <w:tab/>
        <w:t>1.013e0</w:t>
      </w:r>
    </w:p>
    <w:p w:rsidR="007B6A46" w:rsidRDefault="007B6A46" w:rsidP="007B6A46">
      <w:r>
        <w:t>108.4813</w:t>
      </w:r>
      <w:r>
        <w:tab/>
        <w:t>1.013e0</w:t>
      </w:r>
    </w:p>
    <w:p w:rsidR="007B6A46" w:rsidRDefault="007B6A46" w:rsidP="007B6A46">
      <w:r>
        <w:t>108.4893</w:t>
      </w:r>
      <w:r>
        <w:tab/>
        <w:t>1.013e0</w:t>
      </w:r>
    </w:p>
    <w:p w:rsidR="007B6A46" w:rsidRDefault="007B6A46" w:rsidP="007B6A46">
      <w:r>
        <w:t>108.5116</w:t>
      </w:r>
      <w:r>
        <w:tab/>
        <w:t>1.013e0</w:t>
      </w:r>
    </w:p>
    <w:p w:rsidR="007B6A46" w:rsidRDefault="007B6A46" w:rsidP="007B6A46">
      <w:r>
        <w:t>108.5173</w:t>
      </w:r>
      <w:r>
        <w:tab/>
        <w:t>1.013e0</w:t>
      </w:r>
    </w:p>
    <w:p w:rsidR="007B6A46" w:rsidRDefault="007B6A46" w:rsidP="007B6A46">
      <w:r>
        <w:t>108.5335</w:t>
      </w:r>
      <w:r>
        <w:tab/>
        <w:t>1.013e0</w:t>
      </w:r>
    </w:p>
    <w:p w:rsidR="007B6A46" w:rsidRDefault="007B6A46" w:rsidP="007B6A46">
      <w:r>
        <w:t>108.5395</w:t>
      </w:r>
      <w:r>
        <w:tab/>
        <w:t>1.013e0</w:t>
      </w:r>
    </w:p>
    <w:p w:rsidR="007B6A46" w:rsidRDefault="007B6A46" w:rsidP="007B6A46">
      <w:r>
        <w:t>108.5742</w:t>
      </w:r>
      <w:r>
        <w:tab/>
        <w:t>2.025e0</w:t>
      </w:r>
    </w:p>
    <w:p w:rsidR="007B6A46" w:rsidRDefault="007B6A46" w:rsidP="007B6A46">
      <w:r>
        <w:t>108.6142</w:t>
      </w:r>
      <w:r>
        <w:tab/>
        <w:t>1.013e0</w:t>
      </w:r>
    </w:p>
    <w:p w:rsidR="007B6A46" w:rsidRDefault="007B6A46" w:rsidP="007B6A46">
      <w:r>
        <w:t>108.6252</w:t>
      </w:r>
      <w:r>
        <w:tab/>
        <w:t>2.025e0</w:t>
      </w:r>
    </w:p>
    <w:p w:rsidR="007B6A46" w:rsidRDefault="007B6A46" w:rsidP="007B6A46">
      <w:r>
        <w:t>108.6388</w:t>
      </w:r>
      <w:r>
        <w:tab/>
        <w:t>1.013e0</w:t>
      </w:r>
    </w:p>
    <w:p w:rsidR="007B6A46" w:rsidRDefault="007B6A46" w:rsidP="007B6A46">
      <w:r>
        <w:t>108.6860</w:t>
      </w:r>
      <w:r>
        <w:tab/>
        <w:t>1.013e0</w:t>
      </w:r>
    </w:p>
    <w:p w:rsidR="007B6A46" w:rsidRDefault="007B6A46" w:rsidP="007B6A46">
      <w:r>
        <w:t>108.6918</w:t>
      </w:r>
      <w:r>
        <w:tab/>
        <w:t>2.025e0</w:t>
      </w:r>
    </w:p>
    <w:p w:rsidR="007B6A46" w:rsidRDefault="007B6A46" w:rsidP="007B6A46">
      <w:r>
        <w:t>108.7136</w:t>
      </w:r>
      <w:r>
        <w:tab/>
        <w:t>1.013e0</w:t>
      </w:r>
    </w:p>
    <w:p w:rsidR="007B6A46" w:rsidRDefault="007B6A46" w:rsidP="007B6A46">
      <w:r>
        <w:t>108.7333</w:t>
      </w:r>
      <w:r>
        <w:tab/>
        <w:t>1.013e0</w:t>
      </w:r>
    </w:p>
    <w:p w:rsidR="007B6A46" w:rsidRDefault="007B6A46" w:rsidP="007B6A46">
      <w:r>
        <w:lastRenderedPageBreak/>
        <w:t>108.7442</w:t>
      </w:r>
      <w:r>
        <w:tab/>
        <w:t>1.013e0</w:t>
      </w:r>
    </w:p>
    <w:p w:rsidR="007B6A46" w:rsidRDefault="007B6A46" w:rsidP="007B6A46">
      <w:r>
        <w:t>108.7470</w:t>
      </w:r>
      <w:r>
        <w:tab/>
        <w:t>1.013e0</w:t>
      </w:r>
    </w:p>
    <w:p w:rsidR="007B6A46" w:rsidRDefault="007B6A46" w:rsidP="007B6A46">
      <w:r>
        <w:t>108.7636</w:t>
      </w:r>
      <w:r>
        <w:tab/>
        <w:t>1.013e0</w:t>
      </w:r>
    </w:p>
    <w:p w:rsidR="007B6A46" w:rsidRDefault="007B6A46" w:rsidP="007B6A46">
      <w:r>
        <w:t>108.7721</w:t>
      </w:r>
      <w:r>
        <w:tab/>
        <w:t>1.013e0</w:t>
      </w:r>
    </w:p>
    <w:p w:rsidR="007B6A46" w:rsidRDefault="007B6A46" w:rsidP="007B6A46">
      <w:r>
        <w:t>108.7885</w:t>
      </w:r>
      <w:r>
        <w:tab/>
        <w:t>1.013e0</w:t>
      </w:r>
    </w:p>
    <w:p w:rsidR="007B6A46" w:rsidRDefault="007B6A46" w:rsidP="007B6A46">
      <w:r>
        <w:t>108.8415</w:t>
      </w:r>
      <w:r>
        <w:tab/>
        <w:t>1.013e0</w:t>
      </w:r>
    </w:p>
    <w:p w:rsidR="007B6A46" w:rsidRDefault="007B6A46" w:rsidP="007B6A46">
      <w:r>
        <w:t>108.8494</w:t>
      </w:r>
      <w:r>
        <w:tab/>
        <w:t>1.013e0</w:t>
      </w:r>
    </w:p>
    <w:p w:rsidR="007B6A46" w:rsidRDefault="007B6A46" w:rsidP="007B6A46">
      <w:r>
        <w:t>108.8718</w:t>
      </w:r>
      <w:r>
        <w:tab/>
        <w:t>1.013e0</w:t>
      </w:r>
    </w:p>
    <w:p w:rsidR="007B6A46" w:rsidRDefault="007B6A46" w:rsidP="007B6A46">
      <w:r>
        <w:t>108.8747</w:t>
      </w:r>
      <w:r>
        <w:tab/>
        <w:t>1.013e0</w:t>
      </w:r>
    </w:p>
    <w:p w:rsidR="007B6A46" w:rsidRDefault="007B6A46" w:rsidP="007B6A46">
      <w:r>
        <w:t>108.8914</w:t>
      </w:r>
      <w:r>
        <w:tab/>
        <w:t>1.013e0</w:t>
      </w:r>
    </w:p>
    <w:p w:rsidR="007B6A46" w:rsidRDefault="007B6A46" w:rsidP="007B6A46">
      <w:r>
        <w:t>109.0161</w:t>
      </w:r>
      <w:r>
        <w:tab/>
        <w:t>1.013e0</w:t>
      </w:r>
    </w:p>
    <w:p w:rsidR="007B6A46" w:rsidRDefault="007B6A46" w:rsidP="007B6A46">
      <w:r>
        <w:t>109.0442</w:t>
      </w:r>
      <w:r>
        <w:tab/>
        <w:t>1.013e0</w:t>
      </w:r>
    </w:p>
    <w:p w:rsidR="007B6A46" w:rsidRDefault="007B6A46" w:rsidP="007B6A46">
      <w:r>
        <w:t>109.0535</w:t>
      </w:r>
      <w:r>
        <w:tab/>
        <w:t>2.025e0</w:t>
      </w:r>
    </w:p>
    <w:p w:rsidR="007B6A46" w:rsidRDefault="007B6A46" w:rsidP="007B6A46">
      <w:r>
        <w:t>109.0551</w:t>
      </w:r>
      <w:r>
        <w:tab/>
        <w:t>1.013e0</w:t>
      </w:r>
    </w:p>
    <w:p w:rsidR="007B6A46" w:rsidRDefault="007B6A46" w:rsidP="007B6A46">
      <w:r>
        <w:t>109.0771</w:t>
      </w:r>
      <w:r>
        <w:tab/>
        <w:t>2.025e0</w:t>
      </w:r>
    </w:p>
    <w:p w:rsidR="007B6A46" w:rsidRDefault="007B6A46" w:rsidP="007B6A46">
      <w:r>
        <w:t>109.0784</w:t>
      </w:r>
      <w:r>
        <w:tab/>
        <w:t>2.025e0</w:t>
      </w:r>
    </w:p>
    <w:p w:rsidR="007B6A46" w:rsidRDefault="007B6A46" w:rsidP="007B6A46">
      <w:r>
        <w:t>109.0856</w:t>
      </w:r>
      <w:r>
        <w:tab/>
        <w:t>2.025e0</w:t>
      </w:r>
    </w:p>
    <w:p w:rsidR="007B6A46" w:rsidRDefault="007B6A46" w:rsidP="007B6A46">
      <w:r>
        <w:t>109.0910</w:t>
      </w:r>
      <w:r>
        <w:tab/>
        <w:t>1.013e0</w:t>
      </w:r>
    </w:p>
    <w:p w:rsidR="007B6A46" w:rsidRDefault="007B6A46" w:rsidP="007B6A46">
      <w:r>
        <w:t>109.0995</w:t>
      </w:r>
      <w:r>
        <w:tab/>
        <w:t>2.025e0</w:t>
      </w:r>
    </w:p>
    <w:p w:rsidR="007B6A46" w:rsidRDefault="007B6A46" w:rsidP="007B6A46">
      <w:r>
        <w:lastRenderedPageBreak/>
        <w:t>109.1074</w:t>
      </w:r>
      <w:r>
        <w:tab/>
        <w:t>1.013e0</w:t>
      </w:r>
    </w:p>
    <w:p w:rsidR="007B6A46" w:rsidRDefault="007B6A46" w:rsidP="007B6A46">
      <w:r>
        <w:t>109.1242</w:t>
      </w:r>
      <w:r>
        <w:tab/>
        <w:t>2.025e0</w:t>
      </w:r>
    </w:p>
    <w:p w:rsidR="007B6A46" w:rsidRDefault="007B6A46" w:rsidP="007B6A46">
      <w:r>
        <w:t>109.1358</w:t>
      </w:r>
      <w:r>
        <w:tab/>
        <w:t>1.013e0</w:t>
      </w:r>
    </w:p>
    <w:p w:rsidR="007B6A46" w:rsidRDefault="007B6A46" w:rsidP="007B6A46">
      <w:r>
        <w:t>109.1604</w:t>
      </w:r>
      <w:r>
        <w:tab/>
        <w:t>1.013e0</w:t>
      </w:r>
    </w:p>
    <w:p w:rsidR="007B6A46" w:rsidRDefault="007B6A46" w:rsidP="007B6A46">
      <w:r>
        <w:t>109.1911</w:t>
      </w:r>
      <w:r>
        <w:tab/>
        <w:t>1.013e0</w:t>
      </w:r>
    </w:p>
    <w:p w:rsidR="007B6A46" w:rsidRDefault="007B6A46" w:rsidP="007B6A46">
      <w:r>
        <w:t>109.1940</w:t>
      </w:r>
      <w:r>
        <w:tab/>
        <w:t>1.013e0</w:t>
      </w:r>
    </w:p>
    <w:p w:rsidR="007B6A46" w:rsidRDefault="007B6A46" w:rsidP="007B6A46">
      <w:r>
        <w:t>109.2020</w:t>
      </w:r>
      <w:r>
        <w:tab/>
        <w:t>1.013e0</w:t>
      </w:r>
    </w:p>
    <w:p w:rsidR="007B6A46" w:rsidRDefault="007B6A46" w:rsidP="007B6A46">
      <w:r>
        <w:t>109.2327</w:t>
      </w:r>
      <w:r>
        <w:tab/>
        <w:t>1.013e0</w:t>
      </w:r>
    </w:p>
    <w:p w:rsidR="007B6A46" w:rsidRDefault="007B6A46" w:rsidP="007B6A46">
      <w:r>
        <w:t>109.2413</w:t>
      </w:r>
      <w:r>
        <w:tab/>
        <w:t>1.013e0</w:t>
      </w:r>
    </w:p>
    <w:p w:rsidR="007B6A46" w:rsidRDefault="007B6A46" w:rsidP="007B6A46">
      <w:r>
        <w:t>109.2690</w:t>
      </w:r>
      <w:r>
        <w:tab/>
        <w:t>1.013e0</w:t>
      </w:r>
    </w:p>
    <w:p w:rsidR="007B6A46" w:rsidRDefault="007B6A46" w:rsidP="007B6A46">
      <w:r>
        <w:t>109.2909</w:t>
      </w:r>
      <w:r>
        <w:tab/>
        <w:t>1.013e0</w:t>
      </w:r>
    </w:p>
    <w:p w:rsidR="007B6A46" w:rsidRDefault="007B6A46" w:rsidP="007B6A46">
      <w:r>
        <w:t>109.3161</w:t>
      </w:r>
      <w:r>
        <w:tab/>
        <w:t>1.013e0</w:t>
      </w:r>
    </w:p>
    <w:p w:rsidR="007B6A46" w:rsidRDefault="007B6A46" w:rsidP="007B6A46">
      <w:r>
        <w:t>109.3466</w:t>
      </w:r>
      <w:r>
        <w:tab/>
        <w:t>2.025e0</w:t>
      </w:r>
    </w:p>
    <w:p w:rsidR="007B6A46" w:rsidRDefault="007B6A46" w:rsidP="007B6A46">
      <w:r>
        <w:t>109.3661</w:t>
      </w:r>
      <w:r>
        <w:tab/>
        <w:t>1.013e0</w:t>
      </w:r>
    </w:p>
    <w:p w:rsidR="007B6A46" w:rsidRDefault="007B6A46" w:rsidP="007B6A46">
      <w:r>
        <w:t>109.3688</w:t>
      </w:r>
      <w:r>
        <w:tab/>
        <w:t>1.013e0</w:t>
      </w:r>
    </w:p>
    <w:p w:rsidR="007B6A46" w:rsidRDefault="007B6A46" w:rsidP="007B6A46">
      <w:r>
        <w:t>109.3965</w:t>
      </w:r>
      <w:r>
        <w:tab/>
        <w:t>1.013e0</w:t>
      </w:r>
    </w:p>
    <w:p w:rsidR="007B6A46" w:rsidRDefault="007B6A46" w:rsidP="007B6A46">
      <w:r>
        <w:t>109.4078</w:t>
      </w:r>
      <w:r>
        <w:tab/>
        <w:t>1.013e0</w:t>
      </w:r>
    </w:p>
    <w:p w:rsidR="007B6A46" w:rsidRDefault="007B6A46" w:rsidP="007B6A46">
      <w:r>
        <w:t>109.4553</w:t>
      </w:r>
      <w:r>
        <w:tab/>
        <w:t>1.013e0</w:t>
      </w:r>
    </w:p>
    <w:p w:rsidR="007B6A46" w:rsidRDefault="007B6A46" w:rsidP="007B6A46">
      <w:r>
        <w:t>109.5190</w:t>
      </w:r>
      <w:r>
        <w:tab/>
        <w:t>1.013e0</w:t>
      </w:r>
    </w:p>
    <w:p w:rsidR="007B6A46" w:rsidRDefault="007B6A46" w:rsidP="007B6A46">
      <w:r>
        <w:lastRenderedPageBreak/>
        <w:t>109.5691</w:t>
      </w:r>
      <w:r>
        <w:tab/>
        <w:t>1.013e0</w:t>
      </w:r>
    </w:p>
    <w:p w:rsidR="007B6A46" w:rsidRDefault="007B6A46" w:rsidP="007B6A46">
      <w:r>
        <w:t>109.5858</w:t>
      </w:r>
      <w:r>
        <w:tab/>
        <w:t>1.013e0</w:t>
      </w:r>
    </w:p>
    <w:p w:rsidR="007B6A46" w:rsidRDefault="007B6A46" w:rsidP="007B6A46">
      <w:r>
        <w:t>109.5915</w:t>
      </w:r>
      <w:r>
        <w:tab/>
        <w:t>1.013e0</w:t>
      </w:r>
    </w:p>
    <w:p w:rsidR="007B6A46" w:rsidRDefault="007B6A46" w:rsidP="007B6A46">
      <w:r>
        <w:t>109.5942</w:t>
      </w:r>
      <w:r>
        <w:tab/>
        <w:t>1.013e0</w:t>
      </w:r>
    </w:p>
    <w:p w:rsidR="007B6A46" w:rsidRDefault="007B6A46" w:rsidP="007B6A46">
      <w:r>
        <w:t>109.6192</w:t>
      </w:r>
      <w:r>
        <w:tab/>
        <w:t>1.013e0</w:t>
      </w:r>
    </w:p>
    <w:p w:rsidR="007B6A46" w:rsidRDefault="007B6A46" w:rsidP="007B6A46">
      <w:r>
        <w:t>109.6555</w:t>
      </w:r>
      <w:r>
        <w:tab/>
        <w:t>1.013e0</w:t>
      </w:r>
    </w:p>
    <w:p w:rsidR="007B6A46" w:rsidRDefault="007B6A46" w:rsidP="007B6A46">
      <w:r>
        <w:t>109.6607</w:t>
      </w:r>
      <w:r>
        <w:tab/>
        <w:t>1.013e0</w:t>
      </w:r>
    </w:p>
    <w:p w:rsidR="007B6A46" w:rsidRDefault="007B6A46" w:rsidP="007B6A46">
      <w:r>
        <w:t>109.6776</w:t>
      </w:r>
      <w:r>
        <w:tab/>
        <w:t>1.013e0</w:t>
      </w:r>
    </w:p>
    <w:p w:rsidR="007B6A46" w:rsidRDefault="007B6A46" w:rsidP="007B6A46">
      <w:r>
        <w:t>109.6803</w:t>
      </w:r>
      <w:r>
        <w:tab/>
        <w:t>1.013e0</w:t>
      </w:r>
    </w:p>
    <w:p w:rsidR="007B6A46" w:rsidRDefault="007B6A46" w:rsidP="007B6A46">
      <w:r>
        <w:t>109.6831</w:t>
      </w:r>
      <w:r>
        <w:tab/>
        <w:t>1.013e0</w:t>
      </w:r>
    </w:p>
    <w:p w:rsidR="007B6A46" w:rsidRDefault="007B6A46" w:rsidP="007B6A46">
      <w:r>
        <w:t>109.7026</w:t>
      </w:r>
      <w:r>
        <w:tab/>
        <w:t>1.013e0</w:t>
      </w:r>
    </w:p>
    <w:p w:rsidR="007B6A46" w:rsidRDefault="007B6A46" w:rsidP="007B6A46">
      <w:r>
        <w:t>109.7249</w:t>
      </w:r>
      <w:r>
        <w:tab/>
        <w:t>3.038e0</w:t>
      </w:r>
    </w:p>
    <w:p w:rsidR="007B6A46" w:rsidRDefault="007B6A46" w:rsidP="007B6A46">
      <w:r>
        <w:t>109.7278</w:t>
      </w:r>
      <w:r>
        <w:tab/>
        <w:t>1.013e0</w:t>
      </w:r>
    </w:p>
    <w:p w:rsidR="007B6A46" w:rsidRDefault="007B6A46" w:rsidP="007B6A46">
      <w:r>
        <w:t>109.7613</w:t>
      </w:r>
      <w:r>
        <w:tab/>
        <w:t>2.025e0</w:t>
      </w:r>
    </w:p>
    <w:p w:rsidR="007B6A46" w:rsidRDefault="007B6A46" w:rsidP="007B6A46">
      <w:r>
        <w:t>109.7639</w:t>
      </w:r>
      <w:r>
        <w:tab/>
        <w:t>1.013e0</w:t>
      </w:r>
    </w:p>
    <w:p w:rsidR="007B6A46" w:rsidRDefault="007B6A46" w:rsidP="007B6A46">
      <w:r>
        <w:t>109.7750</w:t>
      </w:r>
      <w:r>
        <w:tab/>
        <w:t>2.025e0</w:t>
      </w:r>
    </w:p>
    <w:p w:rsidR="007B6A46" w:rsidRDefault="007B6A46" w:rsidP="007B6A46">
      <w:r>
        <w:t>109.8168</w:t>
      </w:r>
      <w:r>
        <w:tab/>
        <w:t>1.013e0</w:t>
      </w:r>
    </w:p>
    <w:p w:rsidR="007B6A46" w:rsidRDefault="007B6A46" w:rsidP="007B6A46">
      <w:r>
        <w:t>109.8700</w:t>
      </w:r>
      <w:r>
        <w:tab/>
        <w:t>1.013e0</w:t>
      </w:r>
    </w:p>
    <w:p w:rsidR="007B6A46" w:rsidRDefault="007B6A46" w:rsidP="007B6A46">
      <w:r>
        <w:t>109.8920</w:t>
      </w:r>
      <w:r>
        <w:tab/>
        <w:t>1.013e0</w:t>
      </w:r>
    </w:p>
    <w:p w:rsidR="007B6A46" w:rsidRDefault="007B6A46" w:rsidP="007B6A46">
      <w:r>
        <w:lastRenderedPageBreak/>
        <w:t>109.9312</w:t>
      </w:r>
      <w:r>
        <w:tab/>
        <w:t>1.013e0</w:t>
      </w:r>
    </w:p>
    <w:p w:rsidR="007B6A46" w:rsidRDefault="007B6A46" w:rsidP="007B6A46">
      <w:r>
        <w:t>109.9925</w:t>
      </w:r>
      <w:r>
        <w:tab/>
        <w:t>2.025e0</w:t>
      </w:r>
    </w:p>
    <w:p w:rsidR="007B6A46" w:rsidRDefault="007B6A46" w:rsidP="007B6A46">
      <w:r>
        <w:t>110.0201</w:t>
      </w:r>
      <w:r>
        <w:tab/>
        <w:t>1.013e0</w:t>
      </w:r>
    </w:p>
    <w:p w:rsidR="007B6A46" w:rsidRDefault="007B6A46" w:rsidP="007B6A46">
      <w:r>
        <w:t>110.0425</w:t>
      </w:r>
      <w:r>
        <w:tab/>
        <w:t>1.013e0</w:t>
      </w:r>
    </w:p>
    <w:p w:rsidR="007B6A46" w:rsidRDefault="007B6A46" w:rsidP="007B6A46">
      <w:r>
        <w:t>110.0590</w:t>
      </w:r>
      <w:r>
        <w:tab/>
        <w:t>1.013e0</w:t>
      </w:r>
    </w:p>
    <w:p w:rsidR="007B6A46" w:rsidRDefault="007B6A46" w:rsidP="007B6A46">
      <w:r>
        <w:t>110.0620</w:t>
      </w:r>
      <w:r>
        <w:tab/>
        <w:t>1.013e0</w:t>
      </w:r>
    </w:p>
    <w:p w:rsidR="007B6A46" w:rsidRDefault="007B6A46" w:rsidP="007B6A46">
      <w:r>
        <w:t>110.0634</w:t>
      </w:r>
      <w:r>
        <w:tab/>
        <w:t>2.150e0</w:t>
      </w:r>
    </w:p>
    <w:p w:rsidR="007B6A46" w:rsidRDefault="007B6A46" w:rsidP="007B6A46">
      <w:r>
        <w:t>110.0717</w:t>
      </w:r>
      <w:r>
        <w:tab/>
        <w:t>8.775e0</w:t>
      </w:r>
    </w:p>
    <w:p w:rsidR="007B6A46" w:rsidRDefault="007B6A46" w:rsidP="007B6A46">
      <w:r>
        <w:t>110.0758</w:t>
      </w:r>
      <w:r>
        <w:tab/>
        <w:t>2.025e0</w:t>
      </w:r>
    </w:p>
    <w:p w:rsidR="007B6A46" w:rsidRDefault="007B6A46" w:rsidP="007B6A46">
      <w:r>
        <w:t>110.0872</w:t>
      </w:r>
      <w:r>
        <w:tab/>
        <w:t>1.013e0</w:t>
      </w:r>
    </w:p>
    <w:p w:rsidR="007B6A46" w:rsidRDefault="007B6A46" w:rsidP="007B6A46">
      <w:r>
        <w:t>110.0899</w:t>
      </w:r>
      <w:r>
        <w:tab/>
        <w:t>1.013e0</w:t>
      </w:r>
    </w:p>
    <w:p w:rsidR="007B6A46" w:rsidRDefault="007B6A46" w:rsidP="007B6A46">
      <w:r>
        <w:t>110.0954</w:t>
      </w:r>
      <w:r>
        <w:tab/>
        <w:t>1.013e0</w:t>
      </w:r>
    </w:p>
    <w:p w:rsidR="007B6A46" w:rsidRDefault="007B6A46" w:rsidP="007B6A46">
      <w:r>
        <w:t>110.1065</w:t>
      </w:r>
      <w:r>
        <w:tab/>
        <w:t>1.013e0</w:t>
      </w:r>
    </w:p>
    <w:p w:rsidR="007B6A46" w:rsidRDefault="007B6A46" w:rsidP="007B6A46">
      <w:r>
        <w:t>110.1151</w:t>
      </w:r>
      <w:r>
        <w:tab/>
        <w:t>1.013e0</w:t>
      </w:r>
    </w:p>
    <w:p w:rsidR="007B6A46" w:rsidRDefault="007B6A46" w:rsidP="007B6A46">
      <w:r>
        <w:t>110.1555</w:t>
      </w:r>
      <w:r>
        <w:tab/>
        <w:t>2.025e0</w:t>
      </w:r>
    </w:p>
    <w:p w:rsidR="007B6A46" w:rsidRDefault="007B6A46" w:rsidP="007B6A46">
      <w:r>
        <w:t>110.2034</w:t>
      </w:r>
      <w:r>
        <w:tab/>
        <w:t>3.038e0</w:t>
      </w:r>
    </w:p>
    <w:p w:rsidR="007B6A46" w:rsidRDefault="007B6A46" w:rsidP="007B6A46">
      <w:r>
        <w:t>110.2182</w:t>
      </w:r>
      <w:r>
        <w:tab/>
        <w:t>1.013e0</w:t>
      </w:r>
    </w:p>
    <w:p w:rsidR="007B6A46" w:rsidRDefault="007B6A46" w:rsidP="007B6A46">
      <w:r>
        <w:t>110.2350</w:t>
      </w:r>
      <w:r>
        <w:tab/>
        <w:t>2.025e0</w:t>
      </w:r>
    </w:p>
    <w:p w:rsidR="007B6A46" w:rsidRDefault="007B6A46" w:rsidP="007B6A46">
      <w:r>
        <w:t>110.2460</w:t>
      </w:r>
      <w:r>
        <w:tab/>
        <w:t>1.013e0</w:t>
      </w:r>
    </w:p>
    <w:p w:rsidR="007B6A46" w:rsidRDefault="007B6A46" w:rsidP="007B6A46">
      <w:r>
        <w:lastRenderedPageBreak/>
        <w:t>110.2627</w:t>
      </w:r>
      <w:r>
        <w:tab/>
        <w:t>1.013e0</w:t>
      </w:r>
    </w:p>
    <w:p w:rsidR="007B6A46" w:rsidRDefault="007B6A46" w:rsidP="007B6A46">
      <w:r>
        <w:t>110.2932</w:t>
      </w:r>
      <w:r>
        <w:tab/>
        <w:t>1.013e0</w:t>
      </w:r>
    </w:p>
    <w:p w:rsidR="007B6A46" w:rsidRDefault="007B6A46" w:rsidP="007B6A46">
      <w:r>
        <w:t>110.2992</w:t>
      </w:r>
      <w:r>
        <w:tab/>
        <w:t>1.013e0</w:t>
      </w:r>
    </w:p>
    <w:p w:rsidR="007B6A46" w:rsidRDefault="007B6A46" w:rsidP="007B6A46">
      <w:r>
        <w:t>110.3102</w:t>
      </w:r>
      <w:r>
        <w:tab/>
        <w:t>1.013e0</w:t>
      </w:r>
    </w:p>
    <w:p w:rsidR="007B6A46" w:rsidRDefault="007B6A46" w:rsidP="007B6A46">
      <w:r>
        <w:t>110.3132</w:t>
      </w:r>
      <w:r>
        <w:tab/>
        <w:t>1.013e0</w:t>
      </w:r>
    </w:p>
    <w:p w:rsidR="007B6A46" w:rsidRDefault="007B6A46" w:rsidP="007B6A46">
      <w:r>
        <w:t>110.3381</w:t>
      </w:r>
      <w:r>
        <w:tab/>
        <w:t>2.025e0</w:t>
      </w:r>
    </w:p>
    <w:p w:rsidR="007B6A46" w:rsidRDefault="007B6A46" w:rsidP="007B6A46">
      <w:r>
        <w:t>110.3467</w:t>
      </w:r>
      <w:r>
        <w:tab/>
        <w:t>1.013e0</w:t>
      </w:r>
    </w:p>
    <w:p w:rsidR="007B6A46" w:rsidRDefault="007B6A46" w:rsidP="007B6A46">
      <w:r>
        <w:t>110.4139</w:t>
      </w:r>
      <w:r>
        <w:tab/>
        <w:t>1.013e0</w:t>
      </w:r>
    </w:p>
    <w:p w:rsidR="007B6A46" w:rsidRDefault="007B6A46" w:rsidP="007B6A46">
      <w:r>
        <w:t>110.4638</w:t>
      </w:r>
      <w:r>
        <w:tab/>
        <w:t>1.013e0</w:t>
      </w:r>
    </w:p>
    <w:p w:rsidR="007B6A46" w:rsidRDefault="007B6A46" w:rsidP="007B6A46">
      <w:r>
        <w:t>110.4722</w:t>
      </w:r>
      <w:r>
        <w:tab/>
        <w:t>1.013e0</w:t>
      </w:r>
    </w:p>
    <w:p w:rsidR="007B6A46" w:rsidRDefault="007B6A46" w:rsidP="007B6A46">
      <w:r>
        <w:t>110.5169</w:t>
      </w:r>
      <w:r>
        <w:tab/>
        <w:t>2.025e0</w:t>
      </w:r>
    </w:p>
    <w:p w:rsidR="007B6A46" w:rsidRDefault="007B6A46" w:rsidP="007B6A46">
      <w:r>
        <w:t>110.5729</w:t>
      </w:r>
      <w:r>
        <w:tab/>
        <w:t>2.025e0</w:t>
      </w:r>
    </w:p>
    <w:p w:rsidR="007B6A46" w:rsidRDefault="007B6A46" w:rsidP="007B6A46">
      <w:r>
        <w:t>110.5755</w:t>
      </w:r>
      <w:r>
        <w:tab/>
        <w:t>1.013e0</w:t>
      </w:r>
    </w:p>
    <w:p w:rsidR="007B6A46" w:rsidRDefault="007B6A46" w:rsidP="007B6A46">
      <w:r>
        <w:t>110.5924</w:t>
      </w:r>
      <w:r>
        <w:tab/>
        <w:t>1.013e0</w:t>
      </w:r>
    </w:p>
    <w:p w:rsidR="007B6A46" w:rsidRDefault="007B6A46" w:rsidP="007B6A46">
      <w:r>
        <w:t>110.5953</w:t>
      </w:r>
      <w:r>
        <w:tab/>
        <w:t>1.013e0</w:t>
      </w:r>
    </w:p>
    <w:p w:rsidR="007B6A46" w:rsidRDefault="007B6A46" w:rsidP="007B6A46">
      <w:r>
        <w:t>110.6119</w:t>
      </w:r>
      <w:r>
        <w:tab/>
        <w:t>1.013e0</w:t>
      </w:r>
    </w:p>
    <w:p w:rsidR="007B6A46" w:rsidRDefault="007B6A46" w:rsidP="007B6A46">
      <w:r>
        <w:t>110.6457</w:t>
      </w:r>
      <w:r>
        <w:tab/>
        <w:t>1.013e0</w:t>
      </w:r>
    </w:p>
    <w:p w:rsidR="007B6A46" w:rsidRDefault="007B6A46" w:rsidP="007B6A46">
      <w:r>
        <w:t>110.6484</w:t>
      </w:r>
      <w:r>
        <w:tab/>
        <w:t>1.013e0</w:t>
      </w:r>
    </w:p>
    <w:p w:rsidR="007B6A46" w:rsidRDefault="007B6A46" w:rsidP="007B6A46">
      <w:r>
        <w:t>110.6652</w:t>
      </w:r>
      <w:r>
        <w:tab/>
        <w:t>2.025e0</w:t>
      </w:r>
    </w:p>
    <w:p w:rsidR="007B6A46" w:rsidRDefault="007B6A46" w:rsidP="007B6A46">
      <w:r>
        <w:lastRenderedPageBreak/>
        <w:t>110.6762</w:t>
      </w:r>
      <w:r>
        <w:tab/>
        <w:t>1.013e0</w:t>
      </w:r>
    </w:p>
    <w:p w:rsidR="007B6A46" w:rsidRDefault="007B6A46" w:rsidP="007B6A46">
      <w:r>
        <w:t>110.6904</w:t>
      </w:r>
      <w:r>
        <w:tab/>
        <w:t>1.013e0</w:t>
      </w:r>
    </w:p>
    <w:p w:rsidR="007B6A46" w:rsidRDefault="007B6A46" w:rsidP="007B6A46">
      <w:r>
        <w:t>110.7437</w:t>
      </w:r>
      <w:r>
        <w:tab/>
        <w:t>1.013e0</w:t>
      </w:r>
    </w:p>
    <w:p w:rsidR="007B6A46" w:rsidRDefault="007B6A46" w:rsidP="007B6A46">
      <w:r>
        <w:t>110.7627</w:t>
      </w:r>
      <w:r>
        <w:tab/>
        <w:t>1.013e0</w:t>
      </w:r>
    </w:p>
    <w:p w:rsidR="007B6A46" w:rsidRDefault="007B6A46" w:rsidP="007B6A46">
      <w:r>
        <w:t>110.7938</w:t>
      </w:r>
      <w:r>
        <w:tab/>
        <w:t>1.013e0</w:t>
      </w:r>
    </w:p>
    <w:p w:rsidR="007B6A46" w:rsidRDefault="007B6A46" w:rsidP="007B6A46">
      <w:r>
        <w:t>110.8104</w:t>
      </w:r>
      <w:r>
        <w:tab/>
        <w:t>1.013e0</w:t>
      </w:r>
    </w:p>
    <w:p w:rsidR="007B6A46" w:rsidRDefault="007B6A46" w:rsidP="007B6A46">
      <w:r>
        <w:t>110.8638</w:t>
      </w:r>
      <w:r>
        <w:tab/>
        <w:t>1.013e0</w:t>
      </w:r>
    </w:p>
    <w:p w:rsidR="007B6A46" w:rsidRDefault="007B6A46" w:rsidP="007B6A46">
      <w:r>
        <w:t>110.8916</w:t>
      </w:r>
      <w:r>
        <w:tab/>
        <w:t>2.025e0</w:t>
      </w:r>
    </w:p>
    <w:p w:rsidR="007B6A46" w:rsidRDefault="007B6A46" w:rsidP="007B6A46">
      <w:r>
        <w:t>110.9009</w:t>
      </w:r>
      <w:r>
        <w:tab/>
        <w:t>3.038e0</w:t>
      </w:r>
    </w:p>
    <w:p w:rsidR="007B6A46" w:rsidRDefault="007B6A46" w:rsidP="007B6A46">
      <w:r>
        <w:t>110.9085</w:t>
      </w:r>
      <w:r>
        <w:tab/>
        <w:t>1.013e0</w:t>
      </w:r>
    </w:p>
    <w:p w:rsidR="007B6A46" w:rsidRDefault="007B6A46" w:rsidP="007B6A46">
      <w:r>
        <w:t>110.9142</w:t>
      </w:r>
      <w:r>
        <w:tab/>
        <w:t>1.013e0</w:t>
      </w:r>
    </w:p>
    <w:p w:rsidR="007B6A46" w:rsidRDefault="007B6A46" w:rsidP="007B6A46">
      <w:r>
        <w:t>110.9252</w:t>
      </w:r>
      <w:r>
        <w:tab/>
        <w:t>1.013e0</w:t>
      </w:r>
    </w:p>
    <w:p w:rsidR="007B6A46" w:rsidRDefault="007B6A46" w:rsidP="007B6A46">
      <w:r>
        <w:t>110.9561</w:t>
      </w:r>
      <w:r>
        <w:tab/>
        <w:t>1.013e0</w:t>
      </w:r>
    </w:p>
    <w:p w:rsidR="007B6A46" w:rsidRDefault="007B6A46" w:rsidP="007B6A46">
      <w:r>
        <w:t>110.9590</w:t>
      </w:r>
      <w:r>
        <w:tab/>
        <w:t>1.013e0</w:t>
      </w:r>
    </w:p>
    <w:p w:rsidR="007B6A46" w:rsidRDefault="007B6A46" w:rsidP="007B6A46">
      <w:r>
        <w:t>110.9618</w:t>
      </w:r>
      <w:r>
        <w:tab/>
        <w:t>1.013e0</w:t>
      </w:r>
    </w:p>
    <w:p w:rsidR="007B6A46" w:rsidRDefault="007B6A46" w:rsidP="007B6A46">
      <w:r>
        <w:t>110.9646</w:t>
      </w:r>
      <w:r>
        <w:tab/>
        <w:t>1.013e0</w:t>
      </w:r>
    </w:p>
    <w:p w:rsidR="007B6A46" w:rsidRDefault="007B6A46" w:rsidP="007B6A46">
      <w:r>
        <w:t>111.0232</w:t>
      </w:r>
      <w:r>
        <w:tab/>
        <w:t>1.013e0</w:t>
      </w:r>
    </w:p>
    <w:p w:rsidR="007B6A46" w:rsidRDefault="007B6A46" w:rsidP="007B6A46">
      <w:r>
        <w:t>111.0511</w:t>
      </w:r>
      <w:r>
        <w:tab/>
        <w:t>1.013e0</w:t>
      </w:r>
    </w:p>
    <w:p w:rsidR="007B6A46" w:rsidRDefault="007B6A46" w:rsidP="007B6A46">
      <w:r>
        <w:t>111.0542</w:t>
      </w:r>
      <w:r>
        <w:tab/>
        <w:t>1.013e0</w:t>
      </w:r>
    </w:p>
    <w:p w:rsidR="007B6A46" w:rsidRDefault="007B6A46" w:rsidP="007B6A46">
      <w:r>
        <w:lastRenderedPageBreak/>
        <w:t>111.0569</w:t>
      </w:r>
      <w:r>
        <w:tab/>
        <w:t>4.051e0</w:t>
      </w:r>
    </w:p>
    <w:p w:rsidR="007B6A46" w:rsidRDefault="007B6A46" w:rsidP="007B6A46">
      <w:r>
        <w:t>111.0680</w:t>
      </w:r>
      <w:r>
        <w:tab/>
        <w:t>1.013e0</w:t>
      </w:r>
    </w:p>
    <w:p w:rsidR="007B6A46" w:rsidRDefault="007B6A46" w:rsidP="007B6A46">
      <w:r>
        <w:t>111.0780</w:t>
      </w:r>
      <w:r>
        <w:tab/>
        <w:t>2.025e0</w:t>
      </w:r>
    </w:p>
    <w:p w:rsidR="007B6A46" w:rsidRDefault="007B6A46" w:rsidP="007B6A46">
      <w:r>
        <w:t>111.0878</w:t>
      </w:r>
      <w:r>
        <w:tab/>
        <w:t>1.013e0</w:t>
      </w:r>
    </w:p>
    <w:p w:rsidR="007B6A46" w:rsidRDefault="007B6A46" w:rsidP="007B6A46">
      <w:r>
        <w:t>111.0919</w:t>
      </w:r>
      <w:r>
        <w:tab/>
        <w:t>2.025e0</w:t>
      </w:r>
    </w:p>
    <w:p w:rsidR="007B6A46" w:rsidRDefault="007B6A46" w:rsidP="007B6A46">
      <w:r>
        <w:t>111.0933</w:t>
      </w:r>
      <w:r>
        <w:tab/>
        <w:t>3.038e0</w:t>
      </w:r>
    </w:p>
    <w:p w:rsidR="007B6A46" w:rsidRDefault="007B6A46" w:rsidP="007B6A46">
      <w:r>
        <w:t>111.0961</w:t>
      </w:r>
      <w:r>
        <w:tab/>
        <w:t>2.025e0</w:t>
      </w:r>
    </w:p>
    <w:p w:rsidR="007B6A46" w:rsidRDefault="007B6A46" w:rsidP="007B6A46">
      <w:r>
        <w:t>111.1158</w:t>
      </w:r>
      <w:r>
        <w:tab/>
        <w:t>1.013e0</w:t>
      </w:r>
    </w:p>
    <w:p w:rsidR="007B6A46" w:rsidRDefault="007B6A46" w:rsidP="007B6A46">
      <w:r>
        <w:t>111.1184</w:t>
      </w:r>
      <w:r>
        <w:tab/>
        <w:t>1.013e0</w:t>
      </w:r>
    </w:p>
    <w:p w:rsidR="007B6A46" w:rsidRDefault="007B6A46" w:rsidP="007B6A46">
      <w:r>
        <w:t>111.1326</w:t>
      </w:r>
      <w:r>
        <w:tab/>
        <w:t>1.013e0</w:t>
      </w:r>
    </w:p>
    <w:p w:rsidR="007B6A46" w:rsidRDefault="007B6A46" w:rsidP="007B6A46">
      <w:r>
        <w:t>111.1354</w:t>
      </w:r>
      <w:r>
        <w:tab/>
        <w:t>1.013e0</w:t>
      </w:r>
    </w:p>
    <w:p w:rsidR="007B6A46" w:rsidRDefault="007B6A46" w:rsidP="007B6A46">
      <w:r>
        <w:t>111.2109</w:t>
      </w:r>
      <w:r>
        <w:tab/>
        <w:t>1.013e0</w:t>
      </w:r>
    </w:p>
    <w:p w:rsidR="007B6A46" w:rsidRDefault="007B6A46" w:rsidP="007B6A46">
      <w:r>
        <w:t>111.2168</w:t>
      </w:r>
      <w:r>
        <w:tab/>
        <w:t>1.013e0</w:t>
      </w:r>
    </w:p>
    <w:p w:rsidR="007B6A46" w:rsidRDefault="007B6A46" w:rsidP="007B6A46">
      <w:r>
        <w:t>111.2530</w:t>
      </w:r>
      <w:r>
        <w:tab/>
        <w:t>1.013e0</w:t>
      </w:r>
    </w:p>
    <w:p w:rsidR="007B6A46" w:rsidRDefault="007B6A46" w:rsidP="007B6A46">
      <w:r>
        <w:t>111.2615</w:t>
      </w:r>
      <w:r>
        <w:tab/>
        <w:t>1.013e0</w:t>
      </w:r>
    </w:p>
    <w:p w:rsidR="007B6A46" w:rsidRDefault="007B6A46" w:rsidP="007B6A46">
      <w:r>
        <w:t>111.2672</w:t>
      </w:r>
      <w:r>
        <w:tab/>
        <w:t>1.013e0</w:t>
      </w:r>
    </w:p>
    <w:p w:rsidR="007B6A46" w:rsidRDefault="007B6A46" w:rsidP="007B6A46">
      <w:r>
        <w:t>111.2839</w:t>
      </w:r>
      <w:r>
        <w:tab/>
        <w:t>3.038e0</w:t>
      </w:r>
    </w:p>
    <w:p w:rsidR="007B6A46" w:rsidRDefault="007B6A46" w:rsidP="007B6A46">
      <w:r>
        <w:t>111.3091</w:t>
      </w:r>
      <w:r>
        <w:tab/>
        <w:t>3.038e0</w:t>
      </w:r>
    </w:p>
    <w:p w:rsidR="007B6A46" w:rsidRDefault="007B6A46" w:rsidP="007B6A46">
      <w:r>
        <w:t>111.3230</w:t>
      </w:r>
      <w:r>
        <w:tab/>
        <w:t>1.013e0</w:t>
      </w:r>
    </w:p>
    <w:p w:rsidR="007B6A46" w:rsidRDefault="007B6A46" w:rsidP="007B6A46">
      <w:r>
        <w:lastRenderedPageBreak/>
        <w:t>111.3400</w:t>
      </w:r>
      <w:r>
        <w:tab/>
        <w:t>1.013e0</w:t>
      </w:r>
    </w:p>
    <w:p w:rsidR="007B6A46" w:rsidRDefault="007B6A46" w:rsidP="007B6A46">
      <w:r>
        <w:t>111.3680</w:t>
      </w:r>
      <w:r>
        <w:tab/>
        <w:t>1.013e0</w:t>
      </w:r>
    </w:p>
    <w:p w:rsidR="007B6A46" w:rsidRDefault="007B6A46" w:rsidP="007B6A46">
      <w:r>
        <w:t>111.3891</w:t>
      </w:r>
      <w:r>
        <w:tab/>
        <w:t>2.025e0</w:t>
      </w:r>
    </w:p>
    <w:p w:rsidR="007B6A46" w:rsidRDefault="007B6A46" w:rsidP="007B6A46">
      <w:r>
        <w:t>111.4156</w:t>
      </w:r>
      <w:r>
        <w:tab/>
        <w:t>1.013e0</w:t>
      </w:r>
    </w:p>
    <w:p w:rsidR="007B6A46" w:rsidRDefault="007B6A46" w:rsidP="007B6A46">
      <w:r>
        <w:t>111.4243</w:t>
      </w:r>
      <w:r>
        <w:tab/>
        <w:t>1.013e0</w:t>
      </w:r>
    </w:p>
    <w:p w:rsidR="007B6A46" w:rsidRDefault="007B6A46" w:rsidP="007B6A46">
      <w:r>
        <w:t>111.4411</w:t>
      </w:r>
      <w:r>
        <w:tab/>
        <w:t>2.025e0</w:t>
      </w:r>
    </w:p>
    <w:p w:rsidR="007B6A46" w:rsidRDefault="007B6A46" w:rsidP="007B6A46">
      <w:r>
        <w:t>111.4451</w:t>
      </w:r>
      <w:r>
        <w:tab/>
        <w:t>2.025e0</w:t>
      </w:r>
    </w:p>
    <w:p w:rsidR="007B6A46" w:rsidRDefault="007B6A46" w:rsidP="007B6A46">
      <w:r>
        <w:t>111.5168</w:t>
      </w:r>
      <w:r>
        <w:tab/>
        <w:t>1.013e0</w:t>
      </w:r>
    </w:p>
    <w:p w:rsidR="007B6A46" w:rsidRDefault="007B6A46" w:rsidP="007B6A46">
      <w:r>
        <w:t>111.5418</w:t>
      </w:r>
      <w:r>
        <w:tab/>
        <w:t>2.025e0</w:t>
      </w:r>
    </w:p>
    <w:p w:rsidR="007B6A46" w:rsidRDefault="007B6A46" w:rsidP="007B6A46">
      <w:r>
        <w:t>111.5674</w:t>
      </w:r>
      <w:r>
        <w:tab/>
        <w:t>1.013e0</w:t>
      </w:r>
    </w:p>
    <w:p w:rsidR="007B6A46" w:rsidRDefault="007B6A46" w:rsidP="007B6A46">
      <w:r>
        <w:t>111.5726</w:t>
      </w:r>
      <w:r>
        <w:tab/>
        <w:t>2.025e0</w:t>
      </w:r>
    </w:p>
    <w:p w:rsidR="007B6A46" w:rsidRDefault="007B6A46" w:rsidP="007B6A46">
      <w:r>
        <w:t>111.6092</w:t>
      </w:r>
      <w:r>
        <w:tab/>
        <w:t>1.013e0</w:t>
      </w:r>
    </w:p>
    <w:p w:rsidR="007B6A46" w:rsidRDefault="007B6A46" w:rsidP="007B6A46">
      <w:r>
        <w:t>111.6400</w:t>
      </w:r>
      <w:r>
        <w:tab/>
        <w:t>1.013e0</w:t>
      </w:r>
    </w:p>
    <w:p w:rsidR="007B6A46" w:rsidRDefault="007B6A46" w:rsidP="007B6A46">
      <w:r>
        <w:t>111.6514</w:t>
      </w:r>
      <w:r>
        <w:tab/>
        <w:t>1.013e0</w:t>
      </w:r>
    </w:p>
    <w:p w:rsidR="007B6A46" w:rsidRDefault="007B6A46" w:rsidP="007B6A46">
      <w:r>
        <w:t>111.6541</w:t>
      </w:r>
      <w:r>
        <w:tab/>
        <w:t>1.013e0</w:t>
      </w:r>
    </w:p>
    <w:p w:rsidR="007B6A46" w:rsidRDefault="007B6A46" w:rsidP="007B6A46">
      <w:r>
        <w:t>111.6684</w:t>
      </w:r>
      <w:r>
        <w:tab/>
        <w:t>1.013e0</w:t>
      </w:r>
    </w:p>
    <w:p w:rsidR="007B6A46" w:rsidRDefault="007B6A46" w:rsidP="007B6A46">
      <w:r>
        <w:t>111.6827</w:t>
      </w:r>
      <w:r>
        <w:tab/>
        <w:t>1.013e0</w:t>
      </w:r>
    </w:p>
    <w:p w:rsidR="007B6A46" w:rsidRDefault="007B6A46" w:rsidP="007B6A46">
      <w:r>
        <w:t>111.6994</w:t>
      </w:r>
      <w:r>
        <w:tab/>
        <w:t>1.013e0</w:t>
      </w:r>
    </w:p>
    <w:p w:rsidR="007B6A46" w:rsidRDefault="007B6A46" w:rsidP="007B6A46">
      <w:r>
        <w:t>111.7188</w:t>
      </w:r>
      <w:r>
        <w:tab/>
        <w:t>1.013e0</w:t>
      </w:r>
    </w:p>
    <w:p w:rsidR="007B6A46" w:rsidRDefault="007B6A46" w:rsidP="007B6A46">
      <w:r>
        <w:lastRenderedPageBreak/>
        <w:t>111.7472</w:t>
      </w:r>
      <w:r>
        <w:tab/>
        <w:t>2.025e0</w:t>
      </w:r>
    </w:p>
    <w:p w:rsidR="007B6A46" w:rsidRDefault="007B6A46" w:rsidP="007B6A46">
      <w:r>
        <w:t>111.7526</w:t>
      </w:r>
      <w:r>
        <w:tab/>
        <w:t>1.013e0</w:t>
      </w:r>
    </w:p>
    <w:p w:rsidR="007B6A46" w:rsidRDefault="007B6A46" w:rsidP="007B6A46">
      <w:r>
        <w:t>111.7752</w:t>
      </w:r>
      <w:r>
        <w:tab/>
        <w:t>1.013e0</w:t>
      </w:r>
    </w:p>
    <w:p w:rsidR="007B6A46" w:rsidRDefault="007B6A46" w:rsidP="007B6A46">
      <w:r>
        <w:t>111.8030</w:t>
      </w:r>
      <w:r>
        <w:tab/>
        <w:t>1.013e0</w:t>
      </w:r>
    </w:p>
    <w:p w:rsidR="007B6A46" w:rsidRDefault="007B6A46" w:rsidP="007B6A46">
      <w:r>
        <w:t>111.8090</w:t>
      </w:r>
      <w:r>
        <w:tab/>
        <w:t>1.013e0</w:t>
      </w:r>
    </w:p>
    <w:p w:rsidR="007B6A46" w:rsidRDefault="007B6A46" w:rsidP="007B6A46">
      <w:r>
        <w:t>111.8170</w:t>
      </w:r>
      <w:r>
        <w:tab/>
        <w:t>1.013e0</w:t>
      </w:r>
    </w:p>
    <w:p w:rsidR="007B6A46" w:rsidRDefault="007B6A46" w:rsidP="007B6A46">
      <w:r>
        <w:t>111.8538</w:t>
      </w:r>
      <w:r>
        <w:tab/>
        <w:t>2.025e0</w:t>
      </w:r>
    </w:p>
    <w:p w:rsidR="007B6A46" w:rsidRDefault="007B6A46" w:rsidP="007B6A46">
      <w:r>
        <w:t>111.8679</w:t>
      </w:r>
      <w:r>
        <w:tab/>
        <w:t>1.013e0</w:t>
      </w:r>
    </w:p>
    <w:p w:rsidR="007B6A46" w:rsidRDefault="007B6A46" w:rsidP="007B6A46">
      <w:r>
        <w:t>111.8904</w:t>
      </w:r>
      <w:r>
        <w:tab/>
        <w:t>1.013e0</w:t>
      </w:r>
    </w:p>
    <w:p w:rsidR="007B6A46" w:rsidRDefault="007B6A46" w:rsidP="007B6A46">
      <w:r>
        <w:t>111.9352</w:t>
      </w:r>
      <w:r>
        <w:tab/>
        <w:t>1.013e0</w:t>
      </w:r>
    </w:p>
    <w:p w:rsidR="007B6A46" w:rsidRDefault="007B6A46" w:rsidP="007B6A46">
      <w:r>
        <w:t>111.9383</w:t>
      </w:r>
      <w:r>
        <w:tab/>
        <w:t>1.013e0</w:t>
      </w:r>
    </w:p>
    <w:p w:rsidR="007B6A46" w:rsidRDefault="007B6A46" w:rsidP="007B6A46">
      <w:r>
        <w:t>111.9507</w:t>
      </w:r>
      <w:r>
        <w:tab/>
        <w:t>2.025e0</w:t>
      </w:r>
    </w:p>
    <w:p w:rsidR="007B6A46" w:rsidRDefault="007B6A46" w:rsidP="007B6A46">
      <w:r>
        <w:t>112.0030</w:t>
      </w:r>
      <w:r>
        <w:tab/>
        <w:t>2.025e0</w:t>
      </w:r>
    </w:p>
    <w:p w:rsidR="007B6A46" w:rsidRDefault="007B6A46" w:rsidP="007B6A46">
      <w:r>
        <w:t>112.0281</w:t>
      </w:r>
      <w:r>
        <w:tab/>
        <w:t>1.013e0</w:t>
      </w:r>
    </w:p>
    <w:p w:rsidR="007B6A46" w:rsidRDefault="007B6A46" w:rsidP="007B6A46">
      <w:r>
        <w:t>112.0758</w:t>
      </w:r>
      <w:r>
        <w:tab/>
        <w:t>2.025e0</w:t>
      </w:r>
    </w:p>
    <w:p w:rsidR="007B6A46" w:rsidRDefault="007B6A46" w:rsidP="007B6A46">
      <w:r>
        <w:t>112.0871</w:t>
      </w:r>
      <w:r>
        <w:tab/>
        <w:t>4.051e0</w:t>
      </w:r>
    </w:p>
    <w:p w:rsidR="007B6A46" w:rsidRDefault="007B6A46" w:rsidP="007B6A46">
      <w:r>
        <w:t>112.0886</w:t>
      </w:r>
      <w:r>
        <w:tab/>
        <w:t>2.025e0</w:t>
      </w:r>
    </w:p>
    <w:p w:rsidR="007B6A46" w:rsidRDefault="007B6A46" w:rsidP="007B6A46">
      <w:r>
        <w:t>112.0914</w:t>
      </w:r>
      <w:r>
        <w:tab/>
        <w:t>2.025e0</w:t>
      </w:r>
    </w:p>
    <w:p w:rsidR="007B6A46" w:rsidRDefault="007B6A46" w:rsidP="007B6A46">
      <w:r>
        <w:t>112.1352</w:t>
      </w:r>
      <w:r>
        <w:tab/>
        <w:t>1.013e0</w:t>
      </w:r>
    </w:p>
    <w:p w:rsidR="007B6A46" w:rsidRDefault="007B6A46" w:rsidP="007B6A46">
      <w:r>
        <w:lastRenderedPageBreak/>
        <w:t>112.1520</w:t>
      </w:r>
      <w:r>
        <w:tab/>
        <w:t>1.013e0</w:t>
      </w:r>
    </w:p>
    <w:p w:rsidR="007B6A46" w:rsidRDefault="007B6A46" w:rsidP="007B6A46">
      <w:r>
        <w:t>112.1715</w:t>
      </w:r>
      <w:r>
        <w:tab/>
        <w:t>2.025e0</w:t>
      </w:r>
    </w:p>
    <w:p w:rsidR="007B6A46" w:rsidRDefault="007B6A46" w:rsidP="007B6A46">
      <w:r>
        <w:t>112.1970</w:t>
      </w:r>
      <w:r>
        <w:tab/>
        <w:t>1.013e0</w:t>
      </w:r>
    </w:p>
    <w:p w:rsidR="007B6A46" w:rsidRDefault="007B6A46" w:rsidP="007B6A46">
      <w:r>
        <w:t>112.2000</w:t>
      </w:r>
      <w:r>
        <w:tab/>
        <w:t>1.013e0</w:t>
      </w:r>
    </w:p>
    <w:p w:rsidR="007B6A46" w:rsidRDefault="007B6A46" w:rsidP="007B6A46">
      <w:r>
        <w:t>112.2899</w:t>
      </w:r>
      <w:r>
        <w:tab/>
        <w:t>1.013e0</w:t>
      </w:r>
    </w:p>
    <w:p w:rsidR="007B6A46" w:rsidRDefault="007B6A46" w:rsidP="007B6A46">
      <w:r>
        <w:t>112.3125</w:t>
      </w:r>
      <w:r>
        <w:tab/>
        <w:t>1.013e0</w:t>
      </w:r>
    </w:p>
    <w:p w:rsidR="007B6A46" w:rsidRDefault="007B6A46" w:rsidP="007B6A46">
      <w:r>
        <w:t>112.3407</w:t>
      </w:r>
      <w:r>
        <w:tab/>
        <w:t>1.013e0</w:t>
      </w:r>
    </w:p>
    <w:p w:rsidR="007B6A46" w:rsidRDefault="007B6A46" w:rsidP="007B6A46">
      <w:r>
        <w:t>112.3487</w:t>
      </w:r>
      <w:r>
        <w:tab/>
        <w:t>1.013e0</w:t>
      </w:r>
    </w:p>
    <w:p w:rsidR="007B6A46" w:rsidRDefault="007B6A46" w:rsidP="007B6A46">
      <w:r>
        <w:t>112.4281</w:t>
      </w:r>
      <w:r>
        <w:tab/>
        <w:t>1.013e0</w:t>
      </w:r>
    </w:p>
    <w:p w:rsidR="007B6A46" w:rsidRDefault="007B6A46" w:rsidP="007B6A46">
      <w:r>
        <w:t>112.4562</w:t>
      </w:r>
      <w:r>
        <w:tab/>
        <w:t>1.013e0</w:t>
      </w:r>
    </w:p>
    <w:p w:rsidR="007B6A46" w:rsidRDefault="007B6A46" w:rsidP="007B6A46">
      <w:r>
        <w:t>112.4730</w:t>
      </w:r>
      <w:r>
        <w:tab/>
        <w:t>1.013e0</w:t>
      </w:r>
    </w:p>
    <w:p w:rsidR="007B6A46" w:rsidRDefault="007B6A46" w:rsidP="007B6A46">
      <w:r>
        <w:t>112.4885</w:t>
      </w:r>
      <w:r>
        <w:tab/>
        <w:t>2.025e0</w:t>
      </w:r>
    </w:p>
    <w:p w:rsidR="007B6A46" w:rsidRDefault="007B6A46" w:rsidP="007B6A46">
      <w:r>
        <w:t>112.4983</w:t>
      </w:r>
      <w:r>
        <w:tab/>
        <w:t>1.013e0</w:t>
      </w:r>
    </w:p>
    <w:p w:rsidR="007B6A46" w:rsidRDefault="007B6A46" w:rsidP="007B6A46">
      <w:r>
        <w:t>112.5240</w:t>
      </w:r>
      <w:r>
        <w:tab/>
        <w:t>1.013e0</w:t>
      </w:r>
    </w:p>
    <w:p w:rsidR="007B6A46" w:rsidRDefault="007B6A46" w:rsidP="007B6A46">
      <w:r>
        <w:t>112.5351</w:t>
      </w:r>
      <w:r>
        <w:tab/>
        <w:t>1.013e0</w:t>
      </w:r>
    </w:p>
    <w:p w:rsidR="007B6A46" w:rsidRDefault="007B6A46" w:rsidP="007B6A46">
      <w:r>
        <w:t>112.5410</w:t>
      </w:r>
      <w:r>
        <w:tab/>
        <w:t>1.013e0</w:t>
      </w:r>
    </w:p>
    <w:p w:rsidR="007B6A46" w:rsidRDefault="007B6A46" w:rsidP="007B6A46">
      <w:r>
        <w:t>112.5661</w:t>
      </w:r>
      <w:r>
        <w:tab/>
        <w:t>1.013e0</w:t>
      </w:r>
    </w:p>
    <w:p w:rsidR="007B6A46" w:rsidRDefault="007B6A46" w:rsidP="007B6A46">
      <w:r>
        <w:t>112.5830</w:t>
      </w:r>
      <w:r>
        <w:tab/>
        <w:t>1.013e0</w:t>
      </w:r>
    </w:p>
    <w:p w:rsidR="007B6A46" w:rsidRDefault="007B6A46" w:rsidP="007B6A46">
      <w:r>
        <w:t>112.6168</w:t>
      </w:r>
      <w:r>
        <w:tab/>
        <w:t>2.025e0</w:t>
      </w:r>
    </w:p>
    <w:p w:rsidR="007B6A46" w:rsidRDefault="007B6A46" w:rsidP="007B6A46">
      <w:r>
        <w:lastRenderedPageBreak/>
        <w:t>112.6309</w:t>
      </w:r>
      <w:r>
        <w:tab/>
        <w:t>1.013e0</w:t>
      </w:r>
    </w:p>
    <w:p w:rsidR="007B6A46" w:rsidRDefault="007B6A46" w:rsidP="007B6A46">
      <w:r>
        <w:t>112.6675</w:t>
      </w:r>
      <w:r>
        <w:tab/>
        <w:t>1.013e0</w:t>
      </w:r>
    </w:p>
    <w:p w:rsidR="007B6A46" w:rsidRDefault="007B6A46" w:rsidP="007B6A46">
      <w:r>
        <w:t>112.7215</w:t>
      </w:r>
      <w:r>
        <w:tab/>
        <w:t>1.013e0</w:t>
      </w:r>
    </w:p>
    <w:p w:rsidR="007B6A46" w:rsidRDefault="007B6A46" w:rsidP="007B6A46">
      <w:r>
        <w:t>112.7295</w:t>
      </w:r>
      <w:r>
        <w:tab/>
        <w:t>1.013e0</w:t>
      </w:r>
    </w:p>
    <w:p w:rsidR="007B6A46" w:rsidRDefault="007B6A46" w:rsidP="007B6A46">
      <w:r>
        <w:t>112.7552</w:t>
      </w:r>
      <w:r>
        <w:tab/>
        <w:t>2.025e0</w:t>
      </w:r>
    </w:p>
    <w:p w:rsidR="007B6A46" w:rsidRDefault="007B6A46" w:rsidP="007B6A46">
      <w:r>
        <w:t>112.7721</w:t>
      </w:r>
      <w:r>
        <w:tab/>
        <w:t>1.013e0</w:t>
      </w:r>
    </w:p>
    <w:p w:rsidR="007B6A46" w:rsidRDefault="007B6A46" w:rsidP="007B6A46">
      <w:r>
        <w:t>112.7890</w:t>
      </w:r>
      <w:r>
        <w:tab/>
        <w:t>1.013e0</w:t>
      </w:r>
    </w:p>
    <w:p w:rsidR="007B6A46" w:rsidRDefault="007B6A46" w:rsidP="007B6A46">
      <w:r>
        <w:t>112.8227</w:t>
      </w:r>
      <w:r>
        <w:tab/>
        <w:t>1.013e0</w:t>
      </w:r>
    </w:p>
    <w:p w:rsidR="007B6A46" w:rsidRDefault="007B6A46" w:rsidP="007B6A46">
      <w:r>
        <w:t>112.8255</w:t>
      </w:r>
      <w:r>
        <w:tab/>
        <w:t>1.013e0</w:t>
      </w:r>
    </w:p>
    <w:p w:rsidR="007B6A46" w:rsidRDefault="007B6A46" w:rsidP="007B6A46">
      <w:r>
        <w:t>112.8284</w:t>
      </w:r>
      <w:r>
        <w:tab/>
        <w:t>2.025e0</w:t>
      </w:r>
    </w:p>
    <w:p w:rsidR="007B6A46" w:rsidRDefault="007B6A46" w:rsidP="007B6A46">
      <w:r>
        <w:t>112.8452</w:t>
      </w:r>
      <w:r>
        <w:tab/>
        <w:t>1.013e0</w:t>
      </w:r>
    </w:p>
    <w:p w:rsidR="007B6A46" w:rsidRDefault="007B6A46" w:rsidP="007B6A46">
      <w:r>
        <w:t>112.9189</w:t>
      </w:r>
      <w:r>
        <w:tab/>
        <w:t>1.013e0</w:t>
      </w:r>
    </w:p>
    <w:p w:rsidR="007B6A46" w:rsidRDefault="007B6A46" w:rsidP="007B6A46">
      <w:r>
        <w:t>112.9553</w:t>
      </w:r>
      <w:r>
        <w:tab/>
        <w:t>1.013e0</w:t>
      </w:r>
    </w:p>
    <w:p w:rsidR="007B6A46" w:rsidRDefault="007B6A46" w:rsidP="007B6A46">
      <w:r>
        <w:t>112.9583</w:t>
      </w:r>
      <w:r>
        <w:tab/>
        <w:t>1.013e0</w:t>
      </w:r>
    </w:p>
    <w:p w:rsidR="007B6A46" w:rsidRDefault="007B6A46" w:rsidP="007B6A46">
      <w:r>
        <w:t>112.9949</w:t>
      </w:r>
      <w:r>
        <w:tab/>
        <w:t>1.013e0</w:t>
      </w:r>
    </w:p>
    <w:p w:rsidR="007B6A46" w:rsidRDefault="007B6A46" w:rsidP="007B6A46">
      <w:r>
        <w:t>113.0178</w:t>
      </w:r>
      <w:r>
        <w:tab/>
        <w:t>1.013e0</w:t>
      </w:r>
    </w:p>
    <w:p w:rsidR="007B6A46" w:rsidRDefault="007B6A46" w:rsidP="007B6A46">
      <w:r>
        <w:t>113.0629</w:t>
      </w:r>
      <w:r>
        <w:tab/>
        <w:t>2.025e0</w:t>
      </w:r>
    </w:p>
    <w:p w:rsidR="007B6A46" w:rsidRDefault="007B6A46" w:rsidP="007B6A46">
      <w:r>
        <w:t>113.0754</w:t>
      </w:r>
      <w:r>
        <w:tab/>
        <w:t>2.025e0</w:t>
      </w:r>
    </w:p>
    <w:p w:rsidR="007B6A46" w:rsidRDefault="007B6A46" w:rsidP="007B6A46">
      <w:r>
        <w:t>113.0785</w:t>
      </w:r>
      <w:r>
        <w:tab/>
        <w:t>6.111e0</w:t>
      </w:r>
    </w:p>
    <w:p w:rsidR="007B6A46" w:rsidRDefault="007B6A46" w:rsidP="007B6A46">
      <w:r>
        <w:lastRenderedPageBreak/>
        <w:t>113.0798</w:t>
      </w:r>
      <w:r>
        <w:tab/>
        <w:t>1.013e0</w:t>
      </w:r>
    </w:p>
    <w:p w:rsidR="007B6A46" w:rsidRDefault="007B6A46" w:rsidP="007B6A46">
      <w:r>
        <w:t>113.0955</w:t>
      </w:r>
      <w:r>
        <w:tab/>
        <w:t>2.025e0</w:t>
      </w:r>
    </w:p>
    <w:p w:rsidR="007B6A46" w:rsidRDefault="007B6A46" w:rsidP="007B6A46">
      <w:r>
        <w:t>113.1010</w:t>
      </w:r>
      <w:r>
        <w:tab/>
        <w:t>2.025e0</w:t>
      </w:r>
    </w:p>
    <w:p w:rsidR="007B6A46" w:rsidRDefault="007B6A46" w:rsidP="007B6A46">
      <w:r>
        <w:t>113.1023</w:t>
      </w:r>
      <w:r>
        <w:tab/>
        <w:t>4.051e0</w:t>
      </w:r>
    </w:p>
    <w:p w:rsidR="007B6A46" w:rsidRDefault="007B6A46" w:rsidP="007B6A46">
      <w:r>
        <w:t>113.1081</w:t>
      </w:r>
      <w:r>
        <w:tab/>
        <w:t>1.013e0</w:t>
      </w:r>
    </w:p>
    <w:p w:rsidR="007B6A46" w:rsidRDefault="007B6A46" w:rsidP="007B6A46">
      <w:r>
        <w:t>113.1103</w:t>
      </w:r>
      <w:r>
        <w:tab/>
        <w:t>4.051e0</w:t>
      </w:r>
    </w:p>
    <w:p w:rsidR="007B6A46" w:rsidRDefault="007B6A46" w:rsidP="007B6A46">
      <w:r>
        <w:t>113.1124</w:t>
      </w:r>
      <w:r>
        <w:tab/>
        <w:t>2.025e0</w:t>
      </w:r>
    </w:p>
    <w:p w:rsidR="007B6A46" w:rsidRDefault="007B6A46" w:rsidP="007B6A46">
      <w:r>
        <w:t>113.1308</w:t>
      </w:r>
      <w:r>
        <w:tab/>
        <w:t>2.025e0</w:t>
      </w:r>
    </w:p>
    <w:p w:rsidR="007B6A46" w:rsidRDefault="007B6A46" w:rsidP="007B6A46">
      <w:r>
        <w:t>113.2070</w:t>
      </w:r>
      <w:r>
        <w:tab/>
        <w:t>1.013e0</w:t>
      </w:r>
    </w:p>
    <w:p w:rsidR="007B6A46" w:rsidRDefault="007B6A46" w:rsidP="007B6A46">
      <w:r>
        <w:t>113.2267</w:t>
      </w:r>
      <w:r>
        <w:tab/>
        <w:t>2.025e0</w:t>
      </w:r>
    </w:p>
    <w:p w:rsidR="007B6A46" w:rsidRDefault="007B6A46" w:rsidP="007B6A46">
      <w:r>
        <w:t>113.2521</w:t>
      </w:r>
      <w:r>
        <w:tab/>
        <w:t>1.013e0</w:t>
      </w:r>
    </w:p>
    <w:p w:rsidR="007B6A46" w:rsidRDefault="007B6A46" w:rsidP="007B6A46">
      <w:r>
        <w:t>113.2638</w:t>
      </w:r>
      <w:r>
        <w:tab/>
        <w:t>1.013e0</w:t>
      </w:r>
    </w:p>
    <w:p w:rsidR="007B6A46" w:rsidRDefault="007B6A46" w:rsidP="007B6A46">
      <w:r>
        <w:t>113.2719</w:t>
      </w:r>
      <w:r>
        <w:tab/>
        <w:t>1.013e0</w:t>
      </w:r>
    </w:p>
    <w:p w:rsidR="007B6A46" w:rsidRDefault="007B6A46" w:rsidP="007B6A46">
      <w:r>
        <w:t>113.2808</w:t>
      </w:r>
      <w:r>
        <w:tab/>
        <w:t>1.013e0</w:t>
      </w:r>
    </w:p>
    <w:p w:rsidR="007B6A46" w:rsidRDefault="007B6A46" w:rsidP="007B6A46">
      <w:r>
        <w:t>113.2837</w:t>
      </w:r>
      <w:r>
        <w:tab/>
        <w:t>1.013e0</w:t>
      </w:r>
    </w:p>
    <w:p w:rsidR="007B6A46" w:rsidRDefault="007B6A46" w:rsidP="007B6A46">
      <w:r>
        <w:t>113.3028</w:t>
      </w:r>
      <w:r>
        <w:tab/>
        <w:t>1.013e0</w:t>
      </w:r>
    </w:p>
    <w:p w:rsidR="007B6A46" w:rsidRDefault="007B6A46" w:rsidP="007B6A46">
      <w:r>
        <w:t>113.3058</w:t>
      </w:r>
      <w:r>
        <w:tab/>
        <w:t>1.013e0</w:t>
      </w:r>
    </w:p>
    <w:p w:rsidR="007B6A46" w:rsidRDefault="007B6A46" w:rsidP="007B6A46">
      <w:r>
        <w:t>113.3175</w:t>
      </w:r>
      <w:r>
        <w:tab/>
        <w:t>1.013e0</w:t>
      </w:r>
    </w:p>
    <w:p w:rsidR="007B6A46" w:rsidRDefault="007B6A46" w:rsidP="007B6A46">
      <w:r>
        <w:t>113.3317</w:t>
      </w:r>
      <w:r>
        <w:tab/>
        <w:t>1.013e0</w:t>
      </w:r>
    </w:p>
    <w:p w:rsidR="007B6A46" w:rsidRDefault="007B6A46" w:rsidP="007B6A46">
      <w:r>
        <w:lastRenderedPageBreak/>
        <w:t>113.3344</w:t>
      </w:r>
      <w:r>
        <w:tab/>
        <w:t>1.013e0</w:t>
      </w:r>
    </w:p>
    <w:p w:rsidR="007B6A46" w:rsidRDefault="007B6A46" w:rsidP="007B6A46">
      <w:r>
        <w:t>113.3538</w:t>
      </w:r>
      <w:r>
        <w:tab/>
        <w:t>2.025e0</w:t>
      </w:r>
    </w:p>
    <w:p w:rsidR="007B6A46" w:rsidRDefault="007B6A46" w:rsidP="007B6A46">
      <w:r>
        <w:t>113.3852</w:t>
      </w:r>
      <w:r>
        <w:tab/>
        <w:t>1.013e0</w:t>
      </w:r>
    </w:p>
    <w:p w:rsidR="007B6A46" w:rsidRDefault="007B6A46" w:rsidP="007B6A46">
      <w:r>
        <w:t>113.4064</w:t>
      </w:r>
      <w:r>
        <w:tab/>
        <w:t>2.025e0</w:t>
      </w:r>
    </w:p>
    <w:p w:rsidR="007B6A46" w:rsidRDefault="007B6A46" w:rsidP="007B6A46">
      <w:r>
        <w:t>113.4870</w:t>
      </w:r>
      <w:r>
        <w:tab/>
        <w:t>1.013e0</w:t>
      </w:r>
    </w:p>
    <w:p w:rsidR="007B6A46" w:rsidRDefault="007B6A46" w:rsidP="007B6A46">
      <w:r>
        <w:t>113.5013</w:t>
      </w:r>
      <w:r>
        <w:tab/>
        <w:t>2.025e0</w:t>
      </w:r>
    </w:p>
    <w:p w:rsidR="007B6A46" w:rsidRDefault="007B6A46" w:rsidP="007B6A46">
      <w:r>
        <w:t>113.5158</w:t>
      </w:r>
      <w:r>
        <w:tab/>
        <w:t>1.013e0</w:t>
      </w:r>
    </w:p>
    <w:p w:rsidR="007B6A46" w:rsidRDefault="007B6A46" w:rsidP="007B6A46">
      <w:r>
        <w:t>113.5439</w:t>
      </w:r>
      <w:r>
        <w:tab/>
        <w:t>1.013e0</w:t>
      </w:r>
    </w:p>
    <w:p w:rsidR="007B6A46" w:rsidRDefault="007B6A46" w:rsidP="007B6A46">
      <w:r>
        <w:t>113.5580</w:t>
      </w:r>
      <w:r>
        <w:tab/>
        <w:t>1.013e0</w:t>
      </w:r>
    </w:p>
    <w:p w:rsidR="007B6A46" w:rsidRDefault="007B6A46" w:rsidP="007B6A46">
      <w:r>
        <w:t>113.5638</w:t>
      </w:r>
      <w:r>
        <w:tab/>
        <w:t>1.013e0</w:t>
      </w:r>
    </w:p>
    <w:p w:rsidR="007B6A46" w:rsidRDefault="007B6A46" w:rsidP="007B6A46">
      <w:r>
        <w:t>113.6318</w:t>
      </w:r>
      <w:r>
        <w:tab/>
        <w:t>1.013e0</w:t>
      </w:r>
    </w:p>
    <w:p w:rsidR="007B6A46" w:rsidRDefault="007B6A46" w:rsidP="007B6A46">
      <w:r>
        <w:t>113.6457</w:t>
      </w:r>
      <w:r>
        <w:tab/>
        <w:t>1.013e0</w:t>
      </w:r>
    </w:p>
    <w:p w:rsidR="007B6A46" w:rsidRDefault="007B6A46" w:rsidP="007B6A46">
      <w:r>
        <w:t>113.6598</w:t>
      </w:r>
      <w:r>
        <w:tab/>
        <w:t>1.013e0</w:t>
      </w:r>
    </w:p>
    <w:p w:rsidR="007B6A46" w:rsidRDefault="007B6A46" w:rsidP="007B6A46">
      <w:r>
        <w:t>113.7025</w:t>
      </w:r>
      <w:r>
        <w:tab/>
        <w:t>1.013e0</w:t>
      </w:r>
    </w:p>
    <w:p w:rsidR="007B6A46" w:rsidRDefault="007B6A46" w:rsidP="007B6A46">
      <w:r>
        <w:t>113.7650</w:t>
      </w:r>
      <w:r>
        <w:tab/>
        <w:t>1.013e0</w:t>
      </w:r>
    </w:p>
    <w:p w:rsidR="007B6A46" w:rsidRDefault="007B6A46" w:rsidP="007B6A46">
      <w:r>
        <w:t>113.7733</w:t>
      </w:r>
      <w:r>
        <w:tab/>
        <w:t>1.013e0</w:t>
      </w:r>
    </w:p>
    <w:p w:rsidR="007B6A46" w:rsidRDefault="007B6A46" w:rsidP="007B6A46">
      <w:r>
        <w:t>113.7791</w:t>
      </w:r>
      <w:r>
        <w:tab/>
        <w:t>1.013e0</w:t>
      </w:r>
    </w:p>
    <w:p w:rsidR="007B6A46" w:rsidRDefault="007B6A46" w:rsidP="007B6A46">
      <w:r>
        <w:t>113.8043</w:t>
      </w:r>
      <w:r>
        <w:tab/>
        <w:t>1.013e0</w:t>
      </w:r>
    </w:p>
    <w:p w:rsidR="007B6A46" w:rsidRDefault="007B6A46" w:rsidP="007B6A46">
      <w:r>
        <w:t>113.8131</w:t>
      </w:r>
      <w:r>
        <w:tab/>
        <w:t>1.013e0</w:t>
      </w:r>
    </w:p>
    <w:p w:rsidR="007B6A46" w:rsidRDefault="007B6A46" w:rsidP="007B6A46">
      <w:r>
        <w:lastRenderedPageBreak/>
        <w:t>113.8161</w:t>
      </w:r>
      <w:r>
        <w:tab/>
        <w:t>1.013e0</w:t>
      </w:r>
    </w:p>
    <w:p w:rsidR="007B6A46" w:rsidRDefault="007B6A46" w:rsidP="007B6A46">
      <w:r>
        <w:t>113.8924</w:t>
      </w:r>
      <w:r>
        <w:tab/>
        <w:t>1.013e0</w:t>
      </w:r>
    </w:p>
    <w:p w:rsidR="007B6A46" w:rsidRDefault="007B6A46" w:rsidP="007B6A46">
      <w:r>
        <w:t>113.9063</w:t>
      </w:r>
      <w:r>
        <w:tab/>
        <w:t>1.013e0</w:t>
      </w:r>
    </w:p>
    <w:p w:rsidR="007B6A46" w:rsidRDefault="007B6A46" w:rsidP="007B6A46">
      <w:r>
        <w:t>113.9167</w:t>
      </w:r>
      <w:r>
        <w:tab/>
        <w:t>2.025e0</w:t>
      </w:r>
    </w:p>
    <w:p w:rsidR="007B6A46" w:rsidRDefault="007B6A46" w:rsidP="007B6A46">
      <w:r>
        <w:t>113.9462</w:t>
      </w:r>
      <w:r>
        <w:tab/>
        <w:t>2.025e0</w:t>
      </w:r>
    </w:p>
    <w:p w:rsidR="007B6A46" w:rsidRDefault="007B6A46" w:rsidP="007B6A46">
      <w:r>
        <w:t>113.9862</w:t>
      </w:r>
      <w:r>
        <w:tab/>
        <w:t>2.025e0</w:t>
      </w:r>
    </w:p>
    <w:p w:rsidR="007B6A46" w:rsidRDefault="007B6A46" w:rsidP="007B6A46">
      <w:r>
        <w:t>114.0144</w:t>
      </w:r>
      <w:r>
        <w:tab/>
        <w:t>3.038e0</w:t>
      </w:r>
    </w:p>
    <w:p w:rsidR="007B6A46" w:rsidRDefault="007B6A46" w:rsidP="007B6A46">
      <w:r>
        <w:t>114.0286</w:t>
      </w:r>
      <w:r>
        <w:tab/>
        <w:t>1.013e0</w:t>
      </w:r>
    </w:p>
    <w:p w:rsidR="007B6A46" w:rsidRDefault="007B6A46" w:rsidP="007B6A46">
      <w:r>
        <w:t>114.0540</w:t>
      </w:r>
      <w:r>
        <w:tab/>
        <w:t>3.038e0</w:t>
      </w:r>
    </w:p>
    <w:p w:rsidR="007B6A46" w:rsidRDefault="007B6A46" w:rsidP="007B6A46">
      <w:r>
        <w:t>114.0625</w:t>
      </w:r>
      <w:r>
        <w:tab/>
        <w:t>1.013e0</w:t>
      </w:r>
    </w:p>
    <w:p w:rsidR="007B6A46" w:rsidRDefault="007B6A46" w:rsidP="007B6A46">
      <w:r>
        <w:t>114.0641</w:t>
      </w:r>
      <w:r>
        <w:tab/>
        <w:t>2.025e0</w:t>
      </w:r>
    </w:p>
    <w:p w:rsidR="007B6A46" w:rsidRDefault="007B6A46" w:rsidP="007B6A46">
      <w:r>
        <w:t>114.0754</w:t>
      </w:r>
      <w:r>
        <w:tab/>
        <w:t>2.025e0</w:t>
      </w:r>
    </w:p>
    <w:p w:rsidR="007B6A46" w:rsidRDefault="007B6A46" w:rsidP="007B6A46">
      <w:r>
        <w:t>114.0796</w:t>
      </w:r>
      <w:r>
        <w:tab/>
        <w:t>1.013e0</w:t>
      </w:r>
    </w:p>
    <w:p w:rsidR="007B6A46" w:rsidRDefault="007B6A46" w:rsidP="007B6A46">
      <w:r>
        <w:t>114.0908</w:t>
      </w:r>
      <w:r>
        <w:tab/>
        <w:t>2.025e0</w:t>
      </w:r>
    </w:p>
    <w:p w:rsidR="007B6A46" w:rsidRDefault="007B6A46" w:rsidP="007B6A46">
      <w:r>
        <w:t>114.0938</w:t>
      </w:r>
      <w:r>
        <w:tab/>
        <w:t>2.025e0</w:t>
      </w:r>
    </w:p>
    <w:p w:rsidR="007B6A46" w:rsidRDefault="007B6A46" w:rsidP="007B6A46">
      <w:r>
        <w:t>114.0951</w:t>
      </w:r>
      <w:r>
        <w:tab/>
        <w:t>2.025e0</w:t>
      </w:r>
    </w:p>
    <w:p w:rsidR="007B6A46" w:rsidRDefault="007B6A46" w:rsidP="007B6A46">
      <w:r>
        <w:t>114.1024</w:t>
      </w:r>
      <w:r>
        <w:tab/>
        <w:t>1.013e0</w:t>
      </w:r>
    </w:p>
    <w:p w:rsidR="007B6A46" w:rsidRDefault="007B6A46" w:rsidP="007B6A46">
      <w:r>
        <w:t>114.1107</w:t>
      </w:r>
      <w:r>
        <w:tab/>
        <w:t>1.013e0</w:t>
      </w:r>
    </w:p>
    <w:p w:rsidR="007B6A46" w:rsidRDefault="007B6A46" w:rsidP="007B6A46">
      <w:r>
        <w:t>114.1279</w:t>
      </w:r>
      <w:r>
        <w:tab/>
        <w:t>1.013e0</w:t>
      </w:r>
    </w:p>
    <w:p w:rsidR="007B6A46" w:rsidRDefault="007B6A46" w:rsidP="007B6A46">
      <w:r>
        <w:lastRenderedPageBreak/>
        <w:t>114.1336</w:t>
      </w:r>
      <w:r>
        <w:tab/>
        <w:t>2.025e0</w:t>
      </w:r>
    </w:p>
    <w:p w:rsidR="007B6A46" w:rsidRDefault="007B6A46" w:rsidP="007B6A46">
      <w:r>
        <w:t>114.1876</w:t>
      </w:r>
      <w:r>
        <w:tab/>
        <w:t>1.013e0</w:t>
      </w:r>
    </w:p>
    <w:p w:rsidR="007B6A46" w:rsidRDefault="007B6A46" w:rsidP="007B6A46">
      <w:r>
        <w:t>114.2102</w:t>
      </w:r>
      <w:r>
        <w:tab/>
        <w:t>1.013e0</w:t>
      </w:r>
    </w:p>
    <w:p w:rsidR="007B6A46" w:rsidRDefault="007B6A46" w:rsidP="007B6A46">
      <w:r>
        <w:t>114.2188</w:t>
      </w:r>
      <w:r>
        <w:tab/>
        <w:t>1.013e0</w:t>
      </w:r>
    </w:p>
    <w:p w:rsidR="007B6A46" w:rsidRDefault="007B6A46" w:rsidP="007B6A46">
      <w:r>
        <w:t>114.2928</w:t>
      </w:r>
      <w:r>
        <w:tab/>
        <w:t>1.013e0</w:t>
      </w:r>
    </w:p>
    <w:p w:rsidR="007B6A46" w:rsidRDefault="007B6A46" w:rsidP="007B6A46">
      <w:r>
        <w:t>114.3070</w:t>
      </w:r>
      <w:r>
        <w:tab/>
        <w:t>2.025e0</w:t>
      </w:r>
    </w:p>
    <w:p w:rsidR="007B6A46" w:rsidRDefault="007B6A46" w:rsidP="007B6A46">
      <w:r>
        <w:t>114.3213</w:t>
      </w:r>
      <w:r>
        <w:tab/>
        <w:t>2.025e0</w:t>
      </w:r>
    </w:p>
    <w:p w:rsidR="007B6A46" w:rsidRDefault="007B6A46" w:rsidP="007B6A46">
      <w:r>
        <w:t>114.3582</w:t>
      </w:r>
      <w:r>
        <w:tab/>
        <w:t>1.013e0</w:t>
      </w:r>
    </w:p>
    <w:p w:rsidR="007B6A46" w:rsidRDefault="007B6A46" w:rsidP="007B6A46">
      <w:r>
        <w:t>114.3695</w:t>
      </w:r>
      <w:r>
        <w:tab/>
        <w:t>2.025e0</w:t>
      </w:r>
    </w:p>
    <w:p w:rsidR="007B6A46" w:rsidRDefault="007B6A46" w:rsidP="007B6A46">
      <w:r>
        <w:t>114.4063</w:t>
      </w:r>
      <w:r>
        <w:tab/>
        <w:t>1.013e0</w:t>
      </w:r>
    </w:p>
    <w:p w:rsidR="007B6A46" w:rsidRDefault="007B6A46" w:rsidP="007B6A46">
      <w:r>
        <w:t>114.4689</w:t>
      </w:r>
      <w:r>
        <w:tab/>
        <w:t>1.013e0</w:t>
      </w:r>
    </w:p>
    <w:p w:rsidR="007B6A46" w:rsidRDefault="007B6A46" w:rsidP="007B6A46">
      <w:r>
        <w:t>114.4717</w:t>
      </w:r>
      <w:r>
        <w:tab/>
        <w:t>1.013e0</w:t>
      </w:r>
    </w:p>
    <w:p w:rsidR="007B6A46" w:rsidRDefault="007B6A46" w:rsidP="007B6A46">
      <w:r>
        <w:t>114.5289</w:t>
      </w:r>
      <w:r>
        <w:tab/>
        <w:t>1.013e0</w:t>
      </w:r>
    </w:p>
    <w:p w:rsidR="007B6A46" w:rsidRDefault="007B6A46" w:rsidP="007B6A46">
      <w:r>
        <w:t>114.5430</w:t>
      </w:r>
      <w:r>
        <w:tab/>
        <w:t>1.013e0</w:t>
      </w:r>
    </w:p>
    <w:p w:rsidR="007B6A46" w:rsidRDefault="007B6A46" w:rsidP="007B6A46">
      <w:r>
        <w:t>114.5511</w:t>
      </w:r>
      <w:r>
        <w:tab/>
        <w:t>1.013e0</w:t>
      </w:r>
    </w:p>
    <w:p w:rsidR="007B6A46" w:rsidRDefault="007B6A46" w:rsidP="007B6A46">
      <w:r>
        <w:t>114.5684</w:t>
      </w:r>
      <w:r>
        <w:tab/>
        <w:t>1.013e0</w:t>
      </w:r>
    </w:p>
    <w:p w:rsidR="007B6A46" w:rsidRDefault="007B6A46" w:rsidP="007B6A46">
      <w:r>
        <w:t>114.5712</w:t>
      </w:r>
      <w:r>
        <w:tab/>
        <w:t>1.013e0</w:t>
      </w:r>
    </w:p>
    <w:p w:rsidR="007B6A46" w:rsidRDefault="007B6A46" w:rsidP="007B6A46">
      <w:r>
        <w:t>114.5913</w:t>
      </w:r>
      <w:r>
        <w:tab/>
        <w:t>1.013e0</w:t>
      </w:r>
    </w:p>
    <w:p w:rsidR="007B6A46" w:rsidRDefault="007B6A46" w:rsidP="007B6A46">
      <w:r>
        <w:t>114.6025</w:t>
      </w:r>
      <w:r>
        <w:tab/>
        <w:t>1.013e0</w:t>
      </w:r>
    </w:p>
    <w:p w:rsidR="007B6A46" w:rsidRDefault="007B6A46" w:rsidP="007B6A46">
      <w:r>
        <w:lastRenderedPageBreak/>
        <w:t>114.6168</w:t>
      </w:r>
      <w:r>
        <w:tab/>
        <w:t>1.013e0</w:t>
      </w:r>
    </w:p>
    <w:p w:rsidR="007B6A46" w:rsidRDefault="007B6A46" w:rsidP="007B6A46">
      <w:r>
        <w:t>114.6423</w:t>
      </w:r>
      <w:r>
        <w:tab/>
        <w:t>1.013e0</w:t>
      </w:r>
    </w:p>
    <w:p w:rsidR="007B6A46" w:rsidRDefault="007B6A46" w:rsidP="007B6A46">
      <w:r>
        <w:t>114.6966</w:t>
      </w:r>
      <w:r>
        <w:tab/>
        <w:t>2.025e0</w:t>
      </w:r>
    </w:p>
    <w:p w:rsidR="007B6A46" w:rsidRDefault="007B6A46" w:rsidP="007B6A46">
      <w:r>
        <w:t>114.7137</w:t>
      </w:r>
      <w:r>
        <w:tab/>
        <w:t>1.013e0</w:t>
      </w:r>
    </w:p>
    <w:p w:rsidR="007B6A46" w:rsidRDefault="007B6A46" w:rsidP="007B6A46">
      <w:r>
        <w:t>114.7364</w:t>
      </w:r>
      <w:r>
        <w:tab/>
        <w:t>1.013e0</w:t>
      </w:r>
    </w:p>
    <w:p w:rsidR="007B6A46" w:rsidRDefault="007B6A46" w:rsidP="007B6A46">
      <w:r>
        <w:t>114.7704</w:t>
      </w:r>
      <w:r>
        <w:tab/>
        <w:t>1.013e0</w:t>
      </w:r>
    </w:p>
    <w:p w:rsidR="007B6A46" w:rsidRDefault="007B6A46" w:rsidP="007B6A46">
      <w:r>
        <w:t>114.8133</w:t>
      </w:r>
      <w:r>
        <w:tab/>
        <w:t>1.013e0</w:t>
      </w:r>
    </w:p>
    <w:p w:rsidR="007B6A46" w:rsidRDefault="007B6A46" w:rsidP="007B6A46">
      <w:r>
        <w:t>114.9201</w:t>
      </w:r>
      <w:r>
        <w:tab/>
        <w:t>2.025e0</w:t>
      </w:r>
    </w:p>
    <w:p w:rsidR="007B6A46" w:rsidRDefault="007B6A46" w:rsidP="007B6A46">
      <w:r>
        <w:t>114.9217</w:t>
      </w:r>
      <w:r>
        <w:tab/>
        <w:t>1.013e0</w:t>
      </w:r>
    </w:p>
    <w:p w:rsidR="007B6A46" w:rsidRDefault="007B6A46" w:rsidP="007B6A46">
      <w:r>
        <w:t>114.9387</w:t>
      </w:r>
      <w:r>
        <w:tab/>
        <w:t>2.025e0</w:t>
      </w:r>
    </w:p>
    <w:p w:rsidR="007B6A46" w:rsidRDefault="007B6A46" w:rsidP="007B6A46">
      <w:r>
        <w:t>114.9783</w:t>
      </w:r>
      <w:r>
        <w:tab/>
        <w:t>1.013e0</w:t>
      </w:r>
    </w:p>
    <w:p w:rsidR="007B6A46" w:rsidRDefault="007B6A46" w:rsidP="007B6A46">
      <w:r>
        <w:t>115.0124</w:t>
      </w:r>
      <w:r>
        <w:tab/>
        <w:t>1.013e0</w:t>
      </w:r>
    </w:p>
    <w:p w:rsidR="007B6A46" w:rsidRDefault="007B6A46" w:rsidP="007B6A46">
      <w:r>
        <w:t>115.0139</w:t>
      </w:r>
      <w:r>
        <w:tab/>
        <w:t>2.025e0</w:t>
      </w:r>
    </w:p>
    <w:p w:rsidR="007B6A46" w:rsidRDefault="007B6A46" w:rsidP="007B6A46">
      <w:r>
        <w:t>115.0169</w:t>
      </w:r>
      <w:r>
        <w:tab/>
        <w:t>2.025e0</w:t>
      </w:r>
    </w:p>
    <w:p w:rsidR="007B6A46" w:rsidRDefault="007B6A46" w:rsidP="007B6A46">
      <w:r>
        <w:t>115.0272</w:t>
      </w:r>
      <w:r>
        <w:tab/>
        <w:t>1.013e0</w:t>
      </w:r>
    </w:p>
    <w:p w:rsidR="007B6A46" w:rsidRDefault="007B6A46" w:rsidP="007B6A46">
      <w:r>
        <w:t>115.0295</w:t>
      </w:r>
      <w:r>
        <w:tab/>
        <w:t>1.013e0</w:t>
      </w:r>
    </w:p>
    <w:p w:rsidR="007B6A46" w:rsidRDefault="007B6A46" w:rsidP="007B6A46">
      <w:r>
        <w:t>115.0324</w:t>
      </w:r>
      <w:r>
        <w:tab/>
        <w:t>1.013e0</w:t>
      </w:r>
    </w:p>
    <w:p w:rsidR="007B6A46" w:rsidRDefault="007B6A46" w:rsidP="007B6A46">
      <w:r>
        <w:t>115.0444</w:t>
      </w:r>
      <w:r>
        <w:tab/>
        <w:t>1.013e0</w:t>
      </w:r>
    </w:p>
    <w:p w:rsidR="007B6A46" w:rsidRDefault="007B6A46" w:rsidP="007B6A46">
      <w:r>
        <w:t>115.0456</w:t>
      </w:r>
      <w:r>
        <w:tab/>
        <w:t>2.025e0</w:t>
      </w:r>
    </w:p>
    <w:p w:rsidR="007B6A46" w:rsidRDefault="007B6A46" w:rsidP="007B6A46">
      <w:r>
        <w:lastRenderedPageBreak/>
        <w:t>115.0495</w:t>
      </w:r>
      <w:r>
        <w:tab/>
        <w:t>1.013e0</w:t>
      </w:r>
    </w:p>
    <w:p w:rsidR="007B6A46" w:rsidRDefault="007B6A46" w:rsidP="007B6A46">
      <w:r>
        <w:t>115.0570</w:t>
      </w:r>
      <w:r>
        <w:tab/>
        <w:t>2.025e0</w:t>
      </w:r>
    </w:p>
    <w:p w:rsidR="007B6A46" w:rsidRDefault="007B6A46" w:rsidP="007B6A46">
      <w:r>
        <w:t>115.0639</w:t>
      </w:r>
      <w:r>
        <w:tab/>
        <w:t>1.013e0</w:t>
      </w:r>
    </w:p>
    <w:p w:rsidR="007B6A46" w:rsidRDefault="007B6A46" w:rsidP="007B6A46">
      <w:r>
        <w:t>115.0866</w:t>
      </w:r>
      <w:r>
        <w:tab/>
        <w:t>9.823e1</w:t>
      </w:r>
    </w:p>
    <w:p w:rsidR="007B6A46" w:rsidRDefault="007B6A46" w:rsidP="007B6A46">
      <w:r>
        <w:t>115.0879</w:t>
      </w:r>
      <w:r>
        <w:tab/>
        <w:t>7.976e1</w:t>
      </w:r>
    </w:p>
    <w:p w:rsidR="007B6A46" w:rsidRDefault="007B6A46" w:rsidP="007B6A46">
      <w:r>
        <w:t>115.1112</w:t>
      </w:r>
      <w:r>
        <w:tab/>
        <w:t>2.025e0</w:t>
      </w:r>
    </w:p>
    <w:p w:rsidR="007B6A46" w:rsidRDefault="007B6A46" w:rsidP="007B6A46">
      <w:r>
        <w:t>115.1152</w:t>
      </w:r>
      <w:r>
        <w:tab/>
        <w:t>1.013e0</w:t>
      </w:r>
    </w:p>
    <w:p w:rsidR="007B6A46" w:rsidRDefault="007B6A46" w:rsidP="007B6A46">
      <w:r>
        <w:t>115.1273</w:t>
      </w:r>
      <w:r>
        <w:tab/>
        <w:t>6.076e0</w:t>
      </w:r>
    </w:p>
    <w:p w:rsidR="007B6A46" w:rsidRDefault="007B6A46" w:rsidP="007B6A46">
      <w:r>
        <w:t>115.1297</w:t>
      </w:r>
      <w:r>
        <w:tab/>
        <w:t>1.013e0</w:t>
      </w:r>
    </w:p>
    <w:p w:rsidR="007B6A46" w:rsidRDefault="007B6A46" w:rsidP="007B6A46">
      <w:r>
        <w:t>115.1351</w:t>
      </w:r>
      <w:r>
        <w:tab/>
        <w:t>2.025e0</w:t>
      </w:r>
    </w:p>
    <w:p w:rsidR="007B6A46" w:rsidRDefault="007B6A46" w:rsidP="007B6A46">
      <w:r>
        <w:t>115.1551</w:t>
      </w:r>
      <w:r>
        <w:tab/>
        <w:t>1.013e0</w:t>
      </w:r>
    </w:p>
    <w:p w:rsidR="007B6A46" w:rsidRDefault="007B6A46" w:rsidP="007B6A46">
      <w:r>
        <w:t>115.1580</w:t>
      </w:r>
      <w:r>
        <w:tab/>
        <w:t>1.013e0</w:t>
      </w:r>
    </w:p>
    <w:p w:rsidR="007B6A46" w:rsidRDefault="007B6A46" w:rsidP="007B6A46">
      <w:r>
        <w:t>115.1693</w:t>
      </w:r>
      <w:r>
        <w:tab/>
        <w:t>1.013e0</w:t>
      </w:r>
    </w:p>
    <w:p w:rsidR="007B6A46" w:rsidRDefault="007B6A46" w:rsidP="007B6A46">
      <w:r>
        <w:t>115.1780</w:t>
      </w:r>
      <w:r>
        <w:tab/>
        <w:t>1.013e0</w:t>
      </w:r>
    </w:p>
    <w:p w:rsidR="007B6A46" w:rsidRDefault="007B6A46" w:rsidP="007B6A46">
      <w:r>
        <w:t>115.1981</w:t>
      </w:r>
      <w:r>
        <w:tab/>
        <w:t>2.025e0</w:t>
      </w:r>
    </w:p>
    <w:p w:rsidR="007B6A46" w:rsidRDefault="007B6A46" w:rsidP="007B6A46">
      <w:r>
        <w:t>115.2035</w:t>
      </w:r>
      <w:r>
        <w:tab/>
        <w:t>2.025e0</w:t>
      </w:r>
    </w:p>
    <w:p w:rsidR="007B6A46" w:rsidRDefault="007B6A46" w:rsidP="007B6A46">
      <w:r>
        <w:t>115.2154</w:t>
      </w:r>
      <w:r>
        <w:tab/>
        <w:t>1.013e0</w:t>
      </w:r>
    </w:p>
    <w:p w:rsidR="007B6A46" w:rsidRDefault="007B6A46" w:rsidP="007B6A46">
      <w:r>
        <w:t>115.2180</w:t>
      </w:r>
      <w:r>
        <w:tab/>
        <w:t>1.013e0</w:t>
      </w:r>
    </w:p>
    <w:p w:rsidR="007B6A46" w:rsidRDefault="007B6A46" w:rsidP="007B6A46">
      <w:r>
        <w:t>115.2378</w:t>
      </w:r>
      <w:r>
        <w:tab/>
        <w:t>1.013e0</w:t>
      </w:r>
    </w:p>
    <w:p w:rsidR="007B6A46" w:rsidRDefault="007B6A46" w:rsidP="007B6A46">
      <w:r>
        <w:lastRenderedPageBreak/>
        <w:t>115.2750</w:t>
      </w:r>
      <w:r>
        <w:tab/>
        <w:t>1.013e0</w:t>
      </w:r>
    </w:p>
    <w:p w:rsidR="007B6A46" w:rsidRDefault="007B6A46" w:rsidP="007B6A46">
      <w:r>
        <w:t>115.3064</w:t>
      </w:r>
      <w:r>
        <w:tab/>
        <w:t>1.013e0</w:t>
      </w:r>
    </w:p>
    <w:p w:rsidR="007B6A46" w:rsidRDefault="007B6A46" w:rsidP="007B6A46">
      <w:r>
        <w:t>115.3090</w:t>
      </w:r>
      <w:r>
        <w:tab/>
        <w:t>1.013e0</w:t>
      </w:r>
    </w:p>
    <w:p w:rsidR="007B6A46" w:rsidRDefault="007B6A46" w:rsidP="007B6A46">
      <w:r>
        <w:t>115.3195</w:t>
      </w:r>
      <w:r>
        <w:tab/>
        <w:t>2.025e0</w:t>
      </w:r>
    </w:p>
    <w:p w:rsidR="007B6A46" w:rsidRDefault="007B6A46" w:rsidP="007B6A46">
      <w:r>
        <w:t>115.3407</w:t>
      </w:r>
      <w:r>
        <w:tab/>
        <w:t>1.013e0</w:t>
      </w:r>
    </w:p>
    <w:p w:rsidR="007B6A46" w:rsidRDefault="007B6A46" w:rsidP="007B6A46">
      <w:r>
        <w:t>115.4135</w:t>
      </w:r>
      <w:r>
        <w:tab/>
        <w:t>2.025e0</w:t>
      </w:r>
    </w:p>
    <w:p w:rsidR="007B6A46" w:rsidRDefault="007B6A46" w:rsidP="007B6A46">
      <w:r>
        <w:t>115.4207</w:t>
      </w:r>
      <w:r>
        <w:tab/>
        <w:t>1.013e0</w:t>
      </w:r>
    </w:p>
    <w:p w:rsidR="007B6A46" w:rsidRDefault="007B6A46" w:rsidP="007B6A46">
      <w:r>
        <w:t>115.4277</w:t>
      </w:r>
      <w:r>
        <w:tab/>
        <w:t>2.025e0</w:t>
      </w:r>
    </w:p>
    <w:p w:rsidR="007B6A46" w:rsidRDefault="007B6A46" w:rsidP="007B6A46">
      <w:r>
        <w:t>115.4490</w:t>
      </w:r>
      <w:r>
        <w:tab/>
        <w:t>1.013e0</w:t>
      </w:r>
    </w:p>
    <w:p w:rsidR="007B6A46" w:rsidRDefault="007B6A46" w:rsidP="007B6A46">
      <w:r>
        <w:t>115.4720</w:t>
      </w:r>
      <w:r>
        <w:tab/>
        <w:t>2.025e0</w:t>
      </w:r>
    </w:p>
    <w:p w:rsidR="007B6A46" w:rsidRDefault="007B6A46" w:rsidP="007B6A46">
      <w:r>
        <w:t>115.4804</w:t>
      </w:r>
      <w:r>
        <w:tab/>
        <w:t>2.025e0</w:t>
      </w:r>
    </w:p>
    <w:p w:rsidR="007B6A46" w:rsidRDefault="007B6A46" w:rsidP="007B6A46">
      <w:r>
        <w:t>115.4950</w:t>
      </w:r>
      <w:r>
        <w:tab/>
        <w:t>1.013e0</w:t>
      </w:r>
    </w:p>
    <w:p w:rsidR="007B6A46" w:rsidRDefault="007B6A46" w:rsidP="007B6A46">
      <w:r>
        <w:t>115.5033</w:t>
      </w:r>
      <w:r>
        <w:tab/>
        <w:t>1.013e0</w:t>
      </w:r>
    </w:p>
    <w:p w:rsidR="007B6A46" w:rsidRDefault="007B6A46" w:rsidP="007B6A46">
      <w:r>
        <w:t>115.5347</w:t>
      </w:r>
      <w:r>
        <w:tab/>
        <w:t>1.013e0</w:t>
      </w:r>
    </w:p>
    <w:p w:rsidR="007B6A46" w:rsidRDefault="007B6A46" w:rsidP="007B6A46">
      <w:r>
        <w:t>115.5490</w:t>
      </w:r>
      <w:r>
        <w:tab/>
        <w:t>1.013e0</w:t>
      </w:r>
    </w:p>
    <w:p w:rsidR="007B6A46" w:rsidRDefault="007B6A46" w:rsidP="007B6A46">
      <w:r>
        <w:t>115.6063</w:t>
      </w:r>
      <w:r>
        <w:tab/>
        <w:t>1.013e0</w:t>
      </w:r>
    </w:p>
    <w:p w:rsidR="007B6A46" w:rsidRDefault="007B6A46" w:rsidP="007B6A46">
      <w:r>
        <w:t>115.6405</w:t>
      </w:r>
      <w:r>
        <w:tab/>
        <w:t>1.013e0</w:t>
      </w:r>
    </w:p>
    <w:p w:rsidR="007B6A46" w:rsidRDefault="007B6A46" w:rsidP="007B6A46">
      <w:r>
        <w:t>115.6978</w:t>
      </w:r>
      <w:r>
        <w:tab/>
        <w:t>2.025e0</w:t>
      </w:r>
    </w:p>
    <w:p w:rsidR="007B6A46" w:rsidRDefault="007B6A46" w:rsidP="007B6A46">
      <w:r>
        <w:t>115.7121</w:t>
      </w:r>
      <w:r>
        <w:tab/>
        <w:t>1.013e0</w:t>
      </w:r>
    </w:p>
    <w:p w:rsidR="007B6A46" w:rsidRDefault="007B6A46" w:rsidP="007B6A46">
      <w:r>
        <w:lastRenderedPageBreak/>
        <w:t>115.7235</w:t>
      </w:r>
      <w:r>
        <w:tab/>
        <w:t>1.013e0</w:t>
      </w:r>
    </w:p>
    <w:p w:rsidR="007B6A46" w:rsidRDefault="007B6A46" w:rsidP="007B6A46">
      <w:r>
        <w:t>115.7461</w:t>
      </w:r>
      <w:r>
        <w:tab/>
        <w:t>1.013e0</w:t>
      </w:r>
    </w:p>
    <w:p w:rsidR="007B6A46" w:rsidRDefault="007B6A46" w:rsidP="007B6A46">
      <w:r>
        <w:t>115.7522</w:t>
      </w:r>
      <w:r>
        <w:tab/>
        <w:t>1.013e0</w:t>
      </w:r>
    </w:p>
    <w:p w:rsidR="007B6A46" w:rsidRDefault="007B6A46" w:rsidP="007B6A46">
      <w:r>
        <w:t>115.7691</w:t>
      </w:r>
      <w:r>
        <w:tab/>
        <w:t>1.013e0</w:t>
      </w:r>
    </w:p>
    <w:p w:rsidR="007B6A46" w:rsidRDefault="007B6A46" w:rsidP="007B6A46">
      <w:r>
        <w:t>115.7723</w:t>
      </w:r>
      <w:r>
        <w:tab/>
        <w:t>1.013e0</w:t>
      </w:r>
    </w:p>
    <w:p w:rsidR="007B6A46" w:rsidRDefault="007B6A46" w:rsidP="007B6A46">
      <w:r>
        <w:t>115.7865</w:t>
      </w:r>
      <w:r>
        <w:tab/>
        <w:t>1.013e0</w:t>
      </w:r>
    </w:p>
    <w:p w:rsidR="007B6A46" w:rsidRDefault="007B6A46" w:rsidP="007B6A46">
      <w:r>
        <w:t>115.8661</w:t>
      </w:r>
      <w:r>
        <w:tab/>
        <w:t>1.013e0</w:t>
      </w:r>
    </w:p>
    <w:p w:rsidR="007B6A46" w:rsidRDefault="007B6A46" w:rsidP="007B6A46">
      <w:r>
        <w:t>115.8810</w:t>
      </w:r>
      <w:r>
        <w:tab/>
        <w:t>1.013e0</w:t>
      </w:r>
    </w:p>
    <w:p w:rsidR="007B6A46" w:rsidRDefault="007B6A46" w:rsidP="007B6A46">
      <w:r>
        <w:t>115.8951</w:t>
      </w:r>
      <w:r>
        <w:tab/>
        <w:t>1.013e0</w:t>
      </w:r>
    </w:p>
    <w:p w:rsidR="007B6A46" w:rsidRDefault="007B6A46" w:rsidP="007B6A46">
      <w:r>
        <w:t>115.8983</w:t>
      </w:r>
      <w:r>
        <w:tab/>
        <w:t>1.013e0</w:t>
      </w:r>
    </w:p>
    <w:p w:rsidR="007B6A46" w:rsidRDefault="007B6A46" w:rsidP="007B6A46">
      <w:r>
        <w:t>115.9308</w:t>
      </w:r>
      <w:r>
        <w:tab/>
        <w:t>2.025e0</w:t>
      </w:r>
    </w:p>
    <w:p w:rsidR="007B6A46" w:rsidRDefault="007B6A46" w:rsidP="007B6A46">
      <w:r>
        <w:t>115.9522</w:t>
      </w:r>
      <w:r>
        <w:tab/>
        <w:t>1.013e0</w:t>
      </w:r>
    </w:p>
    <w:p w:rsidR="007B6A46" w:rsidRDefault="007B6A46" w:rsidP="007B6A46">
      <w:r>
        <w:t>115.9924</w:t>
      </w:r>
      <w:r>
        <w:tab/>
        <w:t>1.013e0</w:t>
      </w:r>
    </w:p>
    <w:p w:rsidR="007B6A46" w:rsidRDefault="007B6A46" w:rsidP="007B6A46">
      <w:r>
        <w:t>116.0064</w:t>
      </w:r>
      <w:r>
        <w:tab/>
        <w:t>1.013e0</w:t>
      </w:r>
    </w:p>
    <w:p w:rsidR="007B6A46" w:rsidRDefault="007B6A46" w:rsidP="007B6A46">
      <w:r>
        <w:t>116.0311</w:t>
      </w:r>
      <w:r>
        <w:tab/>
        <w:t>2.025e0</w:t>
      </w:r>
    </w:p>
    <w:p w:rsidR="007B6A46" w:rsidRDefault="007B6A46" w:rsidP="007B6A46">
      <w:r>
        <w:t>116.0411</w:t>
      </w:r>
      <w:r>
        <w:tab/>
        <w:t>2.025e0</w:t>
      </w:r>
    </w:p>
    <w:p w:rsidR="007B6A46" w:rsidRDefault="007B6A46" w:rsidP="007B6A46">
      <w:r>
        <w:t>116.0497</w:t>
      </w:r>
      <w:r>
        <w:tab/>
        <w:t>1.013e0</w:t>
      </w:r>
    </w:p>
    <w:p w:rsidR="007B6A46" w:rsidRDefault="007B6A46" w:rsidP="007B6A46">
      <w:r>
        <w:t>116.0720</w:t>
      </w:r>
      <w:r>
        <w:tab/>
        <w:t>8.101e0</w:t>
      </w:r>
    </w:p>
    <w:p w:rsidR="007B6A46" w:rsidRDefault="007B6A46" w:rsidP="007B6A46">
      <w:r>
        <w:t>116.0744</w:t>
      </w:r>
      <w:r>
        <w:tab/>
        <w:t>3.637e1</w:t>
      </w:r>
    </w:p>
    <w:p w:rsidR="007B6A46" w:rsidRDefault="007B6A46" w:rsidP="007B6A46">
      <w:r>
        <w:lastRenderedPageBreak/>
        <w:t>116.0901</w:t>
      </w:r>
      <w:r>
        <w:tab/>
        <w:t>2.645e0</w:t>
      </w:r>
    </w:p>
    <w:p w:rsidR="007B6A46" w:rsidRDefault="007B6A46" w:rsidP="007B6A46">
      <w:r>
        <w:t>116.0983</w:t>
      </w:r>
      <w:r>
        <w:tab/>
        <w:t>4.051e0</w:t>
      </w:r>
    </w:p>
    <w:p w:rsidR="007B6A46" w:rsidRDefault="007B6A46" w:rsidP="007B6A46">
      <w:r>
        <w:t>116.1039</w:t>
      </w:r>
      <w:r>
        <w:tab/>
        <w:t>5.063e0</w:t>
      </w:r>
    </w:p>
    <w:p w:rsidR="007B6A46" w:rsidRDefault="007B6A46" w:rsidP="007B6A46">
      <w:r>
        <w:t>116.1086</w:t>
      </w:r>
      <w:r>
        <w:tab/>
        <w:t>2.025e0</w:t>
      </w:r>
    </w:p>
    <w:p w:rsidR="007B6A46" w:rsidRDefault="007B6A46" w:rsidP="007B6A46">
      <w:r>
        <w:t>116.1153</w:t>
      </w:r>
      <w:r>
        <w:tab/>
        <w:t>1.013e0</w:t>
      </w:r>
    </w:p>
    <w:p w:rsidR="007B6A46" w:rsidRDefault="007B6A46" w:rsidP="007B6A46">
      <w:r>
        <w:t>116.1212</w:t>
      </w:r>
      <w:r>
        <w:tab/>
        <w:t>1.013e0</w:t>
      </w:r>
    </w:p>
    <w:p w:rsidR="007B6A46" w:rsidRDefault="007B6A46" w:rsidP="007B6A46">
      <w:r>
        <w:t>116.1385</w:t>
      </w:r>
      <w:r>
        <w:tab/>
        <w:t>1.013e0</w:t>
      </w:r>
    </w:p>
    <w:p w:rsidR="007B6A46" w:rsidRDefault="007B6A46" w:rsidP="007B6A46">
      <w:r>
        <w:t>116.1414</w:t>
      </w:r>
      <w:r>
        <w:tab/>
        <w:t>2.025e0</w:t>
      </w:r>
    </w:p>
    <w:p w:rsidR="007B6A46" w:rsidRDefault="007B6A46" w:rsidP="007B6A46">
      <w:r>
        <w:t>116.1498</w:t>
      </w:r>
      <w:r>
        <w:tab/>
        <w:t>2.025e0</w:t>
      </w:r>
    </w:p>
    <w:p w:rsidR="007B6A46" w:rsidRDefault="007B6A46" w:rsidP="007B6A46">
      <w:r>
        <w:t>116.1815</w:t>
      </w:r>
      <w:r>
        <w:tab/>
        <w:t>1.013e0</w:t>
      </w:r>
    </w:p>
    <w:p w:rsidR="007B6A46" w:rsidRDefault="007B6A46" w:rsidP="007B6A46">
      <w:r>
        <w:t>116.1930</w:t>
      </w:r>
      <w:r>
        <w:tab/>
        <w:t>1.013e0</w:t>
      </w:r>
    </w:p>
    <w:p w:rsidR="007B6A46" w:rsidRDefault="007B6A46" w:rsidP="007B6A46">
      <w:r>
        <w:t>116.2012</w:t>
      </w:r>
      <w:r>
        <w:tab/>
        <w:t>1.013e0</w:t>
      </w:r>
    </w:p>
    <w:p w:rsidR="007B6A46" w:rsidRDefault="007B6A46" w:rsidP="007B6A46">
      <w:r>
        <w:t>116.2043</w:t>
      </w:r>
      <w:r>
        <w:tab/>
        <w:t>1.013e0</w:t>
      </w:r>
    </w:p>
    <w:p w:rsidR="007B6A46" w:rsidRDefault="007B6A46" w:rsidP="007B6A46">
      <w:r>
        <w:t>116.2072</w:t>
      </w:r>
      <w:r>
        <w:tab/>
        <w:t>1.013e0</w:t>
      </w:r>
    </w:p>
    <w:p w:rsidR="007B6A46" w:rsidRDefault="007B6A46" w:rsidP="007B6A46">
      <w:r>
        <w:t>116.2185</w:t>
      </w:r>
      <w:r>
        <w:tab/>
        <w:t>1.013e0</w:t>
      </w:r>
    </w:p>
    <w:p w:rsidR="007B6A46" w:rsidRDefault="007B6A46" w:rsidP="007B6A46">
      <w:r>
        <w:t>116.2213</w:t>
      </w:r>
      <w:r>
        <w:tab/>
        <w:t>1.013e0</w:t>
      </w:r>
    </w:p>
    <w:p w:rsidR="007B6A46" w:rsidRDefault="007B6A46" w:rsidP="007B6A46">
      <w:r>
        <w:t>116.2728</w:t>
      </w:r>
      <w:r>
        <w:tab/>
        <w:t>1.013e0</w:t>
      </w:r>
    </w:p>
    <w:p w:rsidR="007B6A46" w:rsidRDefault="007B6A46" w:rsidP="007B6A46">
      <w:r>
        <w:t>116.2929</w:t>
      </w:r>
      <w:r>
        <w:tab/>
        <w:t>1.013e0</w:t>
      </w:r>
    </w:p>
    <w:p w:rsidR="007B6A46" w:rsidRDefault="007B6A46" w:rsidP="007B6A46">
      <w:r>
        <w:t>116.2990</w:t>
      </w:r>
      <w:r>
        <w:tab/>
        <w:t>1.013e0</w:t>
      </w:r>
    </w:p>
    <w:p w:rsidR="007B6A46" w:rsidRDefault="007B6A46" w:rsidP="007B6A46">
      <w:r>
        <w:lastRenderedPageBreak/>
        <w:t>116.3162</w:t>
      </w:r>
      <w:r>
        <w:tab/>
        <w:t>1.013e0</w:t>
      </w:r>
    </w:p>
    <w:p w:rsidR="007B6A46" w:rsidRDefault="007B6A46" w:rsidP="007B6A46">
      <w:r>
        <w:t>116.3334</w:t>
      </w:r>
      <w:r>
        <w:tab/>
        <w:t>1.013e0</w:t>
      </w:r>
    </w:p>
    <w:p w:rsidR="007B6A46" w:rsidRDefault="007B6A46" w:rsidP="007B6A46">
      <w:r>
        <w:t>116.3692</w:t>
      </w:r>
      <w:r>
        <w:tab/>
        <w:t>2.025e0</w:t>
      </w:r>
    </w:p>
    <w:p w:rsidR="007B6A46" w:rsidRDefault="007B6A46" w:rsidP="007B6A46">
      <w:r>
        <w:t>116.3849</w:t>
      </w:r>
      <w:r>
        <w:tab/>
        <w:t>1.013e0</w:t>
      </w:r>
    </w:p>
    <w:p w:rsidR="007B6A46" w:rsidRDefault="007B6A46" w:rsidP="007B6A46">
      <w:r>
        <w:t>116.3992</w:t>
      </w:r>
      <w:r>
        <w:tab/>
        <w:t>1.013e0</w:t>
      </w:r>
    </w:p>
    <w:p w:rsidR="007B6A46" w:rsidRDefault="007B6A46" w:rsidP="007B6A46">
      <w:r>
        <w:t>116.4110</w:t>
      </w:r>
      <w:r>
        <w:tab/>
        <w:t>1.013e0</w:t>
      </w:r>
    </w:p>
    <w:p w:rsidR="007B6A46" w:rsidRDefault="007B6A46" w:rsidP="007B6A46">
      <w:r>
        <w:t>116.4252</w:t>
      </w:r>
      <w:r>
        <w:tab/>
        <w:t>1.013e0</w:t>
      </w:r>
    </w:p>
    <w:p w:rsidR="007B6A46" w:rsidRDefault="007B6A46" w:rsidP="007B6A46">
      <w:r>
        <w:t>116.5022</w:t>
      </w:r>
      <w:r>
        <w:tab/>
        <w:t>1.013e0</w:t>
      </w:r>
    </w:p>
    <w:p w:rsidR="007B6A46" w:rsidRDefault="007B6A46" w:rsidP="007B6A46">
      <w:r>
        <w:t>116.5437</w:t>
      </w:r>
      <w:r>
        <w:tab/>
        <w:t>3.038e0</w:t>
      </w:r>
    </w:p>
    <w:p w:rsidR="007B6A46" w:rsidRDefault="007B6A46" w:rsidP="007B6A46">
      <w:r>
        <w:t>116.5626</w:t>
      </w:r>
      <w:r>
        <w:tab/>
        <w:t>1.013e0</w:t>
      </w:r>
    </w:p>
    <w:p w:rsidR="007B6A46" w:rsidRDefault="007B6A46" w:rsidP="007B6A46">
      <w:r>
        <w:t>116.6029</w:t>
      </w:r>
      <w:r>
        <w:tab/>
        <w:t>1.013e0</w:t>
      </w:r>
    </w:p>
    <w:p w:rsidR="007B6A46" w:rsidRDefault="007B6A46" w:rsidP="007B6A46">
      <w:r>
        <w:t>116.6087</w:t>
      </w:r>
      <w:r>
        <w:tab/>
        <w:t>1.013e0</w:t>
      </w:r>
    </w:p>
    <w:p w:rsidR="007B6A46" w:rsidRDefault="007B6A46" w:rsidP="007B6A46">
      <w:r>
        <w:t>116.6144</w:t>
      </w:r>
      <w:r>
        <w:tab/>
        <w:t>1.013e0</w:t>
      </w:r>
    </w:p>
    <w:p w:rsidR="007B6A46" w:rsidRDefault="007B6A46" w:rsidP="007B6A46">
      <w:r>
        <w:t>116.6486</w:t>
      </w:r>
      <w:r>
        <w:tab/>
        <w:t>1.013e0</w:t>
      </w:r>
    </w:p>
    <w:p w:rsidR="007B6A46" w:rsidRDefault="007B6A46" w:rsidP="007B6A46">
      <w:r>
        <w:t>116.6689</w:t>
      </w:r>
      <w:r>
        <w:tab/>
        <w:t>1.013e0</w:t>
      </w:r>
    </w:p>
    <w:p w:rsidR="007B6A46" w:rsidRDefault="007B6A46" w:rsidP="007B6A46">
      <w:r>
        <w:t>116.6717</w:t>
      </w:r>
      <w:r>
        <w:tab/>
        <w:t>1.013e0</w:t>
      </w:r>
    </w:p>
    <w:p w:rsidR="007B6A46" w:rsidRDefault="007B6A46" w:rsidP="007B6A46">
      <w:r>
        <w:t>116.6831</w:t>
      </w:r>
      <w:r>
        <w:tab/>
        <w:t>1.013e0</w:t>
      </w:r>
    </w:p>
    <w:p w:rsidR="007B6A46" w:rsidRDefault="007B6A46" w:rsidP="007B6A46">
      <w:r>
        <w:t>116.6918</w:t>
      </w:r>
      <w:r>
        <w:tab/>
        <w:t>1.013e0</w:t>
      </w:r>
    </w:p>
    <w:p w:rsidR="007B6A46" w:rsidRDefault="007B6A46" w:rsidP="007B6A46">
      <w:r>
        <w:t>116.7496</w:t>
      </w:r>
      <w:r>
        <w:tab/>
        <w:t>1.013e0</w:t>
      </w:r>
    </w:p>
    <w:p w:rsidR="007B6A46" w:rsidRDefault="007B6A46" w:rsidP="007B6A46">
      <w:r>
        <w:lastRenderedPageBreak/>
        <w:t>116.8184</w:t>
      </w:r>
      <w:r>
        <w:tab/>
        <w:t>2.025e0</w:t>
      </w:r>
    </w:p>
    <w:p w:rsidR="007B6A46" w:rsidRDefault="007B6A46" w:rsidP="007B6A46">
      <w:r>
        <w:t>116.8296</w:t>
      </w:r>
      <w:r>
        <w:tab/>
        <w:t>1.013e0</w:t>
      </w:r>
    </w:p>
    <w:p w:rsidR="007B6A46" w:rsidRDefault="007B6A46" w:rsidP="007B6A46">
      <w:r>
        <w:t>116.8497</w:t>
      </w:r>
      <w:r>
        <w:tab/>
        <w:t>1.013e0</w:t>
      </w:r>
    </w:p>
    <w:p w:rsidR="007B6A46" w:rsidRDefault="007B6A46" w:rsidP="007B6A46">
      <w:r>
        <w:t>116.8586</w:t>
      </w:r>
      <w:r>
        <w:tab/>
        <w:t>1.013e0</w:t>
      </w:r>
    </w:p>
    <w:p w:rsidR="007B6A46" w:rsidRDefault="007B6A46" w:rsidP="007B6A46">
      <w:r>
        <w:t>116.8759</w:t>
      </w:r>
      <w:r>
        <w:tab/>
        <w:t>2.025e0</w:t>
      </w:r>
    </w:p>
    <w:p w:rsidR="007B6A46" w:rsidRDefault="007B6A46" w:rsidP="007B6A46">
      <w:r>
        <w:t>116.8902</w:t>
      </w:r>
      <w:r>
        <w:tab/>
        <w:t>1.013e0</w:t>
      </w:r>
    </w:p>
    <w:p w:rsidR="007B6A46" w:rsidRDefault="007B6A46" w:rsidP="007B6A46">
      <w:r>
        <w:t>116.9993</w:t>
      </w:r>
      <w:r>
        <w:tab/>
        <w:t>1.013e0</w:t>
      </w:r>
    </w:p>
    <w:p w:rsidR="007B6A46" w:rsidRDefault="007B6A46" w:rsidP="007B6A46">
      <w:r>
        <w:t>117.0167</w:t>
      </w:r>
      <w:r>
        <w:tab/>
        <w:t>1.013e0</w:t>
      </w:r>
    </w:p>
    <w:p w:rsidR="007B6A46" w:rsidRDefault="007B6A46" w:rsidP="007B6A46">
      <w:r>
        <w:t>117.0308</w:t>
      </w:r>
      <w:r>
        <w:tab/>
        <w:t>1.013e0</w:t>
      </w:r>
    </w:p>
    <w:p w:rsidR="007B6A46" w:rsidRDefault="007B6A46" w:rsidP="007B6A46">
      <w:r>
        <w:t>117.0664</w:t>
      </w:r>
      <w:r>
        <w:tab/>
        <w:t>2.001e1</w:t>
      </w:r>
    </w:p>
    <w:p w:rsidR="007B6A46" w:rsidRDefault="007B6A46" w:rsidP="007B6A46">
      <w:r>
        <w:t>117.0693</w:t>
      </w:r>
      <w:r>
        <w:tab/>
        <w:t>3.840e1</w:t>
      </w:r>
    </w:p>
    <w:p w:rsidR="007B6A46" w:rsidRDefault="007B6A46" w:rsidP="007B6A46">
      <w:r>
        <w:t>117.0930</w:t>
      </w:r>
      <w:r>
        <w:tab/>
        <w:t>3.038e0</w:t>
      </w:r>
    </w:p>
    <w:p w:rsidR="007B6A46" w:rsidRDefault="007B6A46" w:rsidP="007B6A46">
      <w:r>
        <w:t>117.0942</w:t>
      </w:r>
      <w:r>
        <w:tab/>
        <w:t>2.025e0</w:t>
      </w:r>
    </w:p>
    <w:p w:rsidR="007B6A46" w:rsidRDefault="007B6A46" w:rsidP="007B6A46">
      <w:r>
        <w:t>117.0983</w:t>
      </w:r>
      <w:r>
        <w:tab/>
        <w:t>2.025e0</w:t>
      </w:r>
    </w:p>
    <w:p w:rsidR="007B6A46" w:rsidRDefault="007B6A46" w:rsidP="007B6A46">
      <w:r>
        <w:t>117.0999</w:t>
      </w:r>
      <w:r>
        <w:tab/>
        <w:t>2.025e0</w:t>
      </w:r>
    </w:p>
    <w:p w:rsidR="007B6A46" w:rsidRDefault="007B6A46" w:rsidP="007B6A46">
      <w:r>
        <w:t>117.1342</w:t>
      </w:r>
      <w:r>
        <w:tab/>
        <w:t>1.013e0</w:t>
      </w:r>
    </w:p>
    <w:p w:rsidR="007B6A46" w:rsidRDefault="007B6A46" w:rsidP="007B6A46">
      <w:r>
        <w:t>117.1374</w:t>
      </w:r>
      <w:r>
        <w:tab/>
        <w:t>1.013e0</w:t>
      </w:r>
    </w:p>
    <w:p w:rsidR="007B6A46" w:rsidRDefault="007B6A46" w:rsidP="007B6A46">
      <w:r>
        <w:t>117.1648</w:t>
      </w:r>
      <w:r>
        <w:tab/>
        <w:t>2.025e0</w:t>
      </w:r>
    </w:p>
    <w:p w:rsidR="007B6A46" w:rsidRDefault="007B6A46" w:rsidP="007B6A46">
      <w:r>
        <w:t>117.1891</w:t>
      </w:r>
      <w:r>
        <w:tab/>
        <w:t>1.013e0</w:t>
      </w:r>
    </w:p>
    <w:p w:rsidR="007B6A46" w:rsidRDefault="007B6A46" w:rsidP="007B6A46">
      <w:r>
        <w:lastRenderedPageBreak/>
        <w:t>117.1979</w:t>
      </w:r>
      <w:r>
        <w:tab/>
        <w:t>2.025e0</w:t>
      </w:r>
    </w:p>
    <w:p w:rsidR="007B6A46" w:rsidRDefault="007B6A46" w:rsidP="007B6A46">
      <w:r>
        <w:t>117.2152</w:t>
      </w:r>
      <w:r>
        <w:tab/>
        <w:t>1.013e0</w:t>
      </w:r>
    </w:p>
    <w:p w:rsidR="007B6A46" w:rsidRDefault="007B6A46" w:rsidP="007B6A46">
      <w:r>
        <w:t>117.2697</w:t>
      </w:r>
      <w:r>
        <w:tab/>
        <w:t>1.013e0</w:t>
      </w:r>
    </w:p>
    <w:p w:rsidR="007B6A46" w:rsidRDefault="007B6A46" w:rsidP="007B6A46">
      <w:r>
        <w:t>117.2753</w:t>
      </w:r>
      <w:r>
        <w:tab/>
        <w:t>1.013e0</w:t>
      </w:r>
    </w:p>
    <w:p w:rsidR="007B6A46" w:rsidRDefault="007B6A46" w:rsidP="007B6A46">
      <w:r>
        <w:t>117.2812</w:t>
      </w:r>
      <w:r>
        <w:tab/>
        <w:t>1.013e0</w:t>
      </w:r>
    </w:p>
    <w:p w:rsidR="007B6A46" w:rsidRDefault="007B6A46" w:rsidP="007B6A46">
      <w:r>
        <w:t>117.3013</w:t>
      </w:r>
      <w:r>
        <w:tab/>
        <w:t>2.025e0</w:t>
      </w:r>
    </w:p>
    <w:p w:rsidR="007B6A46" w:rsidRDefault="007B6A46" w:rsidP="007B6A46">
      <w:r>
        <w:t>117.3127</w:t>
      </w:r>
      <w:r>
        <w:tab/>
        <w:t>1.013e0</w:t>
      </w:r>
    </w:p>
    <w:p w:rsidR="007B6A46" w:rsidRDefault="007B6A46" w:rsidP="007B6A46">
      <w:r>
        <w:t>117.3791</w:t>
      </w:r>
      <w:r>
        <w:tab/>
        <w:t>1.013e0</w:t>
      </w:r>
    </w:p>
    <w:p w:rsidR="007B6A46" w:rsidRDefault="007B6A46" w:rsidP="007B6A46">
      <w:r>
        <w:t>117.3995</w:t>
      </w:r>
      <w:r>
        <w:tab/>
        <w:t>1.013e0</w:t>
      </w:r>
    </w:p>
    <w:p w:rsidR="007B6A46" w:rsidRDefault="007B6A46" w:rsidP="007B6A46">
      <w:r>
        <w:t>117.4049</w:t>
      </w:r>
      <w:r>
        <w:tab/>
        <w:t>1.013e0</w:t>
      </w:r>
    </w:p>
    <w:p w:rsidR="007B6A46" w:rsidRDefault="007B6A46" w:rsidP="007B6A46">
      <w:r>
        <w:t>117.4209</w:t>
      </w:r>
      <w:r>
        <w:tab/>
        <w:t>2.025e0</w:t>
      </w:r>
    </w:p>
    <w:p w:rsidR="007B6A46" w:rsidRDefault="007B6A46" w:rsidP="007B6A46">
      <w:r>
        <w:t>117.4221</w:t>
      </w:r>
      <w:r>
        <w:tab/>
        <w:t>1.013e0</w:t>
      </w:r>
    </w:p>
    <w:p w:rsidR="007B6A46" w:rsidRDefault="007B6A46" w:rsidP="007B6A46">
      <w:r>
        <w:t>117.4453</w:t>
      </w:r>
      <w:r>
        <w:tab/>
        <w:t>1.013e0</w:t>
      </w:r>
    </w:p>
    <w:p w:rsidR="007B6A46" w:rsidRDefault="007B6A46" w:rsidP="007B6A46">
      <w:r>
        <w:t>117.4481</w:t>
      </w:r>
      <w:r>
        <w:tab/>
        <w:t>1.013e0</w:t>
      </w:r>
    </w:p>
    <w:p w:rsidR="007B6A46" w:rsidRDefault="007B6A46" w:rsidP="007B6A46">
      <w:r>
        <w:t>117.4653</w:t>
      </w:r>
      <w:r>
        <w:tab/>
        <w:t>1.013e0</w:t>
      </w:r>
    </w:p>
    <w:p w:rsidR="007B6A46" w:rsidRDefault="007B6A46" w:rsidP="007B6A46">
      <w:r>
        <w:t>117.4939</w:t>
      </w:r>
      <w:r>
        <w:tab/>
        <w:t>1.013e0</w:t>
      </w:r>
    </w:p>
    <w:p w:rsidR="007B6A46" w:rsidRDefault="007B6A46" w:rsidP="007B6A46">
      <w:r>
        <w:t>117.5141</w:t>
      </w:r>
      <w:r>
        <w:tab/>
        <w:t>2.025e0</w:t>
      </w:r>
    </w:p>
    <w:p w:rsidR="007B6A46" w:rsidRDefault="007B6A46" w:rsidP="007B6A46">
      <w:r>
        <w:t>117.5434</w:t>
      </w:r>
      <w:r>
        <w:tab/>
        <w:t>2.025e0</w:t>
      </w:r>
    </w:p>
    <w:p w:rsidR="007B6A46" w:rsidRDefault="007B6A46" w:rsidP="007B6A46">
      <w:r>
        <w:t>117.5862</w:t>
      </w:r>
      <w:r>
        <w:tab/>
        <w:t>1.013e0</w:t>
      </w:r>
    </w:p>
    <w:p w:rsidR="007B6A46" w:rsidRDefault="007B6A46" w:rsidP="007B6A46">
      <w:r>
        <w:lastRenderedPageBreak/>
        <w:t>117.6184</w:t>
      </w:r>
      <w:r>
        <w:tab/>
        <w:t>1.013e0</w:t>
      </w:r>
    </w:p>
    <w:p w:rsidR="007B6A46" w:rsidRDefault="007B6A46" w:rsidP="007B6A46">
      <w:r>
        <w:t>117.6558</w:t>
      </w:r>
      <w:r>
        <w:tab/>
        <w:t>1.013e0</w:t>
      </w:r>
    </w:p>
    <w:p w:rsidR="007B6A46" w:rsidRDefault="007B6A46" w:rsidP="007B6A46">
      <w:r>
        <w:t>117.6644</w:t>
      </w:r>
      <w:r>
        <w:tab/>
        <w:t>1.013e0</w:t>
      </w:r>
    </w:p>
    <w:p w:rsidR="007B6A46" w:rsidRDefault="007B6A46" w:rsidP="007B6A46">
      <w:r>
        <w:t>117.6757</w:t>
      </w:r>
      <w:r>
        <w:tab/>
        <w:t>2.025e0</w:t>
      </w:r>
    </w:p>
    <w:p w:rsidR="007B6A46" w:rsidRDefault="007B6A46" w:rsidP="007B6A46">
      <w:r>
        <w:t>117.7221</w:t>
      </w:r>
      <w:r>
        <w:tab/>
        <w:t>1.013e0</w:t>
      </w:r>
    </w:p>
    <w:p w:rsidR="007B6A46" w:rsidRDefault="007B6A46" w:rsidP="007B6A46">
      <w:r>
        <w:t>117.7453</w:t>
      </w:r>
      <w:r>
        <w:tab/>
        <w:t>1.013e0</w:t>
      </w:r>
    </w:p>
    <w:p w:rsidR="007B6A46" w:rsidRDefault="007B6A46" w:rsidP="007B6A46">
      <w:r>
        <w:t>117.7537</w:t>
      </w:r>
      <w:r>
        <w:tab/>
        <w:t>1.013e0</w:t>
      </w:r>
    </w:p>
    <w:p w:rsidR="007B6A46" w:rsidRDefault="007B6A46" w:rsidP="007B6A46">
      <w:r>
        <w:t>117.7679</w:t>
      </w:r>
      <w:r>
        <w:tab/>
        <w:t>1.013e0</w:t>
      </w:r>
    </w:p>
    <w:p w:rsidR="007B6A46" w:rsidRDefault="007B6A46" w:rsidP="007B6A46">
      <w:r>
        <w:t>117.7828</w:t>
      </w:r>
      <w:r>
        <w:tab/>
        <w:t>1.013e0</w:t>
      </w:r>
    </w:p>
    <w:p w:rsidR="007B6A46" w:rsidRDefault="007B6A46" w:rsidP="007B6A46">
      <w:r>
        <w:t>117.8346</w:t>
      </w:r>
      <w:r>
        <w:tab/>
        <w:t>1.013e0</w:t>
      </w:r>
    </w:p>
    <w:p w:rsidR="007B6A46" w:rsidRDefault="007B6A46" w:rsidP="007B6A46">
      <w:r>
        <w:t>117.8375</w:t>
      </w:r>
      <w:r>
        <w:tab/>
        <w:t>1.013e0</w:t>
      </w:r>
    </w:p>
    <w:p w:rsidR="007B6A46" w:rsidRDefault="007B6A46" w:rsidP="007B6A46">
      <w:r>
        <w:t>117.8548</w:t>
      </w:r>
      <w:r>
        <w:tab/>
        <w:t>2.025e0</w:t>
      </w:r>
    </w:p>
    <w:p w:rsidR="007B6A46" w:rsidRDefault="007B6A46" w:rsidP="007B6A46">
      <w:r>
        <w:t>117.8563</w:t>
      </w:r>
      <w:r>
        <w:tab/>
        <w:t>2.025e0</w:t>
      </w:r>
    </w:p>
    <w:p w:rsidR="007B6A46" w:rsidRDefault="007B6A46" w:rsidP="007B6A46">
      <w:r>
        <w:t>117.8925</w:t>
      </w:r>
      <w:r>
        <w:tab/>
        <w:t>1.013e0</w:t>
      </w:r>
    </w:p>
    <w:p w:rsidR="007B6A46" w:rsidRDefault="007B6A46" w:rsidP="007B6A46">
      <w:r>
        <w:t>117.9036</w:t>
      </w:r>
      <w:r>
        <w:tab/>
        <w:t>1.013e0</w:t>
      </w:r>
    </w:p>
    <w:p w:rsidR="007B6A46" w:rsidRDefault="007B6A46" w:rsidP="007B6A46">
      <w:r>
        <w:t>117.9366</w:t>
      </w:r>
      <w:r>
        <w:tab/>
        <w:t>2.025e0</w:t>
      </w:r>
    </w:p>
    <w:p w:rsidR="007B6A46" w:rsidRDefault="007B6A46" w:rsidP="007B6A46">
      <w:r>
        <w:t>117.9413</w:t>
      </w:r>
      <w:r>
        <w:tab/>
        <w:t>2.025e0</w:t>
      </w:r>
    </w:p>
    <w:p w:rsidR="007B6A46" w:rsidRDefault="007B6A46" w:rsidP="007B6A46">
      <w:r>
        <w:t>117.9557</w:t>
      </w:r>
      <w:r>
        <w:tab/>
        <w:t>1.013e0</w:t>
      </w:r>
    </w:p>
    <w:p w:rsidR="007B6A46" w:rsidRDefault="007B6A46" w:rsidP="007B6A46">
      <w:r>
        <w:t>117.9930</w:t>
      </w:r>
      <w:r>
        <w:tab/>
        <w:t>1.013e0</w:t>
      </w:r>
    </w:p>
    <w:p w:rsidR="007B6A46" w:rsidRDefault="007B6A46" w:rsidP="007B6A46">
      <w:r>
        <w:lastRenderedPageBreak/>
        <w:t>118.0450</w:t>
      </w:r>
      <w:r>
        <w:tab/>
        <w:t>1.013e0</w:t>
      </w:r>
    </w:p>
    <w:p w:rsidR="007B6A46" w:rsidRDefault="007B6A46" w:rsidP="007B6A46">
      <w:r>
        <w:t>118.0551</w:t>
      </w:r>
      <w:r>
        <w:tab/>
        <w:t>3.868e0</w:t>
      </w:r>
    </w:p>
    <w:p w:rsidR="007B6A46" w:rsidRDefault="007B6A46" w:rsidP="007B6A46">
      <w:r>
        <w:t>118.0740</w:t>
      </w:r>
      <w:r>
        <w:tab/>
        <w:t>5.063e0</w:t>
      </w:r>
    </w:p>
    <w:p w:rsidR="007B6A46" w:rsidRDefault="007B6A46" w:rsidP="007B6A46">
      <w:r>
        <w:t>118.0844</w:t>
      </w:r>
      <w:r>
        <w:tab/>
        <w:t>5.063e0</w:t>
      </w:r>
    </w:p>
    <w:p w:rsidR="007B6A46" w:rsidRDefault="007B6A46" w:rsidP="007B6A46">
      <w:r>
        <w:t>118.0877</w:t>
      </w:r>
      <w:r>
        <w:tab/>
        <w:t>1.409e1</w:t>
      </w:r>
    </w:p>
    <w:p w:rsidR="007B6A46" w:rsidRDefault="007B6A46" w:rsidP="007B6A46">
      <w:r>
        <w:t>118.0902</w:t>
      </w:r>
      <w:r>
        <w:tab/>
        <w:t>9.107e0</w:t>
      </w:r>
    </w:p>
    <w:p w:rsidR="007B6A46" w:rsidRDefault="007B6A46" w:rsidP="007B6A46">
      <w:r>
        <w:t>118.0945</w:t>
      </w:r>
      <w:r>
        <w:tab/>
        <w:t>2.025e0</w:t>
      </w:r>
    </w:p>
    <w:p w:rsidR="007B6A46" w:rsidRDefault="007B6A46" w:rsidP="007B6A46">
      <w:r>
        <w:t>118.1027</w:t>
      </w:r>
      <w:r>
        <w:tab/>
        <w:t>1.013e0</w:t>
      </w:r>
    </w:p>
    <w:p w:rsidR="007B6A46" w:rsidRDefault="007B6A46" w:rsidP="007B6A46">
      <w:r>
        <w:t>118.1086</w:t>
      </w:r>
      <w:r>
        <w:tab/>
        <w:t>1.013e0</w:t>
      </w:r>
    </w:p>
    <w:p w:rsidR="007B6A46" w:rsidRDefault="007B6A46" w:rsidP="007B6A46">
      <w:r>
        <w:t>118.1376</w:t>
      </w:r>
      <w:r>
        <w:tab/>
        <w:t>3.038e0</w:t>
      </w:r>
    </w:p>
    <w:p w:rsidR="007B6A46" w:rsidRDefault="007B6A46" w:rsidP="007B6A46">
      <w:r>
        <w:t>118.1494</w:t>
      </w:r>
      <w:r>
        <w:tab/>
        <w:t>1.013e0</w:t>
      </w:r>
    </w:p>
    <w:p w:rsidR="007B6A46" w:rsidRDefault="007B6A46" w:rsidP="007B6A46">
      <w:r>
        <w:t>118.1576</w:t>
      </w:r>
      <w:r>
        <w:tab/>
        <w:t>1.013e0</w:t>
      </w:r>
    </w:p>
    <w:p w:rsidR="007B6A46" w:rsidRDefault="007B6A46" w:rsidP="007B6A46">
      <w:r>
        <w:t>118.1637</w:t>
      </w:r>
      <w:r>
        <w:tab/>
        <w:t>1.013e0</w:t>
      </w:r>
    </w:p>
    <w:p w:rsidR="007B6A46" w:rsidRDefault="007B6A46" w:rsidP="007B6A46">
      <w:r>
        <w:t>118.2071</w:t>
      </w:r>
      <w:r>
        <w:tab/>
        <w:t>1.013e0</w:t>
      </w:r>
    </w:p>
    <w:p w:rsidR="007B6A46" w:rsidRDefault="007B6A46" w:rsidP="007B6A46">
      <w:r>
        <w:t>118.2246</w:t>
      </w:r>
      <w:r>
        <w:tab/>
        <w:t>1.013e0</w:t>
      </w:r>
    </w:p>
    <w:p w:rsidR="007B6A46" w:rsidRDefault="007B6A46" w:rsidP="007B6A46">
      <w:r>
        <w:t>118.2357</w:t>
      </w:r>
      <w:r>
        <w:tab/>
        <w:t>1.013e0</w:t>
      </w:r>
    </w:p>
    <w:p w:rsidR="007B6A46" w:rsidRDefault="007B6A46" w:rsidP="007B6A46">
      <w:r>
        <w:t>118.2502</w:t>
      </w:r>
      <w:r>
        <w:tab/>
        <w:t>1.013e0</w:t>
      </w:r>
    </w:p>
    <w:p w:rsidR="007B6A46" w:rsidRDefault="007B6A46" w:rsidP="007B6A46">
      <w:r>
        <w:t>118.2532</w:t>
      </w:r>
      <w:r>
        <w:tab/>
        <w:t>1.013e0</w:t>
      </w:r>
    </w:p>
    <w:p w:rsidR="007B6A46" w:rsidRDefault="007B6A46" w:rsidP="007B6A46">
      <w:r>
        <w:t>118.2675</w:t>
      </w:r>
      <w:r>
        <w:tab/>
        <w:t>1.013e0</w:t>
      </w:r>
    </w:p>
    <w:p w:rsidR="007B6A46" w:rsidRDefault="007B6A46" w:rsidP="007B6A46">
      <w:r>
        <w:lastRenderedPageBreak/>
        <w:t>118.2703</w:t>
      </w:r>
      <w:r>
        <w:tab/>
        <w:t>1.013e0</w:t>
      </w:r>
    </w:p>
    <w:p w:rsidR="007B6A46" w:rsidRDefault="007B6A46" w:rsidP="007B6A46">
      <w:r>
        <w:t>118.2878</w:t>
      </w:r>
      <w:r>
        <w:tab/>
        <w:t>1.013e0</w:t>
      </w:r>
    </w:p>
    <w:p w:rsidR="007B6A46" w:rsidRDefault="007B6A46" w:rsidP="007B6A46">
      <w:r>
        <w:t>118.3021</w:t>
      </w:r>
      <w:r>
        <w:tab/>
        <w:t>1.013e0</w:t>
      </w:r>
    </w:p>
    <w:p w:rsidR="007B6A46" w:rsidRDefault="007B6A46" w:rsidP="007B6A46">
      <w:r>
        <w:t>118.4351</w:t>
      </w:r>
      <w:r>
        <w:tab/>
        <w:t>1.013e0</w:t>
      </w:r>
    </w:p>
    <w:p w:rsidR="007B6A46" w:rsidRDefault="007B6A46" w:rsidP="007B6A46">
      <w:r>
        <w:t>118.4554</w:t>
      </w:r>
      <w:r>
        <w:tab/>
        <w:t>1.013e0</w:t>
      </w:r>
    </w:p>
    <w:p w:rsidR="007B6A46" w:rsidRDefault="007B6A46" w:rsidP="007B6A46">
      <w:r>
        <w:t>118.4613</w:t>
      </w:r>
      <w:r>
        <w:tab/>
        <w:t>1.013e0</w:t>
      </w:r>
    </w:p>
    <w:p w:rsidR="007B6A46" w:rsidRDefault="007B6A46" w:rsidP="007B6A46">
      <w:r>
        <w:t>118.5073</w:t>
      </w:r>
      <w:r>
        <w:tab/>
        <w:t>1.013e0</w:t>
      </w:r>
    </w:p>
    <w:p w:rsidR="007B6A46" w:rsidRDefault="007B6A46" w:rsidP="007B6A46">
      <w:r>
        <w:t>118.5323</w:t>
      </w:r>
      <w:r>
        <w:tab/>
        <w:t>3.038e0</w:t>
      </w:r>
    </w:p>
    <w:p w:rsidR="007B6A46" w:rsidRDefault="007B6A46" w:rsidP="007B6A46">
      <w:r>
        <w:t>118.6029</w:t>
      </w:r>
      <w:r>
        <w:tab/>
        <w:t>1.013e0</w:t>
      </w:r>
    </w:p>
    <w:p w:rsidR="007B6A46" w:rsidRDefault="007B6A46" w:rsidP="007B6A46">
      <w:r>
        <w:t>118.6061</w:t>
      </w:r>
      <w:r>
        <w:tab/>
        <w:t>1.013e0</w:t>
      </w:r>
    </w:p>
    <w:p w:rsidR="007B6A46" w:rsidRDefault="007B6A46" w:rsidP="007B6A46">
      <w:r>
        <w:t>118.6262</w:t>
      </w:r>
      <w:r>
        <w:tab/>
        <w:t>1.013e0</w:t>
      </w:r>
    </w:p>
    <w:p w:rsidR="007B6A46" w:rsidRDefault="007B6A46" w:rsidP="007B6A46">
      <w:r>
        <w:t>118.6291</w:t>
      </w:r>
      <w:r>
        <w:tab/>
        <w:t>1.013e0</w:t>
      </w:r>
    </w:p>
    <w:p w:rsidR="007B6A46" w:rsidRDefault="007B6A46" w:rsidP="007B6A46">
      <w:r>
        <w:t>118.6351</w:t>
      </w:r>
      <w:r>
        <w:tab/>
        <w:t>1.013e0</w:t>
      </w:r>
    </w:p>
    <w:p w:rsidR="007B6A46" w:rsidRDefault="007B6A46" w:rsidP="007B6A46">
      <w:r>
        <w:t>118.6727</w:t>
      </w:r>
      <w:r>
        <w:tab/>
        <w:t>1.013e0</w:t>
      </w:r>
    </w:p>
    <w:p w:rsidR="007B6A46" w:rsidRDefault="007B6A46" w:rsidP="007B6A46">
      <w:r>
        <w:t>118.6900</w:t>
      </w:r>
      <w:r>
        <w:tab/>
        <w:t>1.013e0</w:t>
      </w:r>
    </w:p>
    <w:p w:rsidR="007B6A46" w:rsidRDefault="007B6A46" w:rsidP="007B6A46">
      <w:r>
        <w:t>118.6987</w:t>
      </w:r>
      <w:r>
        <w:tab/>
        <w:t>1.013e0</w:t>
      </w:r>
    </w:p>
    <w:p w:rsidR="007B6A46" w:rsidRDefault="007B6A46" w:rsidP="007B6A46">
      <w:r>
        <w:t>118.7128</w:t>
      </w:r>
      <w:r>
        <w:tab/>
        <w:t>1.013e0</w:t>
      </w:r>
    </w:p>
    <w:p w:rsidR="007B6A46" w:rsidRDefault="007B6A46" w:rsidP="007B6A46">
      <w:r>
        <w:t>118.7219</w:t>
      </w:r>
      <w:r>
        <w:tab/>
        <w:t>1.013e0</w:t>
      </w:r>
    </w:p>
    <w:p w:rsidR="007B6A46" w:rsidRDefault="007B6A46" w:rsidP="007B6A46">
      <w:r>
        <w:t>118.8378</w:t>
      </w:r>
      <w:r>
        <w:tab/>
        <w:t>1.013e0</w:t>
      </w:r>
    </w:p>
    <w:p w:rsidR="007B6A46" w:rsidRDefault="007B6A46" w:rsidP="007B6A46">
      <w:r>
        <w:lastRenderedPageBreak/>
        <w:t>118.8623</w:t>
      </w:r>
      <w:r>
        <w:tab/>
        <w:t>2.025e0</w:t>
      </w:r>
    </w:p>
    <w:p w:rsidR="007B6A46" w:rsidRDefault="007B6A46" w:rsidP="007B6A46">
      <w:r>
        <w:t>118.8665</w:t>
      </w:r>
      <w:r>
        <w:tab/>
        <w:t>1.013e0</w:t>
      </w:r>
    </w:p>
    <w:p w:rsidR="007B6A46" w:rsidRDefault="007B6A46" w:rsidP="007B6A46">
      <w:r>
        <w:t>118.8808</w:t>
      </w:r>
      <w:r>
        <w:tab/>
        <w:t>1.013e0</w:t>
      </w:r>
    </w:p>
    <w:p w:rsidR="007B6A46" w:rsidRDefault="007B6A46" w:rsidP="007B6A46">
      <w:r>
        <w:t>118.9388</w:t>
      </w:r>
      <w:r>
        <w:tab/>
        <w:t>1.013e0</w:t>
      </w:r>
    </w:p>
    <w:p w:rsidR="007B6A46" w:rsidRDefault="007B6A46" w:rsidP="007B6A46">
      <w:r>
        <w:t>118.9480</w:t>
      </w:r>
      <w:r>
        <w:tab/>
        <w:t>1.013e0</w:t>
      </w:r>
    </w:p>
    <w:p w:rsidR="007B6A46" w:rsidRDefault="007B6A46" w:rsidP="007B6A46">
      <w:r>
        <w:t>118.9561</w:t>
      </w:r>
      <w:r>
        <w:tab/>
        <w:t>1.013e0</w:t>
      </w:r>
    </w:p>
    <w:p w:rsidR="007B6A46" w:rsidRDefault="007B6A46" w:rsidP="007B6A46">
      <w:r>
        <w:t>118.9914</w:t>
      </w:r>
      <w:r>
        <w:tab/>
        <w:t>1.013e0</w:t>
      </w:r>
    </w:p>
    <w:p w:rsidR="007B6A46" w:rsidRDefault="007B6A46" w:rsidP="007B6A46">
      <w:r>
        <w:t>119.0218</w:t>
      </w:r>
      <w:r>
        <w:tab/>
        <w:t>2.025e0</w:t>
      </w:r>
    </w:p>
    <w:p w:rsidR="007B6A46" w:rsidRDefault="007B6A46" w:rsidP="007B6A46">
      <w:r>
        <w:t>119.0348</w:t>
      </w:r>
      <w:r>
        <w:tab/>
        <w:t>1.013e0</w:t>
      </w:r>
    </w:p>
    <w:p w:rsidR="007B6A46" w:rsidRDefault="007B6A46" w:rsidP="007B6A46">
      <w:r>
        <w:t>119.0551</w:t>
      </w:r>
      <w:r>
        <w:tab/>
        <w:t>1.013e0</w:t>
      </w:r>
    </w:p>
    <w:p w:rsidR="007B6A46" w:rsidRDefault="007B6A46" w:rsidP="007B6A46">
      <w:r>
        <w:t>119.0666</w:t>
      </w:r>
      <w:r>
        <w:tab/>
        <w:t>2.025e0</w:t>
      </w:r>
    </w:p>
    <w:p w:rsidR="007B6A46" w:rsidRDefault="007B6A46" w:rsidP="007B6A46">
      <w:r>
        <w:t>119.0754</w:t>
      </w:r>
      <w:r>
        <w:tab/>
        <w:t>1.013e0</w:t>
      </w:r>
    </w:p>
    <w:p w:rsidR="007B6A46" w:rsidRDefault="007B6A46" w:rsidP="007B6A46">
      <w:r>
        <w:t>119.0842</w:t>
      </w:r>
      <w:r>
        <w:tab/>
        <w:t>3.038e0</w:t>
      </w:r>
    </w:p>
    <w:p w:rsidR="007B6A46" w:rsidRDefault="007B6A46" w:rsidP="007B6A46">
      <w:r>
        <w:t>119.0896</w:t>
      </w:r>
      <w:r>
        <w:tab/>
        <w:t>1.013e0</w:t>
      </w:r>
    </w:p>
    <w:p w:rsidR="007B6A46" w:rsidRDefault="007B6A46" w:rsidP="007B6A46">
      <w:r>
        <w:t>119.0987</w:t>
      </w:r>
      <w:r>
        <w:tab/>
        <w:t>1.013e0</w:t>
      </w:r>
    </w:p>
    <w:p w:rsidR="007B6A46" w:rsidRDefault="007B6A46" w:rsidP="007B6A46">
      <w:r>
        <w:t>119.1275</w:t>
      </w:r>
      <w:r>
        <w:tab/>
        <w:t>1.013e0</w:t>
      </w:r>
    </w:p>
    <w:p w:rsidR="007B6A46" w:rsidRDefault="007B6A46" w:rsidP="007B6A46">
      <w:r>
        <w:t>119.1568</w:t>
      </w:r>
      <w:r>
        <w:tab/>
        <w:t>1.013e0</w:t>
      </w:r>
    </w:p>
    <w:p w:rsidR="007B6A46" w:rsidRDefault="007B6A46" w:rsidP="007B6A46">
      <w:r>
        <w:t>119.1799</w:t>
      </w:r>
      <w:r>
        <w:tab/>
        <w:t>1.013e0</w:t>
      </w:r>
    </w:p>
    <w:p w:rsidR="007B6A46" w:rsidRDefault="007B6A46" w:rsidP="007B6A46">
      <w:r>
        <w:t>119.2119</w:t>
      </w:r>
      <w:r>
        <w:tab/>
        <w:t>1.013e0</w:t>
      </w:r>
    </w:p>
    <w:p w:rsidR="007B6A46" w:rsidRDefault="007B6A46" w:rsidP="007B6A46">
      <w:r>
        <w:lastRenderedPageBreak/>
        <w:t>119.2147</w:t>
      </w:r>
      <w:r>
        <w:tab/>
        <w:t>1.013e0</w:t>
      </w:r>
    </w:p>
    <w:p w:rsidR="007B6A46" w:rsidRDefault="007B6A46" w:rsidP="007B6A46">
      <w:r>
        <w:t>119.2376</w:t>
      </w:r>
      <w:r>
        <w:tab/>
        <w:t>1.013e0</w:t>
      </w:r>
    </w:p>
    <w:p w:rsidR="007B6A46" w:rsidRDefault="007B6A46" w:rsidP="007B6A46">
      <w:r>
        <w:t>119.2524</w:t>
      </w:r>
      <w:r>
        <w:tab/>
        <w:t>1.013e0</w:t>
      </w:r>
    </w:p>
    <w:p w:rsidR="007B6A46" w:rsidRDefault="007B6A46" w:rsidP="007B6A46">
      <w:r>
        <w:t>119.2812</w:t>
      </w:r>
      <w:r>
        <w:tab/>
        <w:t>1.013e0</w:t>
      </w:r>
    </w:p>
    <w:p w:rsidR="007B6A46" w:rsidRDefault="007B6A46" w:rsidP="007B6A46">
      <w:r>
        <w:t>119.2873</w:t>
      </w:r>
      <w:r>
        <w:tab/>
        <w:t>1.013e0</w:t>
      </w:r>
    </w:p>
    <w:p w:rsidR="007B6A46" w:rsidRDefault="007B6A46" w:rsidP="007B6A46">
      <w:r>
        <w:t>119.3161</w:t>
      </w:r>
      <w:r>
        <w:tab/>
        <w:t>1.013e0</w:t>
      </w:r>
    </w:p>
    <w:p w:rsidR="007B6A46" w:rsidRDefault="007B6A46" w:rsidP="007B6A46">
      <w:r>
        <w:t>119.3365</w:t>
      </w:r>
      <w:r>
        <w:tab/>
        <w:t>1.013e0</w:t>
      </w:r>
    </w:p>
    <w:p w:rsidR="007B6A46" w:rsidRDefault="007B6A46" w:rsidP="007B6A46">
      <w:r>
        <w:t>119.3831</w:t>
      </w:r>
      <w:r>
        <w:tab/>
        <w:t>3.038e0</w:t>
      </w:r>
    </w:p>
    <w:p w:rsidR="007B6A46" w:rsidRDefault="007B6A46" w:rsidP="007B6A46">
      <w:r>
        <w:t>119.3944</w:t>
      </w:r>
      <w:r>
        <w:tab/>
        <w:t>1.013e0</w:t>
      </w:r>
    </w:p>
    <w:p w:rsidR="007B6A46" w:rsidRDefault="007B6A46" w:rsidP="007B6A46">
      <w:r>
        <w:t>119.4065</w:t>
      </w:r>
      <w:r>
        <w:tab/>
        <w:t>1.013e0</w:t>
      </w:r>
    </w:p>
    <w:p w:rsidR="007B6A46" w:rsidRDefault="007B6A46" w:rsidP="007B6A46">
      <w:r>
        <w:t>119.4118</w:t>
      </w:r>
      <w:r>
        <w:tab/>
        <w:t>1.013e0</w:t>
      </w:r>
    </w:p>
    <w:p w:rsidR="007B6A46" w:rsidRDefault="007B6A46" w:rsidP="007B6A46">
      <w:r>
        <w:t>119.4413</w:t>
      </w:r>
      <w:r>
        <w:tab/>
        <w:t>1.013e0</w:t>
      </w:r>
    </w:p>
    <w:p w:rsidR="007B6A46" w:rsidRDefault="007B6A46" w:rsidP="007B6A46">
      <w:r>
        <w:t>119.4557</w:t>
      </w:r>
      <w:r>
        <w:tab/>
        <w:t>1.013e0</w:t>
      </w:r>
    </w:p>
    <w:p w:rsidR="007B6A46" w:rsidRDefault="007B6A46" w:rsidP="007B6A46">
      <w:r>
        <w:t>119.4615</w:t>
      </w:r>
      <w:r>
        <w:tab/>
        <w:t>1.013e0</w:t>
      </w:r>
    </w:p>
    <w:p w:rsidR="007B6A46" w:rsidRDefault="007B6A46" w:rsidP="007B6A46">
      <w:r>
        <w:t>119.5021</w:t>
      </w:r>
      <w:r>
        <w:tab/>
        <w:t>1.013e0</w:t>
      </w:r>
    </w:p>
    <w:p w:rsidR="007B6A46" w:rsidRDefault="007B6A46" w:rsidP="007B6A46">
      <w:r>
        <w:t>119.5197</w:t>
      </w:r>
      <w:r>
        <w:tab/>
        <w:t>1.013e0</w:t>
      </w:r>
    </w:p>
    <w:p w:rsidR="007B6A46" w:rsidRDefault="007B6A46" w:rsidP="007B6A46">
      <w:r>
        <w:t>119.5224</w:t>
      </w:r>
      <w:r>
        <w:tab/>
        <w:t>1.013e0</w:t>
      </w:r>
    </w:p>
    <w:p w:rsidR="007B6A46" w:rsidRDefault="007B6A46" w:rsidP="007B6A46">
      <w:r>
        <w:t>119.5312</w:t>
      </w:r>
      <w:r>
        <w:tab/>
        <w:t>1.013e0</w:t>
      </w:r>
    </w:p>
    <w:p w:rsidR="007B6A46" w:rsidRDefault="007B6A46" w:rsidP="007B6A46">
      <w:r>
        <w:t>119.5426</w:t>
      </w:r>
      <w:r>
        <w:tab/>
        <w:t>1.013e0</w:t>
      </w:r>
    </w:p>
    <w:p w:rsidR="007B6A46" w:rsidRDefault="007B6A46" w:rsidP="007B6A46">
      <w:r>
        <w:lastRenderedPageBreak/>
        <w:t>119.5546</w:t>
      </w:r>
      <w:r>
        <w:tab/>
        <w:t>1.013e0</w:t>
      </w:r>
    </w:p>
    <w:p w:rsidR="007B6A46" w:rsidRDefault="007B6A46" w:rsidP="007B6A46">
      <w:r>
        <w:t>119.5690</w:t>
      </w:r>
      <w:r>
        <w:tab/>
        <w:t>1.013e0</w:t>
      </w:r>
    </w:p>
    <w:p w:rsidR="007B6A46" w:rsidRDefault="007B6A46" w:rsidP="007B6A46">
      <w:r>
        <w:t>119.5804</w:t>
      </w:r>
      <w:r>
        <w:tab/>
        <w:t>1.013e0</w:t>
      </w:r>
    </w:p>
    <w:p w:rsidR="007B6A46" w:rsidRDefault="007B6A46" w:rsidP="007B6A46">
      <w:r>
        <w:t>119.5893</w:t>
      </w:r>
      <w:r>
        <w:tab/>
        <w:t>1.013e0</w:t>
      </w:r>
    </w:p>
    <w:p w:rsidR="007B6A46" w:rsidRDefault="007B6A46" w:rsidP="007B6A46">
      <w:r>
        <w:t>119.6038</w:t>
      </w:r>
      <w:r>
        <w:tab/>
        <w:t>1.013e0</w:t>
      </w:r>
    </w:p>
    <w:p w:rsidR="007B6A46" w:rsidRDefault="007B6A46" w:rsidP="007B6A46">
      <w:r>
        <w:t>119.6169</w:t>
      </w:r>
      <w:r>
        <w:tab/>
        <w:t>2.025e0</w:t>
      </w:r>
    </w:p>
    <w:p w:rsidR="007B6A46" w:rsidRDefault="007B6A46" w:rsidP="007B6A46">
      <w:r>
        <w:t>119.7114</w:t>
      </w:r>
      <w:r>
        <w:tab/>
        <w:t>1.013e0</w:t>
      </w:r>
    </w:p>
    <w:p w:rsidR="007B6A46" w:rsidRDefault="007B6A46" w:rsidP="007B6A46">
      <w:r>
        <w:t>119.7229</w:t>
      </w:r>
      <w:r>
        <w:tab/>
        <w:t>1.013e0</w:t>
      </w:r>
    </w:p>
    <w:p w:rsidR="007B6A46" w:rsidRDefault="007B6A46" w:rsidP="007B6A46">
      <w:r>
        <w:t>119.7343</w:t>
      </w:r>
      <w:r>
        <w:tab/>
        <w:t>1.013e0</w:t>
      </w:r>
    </w:p>
    <w:p w:rsidR="007B6A46" w:rsidRDefault="007B6A46" w:rsidP="007B6A46">
      <w:r>
        <w:t>119.7493</w:t>
      </w:r>
      <w:r>
        <w:tab/>
        <w:t>1.013e0</w:t>
      </w:r>
    </w:p>
    <w:p w:rsidR="007B6A46" w:rsidRDefault="007B6A46" w:rsidP="007B6A46">
      <w:r>
        <w:t>119.7609</w:t>
      </w:r>
      <w:r>
        <w:tab/>
        <w:t>1.013e0</w:t>
      </w:r>
    </w:p>
    <w:p w:rsidR="007B6A46" w:rsidRDefault="007B6A46" w:rsidP="007B6A46">
      <w:r>
        <w:t>119.7871</w:t>
      </w:r>
      <w:r>
        <w:tab/>
        <w:t>1.013e0</w:t>
      </w:r>
    </w:p>
    <w:p w:rsidR="007B6A46" w:rsidRDefault="007B6A46" w:rsidP="007B6A46">
      <w:r>
        <w:t>119.8047</w:t>
      </w:r>
      <w:r>
        <w:tab/>
        <w:t>2.025e0</w:t>
      </w:r>
    </w:p>
    <w:p w:rsidR="007B6A46" w:rsidRDefault="007B6A46" w:rsidP="007B6A46">
      <w:r>
        <w:t>119.8129</w:t>
      </w:r>
      <w:r>
        <w:tab/>
        <w:t>1.013e0</w:t>
      </w:r>
    </w:p>
    <w:p w:rsidR="007B6A46" w:rsidRDefault="007B6A46" w:rsidP="007B6A46">
      <w:r>
        <w:t>119.8219</w:t>
      </w:r>
      <w:r>
        <w:tab/>
        <w:t>1.013e0</w:t>
      </w:r>
    </w:p>
    <w:p w:rsidR="007B6A46" w:rsidRDefault="007B6A46" w:rsidP="007B6A46">
      <w:r>
        <w:t>119.8251</w:t>
      </w:r>
      <w:r>
        <w:tab/>
        <w:t>1.013e0</w:t>
      </w:r>
    </w:p>
    <w:p w:rsidR="007B6A46" w:rsidRDefault="007B6A46" w:rsidP="007B6A46">
      <w:r>
        <w:t>119.8425</w:t>
      </w:r>
      <w:r>
        <w:tab/>
        <w:t>1.013e0</w:t>
      </w:r>
    </w:p>
    <w:p w:rsidR="007B6A46" w:rsidRDefault="007B6A46" w:rsidP="007B6A46">
      <w:r>
        <w:t>119.8437</w:t>
      </w:r>
      <w:r>
        <w:tab/>
        <w:t>2.025e0</w:t>
      </w:r>
    </w:p>
    <w:p w:rsidR="007B6A46" w:rsidRDefault="007B6A46" w:rsidP="007B6A46">
      <w:r>
        <w:t>119.8480</w:t>
      </w:r>
      <w:r>
        <w:tab/>
        <w:t>1.013e0</w:t>
      </w:r>
    </w:p>
    <w:p w:rsidR="007B6A46" w:rsidRDefault="007B6A46" w:rsidP="007B6A46">
      <w:r>
        <w:lastRenderedPageBreak/>
        <w:t>119.8698</w:t>
      </w:r>
      <w:r>
        <w:tab/>
        <w:t>2.025e0</w:t>
      </w:r>
    </w:p>
    <w:p w:rsidR="007B6A46" w:rsidRDefault="007B6A46" w:rsidP="007B6A46">
      <w:r>
        <w:t>119.8713</w:t>
      </w:r>
      <w:r>
        <w:tab/>
        <w:t>1.013e0</w:t>
      </w:r>
    </w:p>
    <w:p w:rsidR="007B6A46" w:rsidRDefault="007B6A46" w:rsidP="007B6A46">
      <w:r>
        <w:t>119.8945</w:t>
      </w:r>
      <w:r>
        <w:tab/>
        <w:t>1.013e0</w:t>
      </w:r>
    </w:p>
    <w:p w:rsidR="007B6A46" w:rsidRDefault="007B6A46" w:rsidP="007B6A46">
      <w:r>
        <w:t>119.9034</w:t>
      </w:r>
      <w:r>
        <w:tab/>
        <w:t>1.013e0</w:t>
      </w:r>
    </w:p>
    <w:p w:rsidR="007B6A46" w:rsidRDefault="007B6A46" w:rsidP="007B6A46">
      <w:r>
        <w:t>119.9161</w:t>
      </w:r>
      <w:r>
        <w:tab/>
        <w:t>5.063e0</w:t>
      </w:r>
    </w:p>
    <w:p w:rsidR="007B6A46" w:rsidRDefault="007B6A46" w:rsidP="007B6A46">
      <w:r>
        <w:t>119.9196</w:t>
      </w:r>
      <w:r>
        <w:tab/>
        <w:t>2.025e0</w:t>
      </w:r>
    </w:p>
    <w:p w:rsidR="007B6A46" w:rsidRDefault="007B6A46" w:rsidP="007B6A46">
      <w:r>
        <w:t>119.9236</w:t>
      </w:r>
      <w:r>
        <w:tab/>
        <w:t>1.013e0</w:t>
      </w:r>
    </w:p>
    <w:p w:rsidR="007B6A46" w:rsidRDefault="007B6A46" w:rsidP="007B6A46">
      <w:r>
        <w:t>119.9439</w:t>
      </w:r>
      <w:r>
        <w:tab/>
        <w:t>2.025e0</w:t>
      </w:r>
    </w:p>
    <w:p w:rsidR="007B6A46" w:rsidRDefault="007B6A46" w:rsidP="007B6A46">
      <w:r>
        <w:t>119.9529</w:t>
      </w:r>
      <w:r>
        <w:tab/>
        <w:t>1.013e0</w:t>
      </w:r>
    </w:p>
    <w:p w:rsidR="007B6A46" w:rsidRDefault="007B6A46" w:rsidP="007B6A46">
      <w:r>
        <w:t>119.9673</w:t>
      </w:r>
      <w:r>
        <w:tab/>
        <w:t>2.025e0</w:t>
      </w:r>
    </w:p>
    <w:p w:rsidR="007B6A46" w:rsidRDefault="007B6A46" w:rsidP="007B6A46">
      <w:r>
        <w:t>119.9792</w:t>
      </w:r>
      <w:r>
        <w:tab/>
        <w:t>1.013e0</w:t>
      </w:r>
    </w:p>
    <w:p w:rsidR="007B6A46" w:rsidRDefault="007B6A46" w:rsidP="007B6A46">
      <w:r>
        <w:t>119.9819</w:t>
      </w:r>
      <w:r>
        <w:tab/>
        <w:t>1.013e0</w:t>
      </w:r>
    </w:p>
    <w:p w:rsidR="007B6A46" w:rsidRDefault="007B6A46" w:rsidP="007B6A46">
      <w:r>
        <w:t>119.9846</w:t>
      </w:r>
      <w:r>
        <w:tab/>
        <w:t>2.025e0</w:t>
      </w:r>
    </w:p>
    <w:p w:rsidR="007B6A46" w:rsidRDefault="007B6A46" w:rsidP="007B6A46">
      <w:r>
        <w:t>119.9937</w:t>
      </w:r>
      <w:r>
        <w:tab/>
        <w:t>1.013e0</w:t>
      </w:r>
    </w:p>
    <w:p w:rsidR="007B6A46" w:rsidRDefault="007B6A46" w:rsidP="007B6A46">
      <w:r>
        <w:t>119.9968</w:t>
      </w:r>
      <w:r>
        <w:tab/>
        <w:t>1.013e0</w:t>
      </w:r>
    </w:p>
    <w:p w:rsidR="007B6A46" w:rsidRDefault="007B6A46" w:rsidP="007B6A46">
      <w:r>
        <w:t>119.9997</w:t>
      </w:r>
      <w:r>
        <w:tab/>
        <w:t>1.013e0</w:t>
      </w:r>
    </w:p>
    <w:p w:rsidR="007B6A46" w:rsidRDefault="007B6A46" w:rsidP="007B6A46">
      <w:r>
        <w:t>120.0067</w:t>
      </w:r>
      <w:r>
        <w:tab/>
        <w:t>2.025e0</w:t>
      </w:r>
    </w:p>
    <w:p w:rsidR="007B6A46" w:rsidRDefault="007B6A46" w:rsidP="007B6A46">
      <w:r>
        <w:t>120.0110</w:t>
      </w:r>
      <w:r>
        <w:tab/>
        <w:t>7.089e0</w:t>
      </w:r>
    </w:p>
    <w:p w:rsidR="007B6A46" w:rsidRDefault="007B6A46" w:rsidP="007B6A46">
      <w:r>
        <w:t>120.0481</w:t>
      </w:r>
      <w:r>
        <w:tab/>
        <w:t>1.749e3</w:t>
      </w:r>
    </w:p>
    <w:p w:rsidR="007B6A46" w:rsidRDefault="007B6A46" w:rsidP="007B6A46">
      <w:r>
        <w:lastRenderedPageBreak/>
        <w:t>120.0943</w:t>
      </w:r>
      <w:r>
        <w:tab/>
        <w:t>2.025e0</w:t>
      </w:r>
    </w:p>
    <w:p w:rsidR="007B6A46" w:rsidRDefault="007B6A46" w:rsidP="007B6A46">
      <w:r>
        <w:t>120.1050</w:t>
      </w:r>
      <w:r>
        <w:tab/>
        <w:t>7.089e0</w:t>
      </w:r>
    </w:p>
    <w:p w:rsidR="007B6A46" w:rsidRDefault="007B6A46" w:rsidP="007B6A46">
      <w:r>
        <w:t>120.1086</w:t>
      </w:r>
      <w:r>
        <w:tab/>
        <w:t>2.025e0</w:t>
      </w:r>
    </w:p>
    <w:p w:rsidR="007B6A46" w:rsidRDefault="007B6A46" w:rsidP="007B6A46">
      <w:r>
        <w:t>120.1133</w:t>
      </w:r>
      <w:r>
        <w:tab/>
        <w:t>2.025e0</w:t>
      </w:r>
    </w:p>
    <w:p w:rsidR="007B6A46" w:rsidRDefault="007B6A46" w:rsidP="007B6A46">
      <w:r>
        <w:t>120.1292</w:t>
      </w:r>
      <w:r>
        <w:tab/>
        <w:t>3.038e0</w:t>
      </w:r>
    </w:p>
    <w:p w:rsidR="007B6A46" w:rsidRDefault="007B6A46" w:rsidP="007B6A46">
      <w:r>
        <w:t>120.1328</w:t>
      </w:r>
      <w:r>
        <w:tab/>
        <w:t>6.076e0</w:t>
      </w:r>
    </w:p>
    <w:p w:rsidR="007B6A46" w:rsidRDefault="007B6A46" w:rsidP="007B6A46">
      <w:r>
        <w:t>120.1350</w:t>
      </w:r>
      <w:r>
        <w:tab/>
        <w:t>2.025e0</w:t>
      </w:r>
    </w:p>
    <w:p w:rsidR="007B6A46" w:rsidRDefault="007B6A46" w:rsidP="007B6A46">
      <w:r>
        <w:t>120.1434</w:t>
      </w:r>
      <w:r>
        <w:tab/>
        <w:t>5.063e0</w:t>
      </w:r>
    </w:p>
    <w:p w:rsidR="007B6A46" w:rsidRDefault="007B6A46" w:rsidP="007B6A46">
      <w:r>
        <w:t>120.1510</w:t>
      </w:r>
      <w:r>
        <w:tab/>
        <w:t>4.051e0</w:t>
      </w:r>
    </w:p>
    <w:p w:rsidR="007B6A46" w:rsidRDefault="007B6A46" w:rsidP="007B6A46">
      <w:r>
        <w:t>120.1690</w:t>
      </w:r>
      <w:r>
        <w:tab/>
        <w:t>9.114e0</w:t>
      </w:r>
    </w:p>
    <w:p w:rsidR="007B6A46" w:rsidRDefault="007B6A46" w:rsidP="007B6A46">
      <w:r>
        <w:t>120.1741</w:t>
      </w:r>
      <w:r>
        <w:tab/>
        <w:t>2.025e0</w:t>
      </w:r>
    </w:p>
    <w:p w:rsidR="007B6A46" w:rsidRDefault="007B6A46" w:rsidP="007B6A46">
      <w:r>
        <w:t>120.1761</w:t>
      </w:r>
      <w:r>
        <w:tab/>
        <w:t>5.063e0</w:t>
      </w:r>
    </w:p>
    <w:p w:rsidR="007B6A46" w:rsidRDefault="007B6A46" w:rsidP="007B6A46">
      <w:r>
        <w:t>120.1808</w:t>
      </w:r>
      <w:r>
        <w:tab/>
        <w:t>3.038e0</w:t>
      </w:r>
    </w:p>
    <w:p w:rsidR="007B6A46" w:rsidRDefault="007B6A46" w:rsidP="007B6A46">
      <w:r>
        <w:t>120.1904</w:t>
      </w:r>
      <w:r>
        <w:tab/>
        <w:t>2.025e0</w:t>
      </w:r>
    </w:p>
    <w:p w:rsidR="007B6A46" w:rsidRDefault="007B6A46" w:rsidP="007B6A46">
      <w:r>
        <w:t>120.1931</w:t>
      </w:r>
      <w:r>
        <w:tab/>
        <w:t>2.025e0</w:t>
      </w:r>
    </w:p>
    <w:p w:rsidR="007B6A46" w:rsidRDefault="007B6A46" w:rsidP="007B6A46">
      <w:r>
        <w:t>120.2122</w:t>
      </w:r>
      <w:r>
        <w:tab/>
        <w:t>1.013e0</w:t>
      </w:r>
    </w:p>
    <w:p w:rsidR="007B6A46" w:rsidRDefault="007B6A46" w:rsidP="007B6A46">
      <w:r>
        <w:t>120.2176</w:t>
      </w:r>
      <w:r>
        <w:tab/>
        <w:t>2.025e0</w:t>
      </w:r>
    </w:p>
    <w:p w:rsidR="007B6A46" w:rsidRDefault="007B6A46" w:rsidP="007B6A46">
      <w:r>
        <w:t>120.2230</w:t>
      </w:r>
      <w:r>
        <w:tab/>
        <w:t>3.038e0</w:t>
      </w:r>
    </w:p>
    <w:p w:rsidR="007B6A46" w:rsidRDefault="007B6A46" w:rsidP="007B6A46">
      <w:r>
        <w:t>120.2346</w:t>
      </w:r>
      <w:r>
        <w:tab/>
        <w:t>7.089e0</w:t>
      </w:r>
    </w:p>
    <w:p w:rsidR="007B6A46" w:rsidRDefault="007B6A46" w:rsidP="007B6A46">
      <w:r>
        <w:lastRenderedPageBreak/>
        <w:t>120.2412</w:t>
      </w:r>
      <w:r>
        <w:tab/>
        <w:t>1.013e0</w:t>
      </w:r>
    </w:p>
    <w:p w:rsidR="007B6A46" w:rsidRDefault="007B6A46" w:rsidP="007B6A46">
      <w:r>
        <w:t>120.2528</w:t>
      </w:r>
      <w:r>
        <w:tab/>
        <w:t>1.013e0</w:t>
      </w:r>
    </w:p>
    <w:p w:rsidR="007B6A46" w:rsidRDefault="007B6A46" w:rsidP="007B6A46">
      <w:r>
        <w:t>120.2540</w:t>
      </w:r>
      <w:r>
        <w:tab/>
        <w:t>2.025e0</w:t>
      </w:r>
    </w:p>
    <w:p w:rsidR="007B6A46" w:rsidRDefault="007B6A46" w:rsidP="007B6A46">
      <w:r>
        <w:t>120.2557</w:t>
      </w:r>
      <w:r>
        <w:tab/>
        <w:t>2.025e0</w:t>
      </w:r>
    </w:p>
    <w:p w:rsidR="007B6A46" w:rsidRDefault="007B6A46" w:rsidP="007B6A46">
      <w:r>
        <w:t>120.2722</w:t>
      </w:r>
      <w:r>
        <w:tab/>
        <w:t>1.795e0</w:t>
      </w:r>
    </w:p>
    <w:p w:rsidR="007B6A46" w:rsidRDefault="007B6A46" w:rsidP="007B6A46">
      <w:r>
        <w:t>120.2767</w:t>
      </w:r>
      <w:r>
        <w:tab/>
        <w:t>3.038e0</w:t>
      </w:r>
    </w:p>
    <w:p w:rsidR="007B6A46" w:rsidRDefault="007B6A46" w:rsidP="007B6A46">
      <w:r>
        <w:t>120.2791</w:t>
      </w:r>
      <w:r>
        <w:tab/>
        <w:t>1.013e0</w:t>
      </w:r>
    </w:p>
    <w:p w:rsidR="007B6A46" w:rsidRDefault="007B6A46" w:rsidP="007B6A46">
      <w:r>
        <w:t>120.2821</w:t>
      </w:r>
      <w:r>
        <w:tab/>
        <w:t>1.013e0</w:t>
      </w:r>
    </w:p>
    <w:p w:rsidR="007B6A46" w:rsidRDefault="007B6A46" w:rsidP="007B6A46">
      <w:r>
        <w:t>120.2908</w:t>
      </w:r>
      <w:r>
        <w:tab/>
        <w:t>2.025e0</w:t>
      </w:r>
    </w:p>
    <w:p w:rsidR="007B6A46" w:rsidRDefault="007B6A46" w:rsidP="007B6A46">
      <w:r>
        <w:t>120.3008</w:t>
      </w:r>
      <w:r>
        <w:tab/>
        <w:t>2.030e0</w:t>
      </w:r>
    </w:p>
    <w:p w:rsidR="007B6A46" w:rsidRDefault="007B6A46" w:rsidP="007B6A46">
      <w:r>
        <w:t>120.3023</w:t>
      </w:r>
      <w:r>
        <w:tab/>
        <w:t>1.013e0</w:t>
      </w:r>
    </w:p>
    <w:p w:rsidR="007B6A46" w:rsidRDefault="007B6A46" w:rsidP="007B6A46">
      <w:r>
        <w:t>120.3055</w:t>
      </w:r>
      <w:r>
        <w:tab/>
        <w:t>1.013e0</w:t>
      </w:r>
    </w:p>
    <w:p w:rsidR="007B6A46" w:rsidRDefault="007B6A46" w:rsidP="007B6A46">
      <w:r>
        <w:t>120.3071</w:t>
      </w:r>
      <w:r>
        <w:tab/>
        <w:t>3.038e0</w:t>
      </w:r>
    </w:p>
    <w:p w:rsidR="007B6A46" w:rsidRDefault="007B6A46" w:rsidP="007B6A46">
      <w:r>
        <w:t>120.3110</w:t>
      </w:r>
      <w:r>
        <w:tab/>
        <w:t>2.025e0</w:t>
      </w:r>
    </w:p>
    <w:p w:rsidR="007B6A46" w:rsidRDefault="007B6A46" w:rsidP="007B6A46">
      <w:r>
        <w:t>120.3244</w:t>
      </w:r>
      <w:r>
        <w:tab/>
        <w:t>2.025e0</w:t>
      </w:r>
    </w:p>
    <w:p w:rsidR="007B6A46" w:rsidRDefault="007B6A46" w:rsidP="007B6A46">
      <w:r>
        <w:t>120.3313</w:t>
      </w:r>
      <w:r>
        <w:tab/>
        <w:t>1.013e0</w:t>
      </w:r>
    </w:p>
    <w:p w:rsidR="007B6A46" w:rsidRDefault="007B6A46" w:rsidP="007B6A46">
      <w:r>
        <w:t>120.3381</w:t>
      </w:r>
      <w:r>
        <w:tab/>
        <w:t>3.038e0</w:t>
      </w:r>
    </w:p>
    <w:p w:rsidR="007B6A46" w:rsidRDefault="007B6A46" w:rsidP="007B6A46">
      <w:r>
        <w:t>120.3470</w:t>
      </w:r>
      <w:r>
        <w:tab/>
        <w:t>3.038e0</w:t>
      </w:r>
    </w:p>
    <w:p w:rsidR="007B6A46" w:rsidRDefault="007B6A46" w:rsidP="007B6A46">
      <w:r>
        <w:t>120.3491</w:t>
      </w:r>
      <w:r>
        <w:tab/>
        <w:t>1.013e0</w:t>
      </w:r>
    </w:p>
    <w:p w:rsidR="007B6A46" w:rsidRDefault="007B6A46" w:rsidP="007B6A46">
      <w:r>
        <w:lastRenderedPageBreak/>
        <w:t>120.3547</w:t>
      </w:r>
      <w:r>
        <w:tab/>
        <w:t>1.013e0</w:t>
      </w:r>
    </w:p>
    <w:p w:rsidR="007B6A46" w:rsidRDefault="007B6A46" w:rsidP="007B6A46">
      <w:r>
        <w:t>120.3608</w:t>
      </w:r>
      <w:r>
        <w:tab/>
        <w:t>1.013e0</w:t>
      </w:r>
    </w:p>
    <w:p w:rsidR="007B6A46" w:rsidRDefault="007B6A46" w:rsidP="007B6A46">
      <w:r>
        <w:t>120.3693</w:t>
      </w:r>
      <w:r>
        <w:tab/>
        <w:t>4.051e0</w:t>
      </w:r>
    </w:p>
    <w:p w:rsidR="007B6A46" w:rsidRDefault="007B6A46" w:rsidP="007B6A46">
      <w:r>
        <w:t>120.3822</w:t>
      </w:r>
      <w:r>
        <w:tab/>
        <w:t>3.038e0</w:t>
      </w:r>
    </w:p>
    <w:p w:rsidR="007B6A46" w:rsidRDefault="007B6A46" w:rsidP="007B6A46">
      <w:r>
        <w:t>120.3925</w:t>
      </w:r>
      <w:r>
        <w:tab/>
        <w:t>5.019e0</w:t>
      </w:r>
    </w:p>
    <w:p w:rsidR="007B6A46" w:rsidRDefault="007B6A46" w:rsidP="007B6A46">
      <w:r>
        <w:t>120.4031</w:t>
      </w:r>
      <w:r>
        <w:tab/>
        <w:t>4.051e0</w:t>
      </w:r>
    </w:p>
    <w:p w:rsidR="007B6A46" w:rsidRDefault="007B6A46" w:rsidP="007B6A46">
      <w:r>
        <w:t>120.4061</w:t>
      </w:r>
      <w:r>
        <w:tab/>
        <w:t>2.025e0</w:t>
      </w:r>
    </w:p>
    <w:p w:rsidR="007B6A46" w:rsidRDefault="007B6A46" w:rsidP="007B6A46">
      <w:r>
        <w:t>120.4101</w:t>
      </w:r>
      <w:r>
        <w:tab/>
        <w:t>1.013e0</w:t>
      </w:r>
    </w:p>
    <w:p w:rsidR="007B6A46" w:rsidRDefault="007B6A46" w:rsidP="007B6A46">
      <w:r>
        <w:t>120.4192</w:t>
      </w:r>
      <w:r>
        <w:tab/>
        <w:t>1.013e0</w:t>
      </w:r>
    </w:p>
    <w:p w:rsidR="007B6A46" w:rsidRDefault="007B6A46" w:rsidP="007B6A46">
      <w:r>
        <w:t>120.4206</w:t>
      </w:r>
      <w:r>
        <w:tab/>
        <w:t>2.025e0</w:t>
      </w:r>
    </w:p>
    <w:p w:rsidR="007B6A46" w:rsidRDefault="007B6A46" w:rsidP="007B6A46">
      <w:r>
        <w:t>120.4227</w:t>
      </w:r>
      <w:r>
        <w:tab/>
        <w:t>3.038e0</w:t>
      </w:r>
    </w:p>
    <w:p w:rsidR="007B6A46" w:rsidRDefault="007B6A46" w:rsidP="007B6A46">
      <w:r>
        <w:t>120.4264</w:t>
      </w:r>
      <w:r>
        <w:tab/>
        <w:t>2.025e0</w:t>
      </w:r>
    </w:p>
    <w:p w:rsidR="007B6A46" w:rsidRDefault="007B6A46" w:rsidP="007B6A46">
      <w:r>
        <w:t>120.4321</w:t>
      </w:r>
      <w:r>
        <w:tab/>
        <w:t>2.025e0</w:t>
      </w:r>
    </w:p>
    <w:p w:rsidR="007B6A46" w:rsidRDefault="007B6A46" w:rsidP="007B6A46">
      <w:r>
        <w:t>120.4453</w:t>
      </w:r>
      <w:r>
        <w:tab/>
        <w:t>2.025e0</w:t>
      </w:r>
    </w:p>
    <w:p w:rsidR="007B6A46" w:rsidRDefault="007B6A46" w:rsidP="007B6A46">
      <w:r>
        <w:t>120.4478</w:t>
      </w:r>
      <w:r>
        <w:tab/>
        <w:t>2.025e0</w:t>
      </w:r>
    </w:p>
    <w:p w:rsidR="007B6A46" w:rsidRDefault="007B6A46" w:rsidP="007B6A46">
      <w:r>
        <w:t>120.4495</w:t>
      </w:r>
      <w:r>
        <w:tab/>
        <w:t>6.076e0</w:t>
      </w:r>
    </w:p>
    <w:p w:rsidR="007B6A46" w:rsidRDefault="007B6A46" w:rsidP="007B6A46">
      <w:r>
        <w:t>120.4658</w:t>
      </w:r>
      <w:r>
        <w:tab/>
        <w:t>2.025e0</w:t>
      </w:r>
    </w:p>
    <w:p w:rsidR="007B6A46" w:rsidRDefault="007B6A46" w:rsidP="007B6A46">
      <w:r>
        <w:t>120.4730</w:t>
      </w:r>
      <w:r>
        <w:tab/>
        <w:t>2.025e0</w:t>
      </w:r>
    </w:p>
    <w:p w:rsidR="007B6A46" w:rsidRDefault="007B6A46" w:rsidP="007B6A46">
      <w:r>
        <w:t>120.4743</w:t>
      </w:r>
      <w:r>
        <w:tab/>
        <w:t>1.013e0</w:t>
      </w:r>
    </w:p>
    <w:p w:rsidR="007B6A46" w:rsidRDefault="007B6A46" w:rsidP="007B6A46">
      <w:r>
        <w:lastRenderedPageBreak/>
        <w:t>120.4858</w:t>
      </w:r>
      <w:r>
        <w:tab/>
        <w:t>1.013e0</w:t>
      </w:r>
    </w:p>
    <w:p w:rsidR="007B6A46" w:rsidRDefault="007B6A46" w:rsidP="007B6A46">
      <w:r>
        <w:t>120.4889</w:t>
      </w:r>
      <w:r>
        <w:tab/>
        <w:t>2.025e0</w:t>
      </w:r>
    </w:p>
    <w:p w:rsidR="007B6A46" w:rsidRDefault="007B6A46" w:rsidP="007B6A46">
      <w:r>
        <w:t>120.5002</w:t>
      </w:r>
      <w:r>
        <w:tab/>
        <w:t>5.063e0</w:t>
      </w:r>
    </w:p>
    <w:p w:rsidR="007B6A46" w:rsidRDefault="007B6A46" w:rsidP="007B6A46">
      <w:r>
        <w:t>120.5161</w:t>
      </w:r>
      <w:r>
        <w:tab/>
        <w:t>3.038e0</w:t>
      </w:r>
    </w:p>
    <w:p w:rsidR="007B6A46" w:rsidRDefault="007B6A46" w:rsidP="007B6A46">
      <w:r>
        <w:t>120.5182</w:t>
      </w:r>
      <w:r>
        <w:tab/>
        <w:t>1.013e0</w:t>
      </w:r>
    </w:p>
    <w:p w:rsidR="007B6A46" w:rsidRDefault="007B6A46" w:rsidP="007B6A46">
      <w:r>
        <w:t>120.5228</w:t>
      </w:r>
      <w:r>
        <w:tab/>
        <w:t>2.025e0</w:t>
      </w:r>
    </w:p>
    <w:p w:rsidR="007B6A46" w:rsidRDefault="007B6A46" w:rsidP="007B6A46">
      <w:r>
        <w:t>120.5268</w:t>
      </w:r>
      <w:r>
        <w:tab/>
        <w:t>1.013e0</w:t>
      </w:r>
    </w:p>
    <w:p w:rsidR="007B6A46" w:rsidRDefault="007B6A46" w:rsidP="007B6A46">
      <w:r>
        <w:t>120.5367</w:t>
      </w:r>
      <w:r>
        <w:tab/>
        <w:t>3.038e0</w:t>
      </w:r>
    </w:p>
    <w:p w:rsidR="007B6A46" w:rsidRDefault="007B6A46" w:rsidP="007B6A46">
      <w:r>
        <w:t>120.5472</w:t>
      </w:r>
      <w:r>
        <w:tab/>
        <w:t>2.025e0</w:t>
      </w:r>
    </w:p>
    <w:p w:rsidR="007B6A46" w:rsidRDefault="007B6A46" w:rsidP="007B6A46">
      <w:r>
        <w:t>120.5561</w:t>
      </w:r>
      <w:r>
        <w:tab/>
        <w:t>1.013e0</w:t>
      </w:r>
    </w:p>
    <w:p w:rsidR="007B6A46" w:rsidRDefault="007B6A46" w:rsidP="007B6A46">
      <w:r>
        <w:t>120.5590</w:t>
      </w:r>
      <w:r>
        <w:tab/>
        <w:t>2.418e0</w:t>
      </w:r>
    </w:p>
    <w:p w:rsidR="007B6A46" w:rsidRDefault="007B6A46" w:rsidP="007B6A46">
      <w:r>
        <w:t>120.5621</w:t>
      </w:r>
      <w:r>
        <w:tab/>
        <w:t>1.013e0</w:t>
      </w:r>
    </w:p>
    <w:p w:rsidR="007B6A46" w:rsidRDefault="007B6A46" w:rsidP="007B6A46">
      <w:r>
        <w:t>120.5721</w:t>
      </w:r>
      <w:r>
        <w:tab/>
        <w:t>2.025e0</w:t>
      </w:r>
    </w:p>
    <w:p w:rsidR="007B6A46" w:rsidRDefault="007B6A46" w:rsidP="007B6A46">
      <w:r>
        <w:t>120.5751</w:t>
      </w:r>
      <w:r>
        <w:tab/>
        <w:t>2.025e0</w:t>
      </w:r>
    </w:p>
    <w:p w:rsidR="007B6A46" w:rsidRDefault="007B6A46" w:rsidP="007B6A46">
      <w:r>
        <w:t>120.5838</w:t>
      </w:r>
      <w:r>
        <w:tab/>
        <w:t>2.025e0</w:t>
      </w:r>
    </w:p>
    <w:p w:rsidR="007B6A46" w:rsidRDefault="007B6A46" w:rsidP="007B6A46">
      <w:r>
        <w:t>120.5942</w:t>
      </w:r>
      <w:r>
        <w:tab/>
        <w:t>1.013e0</w:t>
      </w:r>
    </w:p>
    <w:p w:rsidR="007B6A46" w:rsidRDefault="007B6A46" w:rsidP="007B6A46">
      <w:r>
        <w:t>120.5970</w:t>
      </w:r>
      <w:r>
        <w:tab/>
        <w:t>1.013e0</w:t>
      </w:r>
    </w:p>
    <w:p w:rsidR="007B6A46" w:rsidRDefault="007B6A46" w:rsidP="007B6A46">
      <w:r>
        <w:t>120.6057</w:t>
      </w:r>
      <w:r>
        <w:tab/>
        <w:t>1.013e0</w:t>
      </w:r>
    </w:p>
    <w:p w:rsidR="007B6A46" w:rsidRDefault="007B6A46" w:rsidP="007B6A46">
      <w:r>
        <w:t>120.6145</w:t>
      </w:r>
      <w:r>
        <w:tab/>
        <w:t>3.038e0</w:t>
      </w:r>
    </w:p>
    <w:p w:rsidR="007B6A46" w:rsidRDefault="007B6A46" w:rsidP="007B6A46">
      <w:r>
        <w:lastRenderedPageBreak/>
        <w:t>120.6176</w:t>
      </w:r>
      <w:r>
        <w:tab/>
        <w:t>3.038e0</w:t>
      </w:r>
    </w:p>
    <w:p w:rsidR="007B6A46" w:rsidRDefault="007B6A46" w:rsidP="007B6A46">
      <w:r>
        <w:t>120.6191</w:t>
      </w:r>
      <w:r>
        <w:tab/>
        <w:t>2.025e0</w:t>
      </w:r>
    </w:p>
    <w:p w:rsidR="007B6A46" w:rsidRDefault="007B6A46" w:rsidP="007B6A46">
      <w:r>
        <w:t>120.6394</w:t>
      </w:r>
      <w:r>
        <w:tab/>
        <w:t>2.025e0</w:t>
      </w:r>
    </w:p>
    <w:p w:rsidR="007B6A46" w:rsidRDefault="007B6A46" w:rsidP="007B6A46">
      <w:r>
        <w:t>120.6449</w:t>
      </w:r>
      <w:r>
        <w:tab/>
        <w:t>2.025e0</w:t>
      </w:r>
    </w:p>
    <w:p w:rsidR="007B6A46" w:rsidRDefault="007B6A46" w:rsidP="007B6A46">
      <w:r>
        <w:t>120.6496</w:t>
      </w:r>
      <w:r>
        <w:tab/>
        <w:t>1.013e0</w:t>
      </w:r>
    </w:p>
    <w:p w:rsidR="007B6A46" w:rsidRDefault="007B6A46" w:rsidP="007B6A46">
      <w:r>
        <w:t>120.6526</w:t>
      </w:r>
      <w:r>
        <w:tab/>
        <w:t>1.013e0</w:t>
      </w:r>
    </w:p>
    <w:p w:rsidR="007B6A46" w:rsidRDefault="007B6A46" w:rsidP="007B6A46">
      <w:r>
        <w:t>120.6598</w:t>
      </w:r>
      <w:r>
        <w:tab/>
        <w:t>2.025e0</w:t>
      </w:r>
    </w:p>
    <w:p w:rsidR="007B6A46" w:rsidRDefault="007B6A46" w:rsidP="007B6A46">
      <w:r>
        <w:t>120.6656</w:t>
      </w:r>
      <w:r>
        <w:tab/>
        <w:t>2.025e0</w:t>
      </w:r>
    </w:p>
    <w:p w:rsidR="007B6A46" w:rsidRDefault="007B6A46" w:rsidP="007B6A46">
      <w:r>
        <w:t>120.6746</w:t>
      </w:r>
      <w:r>
        <w:tab/>
        <w:t>2.025e0</w:t>
      </w:r>
    </w:p>
    <w:p w:rsidR="007B6A46" w:rsidRDefault="007B6A46" w:rsidP="007B6A46">
      <w:r>
        <w:t>120.6758</w:t>
      </w:r>
      <w:r>
        <w:tab/>
        <w:t>3.038e0</w:t>
      </w:r>
    </w:p>
    <w:p w:rsidR="007B6A46" w:rsidRDefault="007B6A46" w:rsidP="007B6A46">
      <w:r>
        <w:t>120.6787</w:t>
      </w:r>
      <w:r>
        <w:tab/>
        <w:t>1.013e0</w:t>
      </w:r>
    </w:p>
    <w:p w:rsidR="007B6A46" w:rsidRDefault="007B6A46" w:rsidP="007B6A46">
      <w:r>
        <w:t>120.6845</w:t>
      </w:r>
      <w:r>
        <w:tab/>
        <w:t>1.013e0</w:t>
      </w:r>
    </w:p>
    <w:p w:rsidR="007B6A46" w:rsidRDefault="007B6A46" w:rsidP="007B6A46">
      <w:r>
        <w:t>120.6903</w:t>
      </w:r>
      <w:r>
        <w:tab/>
        <w:t>1.013e0</w:t>
      </w:r>
    </w:p>
    <w:p w:rsidR="007B6A46" w:rsidRDefault="007B6A46" w:rsidP="007B6A46">
      <w:r>
        <w:t>120.6966</w:t>
      </w:r>
      <w:r>
        <w:tab/>
        <w:t>1.013e0</w:t>
      </w:r>
    </w:p>
    <w:p w:rsidR="007B6A46" w:rsidRDefault="007B6A46" w:rsidP="007B6A46">
      <w:r>
        <w:t>120.7078</w:t>
      </w:r>
      <w:r>
        <w:tab/>
        <w:t>2.025e0</w:t>
      </w:r>
    </w:p>
    <w:p w:rsidR="007B6A46" w:rsidRDefault="007B6A46" w:rsidP="007B6A46">
      <w:r>
        <w:t>120.7110</w:t>
      </w:r>
      <w:r>
        <w:tab/>
        <w:t>1.013e0</w:t>
      </w:r>
    </w:p>
    <w:p w:rsidR="007B6A46" w:rsidRDefault="007B6A46" w:rsidP="007B6A46">
      <w:r>
        <w:t>120.7222</w:t>
      </w:r>
      <w:r>
        <w:tab/>
        <w:t>1.013e0</w:t>
      </w:r>
    </w:p>
    <w:p w:rsidR="007B6A46" w:rsidRDefault="007B6A46" w:rsidP="007B6A46">
      <w:r>
        <w:t>120.7232</w:t>
      </w:r>
      <w:r>
        <w:tab/>
        <w:t>3.038e0</w:t>
      </w:r>
    </w:p>
    <w:p w:rsidR="007B6A46" w:rsidRDefault="007B6A46" w:rsidP="007B6A46">
      <w:r>
        <w:t>120.7343</w:t>
      </w:r>
      <w:r>
        <w:tab/>
        <w:t>2.025e0</w:t>
      </w:r>
    </w:p>
    <w:p w:rsidR="007B6A46" w:rsidRDefault="007B6A46" w:rsidP="007B6A46">
      <w:r>
        <w:lastRenderedPageBreak/>
        <w:t>120.7397</w:t>
      </w:r>
      <w:r>
        <w:tab/>
        <w:t>1.013e0</w:t>
      </w:r>
    </w:p>
    <w:p w:rsidR="007B6A46" w:rsidRDefault="007B6A46" w:rsidP="007B6A46">
      <w:r>
        <w:t>120.7489</w:t>
      </w:r>
      <w:r>
        <w:tab/>
        <w:t>1.013e0</w:t>
      </w:r>
    </w:p>
    <w:p w:rsidR="007B6A46" w:rsidRDefault="007B6A46" w:rsidP="007B6A46">
      <w:r>
        <w:t>120.7603</w:t>
      </w:r>
      <w:r>
        <w:tab/>
        <w:t>1.013e0</w:t>
      </w:r>
    </w:p>
    <w:p w:rsidR="007B6A46" w:rsidRDefault="007B6A46" w:rsidP="007B6A46">
      <w:r>
        <w:t>120.7632</w:t>
      </w:r>
      <w:r>
        <w:tab/>
        <w:t>1.013e0</w:t>
      </w:r>
    </w:p>
    <w:p w:rsidR="007B6A46" w:rsidRDefault="007B6A46" w:rsidP="007B6A46">
      <w:r>
        <w:t>120.7722</w:t>
      </w:r>
      <w:r>
        <w:tab/>
        <w:t>1.013e0</w:t>
      </w:r>
    </w:p>
    <w:p w:rsidR="007B6A46" w:rsidRDefault="007B6A46" w:rsidP="007B6A46">
      <w:r>
        <w:t>120.7956</w:t>
      </w:r>
      <w:r>
        <w:tab/>
        <w:t>1.013e0</w:t>
      </w:r>
    </w:p>
    <w:p w:rsidR="007B6A46" w:rsidRDefault="007B6A46" w:rsidP="007B6A46">
      <w:r>
        <w:t>120.7984</w:t>
      </w:r>
      <w:r>
        <w:tab/>
        <w:t>1.013e0</w:t>
      </w:r>
    </w:p>
    <w:p w:rsidR="007B6A46" w:rsidRDefault="007B6A46" w:rsidP="007B6A46">
      <w:r>
        <w:t>120.8073</w:t>
      </w:r>
      <w:r>
        <w:tab/>
        <w:t>1.013e0</w:t>
      </w:r>
    </w:p>
    <w:p w:rsidR="007B6A46" w:rsidRDefault="007B6A46" w:rsidP="007B6A46">
      <w:r>
        <w:t>120.8162</w:t>
      </w:r>
      <w:r>
        <w:tab/>
        <w:t>1.013e0</w:t>
      </w:r>
    </w:p>
    <w:p w:rsidR="007B6A46" w:rsidRDefault="007B6A46" w:rsidP="007B6A46">
      <w:r>
        <w:t>120.8248</w:t>
      </w:r>
      <w:r>
        <w:tab/>
        <w:t>1.013e0</w:t>
      </w:r>
    </w:p>
    <w:p w:rsidR="007B6A46" w:rsidRDefault="007B6A46" w:rsidP="007B6A46">
      <w:r>
        <w:t>120.8276</w:t>
      </w:r>
      <w:r>
        <w:tab/>
        <w:t>1.013e0</w:t>
      </w:r>
    </w:p>
    <w:p w:rsidR="007B6A46" w:rsidRDefault="007B6A46" w:rsidP="007B6A46">
      <w:r>
        <w:t>120.8323</w:t>
      </w:r>
      <w:r>
        <w:tab/>
        <w:t>2.025e0</w:t>
      </w:r>
    </w:p>
    <w:p w:rsidR="007B6A46" w:rsidRDefault="007B6A46" w:rsidP="007B6A46">
      <w:r>
        <w:t>120.8392</w:t>
      </w:r>
      <w:r>
        <w:tab/>
        <w:t>1.013e0</w:t>
      </w:r>
    </w:p>
    <w:p w:rsidR="007B6A46" w:rsidRDefault="007B6A46" w:rsidP="007B6A46">
      <w:r>
        <w:t>120.8421</w:t>
      </w:r>
      <w:r>
        <w:tab/>
        <w:t>1.013e0</w:t>
      </w:r>
    </w:p>
    <w:p w:rsidR="007B6A46" w:rsidRDefault="007B6A46" w:rsidP="007B6A46">
      <w:r>
        <w:t>120.8452</w:t>
      </w:r>
      <w:r>
        <w:tab/>
        <w:t>2.025e0</w:t>
      </w:r>
    </w:p>
    <w:p w:rsidR="007B6A46" w:rsidRDefault="007B6A46" w:rsidP="007B6A46">
      <w:r>
        <w:t>120.8543</w:t>
      </w:r>
      <w:r>
        <w:tab/>
        <w:t>1.013e0</w:t>
      </w:r>
    </w:p>
    <w:p w:rsidR="007B6A46" w:rsidRDefault="007B6A46" w:rsidP="007B6A46">
      <w:r>
        <w:t>120.8657</w:t>
      </w:r>
      <w:r>
        <w:tab/>
        <w:t>1.013e0</w:t>
      </w:r>
    </w:p>
    <w:p w:rsidR="007B6A46" w:rsidRDefault="007B6A46" w:rsidP="007B6A46">
      <w:r>
        <w:t>120.8685</w:t>
      </w:r>
      <w:r>
        <w:tab/>
        <w:t>1.013e0</w:t>
      </w:r>
    </w:p>
    <w:p w:rsidR="007B6A46" w:rsidRDefault="007B6A46" w:rsidP="007B6A46">
      <w:r>
        <w:t>120.8772</w:t>
      </w:r>
      <w:r>
        <w:tab/>
        <w:t>1.013e0</w:t>
      </w:r>
    </w:p>
    <w:p w:rsidR="007B6A46" w:rsidRDefault="007B6A46" w:rsidP="007B6A46">
      <w:r>
        <w:lastRenderedPageBreak/>
        <w:t>120.8892</w:t>
      </w:r>
      <w:r>
        <w:tab/>
        <w:t>2.025e0</w:t>
      </w:r>
    </w:p>
    <w:p w:rsidR="007B6A46" w:rsidRDefault="007B6A46" w:rsidP="007B6A46">
      <w:r>
        <w:t>120.8921</w:t>
      </w:r>
      <w:r>
        <w:tab/>
        <w:t>1.013e0</w:t>
      </w:r>
    </w:p>
    <w:p w:rsidR="007B6A46" w:rsidRDefault="007B6A46" w:rsidP="007B6A46">
      <w:r>
        <w:t>120.9035</w:t>
      </w:r>
      <w:r>
        <w:tab/>
        <w:t>1.013e0</w:t>
      </w:r>
    </w:p>
    <w:p w:rsidR="007B6A46" w:rsidRDefault="007B6A46" w:rsidP="007B6A46">
      <w:r>
        <w:t>120.9242</w:t>
      </w:r>
      <w:r>
        <w:tab/>
        <w:t>1.013e0</w:t>
      </w:r>
    </w:p>
    <w:p w:rsidR="007B6A46" w:rsidRDefault="007B6A46" w:rsidP="007B6A46">
      <w:r>
        <w:t>120.9385</w:t>
      </w:r>
      <w:r>
        <w:tab/>
        <w:t>2.025e0</w:t>
      </w:r>
    </w:p>
    <w:p w:rsidR="007B6A46" w:rsidRDefault="007B6A46" w:rsidP="007B6A46">
      <w:r>
        <w:t>120.9534</w:t>
      </w:r>
      <w:r>
        <w:tab/>
        <w:t>3.038e0</w:t>
      </w:r>
    </w:p>
    <w:p w:rsidR="007B6A46" w:rsidRDefault="007B6A46" w:rsidP="007B6A46">
      <w:r>
        <w:t>120.9559</w:t>
      </w:r>
      <w:r>
        <w:tab/>
        <w:t>1.013e0</w:t>
      </w:r>
    </w:p>
    <w:p w:rsidR="007B6A46" w:rsidRDefault="007B6A46" w:rsidP="007B6A46">
      <w:r>
        <w:t>120.9712</w:t>
      </w:r>
      <w:r>
        <w:tab/>
        <w:t>1.013e0</w:t>
      </w:r>
    </w:p>
    <w:p w:rsidR="007B6A46" w:rsidRDefault="007B6A46" w:rsidP="007B6A46">
      <w:r>
        <w:t>120.9794</w:t>
      </w:r>
      <w:r>
        <w:tab/>
        <w:t>1.013e0</w:t>
      </w:r>
    </w:p>
    <w:p w:rsidR="007B6A46" w:rsidRDefault="007B6A46" w:rsidP="007B6A46">
      <w:r>
        <w:t>120.9886</w:t>
      </w:r>
      <w:r>
        <w:tab/>
        <w:t>1.013e0</w:t>
      </w:r>
    </w:p>
    <w:p w:rsidR="007B6A46" w:rsidRDefault="007B6A46" w:rsidP="007B6A46">
      <w:r>
        <w:t>120.9970</w:t>
      </w:r>
      <w:r>
        <w:tab/>
        <w:t>1.013e0</w:t>
      </w:r>
    </w:p>
    <w:p w:rsidR="007B6A46" w:rsidRDefault="007B6A46" w:rsidP="007B6A46">
      <w:r>
        <w:t>121.0029</w:t>
      </w:r>
      <w:r>
        <w:tab/>
        <w:t>1.013e0</w:t>
      </w:r>
    </w:p>
    <w:p w:rsidR="007B6A46" w:rsidRDefault="007B6A46" w:rsidP="007B6A46">
      <w:r>
        <w:t>121.0059</w:t>
      </w:r>
      <w:r>
        <w:tab/>
        <w:t>1.013e0</w:t>
      </w:r>
    </w:p>
    <w:p w:rsidR="007B6A46" w:rsidRDefault="007B6A46" w:rsidP="007B6A46">
      <w:r>
        <w:t>121.0121</w:t>
      </w:r>
      <w:r>
        <w:tab/>
        <w:t>1.013e0</w:t>
      </w:r>
    </w:p>
    <w:p w:rsidR="007B6A46" w:rsidRDefault="007B6A46" w:rsidP="007B6A46">
      <w:r>
        <w:t>121.0208</w:t>
      </w:r>
      <w:r>
        <w:tab/>
        <w:t>3.269e0</w:t>
      </w:r>
    </w:p>
    <w:p w:rsidR="007B6A46" w:rsidRDefault="007B6A46" w:rsidP="007B6A46">
      <w:r>
        <w:t>121.0234</w:t>
      </w:r>
      <w:r>
        <w:tab/>
        <w:t>1.013e0</w:t>
      </w:r>
    </w:p>
    <w:p w:rsidR="007B6A46" w:rsidRDefault="007B6A46" w:rsidP="007B6A46">
      <w:r>
        <w:t>121.0282</w:t>
      </w:r>
      <w:r>
        <w:tab/>
        <w:t>2.025e0</w:t>
      </w:r>
    </w:p>
    <w:p w:rsidR="007B6A46" w:rsidRDefault="007B6A46" w:rsidP="007B6A46">
      <w:r>
        <w:t>121.0502</w:t>
      </w:r>
      <w:r>
        <w:tab/>
        <w:t>5.191e1</w:t>
      </w:r>
    </w:p>
    <w:p w:rsidR="007B6A46" w:rsidRDefault="007B6A46" w:rsidP="007B6A46">
      <w:r>
        <w:t>121.0519</w:t>
      </w:r>
      <w:r>
        <w:tab/>
        <w:t>3.241e1</w:t>
      </w:r>
    </w:p>
    <w:p w:rsidR="007B6A46" w:rsidRDefault="007B6A46" w:rsidP="007B6A46">
      <w:r>
        <w:lastRenderedPageBreak/>
        <w:t>121.0533</w:t>
      </w:r>
      <w:r>
        <w:tab/>
        <w:t>7.089e1</w:t>
      </w:r>
    </w:p>
    <w:p w:rsidR="007B6A46" w:rsidRDefault="007B6A46" w:rsidP="007B6A46">
      <w:r>
        <w:t>121.0805</w:t>
      </w:r>
      <w:r>
        <w:tab/>
        <w:t>2.025e0</w:t>
      </w:r>
    </w:p>
    <w:p w:rsidR="007B6A46" w:rsidRDefault="007B6A46" w:rsidP="007B6A46">
      <w:r>
        <w:t>121.0925</w:t>
      </w:r>
      <w:r>
        <w:tab/>
        <w:t>4.051e0</w:t>
      </w:r>
    </w:p>
    <w:p w:rsidR="007B6A46" w:rsidRDefault="007B6A46" w:rsidP="007B6A46">
      <w:r>
        <w:t>121.0936</w:t>
      </w:r>
      <w:r>
        <w:tab/>
        <w:t>2.025e0</w:t>
      </w:r>
    </w:p>
    <w:p w:rsidR="007B6A46" w:rsidRDefault="007B6A46" w:rsidP="007B6A46">
      <w:r>
        <w:t>121.0979</w:t>
      </w:r>
      <w:r>
        <w:tab/>
        <w:t>2.025e0</w:t>
      </w:r>
    </w:p>
    <w:p w:rsidR="007B6A46" w:rsidRDefault="007B6A46" w:rsidP="007B6A46">
      <w:r>
        <w:t>121.1112</w:t>
      </w:r>
      <w:r>
        <w:tab/>
        <w:t>1.013e0</w:t>
      </w:r>
    </w:p>
    <w:p w:rsidR="007B6A46" w:rsidRDefault="007B6A46" w:rsidP="007B6A46">
      <w:r>
        <w:t>121.1139</w:t>
      </w:r>
      <w:r>
        <w:tab/>
        <w:t>1.013e0</w:t>
      </w:r>
    </w:p>
    <w:p w:rsidR="007B6A46" w:rsidRDefault="007B6A46" w:rsidP="007B6A46">
      <w:r>
        <w:t>121.1230</w:t>
      </w:r>
      <w:r>
        <w:tab/>
        <w:t>2.025e0</w:t>
      </w:r>
    </w:p>
    <w:p w:rsidR="007B6A46" w:rsidRDefault="007B6A46" w:rsidP="007B6A46">
      <w:r>
        <w:t>121.1331</w:t>
      </w:r>
      <w:r>
        <w:tab/>
        <w:t>2.025e0</w:t>
      </w:r>
    </w:p>
    <w:p w:rsidR="007B6A46" w:rsidRDefault="007B6A46" w:rsidP="007B6A46">
      <w:r>
        <w:t>121.1343</w:t>
      </w:r>
      <w:r>
        <w:tab/>
        <w:t>1.013e0</w:t>
      </w:r>
    </w:p>
    <w:p w:rsidR="007B6A46" w:rsidRDefault="007B6A46" w:rsidP="007B6A46">
      <w:r>
        <w:t>121.1375</w:t>
      </w:r>
      <w:r>
        <w:tab/>
        <w:t>2.025e0</w:t>
      </w:r>
    </w:p>
    <w:p w:rsidR="007B6A46" w:rsidRDefault="007B6A46" w:rsidP="007B6A46">
      <w:r>
        <w:t>121.1640</w:t>
      </w:r>
      <w:r>
        <w:tab/>
        <w:t>1.013e0</w:t>
      </w:r>
    </w:p>
    <w:p w:rsidR="007B6A46" w:rsidRDefault="007B6A46" w:rsidP="007B6A46">
      <w:r>
        <w:t>121.1669</w:t>
      </w:r>
      <w:r>
        <w:tab/>
        <w:t>1.013e0</w:t>
      </w:r>
    </w:p>
    <w:p w:rsidR="007B6A46" w:rsidRDefault="007B6A46" w:rsidP="007B6A46">
      <w:r>
        <w:t>121.1724</w:t>
      </w:r>
      <w:r>
        <w:tab/>
        <w:t>1.013e0</w:t>
      </w:r>
    </w:p>
    <w:p w:rsidR="007B6A46" w:rsidRDefault="007B6A46" w:rsidP="007B6A46">
      <w:r>
        <w:t>121.1740</w:t>
      </w:r>
      <w:r>
        <w:tab/>
        <w:t>2.025e0</w:t>
      </w:r>
    </w:p>
    <w:p w:rsidR="007B6A46" w:rsidRDefault="007B6A46" w:rsidP="007B6A46">
      <w:r>
        <w:t>121.1785</w:t>
      </w:r>
      <w:r>
        <w:tab/>
        <w:t>2.025e0</w:t>
      </w:r>
    </w:p>
    <w:p w:rsidR="007B6A46" w:rsidRDefault="007B6A46" w:rsidP="007B6A46">
      <w:r>
        <w:t>121.1843</w:t>
      </w:r>
      <w:r>
        <w:tab/>
        <w:t>2.025e0</w:t>
      </w:r>
    </w:p>
    <w:p w:rsidR="007B6A46" w:rsidRDefault="007B6A46" w:rsidP="007B6A46">
      <w:r>
        <w:t>121.2108</w:t>
      </w:r>
      <w:r>
        <w:tab/>
        <w:t>1.013e0</w:t>
      </w:r>
    </w:p>
    <w:p w:rsidR="007B6A46" w:rsidRDefault="007B6A46" w:rsidP="007B6A46">
      <w:r>
        <w:t>121.2132</w:t>
      </w:r>
      <w:r>
        <w:tab/>
        <w:t>1.013e0</w:t>
      </w:r>
    </w:p>
    <w:p w:rsidR="007B6A46" w:rsidRDefault="007B6A46" w:rsidP="007B6A46">
      <w:r>
        <w:lastRenderedPageBreak/>
        <w:t>121.2225</w:t>
      </w:r>
      <w:r>
        <w:tab/>
        <w:t>1.013e0</w:t>
      </w:r>
    </w:p>
    <w:p w:rsidR="007B6A46" w:rsidRDefault="007B6A46" w:rsidP="007B6A46">
      <w:r>
        <w:t>121.2302</w:t>
      </w:r>
      <w:r>
        <w:tab/>
        <w:t>3.038e0</w:t>
      </w:r>
    </w:p>
    <w:p w:rsidR="007B6A46" w:rsidRDefault="007B6A46" w:rsidP="007B6A46">
      <w:r>
        <w:t>121.2368</w:t>
      </w:r>
      <w:r>
        <w:tab/>
        <w:t>1.013e0</w:t>
      </w:r>
    </w:p>
    <w:p w:rsidR="007B6A46" w:rsidRDefault="007B6A46" w:rsidP="007B6A46">
      <w:r>
        <w:t>121.2430</w:t>
      </w:r>
      <w:r>
        <w:tab/>
        <w:t>2.025e0</w:t>
      </w:r>
    </w:p>
    <w:p w:rsidR="007B6A46" w:rsidRDefault="007B6A46" w:rsidP="007B6A46">
      <w:r>
        <w:t>121.2514</w:t>
      </w:r>
      <w:r>
        <w:tab/>
        <w:t>1.013e0</w:t>
      </w:r>
    </w:p>
    <w:p w:rsidR="007B6A46" w:rsidRDefault="007B6A46" w:rsidP="007B6A46">
      <w:r>
        <w:t>121.2748</w:t>
      </w:r>
      <w:r>
        <w:tab/>
        <w:t>1.013e0</w:t>
      </w:r>
    </w:p>
    <w:p w:rsidR="007B6A46" w:rsidRDefault="007B6A46" w:rsidP="007B6A46">
      <w:r>
        <w:t>121.2823</w:t>
      </w:r>
      <w:r>
        <w:tab/>
        <w:t>3.038e0</w:t>
      </w:r>
    </w:p>
    <w:p w:rsidR="007B6A46" w:rsidRDefault="007B6A46" w:rsidP="007B6A46">
      <w:r>
        <w:t>121.2922</w:t>
      </w:r>
      <w:r>
        <w:tab/>
        <w:t>1.013e0</w:t>
      </w:r>
    </w:p>
    <w:p w:rsidR="007B6A46" w:rsidRDefault="007B6A46" w:rsidP="007B6A46">
      <w:r>
        <w:t>121.2945</w:t>
      </w:r>
      <w:r>
        <w:tab/>
        <w:t>4.051e0</w:t>
      </w:r>
    </w:p>
    <w:p w:rsidR="007B6A46" w:rsidRDefault="007B6A46" w:rsidP="007B6A46">
      <w:r>
        <w:t>121.2985</w:t>
      </w:r>
      <w:r>
        <w:tab/>
        <w:t>4.051e0</w:t>
      </w:r>
    </w:p>
    <w:p w:rsidR="007B6A46" w:rsidRDefault="007B6A46" w:rsidP="007B6A46">
      <w:r>
        <w:t>121.3130</w:t>
      </w:r>
      <w:r>
        <w:tab/>
        <w:t>1.013e0</w:t>
      </w:r>
    </w:p>
    <w:p w:rsidR="007B6A46" w:rsidRDefault="007B6A46" w:rsidP="007B6A46">
      <w:r>
        <w:t>121.3321</w:t>
      </w:r>
      <w:r>
        <w:tab/>
        <w:t>2.025e0</w:t>
      </w:r>
    </w:p>
    <w:p w:rsidR="007B6A46" w:rsidRDefault="007B6A46" w:rsidP="007B6A46">
      <w:r>
        <w:t>121.3335</w:t>
      </w:r>
      <w:r>
        <w:tab/>
        <w:t>1.013e0</w:t>
      </w:r>
    </w:p>
    <w:p w:rsidR="007B6A46" w:rsidRDefault="007B6A46" w:rsidP="007B6A46">
      <w:r>
        <w:t>121.3363</w:t>
      </w:r>
      <w:r>
        <w:tab/>
        <w:t>3.038e0</w:t>
      </w:r>
    </w:p>
    <w:p w:rsidR="007B6A46" w:rsidRDefault="007B6A46" w:rsidP="007B6A46">
      <w:r>
        <w:t>121.3423</w:t>
      </w:r>
      <w:r>
        <w:tab/>
        <w:t>1.013e0</w:t>
      </w:r>
    </w:p>
    <w:p w:rsidR="007B6A46" w:rsidRDefault="007B6A46" w:rsidP="007B6A46">
      <w:r>
        <w:t>121.3526</w:t>
      </w:r>
      <w:r>
        <w:tab/>
        <w:t>2.025e0</w:t>
      </w:r>
    </w:p>
    <w:p w:rsidR="007B6A46" w:rsidRDefault="007B6A46" w:rsidP="007B6A46">
      <w:r>
        <w:t>121.3540</w:t>
      </w:r>
      <w:r>
        <w:tab/>
        <w:t>1.013e0</w:t>
      </w:r>
    </w:p>
    <w:p w:rsidR="007B6A46" w:rsidRDefault="007B6A46" w:rsidP="007B6A46">
      <w:r>
        <w:t>121.3774</w:t>
      </w:r>
      <w:r>
        <w:tab/>
        <w:t>1.013e0</w:t>
      </w:r>
    </w:p>
    <w:p w:rsidR="007B6A46" w:rsidRDefault="007B6A46" w:rsidP="007B6A46">
      <w:r>
        <w:t>121.3806</w:t>
      </w:r>
      <w:r>
        <w:tab/>
        <w:t>1.013e0</w:t>
      </w:r>
    </w:p>
    <w:p w:rsidR="007B6A46" w:rsidRDefault="007B6A46" w:rsidP="007B6A46">
      <w:r>
        <w:lastRenderedPageBreak/>
        <w:t>121.3950</w:t>
      </w:r>
      <w:r>
        <w:tab/>
        <w:t>2.025e0</w:t>
      </w:r>
    </w:p>
    <w:p w:rsidR="007B6A46" w:rsidRDefault="007B6A46" w:rsidP="007B6A46">
      <w:r>
        <w:t>121.3979</w:t>
      </w:r>
      <w:r>
        <w:tab/>
        <w:t>1.013e0</w:t>
      </w:r>
    </w:p>
    <w:p w:rsidR="007B6A46" w:rsidRDefault="007B6A46" w:rsidP="007B6A46">
      <w:r>
        <w:t>121.4009</w:t>
      </w:r>
      <w:r>
        <w:tab/>
        <w:t>1.013e0</w:t>
      </w:r>
    </w:p>
    <w:p w:rsidR="007B6A46" w:rsidRDefault="007B6A46" w:rsidP="007B6A46">
      <w:r>
        <w:t>121.4156</w:t>
      </w:r>
      <w:r>
        <w:tab/>
        <w:t>1.013e0</w:t>
      </w:r>
    </w:p>
    <w:p w:rsidR="007B6A46" w:rsidRDefault="007B6A46" w:rsidP="007B6A46">
      <w:r>
        <w:t>121.4184</w:t>
      </w:r>
      <w:r>
        <w:tab/>
        <w:t>1.013e0</w:t>
      </w:r>
    </w:p>
    <w:p w:rsidR="007B6A46" w:rsidRDefault="007B6A46" w:rsidP="007B6A46">
      <w:r>
        <w:t>121.4301</w:t>
      </w:r>
      <w:r>
        <w:tab/>
        <w:t>2.025e0</w:t>
      </w:r>
    </w:p>
    <w:p w:rsidR="007B6A46" w:rsidRDefault="007B6A46" w:rsidP="007B6A46">
      <w:r>
        <w:t>121.4452</w:t>
      </w:r>
      <w:r>
        <w:tab/>
        <w:t>1.013e0</w:t>
      </w:r>
    </w:p>
    <w:p w:rsidR="007B6A46" w:rsidRDefault="007B6A46" w:rsidP="007B6A46">
      <w:r>
        <w:t>121.4594</w:t>
      </w:r>
      <w:r>
        <w:tab/>
        <w:t>1.013e0</w:t>
      </w:r>
    </w:p>
    <w:p w:rsidR="007B6A46" w:rsidRDefault="007B6A46" w:rsidP="007B6A46">
      <w:r>
        <w:t>121.4626</w:t>
      </w:r>
      <w:r>
        <w:tab/>
        <w:t>1.013e0</w:t>
      </w:r>
    </w:p>
    <w:p w:rsidR="007B6A46" w:rsidRDefault="007B6A46" w:rsidP="007B6A46">
      <w:r>
        <w:t>121.4887</w:t>
      </w:r>
      <w:r>
        <w:tab/>
        <w:t>1.013e0</w:t>
      </w:r>
    </w:p>
    <w:p w:rsidR="007B6A46" w:rsidRDefault="007B6A46" w:rsidP="007B6A46">
      <w:r>
        <w:t>121.4977</w:t>
      </w:r>
      <w:r>
        <w:tab/>
        <w:t>1.013e0</w:t>
      </w:r>
    </w:p>
    <w:p w:rsidR="007B6A46" w:rsidRDefault="007B6A46" w:rsidP="007B6A46">
      <w:r>
        <w:t>121.5272</w:t>
      </w:r>
      <w:r>
        <w:tab/>
        <w:t>1.013e0</w:t>
      </w:r>
    </w:p>
    <w:p w:rsidR="007B6A46" w:rsidRDefault="007B6A46" w:rsidP="007B6A46">
      <w:r>
        <w:t>121.5296</w:t>
      </w:r>
      <w:r>
        <w:tab/>
        <w:t>1.013e0</w:t>
      </w:r>
    </w:p>
    <w:p w:rsidR="007B6A46" w:rsidRDefault="007B6A46" w:rsidP="007B6A46">
      <w:r>
        <w:t>121.5417</w:t>
      </w:r>
      <w:r>
        <w:tab/>
        <w:t>1.013e0</w:t>
      </w:r>
    </w:p>
    <w:p w:rsidR="007B6A46" w:rsidRDefault="007B6A46" w:rsidP="007B6A46">
      <w:r>
        <w:t>121.5651</w:t>
      </w:r>
      <w:r>
        <w:tab/>
        <w:t>1.013e0</w:t>
      </w:r>
    </w:p>
    <w:p w:rsidR="007B6A46" w:rsidRDefault="007B6A46" w:rsidP="007B6A46">
      <w:r>
        <w:t>121.5781</w:t>
      </w:r>
      <w:r>
        <w:tab/>
        <w:t>2.025e0</w:t>
      </w:r>
    </w:p>
    <w:p w:rsidR="007B6A46" w:rsidRDefault="007B6A46" w:rsidP="007B6A46">
      <w:r>
        <w:t>121.6001</w:t>
      </w:r>
      <w:r>
        <w:tab/>
        <w:t>1.013e0</w:t>
      </w:r>
    </w:p>
    <w:p w:rsidR="007B6A46" w:rsidRDefault="007B6A46" w:rsidP="007B6A46">
      <w:r>
        <w:t>121.6148</w:t>
      </w:r>
      <w:r>
        <w:tab/>
        <w:t>1.013e0</w:t>
      </w:r>
    </w:p>
    <w:p w:rsidR="007B6A46" w:rsidRDefault="007B6A46" w:rsidP="007B6A46">
      <w:r>
        <w:t>121.6178</w:t>
      </w:r>
      <w:r>
        <w:tab/>
        <w:t>1.013e0</w:t>
      </w:r>
    </w:p>
    <w:p w:rsidR="007B6A46" w:rsidRDefault="007B6A46" w:rsidP="007B6A46">
      <w:r>
        <w:lastRenderedPageBreak/>
        <w:t>121.6292</w:t>
      </w:r>
      <w:r>
        <w:tab/>
        <w:t>1.013e0</w:t>
      </w:r>
    </w:p>
    <w:p w:rsidR="007B6A46" w:rsidRDefault="007B6A46" w:rsidP="007B6A46">
      <w:r>
        <w:t>121.6321</w:t>
      </w:r>
      <w:r>
        <w:tab/>
        <w:t>1.013e0</w:t>
      </w:r>
    </w:p>
    <w:p w:rsidR="007B6A46" w:rsidRDefault="007B6A46" w:rsidP="007B6A46">
      <w:r>
        <w:t>121.6430</w:t>
      </w:r>
      <w:r>
        <w:tab/>
        <w:t>2.025e0</w:t>
      </w:r>
    </w:p>
    <w:p w:rsidR="007B6A46" w:rsidRDefault="007B6A46" w:rsidP="007B6A46">
      <w:r>
        <w:t>121.6442</w:t>
      </w:r>
      <w:r>
        <w:tab/>
        <w:t>1.013e0</w:t>
      </w:r>
    </w:p>
    <w:p w:rsidR="007B6A46" w:rsidRDefault="007B6A46" w:rsidP="007B6A46">
      <w:r>
        <w:t>121.6678</w:t>
      </w:r>
      <w:r>
        <w:tab/>
        <w:t>1.013e0</w:t>
      </w:r>
    </w:p>
    <w:p w:rsidR="007B6A46" w:rsidRDefault="007B6A46" w:rsidP="007B6A46">
      <w:r>
        <w:t>121.6701</w:t>
      </w:r>
      <w:r>
        <w:tab/>
        <w:t>1.013e0</w:t>
      </w:r>
    </w:p>
    <w:p w:rsidR="007B6A46" w:rsidRDefault="007B6A46" w:rsidP="007B6A46">
      <w:r>
        <w:t>121.6734</w:t>
      </w:r>
      <w:r>
        <w:tab/>
        <w:t>1.013e0</w:t>
      </w:r>
    </w:p>
    <w:p w:rsidR="007B6A46" w:rsidRDefault="007B6A46" w:rsidP="007B6A46">
      <w:r>
        <w:t>121.7085</w:t>
      </w:r>
      <w:r>
        <w:tab/>
        <w:t>1.013e0</w:t>
      </w:r>
    </w:p>
    <w:p w:rsidR="007B6A46" w:rsidRDefault="007B6A46" w:rsidP="007B6A46">
      <w:r>
        <w:t>121.7425</w:t>
      </w:r>
      <w:r>
        <w:tab/>
        <w:t>2.025e0</w:t>
      </w:r>
    </w:p>
    <w:p w:rsidR="007B6A46" w:rsidRDefault="007B6A46" w:rsidP="007B6A46">
      <w:r>
        <w:t>121.7647</w:t>
      </w:r>
      <w:r>
        <w:tab/>
        <w:t>2.025e0</w:t>
      </w:r>
    </w:p>
    <w:p w:rsidR="007B6A46" w:rsidRDefault="007B6A46" w:rsidP="007B6A46">
      <w:r>
        <w:t>121.7686</w:t>
      </w:r>
      <w:r>
        <w:tab/>
        <w:t>2.025e0</w:t>
      </w:r>
    </w:p>
    <w:p w:rsidR="007B6A46" w:rsidRDefault="007B6A46" w:rsidP="007B6A46">
      <w:r>
        <w:t>121.7761</w:t>
      </w:r>
      <w:r>
        <w:tab/>
        <w:t>1.013e0</w:t>
      </w:r>
    </w:p>
    <w:p w:rsidR="007B6A46" w:rsidRDefault="007B6A46" w:rsidP="007B6A46">
      <w:r>
        <w:t>121.7791</w:t>
      </w:r>
      <w:r>
        <w:tab/>
        <w:t>1.013e0</w:t>
      </w:r>
    </w:p>
    <w:p w:rsidR="007B6A46" w:rsidRDefault="007B6A46" w:rsidP="007B6A46">
      <w:r>
        <w:t>121.7852</w:t>
      </w:r>
      <w:r>
        <w:tab/>
        <w:t>1.013e0</w:t>
      </w:r>
    </w:p>
    <w:p w:rsidR="007B6A46" w:rsidRDefault="007B6A46" w:rsidP="007B6A46">
      <w:r>
        <w:t>121.7965</w:t>
      </w:r>
      <w:r>
        <w:tab/>
        <w:t>1.013e0</w:t>
      </w:r>
    </w:p>
    <w:p w:rsidR="007B6A46" w:rsidRDefault="007B6A46" w:rsidP="007B6A46">
      <w:r>
        <w:t>121.8172</w:t>
      </w:r>
      <w:r>
        <w:tab/>
        <w:t>1.013e0</w:t>
      </w:r>
    </w:p>
    <w:p w:rsidR="007B6A46" w:rsidRDefault="007B6A46" w:rsidP="007B6A46">
      <w:r>
        <w:t>121.8315</w:t>
      </w:r>
      <w:r>
        <w:tab/>
        <w:t>1.013e0</w:t>
      </w:r>
    </w:p>
    <w:p w:rsidR="007B6A46" w:rsidRDefault="007B6A46" w:rsidP="007B6A46">
      <w:r>
        <w:t>121.8673</w:t>
      </w:r>
      <w:r>
        <w:tab/>
        <w:t>1.013e0</w:t>
      </w:r>
    </w:p>
    <w:p w:rsidR="007B6A46" w:rsidRDefault="007B6A46" w:rsidP="007B6A46">
      <w:r>
        <w:t>121.8697</w:t>
      </w:r>
      <w:r>
        <w:tab/>
        <w:t>1.013e0</w:t>
      </w:r>
    </w:p>
    <w:p w:rsidR="007B6A46" w:rsidRDefault="007B6A46" w:rsidP="007B6A46">
      <w:r>
        <w:lastRenderedPageBreak/>
        <w:t>121.9009</w:t>
      </w:r>
      <w:r>
        <w:tab/>
        <w:t>2.025e0</w:t>
      </w:r>
    </w:p>
    <w:p w:rsidR="007B6A46" w:rsidRDefault="007B6A46" w:rsidP="007B6A46">
      <w:r>
        <w:t>121.9106</w:t>
      </w:r>
      <w:r>
        <w:tab/>
        <w:t>1.013e0</w:t>
      </w:r>
    </w:p>
    <w:p w:rsidR="007B6A46" w:rsidRDefault="007B6A46" w:rsidP="007B6A46">
      <w:r>
        <w:t>121.9260</w:t>
      </w:r>
      <w:r>
        <w:tab/>
        <w:t>1.013e0</w:t>
      </w:r>
    </w:p>
    <w:p w:rsidR="007B6A46" w:rsidRDefault="007B6A46" w:rsidP="007B6A46">
      <w:r>
        <w:t>121.9533</w:t>
      </w:r>
      <w:r>
        <w:tab/>
        <w:t>2.025e0</w:t>
      </w:r>
    </w:p>
    <w:p w:rsidR="007B6A46" w:rsidRDefault="007B6A46" w:rsidP="007B6A46">
      <w:r>
        <w:t>121.9641</w:t>
      </w:r>
      <w:r>
        <w:tab/>
        <w:t>1.013e0</w:t>
      </w:r>
    </w:p>
    <w:p w:rsidR="007B6A46" w:rsidRDefault="007B6A46" w:rsidP="007B6A46">
      <w:r>
        <w:t>122.0226</w:t>
      </w:r>
      <w:r>
        <w:tab/>
        <w:t>2.025e0</w:t>
      </w:r>
    </w:p>
    <w:p w:rsidR="007B6A46" w:rsidRDefault="007B6A46" w:rsidP="007B6A46">
      <w:r>
        <w:t>122.0441</w:t>
      </w:r>
      <w:r>
        <w:tab/>
        <w:t>2.524e1</w:t>
      </w:r>
    </w:p>
    <w:p w:rsidR="007B6A46" w:rsidRDefault="007B6A46" w:rsidP="007B6A46">
      <w:r>
        <w:t>122.0463</w:t>
      </w:r>
      <w:r>
        <w:tab/>
        <w:t>8.557e1</w:t>
      </w:r>
    </w:p>
    <w:p w:rsidR="007B6A46" w:rsidRDefault="007B6A46" w:rsidP="007B6A46">
      <w:r>
        <w:t>122.0491</w:t>
      </w:r>
      <w:r>
        <w:tab/>
        <w:t>1.620e1</w:t>
      </w:r>
    </w:p>
    <w:p w:rsidR="007B6A46" w:rsidRDefault="007B6A46" w:rsidP="007B6A46">
      <w:r>
        <w:t>122.0632</w:t>
      </w:r>
      <w:r>
        <w:tab/>
        <w:t>7.503e0</w:t>
      </w:r>
    </w:p>
    <w:p w:rsidR="007B6A46" w:rsidRDefault="007B6A46" w:rsidP="007B6A46">
      <w:r>
        <w:t>122.0980</w:t>
      </w:r>
      <w:r>
        <w:tab/>
        <w:t>3.038e2</w:t>
      </w:r>
    </w:p>
    <w:p w:rsidR="007B6A46" w:rsidRDefault="007B6A46" w:rsidP="007B6A46">
      <w:r>
        <w:t>122.1208</w:t>
      </w:r>
      <w:r>
        <w:tab/>
        <w:t>2.025e0</w:t>
      </w:r>
    </w:p>
    <w:p w:rsidR="007B6A46" w:rsidRDefault="007B6A46" w:rsidP="007B6A46">
      <w:r>
        <w:t>122.1369</w:t>
      </w:r>
      <w:r>
        <w:tab/>
        <w:t>1.013e0</w:t>
      </w:r>
    </w:p>
    <w:p w:rsidR="007B6A46" w:rsidRDefault="007B6A46" w:rsidP="007B6A46">
      <w:r>
        <w:t>122.1399</w:t>
      </w:r>
      <w:r>
        <w:tab/>
        <w:t>1.013e0</w:t>
      </w:r>
    </w:p>
    <w:p w:rsidR="007B6A46" w:rsidRDefault="007B6A46" w:rsidP="007B6A46">
      <w:r>
        <w:t>122.1431</w:t>
      </w:r>
      <w:r>
        <w:tab/>
        <w:t>1.013e0</w:t>
      </w:r>
    </w:p>
    <w:p w:rsidR="007B6A46" w:rsidRDefault="007B6A46" w:rsidP="007B6A46">
      <w:r>
        <w:t>122.1605</w:t>
      </w:r>
      <w:r>
        <w:tab/>
        <w:t>3.038e0</w:t>
      </w:r>
    </w:p>
    <w:p w:rsidR="007B6A46" w:rsidRDefault="007B6A46" w:rsidP="007B6A46">
      <w:r>
        <w:t>122.1636</w:t>
      </w:r>
      <w:r>
        <w:tab/>
        <w:t>3.038e0</w:t>
      </w:r>
    </w:p>
    <w:p w:rsidR="007B6A46" w:rsidRDefault="007B6A46" w:rsidP="007B6A46">
      <w:r>
        <w:t>122.1782</w:t>
      </w:r>
      <w:r>
        <w:tab/>
        <w:t>2.025e0</w:t>
      </w:r>
    </w:p>
    <w:p w:rsidR="007B6A46" w:rsidRDefault="007B6A46" w:rsidP="007B6A46">
      <w:r>
        <w:t>122.1956</w:t>
      </w:r>
      <w:r>
        <w:tab/>
        <w:t>2.025e0</w:t>
      </w:r>
    </w:p>
    <w:p w:rsidR="007B6A46" w:rsidRDefault="007B6A46" w:rsidP="007B6A46">
      <w:r>
        <w:lastRenderedPageBreak/>
        <w:t>122.2079</w:t>
      </w:r>
      <w:r>
        <w:tab/>
        <w:t>1.013e0</w:t>
      </w:r>
    </w:p>
    <w:p w:rsidR="007B6A46" w:rsidRDefault="007B6A46" w:rsidP="007B6A46">
      <w:r>
        <w:t>122.2143</w:t>
      </w:r>
      <w:r>
        <w:tab/>
        <w:t>3.038e0</w:t>
      </w:r>
    </w:p>
    <w:p w:rsidR="007B6A46" w:rsidRDefault="007B6A46" w:rsidP="007B6A46">
      <w:r>
        <w:t>122.2367</w:t>
      </w:r>
      <w:r>
        <w:tab/>
        <w:t>1.013e0</w:t>
      </w:r>
    </w:p>
    <w:p w:rsidR="007B6A46" w:rsidRDefault="007B6A46" w:rsidP="007B6A46">
      <w:r>
        <w:t>122.2408</w:t>
      </w:r>
      <w:r>
        <w:tab/>
        <w:t>3.038e0</w:t>
      </w:r>
    </w:p>
    <w:p w:rsidR="007B6A46" w:rsidRDefault="007B6A46" w:rsidP="007B6A46">
      <w:r>
        <w:t>122.2560</w:t>
      </w:r>
      <w:r>
        <w:tab/>
        <w:t>2.025e0</w:t>
      </w:r>
    </w:p>
    <w:p w:rsidR="007B6A46" w:rsidRDefault="007B6A46" w:rsidP="007B6A46">
      <w:r>
        <w:t>122.2748</w:t>
      </w:r>
      <w:r>
        <w:tab/>
        <w:t>1.013e0</w:t>
      </w:r>
    </w:p>
    <w:p w:rsidR="007B6A46" w:rsidRDefault="007B6A46" w:rsidP="007B6A46">
      <w:r>
        <w:t>122.2781</w:t>
      </w:r>
      <w:r>
        <w:tab/>
        <w:t>1.013e0</w:t>
      </w:r>
    </w:p>
    <w:p w:rsidR="007B6A46" w:rsidRDefault="007B6A46" w:rsidP="007B6A46">
      <w:r>
        <w:t>122.2849</w:t>
      </w:r>
      <w:r>
        <w:tab/>
        <w:t>3.038e0</w:t>
      </w:r>
    </w:p>
    <w:p w:rsidR="007B6A46" w:rsidRDefault="007B6A46" w:rsidP="007B6A46">
      <w:r>
        <w:t>122.2871</w:t>
      </w:r>
      <w:r>
        <w:tab/>
        <w:t>1.013e0</w:t>
      </w:r>
    </w:p>
    <w:p w:rsidR="007B6A46" w:rsidRDefault="007B6A46" w:rsidP="007B6A46">
      <w:r>
        <w:t>122.3015</w:t>
      </w:r>
      <w:r>
        <w:tab/>
        <w:t>1.013e0</w:t>
      </w:r>
    </w:p>
    <w:p w:rsidR="007B6A46" w:rsidRDefault="007B6A46" w:rsidP="007B6A46">
      <w:r>
        <w:t>122.3077</w:t>
      </w:r>
      <w:r>
        <w:tab/>
        <w:t>3.038e0</w:t>
      </w:r>
    </w:p>
    <w:p w:rsidR="007B6A46" w:rsidRDefault="007B6A46" w:rsidP="007B6A46">
      <w:r>
        <w:t>122.3337</w:t>
      </w:r>
      <w:r>
        <w:tab/>
        <w:t>1.013e0</w:t>
      </w:r>
    </w:p>
    <w:p w:rsidR="007B6A46" w:rsidRDefault="007B6A46" w:rsidP="007B6A46">
      <w:r>
        <w:t>122.3487</w:t>
      </w:r>
      <w:r>
        <w:tab/>
        <w:t>2.025e0</w:t>
      </w:r>
    </w:p>
    <w:p w:rsidR="007B6A46" w:rsidRDefault="007B6A46" w:rsidP="007B6A46">
      <w:r>
        <w:t>122.3545</w:t>
      </w:r>
      <w:r>
        <w:tab/>
        <w:t>2.025e0</w:t>
      </w:r>
    </w:p>
    <w:p w:rsidR="007B6A46" w:rsidRDefault="007B6A46" w:rsidP="007B6A46">
      <w:r>
        <w:t>122.3574</w:t>
      </w:r>
      <w:r>
        <w:tab/>
        <w:t>1.013e0</w:t>
      </w:r>
    </w:p>
    <w:p w:rsidR="007B6A46" w:rsidRDefault="007B6A46" w:rsidP="007B6A46">
      <w:r>
        <w:t>122.3662</w:t>
      </w:r>
      <w:r>
        <w:tab/>
        <w:t>1.013e0</w:t>
      </w:r>
    </w:p>
    <w:p w:rsidR="007B6A46" w:rsidRDefault="007B6A46" w:rsidP="007B6A46">
      <w:r>
        <w:t>122.3678</w:t>
      </w:r>
      <w:r>
        <w:tab/>
        <w:t>2.025e0</w:t>
      </w:r>
    </w:p>
    <w:p w:rsidR="007B6A46" w:rsidRDefault="007B6A46" w:rsidP="007B6A46">
      <w:r>
        <w:t>122.3780</w:t>
      </w:r>
      <w:r>
        <w:tab/>
        <w:t>1.013e0</w:t>
      </w:r>
    </w:p>
    <w:p w:rsidR="007B6A46" w:rsidRDefault="007B6A46" w:rsidP="007B6A46">
      <w:r>
        <w:t>122.3868</w:t>
      </w:r>
      <w:r>
        <w:tab/>
        <w:t>1.013e0</w:t>
      </w:r>
    </w:p>
    <w:p w:rsidR="007B6A46" w:rsidRDefault="007B6A46" w:rsidP="007B6A46">
      <w:r>
        <w:lastRenderedPageBreak/>
        <w:t>122.3899</w:t>
      </w:r>
      <w:r>
        <w:tab/>
        <w:t>1.013e0</w:t>
      </w:r>
    </w:p>
    <w:p w:rsidR="007B6A46" w:rsidRDefault="007B6A46" w:rsidP="007B6A46">
      <w:r>
        <w:t>122.4046</w:t>
      </w:r>
      <w:r>
        <w:tab/>
        <w:t>2.025e0</w:t>
      </w:r>
    </w:p>
    <w:p w:rsidR="007B6A46" w:rsidRDefault="007B6A46" w:rsidP="007B6A46">
      <w:r>
        <w:t>122.4074</w:t>
      </w:r>
      <w:r>
        <w:tab/>
        <w:t>1.013e0</w:t>
      </w:r>
    </w:p>
    <w:p w:rsidR="007B6A46" w:rsidRDefault="007B6A46" w:rsidP="007B6A46">
      <w:r>
        <w:t>122.4120</w:t>
      </w:r>
      <w:r>
        <w:tab/>
        <w:t>3.038e0</w:t>
      </w:r>
    </w:p>
    <w:p w:rsidR="007B6A46" w:rsidRDefault="007B6A46" w:rsidP="007B6A46">
      <w:r>
        <w:t>122.4160</w:t>
      </w:r>
      <w:r>
        <w:tab/>
        <w:t>2.025e0</w:t>
      </w:r>
    </w:p>
    <w:p w:rsidR="007B6A46" w:rsidRDefault="007B6A46" w:rsidP="007B6A46">
      <w:r>
        <w:t>122.4282</w:t>
      </w:r>
      <w:r>
        <w:tab/>
        <w:t>1.013e0</w:t>
      </w:r>
    </w:p>
    <w:p w:rsidR="007B6A46" w:rsidRDefault="007B6A46" w:rsidP="007B6A46">
      <w:r>
        <w:t>122.4311</w:t>
      </w:r>
      <w:r>
        <w:tab/>
        <w:t>1.013e0</w:t>
      </w:r>
    </w:p>
    <w:p w:rsidR="007B6A46" w:rsidRDefault="007B6A46" w:rsidP="007B6A46">
      <w:r>
        <w:t>122.4458</w:t>
      </w:r>
      <w:r>
        <w:tab/>
        <w:t>1.013e0</w:t>
      </w:r>
    </w:p>
    <w:p w:rsidR="007B6A46" w:rsidRDefault="007B6A46" w:rsidP="007B6A46">
      <w:r>
        <w:t>122.4572</w:t>
      </w:r>
      <w:r>
        <w:tab/>
        <w:t>1.013e0</w:t>
      </w:r>
    </w:p>
    <w:p w:rsidR="007B6A46" w:rsidRDefault="007B6A46" w:rsidP="007B6A46">
      <w:r>
        <w:t>122.4602</w:t>
      </w:r>
      <w:r>
        <w:tab/>
        <w:t>1.013e0</w:t>
      </w:r>
    </w:p>
    <w:p w:rsidR="007B6A46" w:rsidRDefault="007B6A46" w:rsidP="007B6A46">
      <w:r>
        <w:t>122.4693</w:t>
      </w:r>
      <w:r>
        <w:tab/>
        <w:t>2.025e0</w:t>
      </w:r>
    </w:p>
    <w:p w:rsidR="007B6A46" w:rsidRDefault="007B6A46" w:rsidP="007B6A46">
      <w:r>
        <w:t>122.4870</w:t>
      </w:r>
      <w:r>
        <w:tab/>
        <w:t>1.013e0</w:t>
      </w:r>
    </w:p>
    <w:p w:rsidR="007B6A46" w:rsidRDefault="007B6A46" w:rsidP="007B6A46">
      <w:r>
        <w:t>122.4930</w:t>
      </w:r>
      <w:r>
        <w:tab/>
        <w:t>2.025e0</w:t>
      </w:r>
    </w:p>
    <w:p w:rsidR="007B6A46" w:rsidRDefault="007B6A46" w:rsidP="007B6A46">
      <w:r>
        <w:t>122.4956</w:t>
      </w:r>
      <w:r>
        <w:tab/>
        <w:t>1.013e0</w:t>
      </w:r>
    </w:p>
    <w:p w:rsidR="007B6A46" w:rsidRDefault="007B6A46" w:rsidP="007B6A46">
      <w:r>
        <w:t>122.5076</w:t>
      </w:r>
      <w:r>
        <w:tab/>
        <w:t>1.013e0</w:t>
      </w:r>
    </w:p>
    <w:p w:rsidR="007B6A46" w:rsidRDefault="007B6A46" w:rsidP="007B6A46">
      <w:r>
        <w:t>122.5150</w:t>
      </w:r>
      <w:r>
        <w:tab/>
        <w:t>2.025e0</w:t>
      </w:r>
    </w:p>
    <w:p w:rsidR="007B6A46" w:rsidRDefault="007B6A46" w:rsidP="007B6A46">
      <w:r>
        <w:t>122.5221</w:t>
      </w:r>
      <w:r>
        <w:tab/>
        <w:t>2.025e0</w:t>
      </w:r>
    </w:p>
    <w:p w:rsidR="007B6A46" w:rsidRDefault="007B6A46" w:rsidP="007B6A46">
      <w:r>
        <w:t>122.5395</w:t>
      </w:r>
      <w:r>
        <w:tab/>
        <w:t>3.038e0</w:t>
      </w:r>
    </w:p>
    <w:p w:rsidR="007B6A46" w:rsidRDefault="007B6A46" w:rsidP="007B6A46">
      <w:r>
        <w:t>122.5462</w:t>
      </w:r>
      <w:r>
        <w:tab/>
        <w:t>4.051e0</w:t>
      </w:r>
    </w:p>
    <w:p w:rsidR="007B6A46" w:rsidRDefault="007B6A46" w:rsidP="007B6A46">
      <w:r>
        <w:lastRenderedPageBreak/>
        <w:t>122.5488</w:t>
      </w:r>
      <w:r>
        <w:tab/>
        <w:t>6.076e0</w:t>
      </w:r>
    </w:p>
    <w:p w:rsidR="007B6A46" w:rsidRDefault="007B6A46" w:rsidP="007B6A46">
      <w:r>
        <w:t>122.5516</w:t>
      </w:r>
      <w:r>
        <w:tab/>
        <w:t>1.013e0</w:t>
      </w:r>
    </w:p>
    <w:p w:rsidR="007B6A46" w:rsidRDefault="007B6A46" w:rsidP="007B6A46">
      <w:r>
        <w:t>122.5547</w:t>
      </w:r>
      <w:r>
        <w:tab/>
        <w:t>2.025e0</w:t>
      </w:r>
    </w:p>
    <w:p w:rsidR="007B6A46" w:rsidRDefault="007B6A46" w:rsidP="007B6A46">
      <w:r>
        <w:t>122.5838</w:t>
      </w:r>
      <w:r>
        <w:tab/>
        <w:t>1.013e0</w:t>
      </w:r>
    </w:p>
    <w:p w:rsidR="007B6A46" w:rsidRDefault="007B6A46" w:rsidP="007B6A46">
      <w:r>
        <w:t>122.5916</w:t>
      </w:r>
      <w:r>
        <w:tab/>
        <w:t>2.025e0</w:t>
      </w:r>
    </w:p>
    <w:p w:rsidR="007B6A46" w:rsidRDefault="007B6A46" w:rsidP="007B6A46">
      <w:r>
        <w:t>122.5984</w:t>
      </w:r>
      <w:r>
        <w:tab/>
        <w:t>1.013e0</w:t>
      </w:r>
    </w:p>
    <w:p w:rsidR="007B6A46" w:rsidRDefault="007B6A46" w:rsidP="007B6A46">
      <w:r>
        <w:t>122.6398</w:t>
      </w:r>
      <w:r>
        <w:tab/>
        <w:t>1.013e0</w:t>
      </w:r>
    </w:p>
    <w:p w:rsidR="007B6A46" w:rsidRDefault="007B6A46" w:rsidP="007B6A46">
      <w:r>
        <w:t>122.6548</w:t>
      </w:r>
      <w:r>
        <w:tab/>
        <w:t>1.013e0</w:t>
      </w:r>
    </w:p>
    <w:p w:rsidR="007B6A46" w:rsidRDefault="007B6A46" w:rsidP="007B6A46">
      <w:r>
        <w:t>122.6664</w:t>
      </w:r>
      <w:r>
        <w:tab/>
        <w:t>1.013e0</w:t>
      </w:r>
    </w:p>
    <w:p w:rsidR="007B6A46" w:rsidRDefault="007B6A46" w:rsidP="007B6A46">
      <w:r>
        <w:t>122.6722</w:t>
      </w:r>
      <w:r>
        <w:tab/>
        <w:t>1.013e0</w:t>
      </w:r>
    </w:p>
    <w:p w:rsidR="007B6A46" w:rsidRDefault="007B6A46" w:rsidP="007B6A46">
      <w:r>
        <w:t>122.6755</w:t>
      </w:r>
      <w:r>
        <w:tab/>
        <w:t>1.013e0</w:t>
      </w:r>
    </w:p>
    <w:p w:rsidR="007B6A46" w:rsidRDefault="007B6A46" w:rsidP="007B6A46">
      <w:r>
        <w:t>122.6959</w:t>
      </w:r>
      <w:r>
        <w:tab/>
        <w:t>1.013e0</w:t>
      </w:r>
    </w:p>
    <w:p w:rsidR="007B6A46" w:rsidRDefault="007B6A46" w:rsidP="007B6A46">
      <w:r>
        <w:t>122.7151</w:t>
      </w:r>
      <w:r>
        <w:tab/>
        <w:t>2.025e0</w:t>
      </w:r>
    </w:p>
    <w:p w:rsidR="007B6A46" w:rsidRDefault="007B6A46" w:rsidP="007B6A46">
      <w:r>
        <w:t>122.7280</w:t>
      </w:r>
      <w:r>
        <w:tab/>
        <w:t>1.013e0</w:t>
      </w:r>
    </w:p>
    <w:p w:rsidR="007B6A46" w:rsidRDefault="007B6A46" w:rsidP="007B6A46">
      <w:r>
        <w:t>122.7371</w:t>
      </w:r>
      <w:r>
        <w:tab/>
        <w:t>1.013e0</w:t>
      </w:r>
    </w:p>
    <w:p w:rsidR="007B6A46" w:rsidRDefault="007B6A46" w:rsidP="007B6A46">
      <w:r>
        <w:t>122.7428</w:t>
      </w:r>
      <w:r>
        <w:tab/>
        <w:t>2.025e0</w:t>
      </w:r>
    </w:p>
    <w:p w:rsidR="007B6A46" w:rsidRDefault="007B6A46" w:rsidP="007B6A46">
      <w:r>
        <w:t>122.7488</w:t>
      </w:r>
      <w:r>
        <w:tab/>
        <w:t>1.013e0</w:t>
      </w:r>
    </w:p>
    <w:p w:rsidR="007B6A46" w:rsidRDefault="007B6A46" w:rsidP="007B6A46">
      <w:r>
        <w:t>122.7606</w:t>
      </w:r>
      <w:r>
        <w:tab/>
        <w:t>1.013e0</w:t>
      </w:r>
    </w:p>
    <w:p w:rsidR="007B6A46" w:rsidRDefault="007B6A46" w:rsidP="007B6A46">
      <w:r>
        <w:t>122.7814</w:t>
      </w:r>
      <w:r>
        <w:tab/>
        <w:t>3.038e0</w:t>
      </w:r>
    </w:p>
    <w:p w:rsidR="007B6A46" w:rsidRDefault="007B6A46" w:rsidP="007B6A46">
      <w:r>
        <w:lastRenderedPageBreak/>
        <w:t>122.7870</w:t>
      </w:r>
      <w:r>
        <w:tab/>
        <w:t>1.013e0</w:t>
      </w:r>
    </w:p>
    <w:p w:rsidR="007B6A46" w:rsidRDefault="007B6A46" w:rsidP="007B6A46">
      <w:r>
        <w:t>122.7944</w:t>
      </w:r>
      <w:r>
        <w:tab/>
        <w:t>2.025e0</w:t>
      </w:r>
    </w:p>
    <w:p w:rsidR="007B6A46" w:rsidRDefault="007B6A46" w:rsidP="007B6A46">
      <w:r>
        <w:t>122.8107</w:t>
      </w:r>
      <w:r>
        <w:tab/>
        <w:t>1.013e0</w:t>
      </w:r>
    </w:p>
    <w:p w:rsidR="007B6A46" w:rsidRDefault="007B6A46" w:rsidP="007B6A46">
      <w:r>
        <w:t>122.8341</w:t>
      </w:r>
      <w:r>
        <w:tab/>
        <w:t>1.013e0</w:t>
      </w:r>
    </w:p>
    <w:p w:rsidR="007B6A46" w:rsidRDefault="007B6A46" w:rsidP="007B6A46">
      <w:r>
        <w:t>122.8784</w:t>
      </w:r>
      <w:r>
        <w:tab/>
        <w:t>1.013e0</w:t>
      </w:r>
    </w:p>
    <w:p w:rsidR="007B6A46" w:rsidRDefault="007B6A46" w:rsidP="007B6A46">
      <w:r>
        <w:t>122.8844</w:t>
      </w:r>
      <w:r>
        <w:tab/>
        <w:t>1.013e0</w:t>
      </w:r>
    </w:p>
    <w:p w:rsidR="007B6A46" w:rsidRDefault="007B6A46" w:rsidP="007B6A46">
      <w:r>
        <w:t>122.9048</w:t>
      </w:r>
      <w:r>
        <w:tab/>
        <w:t>1.013e0</w:t>
      </w:r>
    </w:p>
    <w:p w:rsidR="007B6A46" w:rsidRDefault="007B6A46" w:rsidP="007B6A46">
      <w:r>
        <w:t>122.9107</w:t>
      </w:r>
      <w:r>
        <w:tab/>
        <w:t>2.025e0</w:t>
      </w:r>
    </w:p>
    <w:p w:rsidR="007B6A46" w:rsidRDefault="007B6A46" w:rsidP="007B6A46">
      <w:r>
        <w:t>122.9229</w:t>
      </w:r>
      <w:r>
        <w:tab/>
        <w:t>1.013e0</w:t>
      </w:r>
    </w:p>
    <w:p w:rsidR="007B6A46" w:rsidRDefault="007B6A46" w:rsidP="007B6A46">
      <w:r>
        <w:t>122.9436</w:t>
      </w:r>
      <w:r>
        <w:tab/>
        <w:t>1.013e0</w:t>
      </w:r>
    </w:p>
    <w:p w:rsidR="007B6A46" w:rsidRDefault="007B6A46" w:rsidP="007B6A46">
      <w:r>
        <w:t>122.9461</w:t>
      </w:r>
      <w:r>
        <w:tab/>
        <w:t>1.013e0</w:t>
      </w:r>
    </w:p>
    <w:p w:rsidR="007B6A46" w:rsidRDefault="007B6A46" w:rsidP="007B6A46">
      <w:r>
        <w:t>122.9873</w:t>
      </w:r>
      <w:r>
        <w:tab/>
        <w:t>1.013e0</w:t>
      </w:r>
    </w:p>
    <w:p w:rsidR="007B6A46" w:rsidRDefault="007B6A46" w:rsidP="007B6A46">
      <w:r>
        <w:t>122.9931</w:t>
      </w:r>
      <w:r>
        <w:tab/>
        <w:t>1.013e0</w:t>
      </w:r>
    </w:p>
    <w:p w:rsidR="007B6A46" w:rsidRDefault="007B6A46" w:rsidP="007B6A46">
      <w:r>
        <w:t>123.0080</w:t>
      </w:r>
      <w:r>
        <w:tab/>
        <w:t>1.013e0</w:t>
      </w:r>
    </w:p>
    <w:p w:rsidR="007B6A46" w:rsidRDefault="007B6A46" w:rsidP="007B6A46">
      <w:r>
        <w:t>123.0344</w:t>
      </w:r>
      <w:r>
        <w:tab/>
        <w:t>1.013e0</w:t>
      </w:r>
    </w:p>
    <w:p w:rsidR="007B6A46" w:rsidRDefault="007B6A46" w:rsidP="007B6A46">
      <w:r>
        <w:t>123.0406</w:t>
      </w:r>
      <w:r>
        <w:tab/>
        <w:t>1.013e0</w:t>
      </w:r>
    </w:p>
    <w:p w:rsidR="007B6A46" w:rsidRDefault="007B6A46" w:rsidP="007B6A46">
      <w:r>
        <w:t>123.0463</w:t>
      </w:r>
      <w:r>
        <w:tab/>
        <w:t>3.038e0</w:t>
      </w:r>
    </w:p>
    <w:p w:rsidR="007B6A46" w:rsidRDefault="007B6A46" w:rsidP="007B6A46">
      <w:r>
        <w:t>123.0498</w:t>
      </w:r>
      <w:r>
        <w:tab/>
        <w:t>4.051e0</w:t>
      </w:r>
    </w:p>
    <w:p w:rsidR="007B6A46" w:rsidRDefault="007B6A46" w:rsidP="007B6A46">
      <w:r>
        <w:t>123.0544</w:t>
      </w:r>
      <w:r>
        <w:tab/>
        <w:t>3.360e0</w:t>
      </w:r>
    </w:p>
    <w:p w:rsidR="007B6A46" w:rsidRDefault="007B6A46" w:rsidP="007B6A46">
      <w:r>
        <w:lastRenderedPageBreak/>
        <w:t>123.0589</w:t>
      </w:r>
      <w:r>
        <w:tab/>
        <w:t>3.038e0</w:t>
      </w:r>
    </w:p>
    <w:p w:rsidR="007B6A46" w:rsidRDefault="007B6A46" w:rsidP="007B6A46">
      <w:r>
        <w:t>123.0610</w:t>
      </w:r>
      <w:r>
        <w:tab/>
        <w:t>3.038e0</w:t>
      </w:r>
    </w:p>
    <w:p w:rsidR="007B6A46" w:rsidRDefault="007B6A46" w:rsidP="007B6A46">
      <w:r>
        <w:t>123.0651</w:t>
      </w:r>
      <w:r>
        <w:tab/>
        <w:t>3.038e0</w:t>
      </w:r>
    </w:p>
    <w:p w:rsidR="007B6A46" w:rsidRDefault="007B6A46" w:rsidP="007B6A46">
      <w:r>
        <w:t>123.0727</w:t>
      </w:r>
      <w:r>
        <w:tab/>
        <w:t>1.013e0</w:t>
      </w:r>
    </w:p>
    <w:p w:rsidR="007B6A46" w:rsidRDefault="007B6A46" w:rsidP="007B6A46">
      <w:r>
        <w:t>123.0819</w:t>
      </w:r>
      <w:r>
        <w:tab/>
        <w:t>1.013e0</w:t>
      </w:r>
    </w:p>
    <w:p w:rsidR="007B6A46" w:rsidRDefault="007B6A46" w:rsidP="007B6A46">
      <w:r>
        <w:t>123.0954</w:t>
      </w:r>
      <w:r>
        <w:tab/>
        <w:t>1.215e1</w:t>
      </w:r>
    </w:p>
    <w:p w:rsidR="007B6A46" w:rsidRDefault="007B6A46" w:rsidP="007B6A46">
      <w:r>
        <w:t>123.1006</w:t>
      </w:r>
      <w:r>
        <w:tab/>
        <w:t>7.089e0</w:t>
      </w:r>
    </w:p>
    <w:p w:rsidR="007B6A46" w:rsidRDefault="007B6A46" w:rsidP="007B6A46">
      <w:r>
        <w:t>123.1025</w:t>
      </w:r>
      <w:r>
        <w:tab/>
        <w:t>1.620e1</w:t>
      </w:r>
    </w:p>
    <w:p w:rsidR="007B6A46" w:rsidRDefault="007B6A46" w:rsidP="007B6A46">
      <w:r>
        <w:t>123.1114</w:t>
      </w:r>
      <w:r>
        <w:tab/>
        <w:t>1.013e0</w:t>
      </w:r>
    </w:p>
    <w:p w:rsidR="007B6A46" w:rsidRDefault="007B6A46" w:rsidP="007B6A46">
      <w:r>
        <w:t>123.1202</w:t>
      </w:r>
      <w:r>
        <w:tab/>
        <w:t>1.013e0</w:t>
      </w:r>
    </w:p>
    <w:p w:rsidR="007B6A46" w:rsidRDefault="007B6A46" w:rsidP="007B6A46">
      <w:r>
        <w:t>123.1260</w:t>
      </w:r>
      <w:r>
        <w:tab/>
        <w:t>1.013e0</w:t>
      </w:r>
    </w:p>
    <w:p w:rsidR="007B6A46" w:rsidRDefault="007B6A46" w:rsidP="007B6A46">
      <w:r>
        <w:t>123.1468</w:t>
      </w:r>
      <w:r>
        <w:tab/>
        <w:t>1.013e0</w:t>
      </w:r>
    </w:p>
    <w:p w:rsidR="007B6A46" w:rsidRDefault="007B6A46" w:rsidP="007B6A46">
      <w:r>
        <w:t>123.1497</w:t>
      </w:r>
      <w:r>
        <w:tab/>
        <w:t>2.025e0</w:t>
      </w:r>
    </w:p>
    <w:p w:rsidR="007B6A46" w:rsidRDefault="007B6A46" w:rsidP="007B6A46">
      <w:r>
        <w:t>123.1851</w:t>
      </w:r>
      <w:r>
        <w:tab/>
        <w:t>1.013e0</w:t>
      </w:r>
    </w:p>
    <w:p w:rsidR="007B6A46" w:rsidRDefault="007B6A46" w:rsidP="007B6A46">
      <w:r>
        <w:t>123.1966</w:t>
      </w:r>
      <w:r>
        <w:tab/>
        <w:t>1.013e0</w:t>
      </w:r>
    </w:p>
    <w:p w:rsidR="007B6A46" w:rsidRDefault="007B6A46" w:rsidP="007B6A46">
      <w:r>
        <w:t>123.2232</w:t>
      </w:r>
      <w:r>
        <w:tab/>
        <w:t>3.038e0</w:t>
      </w:r>
    </w:p>
    <w:p w:rsidR="007B6A46" w:rsidRDefault="007B6A46" w:rsidP="007B6A46">
      <w:r>
        <w:t>123.2470</w:t>
      </w:r>
      <w:r>
        <w:tab/>
        <w:t>1.013e0</w:t>
      </w:r>
    </w:p>
    <w:p w:rsidR="007B6A46" w:rsidRDefault="007B6A46" w:rsidP="007B6A46">
      <w:r>
        <w:t>123.2558</w:t>
      </w:r>
      <w:r>
        <w:tab/>
        <w:t>2.025e0</w:t>
      </w:r>
    </w:p>
    <w:p w:rsidR="007B6A46" w:rsidRDefault="007B6A46" w:rsidP="007B6A46">
      <w:r>
        <w:t>123.2616</w:t>
      </w:r>
      <w:r>
        <w:tab/>
        <w:t>1.013e0</w:t>
      </w:r>
    </w:p>
    <w:p w:rsidR="007B6A46" w:rsidRDefault="007B6A46" w:rsidP="007B6A46">
      <w:r>
        <w:lastRenderedPageBreak/>
        <w:t>123.2705</w:t>
      </w:r>
      <w:r>
        <w:tab/>
        <w:t>1.013e0</w:t>
      </w:r>
    </w:p>
    <w:p w:rsidR="007B6A46" w:rsidRDefault="007B6A46" w:rsidP="007B6A46">
      <w:r>
        <w:t>123.2738</w:t>
      </w:r>
      <w:r>
        <w:tab/>
        <w:t>1.013e0</w:t>
      </w:r>
    </w:p>
    <w:p w:rsidR="007B6A46" w:rsidRDefault="007B6A46" w:rsidP="007B6A46">
      <w:r>
        <w:t>123.2792</w:t>
      </w:r>
      <w:r>
        <w:tab/>
        <w:t>1.013e0</w:t>
      </w:r>
    </w:p>
    <w:p w:rsidR="007B6A46" w:rsidRDefault="007B6A46" w:rsidP="007B6A46">
      <w:r>
        <w:t>123.3297</w:t>
      </w:r>
      <w:r>
        <w:tab/>
        <w:t>1.013e0</w:t>
      </w:r>
    </w:p>
    <w:p w:rsidR="007B6A46" w:rsidRDefault="007B6A46" w:rsidP="007B6A46">
      <w:r>
        <w:t>123.3441</w:t>
      </w:r>
      <w:r>
        <w:tab/>
        <w:t>1.013e0</w:t>
      </w:r>
    </w:p>
    <w:p w:rsidR="007B6A46" w:rsidRDefault="007B6A46" w:rsidP="007B6A46">
      <w:r>
        <w:t>123.3473</w:t>
      </w:r>
      <w:r>
        <w:tab/>
        <w:t>1.013e0</w:t>
      </w:r>
    </w:p>
    <w:p w:rsidR="007B6A46" w:rsidRDefault="007B6A46" w:rsidP="007B6A46">
      <w:r>
        <w:t>123.3856</w:t>
      </w:r>
      <w:r>
        <w:tab/>
        <w:t>1.013e0</w:t>
      </w:r>
    </w:p>
    <w:p w:rsidR="007B6A46" w:rsidRDefault="007B6A46" w:rsidP="007B6A46">
      <w:r>
        <w:t>123.3884</w:t>
      </w:r>
      <w:r>
        <w:tab/>
        <w:t>1.013e0</w:t>
      </w:r>
    </w:p>
    <w:p w:rsidR="007B6A46" w:rsidRDefault="007B6A46" w:rsidP="007B6A46">
      <w:r>
        <w:t>123.4298</w:t>
      </w:r>
      <w:r>
        <w:tab/>
        <w:t>1.013e0</w:t>
      </w:r>
    </w:p>
    <w:p w:rsidR="007B6A46" w:rsidRDefault="007B6A46" w:rsidP="007B6A46">
      <w:r>
        <w:t>123.4860</w:t>
      </w:r>
      <w:r>
        <w:tab/>
        <w:t>1.013e0</w:t>
      </w:r>
    </w:p>
    <w:p w:rsidR="007B6A46" w:rsidRDefault="007B6A46" w:rsidP="007B6A46">
      <w:r>
        <w:t>123.5331</w:t>
      </w:r>
      <w:r>
        <w:tab/>
        <w:t>1.013e0</w:t>
      </w:r>
    </w:p>
    <w:p w:rsidR="007B6A46" w:rsidRDefault="007B6A46" w:rsidP="007B6A46">
      <w:r>
        <w:t>123.5569</w:t>
      </w:r>
      <w:r>
        <w:tab/>
        <w:t>2.025e0</w:t>
      </w:r>
    </w:p>
    <w:p w:rsidR="007B6A46" w:rsidRDefault="007B6A46" w:rsidP="007B6A46">
      <w:r>
        <w:t>123.5662</w:t>
      </w:r>
      <w:r>
        <w:tab/>
        <w:t>1.013e0</w:t>
      </w:r>
    </w:p>
    <w:p w:rsidR="007B6A46" w:rsidRDefault="007B6A46" w:rsidP="007B6A46">
      <w:r>
        <w:t>123.5713</w:t>
      </w:r>
      <w:r>
        <w:tab/>
        <w:t>1.013e0</w:t>
      </w:r>
    </w:p>
    <w:p w:rsidR="007B6A46" w:rsidRDefault="007B6A46" w:rsidP="007B6A46">
      <w:r>
        <w:t>123.6044</w:t>
      </w:r>
      <w:r>
        <w:tab/>
        <w:t>1.013e0</w:t>
      </w:r>
    </w:p>
    <w:p w:rsidR="007B6A46" w:rsidRDefault="007B6A46" w:rsidP="007B6A46">
      <w:r>
        <w:t>123.6127</w:t>
      </w:r>
      <w:r>
        <w:tab/>
        <w:t>1.013e0</w:t>
      </w:r>
    </w:p>
    <w:p w:rsidR="007B6A46" w:rsidRDefault="007B6A46" w:rsidP="007B6A46">
      <w:r>
        <w:t>123.6282</w:t>
      </w:r>
      <w:r>
        <w:tab/>
        <w:t>1.013e0</w:t>
      </w:r>
    </w:p>
    <w:p w:rsidR="007B6A46" w:rsidRDefault="007B6A46" w:rsidP="007B6A46">
      <w:r>
        <w:t>123.6722</w:t>
      </w:r>
      <w:r>
        <w:tab/>
        <w:t>1.013e0</w:t>
      </w:r>
    </w:p>
    <w:p w:rsidR="007B6A46" w:rsidRDefault="007B6A46" w:rsidP="007B6A46">
      <w:r>
        <w:t>123.6957</w:t>
      </w:r>
      <w:r>
        <w:tab/>
        <w:t>1.013e0</w:t>
      </w:r>
    </w:p>
    <w:p w:rsidR="007B6A46" w:rsidRDefault="007B6A46" w:rsidP="007B6A46">
      <w:r>
        <w:lastRenderedPageBreak/>
        <w:t>123.7063</w:t>
      </w:r>
      <w:r>
        <w:tab/>
        <w:t>2.025e0</w:t>
      </w:r>
    </w:p>
    <w:p w:rsidR="007B6A46" w:rsidRDefault="007B6A46" w:rsidP="007B6A46">
      <w:r>
        <w:t>123.7078</w:t>
      </w:r>
      <w:r>
        <w:tab/>
        <w:t>1.013e0</w:t>
      </w:r>
    </w:p>
    <w:p w:rsidR="007B6A46" w:rsidRDefault="007B6A46" w:rsidP="007B6A46">
      <w:r>
        <w:t>123.7194</w:t>
      </w:r>
      <w:r>
        <w:tab/>
        <w:t>1.013e0</w:t>
      </w:r>
    </w:p>
    <w:p w:rsidR="007B6A46" w:rsidRDefault="007B6A46" w:rsidP="007B6A46">
      <w:r>
        <w:t>123.7369</w:t>
      </w:r>
      <w:r>
        <w:tab/>
        <w:t>1.013e0</w:t>
      </w:r>
    </w:p>
    <w:p w:rsidR="007B6A46" w:rsidRDefault="007B6A46" w:rsidP="007B6A46">
      <w:r>
        <w:t>123.8019</w:t>
      </w:r>
      <w:r>
        <w:tab/>
        <w:t>1.013e0</w:t>
      </w:r>
    </w:p>
    <w:p w:rsidR="007B6A46" w:rsidRDefault="007B6A46" w:rsidP="007B6A46">
      <w:r>
        <w:t>123.8199</w:t>
      </w:r>
      <w:r>
        <w:tab/>
        <w:t>1.013e0</w:t>
      </w:r>
    </w:p>
    <w:p w:rsidR="007B6A46" w:rsidRDefault="007B6A46" w:rsidP="007B6A46">
      <w:r>
        <w:t>123.8525</w:t>
      </w:r>
      <w:r>
        <w:tab/>
        <w:t>3.038e0</w:t>
      </w:r>
    </w:p>
    <w:p w:rsidR="007B6A46" w:rsidRDefault="007B6A46" w:rsidP="007B6A46">
      <w:r>
        <w:t>123.8718</w:t>
      </w:r>
      <w:r>
        <w:tab/>
        <w:t>2.025e0</w:t>
      </w:r>
    </w:p>
    <w:p w:rsidR="007B6A46" w:rsidRDefault="007B6A46" w:rsidP="007B6A46">
      <w:r>
        <w:t>123.8940</w:t>
      </w:r>
      <w:r>
        <w:tab/>
        <w:t>1.013e0</w:t>
      </w:r>
    </w:p>
    <w:p w:rsidR="007B6A46" w:rsidRDefault="007B6A46" w:rsidP="007B6A46">
      <w:r>
        <w:t>123.9223</w:t>
      </w:r>
      <w:r>
        <w:tab/>
        <w:t>2.025e0</w:t>
      </w:r>
    </w:p>
    <w:p w:rsidR="007B6A46" w:rsidRDefault="007B6A46" w:rsidP="007B6A46">
      <w:r>
        <w:t>123.9264</w:t>
      </w:r>
      <w:r>
        <w:tab/>
        <w:t>1.013e0</w:t>
      </w:r>
    </w:p>
    <w:p w:rsidR="007B6A46" w:rsidRDefault="007B6A46" w:rsidP="007B6A46">
      <w:r>
        <w:t>123.9529</w:t>
      </w:r>
      <w:r>
        <w:tab/>
        <w:t>1.013e0</w:t>
      </w:r>
    </w:p>
    <w:p w:rsidR="007B6A46" w:rsidRDefault="007B6A46" w:rsidP="007B6A46">
      <w:r>
        <w:t>123.9736</w:t>
      </w:r>
      <w:r>
        <w:tab/>
        <w:t>1.013e0</w:t>
      </w:r>
    </w:p>
    <w:p w:rsidR="007B6A46" w:rsidRDefault="007B6A46" w:rsidP="007B6A46">
      <w:r>
        <w:t>123.9861</w:t>
      </w:r>
      <w:r>
        <w:tab/>
        <w:t>1.013e0</w:t>
      </w:r>
    </w:p>
    <w:p w:rsidR="007B6A46" w:rsidRDefault="007B6A46" w:rsidP="007B6A46">
      <w:r>
        <w:t>124.0359</w:t>
      </w:r>
      <w:r>
        <w:tab/>
        <w:t>1.013e0</w:t>
      </w:r>
    </w:p>
    <w:p w:rsidR="007B6A46" w:rsidRDefault="007B6A46" w:rsidP="007B6A46">
      <w:r>
        <w:t>124.0419</w:t>
      </w:r>
      <w:r>
        <w:tab/>
        <w:t>2.025e0</w:t>
      </w:r>
    </w:p>
    <w:p w:rsidR="007B6A46" w:rsidRDefault="007B6A46" w:rsidP="007B6A46">
      <w:r>
        <w:t>124.0597</w:t>
      </w:r>
      <w:r>
        <w:tab/>
        <w:t>1.013e0</w:t>
      </w:r>
    </w:p>
    <w:p w:rsidR="007B6A46" w:rsidRDefault="007B6A46" w:rsidP="007B6A46">
      <w:r>
        <w:t>124.0658</w:t>
      </w:r>
      <w:r>
        <w:tab/>
        <w:t>1.013e0</w:t>
      </w:r>
    </w:p>
    <w:p w:rsidR="007B6A46" w:rsidRDefault="007B6A46" w:rsidP="007B6A46">
      <w:r>
        <w:t>124.0868</w:t>
      </w:r>
      <w:r>
        <w:tab/>
        <w:t>5.293e1</w:t>
      </w:r>
    </w:p>
    <w:p w:rsidR="007B6A46" w:rsidRDefault="007B6A46" w:rsidP="007B6A46">
      <w:r>
        <w:lastRenderedPageBreak/>
        <w:t>124.0899</w:t>
      </w:r>
      <w:r>
        <w:tab/>
        <w:t>2.850e1</w:t>
      </w:r>
    </w:p>
    <w:p w:rsidR="007B6A46" w:rsidRDefault="007B6A46" w:rsidP="007B6A46">
      <w:r>
        <w:t>124.1131</w:t>
      </w:r>
      <w:r>
        <w:tab/>
        <w:t>1.013e0</w:t>
      </w:r>
    </w:p>
    <w:p w:rsidR="007B6A46" w:rsidRDefault="007B6A46" w:rsidP="007B6A46">
      <w:r>
        <w:t>124.1159</w:t>
      </w:r>
      <w:r>
        <w:tab/>
        <w:t>1.013e0</w:t>
      </w:r>
    </w:p>
    <w:p w:rsidR="007B6A46" w:rsidRDefault="007B6A46" w:rsidP="007B6A46">
      <w:r>
        <w:t>124.1218</w:t>
      </w:r>
      <w:r>
        <w:tab/>
        <w:t>1.013e0</w:t>
      </w:r>
    </w:p>
    <w:p w:rsidR="007B6A46" w:rsidRDefault="007B6A46" w:rsidP="007B6A46">
      <w:r>
        <w:t>124.1395</w:t>
      </w:r>
      <w:r>
        <w:tab/>
        <w:t>1.013e0</w:t>
      </w:r>
    </w:p>
    <w:p w:rsidR="007B6A46" w:rsidRDefault="007B6A46" w:rsidP="007B6A46">
      <w:r>
        <w:t>124.1633</w:t>
      </w:r>
      <w:r>
        <w:tab/>
        <w:t>1.013e0</w:t>
      </w:r>
    </w:p>
    <w:p w:rsidR="007B6A46" w:rsidRDefault="007B6A46" w:rsidP="007B6A46">
      <w:r>
        <w:t>124.1691</w:t>
      </w:r>
      <w:r>
        <w:tab/>
        <w:t>1.013e0</w:t>
      </w:r>
    </w:p>
    <w:p w:rsidR="007B6A46" w:rsidRDefault="007B6A46" w:rsidP="007B6A46">
      <w:r>
        <w:t>124.1753</w:t>
      </w:r>
      <w:r>
        <w:tab/>
        <w:t>1.013e0</w:t>
      </w:r>
    </w:p>
    <w:p w:rsidR="007B6A46" w:rsidRDefault="007B6A46" w:rsidP="007B6A46">
      <w:r>
        <w:t>124.1782</w:t>
      </w:r>
      <w:r>
        <w:tab/>
        <w:t>1.013e0</w:t>
      </w:r>
    </w:p>
    <w:p w:rsidR="007B6A46" w:rsidRDefault="007B6A46" w:rsidP="007B6A46">
      <w:r>
        <w:t>124.2430</w:t>
      </w:r>
      <w:r>
        <w:tab/>
        <w:t>1.013e0</w:t>
      </w:r>
    </w:p>
    <w:p w:rsidR="007B6A46" w:rsidRDefault="007B6A46" w:rsidP="007B6A46">
      <w:r>
        <w:t>124.2490</w:t>
      </w:r>
      <w:r>
        <w:tab/>
        <w:t>1.013e0</w:t>
      </w:r>
    </w:p>
    <w:p w:rsidR="007B6A46" w:rsidRDefault="007B6A46" w:rsidP="007B6A46">
      <w:r>
        <w:t>124.2666</w:t>
      </w:r>
      <w:r>
        <w:tab/>
        <w:t>1.013e0</w:t>
      </w:r>
    </w:p>
    <w:p w:rsidR="007B6A46" w:rsidRDefault="007B6A46" w:rsidP="007B6A46">
      <w:r>
        <w:t>124.2730</w:t>
      </w:r>
      <w:r>
        <w:tab/>
        <w:t>1.013e0</w:t>
      </w:r>
    </w:p>
    <w:p w:rsidR="007B6A46" w:rsidRDefault="007B6A46" w:rsidP="007B6A46">
      <w:r>
        <w:t>124.2743</w:t>
      </w:r>
      <w:r>
        <w:tab/>
        <w:t>2.025e0</w:t>
      </w:r>
    </w:p>
    <w:p w:rsidR="007B6A46" w:rsidRDefault="007B6A46" w:rsidP="007B6A46">
      <w:r>
        <w:t>124.2848</w:t>
      </w:r>
      <w:r>
        <w:tab/>
        <w:t>1.013e0</w:t>
      </w:r>
    </w:p>
    <w:p w:rsidR="007B6A46" w:rsidRDefault="007B6A46" w:rsidP="007B6A46">
      <w:r>
        <w:t>124.2907</w:t>
      </w:r>
      <w:r>
        <w:tab/>
        <w:t>1.013e0</w:t>
      </w:r>
    </w:p>
    <w:p w:rsidR="007B6A46" w:rsidRDefault="007B6A46" w:rsidP="007B6A46">
      <w:r>
        <w:t>124.3188</w:t>
      </w:r>
      <w:r>
        <w:tab/>
        <w:t>2.025e0</w:t>
      </w:r>
    </w:p>
    <w:p w:rsidR="007B6A46" w:rsidRDefault="007B6A46" w:rsidP="007B6A46">
      <w:r>
        <w:t>124.3205</w:t>
      </w:r>
      <w:r>
        <w:tab/>
        <w:t>1.013e0</w:t>
      </w:r>
    </w:p>
    <w:p w:rsidR="007B6A46" w:rsidRDefault="007B6A46" w:rsidP="007B6A46">
      <w:r>
        <w:t>124.3382</w:t>
      </w:r>
      <w:r>
        <w:tab/>
        <w:t>3.038e0</w:t>
      </w:r>
    </w:p>
    <w:p w:rsidR="007B6A46" w:rsidRDefault="007B6A46" w:rsidP="007B6A46">
      <w:r>
        <w:lastRenderedPageBreak/>
        <w:t>124.3526</w:t>
      </w:r>
      <w:r>
        <w:tab/>
        <w:t>1.013e0</w:t>
      </w:r>
    </w:p>
    <w:p w:rsidR="007B6A46" w:rsidRDefault="007B6A46" w:rsidP="007B6A46">
      <w:r>
        <w:t>124.3559</w:t>
      </w:r>
      <w:r>
        <w:tab/>
        <w:t>1.013e0</w:t>
      </w:r>
    </w:p>
    <w:p w:rsidR="007B6A46" w:rsidRDefault="007B6A46" w:rsidP="007B6A46">
      <w:r>
        <w:t>124.3795</w:t>
      </w:r>
      <w:r>
        <w:tab/>
        <w:t>1.013e0</w:t>
      </w:r>
    </w:p>
    <w:p w:rsidR="007B6A46" w:rsidRDefault="007B6A46" w:rsidP="007B6A46">
      <w:r>
        <w:t>124.3856</w:t>
      </w:r>
      <w:r>
        <w:tab/>
        <w:t>1.013e0</w:t>
      </w:r>
    </w:p>
    <w:p w:rsidR="007B6A46" w:rsidRDefault="007B6A46" w:rsidP="007B6A46">
      <w:r>
        <w:t>124.3973</w:t>
      </w:r>
      <w:r>
        <w:tab/>
        <w:t>2.025e0</w:t>
      </w:r>
    </w:p>
    <w:p w:rsidR="007B6A46" w:rsidRDefault="007B6A46" w:rsidP="007B6A46">
      <w:r>
        <w:t>124.4094</w:t>
      </w:r>
      <w:r>
        <w:tab/>
        <w:t>1.013e0</w:t>
      </w:r>
    </w:p>
    <w:p w:rsidR="007B6A46" w:rsidRDefault="007B6A46" w:rsidP="007B6A46">
      <w:r>
        <w:t>124.4123</w:t>
      </w:r>
      <w:r>
        <w:tab/>
        <w:t>1.013e0</w:t>
      </w:r>
    </w:p>
    <w:p w:rsidR="007B6A46" w:rsidRDefault="007B6A46" w:rsidP="007B6A46">
      <w:r>
        <w:t>124.4242</w:t>
      </w:r>
      <w:r>
        <w:tab/>
        <w:t>1.013e0</w:t>
      </w:r>
    </w:p>
    <w:p w:rsidR="007B6A46" w:rsidRDefault="007B6A46" w:rsidP="007B6A46">
      <w:r>
        <w:t>124.4270</w:t>
      </w:r>
      <w:r>
        <w:tab/>
        <w:t>1.013e0</w:t>
      </w:r>
    </w:p>
    <w:p w:rsidR="007B6A46" w:rsidRDefault="007B6A46" w:rsidP="007B6A46">
      <w:r>
        <w:t>124.4303</w:t>
      </w:r>
      <w:r>
        <w:tab/>
        <w:t>1.013e0</w:t>
      </w:r>
    </w:p>
    <w:p w:rsidR="007B6A46" w:rsidRDefault="007B6A46" w:rsidP="007B6A46">
      <w:r>
        <w:t>124.4537</w:t>
      </w:r>
      <w:r>
        <w:tab/>
        <w:t>1.013e0</w:t>
      </w:r>
    </w:p>
    <w:p w:rsidR="007B6A46" w:rsidRDefault="007B6A46" w:rsidP="007B6A46">
      <w:r>
        <w:t>124.4595</w:t>
      </w:r>
      <w:r>
        <w:tab/>
        <w:t>1.013e0</w:t>
      </w:r>
    </w:p>
    <w:p w:rsidR="007B6A46" w:rsidRDefault="007B6A46" w:rsidP="007B6A46">
      <w:r>
        <w:t>124.4716</w:t>
      </w:r>
      <w:r>
        <w:tab/>
        <w:t>1.013e0</w:t>
      </w:r>
    </w:p>
    <w:p w:rsidR="007B6A46" w:rsidRDefault="007B6A46" w:rsidP="007B6A46">
      <w:r>
        <w:t>124.5102</w:t>
      </w:r>
      <w:r>
        <w:tab/>
        <w:t>1.013e0</w:t>
      </w:r>
    </w:p>
    <w:p w:rsidR="007B6A46" w:rsidRDefault="007B6A46" w:rsidP="007B6A46">
      <w:r>
        <w:t>124.5424</w:t>
      </w:r>
      <w:r>
        <w:tab/>
        <w:t>1.013e0</w:t>
      </w:r>
    </w:p>
    <w:p w:rsidR="007B6A46" w:rsidRDefault="007B6A46" w:rsidP="007B6A46">
      <w:r>
        <w:t>124.5456</w:t>
      </w:r>
      <w:r>
        <w:tab/>
        <w:t>1.013e0</w:t>
      </w:r>
    </w:p>
    <w:p w:rsidR="007B6A46" w:rsidRDefault="007B6A46" w:rsidP="007B6A46">
      <w:r>
        <w:t>124.5841</w:t>
      </w:r>
      <w:r>
        <w:tab/>
        <w:t>1.013e0</w:t>
      </w:r>
    </w:p>
    <w:p w:rsidR="007B6A46" w:rsidRDefault="007B6A46" w:rsidP="007B6A46">
      <w:r>
        <w:t>124.5993</w:t>
      </w:r>
      <w:r>
        <w:tab/>
        <w:t>1.013e0</w:t>
      </w:r>
    </w:p>
    <w:p w:rsidR="007B6A46" w:rsidRDefault="007B6A46" w:rsidP="007B6A46">
      <w:r>
        <w:t>124.6167</w:t>
      </w:r>
      <w:r>
        <w:tab/>
        <w:t>1.013e0</w:t>
      </w:r>
    </w:p>
    <w:p w:rsidR="007B6A46" w:rsidRDefault="007B6A46" w:rsidP="007B6A46">
      <w:r>
        <w:lastRenderedPageBreak/>
        <w:t>124.6492</w:t>
      </w:r>
      <w:r>
        <w:tab/>
        <w:t>1.013e0</w:t>
      </w:r>
    </w:p>
    <w:p w:rsidR="007B6A46" w:rsidRDefault="007B6A46" w:rsidP="007B6A46">
      <w:r>
        <w:t>124.6615</w:t>
      </w:r>
      <w:r>
        <w:tab/>
        <w:t>3.038e0</w:t>
      </w:r>
    </w:p>
    <w:p w:rsidR="007B6A46" w:rsidRDefault="007B6A46" w:rsidP="007B6A46">
      <w:r>
        <w:t>124.6673</w:t>
      </w:r>
      <w:r>
        <w:tab/>
        <w:t>1.013e0</w:t>
      </w:r>
    </w:p>
    <w:p w:rsidR="007B6A46" w:rsidRDefault="007B6A46" w:rsidP="007B6A46">
      <w:r>
        <w:t>124.6822</w:t>
      </w:r>
      <w:r>
        <w:tab/>
        <w:t>2.025e0</w:t>
      </w:r>
    </w:p>
    <w:p w:rsidR="007B6A46" w:rsidRDefault="007B6A46" w:rsidP="007B6A46">
      <w:r>
        <w:t>124.7207</w:t>
      </w:r>
      <w:r>
        <w:tab/>
        <w:t>2.025e0</w:t>
      </w:r>
    </w:p>
    <w:p w:rsidR="007B6A46" w:rsidRDefault="007B6A46" w:rsidP="007B6A46">
      <w:r>
        <w:t>124.7384</w:t>
      </w:r>
      <w:r>
        <w:tab/>
        <w:t>1.013e0</w:t>
      </w:r>
    </w:p>
    <w:p w:rsidR="007B6A46" w:rsidRDefault="007B6A46" w:rsidP="007B6A46">
      <w:r>
        <w:t>124.8007</w:t>
      </w:r>
      <w:r>
        <w:tab/>
        <w:t>1.013e0</w:t>
      </w:r>
    </w:p>
    <w:p w:rsidR="007B6A46" w:rsidRDefault="007B6A46" w:rsidP="007B6A46">
      <w:r>
        <w:t>124.8512</w:t>
      </w:r>
      <w:r>
        <w:tab/>
        <w:t>1.013e0</w:t>
      </w:r>
    </w:p>
    <w:p w:rsidR="007B6A46" w:rsidRDefault="007B6A46" w:rsidP="007B6A46">
      <w:r>
        <w:t>124.8544</w:t>
      </w:r>
      <w:r>
        <w:tab/>
        <w:t>1.013e0</w:t>
      </w:r>
    </w:p>
    <w:p w:rsidR="007B6A46" w:rsidRDefault="007B6A46" w:rsidP="007B6A46">
      <w:r>
        <w:t>124.8603</w:t>
      </w:r>
      <w:r>
        <w:tab/>
        <w:t>1.013e0</w:t>
      </w:r>
    </w:p>
    <w:p w:rsidR="007B6A46" w:rsidRDefault="007B6A46" w:rsidP="007B6A46">
      <w:r>
        <w:t>124.8659</w:t>
      </w:r>
      <w:r>
        <w:tab/>
        <w:t>1.013e0</w:t>
      </w:r>
    </w:p>
    <w:p w:rsidR="007B6A46" w:rsidRDefault="007B6A46" w:rsidP="007B6A46">
      <w:r>
        <w:t>124.8814</w:t>
      </w:r>
      <w:r>
        <w:tab/>
        <w:t>1.013e0</w:t>
      </w:r>
    </w:p>
    <w:p w:rsidR="007B6A46" w:rsidRDefault="007B6A46" w:rsidP="007B6A46">
      <w:r>
        <w:t>124.8867</w:t>
      </w:r>
      <w:r>
        <w:tab/>
        <w:t>2.025e0</w:t>
      </w:r>
    </w:p>
    <w:p w:rsidR="007B6A46" w:rsidRDefault="007B6A46" w:rsidP="007B6A46">
      <w:r>
        <w:t>124.9464</w:t>
      </w:r>
      <w:r>
        <w:tab/>
        <w:t>1.013e0</w:t>
      </w:r>
    </w:p>
    <w:p w:rsidR="007B6A46" w:rsidRDefault="007B6A46" w:rsidP="007B6A46">
      <w:r>
        <w:t>124.9727</w:t>
      </w:r>
      <w:r>
        <w:tab/>
        <w:t>2.025e0</w:t>
      </w:r>
    </w:p>
    <w:p w:rsidR="007B6A46" w:rsidRDefault="007B6A46" w:rsidP="007B6A46">
      <w:r>
        <w:t>124.9821</w:t>
      </w:r>
      <w:r>
        <w:tab/>
        <w:t>1.013e0</w:t>
      </w:r>
    </w:p>
    <w:p w:rsidR="007B6A46" w:rsidRDefault="007B6A46" w:rsidP="007B6A46">
      <w:r>
        <w:t>124.9883</w:t>
      </w:r>
      <w:r>
        <w:tab/>
        <w:t>1.013e0</w:t>
      </w:r>
    </w:p>
    <w:p w:rsidR="007B6A46" w:rsidRDefault="007B6A46" w:rsidP="007B6A46">
      <w:r>
        <w:t>125.0091</w:t>
      </w:r>
      <w:r>
        <w:tab/>
        <w:t>1.013e0</w:t>
      </w:r>
    </w:p>
    <w:p w:rsidR="007B6A46" w:rsidRDefault="007B6A46" w:rsidP="007B6A46">
      <w:r>
        <w:t>125.0328</w:t>
      </w:r>
      <w:r>
        <w:tab/>
        <w:t>1.013e0</w:t>
      </w:r>
    </w:p>
    <w:p w:rsidR="007B6A46" w:rsidRDefault="007B6A46" w:rsidP="007B6A46">
      <w:r>
        <w:lastRenderedPageBreak/>
        <w:t>125.0382</w:t>
      </w:r>
      <w:r>
        <w:tab/>
        <w:t>2.025e0</w:t>
      </w:r>
    </w:p>
    <w:p w:rsidR="007B6A46" w:rsidRDefault="007B6A46" w:rsidP="007B6A46">
      <w:r>
        <w:t>125.0563</w:t>
      </w:r>
      <w:r>
        <w:tab/>
        <w:t>1.013e0</w:t>
      </w:r>
    </w:p>
    <w:p w:rsidR="007B6A46" w:rsidRDefault="007B6A46" w:rsidP="007B6A46">
      <w:r>
        <w:t>125.0683</w:t>
      </w:r>
      <w:r>
        <w:tab/>
        <w:t>1.013e0</w:t>
      </w:r>
    </w:p>
    <w:p w:rsidR="007B6A46" w:rsidRDefault="007B6A46" w:rsidP="007B6A46">
      <w:r>
        <w:t>125.0757</w:t>
      </w:r>
      <w:r>
        <w:tab/>
        <w:t>2.025e0</w:t>
      </w:r>
    </w:p>
    <w:p w:rsidR="007B6A46" w:rsidRDefault="007B6A46" w:rsidP="007B6A46">
      <w:r>
        <w:t>125.0829</w:t>
      </w:r>
      <w:r>
        <w:tab/>
        <w:t>6.076e0</w:t>
      </w:r>
    </w:p>
    <w:p w:rsidR="007B6A46" w:rsidRDefault="007B6A46" w:rsidP="007B6A46">
      <w:r>
        <w:t>125.0951</w:t>
      </w:r>
      <w:r>
        <w:tab/>
        <w:t>3.038e0</w:t>
      </w:r>
    </w:p>
    <w:p w:rsidR="007B6A46" w:rsidRDefault="007B6A46" w:rsidP="007B6A46">
      <w:r>
        <w:t>125.0991</w:t>
      </w:r>
      <w:r>
        <w:tab/>
        <w:t>4.051e0</w:t>
      </w:r>
    </w:p>
    <w:p w:rsidR="007B6A46" w:rsidRDefault="007B6A46" w:rsidP="007B6A46">
      <w:r>
        <w:t>125.1021</w:t>
      </w:r>
      <w:r>
        <w:tab/>
        <w:t>2.025e0</w:t>
      </w:r>
    </w:p>
    <w:p w:rsidR="007B6A46" w:rsidRDefault="007B6A46" w:rsidP="007B6A46">
      <w:r>
        <w:t>125.1049</w:t>
      </w:r>
      <w:r>
        <w:tab/>
        <w:t>3.038e0</w:t>
      </w:r>
    </w:p>
    <w:p w:rsidR="007B6A46" w:rsidRDefault="007B6A46" w:rsidP="007B6A46">
      <w:r>
        <w:t>125.1108</w:t>
      </w:r>
      <w:r>
        <w:tab/>
        <w:t>3.038e0</w:t>
      </w:r>
    </w:p>
    <w:p w:rsidR="007B6A46" w:rsidRDefault="007B6A46" w:rsidP="007B6A46">
      <w:r>
        <w:t>125.1160</w:t>
      </w:r>
      <w:r>
        <w:tab/>
        <w:t>5.063e0</w:t>
      </w:r>
    </w:p>
    <w:p w:rsidR="007B6A46" w:rsidRDefault="007B6A46" w:rsidP="007B6A46">
      <w:r>
        <w:t>125.1215</w:t>
      </w:r>
      <w:r>
        <w:tab/>
        <w:t>1.013e0</w:t>
      </w:r>
    </w:p>
    <w:p w:rsidR="007B6A46" w:rsidRDefault="007B6A46" w:rsidP="007B6A46">
      <w:r>
        <w:t>125.1453</w:t>
      </w:r>
      <w:r>
        <w:tab/>
        <w:t>1.013e0</w:t>
      </w:r>
    </w:p>
    <w:p w:rsidR="007B6A46" w:rsidRDefault="007B6A46" w:rsidP="007B6A46">
      <w:r>
        <w:t>125.1661</w:t>
      </w:r>
      <w:r>
        <w:tab/>
        <w:t>1.013e0</w:t>
      </w:r>
    </w:p>
    <w:p w:rsidR="007B6A46" w:rsidRDefault="007B6A46" w:rsidP="007B6A46">
      <w:r>
        <w:t>125.2106</w:t>
      </w:r>
      <w:r>
        <w:tab/>
        <w:t>2.025e0</w:t>
      </w:r>
    </w:p>
    <w:p w:rsidR="007B6A46" w:rsidRDefault="007B6A46" w:rsidP="007B6A46">
      <w:r>
        <w:t>125.2375</w:t>
      </w:r>
      <w:r>
        <w:tab/>
        <w:t>1.013e0</w:t>
      </w:r>
    </w:p>
    <w:p w:rsidR="007B6A46" w:rsidRDefault="007B6A46" w:rsidP="007B6A46">
      <w:r>
        <w:t>125.2791</w:t>
      </w:r>
      <w:r>
        <w:tab/>
        <w:t>1.013e0</w:t>
      </w:r>
    </w:p>
    <w:p w:rsidR="007B6A46" w:rsidRDefault="007B6A46" w:rsidP="007B6A46">
      <w:r>
        <w:t>125.2852</w:t>
      </w:r>
      <w:r>
        <w:tab/>
        <w:t>1.013e0</w:t>
      </w:r>
    </w:p>
    <w:p w:rsidR="007B6A46" w:rsidRDefault="007B6A46" w:rsidP="007B6A46">
      <w:r>
        <w:t>125.3571</w:t>
      </w:r>
      <w:r>
        <w:tab/>
        <w:t>1.013e0</w:t>
      </w:r>
    </w:p>
    <w:p w:rsidR="007B6A46" w:rsidRDefault="007B6A46" w:rsidP="007B6A46">
      <w:r>
        <w:lastRenderedPageBreak/>
        <w:t>125.3925</w:t>
      </w:r>
      <w:r>
        <w:tab/>
        <w:t>1.013e0</w:t>
      </w:r>
    </w:p>
    <w:p w:rsidR="007B6A46" w:rsidRDefault="007B6A46" w:rsidP="007B6A46">
      <w:r>
        <w:t>125.4163</w:t>
      </w:r>
      <w:r>
        <w:tab/>
        <w:t>1.013e0</w:t>
      </w:r>
    </w:p>
    <w:p w:rsidR="007B6A46" w:rsidRDefault="007B6A46" w:rsidP="007B6A46">
      <w:r>
        <w:t>125.4279</w:t>
      </w:r>
      <w:r>
        <w:tab/>
        <w:t>1.013e0</w:t>
      </w:r>
    </w:p>
    <w:p w:rsidR="007B6A46" w:rsidRDefault="007B6A46" w:rsidP="007B6A46">
      <w:r>
        <w:t>125.4671</w:t>
      </w:r>
      <w:r>
        <w:tab/>
        <w:t>1.013e0</w:t>
      </w:r>
    </w:p>
    <w:p w:rsidR="007B6A46" w:rsidRDefault="007B6A46" w:rsidP="007B6A46">
      <w:r>
        <w:t>125.4818</w:t>
      </w:r>
      <w:r>
        <w:tab/>
        <w:t>1.013e0</w:t>
      </w:r>
    </w:p>
    <w:p w:rsidR="007B6A46" w:rsidRDefault="007B6A46" w:rsidP="007B6A46">
      <w:r>
        <w:t>125.5026</w:t>
      </w:r>
      <w:r>
        <w:tab/>
        <w:t>1.013e0</w:t>
      </w:r>
    </w:p>
    <w:p w:rsidR="007B6A46" w:rsidRDefault="007B6A46" w:rsidP="007B6A46">
      <w:r>
        <w:t>125.5173</w:t>
      </w:r>
      <w:r>
        <w:tab/>
        <w:t>1.013e0</w:t>
      </w:r>
    </w:p>
    <w:p w:rsidR="007B6A46" w:rsidRDefault="007B6A46" w:rsidP="007B6A46">
      <w:r>
        <w:t>125.5202</w:t>
      </w:r>
      <w:r>
        <w:tab/>
        <w:t>1.013e0</w:t>
      </w:r>
    </w:p>
    <w:p w:rsidR="007B6A46" w:rsidRDefault="007B6A46" w:rsidP="007B6A46">
      <w:r>
        <w:t>125.5248</w:t>
      </w:r>
      <w:r>
        <w:tab/>
        <w:t>2.025e0</w:t>
      </w:r>
    </w:p>
    <w:p w:rsidR="007B6A46" w:rsidRDefault="007B6A46" w:rsidP="007B6A46">
      <w:r>
        <w:t>125.5379</w:t>
      </w:r>
      <w:r>
        <w:tab/>
        <w:t>1.013e0</w:t>
      </w:r>
    </w:p>
    <w:p w:rsidR="007B6A46" w:rsidRDefault="007B6A46" w:rsidP="007B6A46">
      <w:r>
        <w:t>125.5920</w:t>
      </w:r>
      <w:r>
        <w:tab/>
        <w:t>1.013e0</w:t>
      </w:r>
    </w:p>
    <w:p w:rsidR="007B6A46" w:rsidRDefault="007B6A46" w:rsidP="007B6A46">
      <w:r>
        <w:t>125.5981</w:t>
      </w:r>
      <w:r>
        <w:tab/>
        <w:t>1.013e0</w:t>
      </w:r>
    </w:p>
    <w:p w:rsidR="007B6A46" w:rsidRDefault="007B6A46" w:rsidP="007B6A46">
      <w:r>
        <w:t>125.6036</w:t>
      </w:r>
      <w:r>
        <w:tab/>
        <w:t>1.013e0</w:t>
      </w:r>
    </w:p>
    <w:p w:rsidR="007B6A46" w:rsidRDefault="007B6A46" w:rsidP="007B6A46">
      <w:r>
        <w:t>125.6215</w:t>
      </w:r>
      <w:r>
        <w:tab/>
        <w:t>1.013e0</w:t>
      </w:r>
    </w:p>
    <w:p w:rsidR="007B6A46" w:rsidRDefault="007B6A46" w:rsidP="007B6A46">
      <w:r>
        <w:t>125.6259</w:t>
      </w:r>
      <w:r>
        <w:tab/>
        <w:t>2.025e0</w:t>
      </w:r>
    </w:p>
    <w:p w:rsidR="007B6A46" w:rsidRDefault="007B6A46" w:rsidP="007B6A46">
      <w:r>
        <w:t>125.6543</w:t>
      </w:r>
      <w:r>
        <w:tab/>
        <w:t>1.013e0</w:t>
      </w:r>
    </w:p>
    <w:p w:rsidR="007B6A46" w:rsidRDefault="007B6A46" w:rsidP="007B6A46">
      <w:r>
        <w:t>125.6621</w:t>
      </w:r>
      <w:r>
        <w:tab/>
        <w:t>2.025e0</w:t>
      </w:r>
    </w:p>
    <w:p w:rsidR="007B6A46" w:rsidRDefault="007B6A46" w:rsidP="007B6A46">
      <w:r>
        <w:t>125.6783</w:t>
      </w:r>
      <w:r>
        <w:tab/>
        <w:t>3.038e0</w:t>
      </w:r>
    </w:p>
    <w:p w:rsidR="007B6A46" w:rsidRDefault="007B6A46" w:rsidP="007B6A46">
      <w:r>
        <w:t>125.7083</w:t>
      </w:r>
      <w:r>
        <w:tab/>
        <w:t>1.013e0</w:t>
      </w:r>
    </w:p>
    <w:p w:rsidR="007B6A46" w:rsidRDefault="007B6A46" w:rsidP="007B6A46">
      <w:r>
        <w:lastRenderedPageBreak/>
        <w:t>125.7109</w:t>
      </w:r>
      <w:r>
        <w:tab/>
        <w:t>1.013e0</w:t>
      </w:r>
    </w:p>
    <w:p w:rsidR="007B6A46" w:rsidRDefault="007B6A46" w:rsidP="007B6A46">
      <w:r>
        <w:t>125.7293</w:t>
      </w:r>
      <w:r>
        <w:tab/>
        <w:t>1.013e0</w:t>
      </w:r>
    </w:p>
    <w:p w:rsidR="007B6A46" w:rsidRDefault="007B6A46" w:rsidP="007B6A46">
      <w:r>
        <w:t>125.7529</w:t>
      </w:r>
      <w:r>
        <w:tab/>
        <w:t>2.025e0</w:t>
      </w:r>
    </w:p>
    <w:p w:rsidR="007B6A46" w:rsidRDefault="007B6A46" w:rsidP="007B6A46">
      <w:r>
        <w:t>125.7765</w:t>
      </w:r>
      <w:r>
        <w:tab/>
        <w:t>1.013e0</w:t>
      </w:r>
    </w:p>
    <w:p w:rsidR="007B6A46" w:rsidRDefault="007B6A46" w:rsidP="007B6A46">
      <w:r>
        <w:t>125.7989</w:t>
      </w:r>
      <w:r>
        <w:tab/>
        <w:t>2.025e0</w:t>
      </w:r>
    </w:p>
    <w:p w:rsidR="007B6A46" w:rsidRDefault="007B6A46" w:rsidP="007B6A46">
      <w:r>
        <w:t>125.8240</w:t>
      </w:r>
      <w:r>
        <w:tab/>
        <w:t>1.013e0</w:t>
      </w:r>
    </w:p>
    <w:p w:rsidR="007B6A46" w:rsidRDefault="007B6A46" w:rsidP="007B6A46">
      <w:r>
        <w:t>125.8927</w:t>
      </w:r>
      <w:r>
        <w:tab/>
        <w:t>1.013e0</w:t>
      </w:r>
    </w:p>
    <w:p w:rsidR="007B6A46" w:rsidRDefault="007B6A46" w:rsidP="007B6A46">
      <w:r>
        <w:t>125.9106</w:t>
      </w:r>
      <w:r>
        <w:tab/>
        <w:t>1.013e0</w:t>
      </w:r>
    </w:p>
    <w:p w:rsidR="007B6A46" w:rsidRDefault="007B6A46" w:rsidP="007B6A46">
      <w:r>
        <w:t>125.9405</w:t>
      </w:r>
      <w:r>
        <w:tab/>
        <w:t>1.013e0</w:t>
      </w:r>
    </w:p>
    <w:p w:rsidR="007B6A46" w:rsidRDefault="007B6A46" w:rsidP="007B6A46">
      <w:r>
        <w:t>125.9554</w:t>
      </w:r>
      <w:r>
        <w:tab/>
        <w:t>1.013e0</w:t>
      </w:r>
    </w:p>
    <w:p w:rsidR="007B6A46" w:rsidRDefault="007B6A46" w:rsidP="007B6A46">
      <w:r>
        <w:t>125.9677</w:t>
      </w:r>
      <w:r>
        <w:tab/>
        <w:t>1.013e0</w:t>
      </w:r>
    </w:p>
    <w:p w:rsidR="007B6A46" w:rsidRDefault="007B6A46" w:rsidP="007B6A46">
      <w:r>
        <w:t>125.9972</w:t>
      </w:r>
      <w:r>
        <w:tab/>
        <w:t>1.013e0</w:t>
      </w:r>
    </w:p>
    <w:p w:rsidR="007B6A46" w:rsidRDefault="007B6A46" w:rsidP="007B6A46">
      <w:r>
        <w:t>126.0153</w:t>
      </w:r>
      <w:r>
        <w:tab/>
        <w:t>2.025e0</w:t>
      </w:r>
    </w:p>
    <w:p w:rsidR="007B6A46" w:rsidRDefault="007B6A46" w:rsidP="007B6A46">
      <w:r>
        <w:t>126.0524</w:t>
      </w:r>
      <w:r>
        <w:tab/>
        <w:t>2.025e0</w:t>
      </w:r>
    </w:p>
    <w:p w:rsidR="007B6A46" w:rsidRDefault="007B6A46" w:rsidP="007B6A46">
      <w:r>
        <w:t>126.0541</w:t>
      </w:r>
      <w:r>
        <w:tab/>
        <w:t>1.013e0</w:t>
      </w:r>
    </w:p>
    <w:p w:rsidR="007B6A46" w:rsidRDefault="007B6A46" w:rsidP="007B6A46">
      <w:r>
        <w:t>126.0556</w:t>
      </w:r>
      <w:r>
        <w:tab/>
        <w:t>2.025e0</w:t>
      </w:r>
    </w:p>
    <w:p w:rsidR="007B6A46" w:rsidRDefault="007B6A46" w:rsidP="007B6A46">
      <w:r>
        <w:t>126.0629</w:t>
      </w:r>
      <w:r>
        <w:tab/>
        <w:t>2.025e0</w:t>
      </w:r>
    </w:p>
    <w:p w:rsidR="007B6A46" w:rsidRDefault="007B6A46" w:rsidP="007B6A46">
      <w:r>
        <w:t>126.0668</w:t>
      </w:r>
      <w:r>
        <w:tab/>
        <w:t>3.038e0</w:t>
      </w:r>
    </w:p>
    <w:p w:rsidR="007B6A46" w:rsidRDefault="007B6A46" w:rsidP="007B6A46">
      <w:r>
        <w:t>126.0688</w:t>
      </w:r>
      <w:r>
        <w:tab/>
        <w:t>2.025e0</w:t>
      </w:r>
    </w:p>
    <w:p w:rsidR="007B6A46" w:rsidRDefault="007B6A46" w:rsidP="007B6A46">
      <w:r>
        <w:lastRenderedPageBreak/>
        <w:t>126.0719</w:t>
      </w:r>
      <w:r>
        <w:tab/>
        <w:t>2.025e0</w:t>
      </w:r>
    </w:p>
    <w:p w:rsidR="007B6A46" w:rsidRDefault="007B6A46" w:rsidP="007B6A46">
      <w:r>
        <w:t>126.0838</w:t>
      </w:r>
      <w:r>
        <w:tab/>
        <w:t>3.038e0</w:t>
      </w:r>
    </w:p>
    <w:p w:rsidR="007B6A46" w:rsidRDefault="007B6A46" w:rsidP="007B6A46">
      <w:r>
        <w:t>126.0867</w:t>
      </w:r>
      <w:r>
        <w:tab/>
        <w:t>4.051e0</w:t>
      </w:r>
    </w:p>
    <w:p w:rsidR="007B6A46" w:rsidRDefault="007B6A46" w:rsidP="007B6A46">
      <w:r>
        <w:t>126.1043</w:t>
      </w:r>
      <w:r>
        <w:tab/>
        <w:t>6.076e0</w:t>
      </w:r>
    </w:p>
    <w:p w:rsidR="007B6A46" w:rsidRDefault="007B6A46" w:rsidP="007B6A46">
      <w:r>
        <w:t>126.1063</w:t>
      </w:r>
      <w:r>
        <w:tab/>
        <w:t>6.076e0</w:t>
      </w:r>
    </w:p>
    <w:p w:rsidR="007B6A46" w:rsidRDefault="007B6A46" w:rsidP="007B6A46">
      <w:r>
        <w:t>126.1103</w:t>
      </w:r>
      <w:r>
        <w:tab/>
        <w:t>5.063e0</w:t>
      </w:r>
    </w:p>
    <w:p w:rsidR="007B6A46" w:rsidRDefault="007B6A46" w:rsidP="007B6A46">
      <w:r>
        <w:t>126.1344</w:t>
      </w:r>
      <w:r>
        <w:tab/>
        <w:t>2.025e0</w:t>
      </w:r>
    </w:p>
    <w:p w:rsidR="007B6A46" w:rsidRDefault="007B6A46" w:rsidP="007B6A46">
      <w:r>
        <w:t>126.1358</w:t>
      </w:r>
      <w:r>
        <w:tab/>
        <w:t>2.025e0</w:t>
      </w:r>
    </w:p>
    <w:p w:rsidR="007B6A46" w:rsidRDefault="007B6A46" w:rsidP="007B6A46">
      <w:r>
        <w:t>126.1404</w:t>
      </w:r>
      <w:r>
        <w:tab/>
        <w:t>1.013e0</w:t>
      </w:r>
    </w:p>
    <w:p w:rsidR="007B6A46" w:rsidRDefault="007B6A46" w:rsidP="007B6A46">
      <w:r>
        <w:t>126.1705</w:t>
      </w:r>
      <w:r>
        <w:tab/>
        <w:t>1.013e0</w:t>
      </w:r>
    </w:p>
    <w:p w:rsidR="007B6A46" w:rsidRDefault="007B6A46" w:rsidP="007B6A46">
      <w:r>
        <w:t>126.1761</w:t>
      </w:r>
      <w:r>
        <w:tab/>
        <w:t>1.013e0</w:t>
      </w:r>
    </w:p>
    <w:p w:rsidR="007B6A46" w:rsidRDefault="007B6A46" w:rsidP="007B6A46">
      <w:r>
        <w:t>126.2032</w:t>
      </w:r>
      <w:r>
        <w:tab/>
        <w:t>1.013e0</w:t>
      </w:r>
    </w:p>
    <w:p w:rsidR="007B6A46" w:rsidRDefault="007B6A46" w:rsidP="007B6A46">
      <w:r>
        <w:t>126.2093</w:t>
      </w:r>
      <w:r>
        <w:tab/>
        <w:t>1.013e0</w:t>
      </w:r>
    </w:p>
    <w:p w:rsidR="007B6A46" w:rsidRDefault="007B6A46" w:rsidP="007B6A46">
      <w:r>
        <w:t>126.2270</w:t>
      </w:r>
      <w:r>
        <w:tab/>
        <w:t>1.013e0</w:t>
      </w:r>
    </w:p>
    <w:p w:rsidR="007B6A46" w:rsidRDefault="007B6A46" w:rsidP="007B6A46">
      <w:r>
        <w:t>126.2302</w:t>
      </w:r>
      <w:r>
        <w:tab/>
        <w:t>2.025e0</w:t>
      </w:r>
    </w:p>
    <w:p w:rsidR="007B6A46" w:rsidRDefault="007B6A46" w:rsidP="007B6A46">
      <w:r>
        <w:t>126.2719</w:t>
      </w:r>
      <w:r>
        <w:tab/>
        <w:t>1.013e0</w:t>
      </w:r>
    </w:p>
    <w:p w:rsidR="007B6A46" w:rsidRDefault="007B6A46" w:rsidP="007B6A46">
      <w:r>
        <w:t>126.2897</w:t>
      </w:r>
      <w:r>
        <w:tab/>
        <w:t>1.013e0</w:t>
      </w:r>
    </w:p>
    <w:p w:rsidR="007B6A46" w:rsidRDefault="007B6A46" w:rsidP="007B6A46">
      <w:r>
        <w:t>126.3104</w:t>
      </w:r>
      <w:r>
        <w:tab/>
        <w:t>1.013e0</w:t>
      </w:r>
    </w:p>
    <w:p w:rsidR="007B6A46" w:rsidRDefault="007B6A46" w:rsidP="007B6A46">
      <w:r>
        <w:t>126.3229</w:t>
      </w:r>
      <w:r>
        <w:tab/>
        <w:t>1.013e0</w:t>
      </w:r>
    </w:p>
    <w:p w:rsidR="007B6A46" w:rsidRDefault="007B6A46" w:rsidP="007B6A46">
      <w:r>
        <w:lastRenderedPageBreak/>
        <w:t>126.3405</w:t>
      </w:r>
      <w:r>
        <w:tab/>
        <w:t>1.013e0</w:t>
      </w:r>
    </w:p>
    <w:p w:rsidR="007B6A46" w:rsidRDefault="007B6A46" w:rsidP="007B6A46">
      <w:r>
        <w:t>126.3735</w:t>
      </w:r>
      <w:r>
        <w:tab/>
        <w:t>1.013e0</w:t>
      </w:r>
    </w:p>
    <w:p w:rsidR="007B6A46" w:rsidRDefault="007B6A46" w:rsidP="007B6A46">
      <w:r>
        <w:t>126.3760</w:t>
      </w:r>
      <w:r>
        <w:tab/>
        <w:t>1.013e0</w:t>
      </w:r>
    </w:p>
    <w:p w:rsidR="007B6A46" w:rsidRDefault="007B6A46" w:rsidP="007B6A46">
      <w:r>
        <w:t>126.3853</w:t>
      </w:r>
      <w:r>
        <w:tab/>
        <w:t>1.013e0</w:t>
      </w:r>
    </w:p>
    <w:p w:rsidR="007B6A46" w:rsidRDefault="007B6A46" w:rsidP="007B6A46">
      <w:r>
        <w:t>126.4000</w:t>
      </w:r>
      <w:r>
        <w:tab/>
        <w:t>1.013e0</w:t>
      </w:r>
    </w:p>
    <w:p w:rsidR="007B6A46" w:rsidRDefault="007B6A46" w:rsidP="007B6A46">
      <w:r>
        <w:t>126.4332</w:t>
      </w:r>
      <w:r>
        <w:tab/>
        <w:t>1.013e0</w:t>
      </w:r>
    </w:p>
    <w:p w:rsidR="007B6A46" w:rsidRDefault="007B6A46" w:rsidP="007B6A46">
      <w:r>
        <w:t>126.4365</w:t>
      </w:r>
      <w:r>
        <w:tab/>
        <w:t>1.013e0</w:t>
      </w:r>
    </w:p>
    <w:p w:rsidR="007B6A46" w:rsidRDefault="007B6A46" w:rsidP="007B6A46">
      <w:r>
        <w:t>126.4392</w:t>
      </w:r>
      <w:r>
        <w:tab/>
        <w:t>1.013e0</w:t>
      </w:r>
    </w:p>
    <w:p w:rsidR="007B6A46" w:rsidRDefault="007B6A46" w:rsidP="007B6A46">
      <w:r>
        <w:t>126.4690</w:t>
      </w:r>
      <w:r>
        <w:tab/>
        <w:t>1.013e0</w:t>
      </w:r>
    </w:p>
    <w:p w:rsidR="007B6A46" w:rsidRDefault="007B6A46" w:rsidP="007B6A46">
      <w:r>
        <w:t>126.4812</w:t>
      </w:r>
      <w:r>
        <w:tab/>
        <w:t>1.013e0</w:t>
      </w:r>
    </w:p>
    <w:p w:rsidR="007B6A46" w:rsidRDefault="007B6A46" w:rsidP="007B6A46">
      <w:r>
        <w:t>126.4899</w:t>
      </w:r>
      <w:r>
        <w:tab/>
        <w:t>1.013e0</w:t>
      </w:r>
    </w:p>
    <w:p w:rsidR="007B6A46" w:rsidRDefault="007B6A46" w:rsidP="007B6A46">
      <w:r>
        <w:t>126.5022</w:t>
      </w:r>
      <w:r>
        <w:tab/>
        <w:t>1.013e0</w:t>
      </w:r>
    </w:p>
    <w:p w:rsidR="007B6A46" w:rsidRDefault="007B6A46" w:rsidP="007B6A46">
      <w:r>
        <w:t>126.5231</w:t>
      </w:r>
      <w:r>
        <w:tab/>
        <w:t>1.013e0</w:t>
      </w:r>
    </w:p>
    <w:p w:rsidR="007B6A46" w:rsidRDefault="007B6A46" w:rsidP="007B6A46">
      <w:r>
        <w:t>126.5616</w:t>
      </w:r>
      <w:r>
        <w:tab/>
        <w:t>2.025e0</w:t>
      </w:r>
    </w:p>
    <w:p w:rsidR="007B6A46" w:rsidRDefault="007B6A46" w:rsidP="007B6A46">
      <w:r>
        <w:t>126.5711</w:t>
      </w:r>
      <w:r>
        <w:tab/>
        <w:t>1.013e0</w:t>
      </w:r>
    </w:p>
    <w:p w:rsidR="007B6A46" w:rsidRDefault="007B6A46" w:rsidP="007B6A46">
      <w:r>
        <w:t>126.6213</w:t>
      </w:r>
      <w:r>
        <w:tab/>
        <w:t>1.013e0</w:t>
      </w:r>
    </w:p>
    <w:p w:rsidR="007B6A46" w:rsidRDefault="007B6A46" w:rsidP="007B6A46">
      <w:r>
        <w:t>126.6244</w:t>
      </w:r>
      <w:r>
        <w:tab/>
        <w:t>3.038e0</w:t>
      </w:r>
    </w:p>
    <w:p w:rsidR="007B6A46" w:rsidRDefault="007B6A46" w:rsidP="007B6A46">
      <w:r>
        <w:t>126.6606</w:t>
      </w:r>
      <w:r>
        <w:tab/>
        <w:t>1.013e0</w:t>
      </w:r>
    </w:p>
    <w:p w:rsidR="007B6A46" w:rsidRDefault="007B6A46" w:rsidP="007B6A46">
      <w:r>
        <w:t>126.6815</w:t>
      </w:r>
      <w:r>
        <w:tab/>
        <w:t>2.025e0</w:t>
      </w:r>
    </w:p>
    <w:p w:rsidR="007B6A46" w:rsidRDefault="007B6A46" w:rsidP="007B6A46">
      <w:r>
        <w:lastRenderedPageBreak/>
        <w:t>126.7413</w:t>
      </w:r>
      <w:r>
        <w:tab/>
        <w:t>1.013e0</w:t>
      </w:r>
    </w:p>
    <w:p w:rsidR="007B6A46" w:rsidRDefault="007B6A46" w:rsidP="007B6A46">
      <w:r>
        <w:t>126.7560</w:t>
      </w:r>
      <w:r>
        <w:tab/>
        <w:t>1.013e0</w:t>
      </w:r>
    </w:p>
    <w:p w:rsidR="007B6A46" w:rsidRDefault="007B6A46" w:rsidP="007B6A46">
      <w:r>
        <w:t>126.7683</w:t>
      </w:r>
      <w:r>
        <w:tab/>
        <w:t>1.013e0</w:t>
      </w:r>
    </w:p>
    <w:p w:rsidR="007B6A46" w:rsidRDefault="007B6A46" w:rsidP="007B6A46">
      <w:r>
        <w:t>126.7714</w:t>
      </w:r>
      <w:r>
        <w:tab/>
        <w:t>1.013e0</w:t>
      </w:r>
    </w:p>
    <w:p w:rsidR="007B6A46" w:rsidRDefault="007B6A46" w:rsidP="007B6A46">
      <w:r>
        <w:t>126.8194</w:t>
      </w:r>
      <w:r>
        <w:tab/>
        <w:t>1.013e0</w:t>
      </w:r>
    </w:p>
    <w:p w:rsidR="007B6A46" w:rsidRDefault="007B6A46" w:rsidP="007B6A46">
      <w:r>
        <w:t>126.8372</w:t>
      </w:r>
      <w:r>
        <w:tab/>
        <w:t>1.013e0</w:t>
      </w:r>
    </w:p>
    <w:p w:rsidR="007B6A46" w:rsidRDefault="007B6A46" w:rsidP="007B6A46">
      <w:r>
        <w:t>126.8430</w:t>
      </w:r>
      <w:r>
        <w:tab/>
        <w:t>1.013e0</w:t>
      </w:r>
    </w:p>
    <w:p w:rsidR="007B6A46" w:rsidRDefault="007B6A46" w:rsidP="007B6A46">
      <w:r>
        <w:t>126.8669</w:t>
      </w:r>
      <w:r>
        <w:tab/>
        <w:t>1.013e0</w:t>
      </w:r>
    </w:p>
    <w:p w:rsidR="007B6A46" w:rsidRDefault="007B6A46" w:rsidP="007B6A46">
      <w:r>
        <w:t>126.8790</w:t>
      </w:r>
      <w:r>
        <w:tab/>
        <w:t>1.013e0</w:t>
      </w:r>
    </w:p>
    <w:p w:rsidR="007B6A46" w:rsidRDefault="007B6A46" w:rsidP="007B6A46">
      <w:r>
        <w:t>126.9146</w:t>
      </w:r>
      <w:r>
        <w:tab/>
        <w:t>1.013e0</w:t>
      </w:r>
    </w:p>
    <w:p w:rsidR="007B6A46" w:rsidRDefault="007B6A46" w:rsidP="007B6A46">
      <w:r>
        <w:t>126.9566</w:t>
      </w:r>
      <w:r>
        <w:tab/>
        <w:t>1.013e0</w:t>
      </w:r>
    </w:p>
    <w:p w:rsidR="007B6A46" w:rsidRDefault="007B6A46" w:rsidP="007B6A46">
      <w:r>
        <w:t>127.0284</w:t>
      </w:r>
      <w:r>
        <w:tab/>
        <w:t>1.013e0</w:t>
      </w:r>
    </w:p>
    <w:p w:rsidR="007B6A46" w:rsidRDefault="007B6A46" w:rsidP="007B6A46">
      <w:r>
        <w:t>127.0298</w:t>
      </w:r>
      <w:r>
        <w:tab/>
        <w:t>2.025e0</w:t>
      </w:r>
    </w:p>
    <w:p w:rsidR="007B6A46" w:rsidRDefault="007B6A46" w:rsidP="007B6A46">
      <w:r>
        <w:t>127.0331</w:t>
      </w:r>
      <w:r>
        <w:tab/>
        <w:t>2.025e0</w:t>
      </w:r>
    </w:p>
    <w:p w:rsidR="007B6A46" w:rsidRDefault="007B6A46" w:rsidP="007B6A46">
      <w:r>
        <w:t>127.0375</w:t>
      </w:r>
      <w:r>
        <w:tab/>
        <w:t>1.013e0</w:t>
      </w:r>
    </w:p>
    <w:p w:rsidR="007B6A46" w:rsidRDefault="007B6A46" w:rsidP="007B6A46">
      <w:r>
        <w:t>127.0468</w:t>
      </w:r>
      <w:r>
        <w:tab/>
        <w:t>1.013e0</w:t>
      </w:r>
    </w:p>
    <w:p w:rsidR="007B6A46" w:rsidRDefault="007B6A46" w:rsidP="007B6A46">
      <w:r>
        <w:t>127.0494</w:t>
      </w:r>
      <w:r>
        <w:tab/>
        <w:t>1.013e0</w:t>
      </w:r>
    </w:p>
    <w:p w:rsidR="007B6A46" w:rsidRDefault="007B6A46" w:rsidP="007B6A46">
      <w:r>
        <w:t>127.0554</w:t>
      </w:r>
      <w:r>
        <w:tab/>
        <w:t>1.013e0</w:t>
      </w:r>
    </w:p>
    <w:p w:rsidR="007B6A46" w:rsidRDefault="007B6A46" w:rsidP="007B6A46">
      <w:r>
        <w:t>127.0824</w:t>
      </w:r>
      <w:r>
        <w:tab/>
        <w:t>1.013e0</w:t>
      </w:r>
    </w:p>
    <w:p w:rsidR="007B6A46" w:rsidRDefault="007B6A46" w:rsidP="007B6A46">
      <w:r>
        <w:lastRenderedPageBreak/>
        <w:t>127.0872</w:t>
      </w:r>
      <w:r>
        <w:tab/>
        <w:t>1.044e1</w:t>
      </w:r>
    </w:p>
    <w:p w:rsidR="007B6A46" w:rsidRDefault="007B6A46" w:rsidP="007B6A46">
      <w:r>
        <w:t>127.1005</w:t>
      </w:r>
      <w:r>
        <w:tab/>
        <w:t>1.020e0</w:t>
      </w:r>
    </w:p>
    <w:p w:rsidR="007B6A46" w:rsidRDefault="007B6A46" w:rsidP="007B6A46">
      <w:r>
        <w:t>127.1095</w:t>
      </w:r>
      <w:r>
        <w:tab/>
        <w:t>1.013e0</w:t>
      </w:r>
    </w:p>
    <w:p w:rsidR="007B6A46" w:rsidRDefault="007B6A46" w:rsidP="007B6A46">
      <w:r>
        <w:t>127.1154</w:t>
      </w:r>
      <w:r>
        <w:tab/>
        <w:t>2.025e0</w:t>
      </w:r>
    </w:p>
    <w:p w:rsidR="007B6A46" w:rsidRDefault="007B6A46" w:rsidP="007B6A46">
      <w:r>
        <w:t>127.1183</w:t>
      </w:r>
      <w:r>
        <w:tab/>
        <w:t>1.013e0</w:t>
      </w:r>
    </w:p>
    <w:p w:rsidR="007B6A46" w:rsidRDefault="007B6A46" w:rsidP="007B6A46">
      <w:r>
        <w:t>127.1245</w:t>
      </w:r>
      <w:r>
        <w:tab/>
        <w:t>2.025e0</w:t>
      </w:r>
    </w:p>
    <w:p w:rsidR="007B6A46" w:rsidRDefault="007B6A46" w:rsidP="007B6A46">
      <w:r>
        <w:t>127.1276</w:t>
      </w:r>
      <w:r>
        <w:tab/>
        <w:t>1.013e0</w:t>
      </w:r>
    </w:p>
    <w:p w:rsidR="007B6A46" w:rsidRDefault="007B6A46" w:rsidP="007B6A46">
      <w:r>
        <w:t>127.1367</w:t>
      </w:r>
      <w:r>
        <w:tab/>
        <w:t>1.013e0</w:t>
      </w:r>
    </w:p>
    <w:p w:rsidR="007B6A46" w:rsidRDefault="007B6A46" w:rsidP="007B6A46">
      <w:r>
        <w:t>127.1392</w:t>
      </w:r>
      <w:r>
        <w:tab/>
        <w:t>3.038e0</w:t>
      </w:r>
    </w:p>
    <w:p w:rsidR="007B6A46" w:rsidRDefault="007B6A46" w:rsidP="007B6A46">
      <w:r>
        <w:t>127.1606</w:t>
      </w:r>
      <w:r>
        <w:tab/>
        <w:t>1.013e0</w:t>
      </w:r>
    </w:p>
    <w:p w:rsidR="007B6A46" w:rsidRDefault="007B6A46" w:rsidP="007B6A46">
      <w:r>
        <w:t>127.1695</w:t>
      </w:r>
      <w:r>
        <w:tab/>
        <w:t>1.013e0</w:t>
      </w:r>
    </w:p>
    <w:p w:rsidR="007B6A46" w:rsidRDefault="007B6A46" w:rsidP="007B6A46">
      <w:r>
        <w:t>127.1842</w:t>
      </w:r>
      <w:r>
        <w:tab/>
        <w:t>1.013e0</w:t>
      </w:r>
    </w:p>
    <w:p w:rsidR="007B6A46" w:rsidRDefault="007B6A46" w:rsidP="007B6A46">
      <w:r>
        <w:t>127.2144</w:t>
      </w:r>
      <w:r>
        <w:tab/>
        <w:t>1.013e0</w:t>
      </w:r>
    </w:p>
    <w:p w:rsidR="007B6A46" w:rsidRDefault="007B6A46" w:rsidP="007B6A46">
      <w:r>
        <w:t>127.2655</w:t>
      </w:r>
      <w:r>
        <w:tab/>
        <w:t>1.013e0</w:t>
      </w:r>
    </w:p>
    <w:p w:rsidR="007B6A46" w:rsidRDefault="007B6A46" w:rsidP="007B6A46">
      <w:r>
        <w:t>127.2771</w:t>
      </w:r>
      <w:r>
        <w:tab/>
        <w:t>1.013e0</w:t>
      </w:r>
    </w:p>
    <w:p w:rsidR="007B6A46" w:rsidRDefault="007B6A46" w:rsidP="007B6A46">
      <w:r>
        <w:t>127.2862</w:t>
      </w:r>
      <w:r>
        <w:tab/>
        <w:t>1.013e0</w:t>
      </w:r>
    </w:p>
    <w:p w:rsidR="007B6A46" w:rsidRDefault="007B6A46" w:rsidP="007B6A46">
      <w:r>
        <w:t>127.2893</w:t>
      </w:r>
      <w:r>
        <w:tab/>
        <w:t>1.013e0</w:t>
      </w:r>
    </w:p>
    <w:p w:rsidR="007B6A46" w:rsidRDefault="007B6A46" w:rsidP="007B6A46">
      <w:r>
        <w:t>127.3135</w:t>
      </w:r>
      <w:r>
        <w:tab/>
        <w:t>1.013e0</w:t>
      </w:r>
    </w:p>
    <w:p w:rsidR="007B6A46" w:rsidRDefault="007B6A46" w:rsidP="007B6A46">
      <w:r>
        <w:t>127.3250</w:t>
      </w:r>
      <w:r>
        <w:tab/>
        <w:t>1.013e0</w:t>
      </w:r>
    </w:p>
    <w:p w:rsidR="007B6A46" w:rsidRDefault="007B6A46" w:rsidP="007B6A46">
      <w:r>
        <w:lastRenderedPageBreak/>
        <w:t>127.3461</w:t>
      </w:r>
      <w:r>
        <w:tab/>
        <w:t>1.013e0</w:t>
      </w:r>
    </w:p>
    <w:p w:rsidR="007B6A46" w:rsidRDefault="007B6A46" w:rsidP="007B6A46">
      <w:r>
        <w:t>127.3792</w:t>
      </w:r>
      <w:r>
        <w:tab/>
        <w:t>1.013e0</w:t>
      </w:r>
    </w:p>
    <w:p w:rsidR="007B6A46" w:rsidRDefault="007B6A46" w:rsidP="007B6A46">
      <w:r>
        <w:t>127.3825</w:t>
      </w:r>
      <w:r>
        <w:tab/>
        <w:t>1.013e0</w:t>
      </w:r>
    </w:p>
    <w:p w:rsidR="007B6A46" w:rsidRDefault="007B6A46" w:rsidP="007B6A46">
      <w:r>
        <w:t>127.3909</w:t>
      </w:r>
      <w:r>
        <w:tab/>
        <w:t>1.013e0</w:t>
      </w:r>
    </w:p>
    <w:p w:rsidR="007B6A46" w:rsidRDefault="007B6A46" w:rsidP="007B6A46">
      <w:r>
        <w:t>127.4244</w:t>
      </w:r>
      <w:r>
        <w:tab/>
        <w:t>1.013e0</w:t>
      </w:r>
    </w:p>
    <w:p w:rsidR="007B6A46" w:rsidRDefault="007B6A46" w:rsidP="007B6A46">
      <w:r>
        <w:t>127.4306</w:t>
      </w:r>
      <w:r>
        <w:tab/>
        <w:t>1.013e0</w:t>
      </w:r>
    </w:p>
    <w:p w:rsidR="007B6A46" w:rsidRDefault="007B6A46" w:rsidP="007B6A46">
      <w:r>
        <w:t>127.4997</w:t>
      </w:r>
      <w:r>
        <w:tab/>
        <w:t>1.013e0</w:t>
      </w:r>
    </w:p>
    <w:p w:rsidR="007B6A46" w:rsidRDefault="007B6A46" w:rsidP="007B6A46">
      <w:r>
        <w:t>127.5113</w:t>
      </w:r>
      <w:r>
        <w:tab/>
        <w:t>2.025e0</w:t>
      </w:r>
    </w:p>
    <w:p w:rsidR="007B6A46" w:rsidRDefault="007B6A46" w:rsidP="007B6A46">
      <w:r>
        <w:t>127.5173</w:t>
      </w:r>
      <w:r>
        <w:tab/>
        <w:t>1.013e0</w:t>
      </w:r>
    </w:p>
    <w:p w:rsidR="007B6A46" w:rsidRDefault="007B6A46" w:rsidP="007B6A46">
      <w:r>
        <w:t>127.5413</w:t>
      </w:r>
      <w:r>
        <w:tab/>
        <w:t>1.013e0</w:t>
      </w:r>
    </w:p>
    <w:p w:rsidR="007B6A46" w:rsidRDefault="007B6A46" w:rsidP="007B6A46">
      <w:r>
        <w:t>127.5503</w:t>
      </w:r>
      <w:r>
        <w:tab/>
        <w:t>1.013e0</w:t>
      </w:r>
    </w:p>
    <w:p w:rsidR="007B6A46" w:rsidRDefault="007B6A46" w:rsidP="007B6A46">
      <w:r>
        <w:t>127.5863</w:t>
      </w:r>
      <w:r>
        <w:tab/>
        <w:t>1.013e0</w:t>
      </w:r>
    </w:p>
    <w:p w:rsidR="007B6A46" w:rsidRDefault="007B6A46" w:rsidP="007B6A46">
      <w:r>
        <w:t>127.6165</w:t>
      </w:r>
      <w:r>
        <w:tab/>
        <w:t>4.051e0</w:t>
      </w:r>
    </w:p>
    <w:p w:rsidR="007B6A46" w:rsidRDefault="007B6A46" w:rsidP="007B6A46">
      <w:r>
        <w:t>127.6221</w:t>
      </w:r>
      <w:r>
        <w:tab/>
        <w:t>1.013e0</w:t>
      </w:r>
    </w:p>
    <w:p w:rsidR="007B6A46" w:rsidRDefault="007B6A46" w:rsidP="007B6A46">
      <w:r>
        <w:t>127.6403</w:t>
      </w:r>
      <w:r>
        <w:tab/>
        <w:t>1.013e0</w:t>
      </w:r>
    </w:p>
    <w:p w:rsidR="007B6A46" w:rsidRDefault="007B6A46" w:rsidP="007B6A46">
      <w:r>
        <w:t>127.6687</w:t>
      </w:r>
      <w:r>
        <w:tab/>
        <w:t>2.025e0</w:t>
      </w:r>
    </w:p>
    <w:p w:rsidR="007B6A46" w:rsidRDefault="007B6A46" w:rsidP="007B6A46">
      <w:r>
        <w:t>127.6702</w:t>
      </w:r>
      <w:r>
        <w:tab/>
        <w:t>1.013e0</w:t>
      </w:r>
    </w:p>
    <w:p w:rsidR="007B6A46" w:rsidRDefault="007B6A46" w:rsidP="007B6A46">
      <w:r>
        <w:t>127.6766</w:t>
      </w:r>
      <w:r>
        <w:tab/>
        <w:t>1.013e0</w:t>
      </w:r>
    </w:p>
    <w:p w:rsidR="007B6A46" w:rsidRDefault="007B6A46" w:rsidP="007B6A46">
      <w:r>
        <w:t>127.6973</w:t>
      </w:r>
      <w:r>
        <w:tab/>
        <w:t>1.013e0</w:t>
      </w:r>
    </w:p>
    <w:p w:rsidR="007B6A46" w:rsidRDefault="007B6A46" w:rsidP="007B6A46">
      <w:r>
        <w:lastRenderedPageBreak/>
        <w:t>127.7424</w:t>
      </w:r>
      <w:r>
        <w:tab/>
        <w:t>1.013e0</w:t>
      </w:r>
    </w:p>
    <w:p w:rsidR="007B6A46" w:rsidRDefault="007B6A46" w:rsidP="007B6A46">
      <w:r>
        <w:t>127.7485</w:t>
      </w:r>
      <w:r>
        <w:tab/>
        <w:t>1.013e0</w:t>
      </w:r>
    </w:p>
    <w:p w:rsidR="007B6A46" w:rsidRDefault="007B6A46" w:rsidP="007B6A46">
      <w:r>
        <w:t>127.7666</w:t>
      </w:r>
      <w:r>
        <w:tab/>
        <w:t>1.013e0</w:t>
      </w:r>
    </w:p>
    <w:p w:rsidR="007B6A46" w:rsidRDefault="007B6A46" w:rsidP="007B6A46">
      <w:r>
        <w:t>127.7787</w:t>
      </w:r>
      <w:r>
        <w:tab/>
        <w:t>1.013e0</w:t>
      </w:r>
    </w:p>
    <w:p w:rsidR="007B6A46" w:rsidRDefault="007B6A46" w:rsidP="007B6A46">
      <w:r>
        <w:t>127.8000</w:t>
      </w:r>
      <w:r>
        <w:tab/>
        <w:t>1.013e0</w:t>
      </w:r>
    </w:p>
    <w:p w:rsidR="007B6A46" w:rsidRDefault="007B6A46" w:rsidP="007B6A46">
      <w:r>
        <w:t>127.8209</w:t>
      </w:r>
      <w:r>
        <w:tab/>
        <w:t>2.025e0</w:t>
      </w:r>
    </w:p>
    <w:p w:rsidR="007B6A46" w:rsidRDefault="007B6A46" w:rsidP="007B6A46">
      <w:r>
        <w:t>127.8357</w:t>
      </w:r>
      <w:r>
        <w:tab/>
        <w:t>1.013e0</w:t>
      </w:r>
    </w:p>
    <w:p w:rsidR="007B6A46" w:rsidRDefault="007B6A46" w:rsidP="007B6A46">
      <w:r>
        <w:t>127.8371</w:t>
      </w:r>
      <w:r>
        <w:tab/>
        <w:t>2.025e0</w:t>
      </w:r>
    </w:p>
    <w:p w:rsidR="007B6A46" w:rsidRDefault="007B6A46" w:rsidP="007B6A46">
      <w:r>
        <w:t>127.8598</w:t>
      </w:r>
      <w:r>
        <w:tab/>
        <w:t>1.013e0</w:t>
      </w:r>
    </w:p>
    <w:p w:rsidR="007B6A46" w:rsidRDefault="007B6A46" w:rsidP="007B6A46">
      <w:r>
        <w:t>127.8836</w:t>
      </w:r>
      <w:r>
        <w:tab/>
        <w:t>1.013e0</w:t>
      </w:r>
    </w:p>
    <w:p w:rsidR="007B6A46" w:rsidRDefault="007B6A46" w:rsidP="007B6A46">
      <w:r>
        <w:t>127.9351</w:t>
      </w:r>
      <w:r>
        <w:tab/>
        <w:t>1.013e0</w:t>
      </w:r>
    </w:p>
    <w:p w:rsidR="007B6A46" w:rsidRDefault="007B6A46" w:rsidP="007B6A46">
      <w:r>
        <w:t>127.9468</w:t>
      </w:r>
      <w:r>
        <w:tab/>
        <w:t>1.013e0</w:t>
      </w:r>
    </w:p>
    <w:p w:rsidR="007B6A46" w:rsidRDefault="007B6A46" w:rsidP="007B6A46">
      <w:r>
        <w:t>127.9677</w:t>
      </w:r>
      <w:r>
        <w:tab/>
        <w:t>1.013e0</w:t>
      </w:r>
    </w:p>
    <w:p w:rsidR="007B6A46" w:rsidRDefault="007B6A46" w:rsidP="007B6A46">
      <w:r>
        <w:t>127.9981</w:t>
      </w:r>
      <w:r>
        <w:tab/>
        <w:t>1.013e0</w:t>
      </w:r>
    </w:p>
    <w:p w:rsidR="007B6A46" w:rsidRDefault="007B6A46" w:rsidP="007B6A46">
      <w:r>
        <w:t>128.0312</w:t>
      </w:r>
      <w:r>
        <w:tab/>
        <w:t>1.013e0</w:t>
      </w:r>
    </w:p>
    <w:p w:rsidR="007B6A46" w:rsidRDefault="007B6A46" w:rsidP="007B6A46">
      <w:r>
        <w:t>128.0477</w:t>
      </w:r>
      <w:r>
        <w:tab/>
        <w:t>2.025e0</w:t>
      </w:r>
    </w:p>
    <w:p w:rsidR="007B6A46" w:rsidRDefault="007B6A46" w:rsidP="007B6A46">
      <w:r>
        <w:t>128.0493</w:t>
      </w:r>
      <w:r>
        <w:tab/>
        <w:t>1.013e0</w:t>
      </w:r>
    </w:p>
    <w:p w:rsidR="007B6A46" w:rsidRDefault="007B6A46" w:rsidP="007B6A46">
      <w:r>
        <w:t>128.0749</w:t>
      </w:r>
      <w:r>
        <w:tab/>
        <w:t>2.025e0</w:t>
      </w:r>
    </w:p>
    <w:p w:rsidR="007B6A46" w:rsidRDefault="007B6A46" w:rsidP="007B6A46">
      <w:r>
        <w:t>128.0793</w:t>
      </w:r>
      <w:r>
        <w:tab/>
        <w:t>1.013e0</w:t>
      </w:r>
    </w:p>
    <w:p w:rsidR="007B6A46" w:rsidRDefault="007B6A46" w:rsidP="007B6A46">
      <w:r>
        <w:lastRenderedPageBreak/>
        <w:t>128.0880</w:t>
      </w:r>
      <w:r>
        <w:tab/>
        <w:t>2.025e0</w:t>
      </w:r>
    </w:p>
    <w:p w:rsidR="007B6A46" w:rsidRDefault="007B6A46" w:rsidP="007B6A46">
      <w:r>
        <w:t>128.1031</w:t>
      </w:r>
      <w:r>
        <w:tab/>
        <w:t>1.013e0</w:t>
      </w:r>
    </w:p>
    <w:p w:rsidR="007B6A46" w:rsidRDefault="007B6A46" w:rsidP="007B6A46">
      <w:r>
        <w:t>128.1060</w:t>
      </w:r>
      <w:r>
        <w:tab/>
        <w:t>1.013e0</w:t>
      </w:r>
    </w:p>
    <w:p w:rsidR="007B6A46" w:rsidRDefault="007B6A46" w:rsidP="007B6A46">
      <w:r>
        <w:t>128.1123</w:t>
      </w:r>
      <w:r>
        <w:tab/>
        <w:t>2.025e0</w:t>
      </w:r>
    </w:p>
    <w:p w:rsidR="007B6A46" w:rsidRDefault="007B6A46" w:rsidP="007B6A46">
      <w:r>
        <w:t>128.1182</w:t>
      </w:r>
      <w:r>
        <w:tab/>
        <w:t>1.013e0</w:t>
      </w:r>
    </w:p>
    <w:p w:rsidR="007B6A46" w:rsidRDefault="007B6A46" w:rsidP="007B6A46">
      <w:r>
        <w:t>128.1423</w:t>
      </w:r>
      <w:r>
        <w:tab/>
        <w:t>1.013e0</w:t>
      </w:r>
    </w:p>
    <w:p w:rsidR="007B6A46" w:rsidRDefault="007B6A46" w:rsidP="007B6A46">
      <w:r>
        <w:t>128.1457</w:t>
      </w:r>
      <w:r>
        <w:tab/>
        <w:t>1.013e0</w:t>
      </w:r>
    </w:p>
    <w:p w:rsidR="007B6A46" w:rsidRDefault="007B6A46" w:rsidP="007B6A46">
      <w:r>
        <w:t>128.1541</w:t>
      </w:r>
      <w:r>
        <w:tab/>
        <w:t>1.013e0</w:t>
      </w:r>
    </w:p>
    <w:p w:rsidR="007B6A46" w:rsidRDefault="007B6A46" w:rsidP="007B6A46">
      <w:r>
        <w:t>128.1938</w:t>
      </w:r>
      <w:r>
        <w:tab/>
        <w:t>2.025e0</w:t>
      </w:r>
    </w:p>
    <w:p w:rsidR="007B6A46" w:rsidRDefault="007B6A46" w:rsidP="007B6A46">
      <w:r>
        <w:t>128.2566</w:t>
      </w:r>
      <w:r>
        <w:tab/>
        <w:t>1.013e0</w:t>
      </w:r>
    </w:p>
    <w:p w:rsidR="007B6A46" w:rsidRDefault="007B6A46" w:rsidP="007B6A46">
      <w:r>
        <w:t>128.2807</w:t>
      </w:r>
      <w:r>
        <w:tab/>
        <w:t>1.013e0</w:t>
      </w:r>
    </w:p>
    <w:p w:rsidR="007B6A46" w:rsidRDefault="007B6A46" w:rsidP="007B6A46">
      <w:r>
        <w:t>128.3440</w:t>
      </w:r>
      <w:r>
        <w:tab/>
        <w:t>1.013e0</w:t>
      </w:r>
    </w:p>
    <w:p w:rsidR="007B6A46" w:rsidRDefault="007B6A46" w:rsidP="007B6A46">
      <w:r>
        <w:t>128.3830</w:t>
      </w:r>
      <w:r>
        <w:tab/>
        <w:t>1.013e0</w:t>
      </w:r>
    </w:p>
    <w:p w:rsidR="007B6A46" w:rsidRDefault="007B6A46" w:rsidP="007B6A46">
      <w:r>
        <w:t>128.3953</w:t>
      </w:r>
      <w:r>
        <w:tab/>
        <w:t>1.013e0</w:t>
      </w:r>
    </w:p>
    <w:p w:rsidR="007B6A46" w:rsidRDefault="007B6A46" w:rsidP="007B6A46">
      <w:r>
        <w:t>128.4854</w:t>
      </w:r>
      <w:r>
        <w:tab/>
        <w:t>1.013e0</w:t>
      </w:r>
    </w:p>
    <w:p w:rsidR="007B6A46" w:rsidRDefault="007B6A46" w:rsidP="007B6A46">
      <w:r>
        <w:t>128.5004</w:t>
      </w:r>
      <w:r>
        <w:tab/>
        <w:t>1.013e0</w:t>
      </w:r>
    </w:p>
    <w:p w:rsidR="007B6A46" w:rsidRDefault="007B6A46" w:rsidP="007B6A46">
      <w:r>
        <w:t>128.5126</w:t>
      </w:r>
      <w:r>
        <w:tab/>
        <w:t>3.038e0</w:t>
      </w:r>
    </w:p>
    <w:p w:rsidR="007B6A46" w:rsidRDefault="007B6A46" w:rsidP="007B6A46">
      <w:r>
        <w:t>128.5190</w:t>
      </w:r>
      <w:r>
        <w:tab/>
        <w:t>2.025e0</w:t>
      </w:r>
    </w:p>
    <w:p w:rsidR="007B6A46" w:rsidRDefault="007B6A46" w:rsidP="007B6A46">
      <w:r>
        <w:t>128.5354</w:t>
      </w:r>
      <w:r>
        <w:tab/>
        <w:t>2.025e0</w:t>
      </w:r>
    </w:p>
    <w:p w:rsidR="007B6A46" w:rsidRDefault="007B6A46" w:rsidP="007B6A46">
      <w:r>
        <w:lastRenderedPageBreak/>
        <w:t>128.5400</w:t>
      </w:r>
      <w:r>
        <w:tab/>
        <w:t>1.013e0</w:t>
      </w:r>
    </w:p>
    <w:p w:rsidR="007B6A46" w:rsidRDefault="007B6A46" w:rsidP="007B6A46">
      <w:r>
        <w:t>128.5429</w:t>
      </w:r>
      <w:r>
        <w:tab/>
        <w:t>1.013e0</w:t>
      </w:r>
    </w:p>
    <w:p w:rsidR="007B6A46" w:rsidRDefault="007B6A46" w:rsidP="007B6A46">
      <w:r>
        <w:t>128.5641</w:t>
      </w:r>
      <w:r>
        <w:tab/>
        <w:t>1.013e0</w:t>
      </w:r>
    </w:p>
    <w:p w:rsidR="007B6A46" w:rsidRDefault="007B6A46" w:rsidP="007B6A46">
      <w:r>
        <w:t>128.5725</w:t>
      </w:r>
      <w:r>
        <w:tab/>
        <w:t>1.013e0</w:t>
      </w:r>
    </w:p>
    <w:p w:rsidR="007B6A46" w:rsidRDefault="007B6A46" w:rsidP="007B6A46">
      <w:r>
        <w:t>128.5790</w:t>
      </w:r>
      <w:r>
        <w:tab/>
        <w:t>1.013e0</w:t>
      </w:r>
    </w:p>
    <w:p w:rsidR="007B6A46" w:rsidRDefault="007B6A46" w:rsidP="007B6A46">
      <w:r>
        <w:t>128.6031</w:t>
      </w:r>
      <w:r>
        <w:tab/>
        <w:t>1.013e0</w:t>
      </w:r>
    </w:p>
    <w:p w:rsidR="007B6A46" w:rsidRDefault="007B6A46" w:rsidP="007B6A46">
      <w:r>
        <w:t>128.6137</w:t>
      </w:r>
      <w:r>
        <w:tab/>
        <w:t>2.025e0</w:t>
      </w:r>
    </w:p>
    <w:p w:rsidR="007B6A46" w:rsidRDefault="007B6A46" w:rsidP="007B6A46">
      <w:r>
        <w:t>128.6481</w:t>
      </w:r>
      <w:r>
        <w:tab/>
        <w:t>1.013e0</w:t>
      </w:r>
    </w:p>
    <w:p w:rsidR="007B6A46" w:rsidRDefault="007B6A46" w:rsidP="007B6A46">
      <w:r>
        <w:t>128.6544</w:t>
      </w:r>
      <w:r>
        <w:tab/>
        <w:t>1.013e0</w:t>
      </w:r>
    </w:p>
    <w:p w:rsidR="007B6A46" w:rsidRDefault="007B6A46" w:rsidP="007B6A46">
      <w:r>
        <w:t>128.6607</w:t>
      </w:r>
      <w:r>
        <w:tab/>
        <w:t>1.013e0</w:t>
      </w:r>
    </w:p>
    <w:p w:rsidR="007B6A46" w:rsidRDefault="007B6A46" w:rsidP="007B6A46">
      <w:r>
        <w:t>128.6891</w:t>
      </w:r>
      <w:r>
        <w:tab/>
        <w:t>2.025e0</w:t>
      </w:r>
    </w:p>
    <w:p w:rsidR="007B6A46" w:rsidRDefault="007B6A46" w:rsidP="007B6A46">
      <w:r>
        <w:t>128.7117</w:t>
      </w:r>
      <w:r>
        <w:tab/>
        <w:t>1.013e0</w:t>
      </w:r>
    </w:p>
    <w:p w:rsidR="007B6A46" w:rsidRDefault="007B6A46" w:rsidP="007B6A46">
      <w:r>
        <w:t>128.7508</w:t>
      </w:r>
      <w:r>
        <w:tab/>
        <w:t>1.013e0</w:t>
      </w:r>
    </w:p>
    <w:p w:rsidR="007B6A46" w:rsidRDefault="007B6A46" w:rsidP="007B6A46">
      <w:r>
        <w:t>128.7598</w:t>
      </w:r>
      <w:r>
        <w:tab/>
        <w:t>1.013e0</w:t>
      </w:r>
    </w:p>
    <w:p w:rsidR="007B6A46" w:rsidRDefault="007B6A46" w:rsidP="007B6A46">
      <w:r>
        <w:t>128.7783</w:t>
      </w:r>
      <w:r>
        <w:tab/>
        <w:t>1.013e0</w:t>
      </w:r>
    </w:p>
    <w:p w:rsidR="007B6A46" w:rsidRDefault="007B6A46" w:rsidP="007B6A46">
      <w:r>
        <w:t>128.7898</w:t>
      </w:r>
      <w:r>
        <w:tab/>
        <w:t>1.013e0</w:t>
      </w:r>
    </w:p>
    <w:p w:rsidR="007B6A46" w:rsidRDefault="007B6A46" w:rsidP="007B6A46">
      <w:r>
        <w:t>128.7993</w:t>
      </w:r>
      <w:r>
        <w:tab/>
        <w:t>1.013e0</w:t>
      </w:r>
    </w:p>
    <w:p w:rsidR="007B6A46" w:rsidRDefault="007B6A46" w:rsidP="007B6A46">
      <w:r>
        <w:t>128.8110</w:t>
      </w:r>
      <w:r>
        <w:tab/>
        <w:t>1.013e0</w:t>
      </w:r>
    </w:p>
    <w:p w:rsidR="007B6A46" w:rsidRDefault="007B6A46" w:rsidP="007B6A46">
      <w:r>
        <w:t>128.8278</w:t>
      </w:r>
      <w:r>
        <w:tab/>
        <w:t>2.025e0</w:t>
      </w:r>
    </w:p>
    <w:p w:rsidR="007B6A46" w:rsidRDefault="007B6A46" w:rsidP="007B6A46">
      <w:r>
        <w:lastRenderedPageBreak/>
        <w:t>128.8383</w:t>
      </w:r>
      <w:r>
        <w:tab/>
        <w:t>1.013e0</w:t>
      </w:r>
    </w:p>
    <w:p w:rsidR="007B6A46" w:rsidRDefault="007B6A46" w:rsidP="007B6A46">
      <w:r>
        <w:t>128.8715</w:t>
      </w:r>
      <w:r>
        <w:tab/>
        <w:t>1.013e0</w:t>
      </w:r>
    </w:p>
    <w:p w:rsidR="007B6A46" w:rsidRDefault="007B6A46" w:rsidP="007B6A46">
      <w:r>
        <w:t>128.8775</w:t>
      </w:r>
      <w:r>
        <w:tab/>
        <w:t>1.013e0</w:t>
      </w:r>
    </w:p>
    <w:p w:rsidR="007B6A46" w:rsidRDefault="007B6A46" w:rsidP="007B6A46">
      <w:r>
        <w:t>128.8833</w:t>
      </w:r>
      <w:r>
        <w:tab/>
        <w:t>1.013e0</w:t>
      </w:r>
    </w:p>
    <w:p w:rsidR="007B6A46" w:rsidRDefault="007B6A46" w:rsidP="007B6A46">
      <w:r>
        <w:t>128.8896</w:t>
      </w:r>
      <w:r>
        <w:tab/>
        <w:t>1.013e0</w:t>
      </w:r>
    </w:p>
    <w:p w:rsidR="007B6A46" w:rsidRDefault="007B6A46" w:rsidP="007B6A46">
      <w:r>
        <w:t>128.9107</w:t>
      </w:r>
      <w:r>
        <w:tab/>
        <w:t>1.013e0</w:t>
      </w:r>
    </w:p>
    <w:p w:rsidR="007B6A46" w:rsidRDefault="007B6A46" w:rsidP="007B6A46">
      <w:r>
        <w:t>128.9442</w:t>
      </w:r>
      <w:r>
        <w:tab/>
        <w:t>1.013e0</w:t>
      </w:r>
    </w:p>
    <w:p w:rsidR="007B6A46" w:rsidRDefault="007B6A46" w:rsidP="007B6A46">
      <w:r>
        <w:t>128.9559</w:t>
      </w:r>
      <w:r>
        <w:tab/>
        <w:t>1.013e0</w:t>
      </w:r>
    </w:p>
    <w:p w:rsidR="007B6A46" w:rsidRDefault="007B6A46" w:rsidP="007B6A46">
      <w:r>
        <w:t>128.9951</w:t>
      </w:r>
      <w:r>
        <w:tab/>
        <w:t>1.013e0</w:t>
      </w:r>
    </w:p>
    <w:p w:rsidR="007B6A46" w:rsidRDefault="007B6A46" w:rsidP="007B6A46">
      <w:r>
        <w:t>129.0315</w:t>
      </w:r>
      <w:r>
        <w:tab/>
        <w:t>1.013e0</w:t>
      </w:r>
    </w:p>
    <w:p w:rsidR="007B6A46" w:rsidRDefault="007B6A46" w:rsidP="007B6A46">
      <w:r>
        <w:t>129.0619</w:t>
      </w:r>
      <w:r>
        <w:tab/>
        <w:t>3.038e0</w:t>
      </w:r>
    </w:p>
    <w:p w:rsidR="007B6A46" w:rsidRDefault="007B6A46" w:rsidP="007B6A46">
      <w:r>
        <w:t>129.0648</w:t>
      </w:r>
      <w:r>
        <w:tab/>
        <w:t>1.013e0</w:t>
      </w:r>
    </w:p>
    <w:p w:rsidR="007B6A46" w:rsidRDefault="007B6A46" w:rsidP="007B6A46">
      <w:r>
        <w:t>129.0688</w:t>
      </w:r>
      <w:r>
        <w:tab/>
        <w:t>2.025e0</w:t>
      </w:r>
    </w:p>
    <w:p w:rsidR="007B6A46" w:rsidRDefault="007B6A46" w:rsidP="007B6A46">
      <w:r>
        <w:t>129.0736</w:t>
      </w:r>
      <w:r>
        <w:tab/>
        <w:t>2.025e0</w:t>
      </w:r>
    </w:p>
    <w:p w:rsidR="007B6A46" w:rsidRDefault="007B6A46" w:rsidP="007B6A46">
      <w:r>
        <w:t>129.0767</w:t>
      </w:r>
      <w:r>
        <w:tab/>
        <w:t>2.025e0</w:t>
      </w:r>
    </w:p>
    <w:p w:rsidR="007B6A46" w:rsidRDefault="007B6A46" w:rsidP="007B6A46">
      <w:r>
        <w:t>129.1018</w:t>
      </w:r>
      <w:r>
        <w:tab/>
        <w:t>6.076e0</w:t>
      </w:r>
    </w:p>
    <w:p w:rsidR="007B6A46" w:rsidRDefault="007B6A46" w:rsidP="007B6A46">
      <w:r>
        <w:t>129.1036</w:t>
      </w:r>
      <w:r>
        <w:tab/>
        <w:t>9.114e0</w:t>
      </w:r>
    </w:p>
    <w:p w:rsidR="007B6A46" w:rsidRDefault="007B6A46" w:rsidP="007B6A46">
      <w:r>
        <w:t>129.1051</w:t>
      </w:r>
      <w:r>
        <w:tab/>
        <w:t>5.063e0</w:t>
      </w:r>
    </w:p>
    <w:p w:rsidR="007B6A46" w:rsidRDefault="007B6A46" w:rsidP="007B6A46">
      <w:r>
        <w:t>129.1062</w:t>
      </w:r>
      <w:r>
        <w:tab/>
        <w:t>3.038e0</w:t>
      </w:r>
    </w:p>
    <w:p w:rsidR="007B6A46" w:rsidRDefault="007B6A46" w:rsidP="007B6A46">
      <w:r>
        <w:lastRenderedPageBreak/>
        <w:t>129.1217</w:t>
      </w:r>
      <w:r>
        <w:tab/>
        <w:t>2.025e0</w:t>
      </w:r>
    </w:p>
    <w:p w:rsidR="007B6A46" w:rsidRDefault="007B6A46" w:rsidP="007B6A46">
      <w:r>
        <w:t>129.1281</w:t>
      </w:r>
      <w:r>
        <w:tab/>
        <w:t>1.013e0</w:t>
      </w:r>
    </w:p>
    <w:p w:rsidR="007B6A46" w:rsidRDefault="007B6A46" w:rsidP="007B6A46">
      <w:r>
        <w:t>129.1400</w:t>
      </w:r>
      <w:r>
        <w:tab/>
        <w:t>1.013e0</w:t>
      </w:r>
    </w:p>
    <w:p w:rsidR="007B6A46" w:rsidRDefault="007B6A46" w:rsidP="007B6A46">
      <w:r>
        <w:t>129.1734</w:t>
      </w:r>
      <w:r>
        <w:tab/>
        <w:t>1.013e0</w:t>
      </w:r>
    </w:p>
    <w:p w:rsidR="007B6A46" w:rsidRDefault="007B6A46" w:rsidP="007B6A46">
      <w:r>
        <w:t>129.1856</w:t>
      </w:r>
      <w:r>
        <w:tab/>
        <w:t>1.013e0</w:t>
      </w:r>
    </w:p>
    <w:p w:rsidR="007B6A46" w:rsidRDefault="007B6A46" w:rsidP="007B6A46">
      <w:r>
        <w:t>129.2007</w:t>
      </w:r>
      <w:r>
        <w:tab/>
        <w:t>1.013e0</w:t>
      </w:r>
    </w:p>
    <w:p w:rsidR="007B6A46" w:rsidRDefault="007B6A46" w:rsidP="007B6A46">
      <w:r>
        <w:t>129.2847</w:t>
      </w:r>
      <w:r>
        <w:tab/>
        <w:t>1.013e0</w:t>
      </w:r>
    </w:p>
    <w:p w:rsidR="007B6A46" w:rsidRDefault="007B6A46" w:rsidP="007B6A46">
      <w:r>
        <w:t>129.2943</w:t>
      </w:r>
      <w:r>
        <w:tab/>
        <w:t>1.013e0</w:t>
      </w:r>
    </w:p>
    <w:p w:rsidR="007B6A46" w:rsidRDefault="007B6A46" w:rsidP="007B6A46">
      <w:r>
        <w:t>129.3005</w:t>
      </w:r>
      <w:r>
        <w:tab/>
        <w:t>1.013e0</w:t>
      </w:r>
    </w:p>
    <w:p w:rsidR="007B6A46" w:rsidRDefault="007B6A46" w:rsidP="007B6A46">
      <w:r>
        <w:t>129.3519</w:t>
      </w:r>
      <w:r>
        <w:tab/>
        <w:t>1.013e0</w:t>
      </w:r>
    </w:p>
    <w:p w:rsidR="007B6A46" w:rsidRDefault="007B6A46" w:rsidP="007B6A46">
      <w:r>
        <w:t>129.3573</w:t>
      </w:r>
      <w:r>
        <w:tab/>
        <w:t>1.013e0</w:t>
      </w:r>
    </w:p>
    <w:p w:rsidR="007B6A46" w:rsidRDefault="007B6A46" w:rsidP="007B6A46">
      <w:r>
        <w:t>129.3814</w:t>
      </w:r>
      <w:r>
        <w:tab/>
        <w:t>2.025e0</w:t>
      </w:r>
    </w:p>
    <w:p w:rsidR="007B6A46" w:rsidRDefault="007B6A46" w:rsidP="007B6A46">
      <w:r>
        <w:t>129.3880</w:t>
      </w:r>
      <w:r>
        <w:tab/>
        <w:t>1.013e0</w:t>
      </w:r>
    </w:p>
    <w:p w:rsidR="007B6A46" w:rsidRDefault="007B6A46" w:rsidP="007B6A46">
      <w:r>
        <w:t>129.4271</w:t>
      </w:r>
      <w:r>
        <w:tab/>
        <w:t>1.013e0</w:t>
      </w:r>
    </w:p>
    <w:p w:rsidR="007B6A46" w:rsidRDefault="007B6A46" w:rsidP="007B6A46">
      <w:r>
        <w:t>129.5067</w:t>
      </w:r>
      <w:r>
        <w:tab/>
        <w:t>3.038e0</w:t>
      </w:r>
    </w:p>
    <w:p w:rsidR="007B6A46" w:rsidRDefault="007B6A46" w:rsidP="007B6A46">
      <w:r>
        <w:t>129.5267</w:t>
      </w:r>
      <w:r>
        <w:tab/>
        <w:t>1.013e0</w:t>
      </w:r>
    </w:p>
    <w:p w:rsidR="007B6A46" w:rsidRDefault="007B6A46" w:rsidP="007B6A46">
      <w:r>
        <w:t>129.5378</w:t>
      </w:r>
      <w:r>
        <w:tab/>
        <w:t>2.025e0</w:t>
      </w:r>
    </w:p>
    <w:p w:rsidR="007B6A46" w:rsidRDefault="007B6A46" w:rsidP="007B6A46">
      <w:r>
        <w:t>129.5402</w:t>
      </w:r>
      <w:r>
        <w:tab/>
        <w:t>5.063e0</w:t>
      </w:r>
    </w:p>
    <w:p w:rsidR="007B6A46" w:rsidRDefault="007B6A46" w:rsidP="007B6A46">
      <w:r>
        <w:t>129.5414</w:t>
      </w:r>
      <w:r>
        <w:tab/>
        <w:t>3.038e0</w:t>
      </w:r>
    </w:p>
    <w:p w:rsidR="007B6A46" w:rsidRDefault="007B6A46" w:rsidP="007B6A46">
      <w:r>
        <w:lastRenderedPageBreak/>
        <w:t>129.5424</w:t>
      </w:r>
      <w:r>
        <w:tab/>
        <w:t>4.051e0</w:t>
      </w:r>
    </w:p>
    <w:p w:rsidR="007B6A46" w:rsidRDefault="007B6A46" w:rsidP="007B6A46">
      <w:r>
        <w:t>129.5604</w:t>
      </w:r>
      <w:r>
        <w:tab/>
        <w:t>1.013e0</w:t>
      </w:r>
    </w:p>
    <w:p w:rsidR="007B6A46" w:rsidRDefault="007B6A46" w:rsidP="007B6A46">
      <w:r>
        <w:t>129.5815</w:t>
      </w:r>
      <w:r>
        <w:tab/>
        <w:t>1.013e0</w:t>
      </w:r>
    </w:p>
    <w:p w:rsidR="007B6A46" w:rsidRDefault="007B6A46" w:rsidP="007B6A46">
      <w:r>
        <w:t>129.5993</w:t>
      </w:r>
      <w:r>
        <w:tab/>
        <w:t>1.013e0</w:t>
      </w:r>
    </w:p>
    <w:p w:rsidR="007B6A46" w:rsidRDefault="007B6A46" w:rsidP="007B6A46">
      <w:r>
        <w:t>129.6057</w:t>
      </w:r>
      <w:r>
        <w:tab/>
        <w:t>1.013e0</w:t>
      </w:r>
    </w:p>
    <w:p w:rsidR="007B6A46" w:rsidRDefault="007B6A46" w:rsidP="007B6A46">
      <w:r>
        <w:t>129.6784</w:t>
      </w:r>
      <w:r>
        <w:tab/>
        <w:t>1.013e0</w:t>
      </w:r>
    </w:p>
    <w:p w:rsidR="007B6A46" w:rsidRDefault="007B6A46" w:rsidP="007B6A46">
      <w:r>
        <w:t>129.6993</w:t>
      </w:r>
      <w:r>
        <w:tab/>
        <w:t>1.013e0</w:t>
      </w:r>
    </w:p>
    <w:p w:rsidR="007B6A46" w:rsidRDefault="007B6A46" w:rsidP="007B6A46">
      <w:r>
        <w:t>129.7026</w:t>
      </w:r>
      <w:r>
        <w:tab/>
        <w:t>1.013e0</w:t>
      </w:r>
    </w:p>
    <w:p w:rsidR="007B6A46" w:rsidRDefault="007B6A46" w:rsidP="007B6A46">
      <w:r>
        <w:t>129.7145</w:t>
      </w:r>
      <w:r>
        <w:tab/>
        <w:t>1.013e0</w:t>
      </w:r>
    </w:p>
    <w:p w:rsidR="007B6A46" w:rsidRDefault="007B6A46" w:rsidP="007B6A46">
      <w:r>
        <w:t>129.7297</w:t>
      </w:r>
      <w:r>
        <w:tab/>
        <w:t>1.013e0</w:t>
      </w:r>
    </w:p>
    <w:p w:rsidR="007B6A46" w:rsidRDefault="007B6A46" w:rsidP="007B6A46">
      <w:r>
        <w:t>129.7477</w:t>
      </w:r>
      <w:r>
        <w:tab/>
        <w:t>1.013e0</w:t>
      </w:r>
    </w:p>
    <w:p w:rsidR="007B6A46" w:rsidRDefault="007B6A46" w:rsidP="007B6A46">
      <w:r>
        <w:t>129.7735</w:t>
      </w:r>
      <w:r>
        <w:tab/>
        <w:t>2.025e0</w:t>
      </w:r>
    </w:p>
    <w:p w:rsidR="007B6A46" w:rsidRDefault="007B6A46" w:rsidP="007B6A46">
      <w:r>
        <w:t>129.8297</w:t>
      </w:r>
      <w:r>
        <w:tab/>
        <w:t>1.013e0</w:t>
      </w:r>
    </w:p>
    <w:p w:rsidR="007B6A46" w:rsidRDefault="007B6A46" w:rsidP="007B6A46">
      <w:r>
        <w:t>129.8358</w:t>
      </w:r>
      <w:r>
        <w:tab/>
        <w:t>1.013e0</w:t>
      </w:r>
    </w:p>
    <w:p w:rsidR="007B6A46" w:rsidRDefault="007B6A46" w:rsidP="007B6A46">
      <w:r>
        <w:t>129.8799</w:t>
      </w:r>
      <w:r>
        <w:tab/>
        <w:t>2.025e0</w:t>
      </w:r>
    </w:p>
    <w:p w:rsidR="007B6A46" w:rsidRDefault="007B6A46" w:rsidP="007B6A46">
      <w:r>
        <w:t>129.8868</w:t>
      </w:r>
      <w:r>
        <w:tab/>
        <w:t>1.013e0</w:t>
      </w:r>
    </w:p>
    <w:p w:rsidR="007B6A46" w:rsidRDefault="007B6A46" w:rsidP="007B6A46">
      <w:r>
        <w:t>129.8964</w:t>
      </w:r>
      <w:r>
        <w:tab/>
        <w:t>1.013e0</w:t>
      </w:r>
    </w:p>
    <w:p w:rsidR="007B6A46" w:rsidRDefault="007B6A46" w:rsidP="007B6A46">
      <w:r>
        <w:t>129.9785</w:t>
      </w:r>
      <w:r>
        <w:tab/>
        <w:t>1.013e0</w:t>
      </w:r>
    </w:p>
    <w:p w:rsidR="007B6A46" w:rsidRDefault="007B6A46" w:rsidP="007B6A46">
      <w:r>
        <w:t>129.9853</w:t>
      </w:r>
      <w:r>
        <w:tab/>
        <w:t>2.025e0</w:t>
      </w:r>
    </w:p>
    <w:p w:rsidR="007B6A46" w:rsidRDefault="007B6A46" w:rsidP="007B6A46">
      <w:r>
        <w:lastRenderedPageBreak/>
        <w:t>129.9933</w:t>
      </w:r>
      <w:r>
        <w:tab/>
        <w:t>1.013e0</w:t>
      </w:r>
    </w:p>
    <w:p w:rsidR="007B6A46" w:rsidRDefault="007B6A46" w:rsidP="007B6A46">
      <w:r>
        <w:t>130.0309</w:t>
      </w:r>
      <w:r>
        <w:tab/>
        <w:t>3.038e0</w:t>
      </w:r>
    </w:p>
    <w:p w:rsidR="007B6A46" w:rsidRDefault="007B6A46" w:rsidP="007B6A46">
      <w:r>
        <w:t>130.0322</w:t>
      </w:r>
      <w:r>
        <w:tab/>
        <w:t>2.025e0</w:t>
      </w:r>
    </w:p>
    <w:p w:rsidR="007B6A46" w:rsidRDefault="007B6A46" w:rsidP="007B6A46">
      <w:r>
        <w:t>130.0414</w:t>
      </w:r>
      <w:r>
        <w:tab/>
        <w:t>1.013e1</w:t>
      </w:r>
    </w:p>
    <w:p w:rsidR="007B6A46" w:rsidRDefault="007B6A46" w:rsidP="007B6A46">
      <w:r>
        <w:t>130.0429</w:t>
      </w:r>
      <w:r>
        <w:tab/>
        <w:t>4.051e0</w:t>
      </w:r>
    </w:p>
    <w:p w:rsidR="007B6A46" w:rsidRDefault="007B6A46" w:rsidP="007B6A46">
      <w:r>
        <w:t>130.0528</w:t>
      </w:r>
      <w:r>
        <w:tab/>
        <w:t>2.630e0</w:t>
      </w:r>
    </w:p>
    <w:p w:rsidR="007B6A46" w:rsidRDefault="007B6A46" w:rsidP="007B6A46">
      <w:r>
        <w:t>130.0597</w:t>
      </w:r>
      <w:r>
        <w:tab/>
        <w:t>2.025e0</w:t>
      </w:r>
    </w:p>
    <w:p w:rsidR="007B6A46" w:rsidRDefault="007B6A46" w:rsidP="007B6A46">
      <w:r>
        <w:t>130.0919</w:t>
      </w:r>
      <w:r>
        <w:tab/>
        <w:t>1.418e1</w:t>
      </w:r>
    </w:p>
    <w:p w:rsidR="007B6A46" w:rsidRDefault="007B6A46" w:rsidP="007B6A46">
      <w:r>
        <w:t>130.0943</w:t>
      </w:r>
      <w:r>
        <w:tab/>
        <w:t>1.230e1</w:t>
      </w:r>
    </w:p>
    <w:p w:rsidR="007B6A46" w:rsidRDefault="007B6A46" w:rsidP="007B6A46">
      <w:r>
        <w:t>130.0961</w:t>
      </w:r>
      <w:r>
        <w:tab/>
        <w:t>2.862e1</w:t>
      </w:r>
    </w:p>
    <w:p w:rsidR="007B6A46" w:rsidRDefault="007B6A46" w:rsidP="007B6A46">
      <w:r>
        <w:t>130.0981</w:t>
      </w:r>
      <w:r>
        <w:tab/>
        <w:t>1.316e1</w:t>
      </w:r>
    </w:p>
    <w:p w:rsidR="007B6A46" w:rsidRDefault="007B6A46" w:rsidP="007B6A46">
      <w:r>
        <w:t>130.1088</w:t>
      </w:r>
      <w:r>
        <w:tab/>
        <w:t>4.051e0</w:t>
      </w:r>
    </w:p>
    <w:p w:rsidR="007B6A46" w:rsidRDefault="007B6A46" w:rsidP="007B6A46">
      <w:r>
        <w:t>130.1325</w:t>
      </w:r>
      <w:r>
        <w:tab/>
        <w:t>1.013e0</w:t>
      </w:r>
    </w:p>
    <w:p w:rsidR="007B6A46" w:rsidRDefault="007B6A46" w:rsidP="007B6A46">
      <w:r>
        <w:t>130.1556</w:t>
      </w:r>
      <w:r>
        <w:tab/>
        <w:t>5.063e0</w:t>
      </w:r>
    </w:p>
    <w:p w:rsidR="007B6A46" w:rsidRDefault="007B6A46" w:rsidP="007B6A46">
      <w:r>
        <w:t>130.1610</w:t>
      </w:r>
      <w:r>
        <w:tab/>
        <w:t>5.082e0</w:t>
      </w:r>
    </w:p>
    <w:p w:rsidR="007B6A46" w:rsidRDefault="007B6A46" w:rsidP="007B6A46">
      <w:r>
        <w:t>130.1628</w:t>
      </w:r>
      <w:r>
        <w:tab/>
        <w:t>5.063e0</w:t>
      </w:r>
    </w:p>
    <w:p w:rsidR="007B6A46" w:rsidRDefault="007B6A46" w:rsidP="007B6A46">
      <w:r>
        <w:t>130.1714</w:t>
      </w:r>
      <w:r>
        <w:tab/>
        <w:t>5.063e0</w:t>
      </w:r>
    </w:p>
    <w:p w:rsidR="007B6A46" w:rsidRDefault="007B6A46" w:rsidP="007B6A46">
      <w:r>
        <w:t>130.1778</w:t>
      </w:r>
      <w:r>
        <w:tab/>
        <w:t>1.013e0</w:t>
      </w:r>
    </w:p>
    <w:p w:rsidR="007B6A46" w:rsidRDefault="007B6A46" w:rsidP="007B6A46">
      <w:r>
        <w:t>130.1810</w:t>
      </w:r>
      <w:r>
        <w:tab/>
        <w:t>1.013e0</w:t>
      </w:r>
    </w:p>
    <w:p w:rsidR="007B6A46" w:rsidRDefault="007B6A46" w:rsidP="007B6A46">
      <w:r>
        <w:lastRenderedPageBreak/>
        <w:t>130.2021</w:t>
      </w:r>
      <w:r>
        <w:tab/>
        <w:t>1.013e0</w:t>
      </w:r>
    </w:p>
    <w:p w:rsidR="007B6A46" w:rsidRDefault="007B6A46" w:rsidP="007B6A46">
      <w:r>
        <w:t>130.2178</w:t>
      </w:r>
      <w:r>
        <w:tab/>
        <w:t>1.013e0</w:t>
      </w:r>
    </w:p>
    <w:p w:rsidR="007B6A46" w:rsidRDefault="007B6A46" w:rsidP="007B6A46">
      <w:r>
        <w:t>130.2389</w:t>
      </w:r>
      <w:r>
        <w:tab/>
        <w:t>1.013e0</w:t>
      </w:r>
    </w:p>
    <w:p w:rsidR="007B6A46" w:rsidRDefault="007B6A46" w:rsidP="007B6A46">
      <w:r>
        <w:t>130.2509</w:t>
      </w:r>
      <w:r>
        <w:tab/>
        <w:t>1.013e0</w:t>
      </w:r>
    </w:p>
    <w:p w:rsidR="007B6A46" w:rsidRDefault="007B6A46" w:rsidP="007B6A46">
      <w:r>
        <w:t>130.2631</w:t>
      </w:r>
      <w:r>
        <w:tab/>
        <w:t>2.025e0</w:t>
      </w:r>
    </w:p>
    <w:p w:rsidR="007B6A46" w:rsidRDefault="007B6A46" w:rsidP="007B6A46">
      <w:r>
        <w:t>130.2663</w:t>
      </w:r>
      <w:r>
        <w:tab/>
        <w:t>1.013e0</w:t>
      </w:r>
    </w:p>
    <w:p w:rsidR="007B6A46" w:rsidRDefault="007B6A46" w:rsidP="007B6A46">
      <w:r>
        <w:t>130.2841</w:t>
      </w:r>
      <w:r>
        <w:tab/>
        <w:t>2.025e0</w:t>
      </w:r>
    </w:p>
    <w:p w:rsidR="007B6A46" w:rsidRDefault="007B6A46" w:rsidP="007B6A46">
      <w:r>
        <w:t>130.3569</w:t>
      </w:r>
      <w:r>
        <w:tab/>
        <w:t>1.013e0</w:t>
      </w:r>
    </w:p>
    <w:p w:rsidR="007B6A46" w:rsidRDefault="007B6A46" w:rsidP="007B6A46">
      <w:r>
        <w:t>130.3678</w:t>
      </w:r>
      <w:r>
        <w:tab/>
        <w:t>2.025e0</w:t>
      </w:r>
    </w:p>
    <w:p w:rsidR="007B6A46" w:rsidRDefault="007B6A46" w:rsidP="007B6A46">
      <w:r>
        <w:t>130.3783</w:t>
      </w:r>
      <w:r>
        <w:tab/>
        <w:t>1.013e0</w:t>
      </w:r>
    </w:p>
    <w:p w:rsidR="007B6A46" w:rsidRDefault="007B6A46" w:rsidP="007B6A46">
      <w:r>
        <w:t>130.3905</w:t>
      </w:r>
      <w:r>
        <w:tab/>
        <w:t>2.025e0</w:t>
      </w:r>
    </w:p>
    <w:p w:rsidR="007B6A46" w:rsidRDefault="007B6A46" w:rsidP="007B6A46">
      <w:r>
        <w:t>130.4055</w:t>
      </w:r>
      <w:r>
        <w:tab/>
        <w:t>1.013e0</w:t>
      </w:r>
    </w:p>
    <w:p w:rsidR="007B6A46" w:rsidRDefault="007B6A46" w:rsidP="007B6A46">
      <w:r>
        <w:t>130.4182</w:t>
      </w:r>
      <w:r>
        <w:tab/>
        <w:t>1.013e0</w:t>
      </w:r>
    </w:p>
    <w:p w:rsidR="007B6A46" w:rsidRDefault="007B6A46" w:rsidP="007B6A46">
      <w:r>
        <w:t>130.4235</w:t>
      </w:r>
      <w:r>
        <w:tab/>
        <w:t>1.013e0</w:t>
      </w:r>
    </w:p>
    <w:p w:rsidR="007B6A46" w:rsidRDefault="007B6A46" w:rsidP="007B6A46">
      <w:r>
        <w:t>130.4268</w:t>
      </w:r>
      <w:r>
        <w:tab/>
        <w:t>1.013e0</w:t>
      </w:r>
    </w:p>
    <w:p w:rsidR="007B6A46" w:rsidRDefault="007B6A46" w:rsidP="007B6A46">
      <w:r>
        <w:t>130.4509</w:t>
      </w:r>
      <w:r>
        <w:tab/>
        <w:t>2.025e0</w:t>
      </w:r>
    </w:p>
    <w:p w:rsidR="007B6A46" w:rsidRDefault="007B6A46" w:rsidP="007B6A46">
      <w:r>
        <w:t>130.4574</w:t>
      </w:r>
      <w:r>
        <w:tab/>
        <w:t>1.013e0</w:t>
      </w:r>
    </w:p>
    <w:p w:rsidR="007B6A46" w:rsidRDefault="007B6A46" w:rsidP="007B6A46">
      <w:r>
        <w:t>130.4620</w:t>
      </w:r>
      <w:r>
        <w:tab/>
        <w:t>4.051e0</w:t>
      </w:r>
    </w:p>
    <w:p w:rsidR="007B6A46" w:rsidRDefault="007B6A46" w:rsidP="007B6A46">
      <w:r>
        <w:t>130.4697</w:t>
      </w:r>
      <w:r>
        <w:tab/>
        <w:t>1.013e0</w:t>
      </w:r>
    </w:p>
    <w:p w:rsidR="007B6A46" w:rsidRDefault="007B6A46" w:rsidP="007B6A46">
      <w:r>
        <w:lastRenderedPageBreak/>
        <w:t>130.4816</w:t>
      </w:r>
      <w:r>
        <w:tab/>
        <w:t>1.013e0</w:t>
      </w:r>
    </w:p>
    <w:p w:rsidR="007B6A46" w:rsidRDefault="007B6A46" w:rsidP="007B6A46">
      <w:r>
        <w:t>130.5028</w:t>
      </w:r>
      <w:r>
        <w:tab/>
        <w:t>1.013e0</w:t>
      </w:r>
    </w:p>
    <w:p w:rsidR="007B6A46" w:rsidRDefault="007B6A46" w:rsidP="007B6A46">
      <w:r>
        <w:t>130.5328</w:t>
      </w:r>
      <w:r>
        <w:tab/>
        <w:t>7.324e1</w:t>
      </w:r>
    </w:p>
    <w:p w:rsidR="007B6A46" w:rsidRDefault="007B6A46" w:rsidP="007B6A46">
      <w:r>
        <w:t>130.5349</w:t>
      </w:r>
      <w:r>
        <w:tab/>
        <w:t>1.018e2</w:t>
      </w:r>
    </w:p>
    <w:p w:rsidR="007B6A46" w:rsidRDefault="007B6A46" w:rsidP="007B6A46">
      <w:r>
        <w:t>130.5529</w:t>
      </w:r>
      <w:r>
        <w:tab/>
        <w:t>2.025e0</w:t>
      </w:r>
    </w:p>
    <w:p w:rsidR="007B6A46" w:rsidRDefault="007B6A46" w:rsidP="007B6A46">
      <w:r>
        <w:t>130.5756</w:t>
      </w:r>
      <w:r>
        <w:tab/>
        <w:t>1.013e0</w:t>
      </w:r>
    </w:p>
    <w:p w:rsidR="007B6A46" w:rsidRDefault="007B6A46" w:rsidP="007B6A46">
      <w:r>
        <w:t>130.5819</w:t>
      </w:r>
      <w:r>
        <w:tab/>
        <w:t>1.013e0</w:t>
      </w:r>
    </w:p>
    <w:p w:rsidR="007B6A46" w:rsidRDefault="007B6A46" w:rsidP="007B6A46">
      <w:r>
        <w:t>130.5881</w:t>
      </w:r>
      <w:r>
        <w:tab/>
        <w:t>1.013e0</w:t>
      </w:r>
    </w:p>
    <w:p w:rsidR="007B6A46" w:rsidRDefault="007B6A46" w:rsidP="007B6A46">
      <w:r>
        <w:t>130.5954</w:t>
      </w:r>
      <w:r>
        <w:tab/>
        <w:t>2.025e0</w:t>
      </w:r>
    </w:p>
    <w:p w:rsidR="007B6A46" w:rsidRDefault="007B6A46" w:rsidP="007B6A46">
      <w:r>
        <w:t>130.6209</w:t>
      </w:r>
      <w:r>
        <w:tab/>
        <w:t>2.025e0</w:t>
      </w:r>
    </w:p>
    <w:p w:rsidR="007B6A46" w:rsidRDefault="007B6A46" w:rsidP="007B6A46">
      <w:r>
        <w:t>130.6366</w:t>
      </w:r>
      <w:r>
        <w:tab/>
        <w:t>2.025e0</w:t>
      </w:r>
    </w:p>
    <w:p w:rsidR="007B6A46" w:rsidRDefault="007B6A46" w:rsidP="007B6A46">
      <w:r>
        <w:t>130.6412</w:t>
      </w:r>
      <w:r>
        <w:tab/>
        <w:t>2.025e0</w:t>
      </w:r>
    </w:p>
    <w:p w:rsidR="007B6A46" w:rsidRDefault="007B6A46" w:rsidP="007B6A46">
      <w:r>
        <w:t>130.6485</w:t>
      </w:r>
      <w:r>
        <w:tab/>
        <w:t>1.013e0</w:t>
      </w:r>
    </w:p>
    <w:p w:rsidR="007B6A46" w:rsidRDefault="007B6A46" w:rsidP="007B6A46">
      <w:r>
        <w:t>130.6499</w:t>
      </w:r>
      <w:r>
        <w:tab/>
        <w:t>2.025e0</w:t>
      </w:r>
    </w:p>
    <w:p w:rsidR="007B6A46" w:rsidRDefault="007B6A46" w:rsidP="007B6A46">
      <w:r>
        <w:t>130.6641</w:t>
      </w:r>
      <w:r>
        <w:tab/>
        <w:t>1.013e0</w:t>
      </w:r>
    </w:p>
    <w:p w:rsidR="007B6A46" w:rsidRDefault="007B6A46" w:rsidP="007B6A46">
      <w:r>
        <w:t>130.6668</w:t>
      </w:r>
      <w:r>
        <w:tab/>
        <w:t>1.013e0</w:t>
      </w:r>
    </w:p>
    <w:p w:rsidR="007B6A46" w:rsidRDefault="007B6A46" w:rsidP="007B6A46">
      <w:r>
        <w:t>130.6742</w:t>
      </w:r>
      <w:r>
        <w:tab/>
        <w:t>2.025e0</w:t>
      </w:r>
    </w:p>
    <w:p w:rsidR="007B6A46" w:rsidRDefault="007B6A46" w:rsidP="007B6A46">
      <w:r>
        <w:t>130.6870</w:t>
      </w:r>
      <w:r>
        <w:tab/>
        <w:t>2.025e0</w:t>
      </w:r>
    </w:p>
    <w:p w:rsidR="007B6A46" w:rsidRDefault="007B6A46" w:rsidP="007B6A46">
      <w:r>
        <w:t>130.7000</w:t>
      </w:r>
      <w:r>
        <w:tab/>
        <w:t>1.013e0</w:t>
      </w:r>
    </w:p>
    <w:p w:rsidR="007B6A46" w:rsidRDefault="007B6A46" w:rsidP="007B6A46">
      <w:r>
        <w:lastRenderedPageBreak/>
        <w:t>130.7095</w:t>
      </w:r>
      <w:r>
        <w:tab/>
        <w:t>1.013e0</w:t>
      </w:r>
    </w:p>
    <w:p w:rsidR="007B6A46" w:rsidRDefault="007B6A46" w:rsidP="007B6A46">
      <w:r>
        <w:t>130.7212</w:t>
      </w:r>
      <w:r>
        <w:tab/>
        <w:t>2.025e0</w:t>
      </w:r>
    </w:p>
    <w:p w:rsidR="007B6A46" w:rsidRDefault="007B6A46" w:rsidP="007B6A46">
      <w:r>
        <w:t>130.7338</w:t>
      </w:r>
      <w:r>
        <w:tab/>
        <w:t>3.038e0</w:t>
      </w:r>
    </w:p>
    <w:p w:rsidR="007B6A46" w:rsidRDefault="007B6A46" w:rsidP="007B6A46">
      <w:r>
        <w:t>130.7385</w:t>
      </w:r>
      <w:r>
        <w:tab/>
        <w:t>2.025e0</w:t>
      </w:r>
    </w:p>
    <w:p w:rsidR="007B6A46" w:rsidRDefault="007B6A46" w:rsidP="007B6A46">
      <w:r>
        <w:t>130.7737</w:t>
      </w:r>
      <w:r>
        <w:tab/>
        <w:t>3.038e0</w:t>
      </w:r>
    </w:p>
    <w:p w:rsidR="007B6A46" w:rsidRDefault="007B6A46" w:rsidP="007B6A46">
      <w:r>
        <w:t>130.7887</w:t>
      </w:r>
      <w:r>
        <w:tab/>
        <w:t>3.038e0</w:t>
      </w:r>
    </w:p>
    <w:p w:rsidR="007B6A46" w:rsidRDefault="007B6A46" w:rsidP="007B6A46">
      <w:r>
        <w:t>130.7974</w:t>
      </w:r>
      <w:r>
        <w:tab/>
        <w:t>1.013e0</w:t>
      </w:r>
    </w:p>
    <w:p w:rsidR="007B6A46" w:rsidRDefault="007B6A46" w:rsidP="007B6A46">
      <w:r>
        <w:t>130.8373</w:t>
      </w:r>
      <w:r>
        <w:tab/>
        <w:t>1.013e0</w:t>
      </w:r>
    </w:p>
    <w:p w:rsidR="007B6A46" w:rsidRDefault="007B6A46" w:rsidP="007B6A46">
      <w:r>
        <w:t>130.8585</w:t>
      </w:r>
      <w:r>
        <w:tab/>
        <w:t>1.013e0</w:t>
      </w:r>
    </w:p>
    <w:p w:rsidR="007B6A46" w:rsidRDefault="007B6A46" w:rsidP="007B6A46">
      <w:r>
        <w:t>130.8672</w:t>
      </w:r>
      <w:r>
        <w:tab/>
        <w:t>1.013e0</w:t>
      </w:r>
    </w:p>
    <w:p w:rsidR="007B6A46" w:rsidRDefault="007B6A46" w:rsidP="007B6A46">
      <w:r>
        <w:t>130.8858</w:t>
      </w:r>
      <w:r>
        <w:tab/>
        <w:t>2.025e0</w:t>
      </w:r>
    </w:p>
    <w:p w:rsidR="007B6A46" w:rsidRDefault="007B6A46" w:rsidP="007B6A46">
      <w:r>
        <w:t>130.9102</w:t>
      </w:r>
      <w:r>
        <w:tab/>
        <w:t>1.013e0</w:t>
      </w:r>
    </w:p>
    <w:p w:rsidR="007B6A46" w:rsidRDefault="007B6A46" w:rsidP="007B6A46">
      <w:r>
        <w:t>130.9345</w:t>
      </w:r>
      <w:r>
        <w:tab/>
        <w:t>2.025e0</w:t>
      </w:r>
    </w:p>
    <w:p w:rsidR="007B6A46" w:rsidRDefault="007B6A46" w:rsidP="007B6A46">
      <w:r>
        <w:t>130.9607</w:t>
      </w:r>
      <w:r>
        <w:tab/>
        <w:t>3.038e0</w:t>
      </w:r>
    </w:p>
    <w:p w:rsidR="007B6A46" w:rsidRDefault="007B6A46" w:rsidP="007B6A46">
      <w:r>
        <w:t>130.9704</w:t>
      </w:r>
      <w:r>
        <w:tab/>
        <w:t>1.013e0</w:t>
      </w:r>
    </w:p>
    <w:p w:rsidR="007B6A46" w:rsidRDefault="007B6A46" w:rsidP="007B6A46">
      <w:r>
        <w:t>130.9800</w:t>
      </w:r>
      <w:r>
        <w:tab/>
        <w:t>1.013e0</w:t>
      </w:r>
    </w:p>
    <w:p w:rsidR="007B6A46" w:rsidRDefault="007B6A46" w:rsidP="007B6A46">
      <w:r>
        <w:t>131.0042</w:t>
      </w:r>
      <w:r>
        <w:tab/>
        <w:t>1.013e0</w:t>
      </w:r>
    </w:p>
    <w:p w:rsidR="007B6A46" w:rsidRDefault="007B6A46" w:rsidP="007B6A46">
      <w:r>
        <w:t>131.0059</w:t>
      </w:r>
      <w:r>
        <w:tab/>
        <w:t>2.025e0</w:t>
      </w:r>
    </w:p>
    <w:p w:rsidR="007B6A46" w:rsidRDefault="007B6A46" w:rsidP="007B6A46">
      <w:r>
        <w:t>131.0075</w:t>
      </w:r>
      <w:r>
        <w:tab/>
        <w:t>1.013e0</w:t>
      </w:r>
    </w:p>
    <w:p w:rsidR="007B6A46" w:rsidRDefault="007B6A46" w:rsidP="007B6A46">
      <w:r>
        <w:lastRenderedPageBreak/>
        <w:t>131.0104</w:t>
      </w:r>
      <w:r>
        <w:tab/>
        <w:t>1.013e0</w:t>
      </w:r>
    </w:p>
    <w:p w:rsidR="007B6A46" w:rsidRDefault="007B6A46" w:rsidP="007B6A46">
      <w:r>
        <w:t>131.0224</w:t>
      </w:r>
      <w:r>
        <w:tab/>
        <w:t>2.025e0</w:t>
      </w:r>
    </w:p>
    <w:p w:rsidR="007B6A46" w:rsidRDefault="007B6A46" w:rsidP="007B6A46">
      <w:r>
        <w:t>131.0330</w:t>
      </w:r>
      <w:r>
        <w:tab/>
        <w:t>5.353e0</w:t>
      </w:r>
    </w:p>
    <w:p w:rsidR="007B6A46" w:rsidRDefault="007B6A46" w:rsidP="007B6A46">
      <w:r>
        <w:t>131.0343</w:t>
      </w:r>
      <w:r>
        <w:tab/>
        <w:t>2.100e1</w:t>
      </w:r>
    </w:p>
    <w:p w:rsidR="007B6A46" w:rsidRDefault="007B6A46" w:rsidP="007B6A46">
      <w:r>
        <w:t>131.0402</w:t>
      </w:r>
      <w:r>
        <w:tab/>
        <w:t>6.076e0</w:t>
      </w:r>
    </w:p>
    <w:p w:rsidR="007B6A46" w:rsidRDefault="007B6A46" w:rsidP="007B6A46">
      <w:r>
        <w:t>131.0593</w:t>
      </w:r>
      <w:r>
        <w:tab/>
        <w:t>2.025e0</w:t>
      </w:r>
    </w:p>
    <w:p w:rsidR="007B6A46" w:rsidRDefault="007B6A46" w:rsidP="007B6A46">
      <w:r>
        <w:t>131.0830</w:t>
      </w:r>
      <w:r>
        <w:tab/>
        <w:t>1.847e1</w:t>
      </w:r>
    </w:p>
    <w:p w:rsidR="007B6A46" w:rsidRDefault="007B6A46" w:rsidP="007B6A46">
      <w:r>
        <w:t>131.0862</w:t>
      </w:r>
      <w:r>
        <w:tab/>
        <w:t>1.215e1</w:t>
      </w:r>
    </w:p>
    <w:p w:rsidR="007B6A46" w:rsidRDefault="007B6A46" w:rsidP="007B6A46">
      <w:r>
        <w:t>131.0965</w:t>
      </w:r>
      <w:r>
        <w:tab/>
        <w:t>3.038e0</w:t>
      </w:r>
    </w:p>
    <w:p w:rsidR="007B6A46" w:rsidRDefault="007B6A46" w:rsidP="007B6A46">
      <w:r>
        <w:t>131.0985</w:t>
      </w:r>
      <w:r>
        <w:tab/>
        <w:t>6.076e0</w:t>
      </w:r>
    </w:p>
    <w:p w:rsidR="007B6A46" w:rsidRDefault="007B6A46" w:rsidP="007B6A46">
      <w:r>
        <w:t>131.1197</w:t>
      </w:r>
      <w:r>
        <w:tab/>
        <w:t>2.025e0</w:t>
      </w:r>
    </w:p>
    <w:p w:rsidR="007B6A46" w:rsidRDefault="007B6A46" w:rsidP="007B6A46">
      <w:r>
        <w:t>131.1354</w:t>
      </w:r>
      <w:r>
        <w:tab/>
        <w:t>1.013e0</w:t>
      </w:r>
    </w:p>
    <w:p w:rsidR="007B6A46" w:rsidRDefault="007B6A46" w:rsidP="007B6A46">
      <w:r>
        <w:t>131.1397</w:t>
      </w:r>
      <w:r>
        <w:tab/>
        <w:t>2.025e0</w:t>
      </w:r>
    </w:p>
    <w:p w:rsidR="007B6A46" w:rsidRDefault="007B6A46" w:rsidP="007B6A46">
      <w:r>
        <w:t>131.1627</w:t>
      </w:r>
      <w:r>
        <w:tab/>
        <w:t>1.013e0</w:t>
      </w:r>
    </w:p>
    <w:p w:rsidR="007B6A46" w:rsidRDefault="007B6A46" w:rsidP="007B6A46">
      <w:r>
        <w:t>131.1715</w:t>
      </w:r>
      <w:r>
        <w:tab/>
        <w:t>4.051e0</w:t>
      </w:r>
    </w:p>
    <w:p w:rsidR="007B6A46" w:rsidRDefault="007B6A46" w:rsidP="007B6A46">
      <w:r>
        <w:t>131.2445</w:t>
      </w:r>
      <w:r>
        <w:tab/>
        <w:t>2.025e0</w:t>
      </w:r>
    </w:p>
    <w:p w:rsidR="007B6A46" w:rsidRDefault="007B6A46" w:rsidP="007B6A46">
      <w:r>
        <w:t>131.2634</w:t>
      </w:r>
      <w:r>
        <w:tab/>
        <w:t>1.013e0</w:t>
      </w:r>
    </w:p>
    <w:p w:rsidR="007B6A46" w:rsidRDefault="007B6A46" w:rsidP="007B6A46">
      <w:r>
        <w:t>131.2686</w:t>
      </w:r>
      <w:r>
        <w:tab/>
        <w:t>1.013e0</w:t>
      </w:r>
    </w:p>
    <w:p w:rsidR="007B6A46" w:rsidRDefault="007B6A46" w:rsidP="007B6A46">
      <w:r>
        <w:t>131.2783</w:t>
      </w:r>
      <w:r>
        <w:tab/>
        <w:t>1.013e0</w:t>
      </w:r>
    </w:p>
    <w:p w:rsidR="007B6A46" w:rsidRDefault="007B6A46" w:rsidP="007B6A46">
      <w:r>
        <w:lastRenderedPageBreak/>
        <w:t>131.2845</w:t>
      </w:r>
      <w:r>
        <w:tab/>
        <w:t>1.013e0</w:t>
      </w:r>
    </w:p>
    <w:p w:rsidR="007B6A46" w:rsidRDefault="007B6A46" w:rsidP="007B6A46">
      <w:r>
        <w:t>131.3026</w:t>
      </w:r>
      <w:r>
        <w:tab/>
        <w:t>1.013e0</w:t>
      </w:r>
    </w:p>
    <w:p w:rsidR="007B6A46" w:rsidRDefault="007B6A46" w:rsidP="007B6A46">
      <w:r>
        <w:t>131.3151</w:t>
      </w:r>
      <w:r>
        <w:tab/>
        <w:t>2.025e0</w:t>
      </w:r>
    </w:p>
    <w:p w:rsidR="007B6A46" w:rsidRDefault="007B6A46" w:rsidP="007B6A46">
      <w:r>
        <w:t>131.3176</w:t>
      </w:r>
      <w:r>
        <w:tab/>
        <w:t>2.025e0</w:t>
      </w:r>
    </w:p>
    <w:p w:rsidR="007B6A46" w:rsidRDefault="007B6A46" w:rsidP="007B6A46">
      <w:r>
        <w:t>131.3725</w:t>
      </w:r>
      <w:r>
        <w:tab/>
        <w:t>1.013e0</w:t>
      </w:r>
    </w:p>
    <w:p w:rsidR="007B6A46" w:rsidRDefault="007B6A46" w:rsidP="007B6A46">
      <w:r>
        <w:t>131.3818</w:t>
      </w:r>
      <w:r>
        <w:tab/>
        <w:t>2.025e0</w:t>
      </w:r>
    </w:p>
    <w:p w:rsidR="007B6A46" w:rsidRDefault="007B6A46" w:rsidP="007B6A46">
      <w:r>
        <w:t>131.3938</w:t>
      </w:r>
      <w:r>
        <w:tab/>
        <w:t>1.013e0</w:t>
      </w:r>
    </w:p>
    <w:p w:rsidR="007B6A46" w:rsidRDefault="007B6A46" w:rsidP="007B6A46">
      <w:r>
        <w:t>131.4123</w:t>
      </w:r>
      <w:r>
        <w:tab/>
        <w:t>1.013e0</w:t>
      </w:r>
    </w:p>
    <w:p w:rsidR="007B6A46" w:rsidRDefault="007B6A46" w:rsidP="007B6A46">
      <w:r>
        <w:t>131.4211</w:t>
      </w:r>
      <w:r>
        <w:tab/>
        <w:t>1.013e0</w:t>
      </w:r>
    </w:p>
    <w:p w:rsidR="007B6A46" w:rsidRDefault="007B6A46" w:rsidP="007B6A46">
      <w:r>
        <w:t>131.4400</w:t>
      </w:r>
      <w:r>
        <w:tab/>
        <w:t>1.013e0</w:t>
      </w:r>
    </w:p>
    <w:p w:rsidR="007B6A46" w:rsidRDefault="007B6A46" w:rsidP="007B6A46">
      <w:r>
        <w:t>131.4455</w:t>
      </w:r>
      <w:r>
        <w:tab/>
        <w:t>1.013e0</w:t>
      </w:r>
    </w:p>
    <w:p w:rsidR="007B6A46" w:rsidRDefault="007B6A46" w:rsidP="007B6A46">
      <w:r>
        <w:t>131.4581</w:t>
      </w:r>
      <w:r>
        <w:tab/>
        <w:t>1.013e0</w:t>
      </w:r>
    </w:p>
    <w:p w:rsidR="007B6A46" w:rsidRDefault="007B6A46" w:rsidP="007B6A46">
      <w:r>
        <w:t>131.4762</w:t>
      </w:r>
      <w:r>
        <w:tab/>
        <w:t>1.013e0</w:t>
      </w:r>
    </w:p>
    <w:p w:rsidR="007B6A46" w:rsidRDefault="007B6A46" w:rsidP="007B6A46">
      <w:r>
        <w:t>131.5309</w:t>
      </w:r>
      <w:r>
        <w:tab/>
        <w:t>2.025e0</w:t>
      </w:r>
    </w:p>
    <w:p w:rsidR="007B6A46" w:rsidRDefault="007B6A46" w:rsidP="007B6A46">
      <w:r>
        <w:t>131.5406</w:t>
      </w:r>
      <w:r>
        <w:tab/>
        <w:t>1.013e0</w:t>
      </w:r>
    </w:p>
    <w:p w:rsidR="007B6A46" w:rsidRDefault="007B6A46" w:rsidP="007B6A46">
      <w:r>
        <w:t>131.5432</w:t>
      </w:r>
      <w:r>
        <w:tab/>
        <w:t>2.025e0</w:t>
      </w:r>
    </w:p>
    <w:p w:rsidR="007B6A46" w:rsidRDefault="007B6A46" w:rsidP="007B6A46">
      <w:r>
        <w:t>131.5449</w:t>
      </w:r>
      <w:r>
        <w:tab/>
        <w:t>2.025e0</w:t>
      </w:r>
    </w:p>
    <w:p w:rsidR="007B6A46" w:rsidRDefault="007B6A46" w:rsidP="007B6A46">
      <w:r>
        <w:t>131.5471</w:t>
      </w:r>
      <w:r>
        <w:tab/>
        <w:t>3.038e0</w:t>
      </w:r>
    </w:p>
    <w:p w:rsidR="007B6A46" w:rsidRDefault="007B6A46" w:rsidP="007B6A46">
      <w:r>
        <w:t>131.5571</w:t>
      </w:r>
      <w:r>
        <w:tab/>
        <w:t>2.025e0</w:t>
      </w:r>
    </w:p>
    <w:p w:rsidR="007B6A46" w:rsidRDefault="007B6A46" w:rsidP="007B6A46">
      <w:r>
        <w:lastRenderedPageBreak/>
        <w:t>131.5736</w:t>
      </w:r>
      <w:r>
        <w:tab/>
        <w:t>1.013e0</w:t>
      </w:r>
    </w:p>
    <w:p w:rsidR="007B6A46" w:rsidRDefault="007B6A46" w:rsidP="007B6A46">
      <w:r>
        <w:t>131.5828</w:t>
      </w:r>
      <w:r>
        <w:tab/>
        <w:t>1.013e0</w:t>
      </w:r>
    </w:p>
    <w:p w:rsidR="007B6A46" w:rsidRDefault="007B6A46" w:rsidP="007B6A46">
      <w:r>
        <w:t>131.6285</w:t>
      </w:r>
      <w:r>
        <w:tab/>
        <w:t>2.025e0</w:t>
      </w:r>
    </w:p>
    <w:p w:rsidR="007B6A46" w:rsidRDefault="007B6A46" w:rsidP="007B6A46">
      <w:r>
        <w:t>131.6559</w:t>
      </w:r>
      <w:r>
        <w:tab/>
        <w:t>1.013e0</w:t>
      </w:r>
    </w:p>
    <w:p w:rsidR="007B6A46" w:rsidRDefault="007B6A46" w:rsidP="007B6A46">
      <w:r>
        <w:t>131.6805</w:t>
      </w:r>
      <w:r>
        <w:tab/>
        <w:t>1.013e0</w:t>
      </w:r>
    </w:p>
    <w:p w:rsidR="007B6A46" w:rsidRDefault="007B6A46" w:rsidP="007B6A46">
      <w:r>
        <w:t>131.7203</w:t>
      </w:r>
      <w:r>
        <w:tab/>
        <w:t>1.013e0</w:t>
      </w:r>
    </w:p>
    <w:p w:rsidR="007B6A46" w:rsidRDefault="007B6A46" w:rsidP="007B6A46">
      <w:r>
        <w:t>131.7691</w:t>
      </w:r>
      <w:r>
        <w:tab/>
        <w:t>1.013e0</w:t>
      </w:r>
    </w:p>
    <w:p w:rsidR="007B6A46" w:rsidRDefault="007B6A46" w:rsidP="007B6A46">
      <w:r>
        <w:t>131.7840</w:t>
      </w:r>
      <w:r>
        <w:tab/>
        <w:t>1.013e0</w:t>
      </w:r>
    </w:p>
    <w:p w:rsidR="007B6A46" w:rsidRDefault="007B6A46" w:rsidP="007B6A46">
      <w:r>
        <w:t>131.8209</w:t>
      </w:r>
      <w:r>
        <w:tab/>
        <w:t>1.013e0</w:t>
      </w:r>
    </w:p>
    <w:p w:rsidR="007B6A46" w:rsidRDefault="007B6A46" w:rsidP="007B6A46">
      <w:r>
        <w:t>131.8481</w:t>
      </w:r>
      <w:r>
        <w:tab/>
        <w:t>1.013e0</w:t>
      </w:r>
    </w:p>
    <w:p w:rsidR="007B6A46" w:rsidRDefault="007B6A46" w:rsidP="007B6A46">
      <w:r>
        <w:t>131.8603</w:t>
      </w:r>
      <w:r>
        <w:tab/>
        <w:t>1.013e0</w:t>
      </w:r>
    </w:p>
    <w:p w:rsidR="007B6A46" w:rsidRDefault="007B6A46" w:rsidP="007B6A46">
      <w:r>
        <w:t>131.8756</w:t>
      </w:r>
      <w:r>
        <w:tab/>
        <w:t>1.013e0</w:t>
      </w:r>
    </w:p>
    <w:p w:rsidR="007B6A46" w:rsidRDefault="007B6A46" w:rsidP="007B6A46">
      <w:r>
        <w:t>131.8818</w:t>
      </w:r>
      <w:r>
        <w:tab/>
        <w:t>1.013e0</w:t>
      </w:r>
    </w:p>
    <w:p w:rsidR="007B6A46" w:rsidRDefault="007B6A46" w:rsidP="007B6A46">
      <w:r>
        <w:t>131.9156</w:t>
      </w:r>
      <w:r>
        <w:tab/>
        <w:t>1.013e0</w:t>
      </w:r>
    </w:p>
    <w:p w:rsidR="007B6A46" w:rsidRDefault="007B6A46" w:rsidP="007B6A46">
      <w:r>
        <w:t>132.0035</w:t>
      </w:r>
      <w:r>
        <w:tab/>
        <w:t>1.013e0</w:t>
      </w:r>
    </w:p>
    <w:p w:rsidR="007B6A46" w:rsidRDefault="007B6A46" w:rsidP="007B6A46">
      <w:r>
        <w:t>132.0068</w:t>
      </w:r>
      <w:r>
        <w:tab/>
        <w:t>2.025e0</w:t>
      </w:r>
    </w:p>
    <w:p w:rsidR="007B6A46" w:rsidRDefault="007B6A46" w:rsidP="007B6A46">
      <w:r>
        <w:t>132.0254</w:t>
      </w:r>
      <w:r>
        <w:tab/>
        <w:t>1.013e0</w:t>
      </w:r>
    </w:p>
    <w:p w:rsidR="007B6A46" w:rsidRDefault="007B6A46" w:rsidP="007B6A46">
      <w:r>
        <w:t>132.0374</w:t>
      </w:r>
      <w:r>
        <w:tab/>
        <w:t>1.013e0</w:t>
      </w:r>
    </w:p>
    <w:p w:rsidR="007B6A46" w:rsidRDefault="007B6A46" w:rsidP="007B6A46">
      <w:r>
        <w:t>132.0529</w:t>
      </w:r>
      <w:r>
        <w:tab/>
        <w:t>1.013e0</w:t>
      </w:r>
    </w:p>
    <w:p w:rsidR="007B6A46" w:rsidRDefault="007B6A46" w:rsidP="007B6A46">
      <w:r>
        <w:lastRenderedPageBreak/>
        <w:t>132.0620</w:t>
      </w:r>
      <w:r>
        <w:tab/>
        <w:t>1.013e0</w:t>
      </w:r>
    </w:p>
    <w:p w:rsidR="007B6A46" w:rsidRDefault="007B6A46" w:rsidP="007B6A46">
      <w:r>
        <w:t>132.0649</w:t>
      </w:r>
      <w:r>
        <w:tab/>
        <w:t>1.013e0</w:t>
      </w:r>
    </w:p>
    <w:p w:rsidR="007B6A46" w:rsidRDefault="007B6A46" w:rsidP="007B6A46">
      <w:r>
        <w:t>132.0665</w:t>
      </w:r>
      <w:r>
        <w:tab/>
        <w:t>2.025e0</w:t>
      </w:r>
    </w:p>
    <w:p w:rsidR="007B6A46" w:rsidRDefault="007B6A46" w:rsidP="007B6A46">
      <w:r>
        <w:t>132.0714</w:t>
      </w:r>
      <w:r>
        <w:tab/>
        <w:t>1.013e0</w:t>
      </w:r>
    </w:p>
    <w:p w:rsidR="007B6A46" w:rsidRDefault="007B6A46" w:rsidP="007B6A46">
      <w:r>
        <w:t>132.0746</w:t>
      </w:r>
      <w:r>
        <w:tab/>
        <w:t>1.013e0</w:t>
      </w:r>
    </w:p>
    <w:p w:rsidR="007B6A46" w:rsidRDefault="007B6A46" w:rsidP="007B6A46">
      <w:r>
        <w:t>132.0832</w:t>
      </w:r>
      <w:r>
        <w:tab/>
        <w:t>3.038e0</w:t>
      </w:r>
    </w:p>
    <w:p w:rsidR="007B6A46" w:rsidRDefault="007B6A46" w:rsidP="007B6A46">
      <w:r>
        <w:t>132.1031</w:t>
      </w:r>
      <w:r>
        <w:tab/>
        <w:t>2.025e0</w:t>
      </w:r>
    </w:p>
    <w:p w:rsidR="007B6A46" w:rsidRDefault="007B6A46" w:rsidP="007B6A46">
      <w:r>
        <w:t>132.1046</w:t>
      </w:r>
      <w:r>
        <w:tab/>
        <w:t>5.063e0</w:t>
      </w:r>
    </w:p>
    <w:p w:rsidR="007B6A46" w:rsidRDefault="007B6A46" w:rsidP="007B6A46">
      <w:r>
        <w:t>132.1155</w:t>
      </w:r>
      <w:r>
        <w:tab/>
        <w:t>2.025e0</w:t>
      </w:r>
    </w:p>
    <w:p w:rsidR="007B6A46" w:rsidRDefault="007B6A46" w:rsidP="007B6A46">
      <w:r>
        <w:t>132.1265</w:t>
      </w:r>
      <w:r>
        <w:tab/>
        <w:t>2.025e0</w:t>
      </w:r>
    </w:p>
    <w:p w:rsidR="007B6A46" w:rsidRDefault="007B6A46" w:rsidP="007B6A46">
      <w:r>
        <w:t>132.1320</w:t>
      </w:r>
      <w:r>
        <w:tab/>
        <w:t>1.013e0</w:t>
      </w:r>
    </w:p>
    <w:p w:rsidR="007B6A46" w:rsidRDefault="007B6A46" w:rsidP="007B6A46">
      <w:r>
        <w:t>132.1349</w:t>
      </w:r>
      <w:r>
        <w:tab/>
        <w:t>1.013e0</w:t>
      </w:r>
    </w:p>
    <w:p w:rsidR="007B6A46" w:rsidRDefault="007B6A46" w:rsidP="007B6A46">
      <w:r>
        <w:t>132.1414</w:t>
      </w:r>
      <w:r>
        <w:tab/>
        <w:t>1.013e0</w:t>
      </w:r>
    </w:p>
    <w:p w:rsidR="007B6A46" w:rsidRDefault="007B6A46" w:rsidP="007B6A46">
      <w:r>
        <w:t>132.1477</w:t>
      </w:r>
      <w:r>
        <w:tab/>
        <w:t>1.013e0</w:t>
      </w:r>
    </w:p>
    <w:p w:rsidR="007B6A46" w:rsidRDefault="007B6A46" w:rsidP="007B6A46">
      <w:r>
        <w:t>132.1809</w:t>
      </w:r>
      <w:r>
        <w:tab/>
        <w:t>2.025e0</w:t>
      </w:r>
    </w:p>
    <w:p w:rsidR="007B6A46" w:rsidRDefault="007B6A46" w:rsidP="007B6A46">
      <w:r>
        <w:t>132.1901</w:t>
      </w:r>
      <w:r>
        <w:tab/>
        <w:t>1.013e0</w:t>
      </w:r>
    </w:p>
    <w:p w:rsidR="007B6A46" w:rsidRDefault="007B6A46" w:rsidP="007B6A46">
      <w:r>
        <w:t>132.2547</w:t>
      </w:r>
      <w:r>
        <w:tab/>
        <w:t>1.013e0</w:t>
      </w:r>
    </w:p>
    <w:p w:rsidR="007B6A46" w:rsidRDefault="007B6A46" w:rsidP="007B6A46">
      <w:r>
        <w:t>132.2850</w:t>
      </w:r>
      <w:r>
        <w:tab/>
        <w:t>1.013e0</w:t>
      </w:r>
    </w:p>
    <w:p w:rsidR="007B6A46" w:rsidRDefault="007B6A46" w:rsidP="007B6A46">
      <w:r>
        <w:t>132.2909</w:t>
      </w:r>
      <w:r>
        <w:tab/>
        <w:t>1.013e0</w:t>
      </w:r>
    </w:p>
    <w:p w:rsidR="007B6A46" w:rsidRDefault="007B6A46" w:rsidP="007B6A46">
      <w:r>
        <w:lastRenderedPageBreak/>
        <w:t>132.3186</w:t>
      </w:r>
      <w:r>
        <w:tab/>
        <w:t>1.013e0</w:t>
      </w:r>
    </w:p>
    <w:p w:rsidR="007B6A46" w:rsidRDefault="007B6A46" w:rsidP="007B6A46">
      <w:r>
        <w:t>132.3367</w:t>
      </w:r>
      <w:r>
        <w:tab/>
        <w:t>1.013e0</w:t>
      </w:r>
    </w:p>
    <w:p w:rsidR="007B6A46" w:rsidRDefault="007B6A46" w:rsidP="007B6A46">
      <w:r>
        <w:t>132.3462</w:t>
      </w:r>
      <w:r>
        <w:tab/>
        <w:t>1.013e0</w:t>
      </w:r>
    </w:p>
    <w:p w:rsidR="007B6A46" w:rsidRDefault="007B6A46" w:rsidP="007B6A46">
      <w:r>
        <w:t>132.3587</w:t>
      </w:r>
      <w:r>
        <w:tab/>
        <w:t>1.013e0</w:t>
      </w:r>
    </w:p>
    <w:p w:rsidR="007B6A46" w:rsidRDefault="007B6A46" w:rsidP="007B6A46">
      <w:r>
        <w:t>132.3738</w:t>
      </w:r>
      <w:r>
        <w:tab/>
        <w:t>4.051e0</w:t>
      </w:r>
    </w:p>
    <w:p w:rsidR="007B6A46" w:rsidRDefault="007B6A46" w:rsidP="007B6A46">
      <w:r>
        <w:t>132.4273</w:t>
      </w:r>
      <w:r>
        <w:tab/>
        <w:t>2.025e0</w:t>
      </w:r>
    </w:p>
    <w:p w:rsidR="007B6A46" w:rsidRDefault="007B6A46" w:rsidP="007B6A46">
      <w:r>
        <w:t>132.4350</w:t>
      </w:r>
      <w:r>
        <w:tab/>
        <w:t>1.013e0</w:t>
      </w:r>
    </w:p>
    <w:p w:rsidR="007B6A46" w:rsidRDefault="007B6A46" w:rsidP="007B6A46">
      <w:r>
        <w:t>132.4746</w:t>
      </w:r>
      <w:r>
        <w:tab/>
        <w:t>1.013e0</w:t>
      </w:r>
    </w:p>
    <w:p w:rsidR="007B6A46" w:rsidRDefault="007B6A46" w:rsidP="007B6A46">
      <w:r>
        <w:t>132.4778</w:t>
      </w:r>
      <w:r>
        <w:tab/>
        <w:t>1.013e0</w:t>
      </w:r>
    </w:p>
    <w:p w:rsidR="007B6A46" w:rsidRDefault="007B6A46" w:rsidP="007B6A46">
      <w:r>
        <w:t>132.4871</w:t>
      </w:r>
      <w:r>
        <w:tab/>
        <w:t>1.013e0</w:t>
      </w:r>
    </w:p>
    <w:p w:rsidR="007B6A46" w:rsidRDefault="007B6A46" w:rsidP="007B6A46">
      <w:r>
        <w:t>132.4928</w:t>
      </w:r>
      <w:r>
        <w:tab/>
        <w:t>1.013e0</w:t>
      </w:r>
    </w:p>
    <w:p w:rsidR="007B6A46" w:rsidRDefault="007B6A46" w:rsidP="007B6A46">
      <w:r>
        <w:t>132.4989</w:t>
      </w:r>
      <w:r>
        <w:tab/>
        <w:t>1.013e0</w:t>
      </w:r>
    </w:p>
    <w:p w:rsidR="007B6A46" w:rsidRDefault="007B6A46" w:rsidP="007B6A46">
      <w:r>
        <w:t>132.5114</w:t>
      </w:r>
      <w:r>
        <w:tab/>
        <w:t>1.013e0</w:t>
      </w:r>
    </w:p>
    <w:p w:rsidR="007B6A46" w:rsidRDefault="007B6A46" w:rsidP="007B6A46">
      <w:r>
        <w:t>132.5361</w:t>
      </w:r>
      <w:r>
        <w:tab/>
        <w:t>1.013e0</w:t>
      </w:r>
    </w:p>
    <w:p w:rsidR="007B6A46" w:rsidRDefault="007B6A46" w:rsidP="007B6A46">
      <w:r>
        <w:t>132.5542</w:t>
      </w:r>
      <w:r>
        <w:tab/>
        <w:t>1.013e0</w:t>
      </w:r>
    </w:p>
    <w:p w:rsidR="007B6A46" w:rsidRDefault="007B6A46" w:rsidP="007B6A46">
      <w:r>
        <w:t>132.5603</w:t>
      </w:r>
      <w:r>
        <w:tab/>
        <w:t>1.013e0</w:t>
      </w:r>
    </w:p>
    <w:p w:rsidR="007B6A46" w:rsidRDefault="007B6A46" w:rsidP="007B6A46">
      <w:r>
        <w:t>132.5667</w:t>
      </w:r>
      <w:r>
        <w:tab/>
        <w:t>1.013e0</w:t>
      </w:r>
    </w:p>
    <w:p w:rsidR="007B6A46" w:rsidRDefault="007B6A46" w:rsidP="007B6A46">
      <w:r>
        <w:t>132.5708</w:t>
      </w:r>
      <w:r>
        <w:tab/>
        <w:t>2.025e0</w:t>
      </w:r>
    </w:p>
    <w:p w:rsidR="007B6A46" w:rsidRDefault="007B6A46" w:rsidP="007B6A46">
      <w:r>
        <w:t>132.5911</w:t>
      </w:r>
      <w:r>
        <w:tab/>
        <w:t>1.013e0</w:t>
      </w:r>
    </w:p>
    <w:p w:rsidR="007B6A46" w:rsidRDefault="007B6A46" w:rsidP="007B6A46">
      <w:r>
        <w:lastRenderedPageBreak/>
        <w:t>132.5940</w:t>
      </w:r>
      <w:r>
        <w:tab/>
        <w:t>1.013e0</w:t>
      </w:r>
    </w:p>
    <w:p w:rsidR="007B6A46" w:rsidRDefault="007B6A46" w:rsidP="007B6A46">
      <w:r>
        <w:t>132.5968</w:t>
      </w:r>
      <w:r>
        <w:tab/>
        <w:t>1.013e0</w:t>
      </w:r>
    </w:p>
    <w:p w:rsidR="007B6A46" w:rsidRDefault="007B6A46" w:rsidP="007B6A46">
      <w:r>
        <w:t>132.6156</w:t>
      </w:r>
      <w:r>
        <w:tab/>
        <w:t>2.025e0</w:t>
      </w:r>
    </w:p>
    <w:p w:rsidR="007B6A46" w:rsidRDefault="007B6A46" w:rsidP="007B6A46">
      <w:r>
        <w:t>132.6488</w:t>
      </w:r>
      <w:r>
        <w:tab/>
        <w:t>1.013e0</w:t>
      </w:r>
    </w:p>
    <w:p w:rsidR="007B6A46" w:rsidRDefault="007B6A46" w:rsidP="007B6A46">
      <w:r>
        <w:t>132.6518</w:t>
      </w:r>
      <w:r>
        <w:tab/>
        <w:t>1.013e0</w:t>
      </w:r>
    </w:p>
    <w:p w:rsidR="007B6A46" w:rsidRDefault="007B6A46" w:rsidP="007B6A46">
      <w:r>
        <w:t>132.6707</w:t>
      </w:r>
      <w:r>
        <w:tab/>
        <w:t>1.013e0</w:t>
      </w:r>
    </w:p>
    <w:p w:rsidR="007B6A46" w:rsidRDefault="007B6A46" w:rsidP="007B6A46">
      <w:r>
        <w:t>132.6762</w:t>
      </w:r>
      <w:r>
        <w:tab/>
        <w:t>1.013e0</w:t>
      </w:r>
    </w:p>
    <w:p w:rsidR="007B6A46" w:rsidRDefault="007B6A46" w:rsidP="007B6A46">
      <w:r>
        <w:t>132.7040</w:t>
      </w:r>
      <w:r>
        <w:tab/>
        <w:t>1.013e0</w:t>
      </w:r>
    </w:p>
    <w:p w:rsidR="007B6A46" w:rsidRDefault="007B6A46" w:rsidP="007B6A46">
      <w:r>
        <w:t>132.7472</w:t>
      </w:r>
      <w:r>
        <w:tab/>
        <w:t>1.013e0</w:t>
      </w:r>
    </w:p>
    <w:p w:rsidR="007B6A46" w:rsidRDefault="007B6A46" w:rsidP="007B6A46">
      <w:r>
        <w:t>132.7592</w:t>
      </w:r>
      <w:r>
        <w:tab/>
        <w:t>1.013e0</w:t>
      </w:r>
    </w:p>
    <w:p w:rsidR="007B6A46" w:rsidRDefault="007B6A46" w:rsidP="007B6A46">
      <w:r>
        <w:t>132.7686</w:t>
      </w:r>
      <w:r>
        <w:tab/>
        <w:t>1.013e0</w:t>
      </w:r>
    </w:p>
    <w:p w:rsidR="007B6A46" w:rsidRDefault="007B6A46" w:rsidP="007B6A46">
      <w:r>
        <w:t>132.7884</w:t>
      </w:r>
      <w:r>
        <w:tab/>
        <w:t>2.025e0</w:t>
      </w:r>
    </w:p>
    <w:p w:rsidR="007B6A46" w:rsidRDefault="007B6A46" w:rsidP="007B6A46">
      <w:r>
        <w:t>132.7897</w:t>
      </w:r>
      <w:r>
        <w:tab/>
        <w:t>1.013e0</w:t>
      </w:r>
    </w:p>
    <w:p w:rsidR="007B6A46" w:rsidRDefault="007B6A46" w:rsidP="007B6A46">
      <w:r>
        <w:t>132.8079</w:t>
      </w:r>
      <w:r>
        <w:tab/>
        <w:t>1.013e0</w:t>
      </w:r>
    </w:p>
    <w:p w:rsidR="007B6A46" w:rsidRDefault="007B6A46" w:rsidP="007B6A46">
      <w:r>
        <w:t>132.8144</w:t>
      </w:r>
      <w:r>
        <w:tab/>
        <w:t>1.013e0</w:t>
      </w:r>
    </w:p>
    <w:p w:rsidR="007B6A46" w:rsidRDefault="007B6A46" w:rsidP="007B6A46">
      <w:r>
        <w:t>132.8326</w:t>
      </w:r>
      <w:r>
        <w:tab/>
        <w:t>1.013e0</w:t>
      </w:r>
    </w:p>
    <w:p w:rsidR="007B6A46" w:rsidRDefault="007B6A46" w:rsidP="007B6A46">
      <w:r>
        <w:t>132.8387</w:t>
      </w:r>
      <w:r>
        <w:tab/>
        <w:t>1.013e0</w:t>
      </w:r>
    </w:p>
    <w:p w:rsidR="007B6A46" w:rsidRDefault="007B6A46" w:rsidP="007B6A46">
      <w:r>
        <w:t>132.9002</w:t>
      </w:r>
      <w:r>
        <w:tab/>
        <w:t>1.013e0</w:t>
      </w:r>
    </w:p>
    <w:p w:rsidR="007B6A46" w:rsidRDefault="007B6A46" w:rsidP="007B6A46">
      <w:r>
        <w:t>132.9217</w:t>
      </w:r>
      <w:r>
        <w:tab/>
        <w:t>1.013e0</w:t>
      </w:r>
    </w:p>
    <w:p w:rsidR="007B6A46" w:rsidRDefault="007B6A46" w:rsidP="007B6A46">
      <w:r>
        <w:lastRenderedPageBreak/>
        <w:t>132.9585</w:t>
      </w:r>
      <w:r>
        <w:tab/>
        <w:t>1.013e0</w:t>
      </w:r>
    </w:p>
    <w:p w:rsidR="007B6A46" w:rsidRDefault="007B6A46" w:rsidP="007B6A46">
      <w:r>
        <w:t>133.0134</w:t>
      </w:r>
      <w:r>
        <w:tab/>
        <w:t>1.013e0</w:t>
      </w:r>
    </w:p>
    <w:p w:rsidR="007B6A46" w:rsidRDefault="007B6A46" w:rsidP="007B6A46">
      <w:r>
        <w:t>133.0290</w:t>
      </w:r>
      <w:r>
        <w:tab/>
        <w:t>1.013e0</w:t>
      </w:r>
    </w:p>
    <w:p w:rsidR="007B6A46" w:rsidRDefault="007B6A46" w:rsidP="007B6A46">
      <w:r>
        <w:t>133.0504</w:t>
      </w:r>
      <w:r>
        <w:tab/>
        <w:t>1.013e0</w:t>
      </w:r>
    </w:p>
    <w:p w:rsidR="007B6A46" w:rsidRDefault="007B6A46" w:rsidP="007B6A46">
      <w:r>
        <w:t>133.0614</w:t>
      </w:r>
      <w:r>
        <w:tab/>
        <w:t>3.837e0</w:t>
      </w:r>
    </w:p>
    <w:p w:rsidR="007B6A46" w:rsidRDefault="007B6A46" w:rsidP="007B6A46">
      <w:r>
        <w:t>133.0729</w:t>
      </w:r>
      <w:r>
        <w:tab/>
        <w:t>3.038e0</w:t>
      </w:r>
    </w:p>
    <w:p w:rsidR="007B6A46" w:rsidRDefault="007B6A46" w:rsidP="007B6A46">
      <w:r>
        <w:t>133.0794</w:t>
      </w:r>
      <w:r>
        <w:tab/>
        <w:t>2.025e0</w:t>
      </w:r>
    </w:p>
    <w:p w:rsidR="007B6A46" w:rsidRDefault="007B6A46" w:rsidP="007B6A46">
      <w:r>
        <w:t>133.0809</w:t>
      </w:r>
      <w:r>
        <w:tab/>
        <w:t>1.013e0</w:t>
      </w:r>
    </w:p>
    <w:p w:rsidR="007B6A46" w:rsidRDefault="007B6A46" w:rsidP="007B6A46">
      <w:r>
        <w:t>133.0930</w:t>
      </w:r>
      <w:r>
        <w:tab/>
        <w:t>1.013e0</w:t>
      </w:r>
    </w:p>
    <w:p w:rsidR="007B6A46" w:rsidRDefault="007B6A46" w:rsidP="007B6A46">
      <w:r>
        <w:t>133.0980</w:t>
      </w:r>
      <w:r>
        <w:tab/>
        <w:t>5.063e0</w:t>
      </w:r>
    </w:p>
    <w:p w:rsidR="007B6A46" w:rsidRDefault="007B6A46" w:rsidP="007B6A46">
      <w:r>
        <w:t>133.0995</w:t>
      </w:r>
      <w:r>
        <w:tab/>
        <w:t>6.076e0</w:t>
      </w:r>
    </w:p>
    <w:p w:rsidR="007B6A46" w:rsidRDefault="007B6A46" w:rsidP="007B6A46">
      <w:r>
        <w:t>133.1076</w:t>
      </w:r>
      <w:r>
        <w:tab/>
        <w:t>6.076e0</w:t>
      </w:r>
    </w:p>
    <w:p w:rsidR="007B6A46" w:rsidRDefault="007B6A46" w:rsidP="007B6A46">
      <w:r>
        <w:t>133.1135</w:t>
      </w:r>
      <w:r>
        <w:tab/>
        <w:t>2.025e0</w:t>
      </w:r>
    </w:p>
    <w:p w:rsidR="007B6A46" w:rsidRDefault="007B6A46" w:rsidP="007B6A46">
      <w:r>
        <w:t>133.1236</w:t>
      </w:r>
      <w:r>
        <w:tab/>
        <w:t>1.013e0</w:t>
      </w:r>
    </w:p>
    <w:p w:rsidR="007B6A46" w:rsidRDefault="007B6A46" w:rsidP="007B6A46">
      <w:r>
        <w:t>133.1333</w:t>
      </w:r>
      <w:r>
        <w:tab/>
        <w:t>1.013e0</w:t>
      </w:r>
    </w:p>
    <w:p w:rsidR="007B6A46" w:rsidRDefault="007B6A46" w:rsidP="007B6A46">
      <w:r>
        <w:t>133.1396</w:t>
      </w:r>
      <w:r>
        <w:tab/>
        <w:t>2.025e0</w:t>
      </w:r>
    </w:p>
    <w:p w:rsidR="007B6A46" w:rsidRDefault="007B6A46" w:rsidP="007B6A46">
      <w:r>
        <w:t>133.1425</w:t>
      </w:r>
      <w:r>
        <w:tab/>
        <w:t>1.013e0</w:t>
      </w:r>
    </w:p>
    <w:p w:rsidR="007B6A46" w:rsidRDefault="007B6A46" w:rsidP="007B6A46">
      <w:r>
        <w:t>133.1544</w:t>
      </w:r>
      <w:r>
        <w:tab/>
        <w:t>2.025e0</w:t>
      </w:r>
    </w:p>
    <w:p w:rsidR="007B6A46" w:rsidRDefault="007B6A46" w:rsidP="007B6A46">
      <w:r>
        <w:t>133.1699</w:t>
      </w:r>
      <w:r>
        <w:tab/>
        <w:t>1.013e0</w:t>
      </w:r>
    </w:p>
    <w:p w:rsidR="007B6A46" w:rsidRDefault="007B6A46" w:rsidP="007B6A46">
      <w:r>
        <w:lastRenderedPageBreak/>
        <w:t>133.1758</w:t>
      </w:r>
      <w:r>
        <w:tab/>
        <w:t>1.013e0</w:t>
      </w:r>
    </w:p>
    <w:p w:rsidR="007B6A46" w:rsidRDefault="007B6A46" w:rsidP="007B6A46">
      <w:r>
        <w:t>133.1886</w:t>
      </w:r>
      <w:r>
        <w:tab/>
        <w:t>1.013e0</w:t>
      </w:r>
    </w:p>
    <w:p w:rsidR="007B6A46" w:rsidRDefault="007B6A46" w:rsidP="007B6A46">
      <w:r>
        <w:t>133.1974</w:t>
      </w:r>
      <w:r>
        <w:tab/>
        <w:t>1.013e0</w:t>
      </w:r>
    </w:p>
    <w:p w:rsidR="007B6A46" w:rsidRDefault="007B6A46" w:rsidP="007B6A46">
      <w:r>
        <w:t>133.2247</w:t>
      </w:r>
      <w:r>
        <w:tab/>
        <w:t>1.013e0</w:t>
      </w:r>
    </w:p>
    <w:p w:rsidR="007B6A46" w:rsidRDefault="007B6A46" w:rsidP="007B6A46">
      <w:r>
        <w:t>133.2652</w:t>
      </w:r>
      <w:r>
        <w:tab/>
        <w:t>1.013e0</w:t>
      </w:r>
    </w:p>
    <w:p w:rsidR="007B6A46" w:rsidRDefault="007B6A46" w:rsidP="007B6A46">
      <w:r>
        <w:t>133.2863</w:t>
      </w:r>
      <w:r>
        <w:tab/>
        <w:t>1.013e0</w:t>
      </w:r>
    </w:p>
    <w:p w:rsidR="007B6A46" w:rsidRDefault="007B6A46" w:rsidP="007B6A46">
      <w:r>
        <w:t>133.2928</w:t>
      </w:r>
      <w:r>
        <w:tab/>
        <w:t>1.013e0</w:t>
      </w:r>
    </w:p>
    <w:p w:rsidR="007B6A46" w:rsidRDefault="007B6A46" w:rsidP="007B6A46">
      <w:r>
        <w:t>133.3077</w:t>
      </w:r>
      <w:r>
        <w:tab/>
        <w:t>1.013e0</w:t>
      </w:r>
    </w:p>
    <w:p w:rsidR="007B6A46" w:rsidRDefault="007B6A46" w:rsidP="007B6A46">
      <w:r>
        <w:t>133.3265</w:t>
      </w:r>
      <w:r>
        <w:tab/>
        <w:t>2.025e0</w:t>
      </w:r>
    </w:p>
    <w:p w:rsidR="007B6A46" w:rsidRDefault="007B6A46" w:rsidP="007B6A46">
      <w:r>
        <w:t>133.3293</w:t>
      </w:r>
      <w:r>
        <w:tab/>
        <w:t>1.013e0</w:t>
      </w:r>
    </w:p>
    <w:p w:rsidR="007B6A46" w:rsidRDefault="007B6A46" w:rsidP="007B6A46">
      <w:r>
        <w:t>133.4920</w:t>
      </w:r>
      <w:r>
        <w:tab/>
        <w:t>1.013e0</w:t>
      </w:r>
    </w:p>
    <w:p w:rsidR="007B6A46" w:rsidRDefault="007B6A46" w:rsidP="007B6A46">
      <w:r>
        <w:t>133.4983</w:t>
      </w:r>
      <w:r>
        <w:tab/>
        <w:t>1.013e0</w:t>
      </w:r>
    </w:p>
    <w:p w:rsidR="007B6A46" w:rsidRDefault="007B6A46" w:rsidP="007B6A46">
      <w:r>
        <w:t>133.5078</w:t>
      </w:r>
      <w:r>
        <w:tab/>
        <w:t>1.013e0</w:t>
      </w:r>
    </w:p>
    <w:p w:rsidR="007B6A46" w:rsidRDefault="007B6A46" w:rsidP="007B6A46">
      <w:r>
        <w:t>133.5536</w:t>
      </w:r>
      <w:r>
        <w:tab/>
        <w:t>1.013e0</w:t>
      </w:r>
    </w:p>
    <w:p w:rsidR="007B6A46" w:rsidRDefault="007B6A46" w:rsidP="007B6A46">
      <w:r>
        <w:t>133.5733</w:t>
      </w:r>
      <w:r>
        <w:tab/>
        <w:t>2.025e0</w:t>
      </w:r>
    </w:p>
    <w:p w:rsidR="007B6A46" w:rsidRDefault="007B6A46" w:rsidP="007B6A46">
      <w:r>
        <w:t>133.5877</w:t>
      </w:r>
      <w:r>
        <w:tab/>
        <w:t>1.013e0</w:t>
      </w:r>
    </w:p>
    <w:p w:rsidR="007B6A46" w:rsidRDefault="007B6A46" w:rsidP="007B6A46">
      <w:r>
        <w:t>133.6090</w:t>
      </w:r>
      <w:r>
        <w:tab/>
        <w:t>1.013e0</w:t>
      </w:r>
    </w:p>
    <w:p w:rsidR="007B6A46" w:rsidRDefault="007B6A46" w:rsidP="007B6A46">
      <w:r>
        <w:t>133.6154</w:t>
      </w:r>
      <w:r>
        <w:tab/>
        <w:t>1.013e0</w:t>
      </w:r>
    </w:p>
    <w:p w:rsidR="007B6A46" w:rsidRDefault="007B6A46" w:rsidP="007B6A46">
      <w:r>
        <w:t>133.6396</w:t>
      </w:r>
      <w:r>
        <w:tab/>
        <w:t>1.013e0</w:t>
      </w:r>
    </w:p>
    <w:p w:rsidR="007B6A46" w:rsidRDefault="007B6A46" w:rsidP="007B6A46">
      <w:r>
        <w:lastRenderedPageBreak/>
        <w:t>133.6457</w:t>
      </w:r>
      <w:r>
        <w:tab/>
        <w:t>1.013e0</w:t>
      </w:r>
    </w:p>
    <w:p w:rsidR="007B6A46" w:rsidRDefault="007B6A46" w:rsidP="007B6A46">
      <w:r>
        <w:t>133.6673</w:t>
      </w:r>
      <w:r>
        <w:tab/>
        <w:t>1.013e0</w:t>
      </w:r>
    </w:p>
    <w:p w:rsidR="007B6A46" w:rsidRDefault="007B6A46" w:rsidP="007B6A46">
      <w:r>
        <w:t>133.6950</w:t>
      </w:r>
      <w:r>
        <w:tab/>
        <w:t>1.013e0</w:t>
      </w:r>
    </w:p>
    <w:p w:rsidR="007B6A46" w:rsidRDefault="007B6A46" w:rsidP="007B6A46">
      <w:r>
        <w:t>133.7625</w:t>
      </w:r>
      <w:r>
        <w:tab/>
        <w:t>1.013e0</w:t>
      </w:r>
    </w:p>
    <w:p w:rsidR="007B6A46" w:rsidRDefault="007B6A46" w:rsidP="007B6A46">
      <w:r>
        <w:t>133.8208</w:t>
      </w:r>
      <w:r>
        <w:tab/>
        <w:t>1.013e0</w:t>
      </w:r>
    </w:p>
    <w:p w:rsidR="007B6A46" w:rsidRDefault="007B6A46" w:rsidP="007B6A46">
      <w:r>
        <w:t>133.8333</w:t>
      </w:r>
      <w:r>
        <w:tab/>
        <w:t>1.013e0</w:t>
      </w:r>
    </w:p>
    <w:p w:rsidR="007B6A46" w:rsidRDefault="007B6A46" w:rsidP="007B6A46">
      <w:r>
        <w:t>133.8390</w:t>
      </w:r>
      <w:r>
        <w:tab/>
        <w:t>1.013e0</w:t>
      </w:r>
    </w:p>
    <w:p w:rsidR="007B6A46" w:rsidRDefault="007B6A46" w:rsidP="007B6A46">
      <w:r>
        <w:t>133.8424</w:t>
      </w:r>
      <w:r>
        <w:tab/>
        <w:t>1.013e0</w:t>
      </w:r>
    </w:p>
    <w:p w:rsidR="007B6A46" w:rsidRDefault="007B6A46" w:rsidP="007B6A46">
      <w:r>
        <w:t>133.8826</w:t>
      </w:r>
      <w:r>
        <w:tab/>
        <w:t>1.013e0</w:t>
      </w:r>
    </w:p>
    <w:p w:rsidR="007B6A46" w:rsidRDefault="007B6A46" w:rsidP="007B6A46">
      <w:r>
        <w:t>133.9105</w:t>
      </w:r>
      <w:r>
        <w:tab/>
        <w:t>1.013e0</w:t>
      </w:r>
    </w:p>
    <w:p w:rsidR="007B6A46" w:rsidRDefault="007B6A46" w:rsidP="007B6A46">
      <w:r>
        <w:t>133.9350</w:t>
      </w:r>
      <w:r>
        <w:tab/>
        <w:t>1.013e0</w:t>
      </w:r>
    </w:p>
    <w:p w:rsidR="007B6A46" w:rsidRDefault="007B6A46" w:rsidP="007B6A46">
      <w:r>
        <w:t>133.9469</w:t>
      </w:r>
      <w:r>
        <w:tab/>
        <w:t>1.013e0</w:t>
      </w:r>
    </w:p>
    <w:p w:rsidR="007B6A46" w:rsidRDefault="007B6A46" w:rsidP="007B6A46">
      <w:r>
        <w:t>133.9580</w:t>
      </w:r>
      <w:r>
        <w:tab/>
        <w:t>2.025e0</w:t>
      </w:r>
    </w:p>
    <w:p w:rsidR="007B6A46" w:rsidRDefault="007B6A46" w:rsidP="007B6A46">
      <w:r>
        <w:t>133.9934</w:t>
      </w:r>
      <w:r>
        <w:tab/>
        <w:t>2.025e0</w:t>
      </w:r>
    </w:p>
    <w:p w:rsidR="007B6A46" w:rsidRDefault="007B6A46" w:rsidP="007B6A46">
      <w:r>
        <w:t>133.9945</w:t>
      </w:r>
      <w:r>
        <w:tab/>
        <w:t>2.025e0</w:t>
      </w:r>
    </w:p>
    <w:p w:rsidR="007B6A46" w:rsidRDefault="007B6A46" w:rsidP="007B6A46">
      <w:r>
        <w:t>133.9974</w:t>
      </w:r>
      <w:r>
        <w:tab/>
        <w:t>2.025e0</w:t>
      </w:r>
    </w:p>
    <w:p w:rsidR="007B6A46" w:rsidRDefault="007B6A46" w:rsidP="007B6A46">
      <w:r>
        <w:t>134.0086</w:t>
      </w:r>
      <w:r>
        <w:tab/>
        <w:t>1.013e0</w:t>
      </w:r>
    </w:p>
    <w:p w:rsidR="007B6A46" w:rsidRDefault="007B6A46" w:rsidP="007B6A46">
      <w:r>
        <w:t>134.0379</w:t>
      </w:r>
      <w:r>
        <w:tab/>
        <w:t>2.025e0</w:t>
      </w:r>
    </w:p>
    <w:p w:rsidR="007B6A46" w:rsidRDefault="007B6A46" w:rsidP="007B6A46">
      <w:r>
        <w:t>134.0412</w:t>
      </w:r>
      <w:r>
        <w:tab/>
        <w:t>2.025e0</w:t>
      </w:r>
    </w:p>
    <w:p w:rsidR="007B6A46" w:rsidRDefault="007B6A46" w:rsidP="007B6A46">
      <w:r>
        <w:lastRenderedPageBreak/>
        <w:t>134.0458</w:t>
      </w:r>
      <w:r>
        <w:tab/>
        <w:t>1.013e0</w:t>
      </w:r>
    </w:p>
    <w:p w:rsidR="007B6A46" w:rsidRDefault="007B6A46" w:rsidP="007B6A46">
      <w:r>
        <w:t>134.0829</w:t>
      </w:r>
      <w:r>
        <w:tab/>
        <w:t>1.794e2</w:t>
      </w:r>
    </w:p>
    <w:p w:rsidR="007B6A46" w:rsidRDefault="007B6A46" w:rsidP="007B6A46">
      <w:r>
        <w:t>134.0841</w:t>
      </w:r>
      <w:r>
        <w:tab/>
        <w:t>4.827e1</w:t>
      </w:r>
    </w:p>
    <w:p w:rsidR="007B6A46" w:rsidRDefault="007B6A46" w:rsidP="007B6A46">
      <w:r>
        <w:t>134.1106</w:t>
      </w:r>
      <w:r>
        <w:tab/>
        <w:t>3.038e0</w:t>
      </w:r>
    </w:p>
    <w:p w:rsidR="007B6A46" w:rsidRDefault="007B6A46" w:rsidP="007B6A46">
      <w:r>
        <w:t>134.1181</w:t>
      </w:r>
      <w:r>
        <w:tab/>
        <w:t>3.038e0</w:t>
      </w:r>
    </w:p>
    <w:p w:rsidR="007B6A46" w:rsidRDefault="007B6A46" w:rsidP="007B6A46">
      <w:r>
        <w:t>134.1193</w:t>
      </w:r>
      <w:r>
        <w:tab/>
        <w:t>2.025e0</w:t>
      </w:r>
    </w:p>
    <w:p w:rsidR="007B6A46" w:rsidRDefault="007B6A46" w:rsidP="007B6A46">
      <w:r>
        <w:t>134.1286</w:t>
      </w:r>
      <w:r>
        <w:tab/>
        <w:t>3.038e0</w:t>
      </w:r>
    </w:p>
    <w:p w:rsidR="007B6A46" w:rsidRDefault="007B6A46" w:rsidP="007B6A46">
      <w:r>
        <w:t>134.1502</w:t>
      </w:r>
      <w:r>
        <w:tab/>
        <w:t>1.013e0</w:t>
      </w:r>
    </w:p>
    <w:p w:rsidR="007B6A46" w:rsidRDefault="007B6A46" w:rsidP="007B6A46">
      <w:r>
        <w:t>134.1563</w:t>
      </w:r>
      <w:r>
        <w:tab/>
        <w:t>1.013e0</w:t>
      </w:r>
    </w:p>
    <w:p w:rsidR="007B6A46" w:rsidRDefault="007B6A46" w:rsidP="007B6A46">
      <w:r>
        <w:t>134.1623</w:t>
      </w:r>
      <w:r>
        <w:tab/>
        <w:t>1.013e0</w:t>
      </w:r>
    </w:p>
    <w:p w:rsidR="007B6A46" w:rsidRDefault="007B6A46" w:rsidP="007B6A46">
      <w:r>
        <w:t>134.1653</w:t>
      </w:r>
      <w:r>
        <w:tab/>
        <w:t>1.013e0</w:t>
      </w:r>
    </w:p>
    <w:p w:rsidR="007B6A46" w:rsidRDefault="007B6A46" w:rsidP="007B6A46">
      <w:r>
        <w:t>134.1810</w:t>
      </w:r>
      <w:r>
        <w:tab/>
        <w:t>1.013e0</w:t>
      </w:r>
    </w:p>
    <w:p w:rsidR="007B6A46" w:rsidRDefault="007B6A46" w:rsidP="007B6A46">
      <w:r>
        <w:t>134.1932</w:t>
      </w:r>
      <w:r>
        <w:tab/>
        <w:t>1.013e0</w:t>
      </w:r>
    </w:p>
    <w:p w:rsidR="007B6A46" w:rsidRDefault="007B6A46" w:rsidP="007B6A46">
      <w:r>
        <w:t>134.2088</w:t>
      </w:r>
      <w:r>
        <w:tab/>
        <w:t>2.025e0</w:t>
      </w:r>
    </w:p>
    <w:p w:rsidR="007B6A46" w:rsidRDefault="007B6A46" w:rsidP="007B6A46">
      <w:r>
        <w:t>134.2421</w:t>
      </w:r>
      <w:r>
        <w:tab/>
        <w:t>1.013e0</w:t>
      </w:r>
    </w:p>
    <w:p w:rsidR="007B6A46" w:rsidRDefault="007B6A46" w:rsidP="007B6A46">
      <w:r>
        <w:t>134.2468</w:t>
      </w:r>
      <w:r>
        <w:tab/>
        <w:t>2.025e0</w:t>
      </w:r>
    </w:p>
    <w:p w:rsidR="007B6A46" w:rsidRDefault="007B6A46" w:rsidP="007B6A46">
      <w:r>
        <w:t>134.3564</w:t>
      </w:r>
      <w:r>
        <w:tab/>
        <w:t>2.025e0</w:t>
      </w:r>
    </w:p>
    <w:p w:rsidR="007B6A46" w:rsidRDefault="007B6A46" w:rsidP="007B6A46">
      <w:r>
        <w:t>134.3840</w:t>
      </w:r>
      <w:r>
        <w:tab/>
        <w:t>1.013e0</w:t>
      </w:r>
    </w:p>
    <w:p w:rsidR="007B6A46" w:rsidRDefault="007B6A46" w:rsidP="007B6A46">
      <w:r>
        <w:t>134.4274</w:t>
      </w:r>
      <w:r>
        <w:tab/>
        <w:t>1.013e0</w:t>
      </w:r>
    </w:p>
    <w:p w:rsidR="007B6A46" w:rsidRDefault="007B6A46" w:rsidP="007B6A46">
      <w:r>
        <w:lastRenderedPageBreak/>
        <w:t>134.4365</w:t>
      </w:r>
      <w:r>
        <w:tab/>
        <w:t>1.013e0</w:t>
      </w:r>
    </w:p>
    <w:p w:rsidR="007B6A46" w:rsidRDefault="007B6A46" w:rsidP="007B6A46">
      <w:r>
        <w:t>134.4397</w:t>
      </w:r>
      <w:r>
        <w:tab/>
        <w:t>1.013e0</w:t>
      </w:r>
    </w:p>
    <w:p w:rsidR="007B6A46" w:rsidRDefault="007B6A46" w:rsidP="007B6A46">
      <w:r>
        <w:t>134.4489</w:t>
      </w:r>
      <w:r>
        <w:tab/>
        <w:t>1.013e0</w:t>
      </w:r>
    </w:p>
    <w:p w:rsidR="007B6A46" w:rsidRDefault="007B6A46" w:rsidP="007B6A46">
      <w:r>
        <w:t>134.4523</w:t>
      </w:r>
      <w:r>
        <w:tab/>
        <w:t>1.013e0</w:t>
      </w:r>
    </w:p>
    <w:p w:rsidR="007B6A46" w:rsidRDefault="007B6A46" w:rsidP="007B6A46">
      <w:r>
        <w:t>134.4550</w:t>
      </w:r>
      <w:r>
        <w:tab/>
        <w:t>1.013e0</w:t>
      </w:r>
    </w:p>
    <w:p w:rsidR="007B6A46" w:rsidRDefault="007B6A46" w:rsidP="007B6A46">
      <w:r>
        <w:t>134.4641</w:t>
      </w:r>
      <w:r>
        <w:tab/>
        <w:t>1.013e0</w:t>
      </w:r>
    </w:p>
    <w:p w:rsidR="007B6A46" w:rsidRDefault="007B6A46" w:rsidP="007B6A46">
      <w:r>
        <w:t>134.4798</w:t>
      </w:r>
      <w:r>
        <w:tab/>
        <w:t>1.013e0</w:t>
      </w:r>
    </w:p>
    <w:p w:rsidR="007B6A46" w:rsidRDefault="007B6A46" w:rsidP="007B6A46">
      <w:r>
        <w:t>134.5013</w:t>
      </w:r>
      <w:r>
        <w:tab/>
        <w:t>1.013e0</w:t>
      </w:r>
    </w:p>
    <w:p w:rsidR="007B6A46" w:rsidRDefault="007B6A46" w:rsidP="007B6A46">
      <w:r>
        <w:t>134.5211</w:t>
      </w:r>
      <w:r>
        <w:tab/>
        <w:t>2.025e0</w:t>
      </w:r>
    </w:p>
    <w:p w:rsidR="007B6A46" w:rsidRDefault="007B6A46" w:rsidP="007B6A46">
      <w:r>
        <w:t>134.5308</w:t>
      </w:r>
      <w:r>
        <w:tab/>
        <w:t>2.025e0</w:t>
      </w:r>
    </w:p>
    <w:p w:rsidR="007B6A46" w:rsidRDefault="007B6A46" w:rsidP="007B6A46">
      <w:r>
        <w:t>134.5354</w:t>
      </w:r>
      <w:r>
        <w:tab/>
        <w:t>1.013e0</w:t>
      </w:r>
    </w:p>
    <w:p w:rsidR="007B6A46" w:rsidRDefault="007B6A46" w:rsidP="007B6A46">
      <w:r>
        <w:t>134.5507</w:t>
      </w:r>
      <w:r>
        <w:tab/>
        <w:t>1.013e0</w:t>
      </w:r>
    </w:p>
    <w:p w:rsidR="007B6A46" w:rsidRDefault="007B6A46" w:rsidP="007B6A46">
      <w:r>
        <w:t>134.5782</w:t>
      </w:r>
      <w:r>
        <w:tab/>
        <w:t>1.013e0</w:t>
      </w:r>
    </w:p>
    <w:p w:rsidR="007B6A46" w:rsidRDefault="007B6A46" w:rsidP="007B6A46">
      <w:r>
        <w:t>134.5934</w:t>
      </w:r>
      <w:r>
        <w:tab/>
        <w:t>5.063e0</w:t>
      </w:r>
    </w:p>
    <w:p w:rsidR="007B6A46" w:rsidRDefault="007B6A46" w:rsidP="007B6A46">
      <w:r>
        <w:t>134.5965</w:t>
      </w:r>
      <w:r>
        <w:tab/>
        <w:t>1.013e0</w:t>
      </w:r>
    </w:p>
    <w:p w:rsidR="007B6A46" w:rsidRDefault="007B6A46" w:rsidP="007B6A46">
      <w:r>
        <w:t>134.6091</w:t>
      </w:r>
      <w:r>
        <w:tab/>
        <w:t>1.013e0</w:t>
      </w:r>
    </w:p>
    <w:p w:rsidR="007B6A46" w:rsidRDefault="007B6A46" w:rsidP="007B6A46">
      <w:r>
        <w:t>134.6185</w:t>
      </w:r>
      <w:r>
        <w:tab/>
        <w:t>1.013e0</w:t>
      </w:r>
    </w:p>
    <w:p w:rsidR="007B6A46" w:rsidRDefault="007B6A46" w:rsidP="007B6A46">
      <w:r>
        <w:t>134.6200</w:t>
      </w:r>
      <w:r>
        <w:tab/>
        <w:t>2.025e0</w:t>
      </w:r>
    </w:p>
    <w:p w:rsidR="007B6A46" w:rsidRDefault="007B6A46" w:rsidP="007B6A46">
      <w:r>
        <w:t>134.6276</w:t>
      </w:r>
      <w:r>
        <w:tab/>
        <w:t>2.025e0</w:t>
      </w:r>
    </w:p>
    <w:p w:rsidR="007B6A46" w:rsidRDefault="007B6A46" w:rsidP="007B6A46">
      <w:r>
        <w:lastRenderedPageBreak/>
        <w:t>134.6434</w:t>
      </w:r>
      <w:r>
        <w:tab/>
        <w:t>1.013e0</w:t>
      </w:r>
    </w:p>
    <w:p w:rsidR="007B6A46" w:rsidRDefault="007B6A46" w:rsidP="007B6A46">
      <w:r>
        <w:t>134.6617</w:t>
      </w:r>
      <w:r>
        <w:tab/>
        <w:t>1.013e0</w:t>
      </w:r>
    </w:p>
    <w:p w:rsidR="007B6A46" w:rsidRDefault="007B6A46" w:rsidP="007B6A46">
      <w:r>
        <w:t>134.6737</w:t>
      </w:r>
      <w:r>
        <w:tab/>
        <w:t>1.013e0</w:t>
      </w:r>
    </w:p>
    <w:p w:rsidR="007B6A46" w:rsidRDefault="007B6A46" w:rsidP="007B6A46">
      <w:r>
        <w:t>134.6767</w:t>
      </w:r>
      <w:r>
        <w:tab/>
        <w:t>1.013e0</w:t>
      </w:r>
    </w:p>
    <w:p w:rsidR="007B6A46" w:rsidRDefault="007B6A46" w:rsidP="007B6A46">
      <w:r>
        <w:t>134.6798</w:t>
      </w:r>
      <w:r>
        <w:tab/>
        <w:t>1.013e0</w:t>
      </w:r>
    </w:p>
    <w:p w:rsidR="007B6A46" w:rsidRDefault="007B6A46" w:rsidP="007B6A46">
      <w:r>
        <w:t>134.7045</w:t>
      </w:r>
      <w:r>
        <w:tab/>
        <w:t>1.013e0</w:t>
      </w:r>
    </w:p>
    <w:p w:rsidR="007B6A46" w:rsidRDefault="007B6A46" w:rsidP="007B6A46">
      <w:r>
        <w:t>134.7910</w:t>
      </w:r>
      <w:r>
        <w:tab/>
        <w:t>3.038e0</w:t>
      </w:r>
    </w:p>
    <w:p w:rsidR="007B6A46" w:rsidRDefault="007B6A46" w:rsidP="007B6A46">
      <w:r>
        <w:t>134.8188</w:t>
      </w:r>
      <w:r>
        <w:tab/>
        <w:t>2.025e0</w:t>
      </w:r>
    </w:p>
    <w:p w:rsidR="007B6A46" w:rsidRDefault="007B6A46" w:rsidP="007B6A46">
      <w:r>
        <w:t>134.8283</w:t>
      </w:r>
      <w:r>
        <w:tab/>
        <w:t>1.013e0</w:t>
      </w:r>
    </w:p>
    <w:p w:rsidR="007B6A46" w:rsidRDefault="007B6A46" w:rsidP="007B6A46">
      <w:r>
        <w:t>134.8745</w:t>
      </w:r>
      <w:r>
        <w:tab/>
        <w:t>1.013e0</w:t>
      </w:r>
    </w:p>
    <w:p w:rsidR="007B6A46" w:rsidRDefault="007B6A46" w:rsidP="007B6A46">
      <w:r>
        <w:t>134.8776</w:t>
      </w:r>
      <w:r>
        <w:tab/>
        <w:t>1.013e0</w:t>
      </w:r>
    </w:p>
    <w:p w:rsidR="007B6A46" w:rsidRDefault="007B6A46" w:rsidP="007B6A46">
      <w:r>
        <w:t>134.9020</w:t>
      </w:r>
      <w:r>
        <w:tab/>
        <w:t>1.013e0</w:t>
      </w:r>
    </w:p>
    <w:p w:rsidR="007B6A46" w:rsidRDefault="007B6A46" w:rsidP="007B6A46">
      <w:r>
        <w:t>134.9085</w:t>
      </w:r>
      <w:r>
        <w:tab/>
        <w:t>1.013e0</w:t>
      </w:r>
    </w:p>
    <w:p w:rsidR="007B6A46" w:rsidRDefault="007B6A46" w:rsidP="007B6A46">
      <w:r>
        <w:t>134.9514</w:t>
      </w:r>
      <w:r>
        <w:tab/>
        <w:t>1.013e0</w:t>
      </w:r>
    </w:p>
    <w:p w:rsidR="007B6A46" w:rsidRDefault="007B6A46" w:rsidP="007B6A46">
      <w:r>
        <w:t>134.9673</w:t>
      </w:r>
      <w:r>
        <w:tab/>
        <w:t>1.013e0</w:t>
      </w:r>
    </w:p>
    <w:p w:rsidR="007B6A46" w:rsidRDefault="007B6A46" w:rsidP="007B6A46">
      <w:r>
        <w:t>135.0013</w:t>
      </w:r>
      <w:r>
        <w:tab/>
        <w:t>1.013e0</w:t>
      </w:r>
    </w:p>
    <w:p w:rsidR="007B6A46" w:rsidRDefault="007B6A46" w:rsidP="007B6A46">
      <w:r>
        <w:t>135.0291</w:t>
      </w:r>
      <w:r>
        <w:tab/>
        <w:t>1.013e0</w:t>
      </w:r>
    </w:p>
    <w:p w:rsidR="007B6A46" w:rsidRDefault="007B6A46" w:rsidP="007B6A46">
      <w:r>
        <w:t>135.0380</w:t>
      </w:r>
      <w:r>
        <w:tab/>
        <w:t>2.025e0</w:t>
      </w:r>
    </w:p>
    <w:p w:rsidR="007B6A46" w:rsidRDefault="007B6A46" w:rsidP="007B6A46">
      <w:r>
        <w:t>135.0722</w:t>
      </w:r>
      <w:r>
        <w:tab/>
        <w:t>9.314e0</w:t>
      </w:r>
    </w:p>
    <w:p w:rsidR="007B6A46" w:rsidRDefault="007B6A46" w:rsidP="007B6A46">
      <w:r>
        <w:lastRenderedPageBreak/>
        <w:t>135.0776</w:t>
      </w:r>
      <w:r>
        <w:tab/>
        <w:t>2.258e1</w:t>
      </w:r>
    </w:p>
    <w:p w:rsidR="007B6A46" w:rsidRDefault="007B6A46" w:rsidP="007B6A46">
      <w:r>
        <w:t>135.0882</w:t>
      </w:r>
      <w:r>
        <w:tab/>
        <w:t>5.063e0</w:t>
      </w:r>
    </w:p>
    <w:p w:rsidR="007B6A46" w:rsidRDefault="007B6A46" w:rsidP="007B6A46">
      <w:r>
        <w:t>135.0917</w:t>
      </w:r>
      <w:r>
        <w:tab/>
        <w:t>3.038e0</w:t>
      </w:r>
    </w:p>
    <w:p w:rsidR="007B6A46" w:rsidRDefault="007B6A46" w:rsidP="007B6A46">
      <w:r>
        <w:t>135.0950</w:t>
      </w:r>
      <w:r>
        <w:tab/>
        <w:t>6.079e0</w:t>
      </w:r>
    </w:p>
    <w:p w:rsidR="007B6A46" w:rsidRDefault="007B6A46" w:rsidP="007B6A46">
      <w:r>
        <w:t>135.0968</w:t>
      </w:r>
      <w:r>
        <w:tab/>
        <w:t>3.143e0</w:t>
      </w:r>
    </w:p>
    <w:p w:rsidR="007B6A46" w:rsidRDefault="007B6A46" w:rsidP="007B6A46">
      <w:r>
        <w:t>135.0997</w:t>
      </w:r>
      <w:r>
        <w:tab/>
        <w:t>3.038e0</w:t>
      </w:r>
    </w:p>
    <w:p w:rsidR="007B6A46" w:rsidRDefault="007B6A46" w:rsidP="007B6A46">
      <w:r>
        <w:t>135.1180</w:t>
      </w:r>
      <w:r>
        <w:tab/>
        <w:t>1.013e0</w:t>
      </w:r>
    </w:p>
    <w:p w:rsidR="007B6A46" w:rsidRDefault="007B6A46" w:rsidP="007B6A46">
      <w:r>
        <w:t>135.1373</w:t>
      </w:r>
      <w:r>
        <w:tab/>
        <w:t>1.013e0</w:t>
      </w:r>
    </w:p>
    <w:p w:rsidR="007B6A46" w:rsidRDefault="007B6A46" w:rsidP="007B6A46">
      <w:r>
        <w:t>135.1458</w:t>
      </w:r>
      <w:r>
        <w:tab/>
        <w:t>1.013e0</w:t>
      </w:r>
    </w:p>
    <w:p w:rsidR="007B6A46" w:rsidRDefault="007B6A46" w:rsidP="007B6A46">
      <w:r>
        <w:t>135.1554</w:t>
      </w:r>
      <w:r>
        <w:tab/>
        <w:t>1.013e0</w:t>
      </w:r>
    </w:p>
    <w:p w:rsidR="007B6A46" w:rsidRDefault="007B6A46" w:rsidP="007B6A46">
      <w:r>
        <w:t>135.1706</w:t>
      </w:r>
      <w:r>
        <w:tab/>
        <w:t>1.013e0</w:t>
      </w:r>
    </w:p>
    <w:p w:rsidR="007B6A46" w:rsidRDefault="007B6A46" w:rsidP="007B6A46">
      <w:r>
        <w:t>135.1771</w:t>
      </w:r>
      <w:r>
        <w:tab/>
        <w:t>1.013e0</w:t>
      </w:r>
    </w:p>
    <w:p w:rsidR="007B6A46" w:rsidRDefault="007B6A46" w:rsidP="007B6A46">
      <w:r>
        <w:t>135.1911</w:t>
      </w:r>
      <w:r>
        <w:tab/>
        <w:t>2.025e0</w:t>
      </w:r>
    </w:p>
    <w:p w:rsidR="007B6A46" w:rsidRDefault="007B6A46" w:rsidP="007B6A46">
      <w:r>
        <w:t>135.1958</w:t>
      </w:r>
      <w:r>
        <w:tab/>
        <w:t>1.013e0</w:t>
      </w:r>
    </w:p>
    <w:p w:rsidR="007B6A46" w:rsidRDefault="007B6A46" w:rsidP="007B6A46">
      <w:r>
        <w:t>135.2049</w:t>
      </w:r>
      <w:r>
        <w:tab/>
        <w:t>1.013e0</w:t>
      </w:r>
    </w:p>
    <w:p w:rsidR="007B6A46" w:rsidRDefault="007B6A46" w:rsidP="007B6A46">
      <w:r>
        <w:t>135.2422</w:t>
      </w:r>
      <w:r>
        <w:tab/>
        <w:t>1.013e0</w:t>
      </w:r>
    </w:p>
    <w:p w:rsidR="007B6A46" w:rsidRDefault="007B6A46" w:rsidP="007B6A46">
      <w:r>
        <w:t>135.2484</w:t>
      </w:r>
      <w:r>
        <w:tab/>
        <w:t>1.013e0</w:t>
      </w:r>
    </w:p>
    <w:p w:rsidR="007B6A46" w:rsidRDefault="007B6A46" w:rsidP="007B6A46">
      <w:r>
        <w:t>135.2543</w:t>
      </w:r>
      <w:r>
        <w:tab/>
        <w:t>1.013e0</w:t>
      </w:r>
    </w:p>
    <w:p w:rsidR="007B6A46" w:rsidRDefault="007B6A46" w:rsidP="007B6A46">
      <w:r>
        <w:t>135.2777</w:t>
      </w:r>
      <w:r>
        <w:tab/>
        <w:t>2.025e0</w:t>
      </w:r>
    </w:p>
    <w:p w:rsidR="007B6A46" w:rsidRDefault="007B6A46" w:rsidP="007B6A46">
      <w:r>
        <w:lastRenderedPageBreak/>
        <w:t>135.2915</w:t>
      </w:r>
      <w:r>
        <w:tab/>
        <w:t>1.013e0</w:t>
      </w:r>
    </w:p>
    <w:p w:rsidR="007B6A46" w:rsidRDefault="007B6A46" w:rsidP="007B6A46">
      <w:r>
        <w:t>135.3225</w:t>
      </w:r>
      <w:r>
        <w:tab/>
        <w:t>1.013e0</w:t>
      </w:r>
    </w:p>
    <w:p w:rsidR="007B6A46" w:rsidRDefault="007B6A46" w:rsidP="007B6A46">
      <w:r>
        <w:t>135.3408</w:t>
      </w:r>
      <w:r>
        <w:tab/>
        <w:t>1.013e0</w:t>
      </w:r>
    </w:p>
    <w:p w:rsidR="007B6A46" w:rsidRDefault="007B6A46" w:rsidP="007B6A46">
      <w:r>
        <w:t>135.3532</w:t>
      </w:r>
      <w:r>
        <w:tab/>
        <w:t>1.013e0</w:t>
      </w:r>
    </w:p>
    <w:p w:rsidR="007B6A46" w:rsidRDefault="007B6A46" w:rsidP="007B6A46">
      <w:r>
        <w:t>135.3934</w:t>
      </w:r>
      <w:r>
        <w:tab/>
        <w:t>1.013e0</w:t>
      </w:r>
    </w:p>
    <w:p w:rsidR="007B6A46" w:rsidRDefault="007B6A46" w:rsidP="007B6A46">
      <w:r>
        <w:t>135.4306</w:t>
      </w:r>
      <w:r>
        <w:tab/>
        <w:t>1.013e0</w:t>
      </w:r>
    </w:p>
    <w:p w:rsidR="007B6A46" w:rsidRDefault="007B6A46" w:rsidP="007B6A46">
      <w:r>
        <w:t>135.4399</w:t>
      </w:r>
      <w:r>
        <w:tab/>
        <w:t>1.013e0</w:t>
      </w:r>
    </w:p>
    <w:p w:rsidR="007B6A46" w:rsidRDefault="007B6A46" w:rsidP="007B6A46">
      <w:r>
        <w:t>135.4447</w:t>
      </w:r>
      <w:r>
        <w:tab/>
        <w:t>2.025e0</w:t>
      </w:r>
    </w:p>
    <w:p w:rsidR="007B6A46" w:rsidRDefault="007B6A46" w:rsidP="007B6A46">
      <w:r>
        <w:t>135.4553</w:t>
      </w:r>
      <w:r>
        <w:tab/>
        <w:t>2.025e0</w:t>
      </w:r>
    </w:p>
    <w:p w:rsidR="007B6A46" w:rsidRDefault="007B6A46" w:rsidP="007B6A46">
      <w:r>
        <w:t>135.4712</w:t>
      </w:r>
      <w:r>
        <w:tab/>
        <w:t>1.013e0</w:t>
      </w:r>
    </w:p>
    <w:p w:rsidR="007B6A46" w:rsidRDefault="007B6A46" w:rsidP="007B6A46">
      <w:r>
        <w:t>135.4895</w:t>
      </w:r>
      <w:r>
        <w:tab/>
        <w:t>1.013e0</w:t>
      </w:r>
    </w:p>
    <w:p w:rsidR="007B6A46" w:rsidRDefault="007B6A46" w:rsidP="007B6A46">
      <w:r>
        <w:t>135.5018</w:t>
      </w:r>
      <w:r>
        <w:tab/>
        <w:t>2.025e0</w:t>
      </w:r>
    </w:p>
    <w:p w:rsidR="007B6A46" w:rsidRDefault="007B6A46" w:rsidP="007B6A46">
      <w:r>
        <w:t>135.5267</w:t>
      </w:r>
      <w:r>
        <w:tab/>
        <w:t>1.013e0</w:t>
      </w:r>
    </w:p>
    <w:p w:rsidR="007B6A46" w:rsidRDefault="007B6A46" w:rsidP="007B6A46">
      <w:r>
        <w:t>135.5326</w:t>
      </w:r>
      <w:r>
        <w:tab/>
        <w:t>1.013e0</w:t>
      </w:r>
    </w:p>
    <w:p w:rsidR="007B6A46" w:rsidRDefault="007B6A46" w:rsidP="007B6A46">
      <w:r>
        <w:t>135.5402</w:t>
      </w:r>
      <w:r>
        <w:tab/>
        <w:t>2.025e0</w:t>
      </w:r>
    </w:p>
    <w:p w:rsidR="007B6A46" w:rsidRDefault="007B6A46" w:rsidP="007B6A46">
      <w:r>
        <w:t>135.5515</w:t>
      </w:r>
      <w:r>
        <w:tab/>
        <w:t>2.032e0</w:t>
      </w:r>
    </w:p>
    <w:p w:rsidR="007B6A46" w:rsidRDefault="007B6A46" w:rsidP="007B6A46">
      <w:r>
        <w:t>135.5634</w:t>
      </w:r>
      <w:r>
        <w:tab/>
        <w:t>1.013e0</w:t>
      </w:r>
    </w:p>
    <w:p w:rsidR="007B6A46" w:rsidRDefault="007B6A46" w:rsidP="007B6A46">
      <w:r>
        <w:t>135.5667</w:t>
      </w:r>
      <w:r>
        <w:tab/>
        <w:t>3.038e0</w:t>
      </w:r>
    </w:p>
    <w:p w:rsidR="007B6A46" w:rsidRDefault="007B6A46" w:rsidP="007B6A46">
      <w:r>
        <w:t>135.5679</w:t>
      </w:r>
      <w:r>
        <w:tab/>
        <w:t>3.038e0</w:t>
      </w:r>
    </w:p>
    <w:p w:rsidR="007B6A46" w:rsidRDefault="007B6A46" w:rsidP="007B6A46">
      <w:r>
        <w:lastRenderedPageBreak/>
        <w:t>135.5714</w:t>
      </w:r>
      <w:r>
        <w:tab/>
        <w:t>2.119e0</w:t>
      </w:r>
    </w:p>
    <w:p w:rsidR="007B6A46" w:rsidRDefault="007B6A46" w:rsidP="007B6A46">
      <w:r>
        <w:t>135.5776</w:t>
      </w:r>
      <w:r>
        <w:tab/>
        <w:t>3.038e0</w:t>
      </w:r>
    </w:p>
    <w:p w:rsidR="007B6A46" w:rsidRDefault="007B6A46" w:rsidP="007B6A46">
      <w:r>
        <w:t>135.5882</w:t>
      </w:r>
      <w:r>
        <w:tab/>
        <w:t>1.013e0</w:t>
      </w:r>
    </w:p>
    <w:p w:rsidR="007B6A46" w:rsidRDefault="007B6A46" w:rsidP="007B6A46">
      <w:r>
        <w:t>135.6072</w:t>
      </w:r>
      <w:r>
        <w:tab/>
        <w:t>1.013e0</w:t>
      </w:r>
    </w:p>
    <w:p w:rsidR="007B6A46" w:rsidRDefault="007B6A46" w:rsidP="007B6A46">
      <w:r>
        <w:t>135.6133</w:t>
      </w:r>
      <w:r>
        <w:tab/>
        <w:t>1.013e0</w:t>
      </w:r>
    </w:p>
    <w:p w:rsidR="007B6A46" w:rsidRDefault="007B6A46" w:rsidP="007B6A46">
      <w:r>
        <w:t>135.6399</w:t>
      </w:r>
      <w:r>
        <w:tab/>
        <w:t>2.025e0</w:t>
      </w:r>
    </w:p>
    <w:p w:rsidR="007B6A46" w:rsidRDefault="007B6A46" w:rsidP="007B6A46">
      <w:r>
        <w:t>135.6532</w:t>
      </w:r>
      <w:r>
        <w:tab/>
        <w:t>1.013e0</w:t>
      </w:r>
    </w:p>
    <w:p w:rsidR="007B6A46" w:rsidRDefault="007B6A46" w:rsidP="007B6A46">
      <w:r>
        <w:t>135.6748</w:t>
      </w:r>
      <w:r>
        <w:tab/>
        <w:t>1.013e0</w:t>
      </w:r>
    </w:p>
    <w:p w:rsidR="007B6A46" w:rsidRDefault="007B6A46" w:rsidP="007B6A46">
      <w:r>
        <w:t>135.6971</w:t>
      </w:r>
      <w:r>
        <w:tab/>
        <w:t>1.013e0</w:t>
      </w:r>
    </w:p>
    <w:p w:rsidR="007B6A46" w:rsidRDefault="007B6A46" w:rsidP="007B6A46">
      <w:r>
        <w:t>135.6999</w:t>
      </w:r>
      <w:r>
        <w:tab/>
        <w:t>1.013e0</w:t>
      </w:r>
    </w:p>
    <w:p w:rsidR="007B6A46" w:rsidRDefault="007B6A46" w:rsidP="007B6A46">
      <w:r>
        <w:t>135.7168</w:t>
      </w:r>
      <w:r>
        <w:tab/>
        <w:t>2.025e0</w:t>
      </w:r>
    </w:p>
    <w:p w:rsidR="007B6A46" w:rsidRDefault="007B6A46" w:rsidP="007B6A46">
      <w:r>
        <w:t>135.7216</w:t>
      </w:r>
      <w:r>
        <w:tab/>
        <w:t>1.013e0</w:t>
      </w:r>
    </w:p>
    <w:p w:rsidR="007B6A46" w:rsidRDefault="007B6A46" w:rsidP="007B6A46">
      <w:r>
        <w:t>135.7433</w:t>
      </w:r>
      <w:r>
        <w:tab/>
        <w:t>1.013e0</w:t>
      </w:r>
    </w:p>
    <w:p w:rsidR="007B6A46" w:rsidRDefault="007B6A46" w:rsidP="007B6A46">
      <w:r>
        <w:t>135.7710</w:t>
      </w:r>
      <w:r>
        <w:tab/>
        <w:t>1.013e0</w:t>
      </w:r>
    </w:p>
    <w:p w:rsidR="007B6A46" w:rsidRDefault="007B6A46" w:rsidP="007B6A46">
      <w:r>
        <w:t>135.7743</w:t>
      </w:r>
      <w:r>
        <w:tab/>
        <w:t>1.013e0</w:t>
      </w:r>
    </w:p>
    <w:p w:rsidR="007B6A46" w:rsidRDefault="007B6A46" w:rsidP="007B6A46">
      <w:r>
        <w:t>135.8301</w:t>
      </w:r>
      <w:r>
        <w:tab/>
        <w:t>1.013e0</w:t>
      </w:r>
    </w:p>
    <w:p w:rsidR="007B6A46" w:rsidRDefault="007B6A46" w:rsidP="007B6A46">
      <w:r>
        <w:t>135.8548</w:t>
      </w:r>
      <w:r>
        <w:tab/>
        <w:t>1.013e0</w:t>
      </w:r>
    </w:p>
    <w:p w:rsidR="007B6A46" w:rsidRDefault="007B6A46" w:rsidP="007B6A46">
      <w:r>
        <w:t>135.8795</w:t>
      </w:r>
      <w:r>
        <w:tab/>
        <w:t>1.013e0</w:t>
      </w:r>
    </w:p>
    <w:p w:rsidR="007B6A46" w:rsidRDefault="007B6A46" w:rsidP="007B6A46">
      <w:r>
        <w:t>135.9201</w:t>
      </w:r>
      <w:r>
        <w:tab/>
        <w:t>1.013e0</w:t>
      </w:r>
    </w:p>
    <w:p w:rsidR="007B6A46" w:rsidRDefault="007B6A46" w:rsidP="007B6A46">
      <w:r>
        <w:lastRenderedPageBreak/>
        <w:t>135.9229</w:t>
      </w:r>
      <w:r>
        <w:tab/>
        <w:t>1.013e0</w:t>
      </w:r>
    </w:p>
    <w:p w:rsidR="007B6A46" w:rsidRDefault="007B6A46" w:rsidP="007B6A46">
      <w:r>
        <w:t>135.9599</w:t>
      </w:r>
      <w:r>
        <w:tab/>
        <w:t>1.013e0</w:t>
      </w:r>
    </w:p>
    <w:p w:rsidR="007B6A46" w:rsidRDefault="007B6A46" w:rsidP="007B6A46">
      <w:r>
        <w:t>135.9790</w:t>
      </w:r>
      <w:r>
        <w:tab/>
        <w:t>1.013e0</w:t>
      </w:r>
    </w:p>
    <w:p w:rsidR="007B6A46" w:rsidRDefault="007B6A46" w:rsidP="007B6A46">
      <w:r>
        <w:t>135.9942</w:t>
      </w:r>
      <w:r>
        <w:tab/>
        <w:t>1.013e0</w:t>
      </w:r>
    </w:p>
    <w:p w:rsidR="007B6A46" w:rsidRDefault="007B6A46" w:rsidP="007B6A46">
      <w:r>
        <w:t>136.0037</w:t>
      </w:r>
      <w:r>
        <w:tab/>
        <w:t>1.013e0</w:t>
      </w:r>
    </w:p>
    <w:p w:rsidR="007B6A46" w:rsidRDefault="007B6A46" w:rsidP="007B6A46">
      <w:r>
        <w:t>136.0125</w:t>
      </w:r>
      <w:r>
        <w:tab/>
        <w:t>1.013e0</w:t>
      </w:r>
    </w:p>
    <w:p w:rsidR="007B6A46" w:rsidRDefault="007B6A46" w:rsidP="007B6A46">
      <w:r>
        <w:t>136.0188</w:t>
      </w:r>
      <w:r>
        <w:tab/>
        <w:t>3.038e0</w:t>
      </w:r>
    </w:p>
    <w:p w:rsidR="007B6A46" w:rsidRDefault="007B6A46" w:rsidP="007B6A46">
      <w:r>
        <w:t>136.0529</w:t>
      </w:r>
      <w:r>
        <w:tab/>
        <w:t>1.013e0</w:t>
      </w:r>
    </w:p>
    <w:p w:rsidR="007B6A46" w:rsidRDefault="007B6A46" w:rsidP="007B6A46">
      <w:r>
        <w:t>136.0563</w:t>
      </w:r>
      <w:r>
        <w:tab/>
        <w:t>2.025e0</w:t>
      </w:r>
    </w:p>
    <w:p w:rsidR="007B6A46" w:rsidRDefault="007B6A46" w:rsidP="007B6A46">
      <w:r>
        <w:t>136.0677</w:t>
      </w:r>
      <w:r>
        <w:tab/>
        <w:t>3.038e0</w:t>
      </w:r>
    </w:p>
    <w:p w:rsidR="007B6A46" w:rsidRDefault="007B6A46" w:rsidP="007B6A46">
      <w:r>
        <w:t>136.0757</w:t>
      </w:r>
      <w:r>
        <w:tab/>
        <w:t>4.051e0</w:t>
      </w:r>
    </w:p>
    <w:p w:rsidR="007B6A46" w:rsidRDefault="007B6A46" w:rsidP="007B6A46">
      <w:r>
        <w:t>136.0809</w:t>
      </w:r>
      <w:r>
        <w:tab/>
        <w:t>7.089e0</w:t>
      </w:r>
    </w:p>
    <w:p w:rsidR="007B6A46" w:rsidRDefault="007B6A46" w:rsidP="007B6A46">
      <w:r>
        <w:t>136.0823</w:t>
      </w:r>
      <w:r>
        <w:tab/>
        <w:t>9.114e0</w:t>
      </w:r>
    </w:p>
    <w:p w:rsidR="007B6A46" w:rsidRDefault="007B6A46" w:rsidP="007B6A46">
      <w:r>
        <w:t>136.0858</w:t>
      </w:r>
      <w:r>
        <w:tab/>
        <w:t>2.025e0</w:t>
      </w:r>
    </w:p>
    <w:p w:rsidR="007B6A46" w:rsidRDefault="007B6A46" w:rsidP="007B6A46">
      <w:r>
        <w:t>136.1130</w:t>
      </w:r>
      <w:r>
        <w:tab/>
        <w:t>1.426e1</w:t>
      </w:r>
    </w:p>
    <w:p w:rsidR="007B6A46" w:rsidRDefault="007B6A46" w:rsidP="007B6A46">
      <w:r>
        <w:t>136.1148</w:t>
      </w:r>
      <w:r>
        <w:tab/>
        <w:t>4.962e1</w:t>
      </w:r>
    </w:p>
    <w:p w:rsidR="007B6A46" w:rsidRDefault="007B6A46" w:rsidP="007B6A46">
      <w:r>
        <w:t>136.1708</w:t>
      </w:r>
      <w:r>
        <w:tab/>
        <w:t>1.013e0</w:t>
      </w:r>
    </w:p>
    <w:p w:rsidR="007B6A46" w:rsidRDefault="007B6A46" w:rsidP="007B6A46">
      <w:r>
        <w:t>136.1775</w:t>
      </w:r>
      <w:r>
        <w:tab/>
        <w:t>1.013e0</w:t>
      </w:r>
    </w:p>
    <w:p w:rsidR="007B6A46" w:rsidRDefault="007B6A46" w:rsidP="007B6A46">
      <w:r>
        <w:t>136.1926</w:t>
      </w:r>
      <w:r>
        <w:tab/>
        <w:t>1.013e0</w:t>
      </w:r>
    </w:p>
    <w:p w:rsidR="007B6A46" w:rsidRDefault="007B6A46" w:rsidP="007B6A46">
      <w:r>
        <w:lastRenderedPageBreak/>
        <w:t>136.1987</w:t>
      </w:r>
      <w:r>
        <w:tab/>
        <w:t>1.013e0</w:t>
      </w:r>
    </w:p>
    <w:p w:rsidR="007B6A46" w:rsidRDefault="007B6A46" w:rsidP="007B6A46">
      <w:r>
        <w:t>136.2205</w:t>
      </w:r>
      <w:r>
        <w:tab/>
        <w:t>1.013e0</w:t>
      </w:r>
    </w:p>
    <w:p w:rsidR="007B6A46" w:rsidRDefault="007B6A46" w:rsidP="007B6A46">
      <w:r>
        <w:t>136.2333</w:t>
      </w:r>
      <w:r>
        <w:tab/>
        <w:t>1.013e0</w:t>
      </w:r>
    </w:p>
    <w:p w:rsidR="007B6A46" w:rsidRDefault="007B6A46" w:rsidP="007B6A46">
      <w:r>
        <w:t>136.2484</w:t>
      </w:r>
      <w:r>
        <w:tab/>
        <w:t>1.013e0</w:t>
      </w:r>
    </w:p>
    <w:p w:rsidR="007B6A46" w:rsidRDefault="007B6A46" w:rsidP="007B6A46">
      <w:r>
        <w:t>136.2668</w:t>
      </w:r>
      <w:r>
        <w:tab/>
        <w:t>1.013e0</w:t>
      </w:r>
    </w:p>
    <w:p w:rsidR="007B6A46" w:rsidRDefault="007B6A46" w:rsidP="007B6A46">
      <w:r>
        <w:t>136.2934</w:t>
      </w:r>
      <w:r>
        <w:tab/>
        <w:t>2.025e0</w:t>
      </w:r>
    </w:p>
    <w:p w:rsidR="007B6A46" w:rsidRDefault="007B6A46" w:rsidP="007B6A46">
      <w:r>
        <w:t>136.3135</w:t>
      </w:r>
      <w:r>
        <w:tab/>
        <w:t>1.013e0</w:t>
      </w:r>
    </w:p>
    <w:p w:rsidR="007B6A46" w:rsidRDefault="007B6A46" w:rsidP="007B6A46">
      <w:r>
        <w:t>136.3538</w:t>
      </w:r>
      <w:r>
        <w:tab/>
        <w:t>1.013e0</w:t>
      </w:r>
    </w:p>
    <w:p w:rsidR="007B6A46" w:rsidRDefault="007B6A46" w:rsidP="007B6A46">
      <w:r>
        <w:t>136.4435</w:t>
      </w:r>
      <w:r>
        <w:tab/>
        <w:t>1.013e0</w:t>
      </w:r>
    </w:p>
    <w:p w:rsidR="007B6A46" w:rsidRDefault="007B6A46" w:rsidP="007B6A46">
      <w:r>
        <w:t>136.4966</w:t>
      </w:r>
      <w:r>
        <w:tab/>
        <w:t>1.013e0</w:t>
      </w:r>
    </w:p>
    <w:p w:rsidR="007B6A46" w:rsidRDefault="007B6A46" w:rsidP="007B6A46">
      <w:r>
        <w:t>136.5092</w:t>
      </w:r>
      <w:r>
        <w:tab/>
        <w:t>1.013e0</w:t>
      </w:r>
    </w:p>
    <w:p w:rsidR="007B6A46" w:rsidRDefault="007B6A46" w:rsidP="007B6A46">
      <w:r>
        <w:t>136.5305</w:t>
      </w:r>
      <w:r>
        <w:tab/>
        <w:t>1.013e0</w:t>
      </w:r>
    </w:p>
    <w:p w:rsidR="007B6A46" w:rsidRDefault="007B6A46" w:rsidP="007B6A46">
      <w:r>
        <w:t>136.5339</w:t>
      </w:r>
      <w:r>
        <w:tab/>
        <w:t>3.038e0</w:t>
      </w:r>
    </w:p>
    <w:p w:rsidR="007B6A46" w:rsidRDefault="007B6A46" w:rsidP="007B6A46">
      <w:r>
        <w:t>136.5525</w:t>
      </w:r>
      <w:r>
        <w:tab/>
        <w:t>1.013e0</w:t>
      </w:r>
    </w:p>
    <w:p w:rsidR="007B6A46" w:rsidRDefault="007B6A46" w:rsidP="007B6A46">
      <w:r>
        <w:t>136.5680</w:t>
      </w:r>
      <w:r>
        <w:tab/>
        <w:t>1.013e0</w:t>
      </w:r>
    </w:p>
    <w:p w:rsidR="007B6A46" w:rsidRDefault="007B6A46" w:rsidP="007B6A46">
      <w:r>
        <w:t>136.5714</w:t>
      </w:r>
      <w:r>
        <w:tab/>
        <w:t>1.013e0</w:t>
      </w:r>
    </w:p>
    <w:p w:rsidR="007B6A46" w:rsidRDefault="007B6A46" w:rsidP="007B6A46">
      <w:r>
        <w:t>136.5791</w:t>
      </w:r>
      <w:r>
        <w:tab/>
        <w:t>2.025e0</w:t>
      </w:r>
    </w:p>
    <w:p w:rsidR="007B6A46" w:rsidRDefault="007B6A46" w:rsidP="007B6A46">
      <w:r>
        <w:t>136.5835</w:t>
      </w:r>
      <w:r>
        <w:tab/>
        <w:t>1.013e0</w:t>
      </w:r>
    </w:p>
    <w:p w:rsidR="007B6A46" w:rsidRDefault="007B6A46" w:rsidP="007B6A46">
      <w:r>
        <w:t>136.5863</w:t>
      </w:r>
      <w:r>
        <w:tab/>
        <w:t>1.013e0</w:t>
      </w:r>
    </w:p>
    <w:p w:rsidR="007B6A46" w:rsidRDefault="007B6A46" w:rsidP="007B6A46">
      <w:r>
        <w:lastRenderedPageBreak/>
        <w:t>136.5898</w:t>
      </w:r>
      <w:r>
        <w:tab/>
        <w:t>1.013e0</w:t>
      </w:r>
    </w:p>
    <w:p w:rsidR="007B6A46" w:rsidRDefault="007B6A46" w:rsidP="007B6A46">
      <w:r>
        <w:t>136.6056</w:t>
      </w:r>
      <w:r>
        <w:tab/>
        <w:t>1.013e0</w:t>
      </w:r>
    </w:p>
    <w:p w:rsidR="007B6A46" w:rsidRDefault="007B6A46" w:rsidP="007B6A46">
      <w:r>
        <w:t>136.6396</w:t>
      </w:r>
      <w:r>
        <w:tab/>
        <w:t>1.013e0</w:t>
      </w:r>
    </w:p>
    <w:p w:rsidR="007B6A46" w:rsidRDefault="007B6A46" w:rsidP="007B6A46">
      <w:r>
        <w:t>136.6660</w:t>
      </w:r>
      <w:r>
        <w:tab/>
        <w:t>2.025e0</w:t>
      </w:r>
    </w:p>
    <w:p w:rsidR="007B6A46" w:rsidRDefault="007B6A46" w:rsidP="007B6A46">
      <w:r>
        <w:t>136.6768</w:t>
      </w:r>
      <w:r>
        <w:tab/>
        <w:t>1.013e0</w:t>
      </w:r>
    </w:p>
    <w:p w:rsidR="007B6A46" w:rsidRDefault="007B6A46" w:rsidP="007B6A46">
      <w:r>
        <w:t>136.6832</w:t>
      </w:r>
      <w:r>
        <w:tab/>
        <w:t>1.013e0</w:t>
      </w:r>
    </w:p>
    <w:p w:rsidR="007B6A46" w:rsidRDefault="007B6A46" w:rsidP="007B6A46">
      <w:r>
        <w:t>136.6985</w:t>
      </w:r>
      <w:r>
        <w:tab/>
        <w:t>1.013e0</w:t>
      </w:r>
    </w:p>
    <w:p w:rsidR="007B6A46" w:rsidRDefault="007B6A46" w:rsidP="007B6A46">
      <w:r>
        <w:t>136.7452</w:t>
      </w:r>
      <w:r>
        <w:tab/>
        <w:t>1.013e0</w:t>
      </w:r>
    </w:p>
    <w:p w:rsidR="007B6A46" w:rsidRDefault="007B6A46" w:rsidP="007B6A46">
      <w:r>
        <w:t>136.7574</w:t>
      </w:r>
      <w:r>
        <w:tab/>
        <w:t>1.013e0</w:t>
      </w:r>
    </w:p>
    <w:p w:rsidR="007B6A46" w:rsidRDefault="007B6A46" w:rsidP="007B6A46">
      <w:r>
        <w:t>136.7606</w:t>
      </w:r>
      <w:r>
        <w:tab/>
        <w:t>1.013e0</w:t>
      </w:r>
    </w:p>
    <w:p w:rsidR="007B6A46" w:rsidRDefault="007B6A46" w:rsidP="007B6A46">
      <w:r>
        <w:t>136.7764</w:t>
      </w:r>
      <w:r>
        <w:tab/>
        <w:t>1.013e0</w:t>
      </w:r>
    </w:p>
    <w:p w:rsidR="007B6A46" w:rsidRDefault="007B6A46" w:rsidP="007B6A46">
      <w:r>
        <w:t>136.7798</w:t>
      </w:r>
      <w:r>
        <w:tab/>
        <w:t>1.013e0</w:t>
      </w:r>
    </w:p>
    <w:p w:rsidR="007B6A46" w:rsidRDefault="007B6A46" w:rsidP="007B6A46">
      <w:r>
        <w:t>136.7884</w:t>
      </w:r>
      <w:r>
        <w:tab/>
        <w:t>2.025e0</w:t>
      </w:r>
    </w:p>
    <w:p w:rsidR="007B6A46" w:rsidRDefault="007B6A46" w:rsidP="007B6A46">
      <w:r>
        <w:t>136.8916</w:t>
      </w:r>
      <w:r>
        <w:tab/>
        <w:t>1.013e0</w:t>
      </w:r>
    </w:p>
    <w:p w:rsidR="007B6A46" w:rsidRDefault="007B6A46" w:rsidP="007B6A46">
      <w:r>
        <w:t>136.8948</w:t>
      </w:r>
      <w:r>
        <w:tab/>
        <w:t>1.013e0</w:t>
      </w:r>
    </w:p>
    <w:p w:rsidR="007B6A46" w:rsidRDefault="007B6A46" w:rsidP="007B6A46">
      <w:r>
        <w:t>136.9315</w:t>
      </w:r>
      <w:r>
        <w:tab/>
        <w:t>1.013e0</w:t>
      </w:r>
    </w:p>
    <w:p w:rsidR="007B6A46" w:rsidRDefault="007B6A46" w:rsidP="007B6A46">
      <w:r>
        <w:t>137.0002</w:t>
      </w:r>
      <w:r>
        <w:tab/>
        <w:t>1.013e0</w:t>
      </w:r>
    </w:p>
    <w:p w:rsidR="007B6A46" w:rsidRDefault="007B6A46" w:rsidP="007B6A46">
      <w:r>
        <w:t>137.0066</w:t>
      </w:r>
      <w:r>
        <w:tab/>
        <w:t>1.013e0</w:t>
      </w:r>
    </w:p>
    <w:p w:rsidR="007B6A46" w:rsidRDefault="007B6A46" w:rsidP="007B6A46">
      <w:r>
        <w:t>137.0156</w:t>
      </w:r>
      <w:r>
        <w:tab/>
        <w:t>2.025e0</w:t>
      </w:r>
    </w:p>
    <w:p w:rsidR="007B6A46" w:rsidRDefault="007B6A46" w:rsidP="007B6A46">
      <w:r>
        <w:lastRenderedPageBreak/>
        <w:t>137.0314</w:t>
      </w:r>
      <w:r>
        <w:tab/>
        <w:t>1.013e0</w:t>
      </w:r>
    </w:p>
    <w:p w:rsidR="007B6A46" w:rsidRDefault="007B6A46" w:rsidP="007B6A46">
      <w:r>
        <w:t>137.0408</w:t>
      </w:r>
      <w:r>
        <w:tab/>
        <w:t>1.013e0</w:t>
      </w:r>
    </w:p>
    <w:p w:rsidR="007B6A46" w:rsidRDefault="007B6A46" w:rsidP="007B6A46">
      <w:r>
        <w:t>137.0467</w:t>
      </w:r>
      <w:r>
        <w:tab/>
        <w:t>1.013e0</w:t>
      </w:r>
    </w:p>
    <w:p w:rsidR="007B6A46" w:rsidRDefault="007B6A46" w:rsidP="007B6A46">
      <w:r>
        <w:t>137.0690</w:t>
      </w:r>
      <w:r>
        <w:tab/>
        <w:t>1.013e0</w:t>
      </w:r>
    </w:p>
    <w:p w:rsidR="007B6A46" w:rsidRDefault="007B6A46" w:rsidP="007B6A46">
      <w:r>
        <w:t>137.0704</w:t>
      </w:r>
      <w:r>
        <w:tab/>
        <w:t>4.051e0</w:t>
      </w:r>
    </w:p>
    <w:p w:rsidR="007B6A46" w:rsidRDefault="007B6A46" w:rsidP="007B6A46">
      <w:r>
        <w:t>137.0807</w:t>
      </w:r>
      <w:r>
        <w:tab/>
        <w:t>4.051e0</w:t>
      </w:r>
    </w:p>
    <w:p w:rsidR="007B6A46" w:rsidRDefault="007B6A46" w:rsidP="007B6A46">
      <w:r>
        <w:t>137.1089</w:t>
      </w:r>
      <w:r>
        <w:tab/>
        <w:t>1.013e0</w:t>
      </w:r>
    </w:p>
    <w:p w:rsidR="007B6A46" w:rsidRDefault="007B6A46" w:rsidP="007B6A46">
      <w:r>
        <w:t>137.1135</w:t>
      </w:r>
      <w:r>
        <w:tab/>
        <w:t>3.038e0</w:t>
      </w:r>
    </w:p>
    <w:p w:rsidR="007B6A46" w:rsidRDefault="007B6A46" w:rsidP="007B6A46">
      <w:r>
        <w:t>137.1153</w:t>
      </w:r>
      <w:r>
        <w:tab/>
        <w:t>1.013e0</w:t>
      </w:r>
    </w:p>
    <w:p w:rsidR="007B6A46" w:rsidRDefault="007B6A46" w:rsidP="007B6A46">
      <w:r>
        <w:t>137.1201</w:t>
      </w:r>
      <w:r>
        <w:tab/>
        <w:t>3.038e0</w:t>
      </w:r>
    </w:p>
    <w:p w:rsidR="007B6A46" w:rsidRDefault="007B6A46" w:rsidP="007B6A46">
      <w:r>
        <w:t>137.1249</w:t>
      </w:r>
      <w:r>
        <w:tab/>
        <w:t>1.013e0</w:t>
      </w:r>
    </w:p>
    <w:p w:rsidR="007B6A46" w:rsidRDefault="007B6A46" w:rsidP="007B6A46">
      <w:r>
        <w:t>137.1351</w:t>
      </w:r>
      <w:r>
        <w:tab/>
        <w:t>2.025e0</w:t>
      </w:r>
    </w:p>
    <w:p w:rsidR="007B6A46" w:rsidRDefault="007B6A46" w:rsidP="007B6A46">
      <w:r>
        <w:t>137.1369</w:t>
      </w:r>
      <w:r>
        <w:tab/>
        <w:t>1.013e0</w:t>
      </w:r>
    </w:p>
    <w:p w:rsidR="007B6A46" w:rsidRDefault="007B6A46" w:rsidP="007B6A46">
      <w:r>
        <w:t>137.1465</w:t>
      </w:r>
      <w:r>
        <w:tab/>
        <w:t>1.013e0</w:t>
      </w:r>
    </w:p>
    <w:p w:rsidR="007B6A46" w:rsidRDefault="007B6A46" w:rsidP="007B6A46">
      <w:r>
        <w:t>137.1680</w:t>
      </w:r>
      <w:r>
        <w:tab/>
        <w:t>5.063e0</w:t>
      </w:r>
    </w:p>
    <w:p w:rsidR="007B6A46" w:rsidRDefault="007B6A46" w:rsidP="007B6A46">
      <w:r>
        <w:t>137.2181</w:t>
      </w:r>
      <w:r>
        <w:tab/>
        <w:t>1.013e0</w:t>
      </w:r>
    </w:p>
    <w:p w:rsidR="007B6A46" w:rsidRDefault="007B6A46" w:rsidP="007B6A46">
      <w:r>
        <w:t>137.2209</w:t>
      </w:r>
      <w:r>
        <w:tab/>
        <w:t>1.013e0</w:t>
      </w:r>
    </w:p>
    <w:p w:rsidR="007B6A46" w:rsidRDefault="007B6A46" w:rsidP="007B6A46">
      <w:r>
        <w:t>137.2337</w:t>
      </w:r>
      <w:r>
        <w:tab/>
        <w:t>1.013e0</w:t>
      </w:r>
    </w:p>
    <w:p w:rsidR="007B6A46" w:rsidRDefault="007B6A46" w:rsidP="007B6A46">
      <w:r>
        <w:t>137.2400</w:t>
      </w:r>
      <w:r>
        <w:tab/>
        <w:t>1.013e0</w:t>
      </w:r>
    </w:p>
    <w:p w:rsidR="007B6A46" w:rsidRDefault="007B6A46" w:rsidP="007B6A46">
      <w:r>
        <w:lastRenderedPageBreak/>
        <w:t>137.2432</w:t>
      </w:r>
      <w:r>
        <w:tab/>
        <w:t>1.013e0</w:t>
      </w:r>
    </w:p>
    <w:p w:rsidR="007B6A46" w:rsidRDefault="007B6A46" w:rsidP="007B6A46">
      <w:r>
        <w:t>137.2712</w:t>
      </w:r>
      <w:r>
        <w:tab/>
        <w:t>1.013e0</w:t>
      </w:r>
    </w:p>
    <w:p w:rsidR="007B6A46" w:rsidRDefault="007B6A46" w:rsidP="007B6A46">
      <w:r>
        <w:t>137.3238</w:t>
      </w:r>
      <w:r>
        <w:tab/>
        <w:t>1.013e0</w:t>
      </w:r>
    </w:p>
    <w:p w:rsidR="007B6A46" w:rsidRDefault="007B6A46" w:rsidP="007B6A46">
      <w:r>
        <w:t>137.3335</w:t>
      </w:r>
      <w:r>
        <w:tab/>
        <w:t>1.013e0</w:t>
      </w:r>
    </w:p>
    <w:p w:rsidR="007B6A46" w:rsidRDefault="007B6A46" w:rsidP="007B6A46">
      <w:r>
        <w:t>137.3647</w:t>
      </w:r>
      <w:r>
        <w:tab/>
        <w:t>1.013e0</w:t>
      </w:r>
    </w:p>
    <w:p w:rsidR="007B6A46" w:rsidRDefault="007B6A46" w:rsidP="007B6A46">
      <w:r>
        <w:t>137.3983</w:t>
      </w:r>
      <w:r>
        <w:tab/>
        <w:t>1.013e0</w:t>
      </w:r>
    </w:p>
    <w:p w:rsidR="007B6A46" w:rsidRDefault="007B6A46" w:rsidP="007B6A46">
      <w:r>
        <w:t>137.4016</w:t>
      </w:r>
      <w:r>
        <w:tab/>
        <w:t>1.013e0</w:t>
      </w:r>
    </w:p>
    <w:p w:rsidR="007B6A46" w:rsidRDefault="007B6A46" w:rsidP="007B6A46">
      <w:r>
        <w:t>137.4267</w:t>
      </w:r>
      <w:r>
        <w:tab/>
        <w:t>1.013e0</w:t>
      </w:r>
    </w:p>
    <w:p w:rsidR="007B6A46" w:rsidRDefault="007B6A46" w:rsidP="007B6A46">
      <w:r>
        <w:t>137.4293</w:t>
      </w:r>
      <w:r>
        <w:tab/>
        <w:t>1.013e0</w:t>
      </w:r>
    </w:p>
    <w:p w:rsidR="007B6A46" w:rsidRDefault="007B6A46" w:rsidP="007B6A46">
      <w:r>
        <w:t>137.4390</w:t>
      </w:r>
      <w:r>
        <w:tab/>
        <w:t>1.013e0</w:t>
      </w:r>
    </w:p>
    <w:p w:rsidR="007B6A46" w:rsidRDefault="007B6A46" w:rsidP="007B6A46">
      <w:r>
        <w:t>137.4858</w:t>
      </w:r>
      <w:r>
        <w:tab/>
        <w:t>1.013e0</w:t>
      </w:r>
    </w:p>
    <w:p w:rsidR="007B6A46" w:rsidRDefault="007B6A46" w:rsidP="007B6A46">
      <w:r>
        <w:t>137.4873</w:t>
      </w:r>
      <w:r>
        <w:tab/>
        <w:t>3.038e0</w:t>
      </w:r>
    </w:p>
    <w:p w:rsidR="007B6A46" w:rsidRDefault="007B6A46" w:rsidP="007B6A46">
      <w:r>
        <w:t>137.4953</w:t>
      </w:r>
      <w:r>
        <w:tab/>
        <w:t>1.013e0</w:t>
      </w:r>
    </w:p>
    <w:p w:rsidR="007B6A46" w:rsidRDefault="007B6A46" w:rsidP="007B6A46">
      <w:r>
        <w:t>137.5296</w:t>
      </w:r>
      <w:r>
        <w:tab/>
        <w:t>1.013e0</w:t>
      </w:r>
    </w:p>
    <w:p w:rsidR="007B6A46" w:rsidRDefault="007B6A46" w:rsidP="007B6A46">
      <w:r>
        <w:t>137.5358</w:t>
      </w:r>
      <w:r>
        <w:tab/>
        <w:t>1.013e0</w:t>
      </w:r>
    </w:p>
    <w:p w:rsidR="007B6A46" w:rsidRDefault="007B6A46" w:rsidP="007B6A46">
      <w:r>
        <w:t>137.5480</w:t>
      </w:r>
      <w:r>
        <w:tab/>
        <w:t>1.013e0</w:t>
      </w:r>
    </w:p>
    <w:p w:rsidR="007B6A46" w:rsidRDefault="007B6A46" w:rsidP="007B6A46">
      <w:r>
        <w:t>137.5608</w:t>
      </w:r>
      <w:r>
        <w:tab/>
        <w:t>1.013e0</w:t>
      </w:r>
    </w:p>
    <w:p w:rsidR="007B6A46" w:rsidRDefault="007B6A46" w:rsidP="007B6A46">
      <w:r>
        <w:t>137.5640</w:t>
      </w:r>
      <w:r>
        <w:tab/>
        <w:t>1.013e0</w:t>
      </w:r>
    </w:p>
    <w:p w:rsidR="007B6A46" w:rsidRDefault="007B6A46" w:rsidP="007B6A46">
      <w:r>
        <w:t>137.6072</w:t>
      </w:r>
      <w:r>
        <w:tab/>
        <w:t>1.013e0</w:t>
      </w:r>
    </w:p>
    <w:p w:rsidR="007B6A46" w:rsidRDefault="007B6A46" w:rsidP="007B6A46">
      <w:r>
        <w:lastRenderedPageBreak/>
        <w:t>137.6201</w:t>
      </w:r>
      <w:r>
        <w:tab/>
        <w:t>1.013e0</w:t>
      </w:r>
    </w:p>
    <w:p w:rsidR="007B6A46" w:rsidRDefault="007B6A46" w:rsidP="007B6A46">
      <w:r>
        <w:t>137.6449</w:t>
      </w:r>
      <w:r>
        <w:tab/>
        <w:t>1.013e0</w:t>
      </w:r>
    </w:p>
    <w:p w:rsidR="007B6A46" w:rsidRDefault="007B6A46" w:rsidP="007B6A46">
      <w:r>
        <w:t>137.6479</w:t>
      </w:r>
      <w:r>
        <w:tab/>
        <w:t>1.013e0</w:t>
      </w:r>
    </w:p>
    <w:p w:rsidR="007B6A46" w:rsidRDefault="007B6A46" w:rsidP="007B6A46">
      <w:r>
        <w:t>137.6823</w:t>
      </w:r>
      <w:r>
        <w:tab/>
        <w:t>1.013e0</w:t>
      </w:r>
    </w:p>
    <w:p w:rsidR="007B6A46" w:rsidRDefault="007B6A46" w:rsidP="007B6A46">
      <w:r>
        <w:t>137.6889</w:t>
      </w:r>
      <w:r>
        <w:tab/>
        <w:t>1.013e0</w:t>
      </w:r>
    </w:p>
    <w:p w:rsidR="007B6A46" w:rsidRDefault="007B6A46" w:rsidP="007B6A46">
      <w:r>
        <w:t>137.7105</w:t>
      </w:r>
      <w:r>
        <w:tab/>
        <w:t>1.013e0</w:t>
      </w:r>
    </w:p>
    <w:p w:rsidR="007B6A46" w:rsidRDefault="007B6A46" w:rsidP="007B6A46">
      <w:r>
        <w:t>137.7199</w:t>
      </w:r>
      <w:r>
        <w:tab/>
        <w:t>1.013e0</w:t>
      </w:r>
    </w:p>
    <w:p w:rsidR="007B6A46" w:rsidRDefault="007B6A46" w:rsidP="007B6A46">
      <w:r>
        <w:t>137.7538</w:t>
      </w:r>
      <w:r>
        <w:tab/>
        <w:t>1.013e0</w:t>
      </w:r>
    </w:p>
    <w:p w:rsidR="007B6A46" w:rsidRDefault="007B6A46" w:rsidP="007B6A46">
      <w:r>
        <w:t>137.7632</w:t>
      </w:r>
      <w:r>
        <w:tab/>
        <w:t>1.013e0</w:t>
      </w:r>
    </w:p>
    <w:p w:rsidR="007B6A46" w:rsidRDefault="007B6A46" w:rsidP="007B6A46">
      <w:r>
        <w:t>137.7730</w:t>
      </w:r>
      <w:r>
        <w:tab/>
        <w:t>1.013e0</w:t>
      </w:r>
    </w:p>
    <w:p w:rsidR="007B6A46" w:rsidRDefault="007B6A46" w:rsidP="007B6A46">
      <w:r>
        <w:t>137.8041</w:t>
      </w:r>
      <w:r>
        <w:tab/>
        <w:t>2.025e0</w:t>
      </w:r>
    </w:p>
    <w:p w:rsidR="007B6A46" w:rsidRDefault="007B6A46" w:rsidP="007B6A46">
      <w:r>
        <w:t>137.8413</w:t>
      </w:r>
      <w:r>
        <w:tab/>
        <w:t>1.013e0</w:t>
      </w:r>
    </w:p>
    <w:p w:rsidR="007B6A46" w:rsidRDefault="007B6A46" w:rsidP="007B6A46">
      <w:r>
        <w:t>137.8755</w:t>
      </w:r>
      <w:r>
        <w:tab/>
        <w:t>1.013e0</w:t>
      </w:r>
    </w:p>
    <w:p w:rsidR="007B6A46" w:rsidRDefault="007B6A46" w:rsidP="007B6A46">
      <w:r>
        <w:t>137.8948</w:t>
      </w:r>
      <w:r>
        <w:tab/>
        <w:t>2.025e0</w:t>
      </w:r>
    </w:p>
    <w:p w:rsidR="007B6A46" w:rsidRDefault="007B6A46" w:rsidP="007B6A46">
      <w:r>
        <w:t>137.8976</w:t>
      </w:r>
      <w:r>
        <w:tab/>
        <w:t>1.013e0</w:t>
      </w:r>
    </w:p>
    <w:p w:rsidR="007B6A46" w:rsidRDefault="007B6A46" w:rsidP="007B6A46">
      <w:r>
        <w:t>137.9445</w:t>
      </w:r>
      <w:r>
        <w:tab/>
        <w:t>1.013e0</w:t>
      </w:r>
    </w:p>
    <w:p w:rsidR="007B6A46" w:rsidRDefault="007B6A46" w:rsidP="007B6A46">
      <w:r>
        <w:t>137.9539</w:t>
      </w:r>
      <w:r>
        <w:tab/>
        <w:t>1.013e0</w:t>
      </w:r>
    </w:p>
    <w:p w:rsidR="007B6A46" w:rsidRDefault="007B6A46" w:rsidP="007B6A46">
      <w:r>
        <w:t>137.9600</w:t>
      </w:r>
      <w:r>
        <w:tab/>
        <w:t>1.013e0</w:t>
      </w:r>
    </w:p>
    <w:p w:rsidR="007B6A46" w:rsidRDefault="007B6A46" w:rsidP="007B6A46">
      <w:r>
        <w:t>137.9789</w:t>
      </w:r>
      <w:r>
        <w:tab/>
        <w:t>1.013e0</w:t>
      </w:r>
    </w:p>
    <w:p w:rsidR="007B6A46" w:rsidRDefault="007B6A46" w:rsidP="007B6A46">
      <w:r>
        <w:lastRenderedPageBreak/>
        <w:t>137.9880</w:t>
      </w:r>
      <w:r>
        <w:tab/>
        <w:t>1.013e0</w:t>
      </w:r>
    </w:p>
    <w:p w:rsidR="007B6A46" w:rsidRDefault="007B6A46" w:rsidP="007B6A46">
      <w:r>
        <w:t>137.9911</w:t>
      </w:r>
      <w:r>
        <w:tab/>
        <w:t>1.013e0</w:t>
      </w:r>
    </w:p>
    <w:p w:rsidR="007B6A46" w:rsidRDefault="007B6A46" w:rsidP="007B6A46">
      <w:r>
        <w:t>137.9939</w:t>
      </w:r>
      <w:r>
        <w:tab/>
        <w:t>1.013e0</w:t>
      </w:r>
    </w:p>
    <w:p w:rsidR="007B6A46" w:rsidRDefault="007B6A46" w:rsidP="007B6A46">
      <w:r>
        <w:t>138.0038</w:t>
      </w:r>
      <w:r>
        <w:tab/>
        <w:t>1.013e0</w:t>
      </w:r>
    </w:p>
    <w:p w:rsidR="007B6A46" w:rsidRDefault="007B6A46" w:rsidP="007B6A46">
      <w:r>
        <w:t>138.0191</w:t>
      </w:r>
      <w:r>
        <w:tab/>
        <w:t>1.013e0</w:t>
      </w:r>
    </w:p>
    <w:p w:rsidR="007B6A46" w:rsidRDefault="007B6A46" w:rsidP="007B6A46">
      <w:r>
        <w:t>138.0222</w:t>
      </w:r>
      <w:r>
        <w:tab/>
        <w:t>1.013e0</w:t>
      </w:r>
    </w:p>
    <w:p w:rsidR="007B6A46" w:rsidRDefault="007B6A46" w:rsidP="007B6A46">
      <w:r>
        <w:t>138.0350</w:t>
      </w:r>
      <w:r>
        <w:tab/>
        <w:t>1.013e0</w:t>
      </w:r>
    </w:p>
    <w:p w:rsidR="007B6A46" w:rsidRDefault="007B6A46" w:rsidP="007B6A46">
      <w:r>
        <w:t>138.0560</w:t>
      </w:r>
      <w:r>
        <w:tab/>
        <w:t>5.063e0</w:t>
      </w:r>
    </w:p>
    <w:p w:rsidR="007B6A46" w:rsidRDefault="007B6A46" w:rsidP="007B6A46">
      <w:r>
        <w:t>138.0581</w:t>
      </w:r>
      <w:r>
        <w:tab/>
        <w:t>1.013e1</w:t>
      </w:r>
    </w:p>
    <w:p w:rsidR="007B6A46" w:rsidRDefault="007B6A46" w:rsidP="007B6A46">
      <w:r>
        <w:t>138.0600</w:t>
      </w:r>
      <w:r>
        <w:tab/>
        <w:t>1.215e1</w:t>
      </w:r>
    </w:p>
    <w:p w:rsidR="007B6A46" w:rsidRDefault="007B6A46" w:rsidP="007B6A46">
      <w:r>
        <w:t>138.0659</w:t>
      </w:r>
      <w:r>
        <w:tab/>
        <w:t>4.051e0</w:t>
      </w:r>
    </w:p>
    <w:p w:rsidR="007B6A46" w:rsidRDefault="007B6A46" w:rsidP="007B6A46">
      <w:r>
        <w:t>138.0912</w:t>
      </w:r>
      <w:r>
        <w:tab/>
        <w:t>1.013e0</w:t>
      </w:r>
    </w:p>
    <w:p w:rsidR="007B6A46" w:rsidRDefault="007B6A46" w:rsidP="007B6A46">
      <w:r>
        <w:t>138.1005</w:t>
      </w:r>
      <w:r>
        <w:tab/>
        <w:t>1.013e0</w:t>
      </w:r>
    </w:p>
    <w:p w:rsidR="007B6A46" w:rsidRDefault="007B6A46" w:rsidP="007B6A46">
      <w:r>
        <w:t>138.1040</w:t>
      </w:r>
      <w:r>
        <w:tab/>
        <w:t>1.013e0</w:t>
      </w:r>
    </w:p>
    <w:p w:rsidR="007B6A46" w:rsidRDefault="007B6A46" w:rsidP="007B6A46">
      <w:r>
        <w:t>138.1268</w:t>
      </w:r>
      <w:r>
        <w:tab/>
        <w:t>3.038e0</w:t>
      </w:r>
    </w:p>
    <w:p w:rsidR="007B6A46" w:rsidRDefault="007B6A46" w:rsidP="007B6A46">
      <w:r>
        <w:t>138.1320</w:t>
      </w:r>
      <w:r>
        <w:tab/>
        <w:t>1.013e0</w:t>
      </w:r>
    </w:p>
    <w:p w:rsidR="007B6A46" w:rsidRDefault="007B6A46" w:rsidP="007B6A46">
      <w:r>
        <w:t>138.1336</w:t>
      </w:r>
      <w:r>
        <w:tab/>
        <w:t>2.025e0</w:t>
      </w:r>
    </w:p>
    <w:p w:rsidR="007B6A46" w:rsidRDefault="007B6A46" w:rsidP="007B6A46">
      <w:r>
        <w:t>138.1569</w:t>
      </w:r>
      <w:r>
        <w:tab/>
        <w:t>1.013e0</w:t>
      </w:r>
    </w:p>
    <w:p w:rsidR="007B6A46" w:rsidRDefault="007B6A46" w:rsidP="007B6A46">
      <w:r>
        <w:t>138.1721</w:t>
      </w:r>
      <w:r>
        <w:tab/>
        <w:t>2.025e0</w:t>
      </w:r>
    </w:p>
    <w:p w:rsidR="007B6A46" w:rsidRDefault="007B6A46" w:rsidP="007B6A46">
      <w:r>
        <w:lastRenderedPageBreak/>
        <w:t>138.1911</w:t>
      </w:r>
      <w:r>
        <w:tab/>
        <w:t>1.013e0</w:t>
      </w:r>
    </w:p>
    <w:p w:rsidR="007B6A46" w:rsidRDefault="007B6A46" w:rsidP="007B6A46">
      <w:r>
        <w:t>138.2098</w:t>
      </w:r>
      <w:r>
        <w:tab/>
        <w:t>1.013e0</w:t>
      </w:r>
    </w:p>
    <w:p w:rsidR="007B6A46" w:rsidRDefault="007B6A46" w:rsidP="007B6A46">
      <w:r>
        <w:t>138.2128</w:t>
      </w:r>
      <w:r>
        <w:tab/>
        <w:t>1.013e0</w:t>
      </w:r>
    </w:p>
    <w:p w:rsidR="007B6A46" w:rsidRDefault="007B6A46" w:rsidP="007B6A46">
      <w:r>
        <w:t>138.2227</w:t>
      </w:r>
      <w:r>
        <w:tab/>
        <w:t>1.013e0</w:t>
      </w:r>
    </w:p>
    <w:p w:rsidR="007B6A46" w:rsidRDefault="007B6A46" w:rsidP="007B6A46">
      <w:r>
        <w:t>138.2659</w:t>
      </w:r>
      <w:r>
        <w:tab/>
        <w:t>1.013e0</w:t>
      </w:r>
    </w:p>
    <w:p w:rsidR="007B6A46" w:rsidRDefault="007B6A46" w:rsidP="007B6A46">
      <w:r>
        <w:t>138.2724</w:t>
      </w:r>
      <w:r>
        <w:tab/>
        <w:t>1.013e0</w:t>
      </w:r>
    </w:p>
    <w:p w:rsidR="007B6A46" w:rsidRDefault="007B6A46" w:rsidP="007B6A46">
      <w:r>
        <w:t>138.2820</w:t>
      </w:r>
      <w:r>
        <w:tab/>
        <w:t>1.013e0</w:t>
      </w:r>
    </w:p>
    <w:p w:rsidR="007B6A46" w:rsidRDefault="007B6A46" w:rsidP="007B6A46">
      <w:r>
        <w:t>138.2970</w:t>
      </w:r>
      <w:r>
        <w:tab/>
        <w:t>1.013e0</w:t>
      </w:r>
    </w:p>
    <w:p w:rsidR="007B6A46" w:rsidRDefault="007B6A46" w:rsidP="007B6A46">
      <w:r>
        <w:t>138.3162</w:t>
      </w:r>
      <w:r>
        <w:tab/>
        <w:t>1.013e0</w:t>
      </w:r>
    </w:p>
    <w:p w:rsidR="007B6A46" w:rsidRDefault="007B6A46" w:rsidP="007B6A46">
      <w:r>
        <w:t>138.3318</w:t>
      </w:r>
      <w:r>
        <w:tab/>
        <w:t>2.025e0</w:t>
      </w:r>
    </w:p>
    <w:p w:rsidR="007B6A46" w:rsidRDefault="007B6A46" w:rsidP="007B6A46">
      <w:r>
        <w:t>138.3347</w:t>
      </w:r>
      <w:r>
        <w:tab/>
        <w:t>1.013e0</w:t>
      </w:r>
    </w:p>
    <w:p w:rsidR="007B6A46" w:rsidRDefault="007B6A46" w:rsidP="007B6A46">
      <w:r>
        <w:t>138.3504</w:t>
      </w:r>
      <w:r>
        <w:tab/>
        <w:t>1.013e0</w:t>
      </w:r>
    </w:p>
    <w:p w:rsidR="007B6A46" w:rsidRDefault="007B6A46" w:rsidP="007B6A46">
      <w:r>
        <w:t>138.3598</w:t>
      </w:r>
      <w:r>
        <w:tab/>
        <w:t>1.013e0</w:t>
      </w:r>
    </w:p>
    <w:p w:rsidR="007B6A46" w:rsidRDefault="007B6A46" w:rsidP="007B6A46">
      <w:r>
        <w:t>138.3694</w:t>
      </w:r>
      <w:r>
        <w:tab/>
        <w:t>1.013e0</w:t>
      </w:r>
    </w:p>
    <w:p w:rsidR="007B6A46" w:rsidRDefault="007B6A46" w:rsidP="007B6A46">
      <w:r>
        <w:t>138.3943</w:t>
      </w:r>
      <w:r>
        <w:tab/>
        <w:t>1.013e0</w:t>
      </w:r>
    </w:p>
    <w:p w:rsidR="007B6A46" w:rsidRDefault="007B6A46" w:rsidP="007B6A46">
      <w:r>
        <w:t>138.4440</w:t>
      </w:r>
      <w:r>
        <w:tab/>
        <w:t>1.013e0</w:t>
      </w:r>
    </w:p>
    <w:p w:rsidR="007B6A46" w:rsidRDefault="007B6A46" w:rsidP="007B6A46">
      <w:r>
        <w:t>138.5260</w:t>
      </w:r>
      <w:r>
        <w:tab/>
        <w:t>1.013e0</w:t>
      </w:r>
    </w:p>
    <w:p w:rsidR="007B6A46" w:rsidRDefault="007B6A46" w:rsidP="007B6A46">
      <w:r>
        <w:t>138.5345</w:t>
      </w:r>
      <w:r>
        <w:tab/>
        <w:t>1.013e0</w:t>
      </w:r>
    </w:p>
    <w:p w:rsidR="007B6A46" w:rsidRDefault="007B6A46" w:rsidP="007B6A46">
      <w:r>
        <w:t>138.5573</w:t>
      </w:r>
      <w:r>
        <w:tab/>
        <w:t>1.013e0</w:t>
      </w:r>
    </w:p>
    <w:p w:rsidR="007B6A46" w:rsidRDefault="007B6A46" w:rsidP="007B6A46">
      <w:r>
        <w:lastRenderedPageBreak/>
        <w:t>138.5601</w:t>
      </w:r>
      <w:r>
        <w:tab/>
        <w:t>2.025e0</w:t>
      </w:r>
    </w:p>
    <w:p w:rsidR="007B6A46" w:rsidRDefault="007B6A46" w:rsidP="007B6A46">
      <w:r>
        <w:t>138.5854</w:t>
      </w:r>
      <w:r>
        <w:tab/>
        <w:t>1.013e0</w:t>
      </w:r>
    </w:p>
    <w:p w:rsidR="007B6A46" w:rsidRDefault="007B6A46" w:rsidP="007B6A46">
      <w:r>
        <w:t>138.5971</w:t>
      </w:r>
      <w:r>
        <w:tab/>
        <w:t>1.013e0</w:t>
      </w:r>
    </w:p>
    <w:p w:rsidR="007B6A46" w:rsidRDefault="007B6A46" w:rsidP="007B6A46">
      <w:r>
        <w:t>138.6383</w:t>
      </w:r>
      <w:r>
        <w:tab/>
        <w:t>1.013e0</w:t>
      </w:r>
    </w:p>
    <w:p w:rsidR="007B6A46" w:rsidRDefault="007B6A46" w:rsidP="007B6A46">
      <w:r>
        <w:t>138.6508</w:t>
      </w:r>
      <w:r>
        <w:tab/>
        <w:t>1.013e0</w:t>
      </w:r>
    </w:p>
    <w:p w:rsidR="007B6A46" w:rsidRDefault="007B6A46" w:rsidP="007B6A46">
      <w:r>
        <w:t>138.6665</w:t>
      </w:r>
      <w:r>
        <w:tab/>
        <w:t>1.013e0</w:t>
      </w:r>
    </w:p>
    <w:p w:rsidR="007B6A46" w:rsidRDefault="007B6A46" w:rsidP="007B6A46">
      <w:r>
        <w:t>138.6913</w:t>
      </w:r>
      <w:r>
        <w:tab/>
        <w:t>1.013e0</w:t>
      </w:r>
    </w:p>
    <w:p w:rsidR="007B6A46" w:rsidRDefault="007B6A46" w:rsidP="007B6A46">
      <w:r>
        <w:t>138.7388</w:t>
      </w:r>
      <w:r>
        <w:tab/>
        <w:t>2.025e0</w:t>
      </w:r>
    </w:p>
    <w:p w:rsidR="007B6A46" w:rsidRDefault="007B6A46" w:rsidP="007B6A46">
      <w:r>
        <w:t>138.7668</w:t>
      </w:r>
      <w:r>
        <w:tab/>
        <w:t>1.013e0</w:t>
      </w:r>
    </w:p>
    <w:p w:rsidR="007B6A46" w:rsidRDefault="007B6A46" w:rsidP="007B6A46">
      <w:r>
        <w:t>138.8014</w:t>
      </w:r>
      <w:r>
        <w:tab/>
        <w:t>1.013e0</w:t>
      </w:r>
    </w:p>
    <w:p w:rsidR="007B6A46" w:rsidRDefault="007B6A46" w:rsidP="007B6A46">
      <w:r>
        <w:t>138.8199</w:t>
      </w:r>
      <w:r>
        <w:tab/>
        <w:t>1.013e0</w:t>
      </w:r>
    </w:p>
    <w:p w:rsidR="007B6A46" w:rsidRDefault="007B6A46" w:rsidP="007B6A46">
      <w:r>
        <w:t>138.8355</w:t>
      </w:r>
      <w:r>
        <w:tab/>
        <w:t>1.013e0</w:t>
      </w:r>
    </w:p>
    <w:p w:rsidR="007B6A46" w:rsidRDefault="007B6A46" w:rsidP="007B6A46">
      <w:r>
        <w:t>138.8728</w:t>
      </w:r>
      <w:r>
        <w:tab/>
        <w:t>2.025e0</w:t>
      </w:r>
    </w:p>
    <w:p w:rsidR="007B6A46" w:rsidRDefault="007B6A46" w:rsidP="007B6A46">
      <w:r>
        <w:t>138.8980</w:t>
      </w:r>
      <w:r>
        <w:tab/>
        <w:t>1.013e0</w:t>
      </w:r>
    </w:p>
    <w:p w:rsidR="007B6A46" w:rsidRDefault="007B6A46" w:rsidP="007B6A46">
      <w:r>
        <w:t>138.9235</w:t>
      </w:r>
      <w:r>
        <w:tab/>
        <w:t>2.025e0</w:t>
      </w:r>
    </w:p>
    <w:p w:rsidR="007B6A46" w:rsidRDefault="007B6A46" w:rsidP="007B6A46">
      <w:r>
        <w:t>138.9356</w:t>
      </w:r>
      <w:r>
        <w:tab/>
        <w:t>1.013e0</w:t>
      </w:r>
    </w:p>
    <w:p w:rsidR="007B6A46" w:rsidRDefault="007B6A46" w:rsidP="007B6A46">
      <w:r>
        <w:t>138.9547</w:t>
      </w:r>
      <w:r>
        <w:tab/>
        <w:t>1.013e0</w:t>
      </w:r>
    </w:p>
    <w:p w:rsidR="007B6A46" w:rsidRDefault="007B6A46" w:rsidP="007B6A46">
      <w:r>
        <w:t>138.9637</w:t>
      </w:r>
      <w:r>
        <w:tab/>
        <w:t>1.013e0</w:t>
      </w:r>
    </w:p>
    <w:p w:rsidR="007B6A46" w:rsidRDefault="007B6A46" w:rsidP="007B6A46">
      <w:r>
        <w:t>138.9669</w:t>
      </w:r>
      <w:r>
        <w:tab/>
        <w:t>1.013e0</w:t>
      </w:r>
    </w:p>
    <w:p w:rsidR="007B6A46" w:rsidRDefault="007B6A46" w:rsidP="007B6A46">
      <w:r>
        <w:lastRenderedPageBreak/>
        <w:t>139.0174</w:t>
      </w:r>
      <w:r>
        <w:tab/>
        <w:t>1.013e0</w:t>
      </w:r>
    </w:p>
    <w:p w:rsidR="007B6A46" w:rsidRDefault="007B6A46" w:rsidP="007B6A46">
      <w:r>
        <w:t>139.0201</w:t>
      </w:r>
      <w:r>
        <w:tab/>
        <w:t>1.013e0</w:t>
      </w:r>
    </w:p>
    <w:p w:rsidR="007B6A46" w:rsidRDefault="007B6A46" w:rsidP="007B6A46">
      <w:r>
        <w:t>139.0231</w:t>
      </w:r>
      <w:r>
        <w:tab/>
        <w:t>1.013e0</w:t>
      </w:r>
    </w:p>
    <w:p w:rsidR="007B6A46" w:rsidRDefault="007B6A46" w:rsidP="007B6A46">
      <w:r>
        <w:t>139.0425</w:t>
      </w:r>
      <w:r>
        <w:tab/>
        <w:t>1.013e0</w:t>
      </w:r>
    </w:p>
    <w:p w:rsidR="007B6A46" w:rsidRDefault="007B6A46" w:rsidP="007B6A46">
      <w:r>
        <w:t>139.0501</w:t>
      </w:r>
      <w:r>
        <w:tab/>
        <w:t>2.025e0</w:t>
      </w:r>
    </w:p>
    <w:p w:rsidR="007B6A46" w:rsidRDefault="007B6A46" w:rsidP="007B6A46">
      <w:r>
        <w:t>139.0511</w:t>
      </w:r>
      <w:r>
        <w:tab/>
        <w:t>2.025e0</w:t>
      </w:r>
    </w:p>
    <w:p w:rsidR="007B6A46" w:rsidRDefault="007B6A46" w:rsidP="007B6A46">
      <w:r>
        <w:t>139.0522</w:t>
      </w:r>
      <w:r>
        <w:tab/>
        <w:t>3.038e0</w:t>
      </w:r>
    </w:p>
    <w:p w:rsidR="007B6A46" w:rsidRDefault="007B6A46" w:rsidP="007B6A46">
      <w:r>
        <w:t>139.0534</w:t>
      </w:r>
      <w:r>
        <w:tab/>
        <w:t>4.051e0</w:t>
      </w:r>
    </w:p>
    <w:p w:rsidR="007B6A46" w:rsidRDefault="007B6A46" w:rsidP="007B6A46">
      <w:r>
        <w:t>139.0706</w:t>
      </w:r>
      <w:r>
        <w:tab/>
        <w:t>1.013e0</w:t>
      </w:r>
    </w:p>
    <w:p w:rsidR="007B6A46" w:rsidRDefault="007B6A46" w:rsidP="007B6A46">
      <w:r>
        <w:t>139.0721</w:t>
      </w:r>
      <w:r>
        <w:tab/>
        <w:t>2.025e0</w:t>
      </w:r>
    </w:p>
    <w:p w:rsidR="007B6A46" w:rsidRDefault="007B6A46" w:rsidP="007B6A46">
      <w:r>
        <w:t>139.0940</w:t>
      </w:r>
      <w:r>
        <w:tab/>
        <w:t>1.221e1</w:t>
      </w:r>
    </w:p>
    <w:p w:rsidR="007B6A46" w:rsidRDefault="007B6A46" w:rsidP="007B6A46">
      <w:r>
        <w:t>139.0956</w:t>
      </w:r>
      <w:r>
        <w:tab/>
        <w:t>6.076e0</w:t>
      </w:r>
    </w:p>
    <w:p w:rsidR="007B6A46" w:rsidRDefault="007B6A46" w:rsidP="007B6A46">
      <w:r>
        <w:t>139.0967</w:t>
      </w:r>
      <w:r>
        <w:tab/>
        <w:t>7.089e0</w:t>
      </w:r>
    </w:p>
    <w:p w:rsidR="007B6A46" w:rsidRDefault="007B6A46" w:rsidP="007B6A46">
      <w:r>
        <w:t>139.0998</w:t>
      </w:r>
      <w:r>
        <w:tab/>
        <w:t>4.207e0</w:t>
      </w:r>
    </w:p>
    <w:p w:rsidR="007B6A46" w:rsidRDefault="007B6A46" w:rsidP="007B6A46">
      <w:r>
        <w:t>139.1043</w:t>
      </w:r>
      <w:r>
        <w:tab/>
        <w:t>5.033e0</w:t>
      </w:r>
    </w:p>
    <w:p w:rsidR="007B6A46" w:rsidRDefault="007B6A46" w:rsidP="007B6A46">
      <w:r>
        <w:t>139.1201</w:t>
      </w:r>
      <w:r>
        <w:tab/>
        <w:t>1.013e1</w:t>
      </w:r>
    </w:p>
    <w:p w:rsidR="007B6A46" w:rsidRDefault="007B6A46" w:rsidP="007B6A46">
      <w:r>
        <w:t>139.1265</w:t>
      </w:r>
      <w:r>
        <w:tab/>
        <w:t>1.745e1</w:t>
      </w:r>
    </w:p>
    <w:p w:rsidR="007B6A46" w:rsidRDefault="007B6A46" w:rsidP="007B6A46">
      <w:r>
        <w:t>139.1297</w:t>
      </w:r>
      <w:r>
        <w:tab/>
        <w:t>2.430e0</w:t>
      </w:r>
    </w:p>
    <w:p w:rsidR="007B6A46" w:rsidRDefault="007B6A46" w:rsidP="007B6A46">
      <w:r>
        <w:t>139.1615</w:t>
      </w:r>
      <w:r>
        <w:tab/>
        <w:t>1.013e0</w:t>
      </w:r>
    </w:p>
    <w:p w:rsidR="007B6A46" w:rsidRDefault="007B6A46" w:rsidP="007B6A46">
      <w:r>
        <w:lastRenderedPageBreak/>
        <w:t>139.1631</w:t>
      </w:r>
      <w:r>
        <w:tab/>
        <w:t>2.025e0</w:t>
      </w:r>
    </w:p>
    <w:p w:rsidR="007B6A46" w:rsidRDefault="007B6A46" w:rsidP="007B6A46">
      <w:r>
        <w:t>139.1864</w:t>
      </w:r>
      <w:r>
        <w:tab/>
        <w:t>1.013e0</w:t>
      </w:r>
    </w:p>
    <w:p w:rsidR="007B6A46" w:rsidRDefault="007B6A46" w:rsidP="007B6A46">
      <w:r>
        <w:t>139.1958</w:t>
      </w:r>
      <w:r>
        <w:tab/>
        <w:t>1.013e0</w:t>
      </w:r>
    </w:p>
    <w:p w:rsidR="007B6A46" w:rsidRDefault="007B6A46" w:rsidP="007B6A46">
      <w:r>
        <w:t>139.2392</w:t>
      </w:r>
      <w:r>
        <w:tab/>
        <w:t>1.013e0</w:t>
      </w:r>
    </w:p>
    <w:p w:rsidR="007B6A46" w:rsidRDefault="007B6A46" w:rsidP="007B6A46">
      <w:r>
        <w:t>139.2458</w:t>
      </w:r>
      <w:r>
        <w:tab/>
        <w:t>1.013e0</w:t>
      </w:r>
    </w:p>
    <w:p w:rsidR="007B6A46" w:rsidRDefault="007B6A46" w:rsidP="007B6A46">
      <w:r>
        <w:t>139.2492</w:t>
      </w:r>
      <w:r>
        <w:tab/>
        <w:t>1.013e0</w:t>
      </w:r>
    </w:p>
    <w:p w:rsidR="007B6A46" w:rsidRDefault="007B6A46" w:rsidP="007B6A46">
      <w:r>
        <w:t>139.2753</w:t>
      </w:r>
      <w:r>
        <w:tab/>
        <w:t>3.038e0</w:t>
      </w:r>
    </w:p>
    <w:p w:rsidR="007B6A46" w:rsidRDefault="007B6A46" w:rsidP="007B6A46">
      <w:r>
        <w:t>139.2935</w:t>
      </w:r>
      <w:r>
        <w:tab/>
        <w:t>1.013e0</w:t>
      </w:r>
    </w:p>
    <w:p w:rsidR="007B6A46" w:rsidRDefault="007B6A46" w:rsidP="007B6A46">
      <w:r>
        <w:t>139.3085</w:t>
      </w:r>
      <w:r>
        <w:tab/>
        <w:t>1.013e0</w:t>
      </w:r>
    </w:p>
    <w:p w:rsidR="007B6A46" w:rsidRDefault="007B6A46" w:rsidP="007B6A46">
      <w:r>
        <w:t>139.3277</w:t>
      </w:r>
      <w:r>
        <w:tab/>
        <w:t>1.013e0</w:t>
      </w:r>
    </w:p>
    <w:p w:rsidR="007B6A46" w:rsidRDefault="007B6A46" w:rsidP="007B6A46">
      <w:r>
        <w:t>139.3399</w:t>
      </w:r>
      <w:r>
        <w:tab/>
        <w:t>1.013e0</w:t>
      </w:r>
    </w:p>
    <w:p w:rsidR="007B6A46" w:rsidRDefault="007B6A46" w:rsidP="007B6A46">
      <w:r>
        <w:t>139.3562</w:t>
      </w:r>
      <w:r>
        <w:tab/>
        <w:t>1.013e0</w:t>
      </w:r>
    </w:p>
    <w:p w:rsidR="007B6A46" w:rsidRDefault="007B6A46" w:rsidP="007B6A46">
      <w:r>
        <w:t>139.3811</w:t>
      </w:r>
      <w:r>
        <w:tab/>
        <w:t>1.013e0</w:t>
      </w:r>
    </w:p>
    <w:p w:rsidR="007B6A46" w:rsidRDefault="007B6A46" w:rsidP="007B6A46">
      <w:r>
        <w:t>139.3994</w:t>
      </w:r>
      <w:r>
        <w:tab/>
        <w:t>1.013e0</w:t>
      </w:r>
    </w:p>
    <w:p w:rsidR="007B6A46" w:rsidRDefault="007B6A46" w:rsidP="007B6A46">
      <w:r>
        <w:t>139.4029</w:t>
      </w:r>
      <w:r>
        <w:tab/>
        <w:t>1.013e0</w:t>
      </w:r>
    </w:p>
    <w:p w:rsidR="007B6A46" w:rsidRDefault="007B6A46" w:rsidP="007B6A46">
      <w:r>
        <w:t>139.4472</w:t>
      </w:r>
      <w:r>
        <w:tab/>
        <w:t>1.013e0</w:t>
      </w:r>
    </w:p>
    <w:p w:rsidR="007B6A46" w:rsidRDefault="007B6A46" w:rsidP="007B6A46">
      <w:r>
        <w:t>139.4753</w:t>
      </w:r>
      <w:r>
        <w:tab/>
        <w:t>1.013e0</w:t>
      </w:r>
    </w:p>
    <w:p w:rsidR="007B6A46" w:rsidRDefault="007B6A46" w:rsidP="007B6A46">
      <w:r>
        <w:t>139.4786</w:t>
      </w:r>
      <w:r>
        <w:tab/>
        <w:t>1.013e0</w:t>
      </w:r>
    </w:p>
    <w:p w:rsidR="007B6A46" w:rsidRDefault="007B6A46" w:rsidP="007B6A46">
      <w:r>
        <w:t>139.5284</w:t>
      </w:r>
      <w:r>
        <w:tab/>
        <w:t>1.013e0</w:t>
      </w:r>
    </w:p>
    <w:p w:rsidR="007B6A46" w:rsidRDefault="007B6A46" w:rsidP="007B6A46">
      <w:r>
        <w:lastRenderedPageBreak/>
        <w:t>139.5360</w:t>
      </w:r>
      <w:r>
        <w:tab/>
        <w:t>5.063e0</w:t>
      </w:r>
    </w:p>
    <w:p w:rsidR="007B6A46" w:rsidRDefault="007B6A46" w:rsidP="007B6A46">
      <w:r>
        <w:t>139.5385</w:t>
      </w:r>
      <w:r>
        <w:tab/>
        <w:t>5.063e0</w:t>
      </w:r>
    </w:p>
    <w:p w:rsidR="007B6A46" w:rsidRDefault="007B6A46" w:rsidP="007B6A46">
      <w:r>
        <w:t>139.5402</w:t>
      </w:r>
      <w:r>
        <w:tab/>
        <w:t>5.063e0</w:t>
      </w:r>
    </w:p>
    <w:p w:rsidR="007B6A46" w:rsidRDefault="007B6A46" w:rsidP="007B6A46">
      <w:r>
        <w:t>139.5472</w:t>
      </w:r>
      <w:r>
        <w:tab/>
        <w:t>1.013e0</w:t>
      </w:r>
    </w:p>
    <w:p w:rsidR="007B6A46" w:rsidRDefault="007B6A46" w:rsidP="007B6A46">
      <w:r>
        <w:t>139.5695</w:t>
      </w:r>
      <w:r>
        <w:tab/>
        <w:t>1.013e0</w:t>
      </w:r>
    </w:p>
    <w:p w:rsidR="007B6A46" w:rsidRDefault="007B6A46" w:rsidP="007B6A46">
      <w:r>
        <w:t>139.5755</w:t>
      </w:r>
      <w:r>
        <w:tab/>
        <w:t>1.013e0</w:t>
      </w:r>
    </w:p>
    <w:p w:rsidR="007B6A46" w:rsidRDefault="007B6A46" w:rsidP="007B6A46">
      <w:r>
        <w:t>139.5848</w:t>
      </w:r>
      <w:r>
        <w:tab/>
        <w:t>1.013e0</w:t>
      </w:r>
    </w:p>
    <w:p w:rsidR="007B6A46" w:rsidRDefault="007B6A46" w:rsidP="007B6A46">
      <w:r>
        <w:t>139.6069</w:t>
      </w:r>
      <w:r>
        <w:tab/>
        <w:t>1.013e0</w:t>
      </w:r>
    </w:p>
    <w:p w:rsidR="007B6A46" w:rsidRDefault="007B6A46" w:rsidP="007B6A46">
      <w:r>
        <w:t>139.6185</w:t>
      </w:r>
      <w:r>
        <w:tab/>
        <w:t>3.038e0</w:t>
      </w:r>
    </w:p>
    <w:p w:rsidR="007B6A46" w:rsidRDefault="007B6A46" w:rsidP="007B6A46">
      <w:r>
        <w:t>139.6321</w:t>
      </w:r>
      <w:r>
        <w:tab/>
        <w:t>1.013e0</w:t>
      </w:r>
    </w:p>
    <w:p w:rsidR="007B6A46" w:rsidRDefault="007B6A46" w:rsidP="007B6A46">
      <w:r>
        <w:t>139.6385</w:t>
      </w:r>
      <w:r>
        <w:tab/>
        <w:t>1.013e0</w:t>
      </w:r>
    </w:p>
    <w:p w:rsidR="007B6A46" w:rsidRDefault="007B6A46" w:rsidP="007B6A46">
      <w:r>
        <w:t>139.6413</w:t>
      </w:r>
      <w:r>
        <w:tab/>
        <w:t>1.013e0</w:t>
      </w:r>
    </w:p>
    <w:p w:rsidR="007B6A46" w:rsidRDefault="007B6A46" w:rsidP="007B6A46">
      <w:r>
        <w:t>139.7041</w:t>
      </w:r>
      <w:r>
        <w:tab/>
        <w:t>1.013e0</w:t>
      </w:r>
    </w:p>
    <w:p w:rsidR="007B6A46" w:rsidRDefault="007B6A46" w:rsidP="007B6A46">
      <w:r>
        <w:t>139.7296</w:t>
      </w:r>
      <w:r>
        <w:tab/>
        <w:t>1.013e0</w:t>
      </w:r>
    </w:p>
    <w:p w:rsidR="007B6A46" w:rsidRDefault="007B6A46" w:rsidP="007B6A46">
      <w:r>
        <w:t>139.7970</w:t>
      </w:r>
      <w:r>
        <w:tab/>
        <w:t>2.025e0</w:t>
      </w:r>
    </w:p>
    <w:p w:rsidR="007B6A46" w:rsidRDefault="007B6A46" w:rsidP="007B6A46">
      <w:r>
        <w:t>139.8141</w:t>
      </w:r>
      <w:r>
        <w:tab/>
        <w:t>1.013e0</w:t>
      </w:r>
    </w:p>
    <w:p w:rsidR="007B6A46" w:rsidRDefault="007B6A46" w:rsidP="007B6A46">
      <w:r>
        <w:t>139.8869</w:t>
      </w:r>
      <w:r>
        <w:tab/>
        <w:t>1.013e0</w:t>
      </w:r>
    </w:p>
    <w:p w:rsidR="007B6A46" w:rsidRDefault="007B6A46" w:rsidP="007B6A46">
      <w:r>
        <w:t>139.9269</w:t>
      </w:r>
      <w:r>
        <w:tab/>
        <w:t>1.013e0</w:t>
      </w:r>
    </w:p>
    <w:p w:rsidR="007B6A46" w:rsidRDefault="007B6A46" w:rsidP="007B6A46">
      <w:r>
        <w:t>139.9304</w:t>
      </w:r>
      <w:r>
        <w:tab/>
        <w:t>2.025e0</w:t>
      </w:r>
    </w:p>
    <w:p w:rsidR="007B6A46" w:rsidRDefault="007B6A46" w:rsidP="007B6A46">
      <w:r>
        <w:lastRenderedPageBreak/>
        <w:t>139.9713</w:t>
      </w:r>
      <w:r>
        <w:tab/>
        <w:t>1.013e0</w:t>
      </w:r>
    </w:p>
    <w:p w:rsidR="007B6A46" w:rsidRDefault="007B6A46" w:rsidP="007B6A46">
      <w:r>
        <w:t>139.9747</w:t>
      </w:r>
      <w:r>
        <w:tab/>
        <w:t>1.013e0</w:t>
      </w:r>
    </w:p>
    <w:p w:rsidR="007B6A46" w:rsidRDefault="007B6A46" w:rsidP="007B6A46">
      <w:r>
        <w:t>139.9931</w:t>
      </w:r>
      <w:r>
        <w:tab/>
        <w:t>1.013e0</w:t>
      </w:r>
    </w:p>
    <w:p w:rsidR="007B6A46" w:rsidRDefault="007B6A46" w:rsidP="007B6A46">
      <w:r>
        <w:t>140.0154</w:t>
      </w:r>
      <w:r>
        <w:tab/>
        <w:t>1.013e0</w:t>
      </w:r>
    </w:p>
    <w:p w:rsidR="007B6A46" w:rsidRDefault="007B6A46" w:rsidP="007B6A46">
      <w:r>
        <w:t>140.0215</w:t>
      </w:r>
      <w:r>
        <w:tab/>
        <w:t>1.013e0</w:t>
      </w:r>
    </w:p>
    <w:p w:rsidR="007B6A46" w:rsidRDefault="007B6A46" w:rsidP="007B6A46">
      <w:r>
        <w:t>140.0278</w:t>
      </w:r>
      <w:r>
        <w:tab/>
        <w:t>2.025e0</w:t>
      </w:r>
    </w:p>
    <w:p w:rsidR="007B6A46" w:rsidRDefault="007B6A46" w:rsidP="007B6A46">
      <w:r>
        <w:t>140.0527</w:t>
      </w:r>
      <w:r>
        <w:tab/>
        <w:t>1.013e0</w:t>
      </w:r>
    </w:p>
    <w:p w:rsidR="007B6A46" w:rsidRDefault="007B6A46" w:rsidP="007B6A46">
      <w:r>
        <w:t>140.0594</w:t>
      </w:r>
      <w:r>
        <w:tab/>
        <w:t>1.013e0</w:t>
      </w:r>
    </w:p>
    <w:p w:rsidR="007B6A46" w:rsidRDefault="007B6A46" w:rsidP="007B6A46">
      <w:r>
        <w:t>140.0818</w:t>
      </w:r>
      <w:r>
        <w:tab/>
        <w:t>1.722e1</w:t>
      </w:r>
    </w:p>
    <w:p w:rsidR="007B6A46" w:rsidRDefault="007B6A46" w:rsidP="007B6A46">
      <w:r>
        <w:t>140.0839</w:t>
      </w:r>
      <w:r>
        <w:tab/>
        <w:t>6.625e0</w:t>
      </w:r>
    </w:p>
    <w:p w:rsidR="007B6A46" w:rsidRDefault="007B6A46" w:rsidP="007B6A46">
      <w:r>
        <w:t>140.0872</w:t>
      </w:r>
      <w:r>
        <w:tab/>
        <w:t>6.076e0</w:t>
      </w:r>
    </w:p>
    <w:p w:rsidR="007B6A46" w:rsidRDefault="007B6A46" w:rsidP="007B6A46">
      <w:r>
        <w:t>140.1021</w:t>
      </w:r>
      <w:r>
        <w:tab/>
        <w:t>3.038e0</w:t>
      </w:r>
    </w:p>
    <w:p w:rsidR="007B6A46" w:rsidRDefault="007B6A46" w:rsidP="007B6A46">
      <w:r>
        <w:t>140.1090</w:t>
      </w:r>
      <w:r>
        <w:tab/>
        <w:t>2.672e0</w:t>
      </w:r>
    </w:p>
    <w:p w:rsidR="007B6A46" w:rsidRDefault="007B6A46" w:rsidP="007B6A46">
      <w:r>
        <w:t>140.1221</w:t>
      </w:r>
      <w:r>
        <w:tab/>
        <w:t>1.013e0</w:t>
      </w:r>
    </w:p>
    <w:p w:rsidR="007B6A46" w:rsidRDefault="007B6A46" w:rsidP="007B6A46">
      <w:r>
        <w:t>140.1271</w:t>
      </w:r>
      <w:r>
        <w:tab/>
        <w:t>3.038e0</w:t>
      </w:r>
    </w:p>
    <w:p w:rsidR="007B6A46" w:rsidRDefault="007B6A46" w:rsidP="007B6A46">
      <w:r>
        <w:t>140.1288</w:t>
      </w:r>
      <w:r>
        <w:tab/>
        <w:t>3.038e0</w:t>
      </w:r>
    </w:p>
    <w:p w:rsidR="007B6A46" w:rsidRDefault="007B6A46" w:rsidP="007B6A46">
      <w:r>
        <w:t>140.1472</w:t>
      </w:r>
      <w:r>
        <w:tab/>
        <w:t>3.038e0</w:t>
      </w:r>
    </w:p>
    <w:p w:rsidR="007B6A46" w:rsidRDefault="007B6A46" w:rsidP="007B6A46">
      <w:r>
        <w:t>140.1667</w:t>
      </w:r>
      <w:r>
        <w:tab/>
        <w:t>1.013e0</w:t>
      </w:r>
    </w:p>
    <w:p w:rsidR="007B6A46" w:rsidRDefault="007B6A46" w:rsidP="007B6A46">
      <w:r>
        <w:t>140.1697</w:t>
      </w:r>
      <w:r>
        <w:tab/>
        <w:t>1.013e0</w:t>
      </w:r>
    </w:p>
    <w:p w:rsidR="007B6A46" w:rsidRDefault="007B6A46" w:rsidP="007B6A46">
      <w:r>
        <w:lastRenderedPageBreak/>
        <w:t>140.1804</w:t>
      </w:r>
      <w:r>
        <w:tab/>
        <w:t>2.025e0</w:t>
      </w:r>
    </w:p>
    <w:p w:rsidR="007B6A46" w:rsidRDefault="007B6A46" w:rsidP="007B6A46">
      <w:r>
        <w:t>140.1885</w:t>
      </w:r>
      <w:r>
        <w:tab/>
        <w:t>1.013e0</w:t>
      </w:r>
    </w:p>
    <w:p w:rsidR="007B6A46" w:rsidRDefault="007B6A46" w:rsidP="007B6A46">
      <w:r>
        <w:t>140.1915</w:t>
      </w:r>
      <w:r>
        <w:tab/>
        <w:t>1.013e0</w:t>
      </w:r>
    </w:p>
    <w:p w:rsidR="007B6A46" w:rsidRDefault="007B6A46" w:rsidP="007B6A46">
      <w:r>
        <w:t>140.2043</w:t>
      </w:r>
      <w:r>
        <w:tab/>
        <w:t>2.025e0</w:t>
      </w:r>
    </w:p>
    <w:p w:rsidR="007B6A46" w:rsidRDefault="007B6A46" w:rsidP="007B6A46">
      <w:r>
        <w:t>140.2388</w:t>
      </w:r>
      <w:r>
        <w:tab/>
        <w:t>1.013e0</w:t>
      </w:r>
    </w:p>
    <w:p w:rsidR="007B6A46" w:rsidRDefault="007B6A46" w:rsidP="007B6A46">
      <w:r>
        <w:t>140.2512</w:t>
      </w:r>
      <w:r>
        <w:tab/>
        <w:t>1.013e0</w:t>
      </w:r>
    </w:p>
    <w:p w:rsidR="007B6A46" w:rsidRDefault="007B6A46" w:rsidP="007B6A46">
      <w:r>
        <w:t>140.3426</w:t>
      </w:r>
      <w:r>
        <w:tab/>
        <w:t>1.013e0</w:t>
      </w:r>
    </w:p>
    <w:p w:rsidR="007B6A46" w:rsidRDefault="007B6A46" w:rsidP="007B6A46">
      <w:r>
        <w:t>140.4217</w:t>
      </w:r>
      <w:r>
        <w:tab/>
        <w:t>1.013e0</w:t>
      </w:r>
    </w:p>
    <w:p w:rsidR="007B6A46" w:rsidRDefault="007B6A46" w:rsidP="007B6A46">
      <w:r>
        <w:t>140.5096</w:t>
      </w:r>
      <w:r>
        <w:tab/>
        <w:t>2.025e0</w:t>
      </w:r>
    </w:p>
    <w:p w:rsidR="007B6A46" w:rsidRDefault="007B6A46" w:rsidP="007B6A46">
      <w:r>
        <w:t>140.6009</w:t>
      </w:r>
      <w:r>
        <w:tab/>
        <w:t>3.038e0</w:t>
      </w:r>
    </w:p>
    <w:p w:rsidR="007B6A46" w:rsidRDefault="007B6A46" w:rsidP="007B6A46">
      <w:r>
        <w:t>140.6572</w:t>
      </w:r>
      <w:r>
        <w:tab/>
        <w:t>1.013e0</w:t>
      </w:r>
    </w:p>
    <w:p w:rsidR="007B6A46" w:rsidRDefault="007B6A46" w:rsidP="007B6A46">
      <w:r>
        <w:t>140.6637</w:t>
      </w:r>
      <w:r>
        <w:tab/>
        <w:t>1.013e0</w:t>
      </w:r>
    </w:p>
    <w:p w:rsidR="007B6A46" w:rsidRDefault="007B6A46" w:rsidP="007B6A46">
      <w:r>
        <w:t>140.6702</w:t>
      </w:r>
      <w:r>
        <w:tab/>
        <w:t>1.013e0</w:t>
      </w:r>
    </w:p>
    <w:p w:rsidR="007B6A46" w:rsidRDefault="007B6A46" w:rsidP="007B6A46">
      <w:r>
        <w:t>140.7429</w:t>
      </w:r>
      <w:r>
        <w:tab/>
        <w:t>1.013e0</w:t>
      </w:r>
    </w:p>
    <w:p w:rsidR="007B6A46" w:rsidRDefault="007B6A46" w:rsidP="007B6A46">
      <w:r>
        <w:t>140.7549</w:t>
      </w:r>
      <w:r>
        <w:tab/>
        <w:t>1.013e0</w:t>
      </w:r>
    </w:p>
    <w:p w:rsidR="007B6A46" w:rsidRDefault="007B6A46" w:rsidP="007B6A46">
      <w:r>
        <w:t>140.8125</w:t>
      </w:r>
      <w:r>
        <w:tab/>
        <w:t>2.025e0</w:t>
      </w:r>
    </w:p>
    <w:p w:rsidR="007B6A46" w:rsidRDefault="007B6A46" w:rsidP="007B6A46">
      <w:r>
        <w:t>140.8154</w:t>
      </w:r>
      <w:r>
        <w:tab/>
        <w:t>1.013e0</w:t>
      </w:r>
    </w:p>
    <w:p w:rsidR="007B6A46" w:rsidRDefault="007B6A46" w:rsidP="007B6A46">
      <w:r>
        <w:t>140.8344</w:t>
      </w:r>
      <w:r>
        <w:tab/>
        <w:t>1.013e0</w:t>
      </w:r>
    </w:p>
    <w:p w:rsidR="007B6A46" w:rsidRDefault="007B6A46" w:rsidP="007B6A46">
      <w:r>
        <w:t>140.8407</w:t>
      </w:r>
      <w:r>
        <w:tab/>
        <w:t>1.013e0</w:t>
      </w:r>
    </w:p>
    <w:p w:rsidR="007B6A46" w:rsidRDefault="007B6A46" w:rsidP="007B6A46">
      <w:r>
        <w:lastRenderedPageBreak/>
        <w:t>140.8441</w:t>
      </w:r>
      <w:r>
        <w:tab/>
        <w:t>1.013e0</w:t>
      </w:r>
    </w:p>
    <w:p w:rsidR="007B6A46" w:rsidRDefault="007B6A46" w:rsidP="007B6A46">
      <w:r>
        <w:t>140.8659</w:t>
      </w:r>
      <w:r>
        <w:tab/>
        <w:t>1.013e0</w:t>
      </w:r>
    </w:p>
    <w:p w:rsidR="007B6A46" w:rsidRDefault="007B6A46" w:rsidP="007B6A46">
      <w:r>
        <w:t>140.8690</w:t>
      </w:r>
      <w:r>
        <w:tab/>
        <w:t>2.025e0</w:t>
      </w:r>
    </w:p>
    <w:p w:rsidR="007B6A46" w:rsidRDefault="007B6A46" w:rsidP="007B6A46">
      <w:r>
        <w:t>140.8845</w:t>
      </w:r>
      <w:r>
        <w:tab/>
        <w:t>1.013e0</w:t>
      </w:r>
    </w:p>
    <w:p w:rsidR="007B6A46" w:rsidRDefault="007B6A46" w:rsidP="007B6A46">
      <w:r>
        <w:t>140.8975</w:t>
      </w:r>
      <w:r>
        <w:tab/>
        <w:t>1.013e0</w:t>
      </w:r>
    </w:p>
    <w:p w:rsidR="007B6A46" w:rsidRDefault="007B6A46" w:rsidP="007B6A46">
      <w:r>
        <w:t>140.9539</w:t>
      </w:r>
      <w:r>
        <w:tab/>
        <w:t>1.013e0</w:t>
      </w:r>
    </w:p>
    <w:p w:rsidR="007B6A46" w:rsidRDefault="007B6A46" w:rsidP="007B6A46">
      <w:r>
        <w:t>140.9821</w:t>
      </w:r>
      <w:r>
        <w:tab/>
        <w:t>1.013e0</w:t>
      </w:r>
    </w:p>
    <w:p w:rsidR="007B6A46" w:rsidRDefault="007B6A46" w:rsidP="007B6A46">
      <w:r>
        <w:t>141.0236</w:t>
      </w:r>
      <w:r>
        <w:tab/>
        <w:t>1.013e0</w:t>
      </w:r>
    </w:p>
    <w:p w:rsidR="007B6A46" w:rsidRDefault="007B6A46" w:rsidP="007B6A46">
      <w:r>
        <w:t>141.0396</w:t>
      </w:r>
      <w:r>
        <w:tab/>
        <w:t>4.051e0</w:t>
      </w:r>
    </w:p>
    <w:p w:rsidR="007B6A46" w:rsidRDefault="007B6A46" w:rsidP="007B6A46">
      <w:r>
        <w:t>141.0423</w:t>
      </w:r>
      <w:r>
        <w:tab/>
        <w:t>3.038e0</w:t>
      </w:r>
    </w:p>
    <w:p w:rsidR="007B6A46" w:rsidRDefault="007B6A46" w:rsidP="007B6A46">
      <w:r>
        <w:t>141.0475</w:t>
      </w:r>
      <w:r>
        <w:tab/>
        <w:t>3.038e0</w:t>
      </w:r>
    </w:p>
    <w:p w:rsidR="007B6A46" w:rsidRDefault="007B6A46" w:rsidP="007B6A46">
      <w:r>
        <w:t>141.0630</w:t>
      </w:r>
      <w:r>
        <w:tab/>
        <w:t>2.025e0</w:t>
      </w:r>
    </w:p>
    <w:p w:rsidR="007B6A46" w:rsidRDefault="007B6A46" w:rsidP="007B6A46">
      <w:r>
        <w:t>141.0648</w:t>
      </w:r>
      <w:r>
        <w:tab/>
        <w:t>1.013e0</w:t>
      </w:r>
    </w:p>
    <w:p w:rsidR="007B6A46" w:rsidRDefault="007B6A46" w:rsidP="007B6A46">
      <w:r>
        <w:t>141.0679</w:t>
      </w:r>
      <w:r>
        <w:tab/>
        <w:t>1.013e0</w:t>
      </w:r>
    </w:p>
    <w:p w:rsidR="007B6A46" w:rsidRDefault="007B6A46" w:rsidP="007B6A46">
      <w:r>
        <w:t>141.0771</w:t>
      </w:r>
      <w:r>
        <w:tab/>
        <w:t>2.025e0</w:t>
      </w:r>
    </w:p>
    <w:p w:rsidR="007B6A46" w:rsidRDefault="007B6A46" w:rsidP="007B6A46">
      <w:r>
        <w:t>141.0842</w:t>
      </w:r>
      <w:r>
        <w:tab/>
        <w:t>4.051e0</w:t>
      </w:r>
    </w:p>
    <w:p w:rsidR="007B6A46" w:rsidRDefault="007B6A46" w:rsidP="007B6A46">
      <w:r>
        <w:t>141.0929</w:t>
      </w:r>
      <w:r>
        <w:tab/>
        <w:t>1.013e0</w:t>
      </w:r>
    </w:p>
    <w:p w:rsidR="007B6A46" w:rsidRDefault="007B6A46" w:rsidP="007B6A46">
      <w:r>
        <w:t>141.0964</w:t>
      </w:r>
      <w:r>
        <w:tab/>
        <w:t>1.013e0</w:t>
      </w:r>
    </w:p>
    <w:p w:rsidR="007B6A46" w:rsidRDefault="007B6A46" w:rsidP="007B6A46">
      <w:r>
        <w:t>141.1059</w:t>
      </w:r>
      <w:r>
        <w:tab/>
        <w:t>2.025e0</w:t>
      </w:r>
    </w:p>
    <w:p w:rsidR="007B6A46" w:rsidRDefault="007B6A46" w:rsidP="007B6A46">
      <w:r>
        <w:lastRenderedPageBreak/>
        <w:t>141.1082</w:t>
      </w:r>
      <w:r>
        <w:tab/>
        <w:t>5.063e0</w:t>
      </w:r>
    </w:p>
    <w:p w:rsidR="007B6A46" w:rsidRDefault="007B6A46" w:rsidP="007B6A46">
      <w:r>
        <w:t>141.1138</w:t>
      </w:r>
      <w:r>
        <w:tab/>
        <w:t>3.038e0</w:t>
      </w:r>
    </w:p>
    <w:p w:rsidR="007B6A46" w:rsidRDefault="007B6A46" w:rsidP="007B6A46">
      <w:r>
        <w:t>141.1279</w:t>
      </w:r>
      <w:r>
        <w:tab/>
        <w:t>1.013e0</w:t>
      </w:r>
    </w:p>
    <w:p w:rsidR="007B6A46" w:rsidRDefault="007B6A46" w:rsidP="007B6A46">
      <w:r>
        <w:t>141.1312</w:t>
      </w:r>
      <w:r>
        <w:tab/>
        <w:t>2.025e0</w:t>
      </w:r>
    </w:p>
    <w:p w:rsidR="007B6A46" w:rsidRDefault="007B6A46" w:rsidP="007B6A46">
      <w:r>
        <w:t>141.1397</w:t>
      </w:r>
      <w:r>
        <w:tab/>
        <w:t>4.051e0</w:t>
      </w:r>
    </w:p>
    <w:p w:rsidR="007B6A46" w:rsidRDefault="007B6A46" w:rsidP="007B6A46">
      <w:r>
        <w:t>141.2210</w:t>
      </w:r>
      <w:r>
        <w:tab/>
        <w:t>2.025e0</w:t>
      </w:r>
    </w:p>
    <w:p w:rsidR="007B6A46" w:rsidRDefault="007B6A46" w:rsidP="007B6A46">
      <w:r>
        <w:t>141.2539</w:t>
      </w:r>
      <w:r>
        <w:tab/>
        <w:t>1.013e0</w:t>
      </w:r>
    </w:p>
    <w:p w:rsidR="007B6A46" w:rsidRDefault="007B6A46" w:rsidP="007B6A46">
      <w:r>
        <w:t>141.3270</w:t>
      </w:r>
      <w:r>
        <w:tab/>
        <w:t>1.013e0</w:t>
      </w:r>
    </w:p>
    <w:p w:rsidR="007B6A46" w:rsidRDefault="007B6A46" w:rsidP="007B6A46">
      <w:r>
        <w:t>141.3301</w:t>
      </w:r>
      <w:r>
        <w:tab/>
        <w:t>1.013e0</w:t>
      </w:r>
    </w:p>
    <w:p w:rsidR="007B6A46" w:rsidRDefault="007B6A46" w:rsidP="007B6A46">
      <w:r>
        <w:t>141.3334</w:t>
      </w:r>
      <w:r>
        <w:tab/>
        <w:t>1.013e0</w:t>
      </w:r>
    </w:p>
    <w:p w:rsidR="007B6A46" w:rsidRDefault="007B6A46" w:rsidP="007B6A46">
      <w:r>
        <w:t>141.3486</w:t>
      </w:r>
      <w:r>
        <w:tab/>
        <w:t>1.013e0</w:t>
      </w:r>
    </w:p>
    <w:p w:rsidR="007B6A46" w:rsidRDefault="007B6A46" w:rsidP="007B6A46">
      <w:r>
        <w:t>141.3932</w:t>
      </w:r>
      <w:r>
        <w:tab/>
        <w:t>1.013e0</w:t>
      </w:r>
    </w:p>
    <w:p w:rsidR="007B6A46" w:rsidRDefault="007B6A46" w:rsidP="007B6A46">
      <w:r>
        <w:t>141.3967</w:t>
      </w:r>
      <w:r>
        <w:tab/>
        <w:t>1.013e0</w:t>
      </w:r>
    </w:p>
    <w:p w:rsidR="007B6A46" w:rsidRDefault="007B6A46" w:rsidP="007B6A46">
      <w:r>
        <w:t>141.4182</w:t>
      </w:r>
      <w:r>
        <w:tab/>
        <w:t>1.013e0</w:t>
      </w:r>
    </w:p>
    <w:p w:rsidR="007B6A46" w:rsidRDefault="007B6A46" w:rsidP="007B6A46">
      <w:r>
        <w:t>141.4466</w:t>
      </w:r>
      <w:r>
        <w:tab/>
        <w:t>1.013e0</w:t>
      </w:r>
    </w:p>
    <w:p w:rsidR="007B6A46" w:rsidRDefault="007B6A46" w:rsidP="007B6A46">
      <w:r>
        <w:t>141.4881</w:t>
      </w:r>
      <w:r>
        <w:tab/>
        <w:t>1.013e0</w:t>
      </w:r>
    </w:p>
    <w:p w:rsidR="007B6A46" w:rsidRDefault="007B6A46" w:rsidP="007B6A46">
      <w:r>
        <w:t>141.4975</w:t>
      </w:r>
      <w:r>
        <w:tab/>
        <w:t>1.013e0</w:t>
      </w:r>
    </w:p>
    <w:p w:rsidR="007B6A46" w:rsidRDefault="007B6A46" w:rsidP="007B6A46">
      <w:r>
        <w:t>141.4989</w:t>
      </w:r>
      <w:r>
        <w:tab/>
        <w:t>2.025e0</w:t>
      </w:r>
    </w:p>
    <w:p w:rsidR="007B6A46" w:rsidRDefault="007B6A46" w:rsidP="007B6A46">
      <w:r>
        <w:t>141.5035</w:t>
      </w:r>
      <w:r>
        <w:tab/>
        <w:t>1.013e0</w:t>
      </w:r>
    </w:p>
    <w:p w:rsidR="007B6A46" w:rsidRDefault="007B6A46" w:rsidP="007B6A46">
      <w:r>
        <w:lastRenderedPageBreak/>
        <w:t>141.5295</w:t>
      </w:r>
      <w:r>
        <w:tab/>
        <w:t>2.025e0</w:t>
      </w:r>
    </w:p>
    <w:p w:rsidR="007B6A46" w:rsidRDefault="007B6A46" w:rsidP="007B6A46">
      <w:r>
        <w:t>141.5350</w:t>
      </w:r>
      <w:r>
        <w:tab/>
        <w:t>1.013e0</w:t>
      </w:r>
    </w:p>
    <w:p w:rsidR="007B6A46" w:rsidRDefault="007B6A46" w:rsidP="007B6A46">
      <w:r>
        <w:t>141.5416</w:t>
      </w:r>
      <w:r>
        <w:tab/>
        <w:t>2.025e0</w:t>
      </w:r>
    </w:p>
    <w:p w:rsidR="007B6A46" w:rsidRDefault="007B6A46" w:rsidP="007B6A46">
      <w:r>
        <w:t>141.5545</w:t>
      </w:r>
      <w:r>
        <w:tab/>
        <w:t>1.013e0</w:t>
      </w:r>
    </w:p>
    <w:p w:rsidR="007B6A46" w:rsidRDefault="007B6A46" w:rsidP="007B6A46">
      <w:r>
        <w:t>141.5575</w:t>
      </w:r>
      <w:r>
        <w:tab/>
        <w:t>1.013e0</w:t>
      </w:r>
    </w:p>
    <w:p w:rsidR="007B6A46" w:rsidRDefault="007B6A46" w:rsidP="007B6A46">
      <w:r>
        <w:t>141.5829</w:t>
      </w:r>
      <w:r>
        <w:tab/>
        <w:t>1.013e0</w:t>
      </w:r>
    </w:p>
    <w:p w:rsidR="007B6A46" w:rsidRDefault="007B6A46" w:rsidP="007B6A46">
      <w:r>
        <w:t>141.5859</w:t>
      </w:r>
      <w:r>
        <w:tab/>
        <w:t>3.038e0</w:t>
      </w:r>
    </w:p>
    <w:p w:rsidR="007B6A46" w:rsidRDefault="007B6A46" w:rsidP="007B6A46">
      <w:r>
        <w:t>141.5986</w:t>
      </w:r>
      <w:r>
        <w:tab/>
        <w:t>2.025e0</w:t>
      </w:r>
    </w:p>
    <w:p w:rsidR="007B6A46" w:rsidRDefault="007B6A46" w:rsidP="007B6A46">
      <w:r>
        <w:t>141.6047</w:t>
      </w:r>
      <w:r>
        <w:tab/>
        <w:t>1.013e0</w:t>
      </w:r>
    </w:p>
    <w:p w:rsidR="007B6A46" w:rsidRDefault="007B6A46" w:rsidP="007B6A46">
      <w:r>
        <w:t>141.6393</w:t>
      </w:r>
      <w:r>
        <w:tab/>
        <w:t>1.013e0</w:t>
      </w:r>
    </w:p>
    <w:p w:rsidR="007B6A46" w:rsidRDefault="007B6A46" w:rsidP="007B6A46">
      <w:r>
        <w:t>141.6622</w:t>
      </w:r>
      <w:r>
        <w:tab/>
        <w:t>1.013e0</w:t>
      </w:r>
    </w:p>
    <w:p w:rsidR="007B6A46" w:rsidRDefault="007B6A46" w:rsidP="007B6A46">
      <w:r>
        <w:t>141.6711</w:t>
      </w:r>
      <w:r>
        <w:tab/>
        <w:t>1.013e0</w:t>
      </w:r>
    </w:p>
    <w:p w:rsidR="007B6A46" w:rsidRDefault="007B6A46" w:rsidP="007B6A46">
      <w:r>
        <w:t>141.7222</w:t>
      </w:r>
      <w:r>
        <w:tab/>
        <w:t>1.013e0</w:t>
      </w:r>
    </w:p>
    <w:p w:rsidR="007B6A46" w:rsidRDefault="007B6A46" w:rsidP="007B6A46">
      <w:r>
        <w:t>141.7376</w:t>
      </w:r>
      <w:r>
        <w:tab/>
        <w:t>1.013e0</w:t>
      </w:r>
    </w:p>
    <w:p w:rsidR="007B6A46" w:rsidRDefault="007B6A46" w:rsidP="007B6A46">
      <w:r>
        <w:t>141.7884</w:t>
      </w:r>
      <w:r>
        <w:tab/>
        <w:t>1.013e0</w:t>
      </w:r>
    </w:p>
    <w:p w:rsidR="007B6A46" w:rsidRDefault="007B6A46" w:rsidP="007B6A46">
      <w:r>
        <w:t>141.7980</w:t>
      </w:r>
      <w:r>
        <w:tab/>
        <w:t>1.013e0</w:t>
      </w:r>
    </w:p>
    <w:p w:rsidR="007B6A46" w:rsidRDefault="007B6A46" w:rsidP="007B6A46">
      <w:r>
        <w:t>141.8235</w:t>
      </w:r>
      <w:r>
        <w:tab/>
        <w:t>1.013e0</w:t>
      </w:r>
    </w:p>
    <w:p w:rsidR="007B6A46" w:rsidRDefault="007B6A46" w:rsidP="007B6A46">
      <w:r>
        <w:t>141.8388</w:t>
      </w:r>
      <w:r>
        <w:tab/>
        <w:t>2.025e0</w:t>
      </w:r>
    </w:p>
    <w:p w:rsidR="007B6A46" w:rsidRDefault="007B6A46" w:rsidP="007B6A46">
      <w:r>
        <w:t>141.9018</w:t>
      </w:r>
      <w:r>
        <w:tab/>
        <w:t>1.013e0</w:t>
      </w:r>
    </w:p>
    <w:p w:rsidR="007B6A46" w:rsidRDefault="007B6A46" w:rsidP="007B6A46">
      <w:r>
        <w:lastRenderedPageBreak/>
        <w:t>141.9035</w:t>
      </w:r>
      <w:r>
        <w:tab/>
        <w:t>2.025e0</w:t>
      </w:r>
    </w:p>
    <w:p w:rsidR="007B6A46" w:rsidRDefault="007B6A46" w:rsidP="007B6A46">
      <w:r>
        <w:t>141.9465</w:t>
      </w:r>
      <w:r>
        <w:tab/>
        <w:t>1.013e0</w:t>
      </w:r>
    </w:p>
    <w:p w:rsidR="007B6A46" w:rsidRDefault="007B6A46" w:rsidP="007B6A46">
      <w:r>
        <w:t>141.9654</w:t>
      </w:r>
      <w:r>
        <w:tab/>
        <w:t>1.013e0</w:t>
      </w:r>
    </w:p>
    <w:p w:rsidR="007B6A46" w:rsidRDefault="007B6A46" w:rsidP="007B6A46">
      <w:r>
        <w:t>141.9879</w:t>
      </w:r>
      <w:r>
        <w:tab/>
        <w:t>1.013e0</w:t>
      </w:r>
    </w:p>
    <w:p w:rsidR="007B6A46" w:rsidRDefault="007B6A46" w:rsidP="007B6A46">
      <w:r>
        <w:t>142.0285</w:t>
      </w:r>
      <w:r>
        <w:tab/>
        <w:t>5.063e0</w:t>
      </w:r>
    </w:p>
    <w:p w:rsidR="007B6A46" w:rsidRDefault="007B6A46" w:rsidP="007B6A46">
      <w:r>
        <w:t>142.0327</w:t>
      </w:r>
      <w:r>
        <w:tab/>
        <w:t>2.127e1</w:t>
      </w:r>
    </w:p>
    <w:p w:rsidR="007B6A46" w:rsidRDefault="007B6A46" w:rsidP="007B6A46">
      <w:r>
        <w:t>142.0340</w:t>
      </w:r>
      <w:r>
        <w:tab/>
        <w:t>9.114e0</w:t>
      </w:r>
    </w:p>
    <w:p w:rsidR="007B6A46" w:rsidRDefault="007B6A46" w:rsidP="007B6A46">
      <w:r>
        <w:t>142.0351</w:t>
      </w:r>
      <w:r>
        <w:tab/>
        <w:t>1.013e0</w:t>
      </w:r>
    </w:p>
    <w:p w:rsidR="007B6A46" w:rsidRDefault="007B6A46" w:rsidP="007B6A46">
      <w:r>
        <w:t>142.0563</w:t>
      </w:r>
      <w:r>
        <w:tab/>
        <w:t>3.038e0</w:t>
      </w:r>
    </w:p>
    <w:p w:rsidR="007B6A46" w:rsidRDefault="007B6A46" w:rsidP="007B6A46">
      <w:r>
        <w:t>142.0611</w:t>
      </w:r>
      <w:r>
        <w:tab/>
        <w:t>1.013e0</w:t>
      </w:r>
    </w:p>
    <w:p w:rsidR="007B6A46" w:rsidRDefault="007B6A46" w:rsidP="007B6A46">
      <w:r>
        <w:t>142.0765</w:t>
      </w:r>
      <w:r>
        <w:tab/>
        <w:t>1.013e0</w:t>
      </w:r>
    </w:p>
    <w:p w:rsidR="007B6A46" w:rsidRDefault="007B6A46" w:rsidP="007B6A46">
      <w:r>
        <w:t>142.0798</w:t>
      </w:r>
      <w:r>
        <w:tab/>
        <w:t>1.013e0</w:t>
      </w:r>
    </w:p>
    <w:p w:rsidR="007B6A46" w:rsidRDefault="007B6A46" w:rsidP="007B6A46">
      <w:r>
        <w:t>142.0972</w:t>
      </w:r>
      <w:r>
        <w:tab/>
        <w:t>1.519e1</w:t>
      </w:r>
    </w:p>
    <w:p w:rsidR="007B6A46" w:rsidRDefault="007B6A46" w:rsidP="007B6A46">
      <w:r>
        <w:t>142.0984</w:t>
      </w:r>
      <w:r>
        <w:tab/>
        <w:t>3.600e1</w:t>
      </w:r>
    </w:p>
    <w:p w:rsidR="007B6A46" w:rsidRDefault="007B6A46" w:rsidP="007B6A46">
      <w:r>
        <w:t>142.1022</w:t>
      </w:r>
      <w:r>
        <w:tab/>
        <w:t>2.430e1</w:t>
      </w:r>
    </w:p>
    <w:p w:rsidR="007B6A46" w:rsidRDefault="007B6A46" w:rsidP="007B6A46">
      <w:r>
        <w:t>142.1275</w:t>
      </w:r>
      <w:r>
        <w:tab/>
        <w:t>1.013e0</w:t>
      </w:r>
    </w:p>
    <w:p w:rsidR="007B6A46" w:rsidRDefault="007B6A46" w:rsidP="007B6A46">
      <w:r>
        <w:t>142.1303</w:t>
      </w:r>
      <w:r>
        <w:tab/>
        <w:t>2.025e0</w:t>
      </w:r>
    </w:p>
    <w:p w:rsidR="007B6A46" w:rsidRDefault="007B6A46" w:rsidP="007B6A46">
      <w:r>
        <w:t>142.1335</w:t>
      </w:r>
      <w:r>
        <w:tab/>
        <w:t>1.013e0</w:t>
      </w:r>
    </w:p>
    <w:p w:rsidR="007B6A46" w:rsidRDefault="007B6A46" w:rsidP="007B6A46">
      <w:r>
        <w:t>142.1461</w:t>
      </w:r>
      <w:r>
        <w:tab/>
        <w:t>1.013e0</w:t>
      </w:r>
    </w:p>
    <w:p w:rsidR="007B6A46" w:rsidRDefault="007B6A46" w:rsidP="007B6A46">
      <w:r>
        <w:lastRenderedPageBreak/>
        <w:t>142.1544</w:t>
      </w:r>
      <w:r>
        <w:tab/>
        <w:t>2.025e0</w:t>
      </w:r>
    </w:p>
    <w:p w:rsidR="007B6A46" w:rsidRDefault="007B6A46" w:rsidP="007B6A46">
      <w:r>
        <w:t>142.1624</w:t>
      </w:r>
      <w:r>
        <w:tab/>
        <w:t>1.013e0</w:t>
      </w:r>
    </w:p>
    <w:p w:rsidR="007B6A46" w:rsidRDefault="007B6A46" w:rsidP="007B6A46">
      <w:r>
        <w:t>142.1940</w:t>
      </w:r>
      <w:r>
        <w:tab/>
        <w:t>1.013e0</w:t>
      </w:r>
    </w:p>
    <w:p w:rsidR="007B6A46" w:rsidRDefault="007B6A46" w:rsidP="007B6A46">
      <w:r>
        <w:t>142.2193</w:t>
      </w:r>
      <w:r>
        <w:tab/>
        <w:t>1.013e0</w:t>
      </w:r>
    </w:p>
    <w:p w:rsidR="007B6A46" w:rsidRDefault="007B6A46" w:rsidP="007B6A46">
      <w:r>
        <w:t>142.2288</w:t>
      </w:r>
      <w:r>
        <w:tab/>
        <w:t>1.013e0</w:t>
      </w:r>
    </w:p>
    <w:p w:rsidR="007B6A46" w:rsidRDefault="007B6A46" w:rsidP="007B6A46">
      <w:r>
        <w:t>142.2317</w:t>
      </w:r>
      <w:r>
        <w:tab/>
        <w:t>1.013e0</w:t>
      </w:r>
    </w:p>
    <w:p w:rsidR="007B6A46" w:rsidRDefault="007B6A46" w:rsidP="007B6A46">
      <w:r>
        <w:t>142.2761</w:t>
      </w:r>
      <w:r>
        <w:tab/>
        <w:t>1.013e0</w:t>
      </w:r>
    </w:p>
    <w:p w:rsidR="007B6A46" w:rsidRDefault="007B6A46" w:rsidP="007B6A46">
      <w:r>
        <w:t>142.2924</w:t>
      </w:r>
      <w:r>
        <w:tab/>
        <w:t>1.013e0</w:t>
      </w:r>
    </w:p>
    <w:p w:rsidR="007B6A46" w:rsidRDefault="007B6A46" w:rsidP="007B6A46">
      <w:r>
        <w:t>142.2954</w:t>
      </w:r>
      <w:r>
        <w:tab/>
        <w:t>1.013e0</w:t>
      </w:r>
    </w:p>
    <w:p w:rsidR="007B6A46" w:rsidRDefault="007B6A46" w:rsidP="007B6A46">
      <w:r>
        <w:t>142.2986</w:t>
      </w:r>
      <w:r>
        <w:tab/>
        <w:t>1.013e0</w:t>
      </w:r>
    </w:p>
    <w:p w:rsidR="007B6A46" w:rsidRDefault="007B6A46" w:rsidP="007B6A46">
      <w:r>
        <w:t>142.3110</w:t>
      </w:r>
      <w:r>
        <w:tab/>
        <w:t>1.013e0</w:t>
      </w:r>
    </w:p>
    <w:p w:rsidR="007B6A46" w:rsidRDefault="007B6A46" w:rsidP="007B6A46">
      <w:r>
        <w:t>142.3141</w:t>
      </w:r>
      <w:r>
        <w:tab/>
        <w:t>1.013e0</w:t>
      </w:r>
    </w:p>
    <w:p w:rsidR="007B6A46" w:rsidRDefault="007B6A46" w:rsidP="007B6A46">
      <w:r>
        <w:t>142.3360</w:t>
      </w:r>
      <w:r>
        <w:tab/>
        <w:t>2.025e0</w:t>
      </w:r>
    </w:p>
    <w:p w:rsidR="007B6A46" w:rsidRDefault="007B6A46" w:rsidP="007B6A46">
      <w:r>
        <w:t>142.3376</w:t>
      </w:r>
      <w:r>
        <w:tab/>
        <w:t>2.025e0</w:t>
      </w:r>
    </w:p>
    <w:p w:rsidR="007B6A46" w:rsidRDefault="007B6A46" w:rsidP="007B6A46">
      <w:r>
        <w:t>142.3394</w:t>
      </w:r>
      <w:r>
        <w:tab/>
        <w:t>1.013e0</w:t>
      </w:r>
    </w:p>
    <w:p w:rsidR="007B6A46" w:rsidRDefault="007B6A46" w:rsidP="007B6A46">
      <w:r>
        <w:t>142.3557</w:t>
      </w:r>
      <w:r>
        <w:tab/>
        <w:t>1.013e0</w:t>
      </w:r>
    </w:p>
    <w:p w:rsidR="007B6A46" w:rsidRDefault="007B6A46" w:rsidP="007B6A46">
      <w:r>
        <w:t>142.3679</w:t>
      </w:r>
      <w:r>
        <w:tab/>
        <w:t>1.013e0</w:t>
      </w:r>
    </w:p>
    <w:p w:rsidR="007B6A46" w:rsidRDefault="007B6A46" w:rsidP="007B6A46">
      <w:r>
        <w:t>142.3710</w:t>
      </w:r>
      <w:r>
        <w:tab/>
        <w:t>1.013e0</w:t>
      </w:r>
    </w:p>
    <w:p w:rsidR="007B6A46" w:rsidRDefault="007B6A46" w:rsidP="007B6A46">
      <w:r>
        <w:t>142.3743</w:t>
      </w:r>
      <w:r>
        <w:tab/>
        <w:t>1.013e0</w:t>
      </w:r>
    </w:p>
    <w:p w:rsidR="007B6A46" w:rsidRDefault="007B6A46" w:rsidP="007B6A46">
      <w:r>
        <w:lastRenderedPageBreak/>
        <w:t>142.4123</w:t>
      </w:r>
      <w:r>
        <w:tab/>
        <w:t>1.013e0</w:t>
      </w:r>
    </w:p>
    <w:p w:rsidR="007B6A46" w:rsidRDefault="007B6A46" w:rsidP="007B6A46">
      <w:r>
        <w:t>142.4253</w:t>
      </w:r>
      <w:r>
        <w:tab/>
        <w:t>1.013e0</w:t>
      </w:r>
    </w:p>
    <w:p w:rsidR="007B6A46" w:rsidRDefault="007B6A46" w:rsidP="007B6A46">
      <w:r>
        <w:t>142.4288</w:t>
      </w:r>
      <w:r>
        <w:tab/>
        <w:t>1.013e0</w:t>
      </w:r>
    </w:p>
    <w:p w:rsidR="007B6A46" w:rsidRDefault="007B6A46" w:rsidP="007B6A46">
      <w:r>
        <w:t>142.4426</w:t>
      </w:r>
      <w:r>
        <w:tab/>
        <w:t>2.025e0</w:t>
      </w:r>
    </w:p>
    <w:p w:rsidR="007B6A46" w:rsidRDefault="007B6A46" w:rsidP="007B6A46">
      <w:r>
        <w:t>142.4504</w:t>
      </w:r>
      <w:r>
        <w:tab/>
        <w:t>1.013e0</w:t>
      </w:r>
    </w:p>
    <w:p w:rsidR="007B6A46" w:rsidRDefault="007B6A46" w:rsidP="007B6A46">
      <w:r>
        <w:t>142.4635</w:t>
      </w:r>
      <w:r>
        <w:tab/>
        <w:t>1.013e0</w:t>
      </w:r>
    </w:p>
    <w:p w:rsidR="007B6A46" w:rsidRDefault="007B6A46" w:rsidP="007B6A46">
      <w:r>
        <w:t>142.4854</w:t>
      </w:r>
      <w:r>
        <w:tab/>
        <w:t>1.013e0</w:t>
      </w:r>
    </w:p>
    <w:p w:rsidR="007B6A46" w:rsidRDefault="007B6A46" w:rsidP="007B6A46">
      <w:r>
        <w:t>142.4986</w:t>
      </w:r>
      <w:r>
        <w:tab/>
        <w:t>1.013e0</w:t>
      </w:r>
    </w:p>
    <w:p w:rsidR="007B6A46" w:rsidRDefault="007B6A46" w:rsidP="007B6A46">
      <w:r>
        <w:t>142.5015</w:t>
      </w:r>
      <w:r>
        <w:tab/>
        <w:t>1.013e0</w:t>
      </w:r>
    </w:p>
    <w:p w:rsidR="007B6A46" w:rsidRDefault="007B6A46" w:rsidP="007B6A46">
      <w:r>
        <w:t>142.5108</w:t>
      </w:r>
      <w:r>
        <w:tab/>
        <w:t>1.013e0</w:t>
      </w:r>
    </w:p>
    <w:p w:rsidR="007B6A46" w:rsidRDefault="007B6A46" w:rsidP="007B6A46">
      <w:r>
        <w:t>142.5140</w:t>
      </w:r>
      <w:r>
        <w:tab/>
        <w:t>1.013e0</w:t>
      </w:r>
    </w:p>
    <w:p w:rsidR="007B6A46" w:rsidRDefault="007B6A46" w:rsidP="007B6A46">
      <w:r>
        <w:t>142.5303</w:t>
      </w:r>
      <w:r>
        <w:tab/>
        <w:t>1.013e0</w:t>
      </w:r>
    </w:p>
    <w:p w:rsidR="007B6A46" w:rsidRDefault="007B6A46" w:rsidP="007B6A46">
      <w:r>
        <w:t>142.5471</w:t>
      </w:r>
      <w:r>
        <w:tab/>
        <w:t>2.025e0</w:t>
      </w:r>
    </w:p>
    <w:p w:rsidR="007B6A46" w:rsidRDefault="007B6A46" w:rsidP="007B6A46">
      <w:r>
        <w:t>142.5683</w:t>
      </w:r>
      <w:r>
        <w:tab/>
        <w:t>1.013e0</w:t>
      </w:r>
    </w:p>
    <w:p w:rsidR="007B6A46" w:rsidRDefault="007B6A46" w:rsidP="007B6A46">
      <w:r>
        <w:t>142.5934</w:t>
      </w:r>
      <w:r>
        <w:tab/>
        <w:t>1.013e0</w:t>
      </w:r>
    </w:p>
    <w:p w:rsidR="007B6A46" w:rsidRDefault="007B6A46" w:rsidP="007B6A46">
      <w:r>
        <w:t>142.5953</w:t>
      </w:r>
      <w:r>
        <w:tab/>
        <w:t>2.025e0</w:t>
      </w:r>
    </w:p>
    <w:p w:rsidR="007B6A46" w:rsidRDefault="007B6A46" w:rsidP="007B6A46">
      <w:r>
        <w:t>142.6031</w:t>
      </w:r>
      <w:r>
        <w:tab/>
        <w:t>1.013e0</w:t>
      </w:r>
    </w:p>
    <w:p w:rsidR="007B6A46" w:rsidRDefault="007B6A46" w:rsidP="007B6A46">
      <w:r>
        <w:t>142.6250</w:t>
      </w:r>
      <w:r>
        <w:tab/>
        <w:t>1.013e0</w:t>
      </w:r>
    </w:p>
    <w:p w:rsidR="007B6A46" w:rsidRDefault="007B6A46" w:rsidP="007B6A46">
      <w:r>
        <w:t>142.6318</w:t>
      </w:r>
      <w:r>
        <w:tab/>
        <w:t>1.013e0</w:t>
      </w:r>
    </w:p>
    <w:p w:rsidR="007B6A46" w:rsidRDefault="007B6A46" w:rsidP="007B6A46">
      <w:r>
        <w:lastRenderedPageBreak/>
        <w:t>142.6668</w:t>
      </w:r>
      <w:r>
        <w:tab/>
        <w:t>2.025e0</w:t>
      </w:r>
    </w:p>
    <w:p w:rsidR="007B6A46" w:rsidRDefault="007B6A46" w:rsidP="007B6A46">
      <w:r>
        <w:t>142.6757</w:t>
      </w:r>
      <w:r>
        <w:tab/>
        <w:t>1.013e0</w:t>
      </w:r>
    </w:p>
    <w:p w:rsidR="007B6A46" w:rsidRDefault="007B6A46" w:rsidP="007B6A46">
      <w:r>
        <w:t>142.7001</w:t>
      </w:r>
      <w:r>
        <w:tab/>
        <w:t>2.025e0</w:t>
      </w:r>
    </w:p>
    <w:p w:rsidR="007B6A46" w:rsidRDefault="007B6A46" w:rsidP="007B6A46">
      <w:r>
        <w:t>142.7015</w:t>
      </w:r>
      <w:r>
        <w:tab/>
        <w:t>1.013e0</w:t>
      </w:r>
    </w:p>
    <w:p w:rsidR="007B6A46" w:rsidRDefault="007B6A46" w:rsidP="007B6A46">
      <w:r>
        <w:t>142.7076</w:t>
      </w:r>
      <w:r>
        <w:tab/>
        <w:t>1.013e0</w:t>
      </w:r>
    </w:p>
    <w:p w:rsidR="007B6A46" w:rsidRDefault="007B6A46" w:rsidP="007B6A46">
      <w:r>
        <w:t>142.7301</w:t>
      </w:r>
      <w:r>
        <w:tab/>
        <w:t>1.013e0</w:t>
      </w:r>
    </w:p>
    <w:p w:rsidR="007B6A46" w:rsidRDefault="007B6A46" w:rsidP="007B6A46">
      <w:r>
        <w:t>142.7396</w:t>
      </w:r>
      <w:r>
        <w:tab/>
        <w:t>1.013e0</w:t>
      </w:r>
    </w:p>
    <w:p w:rsidR="007B6A46" w:rsidRDefault="007B6A46" w:rsidP="007B6A46">
      <w:r>
        <w:t>142.7424</w:t>
      </w:r>
      <w:r>
        <w:tab/>
        <w:t>2.025e0</w:t>
      </w:r>
    </w:p>
    <w:p w:rsidR="007B6A46" w:rsidRDefault="007B6A46" w:rsidP="007B6A46">
      <w:r>
        <w:t>142.7551</w:t>
      </w:r>
      <w:r>
        <w:tab/>
        <w:t>1.013e0</w:t>
      </w:r>
    </w:p>
    <w:p w:rsidR="007B6A46" w:rsidRDefault="007B6A46" w:rsidP="007B6A46">
      <w:r>
        <w:t>142.7583</w:t>
      </w:r>
      <w:r>
        <w:tab/>
        <w:t>1.013e0</w:t>
      </w:r>
    </w:p>
    <w:p w:rsidR="007B6A46" w:rsidRDefault="007B6A46" w:rsidP="007B6A46">
      <w:r>
        <w:t>142.7744</w:t>
      </w:r>
      <w:r>
        <w:tab/>
        <w:t>1.013e0</w:t>
      </w:r>
    </w:p>
    <w:p w:rsidR="007B6A46" w:rsidRDefault="007B6A46" w:rsidP="007B6A46">
      <w:r>
        <w:t>142.8033</w:t>
      </w:r>
      <w:r>
        <w:tab/>
        <w:t>1.013e0</w:t>
      </w:r>
    </w:p>
    <w:p w:rsidR="007B6A46" w:rsidRDefault="007B6A46" w:rsidP="007B6A46">
      <w:r>
        <w:t>142.8122</w:t>
      </w:r>
      <w:r>
        <w:tab/>
        <w:t>1.013e0</w:t>
      </w:r>
    </w:p>
    <w:p w:rsidR="007B6A46" w:rsidRDefault="007B6A46" w:rsidP="007B6A46">
      <w:r>
        <w:t>142.8178</w:t>
      </w:r>
      <w:r>
        <w:tab/>
        <w:t>3.038e0</w:t>
      </w:r>
    </w:p>
    <w:p w:rsidR="007B6A46" w:rsidRDefault="007B6A46" w:rsidP="007B6A46">
      <w:r>
        <w:t>142.8220</w:t>
      </w:r>
      <w:r>
        <w:tab/>
        <w:t>1.013e0</w:t>
      </w:r>
    </w:p>
    <w:p w:rsidR="007B6A46" w:rsidRDefault="007B6A46" w:rsidP="007B6A46">
      <w:r>
        <w:t>142.8569</w:t>
      </w:r>
      <w:r>
        <w:tab/>
        <w:t>2.025e0</w:t>
      </w:r>
    </w:p>
    <w:p w:rsidR="007B6A46" w:rsidRDefault="007B6A46" w:rsidP="007B6A46">
      <w:r>
        <w:t>142.8616</w:t>
      </w:r>
      <w:r>
        <w:tab/>
        <w:t>2.025e0</w:t>
      </w:r>
    </w:p>
    <w:p w:rsidR="007B6A46" w:rsidRDefault="007B6A46" w:rsidP="007B6A46">
      <w:r>
        <w:t>142.8887</w:t>
      </w:r>
      <w:r>
        <w:tab/>
        <w:t>1.013e0</w:t>
      </w:r>
    </w:p>
    <w:p w:rsidR="007B6A46" w:rsidRDefault="007B6A46" w:rsidP="007B6A46">
      <w:r>
        <w:t>142.8984</w:t>
      </w:r>
      <w:r>
        <w:tab/>
        <w:t>1.013e0</w:t>
      </w:r>
    </w:p>
    <w:p w:rsidR="007B6A46" w:rsidRDefault="007B6A46" w:rsidP="007B6A46">
      <w:r>
        <w:lastRenderedPageBreak/>
        <w:t>142.9079</w:t>
      </w:r>
      <w:r>
        <w:tab/>
        <w:t>1.013e0</w:t>
      </w:r>
    </w:p>
    <w:p w:rsidR="007B6A46" w:rsidRDefault="007B6A46" w:rsidP="007B6A46">
      <w:r>
        <w:t>142.9108</w:t>
      </w:r>
      <w:r>
        <w:tab/>
        <w:t>2.025e0</w:t>
      </w:r>
    </w:p>
    <w:p w:rsidR="007B6A46" w:rsidRDefault="007B6A46" w:rsidP="007B6A46">
      <w:r>
        <w:t>142.9170</w:t>
      </w:r>
      <w:r>
        <w:tab/>
        <w:t>1.013e0</w:t>
      </w:r>
    </w:p>
    <w:p w:rsidR="007B6A46" w:rsidRDefault="007B6A46" w:rsidP="007B6A46">
      <w:r>
        <w:t>142.9201</w:t>
      </w:r>
      <w:r>
        <w:tab/>
        <w:t>1.013e0</w:t>
      </w:r>
    </w:p>
    <w:p w:rsidR="007B6A46" w:rsidRDefault="007B6A46" w:rsidP="007B6A46">
      <w:r>
        <w:t>142.9399</w:t>
      </w:r>
      <w:r>
        <w:tab/>
        <w:t>1.013e0</w:t>
      </w:r>
    </w:p>
    <w:p w:rsidR="007B6A46" w:rsidRDefault="007B6A46" w:rsidP="007B6A46">
      <w:r>
        <w:t>142.9749</w:t>
      </w:r>
      <w:r>
        <w:tab/>
        <w:t>1.013e0</w:t>
      </w:r>
    </w:p>
    <w:p w:rsidR="007B6A46" w:rsidRDefault="007B6A46" w:rsidP="007B6A46">
      <w:r>
        <w:t>142.9852</w:t>
      </w:r>
      <w:r>
        <w:tab/>
        <w:t>2.025e0</w:t>
      </w:r>
    </w:p>
    <w:p w:rsidR="007B6A46" w:rsidRDefault="007B6A46" w:rsidP="007B6A46">
      <w:r>
        <w:t>142.9901</w:t>
      </w:r>
      <w:r>
        <w:tab/>
        <w:t>1.013e0</w:t>
      </w:r>
    </w:p>
    <w:p w:rsidR="007B6A46" w:rsidRDefault="007B6A46" w:rsidP="007B6A46">
      <w:r>
        <w:t>143.0609</w:t>
      </w:r>
      <w:r>
        <w:tab/>
        <w:t>4.753e2</w:t>
      </w:r>
    </w:p>
    <w:p w:rsidR="007B6A46" w:rsidRDefault="007B6A46" w:rsidP="007B6A46">
      <w:r>
        <w:t>143.0623</w:t>
      </w:r>
      <w:r>
        <w:tab/>
        <w:t>1.193e2</w:t>
      </w:r>
    </w:p>
    <w:p w:rsidR="007B6A46" w:rsidRDefault="007B6A46" w:rsidP="007B6A46">
      <w:r>
        <w:t>143.1017</w:t>
      </w:r>
      <w:r>
        <w:tab/>
        <w:t>1.013e0</w:t>
      </w:r>
    </w:p>
    <w:p w:rsidR="007B6A46" w:rsidRDefault="007B6A46" w:rsidP="007B6A46">
      <w:r>
        <w:t>143.1057</w:t>
      </w:r>
      <w:r>
        <w:tab/>
        <w:t>7.089e0</w:t>
      </w:r>
    </w:p>
    <w:p w:rsidR="007B6A46" w:rsidRDefault="007B6A46" w:rsidP="007B6A46">
      <w:r>
        <w:t>143.1129</w:t>
      </w:r>
      <w:r>
        <w:tab/>
        <w:t>2.025e0</w:t>
      </w:r>
    </w:p>
    <w:p w:rsidR="007B6A46" w:rsidRDefault="007B6A46" w:rsidP="007B6A46">
      <w:r>
        <w:t>143.1147</w:t>
      </w:r>
      <w:r>
        <w:tab/>
        <w:t>1.013e0</w:t>
      </w:r>
    </w:p>
    <w:p w:rsidR="007B6A46" w:rsidRDefault="007B6A46" w:rsidP="007B6A46">
      <w:r>
        <w:t>143.1168</w:t>
      </w:r>
      <w:r>
        <w:tab/>
        <w:t>3.038e0</w:t>
      </w:r>
    </w:p>
    <w:p w:rsidR="007B6A46" w:rsidRDefault="007B6A46" w:rsidP="007B6A46">
      <w:r>
        <w:t>143.1212</w:t>
      </w:r>
      <w:r>
        <w:tab/>
        <w:t>3.038e0</w:t>
      </w:r>
    </w:p>
    <w:p w:rsidR="007B6A46" w:rsidRDefault="007B6A46" w:rsidP="007B6A46">
      <w:r>
        <w:t>143.1245</w:t>
      </w:r>
      <w:r>
        <w:tab/>
        <w:t>3.038e0</w:t>
      </w:r>
    </w:p>
    <w:p w:rsidR="007B6A46" w:rsidRDefault="007B6A46" w:rsidP="007B6A46">
      <w:r>
        <w:t>143.1442</w:t>
      </w:r>
      <w:r>
        <w:tab/>
        <w:t>3.038e0</w:t>
      </w:r>
    </w:p>
    <w:p w:rsidR="007B6A46" w:rsidRDefault="007B6A46" w:rsidP="007B6A46">
      <w:r>
        <w:t>143.1454</w:t>
      </w:r>
      <w:r>
        <w:tab/>
        <w:t>3.038e0</w:t>
      </w:r>
    </w:p>
    <w:p w:rsidR="007B6A46" w:rsidRDefault="007B6A46" w:rsidP="007B6A46">
      <w:r>
        <w:lastRenderedPageBreak/>
        <w:t>143.1568</w:t>
      </w:r>
      <w:r>
        <w:tab/>
        <w:t>2.025e0</w:t>
      </w:r>
    </w:p>
    <w:p w:rsidR="007B6A46" w:rsidRDefault="007B6A46" w:rsidP="007B6A46">
      <w:r>
        <w:t>143.1586</w:t>
      </w:r>
      <w:r>
        <w:tab/>
        <w:t>2.025e0</w:t>
      </w:r>
    </w:p>
    <w:p w:rsidR="007B6A46" w:rsidRDefault="007B6A46" w:rsidP="007B6A46">
      <w:r>
        <w:t>143.1650</w:t>
      </w:r>
      <w:r>
        <w:tab/>
        <w:t>4.051e0</w:t>
      </w:r>
    </w:p>
    <w:p w:rsidR="007B6A46" w:rsidRDefault="007B6A46" w:rsidP="007B6A46">
      <w:r>
        <w:t>143.1666</w:t>
      </w:r>
      <w:r>
        <w:tab/>
        <w:t>5.196e0</w:t>
      </w:r>
    </w:p>
    <w:p w:rsidR="007B6A46" w:rsidRDefault="007B6A46" w:rsidP="007B6A46">
      <w:r>
        <w:t>143.1715</w:t>
      </w:r>
      <w:r>
        <w:tab/>
        <w:t>1.013e0</w:t>
      </w:r>
    </w:p>
    <w:p w:rsidR="007B6A46" w:rsidRDefault="007B6A46" w:rsidP="007B6A46">
      <w:r>
        <w:t>143.1815</w:t>
      </w:r>
      <w:r>
        <w:tab/>
        <w:t>1.013e0</w:t>
      </w:r>
    </w:p>
    <w:p w:rsidR="007B6A46" w:rsidRDefault="007B6A46" w:rsidP="007B6A46">
      <w:r>
        <w:t>143.1844</w:t>
      </w:r>
      <w:r>
        <w:tab/>
        <w:t>1.013e0</w:t>
      </w:r>
    </w:p>
    <w:p w:rsidR="007B6A46" w:rsidRDefault="007B6A46" w:rsidP="007B6A46">
      <w:r>
        <w:t>143.1936</w:t>
      </w:r>
      <w:r>
        <w:tab/>
        <w:t>1.013e0</w:t>
      </w:r>
    </w:p>
    <w:p w:rsidR="007B6A46" w:rsidRDefault="007B6A46" w:rsidP="007B6A46">
      <w:r>
        <w:t>143.1967</w:t>
      </w:r>
      <w:r>
        <w:tab/>
        <w:t>1.013e0</w:t>
      </w:r>
    </w:p>
    <w:p w:rsidR="007B6A46" w:rsidRDefault="007B6A46" w:rsidP="007B6A46">
      <w:r>
        <w:t>143.2034</w:t>
      </w:r>
      <w:r>
        <w:tab/>
        <w:t>1.013e0</w:t>
      </w:r>
    </w:p>
    <w:p w:rsidR="007B6A46" w:rsidRDefault="007B6A46" w:rsidP="007B6A46">
      <w:r>
        <w:t>143.2163</w:t>
      </w:r>
      <w:r>
        <w:tab/>
        <w:t>1.013e0</w:t>
      </w:r>
    </w:p>
    <w:p w:rsidR="007B6A46" w:rsidRDefault="007B6A46" w:rsidP="007B6A46">
      <w:r>
        <w:t>143.2195</w:t>
      </w:r>
      <w:r>
        <w:tab/>
        <w:t>1.013e0</w:t>
      </w:r>
    </w:p>
    <w:p w:rsidR="007B6A46" w:rsidRDefault="007B6A46" w:rsidP="007B6A46">
      <w:r>
        <w:t>143.2352</w:t>
      </w:r>
      <w:r>
        <w:tab/>
        <w:t>2.025e0</w:t>
      </w:r>
    </w:p>
    <w:p w:rsidR="007B6A46" w:rsidRDefault="007B6A46" w:rsidP="007B6A46">
      <w:r>
        <w:t>143.2415</w:t>
      </w:r>
      <w:r>
        <w:tab/>
        <w:t>1.013e0</w:t>
      </w:r>
    </w:p>
    <w:p w:rsidR="007B6A46" w:rsidRDefault="007B6A46" w:rsidP="007B6A46">
      <w:r>
        <w:t>143.2516</w:t>
      </w:r>
      <w:r>
        <w:tab/>
        <w:t>1.013e0</w:t>
      </w:r>
    </w:p>
    <w:p w:rsidR="007B6A46" w:rsidRDefault="007B6A46" w:rsidP="007B6A46">
      <w:r>
        <w:t>143.2572</w:t>
      </w:r>
      <w:r>
        <w:tab/>
        <w:t>1.013e0</w:t>
      </w:r>
    </w:p>
    <w:p w:rsidR="007B6A46" w:rsidRDefault="007B6A46" w:rsidP="007B6A46">
      <w:r>
        <w:t>143.2667</w:t>
      </w:r>
      <w:r>
        <w:tab/>
        <w:t>1.013e0</w:t>
      </w:r>
    </w:p>
    <w:p w:rsidR="007B6A46" w:rsidRDefault="007B6A46" w:rsidP="007B6A46">
      <w:r>
        <w:t>143.2767</w:t>
      </w:r>
      <w:r>
        <w:tab/>
        <w:t>1.013e0</w:t>
      </w:r>
    </w:p>
    <w:p w:rsidR="007B6A46" w:rsidRDefault="007B6A46" w:rsidP="007B6A46">
      <w:r>
        <w:t>143.2903</w:t>
      </w:r>
      <w:r>
        <w:tab/>
        <w:t>3.038e0</w:t>
      </w:r>
    </w:p>
    <w:p w:rsidR="007B6A46" w:rsidRDefault="007B6A46" w:rsidP="007B6A46">
      <w:r>
        <w:lastRenderedPageBreak/>
        <w:t>143.3149</w:t>
      </w:r>
      <w:r>
        <w:tab/>
        <w:t>1.013e0</w:t>
      </w:r>
    </w:p>
    <w:p w:rsidR="007B6A46" w:rsidRDefault="007B6A46" w:rsidP="007B6A46">
      <w:r>
        <w:t>143.3199</w:t>
      </w:r>
      <w:r>
        <w:tab/>
        <w:t>2.025e0</w:t>
      </w:r>
    </w:p>
    <w:p w:rsidR="007B6A46" w:rsidRDefault="007B6A46" w:rsidP="007B6A46">
      <w:r>
        <w:t>143.3215</w:t>
      </w:r>
      <w:r>
        <w:tab/>
        <w:t>1.013e0</w:t>
      </w:r>
    </w:p>
    <w:p w:rsidR="007B6A46" w:rsidRDefault="007B6A46" w:rsidP="007B6A46">
      <w:r>
        <w:t>143.3337</w:t>
      </w:r>
      <w:r>
        <w:tab/>
        <w:t>1.013e0</w:t>
      </w:r>
    </w:p>
    <w:p w:rsidR="007B6A46" w:rsidRDefault="007B6A46" w:rsidP="007B6A46">
      <w:r>
        <w:t>143.3367</w:t>
      </w:r>
      <w:r>
        <w:tab/>
        <w:t>1.013e0</w:t>
      </w:r>
    </w:p>
    <w:p w:rsidR="007B6A46" w:rsidRDefault="007B6A46" w:rsidP="007B6A46">
      <w:r>
        <w:t>143.3497</w:t>
      </w:r>
      <w:r>
        <w:tab/>
        <w:t>1.013e0</w:t>
      </w:r>
    </w:p>
    <w:p w:rsidR="007B6A46" w:rsidRDefault="007B6A46" w:rsidP="007B6A46">
      <w:r>
        <w:t>143.3530</w:t>
      </w:r>
      <w:r>
        <w:tab/>
        <w:t>1.013e0</w:t>
      </w:r>
    </w:p>
    <w:p w:rsidR="007B6A46" w:rsidRDefault="007B6A46" w:rsidP="007B6A46">
      <w:r>
        <w:t>143.3594</w:t>
      </w:r>
      <w:r>
        <w:tab/>
        <w:t>1.013e0</w:t>
      </w:r>
    </w:p>
    <w:p w:rsidR="007B6A46" w:rsidRDefault="007B6A46" w:rsidP="007B6A46">
      <w:r>
        <w:t>143.3622</w:t>
      </w:r>
      <w:r>
        <w:tab/>
        <w:t>3.038e0</w:t>
      </w:r>
    </w:p>
    <w:p w:rsidR="007B6A46" w:rsidRDefault="007B6A46" w:rsidP="007B6A46">
      <w:r>
        <w:t>143.3784</w:t>
      </w:r>
      <w:r>
        <w:tab/>
        <w:t>1.013e0</w:t>
      </w:r>
    </w:p>
    <w:p w:rsidR="007B6A46" w:rsidRDefault="007B6A46" w:rsidP="007B6A46">
      <w:r>
        <w:t>143.3799</w:t>
      </w:r>
      <w:r>
        <w:tab/>
        <w:t>2.025e0</w:t>
      </w:r>
    </w:p>
    <w:p w:rsidR="007B6A46" w:rsidRDefault="007B6A46" w:rsidP="007B6A46">
      <w:r>
        <w:t>143.3817</w:t>
      </w:r>
      <w:r>
        <w:tab/>
        <w:t>1.013e0</w:t>
      </w:r>
    </w:p>
    <w:p w:rsidR="007B6A46" w:rsidRDefault="007B6A46" w:rsidP="007B6A46">
      <w:r>
        <w:t>143.4086</w:t>
      </w:r>
      <w:r>
        <w:tab/>
        <w:t>2.025e0</w:t>
      </w:r>
    </w:p>
    <w:p w:rsidR="007B6A46" w:rsidRDefault="007B6A46" w:rsidP="007B6A46">
      <w:r>
        <w:t>143.4100</w:t>
      </w:r>
      <w:r>
        <w:tab/>
        <w:t>1.013e0</w:t>
      </w:r>
    </w:p>
    <w:p w:rsidR="007B6A46" w:rsidRDefault="007B6A46" w:rsidP="007B6A46">
      <w:r>
        <w:t>143.4135</w:t>
      </w:r>
      <w:r>
        <w:tab/>
        <w:t>2.025e0</w:t>
      </w:r>
    </w:p>
    <w:p w:rsidR="007B6A46" w:rsidRDefault="007B6A46" w:rsidP="007B6A46">
      <w:r>
        <w:t>143.4200</w:t>
      </w:r>
      <w:r>
        <w:tab/>
        <w:t>1.013e0</w:t>
      </w:r>
    </w:p>
    <w:p w:rsidR="007B6A46" w:rsidRDefault="007B6A46" w:rsidP="007B6A46">
      <w:r>
        <w:t>143.4354</w:t>
      </w:r>
      <w:r>
        <w:tab/>
        <w:t>5.063e0</w:t>
      </w:r>
    </w:p>
    <w:p w:rsidR="007B6A46" w:rsidRDefault="007B6A46" w:rsidP="007B6A46">
      <w:r>
        <w:t>143.4387</w:t>
      </w:r>
      <w:r>
        <w:tab/>
        <w:t>1.013e0</w:t>
      </w:r>
    </w:p>
    <w:p w:rsidR="007B6A46" w:rsidRDefault="007B6A46" w:rsidP="007B6A46">
      <w:r>
        <w:t>143.4461</w:t>
      </w:r>
      <w:r>
        <w:tab/>
        <w:t>3.038e0</w:t>
      </w:r>
    </w:p>
    <w:p w:rsidR="007B6A46" w:rsidRDefault="007B6A46" w:rsidP="007B6A46">
      <w:r>
        <w:lastRenderedPageBreak/>
        <w:t>143.4526</w:t>
      </w:r>
      <w:r>
        <w:tab/>
        <w:t>3.038e0</w:t>
      </w:r>
    </w:p>
    <w:p w:rsidR="007B6A46" w:rsidRDefault="007B6A46" w:rsidP="007B6A46">
      <w:r>
        <w:t>143.4736</w:t>
      </w:r>
      <w:r>
        <w:tab/>
        <w:t>3.038e0</w:t>
      </w:r>
    </w:p>
    <w:p w:rsidR="007B6A46" w:rsidRDefault="007B6A46" w:rsidP="007B6A46">
      <w:r>
        <w:t>143.4835</w:t>
      </w:r>
      <w:r>
        <w:tab/>
        <w:t>2.025e0</w:t>
      </w:r>
    </w:p>
    <w:p w:rsidR="007B6A46" w:rsidRDefault="007B6A46" w:rsidP="007B6A46">
      <w:r>
        <w:t>143.4898</w:t>
      </w:r>
      <w:r>
        <w:tab/>
        <w:t>1.013e0</w:t>
      </w:r>
    </w:p>
    <w:p w:rsidR="007B6A46" w:rsidRDefault="007B6A46" w:rsidP="007B6A46">
      <w:r>
        <w:t>143.4994</w:t>
      </w:r>
      <w:r>
        <w:tab/>
        <w:t>1.013e0</w:t>
      </w:r>
    </w:p>
    <w:p w:rsidR="007B6A46" w:rsidRDefault="007B6A46" w:rsidP="007B6A46">
      <w:r>
        <w:t>143.5171</w:t>
      </w:r>
      <w:r>
        <w:tab/>
        <w:t>3.038e0</w:t>
      </w:r>
    </w:p>
    <w:p w:rsidR="007B6A46" w:rsidRDefault="007B6A46" w:rsidP="007B6A46">
      <w:r>
        <w:t>143.5282</w:t>
      </w:r>
      <w:r>
        <w:tab/>
        <w:t>2.025e0</w:t>
      </w:r>
    </w:p>
    <w:p w:rsidR="007B6A46" w:rsidRDefault="007B6A46" w:rsidP="007B6A46">
      <w:r>
        <w:t>143.5297</w:t>
      </w:r>
      <w:r>
        <w:tab/>
        <w:t>2.025e0</w:t>
      </w:r>
    </w:p>
    <w:p w:rsidR="007B6A46" w:rsidRDefault="007B6A46" w:rsidP="007B6A46">
      <w:r>
        <w:t>143.5331</w:t>
      </w:r>
      <w:r>
        <w:tab/>
        <w:t>2.025e0</w:t>
      </w:r>
    </w:p>
    <w:p w:rsidR="007B6A46" w:rsidRDefault="007B6A46" w:rsidP="007B6A46">
      <w:r>
        <w:t>143.5603</w:t>
      </w:r>
      <w:r>
        <w:tab/>
        <w:t>3.033e1</w:t>
      </w:r>
    </w:p>
    <w:p w:rsidR="007B6A46" w:rsidRDefault="007B6A46" w:rsidP="007B6A46">
      <w:r>
        <w:t>143.5619</w:t>
      </w:r>
      <w:r>
        <w:tab/>
        <w:t>3.949e1</w:t>
      </w:r>
    </w:p>
    <w:p w:rsidR="007B6A46" w:rsidRDefault="007B6A46" w:rsidP="007B6A46">
      <w:r>
        <w:t>143.5634</w:t>
      </w:r>
      <w:r>
        <w:tab/>
        <w:t>1.316e1</w:t>
      </w:r>
    </w:p>
    <w:p w:rsidR="007B6A46" w:rsidRDefault="007B6A46" w:rsidP="007B6A46">
      <w:r>
        <w:t>143.5865</w:t>
      </w:r>
      <w:r>
        <w:tab/>
        <w:t>2.323e0</w:t>
      </w:r>
    </w:p>
    <w:p w:rsidR="007B6A46" w:rsidRDefault="007B6A46" w:rsidP="007B6A46">
      <w:r>
        <w:t>143.5984</w:t>
      </w:r>
      <w:r>
        <w:tab/>
        <w:t>1.013e0</w:t>
      </w:r>
    </w:p>
    <w:p w:rsidR="007B6A46" w:rsidRDefault="007B6A46" w:rsidP="007B6A46">
      <w:r>
        <w:t>143.6072</w:t>
      </w:r>
      <w:r>
        <w:tab/>
        <w:t>1.013e0</w:t>
      </w:r>
    </w:p>
    <w:p w:rsidR="007B6A46" w:rsidRDefault="007B6A46" w:rsidP="007B6A46">
      <w:r>
        <w:t>143.6105</w:t>
      </w:r>
      <w:r>
        <w:tab/>
        <w:t>2.025e0</w:t>
      </w:r>
    </w:p>
    <w:p w:rsidR="007B6A46" w:rsidRDefault="007B6A46" w:rsidP="007B6A46">
      <w:r>
        <w:t>143.6120</w:t>
      </w:r>
      <w:r>
        <w:tab/>
        <w:t>2.025e0</w:t>
      </w:r>
    </w:p>
    <w:p w:rsidR="007B6A46" w:rsidRDefault="007B6A46" w:rsidP="007B6A46">
      <w:r>
        <w:t>143.6138</w:t>
      </w:r>
      <w:r>
        <w:tab/>
        <w:t>2.025e0</w:t>
      </w:r>
    </w:p>
    <w:p w:rsidR="007B6A46" w:rsidRDefault="007B6A46" w:rsidP="007B6A46">
      <w:r>
        <w:t>143.6236</w:t>
      </w:r>
      <w:r>
        <w:tab/>
        <w:t>1.013e0</w:t>
      </w:r>
    </w:p>
    <w:p w:rsidR="007B6A46" w:rsidRDefault="007B6A46" w:rsidP="007B6A46">
      <w:r>
        <w:lastRenderedPageBreak/>
        <w:t>143.6364</w:t>
      </w:r>
      <w:r>
        <w:tab/>
        <w:t>2.025e0</w:t>
      </w:r>
    </w:p>
    <w:p w:rsidR="007B6A46" w:rsidRDefault="007B6A46" w:rsidP="007B6A46">
      <w:r>
        <w:t>143.6424</w:t>
      </w:r>
      <w:r>
        <w:tab/>
        <w:t>1.013e0</w:t>
      </w:r>
    </w:p>
    <w:p w:rsidR="007B6A46" w:rsidRDefault="007B6A46" w:rsidP="007B6A46">
      <w:r>
        <w:t>143.6454</w:t>
      </w:r>
      <w:r>
        <w:tab/>
        <w:t>1.013e0</w:t>
      </w:r>
    </w:p>
    <w:p w:rsidR="007B6A46" w:rsidRDefault="007B6A46" w:rsidP="007B6A46">
      <w:r>
        <w:t>143.6522</w:t>
      </w:r>
      <w:r>
        <w:tab/>
        <w:t>1.013e0</w:t>
      </w:r>
    </w:p>
    <w:p w:rsidR="007B6A46" w:rsidRDefault="007B6A46" w:rsidP="007B6A46">
      <w:r>
        <w:t>143.6619</w:t>
      </w:r>
      <w:r>
        <w:tab/>
        <w:t>1.013e0</w:t>
      </w:r>
    </w:p>
    <w:p w:rsidR="007B6A46" w:rsidRDefault="007B6A46" w:rsidP="007B6A46">
      <w:r>
        <w:t>143.6652</w:t>
      </w:r>
      <w:r>
        <w:tab/>
        <w:t>1.013e0</w:t>
      </w:r>
    </w:p>
    <w:p w:rsidR="007B6A46" w:rsidRDefault="007B6A46" w:rsidP="007B6A46">
      <w:r>
        <w:t>143.6870</w:t>
      </w:r>
      <w:r>
        <w:tab/>
        <w:t>1.013e0</w:t>
      </w:r>
    </w:p>
    <w:p w:rsidR="007B6A46" w:rsidRDefault="007B6A46" w:rsidP="007B6A46">
      <w:r>
        <w:t>143.7036</w:t>
      </w:r>
      <w:r>
        <w:tab/>
        <w:t>1.013e0</w:t>
      </w:r>
    </w:p>
    <w:p w:rsidR="007B6A46" w:rsidRDefault="007B6A46" w:rsidP="007B6A46">
      <w:r>
        <w:t>143.7067</w:t>
      </w:r>
      <w:r>
        <w:tab/>
        <w:t>1.013e0</w:t>
      </w:r>
    </w:p>
    <w:p w:rsidR="007B6A46" w:rsidRDefault="007B6A46" w:rsidP="007B6A46">
      <w:r>
        <w:t>143.7223</w:t>
      </w:r>
      <w:r>
        <w:tab/>
        <w:t>1.013e0</w:t>
      </w:r>
    </w:p>
    <w:p w:rsidR="007B6A46" w:rsidRDefault="007B6A46" w:rsidP="007B6A46">
      <w:r>
        <w:t>143.7269</w:t>
      </w:r>
      <w:r>
        <w:tab/>
        <w:t>2.025e0</w:t>
      </w:r>
    </w:p>
    <w:p w:rsidR="007B6A46" w:rsidRDefault="007B6A46" w:rsidP="007B6A46">
      <w:r>
        <w:t>143.7302</w:t>
      </w:r>
      <w:r>
        <w:tab/>
        <w:t>2.025e0</w:t>
      </w:r>
    </w:p>
    <w:p w:rsidR="007B6A46" w:rsidRDefault="007B6A46" w:rsidP="007B6A46">
      <w:r>
        <w:t>143.7353</w:t>
      </w:r>
      <w:r>
        <w:tab/>
        <w:t>2.025e0</w:t>
      </w:r>
    </w:p>
    <w:p w:rsidR="007B6A46" w:rsidRDefault="007B6A46" w:rsidP="007B6A46">
      <w:r>
        <w:t>143.7371</w:t>
      </w:r>
      <w:r>
        <w:tab/>
        <w:t>2.025e0</w:t>
      </w:r>
    </w:p>
    <w:p w:rsidR="007B6A46" w:rsidRDefault="007B6A46" w:rsidP="007B6A46">
      <w:r>
        <w:t>143.7538</w:t>
      </w:r>
      <w:r>
        <w:tab/>
        <w:t>1.013e0</w:t>
      </w:r>
    </w:p>
    <w:p w:rsidR="007B6A46" w:rsidRDefault="007B6A46" w:rsidP="007B6A46">
      <w:r>
        <w:t>143.7606</w:t>
      </w:r>
      <w:r>
        <w:tab/>
        <w:t>1.013e0</w:t>
      </w:r>
    </w:p>
    <w:p w:rsidR="007B6A46" w:rsidRDefault="007B6A46" w:rsidP="007B6A46">
      <w:r>
        <w:t>143.7703</w:t>
      </w:r>
      <w:r>
        <w:tab/>
        <w:t>1.013e0</w:t>
      </w:r>
    </w:p>
    <w:p w:rsidR="007B6A46" w:rsidRDefault="007B6A46" w:rsidP="007B6A46">
      <w:r>
        <w:t>143.7757</w:t>
      </w:r>
      <w:r>
        <w:tab/>
        <w:t>3.038e0</w:t>
      </w:r>
    </w:p>
    <w:p w:rsidR="007B6A46" w:rsidRDefault="007B6A46" w:rsidP="007B6A46">
      <w:r>
        <w:t>143.8037</w:t>
      </w:r>
      <w:r>
        <w:tab/>
        <w:t>2.025e0</w:t>
      </w:r>
    </w:p>
    <w:p w:rsidR="007B6A46" w:rsidRDefault="007B6A46" w:rsidP="007B6A46">
      <w:r>
        <w:lastRenderedPageBreak/>
        <w:t>143.8054</w:t>
      </w:r>
      <w:r>
        <w:tab/>
        <w:t>1.013e0</w:t>
      </w:r>
    </w:p>
    <w:p w:rsidR="007B6A46" w:rsidRDefault="007B6A46" w:rsidP="007B6A46">
      <w:r>
        <w:t>143.8085</w:t>
      </w:r>
      <w:r>
        <w:tab/>
        <w:t>1.013e0</w:t>
      </w:r>
    </w:p>
    <w:p w:rsidR="007B6A46" w:rsidRDefault="007B6A46" w:rsidP="007B6A46">
      <w:r>
        <w:t>143.8117</w:t>
      </w:r>
      <w:r>
        <w:tab/>
        <w:t>2.025e0</w:t>
      </w:r>
    </w:p>
    <w:p w:rsidR="007B6A46" w:rsidRDefault="007B6A46" w:rsidP="007B6A46">
      <w:r>
        <w:t>143.8177</w:t>
      </w:r>
      <w:r>
        <w:tab/>
        <w:t>1.013e0</w:t>
      </w:r>
    </w:p>
    <w:p w:rsidR="007B6A46" w:rsidRDefault="007B6A46" w:rsidP="007B6A46">
      <w:r>
        <w:t>143.8404</w:t>
      </w:r>
      <w:r>
        <w:tab/>
        <w:t>3.038e0</w:t>
      </w:r>
    </w:p>
    <w:p w:rsidR="007B6A46" w:rsidRDefault="007B6A46" w:rsidP="007B6A46">
      <w:r>
        <w:t>143.8469</w:t>
      </w:r>
      <w:r>
        <w:tab/>
        <w:t>1.013e0</w:t>
      </w:r>
    </w:p>
    <w:p w:rsidR="007B6A46" w:rsidRDefault="007B6A46" w:rsidP="007B6A46">
      <w:r>
        <w:t>143.8720</w:t>
      </w:r>
      <w:r>
        <w:tab/>
        <w:t>1.013e0</w:t>
      </w:r>
    </w:p>
    <w:p w:rsidR="007B6A46" w:rsidRDefault="007B6A46" w:rsidP="007B6A46">
      <w:r>
        <w:t>143.8876</w:t>
      </w:r>
      <w:r>
        <w:tab/>
        <w:t>3.038e0</w:t>
      </w:r>
    </w:p>
    <w:p w:rsidR="007B6A46" w:rsidRDefault="007B6A46" w:rsidP="007B6A46">
      <w:r>
        <w:t>143.9139</w:t>
      </w:r>
      <w:r>
        <w:tab/>
        <w:t>1.013e0</w:t>
      </w:r>
    </w:p>
    <w:p w:rsidR="007B6A46" w:rsidRDefault="007B6A46" w:rsidP="007B6A46">
      <w:r>
        <w:t>143.9522</w:t>
      </w:r>
      <w:r>
        <w:tab/>
        <w:t>1.013e0</w:t>
      </w:r>
    </w:p>
    <w:p w:rsidR="007B6A46" w:rsidRDefault="007B6A46" w:rsidP="007B6A46">
      <w:r>
        <w:t>143.9772</w:t>
      </w:r>
      <w:r>
        <w:tab/>
        <w:t>1.013e0</w:t>
      </w:r>
    </w:p>
    <w:p w:rsidR="007B6A46" w:rsidRDefault="007B6A46" w:rsidP="007B6A46">
      <w:r>
        <w:t>143.9807</w:t>
      </w:r>
      <w:r>
        <w:tab/>
        <w:t>1.013e0</w:t>
      </w:r>
    </w:p>
    <w:p w:rsidR="007B6A46" w:rsidRDefault="007B6A46" w:rsidP="007B6A46">
      <w:r>
        <w:t>143.9840</w:t>
      </w:r>
      <w:r>
        <w:tab/>
        <w:t>1.013e0</w:t>
      </w:r>
    </w:p>
    <w:p w:rsidR="007B6A46" w:rsidRDefault="007B6A46" w:rsidP="007B6A46">
      <w:r>
        <w:t>143.9902</w:t>
      </w:r>
      <w:r>
        <w:tab/>
        <w:t>1.013e0</w:t>
      </w:r>
    </w:p>
    <w:p w:rsidR="007B6A46" w:rsidRDefault="007B6A46" w:rsidP="007B6A46">
      <w:r>
        <w:t>144.0271</w:t>
      </w:r>
      <w:r>
        <w:tab/>
        <w:t>3.038e0</w:t>
      </w:r>
    </w:p>
    <w:p w:rsidR="007B6A46" w:rsidRDefault="007B6A46" w:rsidP="007B6A46">
      <w:r>
        <w:t>144.0296</w:t>
      </w:r>
      <w:r>
        <w:tab/>
        <w:t>6.076e0</w:t>
      </w:r>
    </w:p>
    <w:p w:rsidR="007B6A46" w:rsidRDefault="007B6A46" w:rsidP="007B6A46">
      <w:r>
        <w:t>144.0643</w:t>
      </w:r>
      <w:r>
        <w:tab/>
        <w:t>3.038e0</w:t>
      </w:r>
    </w:p>
    <w:p w:rsidR="007B6A46" w:rsidRDefault="007B6A46" w:rsidP="007B6A46">
      <w:r>
        <w:t>144.0660</w:t>
      </w:r>
      <w:r>
        <w:tab/>
        <w:t>2.025e0</w:t>
      </w:r>
    </w:p>
    <w:p w:rsidR="007B6A46" w:rsidRDefault="007B6A46" w:rsidP="007B6A46">
      <w:r>
        <w:t>144.0684</w:t>
      </w:r>
      <w:r>
        <w:tab/>
        <w:t>4.051e0</w:t>
      </w:r>
    </w:p>
    <w:p w:rsidR="007B6A46" w:rsidRDefault="007B6A46" w:rsidP="007B6A46">
      <w:r>
        <w:lastRenderedPageBreak/>
        <w:t>144.0712</w:t>
      </w:r>
      <w:r>
        <w:tab/>
        <w:t>5.050e0</w:t>
      </w:r>
    </w:p>
    <w:p w:rsidR="007B6A46" w:rsidRDefault="007B6A46" w:rsidP="007B6A46">
      <w:r>
        <w:t>144.0743</w:t>
      </w:r>
      <w:r>
        <w:tab/>
        <w:t>4.051e0</w:t>
      </w:r>
    </w:p>
    <w:p w:rsidR="007B6A46" w:rsidRDefault="007B6A46" w:rsidP="007B6A46">
      <w:r>
        <w:t>144.0824</w:t>
      </w:r>
      <w:r>
        <w:tab/>
        <w:t>2.025e0</w:t>
      </w:r>
    </w:p>
    <w:p w:rsidR="007B6A46" w:rsidRDefault="007B6A46" w:rsidP="007B6A46">
      <w:r>
        <w:t>144.0892</w:t>
      </w:r>
      <w:r>
        <w:tab/>
        <w:t>1.013e0</w:t>
      </w:r>
    </w:p>
    <w:p w:rsidR="007B6A46" w:rsidRDefault="007B6A46" w:rsidP="007B6A46">
      <w:r>
        <w:t>144.1031</w:t>
      </w:r>
      <w:r>
        <w:tab/>
        <w:t>2.025e0</w:t>
      </w:r>
    </w:p>
    <w:p w:rsidR="007B6A46" w:rsidRDefault="007B6A46" w:rsidP="007B6A46">
      <w:r>
        <w:t>144.1077</w:t>
      </w:r>
      <w:r>
        <w:tab/>
        <w:t>1.013e0</w:t>
      </w:r>
    </w:p>
    <w:p w:rsidR="007B6A46" w:rsidRDefault="007B6A46" w:rsidP="007B6A46">
      <w:r>
        <w:t>144.1110</w:t>
      </w:r>
      <w:r>
        <w:tab/>
        <w:t>1.013e0</w:t>
      </w:r>
    </w:p>
    <w:p w:rsidR="007B6A46" w:rsidRDefault="007B6A46" w:rsidP="007B6A46">
      <w:r>
        <w:t>144.1154</w:t>
      </w:r>
      <w:r>
        <w:tab/>
        <w:t>3.038e0</w:t>
      </w:r>
    </w:p>
    <w:p w:rsidR="007B6A46" w:rsidRDefault="007B6A46" w:rsidP="007B6A46">
      <w:r>
        <w:t>144.1309</w:t>
      </w:r>
      <w:r>
        <w:tab/>
        <w:t>2.025e0</w:t>
      </w:r>
    </w:p>
    <w:p w:rsidR="007B6A46" w:rsidRDefault="007B6A46" w:rsidP="007B6A46">
      <w:r>
        <w:t>144.1397</w:t>
      </w:r>
      <w:r>
        <w:tab/>
        <w:t>2.025e0</w:t>
      </w:r>
    </w:p>
    <w:p w:rsidR="007B6A46" w:rsidRDefault="007B6A46" w:rsidP="007B6A46">
      <w:r>
        <w:t>144.1528</w:t>
      </w:r>
      <w:r>
        <w:tab/>
        <w:t>1.013e0</w:t>
      </w:r>
    </w:p>
    <w:p w:rsidR="007B6A46" w:rsidRDefault="007B6A46" w:rsidP="007B6A46">
      <w:r>
        <w:t>144.1561</w:t>
      </w:r>
      <w:r>
        <w:tab/>
        <w:t>2.025e0</w:t>
      </w:r>
    </w:p>
    <w:p w:rsidR="007B6A46" w:rsidRDefault="007B6A46" w:rsidP="007B6A46">
      <w:r>
        <w:t>144.1627</w:t>
      </w:r>
      <w:r>
        <w:tab/>
        <w:t>1.013e0</w:t>
      </w:r>
    </w:p>
    <w:p w:rsidR="007B6A46" w:rsidRDefault="007B6A46" w:rsidP="007B6A46">
      <w:r>
        <w:t>144.1779</w:t>
      </w:r>
      <w:r>
        <w:tab/>
        <w:t>1.013e0</w:t>
      </w:r>
    </w:p>
    <w:p w:rsidR="007B6A46" w:rsidRDefault="007B6A46" w:rsidP="007B6A46">
      <w:r>
        <w:t>144.1879</w:t>
      </w:r>
      <w:r>
        <w:tab/>
        <w:t>1.013e0</w:t>
      </w:r>
    </w:p>
    <w:p w:rsidR="007B6A46" w:rsidRDefault="007B6A46" w:rsidP="007B6A46">
      <w:r>
        <w:t>144.1961</w:t>
      </w:r>
      <w:r>
        <w:tab/>
        <w:t>2.025e0</w:t>
      </w:r>
    </w:p>
    <w:p w:rsidR="007B6A46" w:rsidRDefault="007B6A46" w:rsidP="007B6A46">
      <w:r>
        <w:t>144.2165</w:t>
      </w:r>
      <w:r>
        <w:tab/>
        <w:t>2.025e0</w:t>
      </w:r>
    </w:p>
    <w:p w:rsidR="007B6A46" w:rsidRDefault="007B6A46" w:rsidP="007B6A46">
      <w:r>
        <w:t>144.2229</w:t>
      </w:r>
      <w:r>
        <w:tab/>
        <w:t>2.025e0</w:t>
      </w:r>
    </w:p>
    <w:p w:rsidR="007B6A46" w:rsidRDefault="007B6A46" w:rsidP="007B6A46">
      <w:r>
        <w:t>144.2293</w:t>
      </w:r>
      <w:r>
        <w:tab/>
        <w:t>2.025e0</w:t>
      </w:r>
    </w:p>
    <w:p w:rsidR="007B6A46" w:rsidRDefault="007B6A46" w:rsidP="007B6A46">
      <w:r>
        <w:lastRenderedPageBreak/>
        <w:t>144.2391</w:t>
      </w:r>
      <w:r>
        <w:tab/>
        <w:t>1.013e0</w:t>
      </w:r>
    </w:p>
    <w:p w:rsidR="007B6A46" w:rsidRDefault="007B6A46" w:rsidP="007B6A46">
      <w:r>
        <w:t>144.2695</w:t>
      </w:r>
      <w:r>
        <w:tab/>
        <w:t>2.025e0</w:t>
      </w:r>
    </w:p>
    <w:p w:rsidR="007B6A46" w:rsidRDefault="007B6A46" w:rsidP="007B6A46">
      <w:r>
        <w:t>144.2722</w:t>
      </w:r>
      <w:r>
        <w:tab/>
        <w:t>3.038e0</w:t>
      </w:r>
    </w:p>
    <w:p w:rsidR="007B6A46" w:rsidRDefault="007B6A46" w:rsidP="007B6A46">
      <w:r>
        <w:t>144.3064</w:t>
      </w:r>
      <w:r>
        <w:tab/>
        <w:t>1.013e0</w:t>
      </w:r>
    </w:p>
    <w:p w:rsidR="007B6A46" w:rsidRDefault="007B6A46" w:rsidP="007B6A46">
      <w:r>
        <w:t>144.3185</w:t>
      </w:r>
      <w:r>
        <w:tab/>
        <w:t>1.013e0</w:t>
      </w:r>
    </w:p>
    <w:p w:rsidR="007B6A46" w:rsidRDefault="007B6A46" w:rsidP="007B6A46">
      <w:r>
        <w:t>144.3316</w:t>
      </w:r>
      <w:r>
        <w:tab/>
        <w:t>1.013e0</w:t>
      </w:r>
    </w:p>
    <w:p w:rsidR="007B6A46" w:rsidRDefault="007B6A46" w:rsidP="007B6A46">
      <w:r>
        <w:t>144.3502</w:t>
      </w:r>
      <w:r>
        <w:tab/>
        <w:t>1.013e0</w:t>
      </w:r>
    </w:p>
    <w:p w:rsidR="007B6A46" w:rsidRDefault="007B6A46" w:rsidP="007B6A46">
      <w:r>
        <w:t>144.3828</w:t>
      </w:r>
      <w:r>
        <w:tab/>
        <w:t>2.025e0</w:t>
      </w:r>
    </w:p>
    <w:p w:rsidR="007B6A46" w:rsidRDefault="007B6A46" w:rsidP="007B6A46">
      <w:r>
        <w:t>144.3856</w:t>
      </w:r>
      <w:r>
        <w:tab/>
        <w:t>1.013e0</w:t>
      </w:r>
    </w:p>
    <w:p w:rsidR="007B6A46" w:rsidRDefault="007B6A46" w:rsidP="007B6A46">
      <w:r>
        <w:t>144.3920</w:t>
      </w:r>
      <w:r>
        <w:tab/>
        <w:t>1.013e0</w:t>
      </w:r>
    </w:p>
    <w:p w:rsidR="007B6A46" w:rsidRDefault="007B6A46" w:rsidP="007B6A46">
      <w:r>
        <w:t>144.3986</w:t>
      </w:r>
      <w:r>
        <w:tab/>
        <w:t>1.013e0</w:t>
      </w:r>
    </w:p>
    <w:p w:rsidR="007B6A46" w:rsidRDefault="007B6A46" w:rsidP="007B6A46">
      <w:r>
        <w:t>144.4032</w:t>
      </w:r>
      <w:r>
        <w:tab/>
        <w:t>2.025e0</w:t>
      </w:r>
    </w:p>
    <w:p w:rsidR="007B6A46" w:rsidRDefault="007B6A46" w:rsidP="007B6A46">
      <w:r>
        <w:t>144.4084</w:t>
      </w:r>
      <w:r>
        <w:tab/>
        <w:t>1.013e0</w:t>
      </w:r>
    </w:p>
    <w:p w:rsidR="007B6A46" w:rsidRDefault="007B6A46" w:rsidP="007B6A46">
      <w:r>
        <w:t>144.4236</w:t>
      </w:r>
      <w:r>
        <w:tab/>
        <w:t>1.013e0</w:t>
      </w:r>
    </w:p>
    <w:p w:rsidR="007B6A46" w:rsidRDefault="007B6A46" w:rsidP="007B6A46">
      <w:r>
        <w:t>144.4370</w:t>
      </w:r>
      <w:r>
        <w:tab/>
        <w:t>2.025e0</w:t>
      </w:r>
    </w:p>
    <w:p w:rsidR="007B6A46" w:rsidRDefault="007B6A46" w:rsidP="007B6A46">
      <w:r>
        <w:t>144.4434</w:t>
      </w:r>
      <w:r>
        <w:tab/>
        <w:t>2.025e0</w:t>
      </w:r>
    </w:p>
    <w:p w:rsidR="007B6A46" w:rsidRDefault="007B6A46" w:rsidP="007B6A46">
      <w:r>
        <w:t>144.4529</w:t>
      </w:r>
      <w:r>
        <w:tab/>
        <w:t>1.013e0</w:t>
      </w:r>
    </w:p>
    <w:p w:rsidR="007B6A46" w:rsidRDefault="007B6A46" w:rsidP="007B6A46">
      <w:r>
        <w:t>144.4546</w:t>
      </w:r>
      <w:r>
        <w:tab/>
        <w:t>2.025e0</w:t>
      </w:r>
    </w:p>
    <w:p w:rsidR="007B6A46" w:rsidRDefault="007B6A46" w:rsidP="007B6A46">
      <w:r>
        <w:t>144.4572</w:t>
      </w:r>
      <w:r>
        <w:tab/>
        <w:t>2.025e0</w:t>
      </w:r>
    </w:p>
    <w:p w:rsidR="007B6A46" w:rsidRDefault="007B6A46" w:rsidP="007B6A46">
      <w:r>
        <w:lastRenderedPageBreak/>
        <w:t>144.4622</w:t>
      </w:r>
      <w:r>
        <w:tab/>
        <w:t>1.013e0</w:t>
      </w:r>
    </w:p>
    <w:p w:rsidR="007B6A46" w:rsidRDefault="007B6A46" w:rsidP="007B6A46">
      <w:r>
        <w:t>144.4770</w:t>
      </w:r>
      <w:r>
        <w:tab/>
        <w:t>2.025e0</w:t>
      </w:r>
    </w:p>
    <w:p w:rsidR="007B6A46" w:rsidRDefault="007B6A46" w:rsidP="007B6A46">
      <w:r>
        <w:t>144.5168</w:t>
      </w:r>
      <w:r>
        <w:tab/>
        <w:t>1.013e0</w:t>
      </w:r>
    </w:p>
    <w:p w:rsidR="007B6A46" w:rsidRDefault="007B6A46" w:rsidP="007B6A46">
      <w:r>
        <w:t>144.5235</w:t>
      </w:r>
      <w:r>
        <w:tab/>
        <w:t>1.013e0</w:t>
      </w:r>
    </w:p>
    <w:p w:rsidR="007B6A46" w:rsidRDefault="007B6A46" w:rsidP="007B6A46">
      <w:r>
        <w:t>144.5616</w:t>
      </w:r>
      <w:r>
        <w:tab/>
        <w:t>1.013e0</w:t>
      </w:r>
    </w:p>
    <w:p w:rsidR="007B6A46" w:rsidRDefault="007B6A46" w:rsidP="007B6A46">
      <w:r>
        <w:t>144.5709</w:t>
      </w:r>
      <w:r>
        <w:tab/>
        <w:t>1.013e0</w:t>
      </w:r>
    </w:p>
    <w:p w:rsidR="007B6A46" w:rsidRDefault="007B6A46" w:rsidP="007B6A46">
      <w:r>
        <w:t>144.5742</w:t>
      </w:r>
      <w:r>
        <w:tab/>
        <w:t>1.013e0</w:t>
      </w:r>
    </w:p>
    <w:p w:rsidR="007B6A46" w:rsidRDefault="007B6A46" w:rsidP="007B6A46">
      <w:r>
        <w:t>144.5840</w:t>
      </w:r>
      <w:r>
        <w:tab/>
        <w:t>1.013e0</w:t>
      </w:r>
    </w:p>
    <w:p w:rsidR="007B6A46" w:rsidRDefault="007B6A46" w:rsidP="007B6A46">
      <w:r>
        <w:t>144.5966</w:t>
      </w:r>
      <w:r>
        <w:tab/>
        <w:t>1.013e0</w:t>
      </w:r>
    </w:p>
    <w:p w:rsidR="007B6A46" w:rsidRDefault="007B6A46" w:rsidP="007B6A46">
      <w:r>
        <w:t>144.5998</w:t>
      </w:r>
      <w:r>
        <w:tab/>
        <w:t>1.013e0</w:t>
      </w:r>
    </w:p>
    <w:p w:rsidR="007B6A46" w:rsidRDefault="007B6A46" w:rsidP="007B6A46">
      <w:r>
        <w:t>144.6025</w:t>
      </w:r>
      <w:r>
        <w:tab/>
        <w:t>1.013e0</w:t>
      </w:r>
    </w:p>
    <w:p w:rsidR="007B6A46" w:rsidRDefault="007B6A46" w:rsidP="007B6A46">
      <w:r>
        <w:t>144.6190</w:t>
      </w:r>
      <w:r>
        <w:tab/>
        <w:t>2.025e0</w:t>
      </w:r>
    </w:p>
    <w:p w:rsidR="007B6A46" w:rsidRDefault="007B6A46" w:rsidP="007B6A46">
      <w:r>
        <w:t>144.6377</w:t>
      </w:r>
      <w:r>
        <w:tab/>
        <w:t>1.013e0</w:t>
      </w:r>
    </w:p>
    <w:p w:rsidR="007B6A46" w:rsidRDefault="007B6A46" w:rsidP="007B6A46">
      <w:r>
        <w:t>144.6478</w:t>
      </w:r>
      <w:r>
        <w:tab/>
        <w:t>1.013e0</w:t>
      </w:r>
    </w:p>
    <w:p w:rsidR="007B6A46" w:rsidRDefault="007B6A46" w:rsidP="007B6A46">
      <w:r>
        <w:t>144.6732</w:t>
      </w:r>
      <w:r>
        <w:tab/>
        <w:t>1.013e0</w:t>
      </w:r>
    </w:p>
    <w:p w:rsidR="007B6A46" w:rsidRDefault="007B6A46" w:rsidP="007B6A46">
      <w:r>
        <w:t>144.6760</w:t>
      </w:r>
      <w:r>
        <w:tab/>
        <w:t>1.013e0</w:t>
      </w:r>
    </w:p>
    <w:p w:rsidR="007B6A46" w:rsidRDefault="007B6A46" w:rsidP="007B6A46">
      <w:r>
        <w:t>144.6794</w:t>
      </w:r>
      <w:r>
        <w:tab/>
        <w:t>1.013e0</w:t>
      </w:r>
    </w:p>
    <w:p w:rsidR="007B6A46" w:rsidRDefault="007B6A46" w:rsidP="007B6A46">
      <w:r>
        <w:t>144.6894</w:t>
      </w:r>
      <w:r>
        <w:tab/>
        <w:t>1.013e0</w:t>
      </w:r>
    </w:p>
    <w:p w:rsidR="007B6A46" w:rsidRDefault="007B6A46" w:rsidP="007B6A46">
      <w:r>
        <w:t>144.7112</w:t>
      </w:r>
      <w:r>
        <w:tab/>
        <w:t>1.013e0</w:t>
      </w:r>
    </w:p>
    <w:p w:rsidR="007B6A46" w:rsidRDefault="007B6A46" w:rsidP="007B6A46">
      <w:r>
        <w:lastRenderedPageBreak/>
        <w:t>144.7180</w:t>
      </w:r>
      <w:r>
        <w:tab/>
        <w:t>1.013e0</w:t>
      </w:r>
    </w:p>
    <w:p w:rsidR="007B6A46" w:rsidRDefault="007B6A46" w:rsidP="007B6A46">
      <w:r>
        <w:t>144.7532</w:t>
      </w:r>
      <w:r>
        <w:tab/>
        <w:t>1.013e0</w:t>
      </w:r>
    </w:p>
    <w:p w:rsidR="007B6A46" w:rsidRDefault="007B6A46" w:rsidP="007B6A46">
      <w:r>
        <w:t>144.7728</w:t>
      </w:r>
      <w:r>
        <w:tab/>
        <w:t>1.013e0</w:t>
      </w:r>
    </w:p>
    <w:p w:rsidR="007B6A46" w:rsidRDefault="007B6A46" w:rsidP="007B6A46">
      <w:r>
        <w:t>144.7817</w:t>
      </w:r>
      <w:r>
        <w:tab/>
        <w:t>1.013e0</w:t>
      </w:r>
    </w:p>
    <w:p w:rsidR="007B6A46" w:rsidRDefault="007B6A46" w:rsidP="007B6A46">
      <w:r>
        <w:t>144.7940</w:t>
      </w:r>
      <w:r>
        <w:tab/>
        <w:t>3.038e0</w:t>
      </w:r>
    </w:p>
    <w:p w:rsidR="007B6A46" w:rsidRDefault="007B6A46" w:rsidP="007B6A46">
      <w:r>
        <w:t>144.8014</w:t>
      </w:r>
      <w:r>
        <w:tab/>
        <w:t>1.013e0</w:t>
      </w:r>
    </w:p>
    <w:p w:rsidR="007B6A46" w:rsidRDefault="007B6A46" w:rsidP="007B6A46">
      <w:r>
        <w:t>144.8077</w:t>
      </w:r>
      <w:r>
        <w:tab/>
        <w:t>1.013e0</w:t>
      </w:r>
    </w:p>
    <w:p w:rsidR="007B6A46" w:rsidRDefault="007B6A46" w:rsidP="007B6A46">
      <w:r>
        <w:t>144.8717</w:t>
      </w:r>
      <w:r>
        <w:tab/>
        <w:t>1.013e0</w:t>
      </w:r>
    </w:p>
    <w:p w:rsidR="007B6A46" w:rsidRDefault="007B6A46" w:rsidP="007B6A46">
      <w:r>
        <w:t>144.8813</w:t>
      </w:r>
      <w:r>
        <w:tab/>
        <w:t>1.013e0</w:t>
      </w:r>
    </w:p>
    <w:p w:rsidR="007B6A46" w:rsidRDefault="007B6A46" w:rsidP="007B6A46">
      <w:r>
        <w:t>144.8920</w:t>
      </w:r>
      <w:r>
        <w:tab/>
        <w:t>2.025e0</w:t>
      </w:r>
    </w:p>
    <w:p w:rsidR="007B6A46" w:rsidRDefault="007B6A46" w:rsidP="007B6A46">
      <w:r>
        <w:t>144.9418</w:t>
      </w:r>
      <w:r>
        <w:tab/>
        <w:t>1.013e0</w:t>
      </w:r>
    </w:p>
    <w:p w:rsidR="007B6A46" w:rsidRDefault="007B6A46" w:rsidP="007B6A46">
      <w:r>
        <w:t>144.9770</w:t>
      </w:r>
      <w:r>
        <w:tab/>
        <w:t>1.013e0</w:t>
      </w:r>
    </w:p>
    <w:p w:rsidR="007B6A46" w:rsidRDefault="007B6A46" w:rsidP="007B6A46">
      <w:r>
        <w:t>144.9827</w:t>
      </w:r>
      <w:r>
        <w:tab/>
        <w:t>3.038e0</w:t>
      </w:r>
    </w:p>
    <w:p w:rsidR="007B6A46" w:rsidRDefault="007B6A46" w:rsidP="007B6A46">
      <w:r>
        <w:t>144.9854</w:t>
      </w:r>
      <w:r>
        <w:tab/>
        <w:t>2.025e0</w:t>
      </w:r>
    </w:p>
    <w:p w:rsidR="007B6A46" w:rsidRDefault="007B6A46" w:rsidP="007B6A46">
      <w:r>
        <w:t>144.9888</w:t>
      </w:r>
      <w:r>
        <w:tab/>
        <w:t>2.025e0</w:t>
      </w:r>
    </w:p>
    <w:p w:rsidR="007B6A46" w:rsidRDefault="007B6A46" w:rsidP="007B6A46">
      <w:r>
        <w:t>144.9922</w:t>
      </w:r>
      <w:r>
        <w:tab/>
        <w:t>2.025e0</w:t>
      </w:r>
    </w:p>
    <w:p w:rsidR="007B6A46" w:rsidRDefault="007B6A46" w:rsidP="007B6A46">
      <w:r>
        <w:t>144.9993</w:t>
      </w:r>
      <w:r>
        <w:tab/>
        <w:t>1.013e0</w:t>
      </w:r>
    </w:p>
    <w:p w:rsidR="007B6A46" w:rsidRDefault="007B6A46" w:rsidP="007B6A46">
      <w:r>
        <w:t>145.0089</w:t>
      </w:r>
      <w:r>
        <w:tab/>
        <w:t>1.013e0</w:t>
      </w:r>
    </w:p>
    <w:p w:rsidR="007B6A46" w:rsidRDefault="007B6A46" w:rsidP="007B6A46">
      <w:r>
        <w:t>145.0157</w:t>
      </w:r>
      <w:r>
        <w:tab/>
        <w:t>1.013e0</w:t>
      </w:r>
    </w:p>
    <w:p w:rsidR="007B6A46" w:rsidRDefault="007B6A46" w:rsidP="007B6A46">
      <w:r>
        <w:lastRenderedPageBreak/>
        <w:t>145.0346</w:t>
      </w:r>
      <w:r>
        <w:tab/>
        <w:t>1.013e0</w:t>
      </w:r>
    </w:p>
    <w:p w:rsidR="007B6A46" w:rsidRDefault="007B6A46" w:rsidP="007B6A46">
      <w:r>
        <w:t>145.0389</w:t>
      </w:r>
      <w:r>
        <w:tab/>
        <w:t>2.025e0</w:t>
      </w:r>
    </w:p>
    <w:p w:rsidR="007B6A46" w:rsidRDefault="007B6A46" w:rsidP="007B6A46">
      <w:r>
        <w:t>145.0509</w:t>
      </w:r>
      <w:r>
        <w:tab/>
        <w:t>2.025e0</w:t>
      </w:r>
    </w:p>
    <w:p w:rsidR="007B6A46" w:rsidRDefault="007B6A46" w:rsidP="007B6A46">
      <w:r>
        <w:t>145.0525</w:t>
      </w:r>
      <w:r>
        <w:tab/>
        <w:t>2.025e0</w:t>
      </w:r>
    </w:p>
    <w:p w:rsidR="007B6A46" w:rsidRDefault="007B6A46" w:rsidP="007B6A46">
      <w:r>
        <w:t>145.0570</w:t>
      </w:r>
      <w:r>
        <w:tab/>
        <w:t>4.051e0</w:t>
      </w:r>
    </w:p>
    <w:p w:rsidR="007B6A46" w:rsidRDefault="007B6A46" w:rsidP="007B6A46">
      <w:r>
        <w:t>145.0604</w:t>
      </w:r>
      <w:r>
        <w:tab/>
        <w:t>1.013e0</w:t>
      </w:r>
    </w:p>
    <w:p w:rsidR="007B6A46" w:rsidRDefault="007B6A46" w:rsidP="007B6A46">
      <w:r>
        <w:t>145.0671</w:t>
      </w:r>
      <w:r>
        <w:tab/>
        <w:t>2.025e0</w:t>
      </w:r>
    </w:p>
    <w:p w:rsidR="007B6A46" w:rsidRDefault="007B6A46" w:rsidP="007B6A46">
      <w:r>
        <w:t>145.0702</w:t>
      </w:r>
      <w:r>
        <w:tab/>
        <w:t>2.025e0</w:t>
      </w:r>
    </w:p>
    <w:p w:rsidR="007B6A46" w:rsidRDefault="007B6A46" w:rsidP="007B6A46">
      <w:r>
        <w:t>145.0728</w:t>
      </w:r>
      <w:r>
        <w:tab/>
        <w:t>1.013e0</w:t>
      </w:r>
    </w:p>
    <w:p w:rsidR="007B6A46" w:rsidRDefault="007B6A46" w:rsidP="007B6A46">
      <w:r>
        <w:t>145.0760</w:t>
      </w:r>
      <w:r>
        <w:tab/>
        <w:t>2.025e0</w:t>
      </w:r>
    </w:p>
    <w:p w:rsidR="007B6A46" w:rsidRDefault="007B6A46" w:rsidP="007B6A46">
      <w:r>
        <w:t>145.0925</w:t>
      </w:r>
      <w:r>
        <w:tab/>
        <w:t>1.013e0</w:t>
      </w:r>
    </w:p>
    <w:p w:rsidR="007B6A46" w:rsidRDefault="007B6A46" w:rsidP="007B6A46">
      <w:r>
        <w:t>145.0991</w:t>
      </w:r>
      <w:r>
        <w:tab/>
        <w:t>1.013e0</w:t>
      </w:r>
    </w:p>
    <w:p w:rsidR="007B6A46" w:rsidRDefault="007B6A46" w:rsidP="007B6A46">
      <w:r>
        <w:t>145.1001</w:t>
      </w:r>
      <w:r>
        <w:tab/>
        <w:t>3.038e0</w:t>
      </w:r>
    </w:p>
    <w:p w:rsidR="007B6A46" w:rsidRDefault="007B6A46" w:rsidP="007B6A46">
      <w:r>
        <w:t>145.1023</w:t>
      </w:r>
      <w:r>
        <w:tab/>
        <w:t>1.013e0</w:t>
      </w:r>
    </w:p>
    <w:p w:rsidR="007B6A46" w:rsidRDefault="007B6A46" w:rsidP="007B6A46">
      <w:r>
        <w:t>145.1134</w:t>
      </w:r>
      <w:r>
        <w:tab/>
        <w:t>3.038e0</w:t>
      </w:r>
    </w:p>
    <w:p w:rsidR="007B6A46" w:rsidRDefault="007B6A46" w:rsidP="007B6A46">
      <w:r>
        <w:t>145.1163</w:t>
      </w:r>
      <w:r>
        <w:tab/>
        <w:t>2.025e0</w:t>
      </w:r>
    </w:p>
    <w:p w:rsidR="007B6A46" w:rsidRDefault="007B6A46" w:rsidP="007B6A46">
      <w:r>
        <w:t>145.1212</w:t>
      </w:r>
      <w:r>
        <w:tab/>
        <w:t>1.013e0</w:t>
      </w:r>
    </w:p>
    <w:p w:rsidR="007B6A46" w:rsidRDefault="007B6A46" w:rsidP="007B6A46">
      <w:r>
        <w:t>145.1357</w:t>
      </w:r>
      <w:r>
        <w:tab/>
        <w:t>2.025e0</w:t>
      </w:r>
    </w:p>
    <w:p w:rsidR="007B6A46" w:rsidRDefault="007B6A46" w:rsidP="007B6A46">
      <w:r>
        <w:t>145.1376</w:t>
      </w:r>
      <w:r>
        <w:tab/>
        <w:t>1.013e0</w:t>
      </w:r>
    </w:p>
    <w:p w:rsidR="007B6A46" w:rsidRDefault="007B6A46" w:rsidP="007B6A46">
      <w:r>
        <w:lastRenderedPageBreak/>
        <w:t>145.1496</w:t>
      </w:r>
      <w:r>
        <w:tab/>
        <w:t>2.025e0</w:t>
      </w:r>
    </w:p>
    <w:p w:rsidR="007B6A46" w:rsidRDefault="007B6A46" w:rsidP="007B6A46">
      <w:r>
        <w:t>145.1597</w:t>
      </w:r>
      <w:r>
        <w:tab/>
        <w:t>1.013e0</w:t>
      </w:r>
    </w:p>
    <w:p w:rsidR="007B6A46" w:rsidRDefault="007B6A46" w:rsidP="007B6A46">
      <w:r>
        <w:t>145.2201</w:t>
      </w:r>
      <w:r>
        <w:tab/>
        <w:t>1.013e0</w:t>
      </w:r>
    </w:p>
    <w:p w:rsidR="007B6A46" w:rsidRDefault="007B6A46" w:rsidP="007B6A46">
      <w:r>
        <w:t>145.2332</w:t>
      </w:r>
      <w:r>
        <w:tab/>
        <w:t>2.025e0</w:t>
      </w:r>
    </w:p>
    <w:p w:rsidR="007B6A46" w:rsidRDefault="007B6A46" w:rsidP="007B6A46">
      <w:r>
        <w:t>145.2366</w:t>
      </w:r>
      <w:r>
        <w:tab/>
        <w:t>1.013e0</w:t>
      </w:r>
    </w:p>
    <w:p w:rsidR="007B6A46" w:rsidRDefault="007B6A46" w:rsidP="007B6A46">
      <w:r>
        <w:t>145.2396</w:t>
      </w:r>
      <w:r>
        <w:tab/>
        <w:t>1.013e0</w:t>
      </w:r>
    </w:p>
    <w:p w:rsidR="007B6A46" w:rsidRDefault="007B6A46" w:rsidP="007B6A46">
      <w:r>
        <w:t>145.2465</w:t>
      </w:r>
      <w:r>
        <w:tab/>
        <w:t>1.013e0</w:t>
      </w:r>
    </w:p>
    <w:p w:rsidR="007B6A46" w:rsidRDefault="007B6A46" w:rsidP="007B6A46">
      <w:r>
        <w:t>145.2686</w:t>
      </w:r>
      <w:r>
        <w:tab/>
        <w:t>1.013e0</w:t>
      </w:r>
    </w:p>
    <w:p w:rsidR="007B6A46" w:rsidRDefault="007B6A46" w:rsidP="007B6A46">
      <w:r>
        <w:t>145.2781</w:t>
      </w:r>
      <w:r>
        <w:tab/>
        <w:t>1.013e0</w:t>
      </w:r>
    </w:p>
    <w:p w:rsidR="007B6A46" w:rsidRDefault="007B6A46" w:rsidP="007B6A46">
      <w:r>
        <w:t>145.2848</w:t>
      </w:r>
      <w:r>
        <w:tab/>
        <w:t>1.013e0</w:t>
      </w:r>
    </w:p>
    <w:p w:rsidR="007B6A46" w:rsidRDefault="007B6A46" w:rsidP="007B6A46">
      <w:r>
        <w:t>145.3103</w:t>
      </w:r>
      <w:r>
        <w:tab/>
        <w:t>1.013e0</w:t>
      </w:r>
    </w:p>
    <w:p w:rsidR="007B6A46" w:rsidRDefault="007B6A46" w:rsidP="007B6A46">
      <w:r>
        <w:t>145.3232</w:t>
      </w:r>
      <w:r>
        <w:tab/>
        <w:t>1.013e0</w:t>
      </w:r>
    </w:p>
    <w:p w:rsidR="007B6A46" w:rsidRDefault="007B6A46" w:rsidP="007B6A46">
      <w:r>
        <w:t>145.3518</w:t>
      </w:r>
      <w:r>
        <w:tab/>
        <w:t>1.013e0</w:t>
      </w:r>
    </w:p>
    <w:p w:rsidR="007B6A46" w:rsidRDefault="007B6A46" w:rsidP="007B6A46">
      <w:r>
        <w:t>145.3674</w:t>
      </w:r>
      <w:r>
        <w:tab/>
        <w:t>1.013e0</w:t>
      </w:r>
    </w:p>
    <w:p w:rsidR="007B6A46" w:rsidRDefault="007B6A46" w:rsidP="007B6A46">
      <w:r>
        <w:t>145.3708</w:t>
      </w:r>
      <w:r>
        <w:tab/>
        <w:t>1.013e0</w:t>
      </w:r>
    </w:p>
    <w:p w:rsidR="007B6A46" w:rsidRDefault="007B6A46" w:rsidP="007B6A46">
      <w:r>
        <w:t>145.4060</w:t>
      </w:r>
      <w:r>
        <w:tab/>
        <w:t>1.013e0</w:t>
      </w:r>
    </w:p>
    <w:p w:rsidR="007B6A46" w:rsidRDefault="007B6A46" w:rsidP="007B6A46">
      <w:r>
        <w:t>145.4141</w:t>
      </w:r>
      <w:r>
        <w:tab/>
        <w:t>2.025e0</w:t>
      </w:r>
    </w:p>
    <w:p w:rsidR="007B6A46" w:rsidRDefault="007B6A46" w:rsidP="007B6A46">
      <w:r>
        <w:t>145.4159</w:t>
      </w:r>
      <w:r>
        <w:tab/>
        <w:t>1.013e0</w:t>
      </w:r>
    </w:p>
    <w:p w:rsidR="007B6A46" w:rsidRDefault="007B6A46" w:rsidP="007B6A46">
      <w:r>
        <w:t>145.4443</w:t>
      </w:r>
      <w:r>
        <w:tab/>
        <w:t>1.013e0</w:t>
      </w:r>
    </w:p>
    <w:p w:rsidR="007B6A46" w:rsidRDefault="007B6A46" w:rsidP="007B6A46">
      <w:r>
        <w:lastRenderedPageBreak/>
        <w:t>145.4577</w:t>
      </w:r>
      <w:r>
        <w:tab/>
        <w:t>1.013e0</w:t>
      </w:r>
    </w:p>
    <w:p w:rsidR="007B6A46" w:rsidRDefault="007B6A46" w:rsidP="007B6A46">
      <w:r>
        <w:t>145.4797</w:t>
      </w:r>
      <w:r>
        <w:tab/>
        <w:t>1.013e0</w:t>
      </w:r>
    </w:p>
    <w:p w:rsidR="007B6A46" w:rsidRDefault="007B6A46" w:rsidP="007B6A46">
      <w:r>
        <w:t>145.4844</w:t>
      </w:r>
      <w:r>
        <w:tab/>
        <w:t>2.025e0</w:t>
      </w:r>
    </w:p>
    <w:p w:rsidR="007B6A46" w:rsidRDefault="007B6A46" w:rsidP="007B6A46">
      <w:r>
        <w:t>145.4864</w:t>
      </w:r>
      <w:r>
        <w:tab/>
        <w:t>1.013e0</w:t>
      </w:r>
    </w:p>
    <w:p w:rsidR="007B6A46" w:rsidRDefault="007B6A46" w:rsidP="007B6A46">
      <w:r>
        <w:t>145.4929</w:t>
      </w:r>
      <w:r>
        <w:tab/>
        <w:t>1.013e0</w:t>
      </w:r>
    </w:p>
    <w:p w:rsidR="007B6A46" w:rsidRDefault="007B6A46" w:rsidP="007B6A46">
      <w:r>
        <w:t>145.5149</w:t>
      </w:r>
      <w:r>
        <w:tab/>
        <w:t>1.013e0</w:t>
      </w:r>
    </w:p>
    <w:p w:rsidR="007B6A46" w:rsidRDefault="007B6A46" w:rsidP="007B6A46">
      <w:r>
        <w:t>145.5473</w:t>
      </w:r>
      <w:r>
        <w:tab/>
        <w:t>1.013e0</w:t>
      </w:r>
    </w:p>
    <w:p w:rsidR="007B6A46" w:rsidRDefault="007B6A46" w:rsidP="007B6A46">
      <w:r>
        <w:t>145.5535</w:t>
      </w:r>
      <w:r>
        <w:tab/>
        <w:t>1.013e0</w:t>
      </w:r>
    </w:p>
    <w:p w:rsidR="007B6A46" w:rsidRDefault="007B6A46" w:rsidP="007B6A46">
      <w:r>
        <w:t>145.5568</w:t>
      </w:r>
      <w:r>
        <w:tab/>
        <w:t>1.013e0</w:t>
      </w:r>
    </w:p>
    <w:p w:rsidR="007B6A46" w:rsidRDefault="007B6A46" w:rsidP="007B6A46">
      <w:r>
        <w:t>145.5697</w:t>
      </w:r>
      <w:r>
        <w:tab/>
        <w:t>1.013e0</w:t>
      </w:r>
    </w:p>
    <w:p w:rsidR="007B6A46" w:rsidRDefault="007B6A46" w:rsidP="007B6A46">
      <w:r>
        <w:t>145.5951</w:t>
      </w:r>
      <w:r>
        <w:tab/>
        <w:t>1.013e0</w:t>
      </w:r>
    </w:p>
    <w:p w:rsidR="007B6A46" w:rsidRDefault="007B6A46" w:rsidP="007B6A46">
      <w:r>
        <w:t>145.6214</w:t>
      </w:r>
      <w:r>
        <w:tab/>
        <w:t>1.013e0</w:t>
      </w:r>
    </w:p>
    <w:p w:rsidR="007B6A46" w:rsidRDefault="007B6A46" w:rsidP="007B6A46">
      <w:r>
        <w:t>145.6271</w:t>
      </w:r>
      <w:r>
        <w:tab/>
        <w:t>2.025e0</w:t>
      </w:r>
    </w:p>
    <w:p w:rsidR="007B6A46" w:rsidRDefault="007B6A46" w:rsidP="007B6A46">
      <w:r>
        <w:t>145.6536</w:t>
      </w:r>
      <w:r>
        <w:tab/>
        <w:t>2.025e0</w:t>
      </w:r>
    </w:p>
    <w:p w:rsidR="007B6A46" w:rsidRDefault="007B6A46" w:rsidP="007B6A46">
      <w:r>
        <w:t>145.6855</w:t>
      </w:r>
      <w:r>
        <w:tab/>
        <w:t>3.038e0</w:t>
      </w:r>
    </w:p>
    <w:p w:rsidR="007B6A46" w:rsidRDefault="007B6A46" w:rsidP="007B6A46">
      <w:r>
        <w:t>145.6982</w:t>
      </w:r>
      <w:r>
        <w:tab/>
        <w:t>1.013e0</w:t>
      </w:r>
    </w:p>
    <w:p w:rsidR="007B6A46" w:rsidRDefault="007B6A46" w:rsidP="007B6A46">
      <w:r>
        <w:t>145.7009</w:t>
      </w:r>
      <w:r>
        <w:tab/>
        <w:t>1.013e0</w:t>
      </w:r>
    </w:p>
    <w:p w:rsidR="007B6A46" w:rsidRDefault="007B6A46" w:rsidP="007B6A46">
      <w:r>
        <w:t>145.7207</w:t>
      </w:r>
      <w:r>
        <w:tab/>
        <w:t>1.013e0</w:t>
      </w:r>
    </w:p>
    <w:p w:rsidR="007B6A46" w:rsidRDefault="007B6A46" w:rsidP="007B6A46">
      <w:r>
        <w:t>145.7527</w:t>
      </w:r>
      <w:r>
        <w:tab/>
        <w:t>1.013e0</w:t>
      </w:r>
    </w:p>
    <w:p w:rsidR="007B6A46" w:rsidRDefault="007B6A46" w:rsidP="007B6A46">
      <w:r>
        <w:lastRenderedPageBreak/>
        <w:t>145.7690</w:t>
      </w:r>
      <w:r>
        <w:tab/>
        <w:t>2.025e0</w:t>
      </w:r>
    </w:p>
    <w:p w:rsidR="007B6A46" w:rsidRDefault="007B6A46" w:rsidP="007B6A46">
      <w:r>
        <w:t>145.7750</w:t>
      </w:r>
      <w:r>
        <w:tab/>
        <w:t>1.013e0</w:t>
      </w:r>
    </w:p>
    <w:p w:rsidR="007B6A46" w:rsidRDefault="007B6A46" w:rsidP="007B6A46">
      <w:r>
        <w:t>145.8164</w:t>
      </w:r>
      <w:r>
        <w:tab/>
        <w:t>3.038e0</w:t>
      </w:r>
    </w:p>
    <w:p w:rsidR="007B6A46" w:rsidRDefault="007B6A46" w:rsidP="007B6A46">
      <w:r>
        <w:t>145.8428</w:t>
      </w:r>
      <w:r>
        <w:tab/>
        <w:t>2.025e0</w:t>
      </w:r>
    </w:p>
    <w:p w:rsidR="007B6A46" w:rsidRDefault="007B6A46" w:rsidP="007B6A46">
      <w:r>
        <w:t>145.8457</w:t>
      </w:r>
      <w:r>
        <w:tab/>
        <w:t>1.013e0</w:t>
      </w:r>
    </w:p>
    <w:p w:rsidR="007B6A46" w:rsidRDefault="007B6A46" w:rsidP="007B6A46">
      <w:r>
        <w:t>145.8841</w:t>
      </w:r>
      <w:r>
        <w:tab/>
        <w:t>1.013e0</w:t>
      </w:r>
    </w:p>
    <w:p w:rsidR="007B6A46" w:rsidRDefault="007B6A46" w:rsidP="007B6A46">
      <w:r>
        <w:t>145.8937</w:t>
      </w:r>
      <w:r>
        <w:tab/>
        <w:t>1.013e0</w:t>
      </w:r>
    </w:p>
    <w:p w:rsidR="007B6A46" w:rsidRDefault="007B6A46" w:rsidP="007B6A46">
      <w:r>
        <w:t>145.9289</w:t>
      </w:r>
      <w:r>
        <w:tab/>
        <w:t>2.025e0</w:t>
      </w:r>
    </w:p>
    <w:p w:rsidR="007B6A46" w:rsidRDefault="007B6A46" w:rsidP="007B6A46">
      <w:r>
        <w:t>145.9320</w:t>
      </w:r>
      <w:r>
        <w:tab/>
        <w:t>1.013e0</w:t>
      </w:r>
    </w:p>
    <w:p w:rsidR="007B6A46" w:rsidRDefault="007B6A46" w:rsidP="007B6A46">
      <w:r>
        <w:t>145.9870</w:t>
      </w:r>
      <w:r>
        <w:tab/>
        <w:t>2.025e0</w:t>
      </w:r>
    </w:p>
    <w:p w:rsidR="007B6A46" w:rsidRDefault="007B6A46" w:rsidP="007B6A46">
      <w:r>
        <w:t>146.0025</w:t>
      </w:r>
      <w:r>
        <w:tab/>
        <w:t>1.013e0</w:t>
      </w:r>
    </w:p>
    <w:p w:rsidR="007B6A46" w:rsidRDefault="007B6A46" w:rsidP="007B6A46">
      <w:r>
        <w:t>146.0258</w:t>
      </w:r>
      <w:r>
        <w:tab/>
        <w:t>1.013e0</w:t>
      </w:r>
    </w:p>
    <w:p w:rsidR="007B6A46" w:rsidRDefault="007B6A46" w:rsidP="007B6A46">
      <w:r>
        <w:t>146.0352</w:t>
      </w:r>
      <w:r>
        <w:tab/>
        <w:t>1.013e0</w:t>
      </w:r>
    </w:p>
    <w:p w:rsidR="007B6A46" w:rsidRDefault="007B6A46" w:rsidP="007B6A46">
      <w:r>
        <w:t>146.0446</w:t>
      </w:r>
      <w:r>
        <w:tab/>
        <w:t>1.013e0</w:t>
      </w:r>
    </w:p>
    <w:p w:rsidR="007B6A46" w:rsidRDefault="007B6A46" w:rsidP="007B6A46">
      <w:r>
        <w:t>146.0689</w:t>
      </w:r>
      <w:r>
        <w:tab/>
        <w:t>2.835e1</w:t>
      </w:r>
    </w:p>
    <w:p w:rsidR="007B6A46" w:rsidRDefault="007B6A46" w:rsidP="007B6A46">
      <w:r>
        <w:t>146.0702</w:t>
      </w:r>
      <w:r>
        <w:tab/>
        <w:t>2.633e1</w:t>
      </w:r>
    </w:p>
    <w:p w:rsidR="007B6A46" w:rsidRDefault="007B6A46" w:rsidP="007B6A46">
      <w:r>
        <w:t>146.0719</w:t>
      </w:r>
      <w:r>
        <w:tab/>
        <w:t>1.683e1</w:t>
      </w:r>
    </w:p>
    <w:p w:rsidR="007B6A46" w:rsidRDefault="007B6A46" w:rsidP="007B6A46">
      <w:r>
        <w:t>146.0996</w:t>
      </w:r>
      <w:r>
        <w:tab/>
        <w:t>3.038e0</w:t>
      </w:r>
    </w:p>
    <w:p w:rsidR="007B6A46" w:rsidRDefault="007B6A46" w:rsidP="007B6A46">
      <w:r>
        <w:t>146.1314</w:t>
      </w:r>
      <w:r>
        <w:tab/>
        <w:t>1.013e0</w:t>
      </w:r>
    </w:p>
    <w:p w:rsidR="007B6A46" w:rsidRDefault="007B6A46" w:rsidP="007B6A46">
      <w:r>
        <w:lastRenderedPageBreak/>
        <w:t>146.1333</w:t>
      </w:r>
      <w:r>
        <w:tab/>
        <w:t>2.025e0</w:t>
      </w:r>
    </w:p>
    <w:p w:rsidR="007B6A46" w:rsidRDefault="007B6A46" w:rsidP="007B6A46">
      <w:r>
        <w:t>146.1732</w:t>
      </w:r>
      <w:r>
        <w:tab/>
        <w:t>1.013e0</w:t>
      </w:r>
    </w:p>
    <w:p w:rsidR="007B6A46" w:rsidRDefault="007B6A46" w:rsidP="007B6A46">
      <w:r>
        <w:t>146.2217</w:t>
      </w:r>
      <w:r>
        <w:tab/>
        <w:t>1.013e0</w:t>
      </w:r>
    </w:p>
    <w:p w:rsidR="007B6A46" w:rsidRDefault="007B6A46" w:rsidP="007B6A46">
      <w:r>
        <w:t>146.2824</w:t>
      </w:r>
      <w:r>
        <w:tab/>
        <w:t>1.013e0</w:t>
      </w:r>
    </w:p>
    <w:p w:rsidR="007B6A46" w:rsidRDefault="007B6A46" w:rsidP="007B6A46">
      <w:r>
        <w:t>146.3310</w:t>
      </w:r>
      <w:r>
        <w:tab/>
        <w:t>1.013e0</w:t>
      </w:r>
    </w:p>
    <w:p w:rsidR="007B6A46" w:rsidRDefault="007B6A46" w:rsidP="007B6A46">
      <w:r>
        <w:t>146.3631</w:t>
      </w:r>
      <w:r>
        <w:tab/>
        <w:t>1.013e0</w:t>
      </w:r>
    </w:p>
    <w:p w:rsidR="007B6A46" w:rsidRDefault="007B6A46" w:rsidP="007B6A46">
      <w:r>
        <w:t>146.3820</w:t>
      </w:r>
      <w:r>
        <w:tab/>
        <w:t>1.013e0</w:t>
      </w:r>
    </w:p>
    <w:p w:rsidR="007B6A46" w:rsidRDefault="007B6A46" w:rsidP="007B6A46">
      <w:r>
        <w:t>146.4016</w:t>
      </w:r>
      <w:r>
        <w:tab/>
        <w:t>2.025e0</w:t>
      </w:r>
    </w:p>
    <w:p w:rsidR="007B6A46" w:rsidRDefault="007B6A46" w:rsidP="007B6A46">
      <w:r>
        <w:t>146.4051</w:t>
      </w:r>
      <w:r>
        <w:tab/>
        <w:t>1.013e0</w:t>
      </w:r>
    </w:p>
    <w:p w:rsidR="007B6A46" w:rsidRDefault="007B6A46" w:rsidP="007B6A46">
      <w:r>
        <w:t>146.4173</w:t>
      </w:r>
      <w:r>
        <w:tab/>
        <w:t>1.013e0</w:t>
      </w:r>
    </w:p>
    <w:p w:rsidR="007B6A46" w:rsidRDefault="007B6A46" w:rsidP="007B6A46">
      <w:r>
        <w:t>146.4559</w:t>
      </w:r>
      <w:r>
        <w:tab/>
        <w:t>1.013e0</w:t>
      </w:r>
    </w:p>
    <w:p w:rsidR="007B6A46" w:rsidRDefault="007B6A46" w:rsidP="007B6A46">
      <w:r>
        <w:t>146.5110</w:t>
      </w:r>
      <w:r>
        <w:tab/>
        <w:t>1.013e0</w:t>
      </w:r>
    </w:p>
    <w:p w:rsidR="007B6A46" w:rsidRDefault="007B6A46" w:rsidP="007B6A46">
      <w:r>
        <w:t>146.5430</w:t>
      </w:r>
      <w:r>
        <w:tab/>
        <w:t>2.025e0</w:t>
      </w:r>
    </w:p>
    <w:p w:rsidR="007B6A46" w:rsidRDefault="007B6A46" w:rsidP="007B6A46">
      <w:r>
        <w:t>146.5493</w:t>
      </w:r>
      <w:r>
        <w:tab/>
        <w:t>1.013e0</w:t>
      </w:r>
    </w:p>
    <w:p w:rsidR="007B6A46" w:rsidRDefault="007B6A46" w:rsidP="007B6A46">
      <w:r>
        <w:t>146.5562</w:t>
      </w:r>
      <w:r>
        <w:tab/>
        <w:t>1.013e0</w:t>
      </w:r>
    </w:p>
    <w:p w:rsidR="007B6A46" w:rsidRDefault="007B6A46" w:rsidP="007B6A46">
      <w:r>
        <w:t>146.5946</w:t>
      </w:r>
      <w:r>
        <w:tab/>
        <w:t>1.013e0</w:t>
      </w:r>
    </w:p>
    <w:p w:rsidR="007B6A46" w:rsidRDefault="007B6A46" w:rsidP="007B6A46">
      <w:r>
        <w:t>146.6194</w:t>
      </w:r>
      <w:r>
        <w:tab/>
        <w:t>3.149e0</w:t>
      </w:r>
    </w:p>
    <w:p w:rsidR="007B6A46" w:rsidRDefault="007B6A46" w:rsidP="007B6A46">
      <w:r>
        <w:t>146.6429</w:t>
      </w:r>
      <w:r>
        <w:tab/>
        <w:t>1.013e0</w:t>
      </w:r>
    </w:p>
    <w:p w:rsidR="007B6A46" w:rsidRDefault="007B6A46" w:rsidP="007B6A46">
      <w:r>
        <w:t>146.6556</w:t>
      </w:r>
      <w:r>
        <w:tab/>
        <w:t>1.013e0</w:t>
      </w:r>
    </w:p>
    <w:p w:rsidR="007B6A46" w:rsidRDefault="007B6A46" w:rsidP="007B6A46">
      <w:r>
        <w:lastRenderedPageBreak/>
        <w:t>146.6718</w:t>
      </w:r>
      <w:r>
        <w:tab/>
        <w:t>1.013e0</w:t>
      </w:r>
    </w:p>
    <w:p w:rsidR="007B6A46" w:rsidRDefault="007B6A46" w:rsidP="007B6A46">
      <w:r>
        <w:t>146.6844</w:t>
      </w:r>
      <w:r>
        <w:tab/>
        <w:t>1.013e0</w:t>
      </w:r>
    </w:p>
    <w:p w:rsidR="007B6A46" w:rsidRDefault="007B6A46" w:rsidP="007B6A46">
      <w:r>
        <w:t>146.7171</w:t>
      </w:r>
      <w:r>
        <w:tab/>
        <w:t>1.013e0</w:t>
      </w:r>
    </w:p>
    <w:p w:rsidR="007B6A46" w:rsidRDefault="007B6A46" w:rsidP="007B6A46">
      <w:r>
        <w:t>146.7394</w:t>
      </w:r>
      <w:r>
        <w:tab/>
        <w:t>1.013e0</w:t>
      </w:r>
    </w:p>
    <w:p w:rsidR="007B6A46" w:rsidRDefault="007B6A46" w:rsidP="007B6A46">
      <w:r>
        <w:t>146.8069</w:t>
      </w:r>
      <w:r>
        <w:tab/>
        <w:t>1.013e0</w:t>
      </w:r>
    </w:p>
    <w:p w:rsidR="007B6A46" w:rsidRDefault="007B6A46" w:rsidP="007B6A46">
      <w:r>
        <w:t>146.8453</w:t>
      </w:r>
      <w:r>
        <w:tab/>
        <w:t>1.013e0</w:t>
      </w:r>
    </w:p>
    <w:p w:rsidR="007B6A46" w:rsidRDefault="007B6A46" w:rsidP="007B6A46">
      <w:r>
        <w:t>146.8584</w:t>
      </w:r>
      <w:r>
        <w:tab/>
        <w:t>1.013e0</w:t>
      </w:r>
    </w:p>
    <w:p w:rsidR="007B6A46" w:rsidRDefault="007B6A46" w:rsidP="007B6A46">
      <w:r>
        <w:t>146.9004</w:t>
      </w:r>
      <w:r>
        <w:tab/>
        <w:t>1.013e0</w:t>
      </w:r>
    </w:p>
    <w:p w:rsidR="007B6A46" w:rsidRDefault="007B6A46" w:rsidP="007B6A46">
      <w:r>
        <w:t>146.9426</w:t>
      </w:r>
      <w:r>
        <w:tab/>
        <w:t>1.013e0</w:t>
      </w:r>
    </w:p>
    <w:p w:rsidR="007B6A46" w:rsidRDefault="007B6A46" w:rsidP="007B6A46">
      <w:r>
        <w:t>146.9612</w:t>
      </w:r>
      <w:r>
        <w:tab/>
        <w:t>1.013e0</w:t>
      </w:r>
    </w:p>
    <w:p w:rsidR="007B6A46" w:rsidRDefault="007B6A46" w:rsidP="007B6A46">
      <w:r>
        <w:t>146.9763</w:t>
      </w:r>
      <w:r>
        <w:tab/>
        <w:t>2.025e0</w:t>
      </w:r>
    </w:p>
    <w:p w:rsidR="007B6A46" w:rsidRDefault="007B6A46" w:rsidP="007B6A46">
      <w:r>
        <w:t>146.9810</w:t>
      </w:r>
      <w:r>
        <w:tab/>
        <w:t>1.013e0</w:t>
      </w:r>
    </w:p>
    <w:p w:rsidR="007B6A46" w:rsidRDefault="007B6A46" w:rsidP="007B6A46">
      <w:r>
        <w:t>146.9829</w:t>
      </w:r>
      <w:r>
        <w:tab/>
        <w:t>2.025e0</w:t>
      </w:r>
    </w:p>
    <w:p w:rsidR="007B6A46" w:rsidRDefault="007B6A46" w:rsidP="007B6A46">
      <w:r>
        <w:t>146.9904</w:t>
      </w:r>
      <w:r>
        <w:tab/>
        <w:t>1.013e0</w:t>
      </w:r>
    </w:p>
    <w:p w:rsidR="007B6A46" w:rsidRDefault="007B6A46" w:rsidP="007B6A46">
      <w:r>
        <w:t>146.9968</w:t>
      </w:r>
      <w:r>
        <w:tab/>
        <w:t>1.013e0</w:t>
      </w:r>
    </w:p>
    <w:p w:rsidR="007B6A46" w:rsidRDefault="007B6A46" w:rsidP="007B6A46">
      <w:r>
        <w:t>147.0001</w:t>
      </w:r>
      <w:r>
        <w:tab/>
        <w:t>2.025e0</w:t>
      </w:r>
    </w:p>
    <w:p w:rsidR="007B6A46" w:rsidRDefault="007B6A46" w:rsidP="007B6A46">
      <w:r>
        <w:t>147.0166</w:t>
      </w:r>
      <w:r>
        <w:tab/>
        <w:t>1.013e0</w:t>
      </w:r>
    </w:p>
    <w:p w:rsidR="007B6A46" w:rsidRDefault="007B6A46" w:rsidP="007B6A46">
      <w:r>
        <w:t>147.0293</w:t>
      </w:r>
      <w:r>
        <w:tab/>
        <w:t>1.013e0</w:t>
      </w:r>
    </w:p>
    <w:p w:rsidR="007B6A46" w:rsidRDefault="007B6A46" w:rsidP="007B6A46">
      <w:r>
        <w:t>147.0605</w:t>
      </w:r>
      <w:r>
        <w:tab/>
        <w:t>2.025e0</w:t>
      </w:r>
    </w:p>
    <w:p w:rsidR="007B6A46" w:rsidRDefault="007B6A46" w:rsidP="007B6A46">
      <w:r>
        <w:lastRenderedPageBreak/>
        <w:t>147.0650</w:t>
      </w:r>
      <w:r>
        <w:tab/>
        <w:t>4.051e0</w:t>
      </w:r>
    </w:p>
    <w:p w:rsidR="007B6A46" w:rsidRDefault="007B6A46" w:rsidP="007B6A46">
      <w:r>
        <w:t>147.0677</w:t>
      </w:r>
      <w:r>
        <w:tab/>
        <w:t>3.038e0</w:t>
      </w:r>
    </w:p>
    <w:p w:rsidR="007B6A46" w:rsidRDefault="007B6A46" w:rsidP="007B6A46">
      <w:r>
        <w:t>147.0701</w:t>
      </w:r>
      <w:r>
        <w:tab/>
        <w:t>3.038e0</w:t>
      </w:r>
    </w:p>
    <w:p w:rsidR="007B6A46" w:rsidRDefault="007B6A46" w:rsidP="007B6A46">
      <w:r>
        <w:t>147.0730</w:t>
      </w:r>
      <w:r>
        <w:tab/>
        <w:t>5.637e0</w:t>
      </w:r>
    </w:p>
    <w:p w:rsidR="007B6A46" w:rsidRDefault="007B6A46" w:rsidP="007B6A46">
      <w:r>
        <w:t>147.0856</w:t>
      </w:r>
      <w:r>
        <w:tab/>
        <w:t>2.232e0</w:t>
      </w:r>
    </w:p>
    <w:p w:rsidR="007B6A46" w:rsidRDefault="007B6A46" w:rsidP="007B6A46">
      <w:r>
        <w:t>147.0890</w:t>
      </w:r>
      <w:r>
        <w:tab/>
        <w:t>2.025e0</w:t>
      </w:r>
    </w:p>
    <w:p w:rsidR="007B6A46" w:rsidRDefault="007B6A46" w:rsidP="007B6A46">
      <w:r>
        <w:t>147.0919</w:t>
      </w:r>
      <w:r>
        <w:tab/>
        <w:t>5.249e0</w:t>
      </w:r>
    </w:p>
    <w:p w:rsidR="007B6A46" w:rsidRDefault="007B6A46" w:rsidP="007B6A46">
      <w:r>
        <w:t>147.0963</w:t>
      </w:r>
      <w:r>
        <w:tab/>
        <w:t>6.076e0</w:t>
      </w:r>
    </w:p>
    <w:p w:rsidR="007B6A46" w:rsidRDefault="007B6A46" w:rsidP="007B6A46">
      <w:r>
        <w:t>147.1096</w:t>
      </w:r>
      <w:r>
        <w:tab/>
        <w:t>6.980e0</w:t>
      </w:r>
    </w:p>
    <w:p w:rsidR="007B6A46" w:rsidRDefault="007B6A46" w:rsidP="007B6A46">
      <w:r>
        <w:t>147.1106</w:t>
      </w:r>
      <w:r>
        <w:tab/>
        <w:t>3.038e0</w:t>
      </w:r>
    </w:p>
    <w:p w:rsidR="007B6A46" w:rsidRDefault="007B6A46" w:rsidP="007B6A46">
      <w:r>
        <w:t>147.1122</w:t>
      </w:r>
      <w:r>
        <w:tab/>
        <w:t>5.642e0</w:t>
      </w:r>
    </w:p>
    <w:p w:rsidR="007B6A46" w:rsidRDefault="007B6A46" w:rsidP="007B6A46">
      <w:r>
        <w:t>147.1133</w:t>
      </w:r>
      <w:r>
        <w:tab/>
        <w:t>1.418e1</w:t>
      </w:r>
    </w:p>
    <w:p w:rsidR="007B6A46" w:rsidRDefault="007B6A46" w:rsidP="007B6A46">
      <w:r>
        <w:t>147.1146</w:t>
      </w:r>
      <w:r>
        <w:tab/>
        <w:t>1.002e1</w:t>
      </w:r>
    </w:p>
    <w:p w:rsidR="007B6A46" w:rsidRDefault="007B6A46" w:rsidP="007B6A46">
      <w:r>
        <w:t>147.1269</w:t>
      </w:r>
      <w:r>
        <w:tab/>
        <w:t>3.038e0</w:t>
      </w:r>
    </w:p>
    <w:p w:rsidR="007B6A46" w:rsidRDefault="007B6A46" w:rsidP="007B6A46">
      <w:r>
        <w:t>147.1293</w:t>
      </w:r>
      <w:r>
        <w:tab/>
        <w:t>2.025e0</w:t>
      </w:r>
    </w:p>
    <w:p w:rsidR="007B6A46" w:rsidRDefault="007B6A46" w:rsidP="007B6A46">
      <w:r>
        <w:t>147.1546</w:t>
      </w:r>
      <w:r>
        <w:tab/>
        <w:t>1.013e0</w:t>
      </w:r>
    </w:p>
    <w:p w:rsidR="007B6A46" w:rsidRDefault="007B6A46" w:rsidP="007B6A46">
      <w:r>
        <w:t>147.2001</w:t>
      </w:r>
      <w:r>
        <w:tab/>
        <w:t>1.013e0</w:t>
      </w:r>
    </w:p>
    <w:p w:rsidR="007B6A46" w:rsidRDefault="007B6A46" w:rsidP="007B6A46">
      <w:r>
        <w:t>147.2097</w:t>
      </w:r>
      <w:r>
        <w:tab/>
        <w:t>1.013e0</w:t>
      </w:r>
    </w:p>
    <w:p w:rsidR="007B6A46" w:rsidRDefault="007B6A46" w:rsidP="007B6A46">
      <w:r>
        <w:t>147.2629</w:t>
      </w:r>
      <w:r>
        <w:tab/>
        <w:t>2.025e0</w:t>
      </w:r>
    </w:p>
    <w:p w:rsidR="007B6A46" w:rsidRDefault="007B6A46" w:rsidP="007B6A46">
      <w:r>
        <w:lastRenderedPageBreak/>
        <w:t>147.2742</w:t>
      </w:r>
      <w:r>
        <w:tab/>
        <w:t>1.013e0</w:t>
      </w:r>
    </w:p>
    <w:p w:rsidR="007B6A46" w:rsidRDefault="007B6A46" w:rsidP="007B6A46">
      <w:r>
        <w:t>147.3060</w:t>
      </w:r>
      <w:r>
        <w:tab/>
        <w:t>1.013e0</w:t>
      </w:r>
    </w:p>
    <w:p w:rsidR="007B6A46" w:rsidRDefault="007B6A46" w:rsidP="007B6A46">
      <w:r>
        <w:t>147.3096</w:t>
      </w:r>
      <w:r>
        <w:tab/>
        <w:t>1.013e0</w:t>
      </w:r>
    </w:p>
    <w:p w:rsidR="007B6A46" w:rsidRDefault="007B6A46" w:rsidP="007B6A46">
      <w:r>
        <w:t>147.3450</w:t>
      </w:r>
      <w:r>
        <w:tab/>
        <w:t>1.013e0</w:t>
      </w:r>
    </w:p>
    <w:p w:rsidR="007B6A46" w:rsidRDefault="007B6A46" w:rsidP="007B6A46">
      <w:r>
        <w:t>147.3835</w:t>
      </w:r>
      <w:r>
        <w:tab/>
        <w:t>1.013e0</w:t>
      </w:r>
    </w:p>
    <w:p w:rsidR="007B6A46" w:rsidRDefault="007B6A46" w:rsidP="007B6A46">
      <w:r>
        <w:t>147.4101</w:t>
      </w:r>
      <w:r>
        <w:tab/>
        <w:t>1.013e0</w:t>
      </w:r>
    </w:p>
    <w:p w:rsidR="007B6A46" w:rsidRDefault="007B6A46" w:rsidP="007B6A46">
      <w:r>
        <w:t>147.4553</w:t>
      </w:r>
      <w:r>
        <w:tab/>
        <w:t>1.013e0</w:t>
      </w:r>
    </w:p>
    <w:p w:rsidR="007B6A46" w:rsidRDefault="007B6A46" w:rsidP="007B6A46">
      <w:r>
        <w:t>147.4675</w:t>
      </w:r>
      <w:r>
        <w:tab/>
        <w:t>3.038e0</w:t>
      </w:r>
    </w:p>
    <w:p w:rsidR="007B6A46" w:rsidRDefault="007B6A46" w:rsidP="007B6A46">
      <w:r>
        <w:t>147.4874</w:t>
      </w:r>
      <w:r>
        <w:tab/>
        <w:t>2.025e0</w:t>
      </w:r>
    </w:p>
    <w:p w:rsidR="007B6A46" w:rsidRDefault="007B6A46" w:rsidP="007B6A46">
      <w:r>
        <w:t>147.4998</w:t>
      </w:r>
      <w:r>
        <w:tab/>
        <w:t>1.013e0</w:t>
      </w:r>
    </w:p>
    <w:p w:rsidR="007B6A46" w:rsidRDefault="007B6A46" w:rsidP="007B6A46">
      <w:r>
        <w:t>147.5030</w:t>
      </w:r>
      <w:r>
        <w:tab/>
        <w:t>1.013e0</w:t>
      </w:r>
    </w:p>
    <w:p w:rsidR="007B6A46" w:rsidRDefault="007B6A46" w:rsidP="007B6A46">
      <w:r>
        <w:t>147.5098</w:t>
      </w:r>
      <w:r>
        <w:tab/>
        <w:t>1.013e0</w:t>
      </w:r>
    </w:p>
    <w:p w:rsidR="007B6A46" w:rsidRDefault="007B6A46" w:rsidP="007B6A46">
      <w:r>
        <w:t>147.5196</w:t>
      </w:r>
      <w:r>
        <w:tab/>
        <w:t>1.013e0</w:t>
      </w:r>
    </w:p>
    <w:p w:rsidR="007B6A46" w:rsidRDefault="007B6A46" w:rsidP="007B6A46">
      <w:r>
        <w:t>147.5227</w:t>
      </w:r>
      <w:r>
        <w:tab/>
        <w:t>1.013e0</w:t>
      </w:r>
    </w:p>
    <w:p w:rsidR="007B6A46" w:rsidRDefault="007B6A46" w:rsidP="007B6A46">
      <w:r>
        <w:t>147.5329</w:t>
      </w:r>
      <w:r>
        <w:tab/>
        <w:t>1.013e0</w:t>
      </w:r>
    </w:p>
    <w:p w:rsidR="007B6A46" w:rsidRDefault="007B6A46" w:rsidP="007B6A46">
      <w:r>
        <w:t>147.5804</w:t>
      </w:r>
      <w:r>
        <w:tab/>
        <w:t>1.013e0</w:t>
      </w:r>
    </w:p>
    <w:p w:rsidR="007B6A46" w:rsidRDefault="007B6A46" w:rsidP="007B6A46">
      <w:r>
        <w:t>147.5938</w:t>
      </w:r>
      <w:r>
        <w:tab/>
        <w:t>1.013e0</w:t>
      </w:r>
    </w:p>
    <w:p w:rsidR="007B6A46" w:rsidRDefault="007B6A46" w:rsidP="007B6A46">
      <w:r>
        <w:t>147.6034</w:t>
      </w:r>
      <w:r>
        <w:tab/>
        <w:t>1.013e0</w:t>
      </w:r>
    </w:p>
    <w:p w:rsidR="007B6A46" w:rsidRDefault="007B6A46" w:rsidP="007B6A46">
      <w:r>
        <w:t>147.6104</w:t>
      </w:r>
      <w:r>
        <w:tab/>
        <w:t>1.013e0</w:t>
      </w:r>
    </w:p>
    <w:p w:rsidR="007B6A46" w:rsidRDefault="007B6A46" w:rsidP="007B6A46">
      <w:r>
        <w:lastRenderedPageBreak/>
        <w:t>147.6192</w:t>
      </w:r>
      <w:r>
        <w:tab/>
        <w:t>2.025e0</w:t>
      </w:r>
    </w:p>
    <w:p w:rsidR="007B6A46" w:rsidRDefault="007B6A46" w:rsidP="007B6A46">
      <w:r>
        <w:t>147.6225</w:t>
      </w:r>
      <w:r>
        <w:tab/>
        <w:t>1.013e0</w:t>
      </w:r>
    </w:p>
    <w:p w:rsidR="007B6A46" w:rsidRDefault="007B6A46" w:rsidP="007B6A46">
      <w:r>
        <w:t>147.6999</w:t>
      </w:r>
      <w:r>
        <w:tab/>
        <w:t>2.025e0</w:t>
      </w:r>
    </w:p>
    <w:p w:rsidR="007B6A46" w:rsidRDefault="007B6A46" w:rsidP="007B6A46">
      <w:r>
        <w:t>147.7034</w:t>
      </w:r>
      <w:r>
        <w:tab/>
        <w:t>1.013e0</w:t>
      </w:r>
    </w:p>
    <w:p w:rsidR="007B6A46" w:rsidRDefault="007B6A46" w:rsidP="007B6A46">
      <w:r>
        <w:t>147.7067</w:t>
      </w:r>
      <w:r>
        <w:tab/>
        <w:t>1.013e0</w:t>
      </w:r>
    </w:p>
    <w:p w:rsidR="007B6A46" w:rsidRDefault="007B6A46" w:rsidP="007B6A46">
      <w:r>
        <w:t>147.7485</w:t>
      </w:r>
      <w:r>
        <w:tab/>
        <w:t>1.013e0</w:t>
      </w:r>
    </w:p>
    <w:p w:rsidR="007B6A46" w:rsidRDefault="007B6A46" w:rsidP="007B6A46">
      <w:r>
        <w:t>147.7671</w:t>
      </w:r>
      <w:r>
        <w:tab/>
        <w:t>2.025e0</w:t>
      </w:r>
    </w:p>
    <w:p w:rsidR="007B6A46" w:rsidRDefault="007B6A46" w:rsidP="007B6A46">
      <w:r>
        <w:t>147.7685</w:t>
      </w:r>
      <w:r>
        <w:tab/>
        <w:t>2.025e0</w:t>
      </w:r>
    </w:p>
    <w:p w:rsidR="007B6A46" w:rsidRDefault="007B6A46" w:rsidP="007B6A46">
      <w:r>
        <w:t>147.7747</w:t>
      </w:r>
      <w:r>
        <w:tab/>
        <w:t>2.025e0</w:t>
      </w:r>
    </w:p>
    <w:p w:rsidR="007B6A46" w:rsidRDefault="007B6A46" w:rsidP="007B6A46">
      <w:r>
        <w:t>147.8329</w:t>
      </w:r>
      <w:r>
        <w:tab/>
        <w:t>1.013e0</w:t>
      </w:r>
    </w:p>
    <w:p w:rsidR="007B6A46" w:rsidRDefault="007B6A46" w:rsidP="007B6A46">
      <w:r>
        <w:t>147.8681</w:t>
      </w:r>
      <w:r>
        <w:tab/>
        <w:t>1.013e0</w:t>
      </w:r>
    </w:p>
    <w:p w:rsidR="007B6A46" w:rsidRDefault="007B6A46" w:rsidP="007B6A46">
      <w:r>
        <w:t>147.9001</w:t>
      </w:r>
      <w:r>
        <w:tab/>
        <w:t>2.025e0</w:t>
      </w:r>
    </w:p>
    <w:p w:rsidR="007B6A46" w:rsidRDefault="007B6A46" w:rsidP="007B6A46">
      <w:r>
        <w:t>147.9200</w:t>
      </w:r>
      <w:r>
        <w:tab/>
        <w:t>1.013e0</w:t>
      </w:r>
    </w:p>
    <w:p w:rsidR="007B6A46" w:rsidRDefault="007B6A46" w:rsidP="007B6A46">
      <w:r>
        <w:t>147.9623</w:t>
      </w:r>
      <w:r>
        <w:tab/>
        <w:t>1.013e0</w:t>
      </w:r>
    </w:p>
    <w:p w:rsidR="007B6A46" w:rsidRDefault="007B6A46" w:rsidP="007B6A46">
      <w:r>
        <w:t>147.9812</w:t>
      </w:r>
      <w:r>
        <w:tab/>
        <w:t>1.013e0</w:t>
      </w:r>
    </w:p>
    <w:p w:rsidR="007B6A46" w:rsidRDefault="007B6A46" w:rsidP="007B6A46">
      <w:r>
        <w:t>147.9845</w:t>
      </w:r>
      <w:r>
        <w:tab/>
        <w:t>2.025e0</w:t>
      </w:r>
    </w:p>
    <w:p w:rsidR="007B6A46" w:rsidRDefault="007B6A46" w:rsidP="007B6A46">
      <w:r>
        <w:t>147.9877</w:t>
      </w:r>
      <w:r>
        <w:tab/>
        <w:t>1.013e0</w:t>
      </w:r>
    </w:p>
    <w:p w:rsidR="007B6A46" w:rsidRDefault="007B6A46" w:rsidP="007B6A46">
      <w:r>
        <w:t>147.9962</w:t>
      </w:r>
      <w:r>
        <w:tab/>
        <w:t>2.025e0</w:t>
      </w:r>
    </w:p>
    <w:p w:rsidR="007B6A46" w:rsidRDefault="007B6A46" w:rsidP="007B6A46">
      <w:r>
        <w:t>148.0167</w:t>
      </w:r>
      <w:r>
        <w:tab/>
        <w:t>1.013e0</w:t>
      </w:r>
    </w:p>
    <w:p w:rsidR="007B6A46" w:rsidRDefault="007B6A46" w:rsidP="007B6A46">
      <w:r>
        <w:lastRenderedPageBreak/>
        <w:t>148.0233</w:t>
      </w:r>
      <w:r>
        <w:tab/>
        <w:t>2.025e0</w:t>
      </w:r>
    </w:p>
    <w:p w:rsidR="007B6A46" w:rsidRDefault="007B6A46" w:rsidP="007B6A46">
      <w:r>
        <w:t>148.0331</w:t>
      </w:r>
      <w:r>
        <w:tab/>
        <w:t>1.013e0</w:t>
      </w:r>
    </w:p>
    <w:p w:rsidR="007B6A46" w:rsidRDefault="007B6A46" w:rsidP="007B6A46">
      <w:r>
        <w:t>148.0399</w:t>
      </w:r>
      <w:r>
        <w:tab/>
        <w:t>1.013e0</w:t>
      </w:r>
    </w:p>
    <w:p w:rsidR="007B6A46" w:rsidRDefault="007B6A46" w:rsidP="007B6A46">
      <w:r>
        <w:t>148.0516</w:t>
      </w:r>
      <w:r>
        <w:tab/>
        <w:t>2.025e0</w:t>
      </w:r>
    </w:p>
    <w:p w:rsidR="007B6A46" w:rsidRDefault="007B6A46" w:rsidP="007B6A46">
      <w:r>
        <w:t>148.0621</w:t>
      </w:r>
      <w:r>
        <w:tab/>
        <w:t>1.013e0</w:t>
      </w:r>
    </w:p>
    <w:p w:rsidR="007B6A46" w:rsidRDefault="007B6A46" w:rsidP="007B6A46">
      <w:r>
        <w:t>148.0837</w:t>
      </w:r>
      <w:r>
        <w:tab/>
        <w:t>2.025e0</w:t>
      </w:r>
    </w:p>
    <w:p w:rsidR="007B6A46" w:rsidRDefault="007B6A46" w:rsidP="007B6A46">
      <w:r>
        <w:t>148.0867</w:t>
      </w:r>
      <w:r>
        <w:tab/>
        <w:t>2.025e0</w:t>
      </w:r>
    </w:p>
    <w:p w:rsidR="007B6A46" w:rsidRDefault="007B6A46" w:rsidP="007B6A46">
      <w:r>
        <w:t>148.0950</w:t>
      </w:r>
      <w:r>
        <w:tab/>
        <w:t>4.051e0</w:t>
      </w:r>
    </w:p>
    <w:p w:rsidR="007B6A46" w:rsidRDefault="007B6A46" w:rsidP="007B6A46">
      <w:r>
        <w:t>148.0977</w:t>
      </w:r>
      <w:r>
        <w:tab/>
        <w:t>1.013e0</w:t>
      </w:r>
    </w:p>
    <w:p w:rsidR="007B6A46" w:rsidRDefault="007B6A46" w:rsidP="007B6A46">
      <w:r>
        <w:t>148.1006</w:t>
      </w:r>
      <w:r>
        <w:tab/>
        <w:t>5.063e0</w:t>
      </w:r>
    </w:p>
    <w:p w:rsidR="007B6A46" w:rsidRDefault="007B6A46" w:rsidP="007B6A46">
      <w:r>
        <w:t>148.1089</w:t>
      </w:r>
      <w:r>
        <w:tab/>
        <w:t>2.025e0</w:t>
      </w:r>
    </w:p>
    <w:p w:rsidR="007B6A46" w:rsidRDefault="007B6A46" w:rsidP="007B6A46">
      <w:r>
        <w:t>148.1172</w:t>
      </w:r>
      <w:r>
        <w:tab/>
        <w:t>1.013e0</w:t>
      </w:r>
    </w:p>
    <w:p w:rsidR="007B6A46" w:rsidRDefault="007B6A46" w:rsidP="007B6A46">
      <w:r>
        <w:t>148.1241</w:t>
      </w:r>
      <w:r>
        <w:tab/>
        <w:t>1.013e0</w:t>
      </w:r>
    </w:p>
    <w:p w:rsidR="007B6A46" w:rsidRDefault="007B6A46" w:rsidP="007B6A46">
      <w:r>
        <w:t>148.1272</w:t>
      </w:r>
      <w:r>
        <w:tab/>
        <w:t>1.013e0</w:t>
      </w:r>
    </w:p>
    <w:p w:rsidR="007B6A46" w:rsidRDefault="007B6A46" w:rsidP="007B6A46">
      <w:r>
        <w:t>148.1336</w:t>
      </w:r>
      <w:r>
        <w:tab/>
        <w:t>1.013e0</w:t>
      </w:r>
    </w:p>
    <w:p w:rsidR="007B6A46" w:rsidRDefault="007B6A46" w:rsidP="007B6A46">
      <w:r>
        <w:t>148.1430</w:t>
      </w:r>
      <w:r>
        <w:tab/>
        <w:t>1.013e0</w:t>
      </w:r>
    </w:p>
    <w:p w:rsidR="007B6A46" w:rsidRDefault="007B6A46" w:rsidP="007B6A46">
      <w:r>
        <w:t>148.1815</w:t>
      </w:r>
      <w:r>
        <w:tab/>
        <w:t>1.013e0</w:t>
      </w:r>
    </w:p>
    <w:p w:rsidR="007B6A46" w:rsidRDefault="007B6A46" w:rsidP="007B6A46">
      <w:r>
        <w:t>148.1981</w:t>
      </w:r>
      <w:r>
        <w:tab/>
        <w:t>1.013e0</w:t>
      </w:r>
    </w:p>
    <w:p w:rsidR="007B6A46" w:rsidRDefault="007B6A46" w:rsidP="007B6A46">
      <w:r>
        <w:t>148.2014</w:t>
      </w:r>
      <w:r>
        <w:tab/>
        <w:t>1.013e0</w:t>
      </w:r>
    </w:p>
    <w:p w:rsidR="007B6A46" w:rsidRDefault="007B6A46" w:rsidP="007B6A46">
      <w:r>
        <w:lastRenderedPageBreak/>
        <w:t>148.2303</w:t>
      </w:r>
      <w:r>
        <w:tab/>
        <w:t>1.013e0</w:t>
      </w:r>
    </w:p>
    <w:p w:rsidR="007B6A46" w:rsidRDefault="007B6A46" w:rsidP="007B6A46">
      <w:r>
        <w:t>148.2594</w:t>
      </w:r>
      <w:r>
        <w:tab/>
        <w:t>1.013e0</w:t>
      </w:r>
    </w:p>
    <w:p w:rsidR="007B6A46" w:rsidRDefault="007B6A46" w:rsidP="007B6A46">
      <w:r>
        <w:t>148.2660</w:t>
      </w:r>
      <w:r>
        <w:tab/>
        <w:t>1.013e0</w:t>
      </w:r>
    </w:p>
    <w:p w:rsidR="007B6A46" w:rsidRDefault="007B6A46" w:rsidP="007B6A46">
      <w:r>
        <w:t>148.2792</w:t>
      </w:r>
      <w:r>
        <w:tab/>
        <w:t>1.013e0</w:t>
      </w:r>
    </w:p>
    <w:p w:rsidR="007B6A46" w:rsidRDefault="007B6A46" w:rsidP="007B6A46">
      <w:r>
        <w:t>148.2859</w:t>
      </w:r>
      <w:r>
        <w:tab/>
        <w:t>1.013e0</w:t>
      </w:r>
    </w:p>
    <w:p w:rsidR="007B6A46" w:rsidRDefault="007B6A46" w:rsidP="007B6A46">
      <w:r>
        <w:t>148.2924</w:t>
      </w:r>
      <w:r>
        <w:tab/>
        <w:t>1.013e0</w:t>
      </w:r>
    </w:p>
    <w:p w:rsidR="007B6A46" w:rsidRDefault="007B6A46" w:rsidP="007B6A46">
      <w:r>
        <w:t>148.3098</w:t>
      </w:r>
      <w:r>
        <w:tab/>
        <w:t>2.025e0</w:t>
      </w:r>
    </w:p>
    <w:p w:rsidR="007B6A46" w:rsidRDefault="007B6A46" w:rsidP="007B6A46">
      <w:r>
        <w:t>148.3371</w:t>
      </w:r>
      <w:r>
        <w:tab/>
        <w:t>1.013e0</w:t>
      </w:r>
    </w:p>
    <w:p w:rsidR="007B6A46" w:rsidRDefault="007B6A46" w:rsidP="007B6A46">
      <w:r>
        <w:t>148.3666</w:t>
      </w:r>
      <w:r>
        <w:tab/>
        <w:t>1.013e0</w:t>
      </w:r>
    </w:p>
    <w:p w:rsidR="007B6A46" w:rsidRDefault="007B6A46" w:rsidP="007B6A46">
      <w:r>
        <w:t>148.3702</w:t>
      </w:r>
      <w:r>
        <w:tab/>
        <w:t>1.013e0</w:t>
      </w:r>
    </w:p>
    <w:p w:rsidR="007B6A46" w:rsidRDefault="007B6A46" w:rsidP="007B6A46">
      <w:r>
        <w:t>148.3954</w:t>
      </w:r>
      <w:r>
        <w:tab/>
        <w:t>1.013e0</w:t>
      </w:r>
    </w:p>
    <w:p w:rsidR="007B6A46" w:rsidRDefault="007B6A46" w:rsidP="007B6A46">
      <w:r>
        <w:t>148.3990</w:t>
      </w:r>
      <w:r>
        <w:tab/>
        <w:t>1.013e0</w:t>
      </w:r>
    </w:p>
    <w:p w:rsidR="007B6A46" w:rsidRDefault="007B6A46" w:rsidP="007B6A46">
      <w:r>
        <w:t>148.4182</w:t>
      </w:r>
      <w:r>
        <w:tab/>
        <w:t>2.025e0</w:t>
      </w:r>
    </w:p>
    <w:p w:rsidR="007B6A46" w:rsidRDefault="007B6A46" w:rsidP="007B6A46">
      <w:r>
        <w:t>148.4442</w:t>
      </w:r>
      <w:r>
        <w:tab/>
        <w:t>1.013e0</w:t>
      </w:r>
    </w:p>
    <w:p w:rsidR="007B6A46" w:rsidRDefault="007B6A46" w:rsidP="007B6A46">
      <w:r>
        <w:t>148.4545</w:t>
      </w:r>
      <w:r>
        <w:tab/>
        <w:t>2.025e0</w:t>
      </w:r>
    </w:p>
    <w:p w:rsidR="007B6A46" w:rsidRDefault="007B6A46" w:rsidP="007B6A46">
      <w:r>
        <w:t>148.4631</w:t>
      </w:r>
      <w:r>
        <w:tab/>
        <w:t>2.025e0</w:t>
      </w:r>
    </w:p>
    <w:p w:rsidR="007B6A46" w:rsidRDefault="007B6A46" w:rsidP="007B6A46">
      <w:r>
        <w:t>148.4731</w:t>
      </w:r>
      <w:r>
        <w:tab/>
        <w:t>1.013e0</w:t>
      </w:r>
    </w:p>
    <w:p w:rsidR="007B6A46" w:rsidRDefault="007B6A46" w:rsidP="007B6A46">
      <w:r>
        <w:t>148.4863</w:t>
      </w:r>
      <w:r>
        <w:tab/>
        <w:t>1.013e0</w:t>
      </w:r>
    </w:p>
    <w:p w:rsidR="007B6A46" w:rsidRDefault="007B6A46" w:rsidP="007B6A46">
      <w:r>
        <w:t>148.4962</w:t>
      </w:r>
      <w:r>
        <w:tab/>
        <w:t>1.013e0</w:t>
      </w:r>
    </w:p>
    <w:p w:rsidR="007B6A46" w:rsidRDefault="007B6A46" w:rsidP="007B6A46">
      <w:r>
        <w:lastRenderedPageBreak/>
        <w:t>148.5380</w:t>
      </w:r>
      <w:r>
        <w:tab/>
        <w:t>2.025e0</w:t>
      </w:r>
    </w:p>
    <w:p w:rsidR="007B6A46" w:rsidRDefault="007B6A46" w:rsidP="007B6A46">
      <w:r>
        <w:t>148.5743</w:t>
      </w:r>
      <w:r>
        <w:tab/>
        <w:t>2.025e0</w:t>
      </w:r>
    </w:p>
    <w:p w:rsidR="007B6A46" w:rsidRDefault="007B6A46" w:rsidP="007B6A46">
      <w:r>
        <w:t>148.5864</w:t>
      </w:r>
      <w:r>
        <w:tab/>
        <w:t>1.013e0</w:t>
      </w:r>
    </w:p>
    <w:p w:rsidR="007B6A46" w:rsidRDefault="007B6A46" w:rsidP="007B6A46">
      <w:r>
        <w:t>148.5964</w:t>
      </w:r>
      <w:r>
        <w:tab/>
        <w:t>1.013e0</w:t>
      </w:r>
    </w:p>
    <w:p w:rsidR="007B6A46" w:rsidRDefault="007B6A46" w:rsidP="007B6A46">
      <w:r>
        <w:t>148.6386</w:t>
      </w:r>
      <w:r>
        <w:tab/>
        <w:t>1.013e0</w:t>
      </w:r>
    </w:p>
    <w:p w:rsidR="007B6A46" w:rsidRDefault="007B6A46" w:rsidP="007B6A46">
      <w:r>
        <w:t>148.6534</w:t>
      </w:r>
      <w:r>
        <w:tab/>
        <w:t>2.025e0</w:t>
      </w:r>
    </w:p>
    <w:p w:rsidR="007B6A46" w:rsidRDefault="007B6A46" w:rsidP="007B6A46">
      <w:r>
        <w:t>148.6708</w:t>
      </w:r>
      <w:r>
        <w:tab/>
        <w:t>2.025e0</w:t>
      </w:r>
    </w:p>
    <w:p w:rsidR="007B6A46" w:rsidRDefault="007B6A46" w:rsidP="007B6A46">
      <w:r>
        <w:t>148.6840</w:t>
      </w:r>
      <w:r>
        <w:tab/>
        <w:t>1.013e0</w:t>
      </w:r>
    </w:p>
    <w:p w:rsidR="007B6A46" w:rsidRDefault="007B6A46" w:rsidP="007B6A46">
      <w:r>
        <w:t>148.6871</w:t>
      </w:r>
      <w:r>
        <w:tab/>
        <w:t>2.025e0</w:t>
      </w:r>
    </w:p>
    <w:p w:rsidR="007B6A46" w:rsidRDefault="007B6A46" w:rsidP="007B6A46">
      <w:r>
        <w:t>148.7226</w:t>
      </w:r>
      <w:r>
        <w:tab/>
        <w:t>1.013e0</w:t>
      </w:r>
    </w:p>
    <w:p w:rsidR="007B6A46" w:rsidRDefault="007B6A46" w:rsidP="007B6A46">
      <w:r>
        <w:t>148.7295</w:t>
      </w:r>
      <w:r>
        <w:tab/>
        <w:t>1.013e0</w:t>
      </w:r>
    </w:p>
    <w:p w:rsidR="007B6A46" w:rsidRDefault="007B6A46" w:rsidP="007B6A46">
      <w:r>
        <w:t>148.7518</w:t>
      </w:r>
      <w:r>
        <w:tab/>
        <w:t>1.013e0</w:t>
      </w:r>
    </w:p>
    <w:p w:rsidR="007B6A46" w:rsidRDefault="007B6A46" w:rsidP="007B6A46">
      <w:r>
        <w:t>148.8155</w:t>
      </w:r>
      <w:r>
        <w:tab/>
        <w:t>2.025e0</w:t>
      </w:r>
    </w:p>
    <w:p w:rsidR="007B6A46" w:rsidRDefault="007B6A46" w:rsidP="007B6A46">
      <w:r>
        <w:t>148.8625</w:t>
      </w:r>
      <w:r>
        <w:tab/>
        <w:t>1.013e0</w:t>
      </w:r>
    </w:p>
    <w:p w:rsidR="007B6A46" w:rsidRDefault="007B6A46" w:rsidP="007B6A46">
      <w:r>
        <w:t>148.9203</w:t>
      </w:r>
      <w:r>
        <w:tab/>
        <w:t>1.013e0</w:t>
      </w:r>
    </w:p>
    <w:p w:rsidR="007B6A46" w:rsidRDefault="007B6A46" w:rsidP="007B6A46">
      <w:r>
        <w:t>148.9591</w:t>
      </w:r>
      <w:r>
        <w:tab/>
        <w:t>1.013e0</w:t>
      </w:r>
    </w:p>
    <w:p w:rsidR="007B6A46" w:rsidRDefault="007B6A46" w:rsidP="007B6A46">
      <w:r>
        <w:t>148.9807</w:t>
      </w:r>
      <w:r>
        <w:tab/>
        <w:t>2.025e0</w:t>
      </w:r>
    </w:p>
    <w:p w:rsidR="007B6A46" w:rsidRDefault="007B6A46" w:rsidP="007B6A46">
      <w:r>
        <w:t>148.9916</w:t>
      </w:r>
      <w:r>
        <w:tab/>
        <w:t>1.013e0</w:t>
      </w:r>
    </w:p>
    <w:p w:rsidR="007B6A46" w:rsidRDefault="007B6A46" w:rsidP="007B6A46">
      <w:r>
        <w:t>149.0268</w:t>
      </w:r>
      <w:r>
        <w:tab/>
        <w:t>7.056e1</w:t>
      </w:r>
    </w:p>
    <w:p w:rsidR="007B6A46" w:rsidRDefault="007B6A46" w:rsidP="007B6A46">
      <w:r>
        <w:lastRenderedPageBreak/>
        <w:t>149.0303</w:t>
      </w:r>
      <w:r>
        <w:tab/>
        <w:t>2.430e1</w:t>
      </w:r>
    </w:p>
    <w:p w:rsidR="007B6A46" w:rsidRDefault="007B6A46" w:rsidP="007B6A46">
      <w:r>
        <w:t>149.0731</w:t>
      </w:r>
      <w:r>
        <w:tab/>
        <w:t>2.025e0</w:t>
      </w:r>
    </w:p>
    <w:p w:rsidR="007B6A46" w:rsidRDefault="007B6A46" w:rsidP="007B6A46">
      <w:r>
        <w:t>149.0792</w:t>
      </w:r>
      <w:r>
        <w:tab/>
        <w:t>1.013e0</w:t>
      </w:r>
    </w:p>
    <w:p w:rsidR="007B6A46" w:rsidRDefault="007B6A46" w:rsidP="007B6A46">
      <w:r>
        <w:t>149.0923</w:t>
      </w:r>
      <w:r>
        <w:tab/>
        <w:t>1.013e0</w:t>
      </w:r>
    </w:p>
    <w:p w:rsidR="007B6A46" w:rsidRDefault="007B6A46" w:rsidP="007B6A46">
      <w:r>
        <w:t>149.1074</w:t>
      </w:r>
      <w:r>
        <w:tab/>
        <w:t>3.038e0</w:t>
      </w:r>
    </w:p>
    <w:p w:rsidR="007B6A46" w:rsidRDefault="007B6A46" w:rsidP="007B6A46">
      <w:r>
        <w:t>149.1180</w:t>
      </w:r>
      <w:r>
        <w:tab/>
        <w:t>1.013e0</w:t>
      </w:r>
    </w:p>
    <w:p w:rsidR="007B6A46" w:rsidRDefault="007B6A46" w:rsidP="007B6A46">
      <w:r>
        <w:t>149.1224</w:t>
      </w:r>
      <w:r>
        <w:tab/>
        <w:t>3.038e0</w:t>
      </w:r>
    </w:p>
    <w:p w:rsidR="007B6A46" w:rsidRDefault="007B6A46" w:rsidP="007B6A46">
      <w:r>
        <w:t>149.1248</w:t>
      </w:r>
      <w:r>
        <w:tab/>
        <w:t>1.013e0</w:t>
      </w:r>
    </w:p>
    <w:p w:rsidR="007B6A46" w:rsidRDefault="007B6A46" w:rsidP="007B6A46">
      <w:r>
        <w:t>149.1282</w:t>
      </w:r>
      <w:r>
        <w:tab/>
        <w:t>1.013e0</w:t>
      </w:r>
    </w:p>
    <w:p w:rsidR="007B6A46" w:rsidRDefault="007B6A46" w:rsidP="007B6A46">
      <w:r>
        <w:t>149.1497</w:t>
      </w:r>
      <w:r>
        <w:tab/>
        <w:t>2.025e0</w:t>
      </w:r>
    </w:p>
    <w:p w:rsidR="007B6A46" w:rsidRDefault="007B6A46" w:rsidP="007B6A46">
      <w:r>
        <w:t>149.1542</w:t>
      </w:r>
      <w:r>
        <w:tab/>
        <w:t>2.025e0</w:t>
      </w:r>
    </w:p>
    <w:p w:rsidR="007B6A46" w:rsidRDefault="007B6A46" w:rsidP="007B6A46">
      <w:r>
        <w:t>149.1668</w:t>
      </w:r>
      <w:r>
        <w:tab/>
        <w:t>1.013e0</w:t>
      </w:r>
    </w:p>
    <w:p w:rsidR="007B6A46" w:rsidRDefault="007B6A46" w:rsidP="007B6A46">
      <w:r>
        <w:t>149.1870</w:t>
      </w:r>
      <w:r>
        <w:tab/>
        <w:t>1.013e0</w:t>
      </w:r>
    </w:p>
    <w:p w:rsidR="007B6A46" w:rsidRDefault="007B6A46" w:rsidP="007B6A46">
      <w:r>
        <w:t>149.1901</w:t>
      </w:r>
      <w:r>
        <w:tab/>
        <w:t>1.013e0</w:t>
      </w:r>
    </w:p>
    <w:p w:rsidR="007B6A46" w:rsidRDefault="007B6A46" w:rsidP="007B6A46">
      <w:r>
        <w:t>149.2192</w:t>
      </w:r>
      <w:r>
        <w:tab/>
        <w:t>1.013e0</w:t>
      </w:r>
    </w:p>
    <w:p w:rsidR="007B6A46" w:rsidRDefault="007B6A46" w:rsidP="007B6A46">
      <w:r>
        <w:t>149.2548</w:t>
      </w:r>
      <w:r>
        <w:tab/>
        <w:t>1.013e0</w:t>
      </w:r>
    </w:p>
    <w:p w:rsidR="007B6A46" w:rsidRDefault="007B6A46" w:rsidP="007B6A46">
      <w:r>
        <w:t>149.2647</w:t>
      </w:r>
      <w:r>
        <w:tab/>
        <w:t>1.013e0</w:t>
      </w:r>
    </w:p>
    <w:p w:rsidR="007B6A46" w:rsidRDefault="007B6A46" w:rsidP="007B6A46">
      <w:r>
        <w:t>149.2778</w:t>
      </w:r>
      <w:r>
        <w:tab/>
        <w:t>1.013e0</w:t>
      </w:r>
    </w:p>
    <w:p w:rsidR="007B6A46" w:rsidRDefault="007B6A46" w:rsidP="007B6A46">
      <w:r>
        <w:t>149.2808</w:t>
      </w:r>
      <w:r>
        <w:tab/>
        <w:t>1.013e0</w:t>
      </w:r>
    </w:p>
    <w:p w:rsidR="007B6A46" w:rsidRDefault="007B6A46" w:rsidP="007B6A46">
      <w:r>
        <w:lastRenderedPageBreak/>
        <w:t>149.2935</w:t>
      </w:r>
      <w:r>
        <w:tab/>
        <w:t>1.013e0</w:t>
      </w:r>
    </w:p>
    <w:p w:rsidR="007B6A46" w:rsidRDefault="007B6A46" w:rsidP="007B6A46">
      <w:r>
        <w:t>149.3002</w:t>
      </w:r>
      <w:r>
        <w:tab/>
        <w:t>2.025e0</w:t>
      </w:r>
    </w:p>
    <w:p w:rsidR="007B6A46" w:rsidRDefault="007B6A46" w:rsidP="007B6A46">
      <w:r>
        <w:t>149.3258</w:t>
      </w:r>
      <w:r>
        <w:tab/>
        <w:t>1.013e0</w:t>
      </w:r>
    </w:p>
    <w:p w:rsidR="007B6A46" w:rsidRDefault="007B6A46" w:rsidP="007B6A46">
      <w:r>
        <w:t>149.3492</w:t>
      </w:r>
      <w:r>
        <w:tab/>
        <w:t>1.013e0</w:t>
      </w:r>
    </w:p>
    <w:p w:rsidR="007B6A46" w:rsidRDefault="007B6A46" w:rsidP="007B6A46">
      <w:r>
        <w:t>149.3712</w:t>
      </w:r>
      <w:r>
        <w:tab/>
        <w:t>1.013e0</w:t>
      </w:r>
    </w:p>
    <w:p w:rsidR="007B6A46" w:rsidRDefault="007B6A46" w:rsidP="007B6A46">
      <w:r>
        <w:t>149.4102</w:t>
      </w:r>
      <w:r>
        <w:tab/>
        <w:t>1.013e0</w:t>
      </w:r>
    </w:p>
    <w:p w:rsidR="007B6A46" w:rsidRDefault="007B6A46" w:rsidP="007B6A46">
      <w:r>
        <w:t>149.4303</w:t>
      </w:r>
      <w:r>
        <w:tab/>
        <w:t>1.013e0</w:t>
      </w:r>
    </w:p>
    <w:p w:rsidR="007B6A46" w:rsidRDefault="007B6A46" w:rsidP="007B6A46">
      <w:r>
        <w:t>149.4334</w:t>
      </w:r>
      <w:r>
        <w:tab/>
        <w:t>1.013e0</w:t>
      </w:r>
    </w:p>
    <w:p w:rsidR="007B6A46" w:rsidRDefault="007B6A46" w:rsidP="007B6A46">
      <w:r>
        <w:t>149.4526</w:t>
      </w:r>
      <w:r>
        <w:tab/>
        <w:t>1.013e0</w:t>
      </w:r>
    </w:p>
    <w:p w:rsidR="007B6A46" w:rsidRDefault="007B6A46" w:rsidP="007B6A46">
      <w:r>
        <w:t>149.4627</w:t>
      </w:r>
      <w:r>
        <w:tab/>
        <w:t>2.025e0</w:t>
      </w:r>
    </w:p>
    <w:p w:rsidR="007B6A46" w:rsidRDefault="007B6A46" w:rsidP="007B6A46">
      <w:r>
        <w:t>149.4843</w:t>
      </w:r>
      <w:r>
        <w:tab/>
        <w:t>2.025e0</w:t>
      </w:r>
    </w:p>
    <w:p w:rsidR="007B6A46" w:rsidRDefault="007B6A46" w:rsidP="007B6A46">
      <w:r>
        <w:t>149.4918</w:t>
      </w:r>
      <w:r>
        <w:tab/>
        <w:t>1.013e0</w:t>
      </w:r>
    </w:p>
    <w:p w:rsidR="007B6A46" w:rsidRDefault="007B6A46" w:rsidP="007B6A46">
      <w:r>
        <w:t>149.5265</w:t>
      </w:r>
      <w:r>
        <w:tab/>
        <w:t>5.063e0</w:t>
      </w:r>
    </w:p>
    <w:p w:rsidR="007B6A46" w:rsidRDefault="007B6A46" w:rsidP="007B6A46">
      <w:r>
        <w:t>149.5315</w:t>
      </w:r>
      <w:r>
        <w:tab/>
        <w:t>1.013e1</w:t>
      </w:r>
    </w:p>
    <w:p w:rsidR="007B6A46" w:rsidRDefault="007B6A46" w:rsidP="007B6A46">
      <w:r>
        <w:t>149.5338</w:t>
      </w:r>
      <w:r>
        <w:tab/>
        <w:t>2.025e0</w:t>
      </w:r>
    </w:p>
    <w:p w:rsidR="007B6A46" w:rsidRDefault="007B6A46" w:rsidP="007B6A46">
      <w:r>
        <w:t>149.5356</w:t>
      </w:r>
      <w:r>
        <w:tab/>
        <w:t>4.051e0</w:t>
      </w:r>
    </w:p>
    <w:p w:rsidR="007B6A46" w:rsidRDefault="007B6A46" w:rsidP="007B6A46">
      <w:r>
        <w:t>149.5656</w:t>
      </w:r>
      <w:r>
        <w:tab/>
        <w:t>2.025e0</w:t>
      </w:r>
    </w:p>
    <w:p w:rsidR="007B6A46" w:rsidRDefault="007B6A46" w:rsidP="007B6A46">
      <w:r>
        <w:t>149.5960</w:t>
      </w:r>
      <w:r>
        <w:tab/>
        <w:t>1.013e0</w:t>
      </w:r>
    </w:p>
    <w:p w:rsidR="007B6A46" w:rsidRDefault="007B6A46" w:rsidP="007B6A46">
      <w:r>
        <w:t>149.6216</w:t>
      </w:r>
      <w:r>
        <w:tab/>
        <w:t>1.013e0</w:t>
      </w:r>
    </w:p>
    <w:p w:rsidR="007B6A46" w:rsidRDefault="007B6A46" w:rsidP="007B6A46">
      <w:r>
        <w:lastRenderedPageBreak/>
        <w:t>149.6315</w:t>
      </w:r>
      <w:r>
        <w:tab/>
        <w:t>1.013e0</w:t>
      </w:r>
    </w:p>
    <w:p w:rsidR="007B6A46" w:rsidRDefault="007B6A46" w:rsidP="007B6A46">
      <w:r>
        <w:t>149.6576</w:t>
      </w:r>
      <w:r>
        <w:tab/>
        <w:t>1.013e0</w:t>
      </w:r>
    </w:p>
    <w:p w:rsidR="007B6A46" w:rsidRDefault="007B6A46" w:rsidP="007B6A46">
      <w:r>
        <w:t>149.6637</w:t>
      </w:r>
      <w:r>
        <w:tab/>
        <w:t>1.013e0</w:t>
      </w:r>
    </w:p>
    <w:p w:rsidR="007B6A46" w:rsidRDefault="007B6A46" w:rsidP="007B6A46">
      <w:r>
        <w:t>149.7031</w:t>
      </w:r>
      <w:r>
        <w:tab/>
        <w:t>1.013e0</w:t>
      </w:r>
    </w:p>
    <w:p w:rsidR="007B6A46" w:rsidRDefault="007B6A46" w:rsidP="007B6A46">
      <w:r>
        <w:t>149.7059</w:t>
      </w:r>
      <w:r>
        <w:tab/>
        <w:t>1.013e0</w:t>
      </w:r>
    </w:p>
    <w:p w:rsidR="007B6A46" w:rsidRDefault="007B6A46" w:rsidP="007B6A46">
      <w:r>
        <w:t>149.7162</w:t>
      </w:r>
      <w:r>
        <w:tab/>
        <w:t>1.013e0</w:t>
      </w:r>
    </w:p>
    <w:p w:rsidR="007B6A46" w:rsidRDefault="007B6A46" w:rsidP="007B6A46">
      <w:r>
        <w:t>149.7454</w:t>
      </w:r>
      <w:r>
        <w:tab/>
        <w:t>2.025e0</w:t>
      </w:r>
    </w:p>
    <w:p w:rsidR="007B6A46" w:rsidRDefault="007B6A46" w:rsidP="007B6A46">
      <w:r>
        <w:t>149.7684</w:t>
      </w:r>
      <w:r>
        <w:tab/>
        <w:t>1.013e0</w:t>
      </w:r>
    </w:p>
    <w:p w:rsidR="007B6A46" w:rsidRDefault="007B6A46" w:rsidP="007B6A46">
      <w:r>
        <w:t>149.7765</w:t>
      </w:r>
      <w:r>
        <w:tab/>
        <w:t>2.025e0</w:t>
      </w:r>
    </w:p>
    <w:p w:rsidR="007B6A46" w:rsidRDefault="007B6A46" w:rsidP="007B6A46">
      <w:r>
        <w:t>149.7816</w:t>
      </w:r>
      <w:r>
        <w:tab/>
        <w:t>1.013e0</w:t>
      </w:r>
    </w:p>
    <w:p w:rsidR="007B6A46" w:rsidRDefault="007B6A46" w:rsidP="007B6A46">
      <w:r>
        <w:t>149.8008</w:t>
      </w:r>
      <w:r>
        <w:tab/>
        <w:t>1.013e0</w:t>
      </w:r>
    </w:p>
    <w:p w:rsidR="007B6A46" w:rsidRDefault="007B6A46" w:rsidP="007B6A46">
      <w:r>
        <w:t>149.8041</w:t>
      </w:r>
      <w:r>
        <w:tab/>
        <w:t>1.013e0</w:t>
      </w:r>
    </w:p>
    <w:p w:rsidR="007B6A46" w:rsidRDefault="007B6A46" w:rsidP="007B6A46">
      <w:r>
        <w:t>149.8105</w:t>
      </w:r>
      <w:r>
        <w:tab/>
        <w:t>1.013e0</w:t>
      </w:r>
    </w:p>
    <w:p w:rsidR="007B6A46" w:rsidRDefault="007B6A46" w:rsidP="007B6A46">
      <w:r>
        <w:t>149.8208</w:t>
      </w:r>
      <w:r>
        <w:tab/>
        <w:t>1.013e0</w:t>
      </w:r>
    </w:p>
    <w:p w:rsidR="007B6A46" w:rsidRDefault="007B6A46" w:rsidP="007B6A46">
      <w:r>
        <w:t>149.8330</w:t>
      </w:r>
      <w:r>
        <w:tab/>
        <w:t>1.013e0</w:t>
      </w:r>
    </w:p>
    <w:p w:rsidR="007B6A46" w:rsidRDefault="007B6A46" w:rsidP="007B6A46">
      <w:r>
        <w:t>149.8692</w:t>
      </w:r>
      <w:r>
        <w:tab/>
        <w:t>3.038e0</w:t>
      </w:r>
    </w:p>
    <w:p w:rsidR="007B6A46" w:rsidRDefault="007B6A46" w:rsidP="007B6A46">
      <w:r>
        <w:t>149.8818</w:t>
      </w:r>
      <w:r>
        <w:tab/>
        <w:t>1.013e0</w:t>
      </w:r>
    </w:p>
    <w:p w:rsidR="007B6A46" w:rsidRDefault="007B6A46" w:rsidP="007B6A46">
      <w:r>
        <w:t>149.8953</w:t>
      </w:r>
      <w:r>
        <w:tab/>
        <w:t>1.013e0</w:t>
      </w:r>
    </w:p>
    <w:p w:rsidR="007B6A46" w:rsidRDefault="007B6A46" w:rsidP="007B6A46">
      <w:r>
        <w:t>149.9241</w:t>
      </w:r>
      <w:r>
        <w:tab/>
        <w:t>1.013e0</w:t>
      </w:r>
    </w:p>
    <w:p w:rsidR="007B6A46" w:rsidRDefault="007B6A46" w:rsidP="007B6A46">
      <w:r>
        <w:lastRenderedPageBreak/>
        <w:t>149.9733</w:t>
      </w:r>
      <w:r>
        <w:tab/>
        <w:t>2.025e0</w:t>
      </w:r>
    </w:p>
    <w:p w:rsidR="007B6A46" w:rsidRDefault="007B6A46" w:rsidP="007B6A46">
      <w:r>
        <w:t>150.0188</w:t>
      </w:r>
      <w:r>
        <w:tab/>
        <w:t>2.025e0</w:t>
      </w:r>
    </w:p>
    <w:p w:rsidR="007B6A46" w:rsidRDefault="007B6A46" w:rsidP="007B6A46">
      <w:r>
        <w:t>150.0255</w:t>
      </w:r>
      <w:r>
        <w:tab/>
        <w:t>1.013e0</w:t>
      </w:r>
    </w:p>
    <w:p w:rsidR="007B6A46" w:rsidRDefault="007B6A46" w:rsidP="007B6A46">
      <w:r>
        <w:t>150.0474</w:t>
      </w:r>
      <w:r>
        <w:tab/>
        <w:t>5.648e0</w:t>
      </w:r>
    </w:p>
    <w:p w:rsidR="007B6A46" w:rsidRDefault="007B6A46" w:rsidP="007B6A46">
      <w:r>
        <w:t>150.0490</w:t>
      </w:r>
      <w:r>
        <w:tab/>
        <w:t>4.189e1</w:t>
      </w:r>
    </w:p>
    <w:p w:rsidR="007B6A46" w:rsidRDefault="007B6A46" w:rsidP="007B6A46">
      <w:r>
        <w:t>150.0534</w:t>
      </w:r>
      <w:r>
        <w:tab/>
        <w:t>1.013e1</w:t>
      </w:r>
    </w:p>
    <w:p w:rsidR="007B6A46" w:rsidRDefault="007B6A46" w:rsidP="007B6A46">
      <w:r>
        <w:t>150.0779</w:t>
      </w:r>
      <w:r>
        <w:tab/>
        <w:t>1.013e0</w:t>
      </w:r>
    </w:p>
    <w:p w:rsidR="007B6A46" w:rsidRDefault="007B6A46" w:rsidP="007B6A46">
      <w:r>
        <w:t>150.0837</w:t>
      </w:r>
      <w:r>
        <w:tab/>
        <w:t>1.013e0</w:t>
      </w:r>
    </w:p>
    <w:p w:rsidR="007B6A46" w:rsidRDefault="007B6A46" w:rsidP="007B6A46">
      <w:r>
        <w:t>150.0883</w:t>
      </w:r>
      <w:r>
        <w:tab/>
        <w:t>2.025e0</w:t>
      </w:r>
    </w:p>
    <w:p w:rsidR="007B6A46" w:rsidRDefault="007B6A46" w:rsidP="007B6A46">
      <w:r>
        <w:t>150.1123</w:t>
      </w:r>
      <w:r>
        <w:tab/>
        <w:t>3.882e1</w:t>
      </w:r>
    </w:p>
    <w:p w:rsidR="007B6A46" w:rsidRDefault="007B6A46" w:rsidP="007B6A46">
      <w:r>
        <w:t>150.1145</w:t>
      </w:r>
      <w:r>
        <w:tab/>
        <w:t>3.544e1</w:t>
      </w:r>
    </w:p>
    <w:p w:rsidR="007B6A46" w:rsidRDefault="007B6A46" w:rsidP="007B6A46">
      <w:r>
        <w:t>150.1182</w:t>
      </w:r>
      <w:r>
        <w:tab/>
        <w:t>1.767e1</w:t>
      </w:r>
    </w:p>
    <w:p w:rsidR="007B6A46" w:rsidRDefault="007B6A46" w:rsidP="007B6A46">
      <w:r>
        <w:t>150.1286</w:t>
      </w:r>
      <w:r>
        <w:tab/>
        <w:t>6.031e0</w:t>
      </w:r>
    </w:p>
    <w:p w:rsidR="007B6A46" w:rsidRDefault="007B6A46" w:rsidP="007B6A46">
      <w:r>
        <w:t>150.1392</w:t>
      </w:r>
      <w:r>
        <w:tab/>
        <w:t>2.025e0</w:t>
      </w:r>
    </w:p>
    <w:p w:rsidR="007B6A46" w:rsidRDefault="007B6A46" w:rsidP="007B6A46">
      <w:r>
        <w:t>150.1422</w:t>
      </w:r>
      <w:r>
        <w:tab/>
        <w:t>6.076e0</w:t>
      </w:r>
    </w:p>
    <w:p w:rsidR="007B6A46" w:rsidRDefault="007B6A46" w:rsidP="007B6A46">
      <w:r>
        <w:t>150.1590</w:t>
      </w:r>
      <w:r>
        <w:tab/>
        <w:t>1.013e0</w:t>
      </w:r>
    </w:p>
    <w:p w:rsidR="007B6A46" w:rsidRDefault="007B6A46" w:rsidP="007B6A46">
      <w:r>
        <w:t>150.1779</w:t>
      </w:r>
      <w:r>
        <w:tab/>
        <w:t>1.013e0</w:t>
      </w:r>
    </w:p>
    <w:p w:rsidR="007B6A46" w:rsidRDefault="007B6A46" w:rsidP="007B6A46">
      <w:r>
        <w:t>150.1813</w:t>
      </w:r>
      <w:r>
        <w:tab/>
        <w:t>1.013e0</w:t>
      </w:r>
    </w:p>
    <w:p w:rsidR="007B6A46" w:rsidRDefault="007B6A46" w:rsidP="007B6A46">
      <w:r>
        <w:t>150.2049</w:t>
      </w:r>
      <w:r>
        <w:tab/>
        <w:t>1.013e0</w:t>
      </w:r>
    </w:p>
    <w:p w:rsidR="007B6A46" w:rsidRDefault="007B6A46" w:rsidP="007B6A46">
      <w:r>
        <w:lastRenderedPageBreak/>
        <w:t>150.2123</w:t>
      </w:r>
      <w:r>
        <w:tab/>
        <w:t>2.025e0</w:t>
      </w:r>
    </w:p>
    <w:p w:rsidR="007B6A46" w:rsidRDefault="007B6A46" w:rsidP="007B6A46">
      <w:r>
        <w:t>150.2205</w:t>
      </w:r>
      <w:r>
        <w:tab/>
        <w:t>1.013e0</w:t>
      </w:r>
    </w:p>
    <w:p w:rsidR="007B6A46" w:rsidRDefault="007B6A46" w:rsidP="007B6A46">
      <w:r>
        <w:t>150.2272</w:t>
      </w:r>
      <w:r>
        <w:tab/>
        <w:t>1.013e0</w:t>
      </w:r>
    </w:p>
    <w:p w:rsidR="007B6A46" w:rsidRDefault="007B6A46" w:rsidP="007B6A46">
      <w:r>
        <w:t>150.2303</w:t>
      </w:r>
      <w:r>
        <w:tab/>
        <w:t>1.013e0</w:t>
      </w:r>
    </w:p>
    <w:p w:rsidR="007B6A46" w:rsidRDefault="007B6A46" w:rsidP="007B6A46">
      <w:r>
        <w:t>150.2388</w:t>
      </w:r>
      <w:r>
        <w:tab/>
        <w:t>2.025e0</w:t>
      </w:r>
    </w:p>
    <w:p w:rsidR="007B6A46" w:rsidRDefault="007B6A46" w:rsidP="007B6A46">
      <w:r>
        <w:t>150.2436</w:t>
      </w:r>
      <w:r>
        <w:tab/>
        <w:t>1.013e0</w:t>
      </w:r>
    </w:p>
    <w:p w:rsidR="007B6A46" w:rsidRDefault="007B6A46" w:rsidP="007B6A46">
      <w:r>
        <w:t>150.2472</w:t>
      </w:r>
      <w:r>
        <w:tab/>
        <w:t>1.013e0</w:t>
      </w:r>
    </w:p>
    <w:p w:rsidR="007B6A46" w:rsidRDefault="007B6A46" w:rsidP="007B6A46">
      <w:r>
        <w:t>150.2795</w:t>
      </w:r>
      <w:r>
        <w:tab/>
        <w:t>1.013e0</w:t>
      </w:r>
    </w:p>
    <w:p w:rsidR="007B6A46" w:rsidRDefault="007B6A46" w:rsidP="007B6A46">
      <w:r>
        <w:t>150.2928</w:t>
      </w:r>
      <w:r>
        <w:tab/>
        <w:t>1.013e0</w:t>
      </w:r>
    </w:p>
    <w:p w:rsidR="007B6A46" w:rsidRDefault="007B6A46" w:rsidP="007B6A46">
      <w:r>
        <w:t>150.2956</w:t>
      </w:r>
      <w:r>
        <w:tab/>
        <w:t>1.013e0</w:t>
      </w:r>
    </w:p>
    <w:p w:rsidR="007B6A46" w:rsidRDefault="007B6A46" w:rsidP="007B6A46">
      <w:r>
        <w:t>150.2985</w:t>
      </w:r>
      <w:r>
        <w:tab/>
        <w:t>2.025e0</w:t>
      </w:r>
    </w:p>
    <w:p w:rsidR="007B6A46" w:rsidRDefault="007B6A46" w:rsidP="007B6A46">
      <w:r>
        <w:t>150.3085</w:t>
      </w:r>
      <w:r>
        <w:tab/>
        <w:t>1.013e0</w:t>
      </w:r>
    </w:p>
    <w:p w:rsidR="007B6A46" w:rsidRDefault="007B6A46" w:rsidP="007B6A46">
      <w:r>
        <w:t>150.3252</w:t>
      </w:r>
      <w:r>
        <w:tab/>
        <w:t>3.038e0</w:t>
      </w:r>
    </w:p>
    <w:p w:rsidR="007B6A46" w:rsidRDefault="007B6A46" w:rsidP="007B6A46">
      <w:r>
        <w:t>150.3592</w:t>
      </w:r>
      <w:r>
        <w:tab/>
        <w:t>2.025e0</w:t>
      </w:r>
    </w:p>
    <w:p w:rsidR="007B6A46" w:rsidRDefault="007B6A46" w:rsidP="007B6A46">
      <w:r>
        <w:t>150.3606</w:t>
      </w:r>
      <w:r>
        <w:tab/>
        <w:t>2.025e0</w:t>
      </w:r>
    </w:p>
    <w:p w:rsidR="007B6A46" w:rsidRDefault="007B6A46" w:rsidP="007B6A46">
      <w:r>
        <w:t>150.3807</w:t>
      </w:r>
      <w:r>
        <w:tab/>
        <w:t>1.013e0</w:t>
      </w:r>
    </w:p>
    <w:p w:rsidR="007B6A46" w:rsidRDefault="007B6A46" w:rsidP="007B6A46">
      <w:r>
        <w:t>150.3835</w:t>
      </w:r>
      <w:r>
        <w:tab/>
        <w:t>1.013e0</w:t>
      </w:r>
    </w:p>
    <w:p w:rsidR="007B6A46" w:rsidRDefault="007B6A46" w:rsidP="007B6A46">
      <w:r>
        <w:t>150.3966</w:t>
      </w:r>
      <w:r>
        <w:tab/>
        <w:t>1.013e0</w:t>
      </w:r>
    </w:p>
    <w:p w:rsidR="007B6A46" w:rsidRDefault="007B6A46" w:rsidP="007B6A46">
      <w:r>
        <w:t>150.3980</w:t>
      </w:r>
      <w:r>
        <w:tab/>
        <w:t>2.025e0</w:t>
      </w:r>
    </w:p>
    <w:p w:rsidR="007B6A46" w:rsidRDefault="007B6A46" w:rsidP="007B6A46">
      <w:r>
        <w:lastRenderedPageBreak/>
        <w:t>150.3997</w:t>
      </w:r>
      <w:r>
        <w:tab/>
        <w:t>1.013e0</w:t>
      </w:r>
    </w:p>
    <w:p w:rsidR="007B6A46" w:rsidRDefault="007B6A46" w:rsidP="007B6A46">
      <w:r>
        <w:t>150.4318</w:t>
      </w:r>
      <w:r>
        <w:tab/>
        <w:t>2.025e0</w:t>
      </w:r>
    </w:p>
    <w:p w:rsidR="007B6A46" w:rsidRDefault="007B6A46" w:rsidP="007B6A46">
      <w:r>
        <w:t>150.4389</w:t>
      </w:r>
      <w:r>
        <w:tab/>
        <w:t>2.025e0</w:t>
      </w:r>
    </w:p>
    <w:p w:rsidR="007B6A46" w:rsidRDefault="007B6A46" w:rsidP="007B6A46">
      <w:r>
        <w:t>150.4653</w:t>
      </w:r>
      <w:r>
        <w:tab/>
        <w:t>1.013e0</w:t>
      </w:r>
    </w:p>
    <w:p w:rsidR="007B6A46" w:rsidRDefault="007B6A46" w:rsidP="007B6A46">
      <w:r>
        <w:t>150.4796</w:t>
      </w:r>
      <w:r>
        <w:tab/>
        <w:t>2.025e0</w:t>
      </w:r>
    </w:p>
    <w:p w:rsidR="007B6A46" w:rsidRDefault="007B6A46" w:rsidP="007B6A46">
      <w:r>
        <w:t>150.5010</w:t>
      </w:r>
      <w:r>
        <w:tab/>
        <w:t>1.013e0</w:t>
      </w:r>
    </w:p>
    <w:p w:rsidR="007B6A46" w:rsidRDefault="007B6A46" w:rsidP="007B6A46">
      <w:r>
        <w:t>150.5044</w:t>
      </w:r>
      <w:r>
        <w:tab/>
        <w:t>1.013e0</w:t>
      </w:r>
    </w:p>
    <w:p w:rsidR="007B6A46" w:rsidRDefault="007B6A46" w:rsidP="007B6A46">
      <w:r>
        <w:t>150.5111</w:t>
      </w:r>
      <w:r>
        <w:tab/>
        <w:t>1.013e0</w:t>
      </w:r>
    </w:p>
    <w:p w:rsidR="007B6A46" w:rsidRDefault="007B6A46" w:rsidP="007B6A46">
      <w:r>
        <w:t>150.5200</w:t>
      </w:r>
      <w:r>
        <w:tab/>
        <w:t>1.013e0</w:t>
      </w:r>
    </w:p>
    <w:p w:rsidR="007B6A46" w:rsidRDefault="007B6A46" w:rsidP="007B6A46">
      <w:r>
        <w:t>150.5263</w:t>
      </w:r>
      <w:r>
        <w:tab/>
        <w:t>4.051e0</w:t>
      </w:r>
    </w:p>
    <w:p w:rsidR="007B6A46" w:rsidRDefault="007B6A46" w:rsidP="007B6A46">
      <w:r>
        <w:t>150.5486</w:t>
      </w:r>
      <w:r>
        <w:tab/>
        <w:t>3.038e0</w:t>
      </w:r>
    </w:p>
    <w:p w:rsidR="007B6A46" w:rsidRDefault="007B6A46" w:rsidP="007B6A46">
      <w:r>
        <w:t>150.5501</w:t>
      </w:r>
      <w:r>
        <w:tab/>
        <w:t>9.114e0</w:t>
      </w:r>
    </w:p>
    <w:p w:rsidR="007B6A46" w:rsidRDefault="007B6A46" w:rsidP="007B6A46">
      <w:r>
        <w:t>150.5517</w:t>
      </w:r>
      <w:r>
        <w:tab/>
        <w:t>9.029e0</w:t>
      </w:r>
    </w:p>
    <w:p w:rsidR="007B6A46" w:rsidRDefault="007B6A46" w:rsidP="007B6A46">
      <w:r>
        <w:t>150.5927</w:t>
      </w:r>
      <w:r>
        <w:tab/>
        <w:t>1.013e0</w:t>
      </w:r>
    </w:p>
    <w:p w:rsidR="007B6A46" w:rsidRDefault="007B6A46" w:rsidP="007B6A46">
      <w:r>
        <w:t>150.6446</w:t>
      </w:r>
      <w:r>
        <w:tab/>
        <w:t>1.013e0</w:t>
      </w:r>
    </w:p>
    <w:p w:rsidR="007B6A46" w:rsidRDefault="007B6A46" w:rsidP="007B6A46">
      <w:r>
        <w:t>150.6461</w:t>
      </w:r>
      <w:r>
        <w:tab/>
        <w:t>2.025e0</w:t>
      </w:r>
    </w:p>
    <w:p w:rsidR="007B6A46" w:rsidRDefault="007B6A46" w:rsidP="007B6A46">
      <w:r>
        <w:t>150.7293</w:t>
      </w:r>
      <w:r>
        <w:tab/>
        <w:t>1.013e0</w:t>
      </w:r>
    </w:p>
    <w:p w:rsidR="007B6A46" w:rsidRDefault="007B6A46" w:rsidP="007B6A46">
      <w:r>
        <w:t>150.7420</w:t>
      </w:r>
      <w:r>
        <w:tab/>
        <w:t>1.013e0</w:t>
      </w:r>
    </w:p>
    <w:p w:rsidR="007B6A46" w:rsidRDefault="007B6A46" w:rsidP="007B6A46">
      <w:r>
        <w:t>150.7522</w:t>
      </w:r>
      <w:r>
        <w:tab/>
        <w:t>1.013e0</w:t>
      </w:r>
    </w:p>
    <w:p w:rsidR="007B6A46" w:rsidRDefault="007B6A46" w:rsidP="007B6A46">
      <w:r>
        <w:lastRenderedPageBreak/>
        <w:t>150.7672</w:t>
      </w:r>
      <w:r>
        <w:tab/>
        <w:t>2.025e0</w:t>
      </w:r>
    </w:p>
    <w:p w:rsidR="007B6A46" w:rsidRDefault="007B6A46" w:rsidP="007B6A46">
      <w:r>
        <w:t>150.7689</w:t>
      </w:r>
      <w:r>
        <w:tab/>
        <w:t>1.013e0</w:t>
      </w:r>
    </w:p>
    <w:p w:rsidR="007B6A46" w:rsidRDefault="007B6A46" w:rsidP="007B6A46">
      <w:r>
        <w:t>150.7810</w:t>
      </w:r>
      <w:r>
        <w:tab/>
        <w:t>1.013e0</w:t>
      </w:r>
    </w:p>
    <w:p w:rsidR="007B6A46" w:rsidRDefault="007B6A46" w:rsidP="007B6A46">
      <w:r>
        <w:t>150.7879</w:t>
      </w:r>
      <w:r>
        <w:tab/>
        <w:t>1.013e0</w:t>
      </w:r>
    </w:p>
    <w:p w:rsidR="007B6A46" w:rsidRDefault="007B6A46" w:rsidP="007B6A46">
      <w:r>
        <w:t>150.8077</w:t>
      </w:r>
      <w:r>
        <w:tab/>
        <w:t>1.013e0</w:t>
      </w:r>
    </w:p>
    <w:p w:rsidR="007B6A46" w:rsidRDefault="007B6A46" w:rsidP="007B6A46">
      <w:r>
        <w:t>150.8113</w:t>
      </w:r>
      <w:r>
        <w:tab/>
        <w:t>3.038e0</w:t>
      </w:r>
    </w:p>
    <w:p w:rsidR="007B6A46" w:rsidRDefault="007B6A46" w:rsidP="007B6A46">
      <w:r>
        <w:t>150.8301</w:t>
      </w:r>
      <w:r>
        <w:tab/>
        <w:t>1.013e0</w:t>
      </w:r>
    </w:p>
    <w:p w:rsidR="007B6A46" w:rsidRDefault="007B6A46" w:rsidP="007B6A46">
      <w:r>
        <w:t>150.8403</w:t>
      </w:r>
      <w:r>
        <w:tab/>
        <w:t>1.013e0</w:t>
      </w:r>
    </w:p>
    <w:p w:rsidR="007B6A46" w:rsidRDefault="007B6A46" w:rsidP="007B6A46">
      <w:r>
        <w:t>150.8470</w:t>
      </w:r>
      <w:r>
        <w:tab/>
        <w:t>2.025e0</w:t>
      </w:r>
    </w:p>
    <w:p w:rsidR="007B6A46" w:rsidRDefault="007B6A46" w:rsidP="007B6A46">
      <w:r>
        <w:t>150.8571</w:t>
      </w:r>
      <w:r>
        <w:tab/>
        <w:t>1.013e0</w:t>
      </w:r>
    </w:p>
    <w:p w:rsidR="007B6A46" w:rsidRDefault="007B6A46" w:rsidP="007B6A46">
      <w:r>
        <w:t>150.8599</w:t>
      </w:r>
      <w:r>
        <w:tab/>
        <w:t>1.013e0</w:t>
      </w:r>
    </w:p>
    <w:p w:rsidR="007B6A46" w:rsidRDefault="007B6A46" w:rsidP="007B6A46">
      <w:r>
        <w:t>150.8632</w:t>
      </w:r>
      <w:r>
        <w:tab/>
        <w:t>2.025e0</w:t>
      </w:r>
    </w:p>
    <w:p w:rsidR="007B6A46" w:rsidRDefault="007B6A46" w:rsidP="007B6A46">
      <w:r>
        <w:t>150.8828</w:t>
      </w:r>
      <w:r>
        <w:tab/>
        <w:t>1.013e0</w:t>
      </w:r>
    </w:p>
    <w:p w:rsidR="007B6A46" w:rsidRDefault="007B6A46" w:rsidP="007B6A46">
      <w:r>
        <w:t>150.8961</w:t>
      </w:r>
      <w:r>
        <w:tab/>
        <w:t>1.013e0</w:t>
      </w:r>
    </w:p>
    <w:p w:rsidR="007B6A46" w:rsidRDefault="007B6A46" w:rsidP="007B6A46">
      <w:r>
        <w:t>150.8992</w:t>
      </w:r>
      <w:r>
        <w:tab/>
        <w:t>1.013e0</w:t>
      </w:r>
    </w:p>
    <w:p w:rsidR="007B6A46" w:rsidRDefault="007B6A46" w:rsidP="007B6A46">
      <w:r>
        <w:t>150.9168</w:t>
      </w:r>
      <w:r>
        <w:tab/>
        <w:t>2.025e0</w:t>
      </w:r>
    </w:p>
    <w:p w:rsidR="007B6A46" w:rsidRDefault="007B6A46" w:rsidP="007B6A46">
      <w:r>
        <w:t>150.9351</w:t>
      </w:r>
      <w:r>
        <w:tab/>
        <w:t>1.013e0</w:t>
      </w:r>
    </w:p>
    <w:p w:rsidR="007B6A46" w:rsidRDefault="007B6A46" w:rsidP="007B6A46">
      <w:r>
        <w:t>150.9382</w:t>
      </w:r>
      <w:r>
        <w:tab/>
        <w:t>3.038e0</w:t>
      </w:r>
    </w:p>
    <w:p w:rsidR="007B6A46" w:rsidRDefault="007B6A46" w:rsidP="007B6A46">
      <w:r>
        <w:t>150.9483</w:t>
      </w:r>
      <w:r>
        <w:tab/>
        <w:t>2.025e0</w:t>
      </w:r>
    </w:p>
    <w:p w:rsidR="007B6A46" w:rsidRDefault="007B6A46" w:rsidP="007B6A46">
      <w:r>
        <w:lastRenderedPageBreak/>
        <w:t>150.9575</w:t>
      </w:r>
      <w:r>
        <w:tab/>
        <w:t>1.013e0</w:t>
      </w:r>
    </w:p>
    <w:p w:rsidR="007B6A46" w:rsidRDefault="007B6A46" w:rsidP="007B6A46">
      <w:r>
        <w:t>150.9640</w:t>
      </w:r>
      <w:r>
        <w:tab/>
        <w:t>1.013e0</w:t>
      </w:r>
    </w:p>
    <w:p w:rsidR="007B6A46" w:rsidRDefault="007B6A46" w:rsidP="007B6A46">
      <w:r>
        <w:t>150.9709</w:t>
      </w:r>
      <w:r>
        <w:tab/>
        <w:t>1.013e0</w:t>
      </w:r>
    </w:p>
    <w:p w:rsidR="007B6A46" w:rsidRDefault="007B6A46" w:rsidP="007B6A46">
      <w:r>
        <w:t>150.9776</w:t>
      </w:r>
      <w:r>
        <w:tab/>
        <w:t>2.025e0</w:t>
      </w:r>
    </w:p>
    <w:p w:rsidR="007B6A46" w:rsidRDefault="007B6A46" w:rsidP="007B6A46">
      <w:r>
        <w:t>150.9843</w:t>
      </w:r>
      <w:r>
        <w:tab/>
        <w:t>2.025e0</w:t>
      </w:r>
    </w:p>
    <w:p w:rsidR="007B6A46" w:rsidRDefault="007B6A46" w:rsidP="007B6A46">
      <w:r>
        <w:t>150.9858</w:t>
      </w:r>
      <w:r>
        <w:tab/>
        <w:t>2.025e0</w:t>
      </w:r>
    </w:p>
    <w:p w:rsidR="007B6A46" w:rsidRDefault="007B6A46" w:rsidP="007B6A46">
      <w:r>
        <w:t>150.9970</w:t>
      </w:r>
      <w:r>
        <w:tab/>
        <w:t>1.013e0</w:t>
      </w:r>
    </w:p>
    <w:p w:rsidR="007B6A46" w:rsidRDefault="007B6A46" w:rsidP="007B6A46">
      <w:r>
        <w:t>151.0000</w:t>
      </w:r>
      <w:r>
        <w:tab/>
        <w:t>1.013e0</w:t>
      </w:r>
    </w:p>
    <w:p w:rsidR="007B6A46" w:rsidRDefault="007B6A46" w:rsidP="007B6A46">
      <w:r>
        <w:t>151.0167</w:t>
      </w:r>
      <w:r>
        <w:tab/>
        <w:t>3.038e0</w:t>
      </w:r>
    </w:p>
    <w:p w:rsidR="007B6A46" w:rsidRDefault="007B6A46" w:rsidP="007B6A46">
      <w:r>
        <w:t>151.0467</w:t>
      </w:r>
      <w:r>
        <w:tab/>
        <w:t>5.727e2</w:t>
      </w:r>
    </w:p>
    <w:p w:rsidR="007B6A46" w:rsidRDefault="007B6A46" w:rsidP="007B6A46">
      <w:r>
        <w:t>151.0479</w:t>
      </w:r>
      <w:r>
        <w:tab/>
        <w:t>1.944e2</w:t>
      </w:r>
    </w:p>
    <w:p w:rsidR="007B6A46" w:rsidRDefault="007B6A46" w:rsidP="007B6A46">
      <w:r>
        <w:t>151.0936</w:t>
      </w:r>
      <w:r>
        <w:tab/>
        <w:t>3.038e0</w:t>
      </w:r>
    </w:p>
    <w:p w:rsidR="007B6A46" w:rsidRDefault="007B6A46" w:rsidP="007B6A46">
      <w:r>
        <w:t>151.0963</w:t>
      </w:r>
      <w:r>
        <w:tab/>
        <w:t>2.025e0</w:t>
      </w:r>
    </w:p>
    <w:p w:rsidR="007B6A46" w:rsidRDefault="007B6A46" w:rsidP="007B6A46">
      <w:r>
        <w:t>151.1004</w:t>
      </w:r>
      <w:r>
        <w:tab/>
        <w:t>3.038e0</w:t>
      </w:r>
    </w:p>
    <w:p w:rsidR="007B6A46" w:rsidRDefault="007B6A46" w:rsidP="007B6A46">
      <w:r>
        <w:t>151.1015</w:t>
      </w:r>
      <w:r>
        <w:tab/>
        <w:t>4.051e0</w:t>
      </w:r>
    </w:p>
    <w:p w:rsidR="007B6A46" w:rsidRDefault="007B6A46" w:rsidP="007B6A46">
      <w:r>
        <w:t>151.1166</w:t>
      </w:r>
      <w:r>
        <w:tab/>
        <w:t>3.038e0</w:t>
      </w:r>
    </w:p>
    <w:p w:rsidR="007B6A46" w:rsidRDefault="007B6A46" w:rsidP="007B6A46">
      <w:r>
        <w:t>151.1198</w:t>
      </w:r>
      <w:r>
        <w:tab/>
        <w:t>4.051e0</w:t>
      </w:r>
    </w:p>
    <w:p w:rsidR="007B6A46" w:rsidRDefault="007B6A46" w:rsidP="007B6A46">
      <w:r>
        <w:t>151.1248</w:t>
      </w:r>
      <w:r>
        <w:tab/>
        <w:t>4.051e0</w:t>
      </w:r>
    </w:p>
    <w:p w:rsidR="007B6A46" w:rsidRDefault="007B6A46" w:rsidP="007B6A46">
      <w:r>
        <w:t>151.1352</w:t>
      </w:r>
      <w:r>
        <w:tab/>
        <w:t>3.038e0</w:t>
      </w:r>
    </w:p>
    <w:p w:rsidR="007B6A46" w:rsidRDefault="007B6A46" w:rsidP="007B6A46">
      <w:r>
        <w:lastRenderedPageBreak/>
        <w:t>151.1387</w:t>
      </w:r>
      <w:r>
        <w:tab/>
        <w:t>2.025e0</w:t>
      </w:r>
    </w:p>
    <w:p w:rsidR="007B6A46" w:rsidRDefault="007B6A46" w:rsidP="007B6A46">
      <w:r>
        <w:t>151.1470</w:t>
      </w:r>
      <w:r>
        <w:tab/>
        <w:t>2.025e0</w:t>
      </w:r>
    </w:p>
    <w:p w:rsidR="007B6A46" w:rsidRDefault="007B6A46" w:rsidP="007B6A46">
      <w:r>
        <w:t>151.1482</w:t>
      </w:r>
      <w:r>
        <w:tab/>
        <w:t>5.063e0</w:t>
      </w:r>
    </w:p>
    <w:p w:rsidR="007B6A46" w:rsidRDefault="007B6A46" w:rsidP="007B6A46">
      <w:r>
        <w:t>151.1497</w:t>
      </w:r>
      <w:r>
        <w:tab/>
        <w:t>3.038e0</w:t>
      </w:r>
    </w:p>
    <w:p w:rsidR="007B6A46" w:rsidRDefault="007B6A46" w:rsidP="007B6A46">
      <w:r>
        <w:t>151.1573</w:t>
      </w:r>
      <w:r>
        <w:tab/>
        <w:t>1.013e0</w:t>
      </w:r>
    </w:p>
    <w:p w:rsidR="007B6A46" w:rsidRDefault="007B6A46" w:rsidP="007B6A46">
      <w:r>
        <w:t>151.1613</w:t>
      </w:r>
      <w:r>
        <w:tab/>
        <w:t>3.038e0</w:t>
      </w:r>
    </w:p>
    <w:p w:rsidR="007B6A46" w:rsidRDefault="007B6A46" w:rsidP="007B6A46">
      <w:r>
        <w:t>151.1772</w:t>
      </w:r>
      <w:r>
        <w:tab/>
        <w:t>3.038e0</w:t>
      </w:r>
    </w:p>
    <w:p w:rsidR="007B6A46" w:rsidRDefault="007B6A46" w:rsidP="007B6A46">
      <w:r>
        <w:t>151.1796</w:t>
      </w:r>
      <w:r>
        <w:tab/>
        <w:t>1.013e0</w:t>
      </w:r>
    </w:p>
    <w:p w:rsidR="007B6A46" w:rsidRDefault="007B6A46" w:rsidP="007B6A46">
      <w:r>
        <w:t>151.1842</w:t>
      </w:r>
      <w:r>
        <w:tab/>
        <w:t>4.051e0</w:t>
      </w:r>
    </w:p>
    <w:p w:rsidR="007B6A46" w:rsidRDefault="007B6A46" w:rsidP="007B6A46">
      <w:r>
        <w:t>151.1871</w:t>
      </w:r>
      <w:r>
        <w:tab/>
        <w:t>2.497e0</w:t>
      </w:r>
    </w:p>
    <w:p w:rsidR="007B6A46" w:rsidRDefault="007B6A46" w:rsidP="007B6A46">
      <w:r>
        <w:t>151.1964</w:t>
      </w:r>
      <w:r>
        <w:tab/>
        <w:t>2.025e0</w:t>
      </w:r>
    </w:p>
    <w:p w:rsidR="007B6A46" w:rsidRDefault="007B6A46" w:rsidP="007B6A46">
      <w:r>
        <w:t>151.2043</w:t>
      </w:r>
      <w:r>
        <w:tab/>
        <w:t>2.566e0</w:t>
      </w:r>
    </w:p>
    <w:p w:rsidR="007B6A46" w:rsidRDefault="007B6A46" w:rsidP="007B6A46">
      <w:r>
        <w:t>151.2288</w:t>
      </w:r>
      <w:r>
        <w:tab/>
        <w:t>1.013e0</w:t>
      </w:r>
    </w:p>
    <w:p w:rsidR="007B6A46" w:rsidRDefault="007B6A46" w:rsidP="007B6A46">
      <w:r>
        <w:t>151.2303</w:t>
      </w:r>
      <w:r>
        <w:tab/>
        <w:t>2.025e0</w:t>
      </w:r>
    </w:p>
    <w:p w:rsidR="007B6A46" w:rsidRDefault="007B6A46" w:rsidP="007B6A46">
      <w:r>
        <w:t>151.2355</w:t>
      </w:r>
      <w:r>
        <w:tab/>
        <w:t>2.025e0</w:t>
      </w:r>
    </w:p>
    <w:p w:rsidR="007B6A46" w:rsidRDefault="007B6A46" w:rsidP="007B6A46">
      <w:r>
        <w:t>151.2419</w:t>
      </w:r>
      <w:r>
        <w:tab/>
        <w:t>1.013e0</w:t>
      </w:r>
    </w:p>
    <w:p w:rsidR="007B6A46" w:rsidRDefault="007B6A46" w:rsidP="007B6A46">
      <w:r>
        <w:t>151.2520</w:t>
      </w:r>
      <w:r>
        <w:tab/>
        <w:t>1.013e0</w:t>
      </w:r>
    </w:p>
    <w:p w:rsidR="007B6A46" w:rsidRDefault="007B6A46" w:rsidP="007B6A46">
      <w:r>
        <w:t>151.2617</w:t>
      </w:r>
      <w:r>
        <w:tab/>
        <w:t>1.013e0</w:t>
      </w:r>
    </w:p>
    <w:p w:rsidR="007B6A46" w:rsidRDefault="007B6A46" w:rsidP="007B6A46">
      <w:r>
        <w:t>151.2802</w:t>
      </w:r>
      <w:r>
        <w:tab/>
        <w:t>3.038e0</w:t>
      </w:r>
    </w:p>
    <w:p w:rsidR="007B6A46" w:rsidRDefault="007B6A46" w:rsidP="007B6A46">
      <w:r>
        <w:lastRenderedPageBreak/>
        <w:t>151.2837</w:t>
      </w:r>
      <w:r>
        <w:tab/>
        <w:t>3.038e0</w:t>
      </w:r>
    </w:p>
    <w:p w:rsidR="007B6A46" w:rsidRDefault="007B6A46" w:rsidP="007B6A46">
      <w:r>
        <w:t>151.2913</w:t>
      </w:r>
      <w:r>
        <w:tab/>
        <w:t>1.013e0</w:t>
      </w:r>
    </w:p>
    <w:p w:rsidR="007B6A46" w:rsidRDefault="007B6A46" w:rsidP="007B6A46">
      <w:r>
        <w:t>151.3013</w:t>
      </w:r>
      <w:r>
        <w:tab/>
        <w:t>3.038e0</w:t>
      </w:r>
    </w:p>
    <w:p w:rsidR="007B6A46" w:rsidRDefault="007B6A46" w:rsidP="007B6A46">
      <w:r>
        <w:t>151.3156</w:t>
      </w:r>
      <w:r>
        <w:tab/>
        <w:t>3.038e0</w:t>
      </w:r>
    </w:p>
    <w:p w:rsidR="007B6A46" w:rsidRDefault="007B6A46" w:rsidP="007B6A46">
      <w:r>
        <w:t>151.3168</w:t>
      </w:r>
      <w:r>
        <w:tab/>
        <w:t>1.013e0</w:t>
      </w:r>
    </w:p>
    <w:p w:rsidR="007B6A46" w:rsidRDefault="007B6A46" w:rsidP="007B6A46">
      <w:r>
        <w:t>151.3238</w:t>
      </w:r>
      <w:r>
        <w:tab/>
        <w:t>1.013e0</w:t>
      </w:r>
    </w:p>
    <w:p w:rsidR="007B6A46" w:rsidRDefault="007B6A46" w:rsidP="007B6A46">
      <w:r>
        <w:t>151.3296</w:t>
      </w:r>
      <w:r>
        <w:tab/>
        <w:t>4.051e0</w:t>
      </w:r>
    </w:p>
    <w:p w:rsidR="007B6A46" w:rsidRDefault="007B6A46" w:rsidP="007B6A46">
      <w:r>
        <w:t>151.3335</w:t>
      </w:r>
      <w:r>
        <w:tab/>
        <w:t>1.013e0</w:t>
      </w:r>
    </w:p>
    <w:p w:rsidR="007B6A46" w:rsidRDefault="007B6A46" w:rsidP="007B6A46">
      <w:r>
        <w:t>151.3468</w:t>
      </w:r>
      <w:r>
        <w:tab/>
        <w:t>1.013e0</w:t>
      </w:r>
    </w:p>
    <w:p w:rsidR="007B6A46" w:rsidRDefault="007B6A46" w:rsidP="007B6A46">
      <w:r>
        <w:t>151.3516</w:t>
      </w:r>
      <w:r>
        <w:tab/>
        <w:t>2.025e0</w:t>
      </w:r>
    </w:p>
    <w:p w:rsidR="007B6A46" w:rsidRDefault="007B6A46" w:rsidP="007B6A46">
      <w:r>
        <w:t>151.3762</w:t>
      </w:r>
      <w:r>
        <w:tab/>
        <w:t>1.013e0</w:t>
      </w:r>
    </w:p>
    <w:p w:rsidR="007B6A46" w:rsidRDefault="007B6A46" w:rsidP="007B6A46">
      <w:r>
        <w:t>151.3774</w:t>
      </w:r>
      <w:r>
        <w:tab/>
        <w:t>5.063e0</w:t>
      </w:r>
    </w:p>
    <w:p w:rsidR="007B6A46" w:rsidRDefault="007B6A46" w:rsidP="007B6A46">
      <w:r>
        <w:t>151.3988</w:t>
      </w:r>
      <w:r>
        <w:tab/>
        <w:t>1.013e0</w:t>
      </w:r>
    </w:p>
    <w:p w:rsidR="007B6A46" w:rsidRDefault="007B6A46" w:rsidP="007B6A46">
      <w:r>
        <w:t>151.4120</w:t>
      </w:r>
      <w:r>
        <w:tab/>
        <w:t>3.038e0</w:t>
      </w:r>
    </w:p>
    <w:p w:rsidR="007B6A46" w:rsidRDefault="007B6A46" w:rsidP="007B6A46">
      <w:r>
        <w:t>151.4254</w:t>
      </w:r>
      <w:r>
        <w:tab/>
        <w:t>3.038e0</w:t>
      </w:r>
    </w:p>
    <w:p w:rsidR="007B6A46" w:rsidRDefault="007B6A46" w:rsidP="007B6A46">
      <w:r>
        <w:t>151.4321</w:t>
      </w:r>
      <w:r>
        <w:tab/>
        <w:t>1.013e0</w:t>
      </w:r>
    </w:p>
    <w:p w:rsidR="007B6A46" w:rsidRDefault="007B6A46" w:rsidP="007B6A46">
      <w:r>
        <w:t>151.4382</w:t>
      </w:r>
      <w:r>
        <w:tab/>
        <w:t>1.013e0</w:t>
      </w:r>
    </w:p>
    <w:p w:rsidR="007B6A46" w:rsidRDefault="007B6A46" w:rsidP="007B6A46">
      <w:r>
        <w:t>151.4476</w:t>
      </w:r>
      <w:r>
        <w:tab/>
        <w:t>4.051e0</w:t>
      </w:r>
    </w:p>
    <w:p w:rsidR="007B6A46" w:rsidRDefault="007B6A46" w:rsidP="007B6A46">
      <w:r>
        <w:t>151.4511</w:t>
      </w:r>
      <w:r>
        <w:tab/>
        <w:t>2.025e0</w:t>
      </w:r>
    </w:p>
    <w:p w:rsidR="007B6A46" w:rsidRDefault="007B6A46" w:rsidP="007B6A46">
      <w:r>
        <w:lastRenderedPageBreak/>
        <w:t>151.4551</w:t>
      </w:r>
      <w:r>
        <w:tab/>
        <w:t>3.038e0</w:t>
      </w:r>
    </w:p>
    <w:p w:rsidR="007B6A46" w:rsidRDefault="007B6A46" w:rsidP="007B6A46">
      <w:r>
        <w:t>151.4645</w:t>
      </w:r>
      <w:r>
        <w:tab/>
        <w:t>1.013e0</w:t>
      </w:r>
    </w:p>
    <w:p w:rsidR="007B6A46" w:rsidRDefault="007B6A46" w:rsidP="007B6A46">
      <w:r>
        <w:t>151.4678</w:t>
      </w:r>
      <w:r>
        <w:tab/>
        <w:t>1.013e0</w:t>
      </w:r>
    </w:p>
    <w:p w:rsidR="007B6A46" w:rsidRDefault="007B6A46" w:rsidP="007B6A46">
      <w:r>
        <w:t>151.4761</w:t>
      </w:r>
      <w:r>
        <w:tab/>
        <w:t>2.025e0</w:t>
      </w:r>
    </w:p>
    <w:p w:rsidR="007B6A46" w:rsidRDefault="007B6A46" w:rsidP="007B6A46">
      <w:r>
        <w:t>151.4811</w:t>
      </w:r>
      <w:r>
        <w:tab/>
        <w:t>1.013e0</w:t>
      </w:r>
    </w:p>
    <w:p w:rsidR="007B6A46" w:rsidRDefault="007B6A46" w:rsidP="007B6A46">
      <w:r>
        <w:t>151.4936</w:t>
      </w:r>
      <w:r>
        <w:tab/>
        <w:t>2.025e0</w:t>
      </w:r>
    </w:p>
    <w:p w:rsidR="007B6A46" w:rsidRDefault="007B6A46" w:rsidP="007B6A46">
      <w:r>
        <w:t>151.5003</w:t>
      </w:r>
      <w:r>
        <w:tab/>
        <w:t>1.013e0</w:t>
      </w:r>
    </w:p>
    <w:p w:rsidR="007B6A46" w:rsidRDefault="007B6A46" w:rsidP="007B6A46">
      <w:r>
        <w:t>151.5067</w:t>
      </w:r>
      <w:r>
        <w:tab/>
        <w:t>1.013e0</w:t>
      </w:r>
    </w:p>
    <w:p w:rsidR="007B6A46" w:rsidRDefault="007B6A46" w:rsidP="007B6A46">
      <w:r>
        <w:t>151.5154</w:t>
      </w:r>
      <w:r>
        <w:tab/>
        <w:t>6.076e0</w:t>
      </w:r>
    </w:p>
    <w:p w:rsidR="007B6A46" w:rsidRDefault="007B6A46" w:rsidP="007B6A46">
      <w:r>
        <w:t>151.5474</w:t>
      </w:r>
      <w:r>
        <w:tab/>
        <w:t>6.930e1</w:t>
      </w:r>
    </w:p>
    <w:p w:rsidR="007B6A46" w:rsidRDefault="007B6A46" w:rsidP="007B6A46">
      <w:r>
        <w:t>151.5485</w:t>
      </w:r>
      <w:r>
        <w:tab/>
        <w:t>5.068e1</w:t>
      </w:r>
    </w:p>
    <w:p w:rsidR="007B6A46" w:rsidRDefault="007B6A46" w:rsidP="007B6A46">
      <w:r>
        <w:t>151.5497</w:t>
      </w:r>
      <w:r>
        <w:tab/>
        <w:t>5.367e1</w:t>
      </w:r>
    </w:p>
    <w:p w:rsidR="007B6A46" w:rsidRDefault="007B6A46" w:rsidP="007B6A46">
      <w:r>
        <w:t>151.5777</w:t>
      </w:r>
      <w:r>
        <w:tab/>
        <w:t>3.967e0</w:t>
      </w:r>
    </w:p>
    <w:p w:rsidR="007B6A46" w:rsidRDefault="007B6A46" w:rsidP="007B6A46">
      <w:r>
        <w:t>151.5820</w:t>
      </w:r>
      <w:r>
        <w:tab/>
        <w:t>3.023e0</w:t>
      </w:r>
    </w:p>
    <w:p w:rsidR="007B6A46" w:rsidRDefault="007B6A46" w:rsidP="007B6A46">
      <w:r>
        <w:t>151.5852</w:t>
      </w:r>
      <w:r>
        <w:tab/>
        <w:t>1.013e0</w:t>
      </w:r>
    </w:p>
    <w:p w:rsidR="007B6A46" w:rsidRDefault="007B6A46" w:rsidP="007B6A46">
      <w:r>
        <w:t>151.5953</w:t>
      </w:r>
      <w:r>
        <w:tab/>
        <w:t>1.013e0</w:t>
      </w:r>
    </w:p>
    <w:p w:rsidR="007B6A46" w:rsidRDefault="007B6A46" w:rsidP="007B6A46">
      <w:r>
        <w:t>151.6002</w:t>
      </w:r>
      <w:r>
        <w:tab/>
        <w:t>3.038e0</w:t>
      </w:r>
    </w:p>
    <w:p w:rsidR="007B6A46" w:rsidRDefault="007B6A46" w:rsidP="007B6A46">
      <w:r>
        <w:t>151.6118</w:t>
      </w:r>
      <w:r>
        <w:tab/>
        <w:t>1.013e0</w:t>
      </w:r>
    </w:p>
    <w:p w:rsidR="007B6A46" w:rsidRDefault="007B6A46" w:rsidP="007B6A46">
      <w:r>
        <w:t>151.6199</w:t>
      </w:r>
      <w:r>
        <w:tab/>
        <w:t>2.025e0</w:t>
      </w:r>
    </w:p>
    <w:p w:rsidR="007B6A46" w:rsidRDefault="007B6A46" w:rsidP="007B6A46">
      <w:r>
        <w:lastRenderedPageBreak/>
        <w:t>151.6214</w:t>
      </w:r>
      <w:r>
        <w:tab/>
        <w:t>1.013e0</w:t>
      </w:r>
    </w:p>
    <w:p w:rsidR="007B6A46" w:rsidRDefault="007B6A46" w:rsidP="007B6A46">
      <w:r>
        <w:t>151.6342</w:t>
      </w:r>
      <w:r>
        <w:tab/>
        <w:t>1.013e0</w:t>
      </w:r>
    </w:p>
    <w:p w:rsidR="007B6A46" w:rsidRDefault="007B6A46" w:rsidP="007B6A46">
      <w:r>
        <w:t>151.6409</w:t>
      </w:r>
      <w:r>
        <w:tab/>
        <w:t>2.025e0</w:t>
      </w:r>
    </w:p>
    <w:p w:rsidR="007B6A46" w:rsidRDefault="007B6A46" w:rsidP="007B6A46">
      <w:r>
        <w:t>151.6545</w:t>
      </w:r>
      <w:r>
        <w:tab/>
        <w:t>1.013e0</w:t>
      </w:r>
    </w:p>
    <w:p w:rsidR="007B6A46" w:rsidRDefault="007B6A46" w:rsidP="007B6A46">
      <w:r>
        <w:t>151.6559</w:t>
      </w:r>
      <w:r>
        <w:tab/>
        <w:t>2.025e0</w:t>
      </w:r>
    </w:p>
    <w:p w:rsidR="007B6A46" w:rsidRDefault="007B6A46" w:rsidP="007B6A46">
      <w:r>
        <w:t>151.6579</w:t>
      </w:r>
      <w:r>
        <w:tab/>
        <w:t>1.013e0</w:t>
      </w:r>
    </w:p>
    <w:p w:rsidR="007B6A46" w:rsidRDefault="007B6A46" w:rsidP="007B6A46">
      <w:r>
        <w:t>151.6769</w:t>
      </w:r>
      <w:r>
        <w:tab/>
        <w:t>1.013e0</w:t>
      </w:r>
    </w:p>
    <w:p w:rsidR="007B6A46" w:rsidRDefault="007B6A46" w:rsidP="007B6A46">
      <w:r>
        <w:t>151.6801</w:t>
      </w:r>
      <w:r>
        <w:tab/>
        <w:t>1.013e0</w:t>
      </w:r>
    </w:p>
    <w:p w:rsidR="007B6A46" w:rsidRDefault="007B6A46" w:rsidP="007B6A46">
      <w:r>
        <w:t>151.6839</w:t>
      </w:r>
      <w:r>
        <w:tab/>
        <w:t>5.375e0</w:t>
      </w:r>
    </w:p>
    <w:p w:rsidR="007B6A46" w:rsidRDefault="007B6A46" w:rsidP="007B6A46">
      <w:r>
        <w:t>151.7099</w:t>
      </w:r>
      <w:r>
        <w:tab/>
        <w:t>1.013e0</w:t>
      </w:r>
    </w:p>
    <w:p w:rsidR="007B6A46" w:rsidRDefault="007B6A46" w:rsidP="007B6A46">
      <w:r>
        <w:t>151.7129</w:t>
      </w:r>
      <w:r>
        <w:tab/>
        <w:t>1.013e0</w:t>
      </w:r>
    </w:p>
    <w:p w:rsidR="007B6A46" w:rsidRDefault="007B6A46" w:rsidP="007B6A46">
      <w:r>
        <w:t>151.7227</w:t>
      </w:r>
      <w:r>
        <w:tab/>
        <w:t>2.025e0</w:t>
      </w:r>
    </w:p>
    <w:p w:rsidR="007B6A46" w:rsidRDefault="007B6A46" w:rsidP="007B6A46">
      <w:r>
        <w:t>151.7411</w:t>
      </w:r>
      <w:r>
        <w:tab/>
        <w:t>2.025e0</w:t>
      </w:r>
    </w:p>
    <w:p w:rsidR="007B6A46" w:rsidRDefault="007B6A46" w:rsidP="007B6A46">
      <w:r>
        <w:t>151.7426</w:t>
      </w:r>
      <w:r>
        <w:tab/>
        <w:t>1.013e0</w:t>
      </w:r>
    </w:p>
    <w:p w:rsidR="007B6A46" w:rsidRDefault="007B6A46" w:rsidP="007B6A46">
      <w:r>
        <w:t>151.7445</w:t>
      </w:r>
      <w:r>
        <w:tab/>
        <w:t>2.025e0</w:t>
      </w:r>
    </w:p>
    <w:p w:rsidR="007B6A46" w:rsidRDefault="007B6A46" w:rsidP="007B6A46">
      <w:r>
        <w:t>151.7528</w:t>
      </w:r>
      <w:r>
        <w:tab/>
        <w:t>2.025e0</w:t>
      </w:r>
    </w:p>
    <w:p w:rsidR="007B6A46" w:rsidRDefault="007B6A46" w:rsidP="007B6A46">
      <w:r>
        <w:t>151.7575</w:t>
      </w:r>
      <w:r>
        <w:tab/>
        <w:t>5.063e0</w:t>
      </w:r>
    </w:p>
    <w:p w:rsidR="007B6A46" w:rsidRDefault="007B6A46" w:rsidP="007B6A46">
      <w:r>
        <w:t>151.7786</w:t>
      </w:r>
      <w:r>
        <w:tab/>
        <w:t>1.013e0</w:t>
      </w:r>
    </w:p>
    <w:p w:rsidR="007B6A46" w:rsidRDefault="007B6A46" w:rsidP="007B6A46">
      <w:r>
        <w:t>151.7918</w:t>
      </w:r>
      <w:r>
        <w:tab/>
        <w:t>1.013e0</w:t>
      </w:r>
    </w:p>
    <w:p w:rsidR="007B6A46" w:rsidRDefault="007B6A46" w:rsidP="007B6A46">
      <w:r>
        <w:lastRenderedPageBreak/>
        <w:t>151.7997</w:t>
      </w:r>
      <w:r>
        <w:tab/>
        <w:t>2.025e0</w:t>
      </w:r>
    </w:p>
    <w:p w:rsidR="007B6A46" w:rsidRDefault="007B6A46" w:rsidP="007B6A46">
      <w:r>
        <w:t>151.8045</w:t>
      </w:r>
      <w:r>
        <w:tab/>
        <w:t>1.013e0</w:t>
      </w:r>
    </w:p>
    <w:p w:rsidR="007B6A46" w:rsidRDefault="007B6A46" w:rsidP="007B6A46">
      <w:r>
        <w:t>151.8111</w:t>
      </w:r>
      <w:r>
        <w:tab/>
        <w:t>1.013e0</w:t>
      </w:r>
    </w:p>
    <w:p w:rsidR="007B6A46" w:rsidRDefault="007B6A46" w:rsidP="007B6A46">
      <w:r>
        <w:t>151.8212</w:t>
      </w:r>
      <w:r>
        <w:tab/>
        <w:t>2.025e0</w:t>
      </w:r>
    </w:p>
    <w:p w:rsidR="007B6A46" w:rsidRDefault="007B6A46" w:rsidP="007B6A46">
      <w:r>
        <w:t>151.8326</w:t>
      </w:r>
      <w:r>
        <w:tab/>
        <w:t>2.025e0</w:t>
      </w:r>
    </w:p>
    <w:p w:rsidR="007B6A46" w:rsidRDefault="007B6A46" w:rsidP="007B6A46">
      <w:r>
        <w:t>151.8345</w:t>
      </w:r>
      <w:r>
        <w:tab/>
        <w:t>1.013e0</w:t>
      </w:r>
    </w:p>
    <w:p w:rsidR="007B6A46" w:rsidRDefault="007B6A46" w:rsidP="007B6A46">
      <w:r>
        <w:t>151.8501</w:t>
      </w:r>
      <w:r>
        <w:tab/>
        <w:t>1.013e0</w:t>
      </w:r>
    </w:p>
    <w:p w:rsidR="007B6A46" w:rsidRDefault="007B6A46" w:rsidP="007B6A46">
      <w:r>
        <w:t>151.8603</w:t>
      </w:r>
      <w:r>
        <w:tab/>
        <w:t>2.025e0</w:t>
      </w:r>
    </w:p>
    <w:p w:rsidR="007B6A46" w:rsidRDefault="007B6A46" w:rsidP="007B6A46">
      <w:r>
        <w:t>151.8659</w:t>
      </w:r>
      <w:r>
        <w:tab/>
        <w:t>3.038e0</w:t>
      </w:r>
    </w:p>
    <w:p w:rsidR="007B6A46" w:rsidRDefault="007B6A46" w:rsidP="007B6A46">
      <w:r>
        <w:t>151.8737</w:t>
      </w:r>
      <w:r>
        <w:tab/>
        <w:t>1.013e0</w:t>
      </w:r>
    </w:p>
    <w:p w:rsidR="007B6A46" w:rsidRDefault="007B6A46" w:rsidP="007B6A46">
      <w:r>
        <w:t>151.8802</w:t>
      </w:r>
      <w:r>
        <w:tab/>
        <w:t>1.013e0</w:t>
      </w:r>
    </w:p>
    <w:p w:rsidR="007B6A46" w:rsidRDefault="007B6A46" w:rsidP="007B6A46">
      <w:r>
        <w:t>151.8885</w:t>
      </w:r>
      <w:r>
        <w:tab/>
        <w:t>2.025e0</w:t>
      </w:r>
    </w:p>
    <w:p w:rsidR="007B6A46" w:rsidRDefault="007B6A46" w:rsidP="007B6A46">
      <w:r>
        <w:t>151.8931</w:t>
      </w:r>
      <w:r>
        <w:tab/>
        <w:t>3.038e0</w:t>
      </w:r>
    </w:p>
    <w:p w:rsidR="007B6A46" w:rsidRDefault="007B6A46" w:rsidP="007B6A46">
      <w:r>
        <w:t>151.8959</w:t>
      </w:r>
      <w:r>
        <w:tab/>
        <w:t>1.013e0</w:t>
      </w:r>
    </w:p>
    <w:p w:rsidR="007B6A46" w:rsidRDefault="007B6A46" w:rsidP="007B6A46">
      <w:r>
        <w:t>151.9042</w:t>
      </w:r>
      <w:r>
        <w:tab/>
        <w:t>2.025e0</w:t>
      </w:r>
    </w:p>
    <w:p w:rsidR="007B6A46" w:rsidRDefault="007B6A46" w:rsidP="007B6A46">
      <w:r>
        <w:t>151.9229</w:t>
      </w:r>
      <w:r>
        <w:tab/>
        <w:t>1.013e0</w:t>
      </w:r>
    </w:p>
    <w:p w:rsidR="007B6A46" w:rsidRDefault="007B6A46" w:rsidP="007B6A46">
      <w:r>
        <w:t>151.9240</w:t>
      </w:r>
      <w:r>
        <w:tab/>
        <w:t>3.038e0</w:t>
      </w:r>
    </w:p>
    <w:p w:rsidR="007B6A46" w:rsidRDefault="007B6A46" w:rsidP="007B6A46">
      <w:r>
        <w:t>151.9260</w:t>
      </w:r>
      <w:r>
        <w:tab/>
        <w:t>1.013e0</w:t>
      </w:r>
    </w:p>
    <w:p w:rsidR="007B6A46" w:rsidRDefault="007B6A46" w:rsidP="007B6A46">
      <w:r>
        <w:t>151.9360</w:t>
      </w:r>
      <w:r>
        <w:tab/>
        <w:t>3.038e0</w:t>
      </w:r>
    </w:p>
    <w:p w:rsidR="007B6A46" w:rsidRDefault="007B6A46" w:rsidP="007B6A46">
      <w:r>
        <w:lastRenderedPageBreak/>
        <w:t>151.9420</w:t>
      </w:r>
      <w:r>
        <w:tab/>
        <w:t>2.025e0</w:t>
      </w:r>
    </w:p>
    <w:p w:rsidR="007B6A46" w:rsidRDefault="007B6A46" w:rsidP="007B6A46">
      <w:r>
        <w:t>151.9453</w:t>
      </w:r>
      <w:r>
        <w:tab/>
        <w:t>1.013e0</w:t>
      </w:r>
    </w:p>
    <w:p w:rsidR="007B6A46" w:rsidRDefault="007B6A46" w:rsidP="007B6A46">
      <w:r>
        <w:t>151.9586</w:t>
      </w:r>
      <w:r>
        <w:tab/>
        <w:t>2.025e0</w:t>
      </w:r>
    </w:p>
    <w:p w:rsidR="007B6A46" w:rsidRDefault="007B6A46" w:rsidP="007B6A46">
      <w:r>
        <w:t>151.9818</w:t>
      </w:r>
      <w:r>
        <w:tab/>
        <w:t>1.013e0</w:t>
      </w:r>
    </w:p>
    <w:p w:rsidR="007B6A46" w:rsidRDefault="007B6A46" w:rsidP="007B6A46">
      <w:r>
        <w:t>151.9876</w:t>
      </w:r>
      <w:r>
        <w:tab/>
        <w:t>1.013e0</w:t>
      </w:r>
    </w:p>
    <w:p w:rsidR="007B6A46" w:rsidRDefault="007B6A46" w:rsidP="007B6A46">
      <w:r>
        <w:t>151.9946</w:t>
      </w:r>
      <w:r>
        <w:tab/>
        <w:t>1.013e0</w:t>
      </w:r>
    </w:p>
    <w:p w:rsidR="007B6A46" w:rsidRDefault="007B6A46" w:rsidP="007B6A46">
      <w:r>
        <w:t>152.0011</w:t>
      </w:r>
      <w:r>
        <w:tab/>
        <w:t>1.013e0</w:t>
      </w:r>
    </w:p>
    <w:p w:rsidR="007B6A46" w:rsidRDefault="007B6A46" w:rsidP="007B6A46">
      <w:r>
        <w:t>152.0046</w:t>
      </w:r>
      <w:r>
        <w:tab/>
        <w:t>1.013e0</w:t>
      </w:r>
    </w:p>
    <w:p w:rsidR="007B6A46" w:rsidRDefault="007B6A46" w:rsidP="007B6A46">
      <w:r>
        <w:t>152.0478</w:t>
      </w:r>
      <w:r>
        <w:tab/>
        <w:t>5.653e1</w:t>
      </w:r>
    </w:p>
    <w:p w:rsidR="007B6A46" w:rsidRDefault="007B6A46" w:rsidP="007B6A46">
      <w:r>
        <w:t>152.0512</w:t>
      </w:r>
      <w:r>
        <w:tab/>
        <w:t>2.466e1</w:t>
      </w:r>
    </w:p>
    <w:p w:rsidR="007B6A46" w:rsidRDefault="007B6A46" w:rsidP="007B6A46">
      <w:r>
        <w:t>152.0529</w:t>
      </w:r>
      <w:r>
        <w:tab/>
        <w:t>2.844e1</w:t>
      </w:r>
    </w:p>
    <w:p w:rsidR="007B6A46" w:rsidRDefault="007B6A46" w:rsidP="007B6A46">
      <w:r>
        <w:t>152.0655</w:t>
      </w:r>
      <w:r>
        <w:tab/>
        <w:t>2.543e1</w:t>
      </w:r>
    </w:p>
    <w:p w:rsidR="007B6A46" w:rsidRDefault="007B6A46" w:rsidP="007B6A46">
      <w:r>
        <w:t>152.0700</w:t>
      </w:r>
      <w:r>
        <w:tab/>
        <w:t>1.791e1</w:t>
      </w:r>
    </w:p>
    <w:p w:rsidR="007B6A46" w:rsidRDefault="007B6A46" w:rsidP="007B6A46">
      <w:r>
        <w:t>152.0794</w:t>
      </w:r>
      <w:r>
        <w:tab/>
        <w:t>5.670e0</w:t>
      </w:r>
    </w:p>
    <w:p w:rsidR="007B6A46" w:rsidRDefault="007B6A46" w:rsidP="007B6A46">
      <w:r>
        <w:t>152.0805</w:t>
      </w:r>
      <w:r>
        <w:tab/>
        <w:t>1.316e1</w:t>
      </w:r>
    </w:p>
    <w:p w:rsidR="007B6A46" w:rsidRDefault="007B6A46" w:rsidP="007B6A46">
      <w:r>
        <w:t>152.1029</w:t>
      </w:r>
      <w:r>
        <w:tab/>
        <w:t>2.025e0</w:t>
      </w:r>
    </w:p>
    <w:p w:rsidR="007B6A46" w:rsidRDefault="007B6A46" w:rsidP="007B6A46">
      <w:r>
        <w:t>152.1110</w:t>
      </w:r>
      <w:r>
        <w:tab/>
        <w:t>6.076e0</w:t>
      </w:r>
    </w:p>
    <w:p w:rsidR="007B6A46" w:rsidRDefault="007B6A46" w:rsidP="007B6A46">
      <w:r>
        <w:t>152.1209</w:t>
      </w:r>
      <w:r>
        <w:tab/>
        <w:t>2.025e0</w:t>
      </w:r>
    </w:p>
    <w:p w:rsidR="007B6A46" w:rsidRDefault="007B6A46" w:rsidP="007B6A46">
      <w:r>
        <w:t>152.1322</w:t>
      </w:r>
      <w:r>
        <w:tab/>
        <w:t>1.013e0</w:t>
      </w:r>
    </w:p>
    <w:p w:rsidR="007B6A46" w:rsidRDefault="007B6A46" w:rsidP="007B6A46">
      <w:r>
        <w:lastRenderedPageBreak/>
        <w:t>152.1356</w:t>
      </w:r>
      <w:r>
        <w:tab/>
        <w:t>1.013e0</w:t>
      </w:r>
    </w:p>
    <w:p w:rsidR="007B6A46" w:rsidRDefault="007B6A46" w:rsidP="007B6A46">
      <w:r>
        <w:t>152.1404</w:t>
      </w:r>
      <w:r>
        <w:tab/>
        <w:t>2.025e0</w:t>
      </w:r>
    </w:p>
    <w:p w:rsidR="007B6A46" w:rsidRDefault="007B6A46" w:rsidP="007B6A46">
      <w:r>
        <w:t>152.1420</w:t>
      </w:r>
      <w:r>
        <w:tab/>
        <w:t>1.013e0</w:t>
      </w:r>
    </w:p>
    <w:p w:rsidR="007B6A46" w:rsidRDefault="007B6A46" w:rsidP="007B6A46">
      <w:r>
        <w:t>152.1557</w:t>
      </w:r>
      <w:r>
        <w:tab/>
        <w:t>1.013e0</w:t>
      </w:r>
    </w:p>
    <w:p w:rsidR="007B6A46" w:rsidRDefault="007B6A46" w:rsidP="007B6A46">
      <w:r>
        <w:t>152.1622</w:t>
      </w:r>
      <w:r>
        <w:tab/>
        <w:t>1.013e0</w:t>
      </w:r>
    </w:p>
    <w:p w:rsidR="007B6A46" w:rsidRDefault="007B6A46" w:rsidP="007B6A46">
      <w:r>
        <w:t>152.1653</w:t>
      </w:r>
      <w:r>
        <w:tab/>
        <w:t>1.013e0</w:t>
      </w:r>
    </w:p>
    <w:p w:rsidR="007B6A46" w:rsidRDefault="007B6A46" w:rsidP="007B6A46">
      <w:r>
        <w:t>152.2079</w:t>
      </w:r>
      <w:r>
        <w:tab/>
        <w:t>1.013e0</w:t>
      </w:r>
    </w:p>
    <w:p w:rsidR="007B6A46" w:rsidRDefault="007B6A46" w:rsidP="007B6A46">
      <w:r>
        <w:t>152.2207</w:t>
      </w:r>
      <w:r>
        <w:tab/>
        <w:t>2.025e0</w:t>
      </w:r>
    </w:p>
    <w:p w:rsidR="007B6A46" w:rsidRDefault="007B6A46" w:rsidP="007B6A46">
      <w:r>
        <w:t>152.2224</w:t>
      </w:r>
      <w:r>
        <w:tab/>
        <w:t>2.025e0</w:t>
      </w:r>
    </w:p>
    <w:p w:rsidR="007B6A46" w:rsidRDefault="007B6A46" w:rsidP="007B6A46">
      <w:r>
        <w:t>152.2274</w:t>
      </w:r>
      <w:r>
        <w:tab/>
        <w:t>1.013e0</w:t>
      </w:r>
    </w:p>
    <w:p w:rsidR="007B6A46" w:rsidRDefault="007B6A46" w:rsidP="007B6A46">
      <w:r>
        <w:t>152.2408</w:t>
      </w:r>
      <w:r>
        <w:tab/>
        <w:t>1.013e0</w:t>
      </w:r>
    </w:p>
    <w:p w:rsidR="007B6A46" w:rsidRDefault="007B6A46" w:rsidP="007B6A46">
      <w:r>
        <w:t>152.2570</w:t>
      </w:r>
      <w:r>
        <w:tab/>
        <w:t>2.025e0</w:t>
      </w:r>
    </w:p>
    <w:p w:rsidR="007B6A46" w:rsidRDefault="007B6A46" w:rsidP="007B6A46">
      <w:r>
        <w:t>152.2800</w:t>
      </w:r>
      <w:r>
        <w:tab/>
        <w:t>1.013e0</w:t>
      </w:r>
    </w:p>
    <w:p w:rsidR="007B6A46" w:rsidRDefault="007B6A46" w:rsidP="007B6A46">
      <w:r>
        <w:t>152.2833</w:t>
      </w:r>
      <w:r>
        <w:tab/>
        <w:t>2.025e0</w:t>
      </w:r>
    </w:p>
    <w:p w:rsidR="007B6A46" w:rsidRDefault="007B6A46" w:rsidP="007B6A46">
      <w:r>
        <w:t>152.2884</w:t>
      </w:r>
      <w:r>
        <w:tab/>
        <w:t>6.076e0</w:t>
      </w:r>
    </w:p>
    <w:p w:rsidR="007B6A46" w:rsidRDefault="007B6A46" w:rsidP="007B6A46">
      <w:r>
        <w:t>152.3140</w:t>
      </w:r>
      <w:r>
        <w:tab/>
        <w:t>2.025e0</w:t>
      </w:r>
    </w:p>
    <w:p w:rsidR="007B6A46" w:rsidRDefault="007B6A46" w:rsidP="007B6A46">
      <w:r>
        <w:t>152.3159</w:t>
      </w:r>
      <w:r>
        <w:tab/>
        <w:t>1.013e0</w:t>
      </w:r>
    </w:p>
    <w:p w:rsidR="007B6A46" w:rsidRDefault="007B6A46" w:rsidP="007B6A46">
      <w:r>
        <w:t>152.3326</w:t>
      </w:r>
      <w:r>
        <w:tab/>
        <w:t>1.013e0</w:t>
      </w:r>
    </w:p>
    <w:p w:rsidR="007B6A46" w:rsidRDefault="007B6A46" w:rsidP="007B6A46">
      <w:r>
        <w:t>152.3343</w:t>
      </w:r>
      <w:r>
        <w:tab/>
        <w:t>2.025e0</w:t>
      </w:r>
    </w:p>
    <w:p w:rsidR="007B6A46" w:rsidRDefault="007B6A46" w:rsidP="007B6A46">
      <w:r>
        <w:lastRenderedPageBreak/>
        <w:t>152.3427</w:t>
      </w:r>
      <w:r>
        <w:tab/>
        <w:t>1.013e0</w:t>
      </w:r>
    </w:p>
    <w:p w:rsidR="007B6A46" w:rsidRDefault="007B6A46" w:rsidP="007B6A46">
      <w:r>
        <w:t>152.3487</w:t>
      </w:r>
      <w:r>
        <w:tab/>
        <w:t>1.013e0</w:t>
      </w:r>
    </w:p>
    <w:p w:rsidR="007B6A46" w:rsidRDefault="007B6A46" w:rsidP="007B6A46">
      <w:r>
        <w:t>152.3618</w:t>
      </w:r>
      <w:r>
        <w:tab/>
        <w:t>1.013e0</w:t>
      </w:r>
    </w:p>
    <w:p w:rsidR="007B6A46" w:rsidRDefault="007B6A46" w:rsidP="007B6A46">
      <w:r>
        <w:t>152.3718</w:t>
      </w:r>
      <w:r>
        <w:tab/>
        <w:t>1.013e0</w:t>
      </w:r>
    </w:p>
    <w:p w:rsidR="007B6A46" w:rsidRDefault="007B6A46" w:rsidP="007B6A46">
      <w:r>
        <w:t>152.3886</w:t>
      </w:r>
      <w:r>
        <w:tab/>
        <w:t>1.013e0</w:t>
      </w:r>
    </w:p>
    <w:p w:rsidR="007B6A46" w:rsidRDefault="007B6A46" w:rsidP="007B6A46">
      <w:r>
        <w:t>152.3948</w:t>
      </w:r>
      <w:r>
        <w:tab/>
        <w:t>2.025e0</w:t>
      </w:r>
    </w:p>
    <w:p w:rsidR="007B6A46" w:rsidRDefault="007B6A46" w:rsidP="007B6A46">
      <w:r>
        <w:t>152.4094</w:t>
      </w:r>
      <w:r>
        <w:tab/>
        <w:t>2.025e0</w:t>
      </w:r>
    </w:p>
    <w:p w:rsidR="007B6A46" w:rsidRDefault="007B6A46" w:rsidP="007B6A46">
      <w:r>
        <w:t>152.4178</w:t>
      </w:r>
      <w:r>
        <w:tab/>
        <w:t>2.025e0</w:t>
      </w:r>
    </w:p>
    <w:p w:rsidR="007B6A46" w:rsidRDefault="007B6A46" w:rsidP="007B6A46">
      <w:r>
        <w:t>152.4244</w:t>
      </w:r>
      <w:r>
        <w:tab/>
        <w:t>1.013e0</w:t>
      </w:r>
    </w:p>
    <w:p w:rsidR="007B6A46" w:rsidRDefault="007B6A46" w:rsidP="007B6A46">
      <w:r>
        <w:t>152.4278</w:t>
      </w:r>
      <w:r>
        <w:tab/>
        <w:t>1.013e0</w:t>
      </w:r>
    </w:p>
    <w:p w:rsidR="007B6A46" w:rsidRDefault="007B6A46" w:rsidP="007B6A46">
      <w:r>
        <w:t>152.4376</w:t>
      </w:r>
      <w:r>
        <w:tab/>
        <w:t>3.038e0</w:t>
      </w:r>
    </w:p>
    <w:p w:rsidR="007B6A46" w:rsidRDefault="007B6A46" w:rsidP="007B6A46">
      <w:r>
        <w:t>152.4499</w:t>
      </w:r>
      <w:r>
        <w:tab/>
        <w:t>2.025e0</w:t>
      </w:r>
    </w:p>
    <w:p w:rsidR="007B6A46" w:rsidRDefault="007B6A46" w:rsidP="007B6A46">
      <w:r>
        <w:t>152.4536</w:t>
      </w:r>
      <w:r>
        <w:tab/>
        <w:t>2.025e0</w:t>
      </w:r>
    </w:p>
    <w:p w:rsidR="007B6A46" w:rsidRDefault="007B6A46" w:rsidP="007B6A46">
      <w:r>
        <w:t>152.4570</w:t>
      </w:r>
      <w:r>
        <w:tab/>
        <w:t>1.013e0</w:t>
      </w:r>
    </w:p>
    <w:p w:rsidR="007B6A46" w:rsidRDefault="007B6A46" w:rsidP="007B6A46">
      <w:r>
        <w:t>152.4735</w:t>
      </w:r>
      <w:r>
        <w:tab/>
        <w:t>1.013e0</w:t>
      </w:r>
    </w:p>
    <w:p w:rsidR="007B6A46" w:rsidRDefault="007B6A46" w:rsidP="007B6A46">
      <w:r>
        <w:t>152.4866</w:t>
      </w:r>
      <w:r>
        <w:tab/>
        <w:t>1.013e0</w:t>
      </w:r>
    </w:p>
    <w:p w:rsidR="007B6A46" w:rsidRDefault="007B6A46" w:rsidP="007B6A46">
      <w:r>
        <w:t>152.4962</w:t>
      </w:r>
      <w:r>
        <w:tab/>
        <w:t>1.013e0</w:t>
      </w:r>
    </w:p>
    <w:p w:rsidR="007B6A46" w:rsidRDefault="007B6A46" w:rsidP="007B6A46">
      <w:r>
        <w:t>152.5052</w:t>
      </w:r>
      <w:r>
        <w:tab/>
        <w:t>4.051e0</w:t>
      </w:r>
    </w:p>
    <w:p w:rsidR="007B6A46" w:rsidRDefault="007B6A46" w:rsidP="007B6A46">
      <w:r>
        <w:t>152.5094</w:t>
      </w:r>
      <w:r>
        <w:tab/>
        <w:t>1.013e0</w:t>
      </w:r>
    </w:p>
    <w:p w:rsidR="007B6A46" w:rsidRDefault="007B6A46" w:rsidP="007B6A46">
      <w:r>
        <w:lastRenderedPageBreak/>
        <w:t>152.5262</w:t>
      </w:r>
      <w:r>
        <w:tab/>
        <w:t>1.013e0</w:t>
      </w:r>
    </w:p>
    <w:p w:rsidR="007B6A46" w:rsidRDefault="007B6A46" w:rsidP="007B6A46">
      <w:r>
        <w:t>152.5326</w:t>
      </w:r>
      <w:r>
        <w:tab/>
        <w:t>1.013e0</w:t>
      </w:r>
    </w:p>
    <w:p w:rsidR="007B6A46" w:rsidRDefault="007B6A46" w:rsidP="007B6A46">
      <w:r>
        <w:t>152.5439</w:t>
      </w:r>
      <w:r>
        <w:tab/>
        <w:t>4.051e0</w:t>
      </w:r>
    </w:p>
    <w:p w:rsidR="007B6A46" w:rsidRDefault="007B6A46" w:rsidP="007B6A46">
      <w:r>
        <w:t>152.5507</w:t>
      </w:r>
      <w:r>
        <w:tab/>
        <w:t>1.114e1</w:t>
      </w:r>
    </w:p>
    <w:p w:rsidR="007B6A46" w:rsidRDefault="007B6A46" w:rsidP="007B6A46">
      <w:r>
        <w:t>152.5587</w:t>
      </w:r>
      <w:r>
        <w:tab/>
        <w:t>2.025e0</w:t>
      </w:r>
    </w:p>
    <w:p w:rsidR="007B6A46" w:rsidRDefault="007B6A46" w:rsidP="007B6A46">
      <w:r>
        <w:t>152.5647</w:t>
      </w:r>
      <w:r>
        <w:tab/>
        <w:t>5.063e0</w:t>
      </w:r>
    </w:p>
    <w:p w:rsidR="007B6A46" w:rsidRDefault="007B6A46" w:rsidP="007B6A46">
      <w:r>
        <w:t>152.5770</w:t>
      </w:r>
      <w:r>
        <w:tab/>
        <w:t>4.051e0</w:t>
      </w:r>
    </w:p>
    <w:p w:rsidR="007B6A46" w:rsidRDefault="007B6A46" w:rsidP="007B6A46">
      <w:r>
        <w:t>152.5850</w:t>
      </w:r>
      <w:r>
        <w:tab/>
        <w:t>1.013e0</w:t>
      </w:r>
    </w:p>
    <w:p w:rsidR="007B6A46" w:rsidRDefault="007B6A46" w:rsidP="007B6A46">
      <w:r>
        <w:t>152.5981</w:t>
      </w:r>
      <w:r>
        <w:tab/>
        <w:t>2.025e0</w:t>
      </w:r>
    </w:p>
    <w:p w:rsidR="007B6A46" w:rsidRDefault="007B6A46" w:rsidP="007B6A46">
      <w:r>
        <w:t>152.6149</w:t>
      </w:r>
      <w:r>
        <w:tab/>
        <w:t>2.025e0</w:t>
      </w:r>
    </w:p>
    <w:p w:rsidR="007B6A46" w:rsidRDefault="007B6A46" w:rsidP="007B6A46">
      <w:r>
        <w:t>152.6374</w:t>
      </w:r>
      <w:r>
        <w:tab/>
        <w:t>1.013e0</w:t>
      </w:r>
    </w:p>
    <w:p w:rsidR="007B6A46" w:rsidRDefault="007B6A46" w:rsidP="007B6A46">
      <w:r>
        <w:t>152.6441</w:t>
      </w:r>
      <w:r>
        <w:tab/>
        <w:t>1.013e0</w:t>
      </w:r>
    </w:p>
    <w:p w:rsidR="007B6A46" w:rsidRDefault="007B6A46" w:rsidP="007B6A46">
      <w:r>
        <w:t>152.6573</w:t>
      </w:r>
      <w:r>
        <w:tab/>
        <w:t>3.038e0</w:t>
      </w:r>
    </w:p>
    <w:p w:rsidR="007B6A46" w:rsidRDefault="007B6A46" w:rsidP="007B6A46">
      <w:r>
        <w:t>152.6642</w:t>
      </w:r>
      <w:r>
        <w:tab/>
        <w:t>1.013e0</w:t>
      </w:r>
    </w:p>
    <w:p w:rsidR="007B6A46" w:rsidRDefault="007B6A46" w:rsidP="007B6A46">
      <w:r>
        <w:t>152.6770</w:t>
      </w:r>
      <w:r>
        <w:tab/>
        <w:t>1.013e0</w:t>
      </w:r>
    </w:p>
    <w:p w:rsidR="007B6A46" w:rsidRDefault="007B6A46" w:rsidP="007B6A46">
      <w:r>
        <w:t>152.7001</w:t>
      </w:r>
      <w:r>
        <w:tab/>
        <w:t>1.013e0</w:t>
      </w:r>
    </w:p>
    <w:p w:rsidR="007B6A46" w:rsidRDefault="007B6A46" w:rsidP="007B6A46">
      <w:r>
        <w:t>152.7032</w:t>
      </w:r>
      <w:r>
        <w:tab/>
        <w:t>1.013e0</w:t>
      </w:r>
    </w:p>
    <w:p w:rsidR="007B6A46" w:rsidRDefault="007B6A46" w:rsidP="007B6A46">
      <w:r>
        <w:t>152.7136</w:t>
      </w:r>
      <w:r>
        <w:tab/>
        <w:t>1.013e0</w:t>
      </w:r>
    </w:p>
    <w:p w:rsidR="007B6A46" w:rsidRDefault="007B6A46" w:rsidP="007B6A46">
      <w:r>
        <w:t>152.7171</w:t>
      </w:r>
      <w:r>
        <w:tab/>
        <w:t>3.038e0</w:t>
      </w:r>
    </w:p>
    <w:p w:rsidR="007B6A46" w:rsidRDefault="007B6A46" w:rsidP="007B6A46">
      <w:r>
        <w:lastRenderedPageBreak/>
        <w:t>152.7258</w:t>
      </w:r>
      <w:r>
        <w:tab/>
        <w:t>1.013e0</w:t>
      </w:r>
    </w:p>
    <w:p w:rsidR="007B6A46" w:rsidRDefault="007B6A46" w:rsidP="007B6A46">
      <w:r>
        <w:t>152.7361</w:t>
      </w:r>
      <w:r>
        <w:tab/>
        <w:t>1.013e0</w:t>
      </w:r>
    </w:p>
    <w:p w:rsidR="007B6A46" w:rsidRDefault="007B6A46" w:rsidP="007B6A46">
      <w:r>
        <w:t>152.7853</w:t>
      </w:r>
      <w:r>
        <w:tab/>
        <w:t>4.051e0</w:t>
      </w:r>
    </w:p>
    <w:p w:rsidR="007B6A46" w:rsidRDefault="007B6A46" w:rsidP="007B6A46">
      <w:r>
        <w:t>152.8089</w:t>
      </w:r>
      <w:r>
        <w:tab/>
        <w:t>1.013e0</w:t>
      </w:r>
    </w:p>
    <w:p w:rsidR="007B6A46" w:rsidRDefault="007B6A46" w:rsidP="007B6A46">
      <w:r>
        <w:t>152.8120</w:t>
      </w:r>
      <w:r>
        <w:tab/>
        <w:t>2.025e0</w:t>
      </w:r>
    </w:p>
    <w:p w:rsidR="007B6A46" w:rsidRDefault="007B6A46" w:rsidP="007B6A46">
      <w:r>
        <w:t>152.8178</w:t>
      </w:r>
      <w:r>
        <w:tab/>
        <w:t>2.025e0</w:t>
      </w:r>
    </w:p>
    <w:p w:rsidR="007B6A46" w:rsidRDefault="007B6A46" w:rsidP="007B6A46">
      <w:r>
        <w:t>152.8380</w:t>
      </w:r>
      <w:r>
        <w:tab/>
        <w:t>2.025e0</w:t>
      </w:r>
    </w:p>
    <w:p w:rsidR="007B6A46" w:rsidRDefault="007B6A46" w:rsidP="007B6A46">
      <w:r>
        <w:t>152.8496</w:t>
      </w:r>
      <w:r>
        <w:tab/>
        <w:t>3.038e0</w:t>
      </w:r>
    </w:p>
    <w:p w:rsidR="007B6A46" w:rsidRDefault="007B6A46" w:rsidP="007B6A46">
      <w:r>
        <w:t>152.8548</w:t>
      </w:r>
      <w:r>
        <w:tab/>
        <w:t>2.025e0</w:t>
      </w:r>
    </w:p>
    <w:p w:rsidR="007B6A46" w:rsidRDefault="007B6A46" w:rsidP="007B6A46">
      <w:r>
        <w:t>152.8759</w:t>
      </w:r>
      <w:r>
        <w:tab/>
        <w:t>3.038e0</w:t>
      </w:r>
    </w:p>
    <w:p w:rsidR="007B6A46" w:rsidRDefault="007B6A46" w:rsidP="007B6A46">
      <w:r>
        <w:t>152.8905</w:t>
      </w:r>
      <w:r>
        <w:tab/>
        <w:t>1.013e0</w:t>
      </w:r>
    </w:p>
    <w:p w:rsidR="007B6A46" w:rsidRDefault="007B6A46" w:rsidP="007B6A46">
      <w:r>
        <w:t>152.8938</w:t>
      </w:r>
      <w:r>
        <w:tab/>
        <w:t>1.013e0</w:t>
      </w:r>
    </w:p>
    <w:p w:rsidR="007B6A46" w:rsidRDefault="007B6A46" w:rsidP="007B6A46">
      <w:r>
        <w:t>152.9165</w:t>
      </w:r>
      <w:r>
        <w:tab/>
        <w:t>1.013e0</w:t>
      </w:r>
    </w:p>
    <w:p w:rsidR="007B6A46" w:rsidRDefault="007B6A46" w:rsidP="007B6A46">
      <w:r>
        <w:t>152.9400</w:t>
      </w:r>
      <w:r>
        <w:tab/>
        <w:t>1.013e0</w:t>
      </w:r>
    </w:p>
    <w:p w:rsidR="007B6A46" w:rsidRDefault="007B6A46" w:rsidP="007B6A46">
      <w:r>
        <w:t>152.9564</w:t>
      </w:r>
      <w:r>
        <w:tab/>
        <w:t>1.013e0</w:t>
      </w:r>
    </w:p>
    <w:p w:rsidR="007B6A46" w:rsidRDefault="007B6A46" w:rsidP="007B6A46">
      <w:r>
        <w:t>152.9709</w:t>
      </w:r>
      <w:r>
        <w:tab/>
        <w:t>2.025e0</w:t>
      </w:r>
    </w:p>
    <w:p w:rsidR="007B6A46" w:rsidRDefault="007B6A46" w:rsidP="007B6A46">
      <w:r>
        <w:t>152.9724</w:t>
      </w:r>
      <w:r>
        <w:tab/>
        <w:t>1.013e0</w:t>
      </w:r>
    </w:p>
    <w:p w:rsidR="007B6A46" w:rsidRDefault="007B6A46" w:rsidP="007B6A46">
      <w:r>
        <w:t>152.9962</w:t>
      </w:r>
      <w:r>
        <w:tab/>
        <w:t>1.013e0</w:t>
      </w:r>
    </w:p>
    <w:p w:rsidR="007B6A46" w:rsidRDefault="007B6A46" w:rsidP="007B6A46">
      <w:r>
        <w:t>152.9995</w:t>
      </w:r>
      <w:r>
        <w:tab/>
        <w:t>1.013e0</w:t>
      </w:r>
    </w:p>
    <w:p w:rsidR="007B6A46" w:rsidRDefault="007B6A46" w:rsidP="007B6A46">
      <w:r>
        <w:lastRenderedPageBreak/>
        <w:t>153.0150</w:t>
      </w:r>
      <w:r>
        <w:tab/>
        <w:t>1.013e0</w:t>
      </w:r>
    </w:p>
    <w:p w:rsidR="007B6A46" w:rsidRDefault="007B6A46" w:rsidP="007B6A46">
      <w:r>
        <w:t>153.0402</w:t>
      </w:r>
      <w:r>
        <w:tab/>
        <w:t>2.025e0</w:t>
      </w:r>
    </w:p>
    <w:p w:rsidR="007B6A46" w:rsidRDefault="007B6A46" w:rsidP="007B6A46">
      <w:r>
        <w:t>153.0414</w:t>
      </w:r>
      <w:r>
        <w:tab/>
        <w:t>6.076e0</w:t>
      </w:r>
    </w:p>
    <w:p w:rsidR="007B6A46" w:rsidRDefault="007B6A46" w:rsidP="007B6A46">
      <w:r>
        <w:t>153.0462</w:t>
      </w:r>
      <w:r>
        <w:tab/>
        <w:t>1.901e1</w:t>
      </w:r>
    </w:p>
    <w:p w:rsidR="007B6A46" w:rsidRDefault="007B6A46" w:rsidP="007B6A46">
      <w:r>
        <w:t>153.0489</w:t>
      </w:r>
      <w:r>
        <w:tab/>
        <w:t>8.101e0</w:t>
      </w:r>
    </w:p>
    <w:p w:rsidR="007B6A46" w:rsidRDefault="007B6A46" w:rsidP="007B6A46">
      <w:r>
        <w:t>153.0546</w:t>
      </w:r>
      <w:r>
        <w:tab/>
        <w:t>1.013e0</w:t>
      </w:r>
    </w:p>
    <w:p w:rsidR="007B6A46" w:rsidRDefault="007B6A46" w:rsidP="007B6A46">
      <w:r>
        <w:t>153.0913</w:t>
      </w:r>
      <w:r>
        <w:tab/>
        <w:t>1.013e0</w:t>
      </w:r>
    </w:p>
    <w:p w:rsidR="007B6A46" w:rsidRDefault="007B6A46" w:rsidP="007B6A46">
      <w:r>
        <w:t>153.0945</w:t>
      </w:r>
      <w:r>
        <w:tab/>
        <w:t>1.013e0</w:t>
      </w:r>
    </w:p>
    <w:p w:rsidR="007B6A46" w:rsidRDefault="007B6A46" w:rsidP="007B6A46">
      <w:r>
        <w:t>153.0994</w:t>
      </w:r>
      <w:r>
        <w:tab/>
        <w:t>2.025e0</w:t>
      </w:r>
    </w:p>
    <w:p w:rsidR="007B6A46" w:rsidRDefault="007B6A46" w:rsidP="007B6A46">
      <w:r>
        <w:t>153.1048</w:t>
      </w:r>
      <w:r>
        <w:tab/>
        <w:t>3.038e0</w:t>
      </w:r>
    </w:p>
    <w:p w:rsidR="007B6A46" w:rsidRDefault="007B6A46" w:rsidP="007B6A46">
      <w:r>
        <w:t>153.1205</w:t>
      </w:r>
      <w:r>
        <w:tab/>
        <w:t>1.013e0</w:t>
      </w:r>
    </w:p>
    <w:p w:rsidR="007B6A46" w:rsidRDefault="007B6A46" w:rsidP="007B6A46">
      <w:r>
        <w:t>153.1291</w:t>
      </w:r>
      <w:r>
        <w:tab/>
        <w:t>2.025e0</w:t>
      </w:r>
    </w:p>
    <w:p w:rsidR="007B6A46" w:rsidRDefault="007B6A46" w:rsidP="007B6A46">
      <w:r>
        <w:t>153.1305</w:t>
      </w:r>
      <w:r>
        <w:tab/>
        <w:t>1.013e0</w:t>
      </w:r>
    </w:p>
    <w:p w:rsidR="007B6A46" w:rsidRDefault="007B6A46" w:rsidP="007B6A46">
      <w:r>
        <w:t>153.1409</w:t>
      </w:r>
      <w:r>
        <w:tab/>
        <w:t>1.013e0</w:t>
      </w:r>
    </w:p>
    <w:p w:rsidR="007B6A46" w:rsidRDefault="007B6A46" w:rsidP="007B6A46">
      <w:r>
        <w:t>153.1564</w:t>
      </w:r>
      <w:r>
        <w:tab/>
        <w:t>1.013e0</w:t>
      </w:r>
    </w:p>
    <w:p w:rsidR="007B6A46" w:rsidRDefault="007B6A46" w:rsidP="007B6A46">
      <w:r>
        <w:t>153.1600</w:t>
      </w:r>
      <w:r>
        <w:tab/>
        <w:t>1.013e0</w:t>
      </w:r>
    </w:p>
    <w:p w:rsidR="007B6A46" w:rsidRDefault="007B6A46" w:rsidP="007B6A46">
      <w:r>
        <w:t>153.1684</w:t>
      </w:r>
      <w:r>
        <w:tab/>
        <w:t>2.025e0</w:t>
      </w:r>
    </w:p>
    <w:p w:rsidR="007B6A46" w:rsidRDefault="007B6A46" w:rsidP="007B6A46">
      <w:r>
        <w:t>153.1699</w:t>
      </w:r>
      <w:r>
        <w:tab/>
        <w:t>2.025e0</w:t>
      </w:r>
    </w:p>
    <w:p w:rsidR="007B6A46" w:rsidRDefault="007B6A46" w:rsidP="007B6A46">
      <w:r>
        <w:t>153.1904</w:t>
      </w:r>
      <w:r>
        <w:tab/>
        <w:t>2.025e0</w:t>
      </w:r>
    </w:p>
    <w:p w:rsidR="007B6A46" w:rsidRDefault="007B6A46" w:rsidP="007B6A46">
      <w:r>
        <w:lastRenderedPageBreak/>
        <w:t>153.2261</w:t>
      </w:r>
      <w:r>
        <w:tab/>
        <w:t>3.038e0</w:t>
      </w:r>
    </w:p>
    <w:p w:rsidR="007B6A46" w:rsidRDefault="007B6A46" w:rsidP="007B6A46">
      <w:r>
        <w:t>153.2393</w:t>
      </w:r>
      <w:r>
        <w:tab/>
        <w:t>1.013e0</w:t>
      </w:r>
    </w:p>
    <w:p w:rsidR="007B6A46" w:rsidRDefault="007B6A46" w:rsidP="007B6A46">
      <w:r>
        <w:t>153.2486</w:t>
      </w:r>
      <w:r>
        <w:tab/>
        <w:t>1.013e0</w:t>
      </w:r>
    </w:p>
    <w:p w:rsidR="007B6A46" w:rsidRDefault="007B6A46" w:rsidP="007B6A46">
      <w:r>
        <w:t>153.2622</w:t>
      </w:r>
      <w:r>
        <w:tab/>
        <w:t>1.013e0</w:t>
      </w:r>
    </w:p>
    <w:p w:rsidR="007B6A46" w:rsidRDefault="007B6A46" w:rsidP="007B6A46">
      <w:r>
        <w:t>153.2636</w:t>
      </w:r>
      <w:r>
        <w:tab/>
        <w:t>2.025e0</w:t>
      </w:r>
    </w:p>
    <w:p w:rsidR="007B6A46" w:rsidRDefault="007B6A46" w:rsidP="007B6A46">
      <w:r>
        <w:t>153.2824</w:t>
      </w:r>
      <w:r>
        <w:tab/>
        <w:t>1.013e0</w:t>
      </w:r>
    </w:p>
    <w:p w:rsidR="007B6A46" w:rsidRDefault="007B6A46" w:rsidP="007B6A46">
      <w:r>
        <w:t>153.3048</w:t>
      </w:r>
      <w:r>
        <w:tab/>
        <w:t>1.013e0</w:t>
      </w:r>
    </w:p>
    <w:p w:rsidR="007B6A46" w:rsidRDefault="007B6A46" w:rsidP="007B6A46">
      <w:r>
        <w:t>153.3080</w:t>
      </w:r>
      <w:r>
        <w:tab/>
        <w:t>1.013e0</w:t>
      </w:r>
    </w:p>
    <w:p w:rsidR="007B6A46" w:rsidRDefault="007B6A46" w:rsidP="007B6A46">
      <w:r>
        <w:t>153.3180</w:t>
      </w:r>
      <w:r>
        <w:tab/>
        <w:t>1.013e0</w:t>
      </w:r>
    </w:p>
    <w:p w:rsidR="007B6A46" w:rsidRDefault="007B6A46" w:rsidP="007B6A46">
      <w:r>
        <w:t>153.3841</w:t>
      </w:r>
      <w:r>
        <w:tab/>
        <w:t>1.013e0</w:t>
      </w:r>
    </w:p>
    <w:p w:rsidR="007B6A46" w:rsidRDefault="007B6A46" w:rsidP="007B6A46">
      <w:r>
        <w:t>153.3902</w:t>
      </w:r>
      <w:r>
        <w:tab/>
        <w:t>1.013e0</w:t>
      </w:r>
    </w:p>
    <w:p w:rsidR="007B6A46" w:rsidRDefault="007B6A46" w:rsidP="007B6A46">
      <w:r>
        <w:t>153.3969</w:t>
      </w:r>
      <w:r>
        <w:tab/>
        <w:t>1.013e0</w:t>
      </w:r>
    </w:p>
    <w:p w:rsidR="007B6A46" w:rsidRDefault="007B6A46" w:rsidP="007B6A46">
      <w:r>
        <w:t>153.4000</w:t>
      </w:r>
      <w:r>
        <w:tab/>
        <w:t>1.013e0</w:t>
      </w:r>
    </w:p>
    <w:p w:rsidR="007B6A46" w:rsidRDefault="007B6A46" w:rsidP="007B6A46">
      <w:r>
        <w:t>153.4034</w:t>
      </w:r>
      <w:r>
        <w:tab/>
        <w:t>1.013e0</w:t>
      </w:r>
    </w:p>
    <w:p w:rsidR="007B6A46" w:rsidRDefault="007B6A46" w:rsidP="007B6A46">
      <w:r>
        <w:t>153.4103</w:t>
      </w:r>
      <w:r>
        <w:tab/>
        <w:t>1.013e0</w:t>
      </w:r>
    </w:p>
    <w:p w:rsidR="007B6A46" w:rsidRDefault="007B6A46" w:rsidP="007B6A46">
      <w:r>
        <w:t>153.4238</w:t>
      </w:r>
      <w:r>
        <w:tab/>
        <w:t>1.013e0</w:t>
      </w:r>
    </w:p>
    <w:p w:rsidR="007B6A46" w:rsidRDefault="007B6A46" w:rsidP="007B6A46">
      <w:r>
        <w:t>153.4531</w:t>
      </w:r>
      <w:r>
        <w:tab/>
        <w:t>1.013e0</w:t>
      </w:r>
    </w:p>
    <w:p w:rsidR="007B6A46" w:rsidRDefault="007B6A46" w:rsidP="007B6A46">
      <w:r>
        <w:t>153.4631</w:t>
      </w:r>
      <w:r>
        <w:tab/>
        <w:t>1.013e0</w:t>
      </w:r>
    </w:p>
    <w:p w:rsidR="007B6A46" w:rsidRDefault="007B6A46" w:rsidP="007B6A46">
      <w:r>
        <w:t>153.5091</w:t>
      </w:r>
      <w:r>
        <w:tab/>
        <w:t>1.013e0</w:t>
      </w:r>
    </w:p>
    <w:p w:rsidR="007B6A46" w:rsidRDefault="007B6A46" w:rsidP="007B6A46">
      <w:r>
        <w:lastRenderedPageBreak/>
        <w:t>153.5365</w:t>
      </w:r>
      <w:r>
        <w:tab/>
        <w:t>2.025e0</w:t>
      </w:r>
    </w:p>
    <w:p w:rsidR="007B6A46" w:rsidRDefault="007B6A46" w:rsidP="007B6A46">
      <w:r>
        <w:t>153.5384</w:t>
      </w:r>
      <w:r>
        <w:tab/>
        <w:t>1.013e0</w:t>
      </w:r>
    </w:p>
    <w:p w:rsidR="007B6A46" w:rsidRDefault="007B6A46" w:rsidP="007B6A46">
      <w:r>
        <w:t>153.5415</w:t>
      </w:r>
      <w:r>
        <w:tab/>
        <w:t>2.025e0</w:t>
      </w:r>
    </w:p>
    <w:p w:rsidR="007B6A46" w:rsidRDefault="007B6A46" w:rsidP="007B6A46">
      <w:r>
        <w:t>153.5500</w:t>
      </w:r>
      <w:r>
        <w:tab/>
        <w:t>3.038e0</w:t>
      </w:r>
    </w:p>
    <w:p w:rsidR="007B6A46" w:rsidRDefault="007B6A46" w:rsidP="007B6A46">
      <w:r>
        <w:t>153.5516</w:t>
      </w:r>
      <w:r>
        <w:tab/>
        <w:t>2.025e0</w:t>
      </w:r>
    </w:p>
    <w:p w:rsidR="007B6A46" w:rsidRDefault="007B6A46" w:rsidP="007B6A46">
      <w:r>
        <w:t>153.5684</w:t>
      </w:r>
      <w:r>
        <w:tab/>
        <w:t>3.038e0</w:t>
      </w:r>
    </w:p>
    <w:p w:rsidR="007B6A46" w:rsidRDefault="007B6A46" w:rsidP="007B6A46">
      <w:r>
        <w:t>153.5720</w:t>
      </w:r>
      <w:r>
        <w:tab/>
        <w:t>1.013e0</w:t>
      </w:r>
    </w:p>
    <w:p w:rsidR="007B6A46" w:rsidRDefault="007B6A46" w:rsidP="007B6A46">
      <w:r>
        <w:t>153.5751</w:t>
      </w:r>
      <w:r>
        <w:tab/>
        <w:t>1.013e0</w:t>
      </w:r>
    </w:p>
    <w:p w:rsidR="007B6A46" w:rsidRDefault="007B6A46" w:rsidP="007B6A46">
      <w:r>
        <w:t>153.6370</w:t>
      </w:r>
      <w:r>
        <w:tab/>
        <w:t>1.013e0</w:t>
      </w:r>
    </w:p>
    <w:p w:rsidR="007B6A46" w:rsidRDefault="007B6A46" w:rsidP="007B6A46">
      <w:r>
        <w:t>153.6407</w:t>
      </w:r>
      <w:r>
        <w:tab/>
        <w:t>1.013e0</w:t>
      </w:r>
    </w:p>
    <w:p w:rsidR="007B6A46" w:rsidRDefault="007B6A46" w:rsidP="007B6A46">
      <w:r>
        <w:t>153.6674</w:t>
      </w:r>
      <w:r>
        <w:tab/>
        <w:t>1.013e0</w:t>
      </w:r>
    </w:p>
    <w:p w:rsidR="007B6A46" w:rsidRDefault="007B6A46" w:rsidP="007B6A46">
      <w:r>
        <w:t>153.6767</w:t>
      </w:r>
      <w:r>
        <w:tab/>
        <w:t>1.013e0</w:t>
      </w:r>
    </w:p>
    <w:p w:rsidR="007B6A46" w:rsidRDefault="007B6A46" w:rsidP="007B6A46">
      <w:r>
        <w:t>153.6966</w:t>
      </w:r>
      <w:r>
        <w:tab/>
        <w:t>1.013e0</w:t>
      </w:r>
    </w:p>
    <w:p w:rsidR="007B6A46" w:rsidRDefault="007B6A46" w:rsidP="007B6A46">
      <w:r>
        <w:t>153.7069</w:t>
      </w:r>
      <w:r>
        <w:tab/>
        <w:t>2.025e0</w:t>
      </w:r>
    </w:p>
    <w:p w:rsidR="007B6A46" w:rsidRDefault="007B6A46" w:rsidP="007B6A46">
      <w:r>
        <w:t>153.7169</w:t>
      </w:r>
      <w:r>
        <w:tab/>
        <w:t>2.025e0</w:t>
      </w:r>
    </w:p>
    <w:p w:rsidR="007B6A46" w:rsidRDefault="007B6A46" w:rsidP="007B6A46">
      <w:r>
        <w:t>153.7396</w:t>
      </w:r>
      <w:r>
        <w:tab/>
        <w:t>1.013e0</w:t>
      </w:r>
    </w:p>
    <w:p w:rsidR="007B6A46" w:rsidRDefault="007B6A46" w:rsidP="007B6A46">
      <w:r>
        <w:t>153.7494</w:t>
      </w:r>
      <w:r>
        <w:tab/>
        <w:t>1.013e0</w:t>
      </w:r>
    </w:p>
    <w:p w:rsidR="007B6A46" w:rsidRDefault="007B6A46" w:rsidP="007B6A46">
      <w:r>
        <w:t>153.7597</w:t>
      </w:r>
      <w:r>
        <w:tab/>
        <w:t>1.013e0</w:t>
      </w:r>
    </w:p>
    <w:p w:rsidR="007B6A46" w:rsidRDefault="007B6A46" w:rsidP="007B6A46">
      <w:r>
        <w:t>153.7997</w:t>
      </w:r>
      <w:r>
        <w:tab/>
        <w:t>3.038e0</w:t>
      </w:r>
    </w:p>
    <w:p w:rsidR="007B6A46" w:rsidRDefault="007B6A46" w:rsidP="007B6A46">
      <w:r>
        <w:lastRenderedPageBreak/>
        <w:t>153.8126</w:t>
      </w:r>
      <w:r>
        <w:tab/>
        <w:t>1.013e0</w:t>
      </w:r>
    </w:p>
    <w:p w:rsidR="007B6A46" w:rsidRDefault="007B6A46" w:rsidP="007B6A46">
      <w:r>
        <w:t>153.8250</w:t>
      </w:r>
      <w:r>
        <w:tab/>
        <w:t>1.013e0</w:t>
      </w:r>
    </w:p>
    <w:p w:rsidR="007B6A46" w:rsidRDefault="007B6A46" w:rsidP="007B6A46">
      <w:r>
        <w:t>153.8584</w:t>
      </w:r>
      <w:r>
        <w:tab/>
        <w:t>1.013e0</w:t>
      </w:r>
    </w:p>
    <w:p w:rsidR="007B6A46" w:rsidRDefault="007B6A46" w:rsidP="007B6A46">
      <w:r>
        <w:t>153.8621</w:t>
      </w:r>
      <w:r>
        <w:tab/>
        <w:t>1.013e0</w:t>
      </w:r>
    </w:p>
    <w:p w:rsidR="007B6A46" w:rsidRDefault="007B6A46" w:rsidP="007B6A46">
      <w:r>
        <w:t>153.8846</w:t>
      </w:r>
      <w:r>
        <w:tab/>
        <w:t>1.013e0</w:t>
      </w:r>
    </w:p>
    <w:p w:rsidR="007B6A46" w:rsidRDefault="007B6A46" w:rsidP="007B6A46">
      <w:r>
        <w:t>153.8913</w:t>
      </w:r>
      <w:r>
        <w:tab/>
        <w:t>1.013e0</w:t>
      </w:r>
    </w:p>
    <w:p w:rsidR="007B6A46" w:rsidRDefault="007B6A46" w:rsidP="007B6A46">
      <w:r>
        <w:t>153.9062</w:t>
      </w:r>
      <w:r>
        <w:tab/>
        <w:t>2.025e0</w:t>
      </w:r>
    </w:p>
    <w:p w:rsidR="007B6A46" w:rsidRDefault="007B6A46" w:rsidP="007B6A46">
      <w:r>
        <w:t>153.9637</w:t>
      </w:r>
      <w:r>
        <w:tab/>
        <w:t>2.025e0</w:t>
      </w:r>
    </w:p>
    <w:p w:rsidR="007B6A46" w:rsidRDefault="007B6A46" w:rsidP="007B6A46">
      <w:r>
        <w:t>153.9733</w:t>
      </w:r>
      <w:r>
        <w:tab/>
        <w:t>1.013e0</w:t>
      </w:r>
    </w:p>
    <w:p w:rsidR="007B6A46" w:rsidRDefault="007B6A46" w:rsidP="007B6A46">
      <w:r>
        <w:t>153.9799</w:t>
      </w:r>
      <w:r>
        <w:tab/>
        <w:t>1.013e0</w:t>
      </w:r>
    </w:p>
    <w:p w:rsidR="007B6A46" w:rsidRDefault="007B6A46" w:rsidP="007B6A46">
      <w:r>
        <w:t>154.0060</w:t>
      </w:r>
      <w:r>
        <w:tab/>
        <w:t>3.038e0</w:t>
      </w:r>
    </w:p>
    <w:p w:rsidR="007B6A46" w:rsidRDefault="007B6A46" w:rsidP="007B6A46">
      <w:r>
        <w:t>154.0429</w:t>
      </w:r>
      <w:r>
        <w:tab/>
        <w:t>2.025e0</w:t>
      </w:r>
    </w:p>
    <w:p w:rsidR="007B6A46" w:rsidRDefault="007B6A46" w:rsidP="007B6A46">
      <w:r>
        <w:t>154.0447</w:t>
      </w:r>
      <w:r>
        <w:tab/>
        <w:t>2.025e0</w:t>
      </w:r>
    </w:p>
    <w:p w:rsidR="007B6A46" w:rsidRDefault="007B6A46" w:rsidP="007B6A46">
      <w:r>
        <w:t>154.0678</w:t>
      </w:r>
      <w:r>
        <w:tab/>
        <w:t>3.038e0</w:t>
      </w:r>
    </w:p>
    <w:p w:rsidR="007B6A46" w:rsidRDefault="007B6A46" w:rsidP="007B6A46">
      <w:r>
        <w:t>154.0776</w:t>
      </w:r>
      <w:r>
        <w:tab/>
        <w:t>3.038e0</w:t>
      </w:r>
    </w:p>
    <w:p w:rsidR="007B6A46" w:rsidRDefault="007B6A46" w:rsidP="007B6A46">
      <w:r>
        <w:t>154.0935</w:t>
      </w:r>
      <w:r>
        <w:tab/>
        <w:t>3.038e0</w:t>
      </w:r>
    </w:p>
    <w:p w:rsidR="007B6A46" w:rsidRDefault="007B6A46" w:rsidP="007B6A46">
      <w:r>
        <w:t>154.0957</w:t>
      </w:r>
      <w:r>
        <w:tab/>
        <w:t>1.013e0</w:t>
      </w:r>
    </w:p>
    <w:p w:rsidR="007B6A46" w:rsidRDefault="007B6A46" w:rsidP="007B6A46">
      <w:r>
        <w:t>154.0990</w:t>
      </w:r>
      <w:r>
        <w:tab/>
        <w:t>1.013e0</w:t>
      </w:r>
    </w:p>
    <w:p w:rsidR="007B6A46" w:rsidRDefault="007B6A46" w:rsidP="007B6A46">
      <w:r>
        <w:t>154.1027</w:t>
      </w:r>
      <w:r>
        <w:tab/>
        <w:t>2.025e0</w:t>
      </w:r>
    </w:p>
    <w:p w:rsidR="007B6A46" w:rsidRDefault="007B6A46" w:rsidP="007B6A46">
      <w:r>
        <w:lastRenderedPageBreak/>
        <w:t>154.1090</w:t>
      </w:r>
      <w:r>
        <w:tab/>
        <w:t>1.013e0</w:t>
      </w:r>
    </w:p>
    <w:p w:rsidR="007B6A46" w:rsidRDefault="007B6A46" w:rsidP="007B6A46">
      <w:r>
        <w:t>154.1250</w:t>
      </w:r>
      <w:r>
        <w:tab/>
        <w:t>1.013e0</w:t>
      </w:r>
    </w:p>
    <w:p w:rsidR="007B6A46" w:rsidRDefault="007B6A46" w:rsidP="007B6A46">
      <w:r>
        <w:t>154.1420</w:t>
      </w:r>
      <w:r>
        <w:tab/>
        <w:t>2.025e0</w:t>
      </w:r>
    </w:p>
    <w:p w:rsidR="007B6A46" w:rsidRDefault="007B6A46" w:rsidP="007B6A46">
      <w:r>
        <w:t>154.1647</w:t>
      </w:r>
      <w:r>
        <w:tab/>
        <w:t>1.013e0</w:t>
      </w:r>
    </w:p>
    <w:p w:rsidR="007B6A46" w:rsidRDefault="007B6A46" w:rsidP="007B6A46">
      <w:r>
        <w:t>154.1680</w:t>
      </w:r>
      <w:r>
        <w:tab/>
        <w:t>1.013e0</w:t>
      </w:r>
    </w:p>
    <w:p w:rsidR="007B6A46" w:rsidRDefault="007B6A46" w:rsidP="007B6A46">
      <w:r>
        <w:t>154.2208</w:t>
      </w:r>
      <w:r>
        <w:tab/>
        <w:t>1.013e0</w:t>
      </w:r>
    </w:p>
    <w:p w:rsidR="007B6A46" w:rsidRDefault="007B6A46" w:rsidP="007B6A46">
      <w:r>
        <w:t>154.2410</w:t>
      </w:r>
      <w:r>
        <w:tab/>
        <w:t>1.013e0</w:t>
      </w:r>
    </w:p>
    <w:p w:rsidR="007B6A46" w:rsidRDefault="007B6A46" w:rsidP="007B6A46">
      <w:r>
        <w:t>154.2476</w:t>
      </w:r>
      <w:r>
        <w:tab/>
        <w:t>2.025e0</w:t>
      </w:r>
    </w:p>
    <w:p w:rsidR="007B6A46" w:rsidRDefault="007B6A46" w:rsidP="007B6A46">
      <w:r>
        <w:t>154.2836</w:t>
      </w:r>
      <w:r>
        <w:tab/>
        <w:t>1.013e0</w:t>
      </w:r>
    </w:p>
    <w:p w:rsidR="007B6A46" w:rsidRDefault="007B6A46" w:rsidP="007B6A46">
      <w:r>
        <w:t>154.3196</w:t>
      </w:r>
      <w:r>
        <w:tab/>
        <w:t>1.013e0</w:t>
      </w:r>
    </w:p>
    <w:p w:rsidR="007B6A46" w:rsidRDefault="007B6A46" w:rsidP="007B6A46">
      <w:r>
        <w:t>154.3599</w:t>
      </w:r>
      <w:r>
        <w:tab/>
        <w:t>1.013e0</w:t>
      </w:r>
    </w:p>
    <w:p w:rsidR="007B6A46" w:rsidRDefault="007B6A46" w:rsidP="007B6A46">
      <w:r>
        <w:t>154.3691</w:t>
      </w:r>
      <w:r>
        <w:tab/>
        <w:t>1.013e0</w:t>
      </w:r>
    </w:p>
    <w:p w:rsidR="007B6A46" w:rsidRDefault="007B6A46" w:rsidP="007B6A46">
      <w:r>
        <w:t>154.3896</w:t>
      </w:r>
      <w:r>
        <w:tab/>
        <w:t>1.013e0</w:t>
      </w:r>
    </w:p>
    <w:p w:rsidR="007B6A46" w:rsidRDefault="007B6A46" w:rsidP="007B6A46">
      <w:r>
        <w:t>154.4223</w:t>
      </w:r>
      <w:r>
        <w:tab/>
        <w:t>2.025e0</w:t>
      </w:r>
    </w:p>
    <w:p w:rsidR="007B6A46" w:rsidRDefault="007B6A46" w:rsidP="007B6A46">
      <w:r>
        <w:t>154.4556</w:t>
      </w:r>
      <w:r>
        <w:tab/>
        <w:t>1.013e0</w:t>
      </w:r>
    </w:p>
    <w:p w:rsidR="007B6A46" w:rsidRDefault="007B6A46" w:rsidP="007B6A46">
      <w:r>
        <w:t>154.4700</w:t>
      </w:r>
      <w:r>
        <w:tab/>
        <w:t>2.025e0</w:t>
      </w:r>
    </w:p>
    <w:p w:rsidR="007B6A46" w:rsidRDefault="007B6A46" w:rsidP="007B6A46">
      <w:r>
        <w:t>154.4750</w:t>
      </w:r>
      <w:r>
        <w:tab/>
        <w:t>1.013e0</w:t>
      </w:r>
    </w:p>
    <w:p w:rsidR="007B6A46" w:rsidRDefault="007B6A46" w:rsidP="007B6A46">
      <w:r>
        <w:t>154.4884</w:t>
      </w:r>
      <w:r>
        <w:tab/>
        <w:t>1.013e0</w:t>
      </w:r>
    </w:p>
    <w:p w:rsidR="007B6A46" w:rsidRDefault="007B6A46" w:rsidP="007B6A46">
      <w:r>
        <w:t>154.4989</w:t>
      </w:r>
      <w:r>
        <w:tab/>
        <w:t>1.013e0</w:t>
      </w:r>
    </w:p>
    <w:p w:rsidR="007B6A46" w:rsidRDefault="007B6A46" w:rsidP="007B6A46">
      <w:r>
        <w:lastRenderedPageBreak/>
        <w:t>154.5279</w:t>
      </w:r>
      <w:r>
        <w:tab/>
        <w:t>1.013e0</w:t>
      </w:r>
    </w:p>
    <w:p w:rsidR="007B6A46" w:rsidRDefault="007B6A46" w:rsidP="007B6A46">
      <w:r>
        <w:t>154.5550</w:t>
      </w:r>
      <w:r>
        <w:tab/>
        <w:t>1.013e0</w:t>
      </w:r>
    </w:p>
    <w:p w:rsidR="007B6A46" w:rsidRDefault="007B6A46" w:rsidP="007B6A46">
      <w:r>
        <w:t>154.5581</w:t>
      </w:r>
      <w:r>
        <w:tab/>
        <w:t>1.013e0</w:t>
      </w:r>
    </w:p>
    <w:p w:rsidR="007B6A46" w:rsidRDefault="007B6A46" w:rsidP="007B6A46">
      <w:r>
        <w:t>154.6168</w:t>
      </w:r>
      <w:r>
        <w:tab/>
        <w:t>1.013e0</w:t>
      </w:r>
    </w:p>
    <w:p w:rsidR="007B6A46" w:rsidRDefault="007B6A46" w:rsidP="007B6A46">
      <w:r>
        <w:t>154.6239</w:t>
      </w:r>
      <w:r>
        <w:tab/>
        <w:t>1.013e0</w:t>
      </w:r>
    </w:p>
    <w:p w:rsidR="007B6A46" w:rsidRDefault="007B6A46" w:rsidP="007B6A46">
      <w:r>
        <w:t>154.6340</w:t>
      </w:r>
      <w:r>
        <w:tab/>
        <w:t>1.013e0</w:t>
      </w:r>
    </w:p>
    <w:p w:rsidR="007B6A46" w:rsidRDefault="007B6A46" w:rsidP="007B6A46">
      <w:r>
        <w:t>154.6602</w:t>
      </w:r>
      <w:r>
        <w:tab/>
        <w:t>1.013e0</w:t>
      </w:r>
    </w:p>
    <w:p w:rsidR="007B6A46" w:rsidRDefault="007B6A46" w:rsidP="007B6A46">
      <w:r>
        <w:t>154.6635</w:t>
      </w:r>
      <w:r>
        <w:tab/>
        <w:t>1.013e0</w:t>
      </w:r>
    </w:p>
    <w:p w:rsidR="007B6A46" w:rsidRDefault="007B6A46" w:rsidP="007B6A46">
      <w:r>
        <w:t>154.6853</w:t>
      </w:r>
      <w:r>
        <w:tab/>
        <w:t>2.025e0</w:t>
      </w:r>
    </w:p>
    <w:p w:rsidR="007B6A46" w:rsidRDefault="007B6A46" w:rsidP="007B6A46">
      <w:r>
        <w:t>154.7069</w:t>
      </w:r>
      <w:r>
        <w:tab/>
        <w:t>1.013e0</w:t>
      </w:r>
    </w:p>
    <w:p w:rsidR="007B6A46" w:rsidRDefault="007B6A46" w:rsidP="007B6A46">
      <w:r>
        <w:t>154.7228</w:t>
      </w:r>
      <w:r>
        <w:tab/>
        <w:t>1.013e0</w:t>
      </w:r>
    </w:p>
    <w:p w:rsidR="007B6A46" w:rsidRDefault="007B6A46" w:rsidP="007B6A46">
      <w:r>
        <w:t>154.7264</w:t>
      </w:r>
      <w:r>
        <w:tab/>
        <w:t>1.013e0</w:t>
      </w:r>
    </w:p>
    <w:p w:rsidR="007B6A46" w:rsidRDefault="007B6A46" w:rsidP="007B6A46">
      <w:r>
        <w:t>154.7365</w:t>
      </w:r>
      <w:r>
        <w:tab/>
        <w:t>1.013e0</w:t>
      </w:r>
    </w:p>
    <w:p w:rsidR="007B6A46" w:rsidRDefault="007B6A46" w:rsidP="007B6A46">
      <w:r>
        <w:t>154.7432</w:t>
      </w:r>
      <w:r>
        <w:tab/>
        <w:t>1.013e0</w:t>
      </w:r>
    </w:p>
    <w:p w:rsidR="007B6A46" w:rsidRDefault="007B6A46" w:rsidP="007B6A46">
      <w:r>
        <w:t>154.7566</w:t>
      </w:r>
      <w:r>
        <w:tab/>
        <w:t>1.013e0</w:t>
      </w:r>
    </w:p>
    <w:p w:rsidR="007B6A46" w:rsidRDefault="007B6A46" w:rsidP="007B6A46">
      <w:r>
        <w:t>154.7794</w:t>
      </w:r>
      <w:r>
        <w:tab/>
        <w:t>1.013e0</w:t>
      </w:r>
    </w:p>
    <w:p w:rsidR="007B6A46" w:rsidRDefault="007B6A46" w:rsidP="007B6A46">
      <w:r>
        <w:t>154.7909</w:t>
      </w:r>
      <w:r>
        <w:tab/>
        <w:t>2.025e0</w:t>
      </w:r>
    </w:p>
    <w:p w:rsidR="007B6A46" w:rsidRDefault="007B6A46" w:rsidP="007B6A46">
      <w:r>
        <w:t>154.8028</w:t>
      </w:r>
      <w:r>
        <w:tab/>
        <w:t>1.013e0</w:t>
      </w:r>
    </w:p>
    <w:p w:rsidR="007B6A46" w:rsidRDefault="007B6A46" w:rsidP="007B6A46">
      <w:r>
        <w:t>154.8222</w:t>
      </w:r>
      <w:r>
        <w:tab/>
        <w:t>1.013e0</w:t>
      </w:r>
    </w:p>
    <w:p w:rsidR="007B6A46" w:rsidRDefault="007B6A46" w:rsidP="007B6A46">
      <w:r>
        <w:lastRenderedPageBreak/>
        <w:t>154.8354</w:t>
      </w:r>
      <w:r>
        <w:tab/>
        <w:t>1.013e0</w:t>
      </w:r>
    </w:p>
    <w:p w:rsidR="007B6A46" w:rsidRDefault="007B6A46" w:rsidP="007B6A46">
      <w:r>
        <w:t>154.8633</w:t>
      </w:r>
      <w:r>
        <w:tab/>
        <w:t>2.025e0</w:t>
      </w:r>
    </w:p>
    <w:p w:rsidR="007B6A46" w:rsidRDefault="007B6A46" w:rsidP="007B6A46">
      <w:r>
        <w:t>154.9177</w:t>
      </w:r>
      <w:r>
        <w:tab/>
        <w:t>1.013e0</w:t>
      </w:r>
    </w:p>
    <w:p w:rsidR="007B6A46" w:rsidRDefault="007B6A46" w:rsidP="007B6A46">
      <w:r>
        <w:t>154.9280</w:t>
      </w:r>
      <w:r>
        <w:tab/>
        <w:t>2.025e0</w:t>
      </w:r>
    </w:p>
    <w:p w:rsidR="007B6A46" w:rsidRDefault="007B6A46" w:rsidP="007B6A46">
      <w:r>
        <w:t>154.9615</w:t>
      </w:r>
      <w:r>
        <w:tab/>
        <w:t>1.013e0</w:t>
      </w:r>
    </w:p>
    <w:p w:rsidR="007B6A46" w:rsidRDefault="007B6A46" w:rsidP="007B6A46">
      <w:r>
        <w:t>154.9743</w:t>
      </w:r>
      <w:r>
        <w:tab/>
        <w:t>1.013e0</w:t>
      </w:r>
    </w:p>
    <w:p w:rsidR="007B6A46" w:rsidRDefault="007B6A46" w:rsidP="007B6A46">
      <w:r>
        <w:t>154.9912</w:t>
      </w:r>
      <w:r>
        <w:tab/>
        <w:t>1.013e0</w:t>
      </w:r>
    </w:p>
    <w:p w:rsidR="007B6A46" w:rsidRDefault="007B6A46" w:rsidP="007B6A46">
      <w:r>
        <w:t>154.9977</w:t>
      </w:r>
      <w:r>
        <w:tab/>
        <w:t>1.013e0</w:t>
      </w:r>
    </w:p>
    <w:p w:rsidR="007B6A46" w:rsidRDefault="007B6A46" w:rsidP="007B6A46">
      <w:r>
        <w:t>155.0341</w:t>
      </w:r>
      <w:r>
        <w:tab/>
        <w:t>2.025e0</w:t>
      </w:r>
    </w:p>
    <w:p w:rsidR="007B6A46" w:rsidRDefault="007B6A46" w:rsidP="007B6A46">
      <w:r>
        <w:t>155.0372</w:t>
      </w:r>
      <w:r>
        <w:tab/>
        <w:t>1.013e0</w:t>
      </w:r>
    </w:p>
    <w:p w:rsidR="007B6A46" w:rsidRDefault="007B6A46" w:rsidP="007B6A46">
      <w:r>
        <w:t>155.0442</w:t>
      </w:r>
      <w:r>
        <w:tab/>
        <w:t>1.013e0</w:t>
      </w:r>
    </w:p>
    <w:p w:rsidR="007B6A46" w:rsidRDefault="007B6A46" w:rsidP="007B6A46">
      <w:r>
        <w:t>155.0476</w:t>
      </w:r>
      <w:r>
        <w:tab/>
        <w:t>2.025e0</w:t>
      </w:r>
    </w:p>
    <w:p w:rsidR="007B6A46" w:rsidRDefault="007B6A46" w:rsidP="007B6A46">
      <w:r>
        <w:t>155.0507</w:t>
      </w:r>
      <w:r>
        <w:tab/>
        <w:t>1.013e0</w:t>
      </w:r>
    </w:p>
    <w:p w:rsidR="007B6A46" w:rsidRDefault="007B6A46" w:rsidP="007B6A46">
      <w:r>
        <w:t>155.0972</w:t>
      </w:r>
      <w:r>
        <w:tab/>
        <w:t>1.013e0</w:t>
      </w:r>
    </w:p>
    <w:p w:rsidR="007B6A46" w:rsidRDefault="007B6A46" w:rsidP="007B6A46">
      <w:r>
        <w:t>155.0999</w:t>
      </w:r>
      <w:r>
        <w:tab/>
        <w:t>4.051e0</w:t>
      </w:r>
    </w:p>
    <w:p w:rsidR="007B6A46" w:rsidRDefault="007B6A46" w:rsidP="007B6A46">
      <w:r>
        <w:t>155.1149</w:t>
      </w:r>
      <w:r>
        <w:tab/>
        <w:t>4.051e0</w:t>
      </w:r>
    </w:p>
    <w:p w:rsidR="007B6A46" w:rsidRDefault="007B6A46" w:rsidP="007B6A46">
      <w:r>
        <w:t>155.1172</w:t>
      </w:r>
      <w:r>
        <w:tab/>
        <w:t>5.063e0</w:t>
      </w:r>
    </w:p>
    <w:p w:rsidR="007B6A46" w:rsidRDefault="007B6A46" w:rsidP="007B6A46">
      <w:r>
        <w:t>155.1231</w:t>
      </w:r>
      <w:r>
        <w:tab/>
        <w:t>1.013e0</w:t>
      </w:r>
    </w:p>
    <w:p w:rsidR="007B6A46" w:rsidRDefault="007B6A46" w:rsidP="007B6A46">
      <w:r>
        <w:t>155.1247</w:t>
      </w:r>
      <w:r>
        <w:tab/>
        <w:t>2.025e0</w:t>
      </w:r>
    </w:p>
    <w:p w:rsidR="007B6A46" w:rsidRDefault="007B6A46" w:rsidP="007B6A46">
      <w:r>
        <w:lastRenderedPageBreak/>
        <w:t>155.1432</w:t>
      </w:r>
      <w:r>
        <w:tab/>
        <w:t>1.013e0</w:t>
      </w:r>
    </w:p>
    <w:p w:rsidR="007B6A46" w:rsidRDefault="007B6A46" w:rsidP="007B6A46">
      <w:r>
        <w:t>155.1468</w:t>
      </w:r>
      <w:r>
        <w:tab/>
        <w:t>1.013e0</w:t>
      </w:r>
    </w:p>
    <w:p w:rsidR="007B6A46" w:rsidRDefault="007B6A46" w:rsidP="007B6A46">
      <w:r>
        <w:t>155.1536</w:t>
      </w:r>
      <w:r>
        <w:tab/>
        <w:t>1.013e0</w:t>
      </w:r>
    </w:p>
    <w:p w:rsidR="007B6A46" w:rsidRDefault="007B6A46" w:rsidP="007B6A46">
      <w:r>
        <w:t>155.1663</w:t>
      </w:r>
      <w:r>
        <w:tab/>
        <w:t>1.013e0</w:t>
      </w:r>
    </w:p>
    <w:p w:rsidR="007B6A46" w:rsidRDefault="007B6A46" w:rsidP="007B6A46">
      <w:r>
        <w:t>155.1762</w:t>
      </w:r>
      <w:r>
        <w:tab/>
        <w:t>1.013e0</w:t>
      </w:r>
    </w:p>
    <w:p w:rsidR="007B6A46" w:rsidRDefault="007B6A46" w:rsidP="007B6A46">
      <w:r>
        <w:t>155.1794</w:t>
      </w:r>
      <w:r>
        <w:tab/>
        <w:t>1.013e0</w:t>
      </w:r>
    </w:p>
    <w:p w:rsidR="007B6A46" w:rsidRDefault="007B6A46" w:rsidP="007B6A46">
      <w:r>
        <w:t>155.2083</w:t>
      </w:r>
      <w:r>
        <w:tab/>
        <w:t>2.025e0</w:t>
      </w:r>
    </w:p>
    <w:p w:rsidR="007B6A46" w:rsidRDefault="007B6A46" w:rsidP="007B6A46">
      <w:r>
        <w:t>155.2163</w:t>
      </w:r>
      <w:r>
        <w:tab/>
        <w:t>1.013e0</w:t>
      </w:r>
    </w:p>
    <w:p w:rsidR="007B6A46" w:rsidRDefault="007B6A46" w:rsidP="007B6A46">
      <w:r>
        <w:t>155.2255</w:t>
      </w:r>
      <w:r>
        <w:tab/>
        <w:t>1.013e0</w:t>
      </w:r>
    </w:p>
    <w:p w:rsidR="007B6A46" w:rsidRDefault="007B6A46" w:rsidP="007B6A46">
      <w:r>
        <w:t>155.2427</w:t>
      </w:r>
      <w:r>
        <w:tab/>
        <w:t>3.038e0</w:t>
      </w:r>
    </w:p>
    <w:p w:rsidR="007B6A46" w:rsidRDefault="007B6A46" w:rsidP="007B6A46">
      <w:r>
        <w:t>155.2460</w:t>
      </w:r>
      <w:r>
        <w:tab/>
        <w:t>3.038e0</w:t>
      </w:r>
    </w:p>
    <w:p w:rsidR="007B6A46" w:rsidRDefault="007B6A46" w:rsidP="007B6A46">
      <w:r>
        <w:t>155.3127</w:t>
      </w:r>
      <w:r>
        <w:tab/>
        <w:t>1.013e0</w:t>
      </w:r>
    </w:p>
    <w:p w:rsidR="007B6A46" w:rsidRDefault="007B6A46" w:rsidP="007B6A46">
      <w:r>
        <w:t>155.3218</w:t>
      </w:r>
      <w:r>
        <w:tab/>
        <w:t>1.013e0</w:t>
      </w:r>
    </w:p>
    <w:p w:rsidR="007B6A46" w:rsidRDefault="007B6A46" w:rsidP="007B6A46">
      <w:r>
        <w:t>155.3252</w:t>
      </w:r>
      <w:r>
        <w:tab/>
        <w:t>1.013e0</w:t>
      </w:r>
    </w:p>
    <w:p w:rsidR="007B6A46" w:rsidRDefault="007B6A46" w:rsidP="007B6A46">
      <w:r>
        <w:t>155.3453</w:t>
      </w:r>
      <w:r>
        <w:tab/>
        <w:t>2.025e0</w:t>
      </w:r>
    </w:p>
    <w:p w:rsidR="007B6A46" w:rsidRDefault="007B6A46" w:rsidP="007B6A46">
      <w:r>
        <w:t>155.3688</w:t>
      </w:r>
      <w:r>
        <w:tab/>
        <w:t>1.013e0</w:t>
      </w:r>
    </w:p>
    <w:p w:rsidR="007B6A46" w:rsidRDefault="007B6A46" w:rsidP="007B6A46">
      <w:r>
        <w:t>155.3948</w:t>
      </w:r>
      <w:r>
        <w:tab/>
        <w:t>1.013e0</w:t>
      </w:r>
    </w:p>
    <w:p w:rsidR="007B6A46" w:rsidRDefault="007B6A46" w:rsidP="007B6A46">
      <w:r>
        <w:t>155.4186</w:t>
      </w:r>
      <w:r>
        <w:tab/>
        <w:t>1.013e0</w:t>
      </w:r>
    </w:p>
    <w:p w:rsidR="007B6A46" w:rsidRDefault="007B6A46" w:rsidP="007B6A46">
      <w:r>
        <w:t>155.4246</w:t>
      </w:r>
      <w:r>
        <w:tab/>
        <w:t>1.013e0</w:t>
      </w:r>
    </w:p>
    <w:p w:rsidR="007B6A46" w:rsidRDefault="007B6A46" w:rsidP="007B6A46">
      <w:r>
        <w:lastRenderedPageBreak/>
        <w:t>155.4445</w:t>
      </w:r>
      <w:r>
        <w:tab/>
        <w:t>1.013e0</w:t>
      </w:r>
    </w:p>
    <w:p w:rsidR="007B6A46" w:rsidRDefault="007B6A46" w:rsidP="007B6A46">
      <w:r>
        <w:t>155.4515</w:t>
      </w:r>
      <w:r>
        <w:tab/>
        <w:t>1.013e0</w:t>
      </w:r>
    </w:p>
    <w:p w:rsidR="007B6A46" w:rsidRDefault="007B6A46" w:rsidP="007B6A46">
      <w:r>
        <w:t>155.4978</w:t>
      </w:r>
      <w:r>
        <w:tab/>
        <w:t>1.013e0</w:t>
      </w:r>
    </w:p>
    <w:p w:rsidR="007B6A46" w:rsidRDefault="007B6A46" w:rsidP="007B6A46">
      <w:r>
        <w:t>155.5043</w:t>
      </w:r>
      <w:r>
        <w:tab/>
        <w:t>1.013e0</w:t>
      </w:r>
    </w:p>
    <w:p w:rsidR="007B6A46" w:rsidRDefault="007B6A46" w:rsidP="007B6A46">
      <w:r>
        <w:t>155.5147</w:t>
      </w:r>
      <w:r>
        <w:tab/>
        <w:t>1.013e0</w:t>
      </w:r>
    </w:p>
    <w:p w:rsidR="007B6A46" w:rsidRDefault="007B6A46" w:rsidP="007B6A46">
      <w:r>
        <w:t>155.5357</w:t>
      </w:r>
      <w:r>
        <w:tab/>
        <w:t>3.038e0</w:t>
      </w:r>
    </w:p>
    <w:p w:rsidR="007B6A46" w:rsidRDefault="007B6A46" w:rsidP="007B6A46">
      <w:r>
        <w:t>155.5370</w:t>
      </w:r>
      <w:r>
        <w:tab/>
        <w:t>1.013e0</w:t>
      </w:r>
    </w:p>
    <w:p w:rsidR="007B6A46" w:rsidRDefault="007B6A46" w:rsidP="007B6A46">
      <w:r>
        <w:t>155.5472</w:t>
      </w:r>
      <w:r>
        <w:tab/>
        <w:t>1.013e0</w:t>
      </w:r>
    </w:p>
    <w:p w:rsidR="007B6A46" w:rsidRDefault="007B6A46" w:rsidP="007B6A46">
      <w:r>
        <w:t>155.5806</w:t>
      </w:r>
      <w:r>
        <w:tab/>
        <w:t>1.013e0</w:t>
      </w:r>
    </w:p>
    <w:p w:rsidR="007B6A46" w:rsidRDefault="007B6A46" w:rsidP="007B6A46">
      <w:r>
        <w:t>155.5938</w:t>
      </w:r>
      <w:r>
        <w:tab/>
        <w:t>1.013e0</w:t>
      </w:r>
    </w:p>
    <w:p w:rsidR="007B6A46" w:rsidRDefault="007B6A46" w:rsidP="007B6A46">
      <w:r>
        <w:t>155.6333</w:t>
      </w:r>
      <w:r>
        <w:tab/>
        <w:t>1.013e0</w:t>
      </w:r>
    </w:p>
    <w:p w:rsidR="007B6A46" w:rsidRDefault="007B6A46" w:rsidP="007B6A46">
      <w:r>
        <w:t>155.6897</w:t>
      </w:r>
      <w:r>
        <w:tab/>
        <w:t>1.013e0</w:t>
      </w:r>
    </w:p>
    <w:p w:rsidR="007B6A46" w:rsidRDefault="007B6A46" w:rsidP="007B6A46">
      <w:r>
        <w:t>155.6965</w:t>
      </w:r>
      <w:r>
        <w:tab/>
        <w:t>1.013e0</w:t>
      </w:r>
    </w:p>
    <w:p w:rsidR="007B6A46" w:rsidRDefault="007B6A46" w:rsidP="007B6A46">
      <w:r>
        <w:t>155.7067</w:t>
      </w:r>
      <w:r>
        <w:tab/>
        <w:t>1.013e0</w:t>
      </w:r>
    </w:p>
    <w:p w:rsidR="007B6A46" w:rsidRDefault="007B6A46" w:rsidP="007B6A46">
      <w:r>
        <w:t>155.7462</w:t>
      </w:r>
      <w:r>
        <w:tab/>
        <w:t>1.013e0</w:t>
      </w:r>
    </w:p>
    <w:p w:rsidR="007B6A46" w:rsidRDefault="007B6A46" w:rsidP="007B6A46">
      <w:r>
        <w:t>155.7496</w:t>
      </w:r>
      <w:r>
        <w:tab/>
        <w:t>1.013e0</w:t>
      </w:r>
    </w:p>
    <w:p w:rsidR="007B6A46" w:rsidRDefault="007B6A46" w:rsidP="007B6A46">
      <w:r>
        <w:t>155.7628</w:t>
      </w:r>
      <w:r>
        <w:tab/>
        <w:t>1.013e0</w:t>
      </w:r>
    </w:p>
    <w:p w:rsidR="007B6A46" w:rsidRDefault="007B6A46" w:rsidP="007B6A46">
      <w:r>
        <w:t>155.7959</w:t>
      </w:r>
      <w:r>
        <w:tab/>
        <w:t>1.013e0</w:t>
      </w:r>
    </w:p>
    <w:p w:rsidR="007B6A46" w:rsidRDefault="007B6A46" w:rsidP="007B6A46">
      <w:r>
        <w:t>155.7993</w:t>
      </w:r>
      <w:r>
        <w:tab/>
        <w:t>1.013e0</w:t>
      </w:r>
    </w:p>
    <w:p w:rsidR="007B6A46" w:rsidRDefault="007B6A46" w:rsidP="007B6A46">
      <w:r>
        <w:lastRenderedPageBreak/>
        <w:t>155.8008</w:t>
      </w:r>
      <w:r>
        <w:tab/>
        <w:t>2.025e0</w:t>
      </w:r>
    </w:p>
    <w:p w:rsidR="007B6A46" w:rsidRDefault="007B6A46" w:rsidP="007B6A46">
      <w:r>
        <w:t>155.8362</w:t>
      </w:r>
      <w:r>
        <w:tab/>
        <w:t>1.013e0</w:t>
      </w:r>
    </w:p>
    <w:p w:rsidR="007B6A46" w:rsidRDefault="007B6A46" w:rsidP="007B6A46">
      <w:r>
        <w:t>155.8558</w:t>
      </w:r>
      <w:r>
        <w:tab/>
        <w:t>1.013e0</w:t>
      </w:r>
    </w:p>
    <w:p w:rsidR="007B6A46" w:rsidRDefault="007B6A46" w:rsidP="007B6A46">
      <w:r>
        <w:t>155.8659</w:t>
      </w:r>
      <w:r>
        <w:tab/>
        <w:t>1.013e0</w:t>
      </w:r>
    </w:p>
    <w:p w:rsidR="007B6A46" w:rsidRDefault="007B6A46" w:rsidP="007B6A46">
      <w:r>
        <w:t>155.8829</w:t>
      </w:r>
      <w:r>
        <w:tab/>
        <w:t>1.013e0</w:t>
      </w:r>
    </w:p>
    <w:p w:rsidR="007B6A46" w:rsidRDefault="007B6A46" w:rsidP="007B6A46">
      <w:r>
        <w:t>155.9688</w:t>
      </w:r>
      <w:r>
        <w:tab/>
        <w:t>2.025e0</w:t>
      </w:r>
    </w:p>
    <w:p w:rsidR="007B6A46" w:rsidRDefault="007B6A46" w:rsidP="007B6A46">
      <w:r>
        <w:t>155.9986</w:t>
      </w:r>
      <w:r>
        <w:tab/>
        <w:t>1.013e0</w:t>
      </w:r>
    </w:p>
    <w:p w:rsidR="007B6A46" w:rsidRDefault="007B6A46" w:rsidP="007B6A46">
      <w:r>
        <w:t>156.0185</w:t>
      </w:r>
      <w:r>
        <w:tab/>
        <w:t>1.013e0</w:t>
      </w:r>
    </w:p>
    <w:p w:rsidR="007B6A46" w:rsidRDefault="007B6A46" w:rsidP="007B6A46">
      <w:r>
        <w:t>156.0454</w:t>
      </w:r>
      <w:r>
        <w:tab/>
        <w:t>1.013e0</w:t>
      </w:r>
    </w:p>
    <w:p w:rsidR="007B6A46" w:rsidRDefault="007B6A46" w:rsidP="007B6A46">
      <w:r>
        <w:t>156.0478</w:t>
      </w:r>
      <w:r>
        <w:tab/>
        <w:t>3.038e0</w:t>
      </w:r>
    </w:p>
    <w:p w:rsidR="007B6A46" w:rsidRDefault="007B6A46" w:rsidP="007B6A46">
      <w:r>
        <w:t>156.0513</w:t>
      </w:r>
      <w:r>
        <w:tab/>
        <w:t>2.025e0</w:t>
      </w:r>
    </w:p>
    <w:p w:rsidR="007B6A46" w:rsidRDefault="007B6A46" w:rsidP="007B6A46">
      <w:r>
        <w:t>156.0605</w:t>
      </w:r>
      <w:r>
        <w:tab/>
        <w:t>3.038e0</w:t>
      </w:r>
    </w:p>
    <w:p w:rsidR="007B6A46" w:rsidRDefault="007B6A46" w:rsidP="007B6A46">
      <w:r>
        <w:t>156.0754</w:t>
      </w:r>
      <w:r>
        <w:tab/>
        <w:t>7.313e0</w:t>
      </w:r>
    </w:p>
    <w:p w:rsidR="007B6A46" w:rsidRDefault="007B6A46" w:rsidP="007B6A46">
      <w:r>
        <w:t>156.0772</w:t>
      </w:r>
      <w:r>
        <w:tab/>
        <w:t>4.051e0</w:t>
      </w:r>
    </w:p>
    <w:p w:rsidR="007B6A46" w:rsidRDefault="007B6A46" w:rsidP="007B6A46">
      <w:r>
        <w:t>156.0790</w:t>
      </w:r>
      <w:r>
        <w:tab/>
        <w:t>4.276e0</w:t>
      </w:r>
    </w:p>
    <w:p w:rsidR="007B6A46" w:rsidRDefault="007B6A46" w:rsidP="007B6A46">
      <w:r>
        <w:t>156.0803</w:t>
      </w:r>
      <w:r>
        <w:tab/>
        <w:t>5.063e0</w:t>
      </w:r>
    </w:p>
    <w:p w:rsidR="007B6A46" w:rsidRDefault="007B6A46" w:rsidP="007B6A46">
      <w:r>
        <w:t>156.0844</w:t>
      </w:r>
      <w:r>
        <w:tab/>
        <w:t>6.076e0</w:t>
      </w:r>
    </w:p>
    <w:p w:rsidR="007B6A46" w:rsidRDefault="007B6A46" w:rsidP="007B6A46">
      <w:r>
        <w:t>156.1063</w:t>
      </w:r>
      <w:r>
        <w:tab/>
        <w:t>4.051e0</w:t>
      </w:r>
    </w:p>
    <w:p w:rsidR="007B6A46" w:rsidRDefault="007B6A46" w:rsidP="007B6A46">
      <w:r>
        <w:t>156.1077</w:t>
      </w:r>
      <w:r>
        <w:tab/>
        <w:t>2.025e0</w:t>
      </w:r>
    </w:p>
    <w:p w:rsidR="007B6A46" w:rsidRDefault="007B6A46" w:rsidP="007B6A46">
      <w:r>
        <w:lastRenderedPageBreak/>
        <w:t>156.1295</w:t>
      </w:r>
      <w:r>
        <w:tab/>
        <w:t>1.385e0</w:t>
      </w:r>
    </w:p>
    <w:p w:rsidR="007B6A46" w:rsidRDefault="007B6A46" w:rsidP="007B6A46">
      <w:r>
        <w:t>156.1383</w:t>
      </w:r>
      <w:r>
        <w:tab/>
        <w:t>1.013e0</w:t>
      </w:r>
    </w:p>
    <w:p w:rsidR="007B6A46" w:rsidRDefault="007B6A46" w:rsidP="007B6A46">
      <w:r>
        <w:t>156.1414</w:t>
      </w:r>
      <w:r>
        <w:tab/>
        <w:t>1.013e0</w:t>
      </w:r>
    </w:p>
    <w:p w:rsidR="007B6A46" w:rsidRDefault="007B6A46" w:rsidP="007B6A46">
      <w:r>
        <w:t>156.1548</w:t>
      </w:r>
      <w:r>
        <w:tab/>
        <w:t>2.025e0</w:t>
      </w:r>
    </w:p>
    <w:p w:rsidR="007B6A46" w:rsidRDefault="007B6A46" w:rsidP="007B6A46">
      <w:r>
        <w:t>156.1640</w:t>
      </w:r>
      <w:r>
        <w:tab/>
        <w:t>1.013e0</w:t>
      </w:r>
    </w:p>
    <w:p w:rsidR="007B6A46" w:rsidRDefault="007B6A46" w:rsidP="007B6A46">
      <w:r>
        <w:t>156.1810</w:t>
      </w:r>
      <w:r>
        <w:tab/>
        <w:t>1.013e0</w:t>
      </w:r>
    </w:p>
    <w:p w:rsidR="007B6A46" w:rsidRDefault="007B6A46" w:rsidP="007B6A46">
      <w:r>
        <w:t>156.1846</w:t>
      </w:r>
      <w:r>
        <w:tab/>
        <w:t>1.013e0</w:t>
      </w:r>
    </w:p>
    <w:p w:rsidR="007B6A46" w:rsidRDefault="007B6A46" w:rsidP="007B6A46">
      <w:r>
        <w:t>156.2080</w:t>
      </w:r>
      <w:r>
        <w:tab/>
        <w:t>2.025e0</w:t>
      </w:r>
    </w:p>
    <w:p w:rsidR="007B6A46" w:rsidRDefault="007B6A46" w:rsidP="007B6A46">
      <w:r>
        <w:t>156.2110</w:t>
      </w:r>
      <w:r>
        <w:tab/>
        <w:t>1.013e0</w:t>
      </w:r>
    </w:p>
    <w:p w:rsidR="007B6A46" w:rsidRDefault="007B6A46" w:rsidP="007B6A46">
      <w:r>
        <w:t>156.2277</w:t>
      </w:r>
      <w:r>
        <w:tab/>
        <w:t>1.013e0</w:t>
      </w:r>
    </w:p>
    <w:p w:rsidR="007B6A46" w:rsidRDefault="007B6A46" w:rsidP="007B6A46">
      <w:r>
        <w:t>156.2477</w:t>
      </w:r>
      <w:r>
        <w:tab/>
        <w:t>1.013e0</w:t>
      </w:r>
    </w:p>
    <w:p w:rsidR="007B6A46" w:rsidRDefault="007B6A46" w:rsidP="007B6A46">
      <w:r>
        <w:t>156.2642</w:t>
      </w:r>
      <w:r>
        <w:tab/>
        <w:t>1.013e0</w:t>
      </w:r>
    </w:p>
    <w:p w:rsidR="007B6A46" w:rsidRDefault="007B6A46" w:rsidP="007B6A46">
      <w:r>
        <w:t>156.2671</w:t>
      </w:r>
      <w:r>
        <w:tab/>
        <w:t>1.013e0</w:t>
      </w:r>
    </w:p>
    <w:p w:rsidR="007B6A46" w:rsidRDefault="007B6A46" w:rsidP="007B6A46">
      <w:r>
        <w:t>156.2876</w:t>
      </w:r>
      <w:r>
        <w:tab/>
        <w:t>1.013e0</w:t>
      </w:r>
    </w:p>
    <w:p w:rsidR="007B6A46" w:rsidRDefault="007B6A46" w:rsidP="007B6A46">
      <w:r>
        <w:t>156.3140</w:t>
      </w:r>
      <w:r>
        <w:tab/>
        <w:t>1.013e0</w:t>
      </w:r>
    </w:p>
    <w:p w:rsidR="007B6A46" w:rsidRDefault="007B6A46" w:rsidP="007B6A46">
      <w:r>
        <w:t>156.3174</w:t>
      </w:r>
      <w:r>
        <w:tab/>
        <w:t>1.013e0</w:t>
      </w:r>
    </w:p>
    <w:p w:rsidR="007B6A46" w:rsidRDefault="007B6A46" w:rsidP="007B6A46">
      <w:r>
        <w:t>156.3340</w:t>
      </w:r>
      <w:r>
        <w:tab/>
        <w:t>1.013e0</w:t>
      </w:r>
    </w:p>
    <w:p w:rsidR="007B6A46" w:rsidRDefault="007B6A46" w:rsidP="007B6A46">
      <w:r>
        <w:t>156.3371</w:t>
      </w:r>
      <w:r>
        <w:tab/>
        <w:t>1.013e0</w:t>
      </w:r>
    </w:p>
    <w:p w:rsidR="007B6A46" w:rsidRDefault="007B6A46" w:rsidP="007B6A46">
      <w:r>
        <w:t>156.3704</w:t>
      </w:r>
      <w:r>
        <w:tab/>
        <w:t>2.025e0</w:t>
      </w:r>
    </w:p>
    <w:p w:rsidR="007B6A46" w:rsidRDefault="007B6A46" w:rsidP="007B6A46">
      <w:r>
        <w:lastRenderedPageBreak/>
        <w:t>156.3869</w:t>
      </w:r>
      <w:r>
        <w:tab/>
        <w:t>1.013e0</w:t>
      </w:r>
    </w:p>
    <w:p w:rsidR="007B6A46" w:rsidRDefault="007B6A46" w:rsidP="007B6A46">
      <w:r>
        <w:t>156.4333</w:t>
      </w:r>
      <w:r>
        <w:tab/>
        <w:t>1.013e0</w:t>
      </w:r>
    </w:p>
    <w:p w:rsidR="007B6A46" w:rsidRDefault="007B6A46" w:rsidP="007B6A46">
      <w:r>
        <w:t>156.4437</w:t>
      </w:r>
      <w:r>
        <w:tab/>
        <w:t>1.013e0</w:t>
      </w:r>
    </w:p>
    <w:p w:rsidR="007B6A46" w:rsidRDefault="007B6A46" w:rsidP="007B6A46">
      <w:r>
        <w:t>156.4505</w:t>
      </w:r>
      <w:r>
        <w:tab/>
        <w:t>1.013e0</w:t>
      </w:r>
    </w:p>
    <w:p w:rsidR="007B6A46" w:rsidRDefault="007B6A46" w:rsidP="007B6A46">
      <w:r>
        <w:t>156.4738</w:t>
      </w:r>
      <w:r>
        <w:tab/>
        <w:t>1.013e0</w:t>
      </w:r>
    </w:p>
    <w:p w:rsidR="007B6A46" w:rsidRDefault="007B6A46" w:rsidP="007B6A46">
      <w:r>
        <w:t>156.4866</w:t>
      </w:r>
      <w:r>
        <w:tab/>
        <w:t>2.025e0</w:t>
      </w:r>
    </w:p>
    <w:p w:rsidR="007B6A46" w:rsidRDefault="007B6A46" w:rsidP="007B6A46">
      <w:r>
        <w:t>156.4969</w:t>
      </w:r>
      <w:r>
        <w:tab/>
        <w:t>1.013e0</w:t>
      </w:r>
    </w:p>
    <w:p w:rsidR="007B6A46" w:rsidRDefault="007B6A46" w:rsidP="007B6A46">
      <w:r>
        <w:t>156.5365</w:t>
      </w:r>
      <w:r>
        <w:tab/>
        <w:t>1.013e0</w:t>
      </w:r>
    </w:p>
    <w:p w:rsidR="007B6A46" w:rsidRDefault="007B6A46" w:rsidP="007B6A46">
      <w:r>
        <w:t>156.5484</w:t>
      </w:r>
      <w:r>
        <w:tab/>
        <w:t>2.025e0</w:t>
      </w:r>
    </w:p>
    <w:p w:rsidR="007B6A46" w:rsidRDefault="007B6A46" w:rsidP="007B6A46">
      <w:r>
        <w:t>156.5501</w:t>
      </w:r>
      <w:r>
        <w:tab/>
        <w:t>1.013e0</w:t>
      </w:r>
    </w:p>
    <w:p w:rsidR="007B6A46" w:rsidRDefault="007B6A46" w:rsidP="007B6A46">
      <w:r>
        <w:t>156.5600</w:t>
      </w:r>
      <w:r>
        <w:tab/>
        <w:t>1.013e0</w:t>
      </w:r>
    </w:p>
    <w:p w:rsidR="007B6A46" w:rsidRDefault="007B6A46" w:rsidP="007B6A46">
      <w:r>
        <w:t>156.5897</w:t>
      </w:r>
      <w:r>
        <w:tab/>
        <w:t>1.013e0</w:t>
      </w:r>
    </w:p>
    <w:p w:rsidR="007B6A46" w:rsidRDefault="007B6A46" w:rsidP="007B6A46">
      <w:r>
        <w:t>156.6100</w:t>
      </w:r>
      <w:r>
        <w:tab/>
        <w:t>1.013e0</w:t>
      </w:r>
    </w:p>
    <w:p w:rsidR="007B6A46" w:rsidRDefault="007B6A46" w:rsidP="007B6A46">
      <w:r>
        <w:t>156.6270</w:t>
      </w:r>
      <w:r>
        <w:tab/>
        <w:t>1.013e0</w:t>
      </w:r>
    </w:p>
    <w:p w:rsidR="007B6A46" w:rsidRDefault="007B6A46" w:rsidP="007B6A46">
      <w:r>
        <w:t>156.6599</w:t>
      </w:r>
      <w:r>
        <w:tab/>
        <w:t>1.013e0</w:t>
      </w:r>
    </w:p>
    <w:p w:rsidR="007B6A46" w:rsidRDefault="007B6A46" w:rsidP="007B6A46">
      <w:r>
        <w:t>156.6616</w:t>
      </w:r>
      <w:r>
        <w:tab/>
        <w:t>2.025e0</w:t>
      </w:r>
    </w:p>
    <w:p w:rsidR="007B6A46" w:rsidRDefault="007B6A46" w:rsidP="007B6A46">
      <w:r>
        <w:t>156.6698</w:t>
      </w:r>
      <w:r>
        <w:tab/>
        <w:t>1.013e0</w:t>
      </w:r>
    </w:p>
    <w:p w:rsidR="007B6A46" w:rsidRDefault="007B6A46" w:rsidP="007B6A46">
      <w:r>
        <w:t>156.6766</w:t>
      </w:r>
      <w:r>
        <w:tab/>
        <w:t>1.013e0</w:t>
      </w:r>
    </w:p>
    <w:p w:rsidR="007B6A46" w:rsidRDefault="007B6A46" w:rsidP="007B6A46">
      <w:r>
        <w:t>156.6962</w:t>
      </w:r>
      <w:r>
        <w:tab/>
        <w:t>1.013e0</w:t>
      </w:r>
    </w:p>
    <w:p w:rsidR="007B6A46" w:rsidRDefault="007B6A46" w:rsidP="007B6A46">
      <w:r>
        <w:lastRenderedPageBreak/>
        <w:t>156.7097</w:t>
      </w:r>
      <w:r>
        <w:tab/>
        <w:t>1.013e0</w:t>
      </w:r>
    </w:p>
    <w:p w:rsidR="007B6A46" w:rsidRDefault="007B6A46" w:rsidP="007B6A46">
      <w:r>
        <w:t>156.7696</w:t>
      </w:r>
      <w:r>
        <w:tab/>
        <w:t>2.025e0</w:t>
      </w:r>
    </w:p>
    <w:p w:rsidR="007B6A46" w:rsidRDefault="007B6A46" w:rsidP="007B6A46">
      <w:r>
        <w:t>156.8399</w:t>
      </w:r>
      <w:r>
        <w:tab/>
        <w:t>1.013e0</w:t>
      </w:r>
    </w:p>
    <w:p w:rsidR="007B6A46" w:rsidRDefault="007B6A46" w:rsidP="007B6A46">
      <w:r>
        <w:t>156.8593</w:t>
      </w:r>
      <w:r>
        <w:tab/>
        <w:t>1.013e0</w:t>
      </w:r>
    </w:p>
    <w:p w:rsidR="007B6A46" w:rsidRDefault="007B6A46" w:rsidP="007B6A46">
      <w:r>
        <w:t>156.8897</w:t>
      </w:r>
      <w:r>
        <w:tab/>
        <w:t>1.013e0</w:t>
      </w:r>
    </w:p>
    <w:p w:rsidR="007B6A46" w:rsidRDefault="007B6A46" w:rsidP="007B6A46">
      <w:r>
        <w:t>156.8963</w:t>
      </w:r>
      <w:r>
        <w:tab/>
        <w:t>1.013e0</w:t>
      </w:r>
    </w:p>
    <w:p w:rsidR="007B6A46" w:rsidRDefault="007B6A46" w:rsidP="007B6A46">
      <w:r>
        <w:t>156.9095</w:t>
      </w:r>
      <w:r>
        <w:tab/>
        <w:t>1.013e0</w:t>
      </w:r>
    </w:p>
    <w:p w:rsidR="007B6A46" w:rsidRDefault="007B6A46" w:rsidP="007B6A46">
      <w:r>
        <w:t>156.9192</w:t>
      </w:r>
      <w:r>
        <w:tab/>
        <w:t>1.013e0</w:t>
      </w:r>
    </w:p>
    <w:p w:rsidR="007B6A46" w:rsidRDefault="007B6A46" w:rsidP="007B6A46">
      <w:r>
        <w:t>156.9292</w:t>
      </w:r>
      <w:r>
        <w:tab/>
        <w:t>1.013e0</w:t>
      </w:r>
    </w:p>
    <w:p w:rsidR="007B6A46" w:rsidRDefault="007B6A46" w:rsidP="007B6A46">
      <w:r>
        <w:t>156.9328</w:t>
      </w:r>
      <w:r>
        <w:tab/>
        <w:t>1.013e0</w:t>
      </w:r>
    </w:p>
    <w:p w:rsidR="007B6A46" w:rsidRDefault="007B6A46" w:rsidP="007B6A46">
      <w:r>
        <w:t>156.9529</w:t>
      </w:r>
      <w:r>
        <w:tab/>
        <w:t>1.013e0</w:t>
      </w:r>
    </w:p>
    <w:p w:rsidR="007B6A46" w:rsidRDefault="007B6A46" w:rsidP="007B6A46">
      <w:r>
        <w:t>156.9793</w:t>
      </w:r>
      <w:r>
        <w:tab/>
        <w:t>1.013e0</w:t>
      </w:r>
    </w:p>
    <w:p w:rsidR="007B6A46" w:rsidRDefault="007B6A46" w:rsidP="007B6A46">
      <w:r>
        <w:t>156.9892</w:t>
      </w:r>
      <w:r>
        <w:tab/>
        <w:t>3.038e0</w:t>
      </w:r>
    </w:p>
    <w:p w:rsidR="007B6A46" w:rsidRDefault="007B6A46" w:rsidP="007B6A46">
      <w:r>
        <w:t>157.0047</w:t>
      </w:r>
      <w:r>
        <w:tab/>
        <w:t>2.025e0</w:t>
      </w:r>
    </w:p>
    <w:p w:rsidR="007B6A46" w:rsidRDefault="007B6A46" w:rsidP="007B6A46">
      <w:r>
        <w:t>157.0062</w:t>
      </w:r>
      <w:r>
        <w:tab/>
        <w:t>1.013e0</w:t>
      </w:r>
    </w:p>
    <w:p w:rsidR="007B6A46" w:rsidRDefault="007B6A46" w:rsidP="007B6A46">
      <w:r>
        <w:t>157.0350</w:t>
      </w:r>
      <w:r>
        <w:tab/>
        <w:t>3.133e1</w:t>
      </w:r>
    </w:p>
    <w:p w:rsidR="007B6A46" w:rsidRDefault="007B6A46" w:rsidP="007B6A46">
      <w:r>
        <w:t>157.0366</w:t>
      </w:r>
      <w:r>
        <w:tab/>
        <w:t>1.175e2</w:t>
      </w:r>
    </w:p>
    <w:p w:rsidR="007B6A46" w:rsidRDefault="007B6A46" w:rsidP="007B6A46">
      <w:r>
        <w:t>157.0405</w:t>
      </w:r>
      <w:r>
        <w:tab/>
        <w:t>2.430e1</w:t>
      </w:r>
    </w:p>
    <w:p w:rsidR="007B6A46" w:rsidRDefault="007B6A46" w:rsidP="007B6A46">
      <w:r>
        <w:t>157.0665</w:t>
      </w:r>
      <w:r>
        <w:tab/>
        <w:t>2.025e0</w:t>
      </w:r>
    </w:p>
    <w:p w:rsidR="007B6A46" w:rsidRDefault="007B6A46" w:rsidP="007B6A46">
      <w:r>
        <w:lastRenderedPageBreak/>
        <w:t>157.0820</w:t>
      </w:r>
      <w:r>
        <w:tab/>
        <w:t>1.013e0</w:t>
      </w:r>
    </w:p>
    <w:p w:rsidR="007B6A46" w:rsidRDefault="007B6A46" w:rsidP="007B6A46">
      <w:r>
        <w:t>157.0890</w:t>
      </w:r>
      <w:r>
        <w:tab/>
        <w:t>2.612e0</w:t>
      </w:r>
    </w:p>
    <w:p w:rsidR="007B6A46" w:rsidRDefault="007B6A46" w:rsidP="007B6A46">
      <w:r>
        <w:t>157.0909</w:t>
      </w:r>
      <w:r>
        <w:tab/>
        <w:t>2.025e0</w:t>
      </w:r>
    </w:p>
    <w:p w:rsidR="007B6A46" w:rsidRDefault="007B6A46" w:rsidP="007B6A46">
      <w:r>
        <w:t>157.0960</w:t>
      </w:r>
      <w:r>
        <w:tab/>
        <w:t>3.038e0</w:t>
      </w:r>
    </w:p>
    <w:p w:rsidR="007B6A46" w:rsidRDefault="007B6A46" w:rsidP="007B6A46">
      <w:r>
        <w:t>157.1069</w:t>
      </w:r>
      <w:r>
        <w:tab/>
        <w:t>4.659e0</w:t>
      </w:r>
    </w:p>
    <w:p w:rsidR="007B6A46" w:rsidRDefault="007B6A46" w:rsidP="007B6A46">
      <w:r>
        <w:t>157.1232</w:t>
      </w:r>
      <w:r>
        <w:tab/>
        <w:t>3.038e0</w:t>
      </w:r>
    </w:p>
    <w:p w:rsidR="007B6A46" w:rsidRDefault="007B6A46" w:rsidP="007B6A46">
      <w:r>
        <w:t>157.1352</w:t>
      </w:r>
      <w:r>
        <w:tab/>
        <w:t>2.025e0</w:t>
      </w:r>
    </w:p>
    <w:p w:rsidR="007B6A46" w:rsidRDefault="007B6A46" w:rsidP="007B6A46">
      <w:r>
        <w:t>157.1526</w:t>
      </w:r>
      <w:r>
        <w:tab/>
        <w:t>1.013e0</w:t>
      </w:r>
    </w:p>
    <w:p w:rsidR="007B6A46" w:rsidRDefault="007B6A46" w:rsidP="007B6A46">
      <w:r>
        <w:t>157.1730</w:t>
      </w:r>
      <w:r>
        <w:tab/>
        <w:t>1.013e0</w:t>
      </w:r>
    </w:p>
    <w:p w:rsidR="007B6A46" w:rsidRDefault="007B6A46" w:rsidP="007B6A46">
      <w:r>
        <w:t>157.1796</w:t>
      </w:r>
      <w:r>
        <w:tab/>
        <w:t>1.013e0</w:t>
      </w:r>
    </w:p>
    <w:p w:rsidR="007B6A46" w:rsidRDefault="007B6A46" w:rsidP="007B6A46">
      <w:r>
        <w:t>157.1989</w:t>
      </w:r>
      <w:r>
        <w:tab/>
        <w:t>1.013e0</w:t>
      </w:r>
    </w:p>
    <w:p w:rsidR="007B6A46" w:rsidRDefault="007B6A46" w:rsidP="007B6A46">
      <w:r>
        <w:t>157.2059</w:t>
      </w:r>
      <w:r>
        <w:tab/>
        <w:t>2.025e0</w:t>
      </w:r>
    </w:p>
    <w:p w:rsidR="007B6A46" w:rsidRDefault="007B6A46" w:rsidP="007B6A46">
      <w:r>
        <w:t>157.2226</w:t>
      </w:r>
      <w:r>
        <w:tab/>
        <w:t>1.013e0</w:t>
      </w:r>
    </w:p>
    <w:p w:rsidR="007B6A46" w:rsidRDefault="007B6A46" w:rsidP="007B6A46">
      <w:r>
        <w:t>157.2262</w:t>
      </w:r>
      <w:r>
        <w:tab/>
        <w:t>3.038e0</w:t>
      </w:r>
    </w:p>
    <w:p w:rsidR="007B6A46" w:rsidRDefault="007B6A46" w:rsidP="007B6A46">
      <w:r>
        <w:t>157.2626</w:t>
      </w:r>
      <w:r>
        <w:tab/>
        <w:t>1.013e0</w:t>
      </w:r>
    </w:p>
    <w:p w:rsidR="007B6A46" w:rsidRDefault="007B6A46" w:rsidP="007B6A46">
      <w:r>
        <w:t>157.3022</w:t>
      </w:r>
      <w:r>
        <w:tab/>
        <w:t>1.013e0</w:t>
      </w:r>
    </w:p>
    <w:p w:rsidR="007B6A46" w:rsidRDefault="007B6A46" w:rsidP="007B6A46">
      <w:r>
        <w:t>157.3276</w:t>
      </w:r>
      <w:r>
        <w:tab/>
        <w:t>4.051e0</w:t>
      </w:r>
    </w:p>
    <w:p w:rsidR="007B6A46" w:rsidRDefault="007B6A46" w:rsidP="007B6A46">
      <w:r>
        <w:t>157.3294</w:t>
      </w:r>
      <w:r>
        <w:tab/>
        <w:t>1.013e0</w:t>
      </w:r>
    </w:p>
    <w:p w:rsidR="007B6A46" w:rsidRDefault="007B6A46" w:rsidP="007B6A46">
      <w:r>
        <w:t>157.3621</w:t>
      </w:r>
      <w:r>
        <w:tab/>
        <w:t>2.025e0</w:t>
      </w:r>
    </w:p>
    <w:p w:rsidR="007B6A46" w:rsidRDefault="007B6A46" w:rsidP="007B6A46">
      <w:r>
        <w:lastRenderedPageBreak/>
        <w:t>157.3692</w:t>
      </w:r>
      <w:r>
        <w:tab/>
        <w:t>1.013e0</w:t>
      </w:r>
    </w:p>
    <w:p w:rsidR="007B6A46" w:rsidRDefault="007B6A46" w:rsidP="007B6A46">
      <w:r>
        <w:t>157.4091</w:t>
      </w:r>
      <w:r>
        <w:tab/>
        <w:t>1.013e0</w:t>
      </w:r>
    </w:p>
    <w:p w:rsidR="007B6A46" w:rsidRDefault="007B6A46" w:rsidP="007B6A46">
      <w:r>
        <w:t>157.4409</w:t>
      </w:r>
      <w:r>
        <w:tab/>
        <w:t>2.025e0</w:t>
      </w:r>
    </w:p>
    <w:p w:rsidR="007B6A46" w:rsidRDefault="007B6A46" w:rsidP="007B6A46">
      <w:r>
        <w:t>157.4428</w:t>
      </w:r>
      <w:r>
        <w:tab/>
        <w:t>1.013e0</w:t>
      </w:r>
    </w:p>
    <w:p w:rsidR="007B6A46" w:rsidRDefault="007B6A46" w:rsidP="007B6A46">
      <w:r>
        <w:t>157.4623</w:t>
      </w:r>
      <w:r>
        <w:tab/>
        <w:t>1.013e0</w:t>
      </w:r>
    </w:p>
    <w:p w:rsidR="007B6A46" w:rsidRDefault="007B6A46" w:rsidP="007B6A46">
      <w:r>
        <w:t>157.4758</w:t>
      </w:r>
      <w:r>
        <w:tab/>
        <w:t>1.013e0</w:t>
      </w:r>
    </w:p>
    <w:p w:rsidR="007B6A46" w:rsidRDefault="007B6A46" w:rsidP="007B6A46">
      <w:r>
        <w:t>157.4959</w:t>
      </w:r>
      <w:r>
        <w:tab/>
        <w:t>1.013e0</w:t>
      </w:r>
    </w:p>
    <w:p w:rsidR="007B6A46" w:rsidRDefault="007B6A46" w:rsidP="007B6A46">
      <w:r>
        <w:t>157.5390</w:t>
      </w:r>
      <w:r>
        <w:tab/>
        <w:t>2.025e0</w:t>
      </w:r>
    </w:p>
    <w:p w:rsidR="007B6A46" w:rsidRDefault="007B6A46" w:rsidP="007B6A46">
      <w:r>
        <w:t>157.5662</w:t>
      </w:r>
      <w:r>
        <w:tab/>
        <w:t>2.025e0</w:t>
      </w:r>
    </w:p>
    <w:p w:rsidR="007B6A46" w:rsidRDefault="007B6A46" w:rsidP="007B6A46">
      <w:r>
        <w:t>157.5696</w:t>
      </w:r>
      <w:r>
        <w:tab/>
        <w:t>1.013e0</w:t>
      </w:r>
    </w:p>
    <w:p w:rsidR="007B6A46" w:rsidRDefault="007B6A46" w:rsidP="007B6A46">
      <w:r>
        <w:t>157.6128</w:t>
      </w:r>
      <w:r>
        <w:tab/>
        <w:t>2.025e0</w:t>
      </w:r>
    </w:p>
    <w:p w:rsidR="007B6A46" w:rsidRDefault="007B6A46" w:rsidP="007B6A46">
      <w:r>
        <w:t>157.6357</w:t>
      </w:r>
      <w:r>
        <w:tab/>
        <w:t>2.025e0</w:t>
      </w:r>
    </w:p>
    <w:p w:rsidR="007B6A46" w:rsidRDefault="007B6A46" w:rsidP="007B6A46">
      <w:r>
        <w:t>157.6460</w:t>
      </w:r>
      <w:r>
        <w:tab/>
        <w:t>2.025e0</w:t>
      </w:r>
    </w:p>
    <w:p w:rsidR="007B6A46" w:rsidRDefault="007B6A46" w:rsidP="007B6A46">
      <w:r>
        <w:t>157.6525</w:t>
      </w:r>
      <w:r>
        <w:tab/>
        <w:t>1.013e0</w:t>
      </w:r>
    </w:p>
    <w:p w:rsidR="007B6A46" w:rsidRDefault="007B6A46" w:rsidP="007B6A46">
      <w:r>
        <w:t>157.6766</w:t>
      </w:r>
      <w:r>
        <w:tab/>
        <w:t>1.013e0</w:t>
      </w:r>
    </w:p>
    <w:p w:rsidR="007B6A46" w:rsidRDefault="007B6A46" w:rsidP="007B6A46">
      <w:r>
        <w:t>157.6893</w:t>
      </w:r>
      <w:r>
        <w:tab/>
        <w:t>1.013e0</w:t>
      </w:r>
    </w:p>
    <w:p w:rsidR="007B6A46" w:rsidRDefault="007B6A46" w:rsidP="007B6A46">
      <w:r>
        <w:t>157.7194</w:t>
      </w:r>
      <w:r>
        <w:tab/>
        <w:t>2.025e0</w:t>
      </w:r>
    </w:p>
    <w:p w:rsidR="007B6A46" w:rsidRDefault="007B6A46" w:rsidP="007B6A46">
      <w:r>
        <w:t>157.7394</w:t>
      </w:r>
      <w:r>
        <w:tab/>
        <w:t>1.013e0</w:t>
      </w:r>
    </w:p>
    <w:p w:rsidR="007B6A46" w:rsidRDefault="007B6A46" w:rsidP="007B6A46">
      <w:r>
        <w:t>157.7526</w:t>
      </w:r>
      <w:r>
        <w:tab/>
        <w:t>1.013e0</w:t>
      </w:r>
    </w:p>
    <w:p w:rsidR="007B6A46" w:rsidRDefault="007B6A46" w:rsidP="007B6A46">
      <w:r>
        <w:lastRenderedPageBreak/>
        <w:t>157.7561</w:t>
      </w:r>
      <w:r>
        <w:tab/>
        <w:t>1.013e0</w:t>
      </w:r>
    </w:p>
    <w:p w:rsidR="007B6A46" w:rsidRDefault="007B6A46" w:rsidP="007B6A46">
      <w:r>
        <w:t>157.7697</w:t>
      </w:r>
      <w:r>
        <w:tab/>
        <w:t>1.013e0</w:t>
      </w:r>
    </w:p>
    <w:p w:rsidR="007B6A46" w:rsidRDefault="007B6A46" w:rsidP="007B6A46">
      <w:r>
        <w:t>157.7933</w:t>
      </w:r>
      <w:r>
        <w:tab/>
        <w:t>1.013e0</w:t>
      </w:r>
    </w:p>
    <w:p w:rsidR="007B6A46" w:rsidRDefault="007B6A46" w:rsidP="007B6A46">
      <w:r>
        <w:t>157.8059</w:t>
      </w:r>
      <w:r>
        <w:tab/>
        <w:t>1.013e0</w:t>
      </w:r>
    </w:p>
    <w:p w:rsidR="007B6A46" w:rsidRDefault="007B6A46" w:rsidP="007B6A46">
      <w:r>
        <w:t>157.8126</w:t>
      </w:r>
      <w:r>
        <w:tab/>
        <w:t>1.013e0</w:t>
      </w:r>
    </w:p>
    <w:p w:rsidR="007B6A46" w:rsidRDefault="007B6A46" w:rsidP="007B6A46">
      <w:r>
        <w:t>157.8143</w:t>
      </w:r>
      <w:r>
        <w:tab/>
        <w:t>2.025e0</w:t>
      </w:r>
    </w:p>
    <w:p w:rsidR="007B6A46" w:rsidRDefault="007B6A46" w:rsidP="007B6A46">
      <w:r>
        <w:t>157.8500</w:t>
      </w:r>
      <w:r>
        <w:tab/>
        <w:t>1.013e0</w:t>
      </w:r>
    </w:p>
    <w:p w:rsidR="007B6A46" w:rsidRDefault="007B6A46" w:rsidP="007B6A46">
      <w:r>
        <w:t>157.8532</w:t>
      </w:r>
      <w:r>
        <w:tab/>
        <w:t>1.013e0</w:t>
      </w:r>
    </w:p>
    <w:p w:rsidR="007B6A46" w:rsidRDefault="007B6A46" w:rsidP="007B6A46">
      <w:r>
        <w:t>157.9397</w:t>
      </w:r>
      <w:r>
        <w:tab/>
        <w:t>1.013e0</w:t>
      </w:r>
    </w:p>
    <w:p w:rsidR="007B6A46" w:rsidRDefault="007B6A46" w:rsidP="007B6A46">
      <w:r>
        <w:t>157.9699</w:t>
      </w:r>
      <w:r>
        <w:tab/>
        <w:t>1.013e0</w:t>
      </w:r>
    </w:p>
    <w:p w:rsidR="007B6A46" w:rsidRDefault="007B6A46" w:rsidP="007B6A46">
      <w:r>
        <w:t>158.0033</w:t>
      </w:r>
      <w:r>
        <w:tab/>
        <w:t>1.013e0</w:t>
      </w:r>
    </w:p>
    <w:p w:rsidR="007B6A46" w:rsidRDefault="007B6A46" w:rsidP="007B6A46">
      <w:r>
        <w:t>158.0052</w:t>
      </w:r>
      <w:r>
        <w:tab/>
        <w:t>2.025e0</w:t>
      </w:r>
    </w:p>
    <w:p w:rsidR="007B6A46" w:rsidRDefault="007B6A46" w:rsidP="007B6A46">
      <w:r>
        <w:t>158.0069</w:t>
      </w:r>
      <w:r>
        <w:tab/>
        <w:t>1.013e0</w:t>
      </w:r>
    </w:p>
    <w:p w:rsidR="007B6A46" w:rsidRDefault="007B6A46" w:rsidP="007B6A46">
      <w:r>
        <w:t>158.0298</w:t>
      </w:r>
      <w:r>
        <w:tab/>
        <w:t>1.013e0</w:t>
      </w:r>
    </w:p>
    <w:p w:rsidR="007B6A46" w:rsidRDefault="007B6A46" w:rsidP="007B6A46">
      <w:r>
        <w:t>158.0328</w:t>
      </w:r>
      <w:r>
        <w:tab/>
        <w:t>1.013e0</w:t>
      </w:r>
    </w:p>
    <w:p w:rsidR="007B6A46" w:rsidRDefault="007B6A46" w:rsidP="007B6A46">
      <w:r>
        <w:t>158.0355</w:t>
      </w:r>
      <w:r>
        <w:tab/>
        <w:t>5.063e0</w:t>
      </w:r>
    </w:p>
    <w:p w:rsidR="007B6A46" w:rsidRDefault="007B6A46" w:rsidP="007B6A46">
      <w:r>
        <w:t>158.0403</w:t>
      </w:r>
      <w:r>
        <w:tab/>
        <w:t>9.114e0</w:t>
      </w:r>
    </w:p>
    <w:p w:rsidR="007B6A46" w:rsidRDefault="007B6A46" w:rsidP="007B6A46">
      <w:r>
        <w:t>158.0524</w:t>
      </w:r>
      <w:r>
        <w:tab/>
        <w:t>3.038e0</w:t>
      </w:r>
    </w:p>
    <w:p w:rsidR="007B6A46" w:rsidRDefault="007B6A46" w:rsidP="007B6A46">
      <w:r>
        <w:t>158.0637</w:t>
      </w:r>
      <w:r>
        <w:tab/>
        <w:t>1.013e0</w:t>
      </w:r>
    </w:p>
    <w:p w:rsidR="007B6A46" w:rsidRDefault="007B6A46" w:rsidP="007B6A46">
      <w:r>
        <w:lastRenderedPageBreak/>
        <w:t>158.0896</w:t>
      </w:r>
      <w:r>
        <w:tab/>
        <w:t>1.013e0</w:t>
      </w:r>
    </w:p>
    <w:p w:rsidR="007B6A46" w:rsidRDefault="007B6A46" w:rsidP="007B6A46">
      <w:r>
        <w:t>158.0934</w:t>
      </w:r>
      <w:r>
        <w:tab/>
        <w:t>4.051e0</w:t>
      </w:r>
    </w:p>
    <w:p w:rsidR="007B6A46" w:rsidRDefault="007B6A46" w:rsidP="007B6A46">
      <w:r>
        <w:t>158.0955</w:t>
      </w:r>
      <w:r>
        <w:tab/>
        <w:t>3.038e0</w:t>
      </w:r>
    </w:p>
    <w:p w:rsidR="007B6A46" w:rsidRDefault="007B6A46" w:rsidP="007B6A46">
      <w:r>
        <w:t>158.0986</w:t>
      </w:r>
      <w:r>
        <w:tab/>
        <w:t>3.038e0</w:t>
      </w:r>
    </w:p>
    <w:p w:rsidR="007B6A46" w:rsidRDefault="007B6A46" w:rsidP="007B6A46">
      <w:r>
        <w:t>158.1169</w:t>
      </w:r>
      <w:r>
        <w:tab/>
        <w:t>1.013e0</w:t>
      </w:r>
    </w:p>
    <w:p w:rsidR="007B6A46" w:rsidRDefault="007B6A46" w:rsidP="007B6A46">
      <w:r>
        <w:t>158.1204</w:t>
      </w:r>
      <w:r>
        <w:tab/>
        <w:t>2.025e0</w:t>
      </w:r>
    </w:p>
    <w:p w:rsidR="007B6A46" w:rsidRDefault="007B6A46" w:rsidP="007B6A46">
      <w:r>
        <w:t>158.1353</w:t>
      </w:r>
      <w:r>
        <w:tab/>
        <w:t>2.025e0</w:t>
      </w:r>
    </w:p>
    <w:p w:rsidR="007B6A46" w:rsidRDefault="007B6A46" w:rsidP="007B6A46">
      <w:r>
        <w:t>158.1373</w:t>
      </w:r>
      <w:r>
        <w:tab/>
        <w:t>2.025e0</w:t>
      </w:r>
    </w:p>
    <w:p w:rsidR="007B6A46" w:rsidRDefault="007B6A46" w:rsidP="007B6A46">
      <w:r>
        <w:t>158.1842</w:t>
      </w:r>
      <w:r>
        <w:tab/>
        <w:t>1.013e0</w:t>
      </w:r>
    </w:p>
    <w:p w:rsidR="007B6A46" w:rsidRDefault="007B6A46" w:rsidP="007B6A46">
      <w:r>
        <w:t>158.2001</w:t>
      </w:r>
      <w:r>
        <w:tab/>
        <w:t>1.013e0</w:t>
      </w:r>
    </w:p>
    <w:p w:rsidR="007B6A46" w:rsidRDefault="007B6A46" w:rsidP="007B6A46">
      <w:r>
        <w:t>158.2604</w:t>
      </w:r>
      <w:r>
        <w:tab/>
        <w:t>1.013e0</w:t>
      </w:r>
    </w:p>
    <w:p w:rsidR="007B6A46" w:rsidRDefault="007B6A46" w:rsidP="007B6A46">
      <w:r>
        <w:t>158.2876</w:t>
      </w:r>
      <w:r>
        <w:tab/>
        <w:t>1.013e0</w:t>
      </w:r>
    </w:p>
    <w:p w:rsidR="007B6A46" w:rsidRDefault="007B6A46" w:rsidP="007B6A46">
      <w:r>
        <w:t>158.2944</w:t>
      </w:r>
      <w:r>
        <w:tab/>
        <w:t>1.013e0</w:t>
      </w:r>
    </w:p>
    <w:p w:rsidR="007B6A46" w:rsidRDefault="007B6A46" w:rsidP="007B6A46">
      <w:r>
        <w:t>158.3078</w:t>
      </w:r>
      <w:r>
        <w:tab/>
        <w:t>2.025e0</w:t>
      </w:r>
    </w:p>
    <w:p w:rsidR="007B6A46" w:rsidRDefault="007B6A46" w:rsidP="007B6A46">
      <w:r>
        <w:t>158.3173</w:t>
      </w:r>
      <w:r>
        <w:tab/>
        <w:t>1.013e0</w:t>
      </w:r>
    </w:p>
    <w:p w:rsidR="007B6A46" w:rsidRDefault="007B6A46" w:rsidP="007B6A46">
      <w:r>
        <w:t>158.3374</w:t>
      </w:r>
      <w:r>
        <w:tab/>
        <w:t>1.013e0</w:t>
      </w:r>
    </w:p>
    <w:p w:rsidR="007B6A46" w:rsidRDefault="007B6A46" w:rsidP="007B6A46">
      <w:r>
        <w:t>158.3723</w:t>
      </w:r>
      <w:r>
        <w:tab/>
        <w:t>2.025e0</w:t>
      </w:r>
    </w:p>
    <w:p w:rsidR="007B6A46" w:rsidRDefault="007B6A46" w:rsidP="007B6A46">
      <w:r>
        <w:t>158.3842</w:t>
      </w:r>
      <w:r>
        <w:tab/>
        <w:t>1.013e0</w:t>
      </w:r>
    </w:p>
    <w:p w:rsidR="007B6A46" w:rsidRDefault="007B6A46" w:rsidP="007B6A46">
      <w:r>
        <w:t>158.3874</w:t>
      </w:r>
      <w:r>
        <w:tab/>
        <w:t>1.013e0</w:t>
      </w:r>
    </w:p>
    <w:p w:rsidR="007B6A46" w:rsidRDefault="007B6A46" w:rsidP="007B6A46">
      <w:r>
        <w:lastRenderedPageBreak/>
        <w:t>158.4376</w:t>
      </w:r>
      <w:r>
        <w:tab/>
        <w:t>1.013e0</w:t>
      </w:r>
    </w:p>
    <w:p w:rsidR="007B6A46" w:rsidRDefault="007B6A46" w:rsidP="007B6A46">
      <w:r>
        <w:t>158.4849</w:t>
      </w:r>
      <w:r>
        <w:tab/>
        <w:t>1.013e0</w:t>
      </w:r>
    </w:p>
    <w:p w:rsidR="007B6A46" w:rsidRDefault="007B6A46" w:rsidP="007B6A46">
      <w:r>
        <w:t>158.4910</w:t>
      </w:r>
      <w:r>
        <w:tab/>
        <w:t>1.013e0</w:t>
      </w:r>
    </w:p>
    <w:p w:rsidR="007B6A46" w:rsidRDefault="007B6A46" w:rsidP="007B6A46">
      <w:r>
        <w:t>158.5099</w:t>
      </w:r>
      <w:r>
        <w:tab/>
        <w:t>2.025e0</w:t>
      </w:r>
    </w:p>
    <w:p w:rsidR="007B6A46" w:rsidRDefault="007B6A46" w:rsidP="007B6A46">
      <w:r>
        <w:t>158.5286</w:t>
      </w:r>
      <w:r>
        <w:tab/>
        <w:t>2.025e0</w:t>
      </w:r>
    </w:p>
    <w:p w:rsidR="007B6A46" w:rsidRDefault="007B6A46" w:rsidP="007B6A46">
      <w:r>
        <w:t>158.5387</w:t>
      </w:r>
      <w:r>
        <w:tab/>
        <w:t>1.013e0</w:t>
      </w:r>
    </w:p>
    <w:p w:rsidR="007B6A46" w:rsidRDefault="007B6A46" w:rsidP="007B6A46">
      <w:r>
        <w:t>158.5482</w:t>
      </w:r>
      <w:r>
        <w:tab/>
        <w:t>1.013e0</w:t>
      </w:r>
    </w:p>
    <w:p w:rsidR="007B6A46" w:rsidRDefault="007B6A46" w:rsidP="007B6A46">
      <w:r>
        <w:t>158.5752</w:t>
      </w:r>
      <w:r>
        <w:tab/>
        <w:t>1.013e0</w:t>
      </w:r>
    </w:p>
    <w:p w:rsidR="007B6A46" w:rsidRDefault="007B6A46" w:rsidP="007B6A46">
      <w:r>
        <w:t>158.5988</w:t>
      </w:r>
      <w:r>
        <w:tab/>
        <w:t>1.013e0</w:t>
      </w:r>
    </w:p>
    <w:p w:rsidR="007B6A46" w:rsidRDefault="007B6A46" w:rsidP="007B6A46">
      <w:r>
        <w:t>158.6183</w:t>
      </w:r>
      <w:r>
        <w:tab/>
        <w:t>1.013e0</w:t>
      </w:r>
    </w:p>
    <w:p w:rsidR="007B6A46" w:rsidRDefault="007B6A46" w:rsidP="007B6A46">
      <w:r>
        <w:t>158.6558</w:t>
      </w:r>
      <w:r>
        <w:tab/>
        <w:t>1.013e0</w:t>
      </w:r>
    </w:p>
    <w:p w:rsidR="007B6A46" w:rsidRDefault="007B6A46" w:rsidP="007B6A46">
      <w:r>
        <w:t>158.6736</w:t>
      </w:r>
      <w:r>
        <w:tab/>
        <w:t>2.025e0</w:t>
      </w:r>
    </w:p>
    <w:p w:rsidR="007B6A46" w:rsidRDefault="007B6A46" w:rsidP="007B6A46">
      <w:r>
        <w:t>158.6788</w:t>
      </w:r>
      <w:r>
        <w:tab/>
        <w:t>1.013e0</w:t>
      </w:r>
    </w:p>
    <w:p w:rsidR="007B6A46" w:rsidRDefault="007B6A46" w:rsidP="007B6A46">
      <w:r>
        <w:t>158.7191</w:t>
      </w:r>
      <w:r>
        <w:tab/>
        <w:t>1.013e0</w:t>
      </w:r>
    </w:p>
    <w:p w:rsidR="007B6A46" w:rsidRDefault="007B6A46" w:rsidP="007B6A46">
      <w:r>
        <w:t>158.7322</w:t>
      </w:r>
      <w:r>
        <w:tab/>
        <w:t>1.013e0</w:t>
      </w:r>
    </w:p>
    <w:p w:rsidR="007B6A46" w:rsidRDefault="007B6A46" w:rsidP="007B6A46">
      <w:r>
        <w:t>158.7561</w:t>
      </w:r>
      <w:r>
        <w:tab/>
        <w:t>1.013e0</w:t>
      </w:r>
    </w:p>
    <w:p w:rsidR="007B6A46" w:rsidRDefault="007B6A46" w:rsidP="007B6A46">
      <w:r>
        <w:t>158.7646</w:t>
      </w:r>
      <w:r>
        <w:tab/>
        <w:t>2.025e0</w:t>
      </w:r>
    </w:p>
    <w:p w:rsidR="007B6A46" w:rsidRDefault="007B6A46" w:rsidP="007B6A46">
      <w:r>
        <w:t>158.8267</w:t>
      </w:r>
      <w:r>
        <w:tab/>
        <w:t>1.013e0</w:t>
      </w:r>
    </w:p>
    <w:p w:rsidR="007B6A46" w:rsidRDefault="007B6A46" w:rsidP="007B6A46">
      <w:r>
        <w:t>158.8427</w:t>
      </w:r>
      <w:r>
        <w:tab/>
        <w:t>1.013e0</w:t>
      </w:r>
    </w:p>
    <w:p w:rsidR="007B6A46" w:rsidRDefault="007B6A46" w:rsidP="007B6A46">
      <w:r>
        <w:lastRenderedPageBreak/>
        <w:t>158.8529</w:t>
      </w:r>
      <w:r>
        <w:tab/>
        <w:t>1.013e0</w:t>
      </w:r>
    </w:p>
    <w:p w:rsidR="007B6A46" w:rsidRDefault="007B6A46" w:rsidP="007B6A46">
      <w:r>
        <w:t>158.8836</w:t>
      </w:r>
      <w:r>
        <w:tab/>
        <w:t>1.013e0</w:t>
      </w:r>
    </w:p>
    <w:p w:rsidR="007B6A46" w:rsidRDefault="007B6A46" w:rsidP="007B6A46">
      <w:r>
        <w:t>158.9534</w:t>
      </w:r>
      <w:r>
        <w:tab/>
        <w:t>1.013e0</w:t>
      </w:r>
    </w:p>
    <w:p w:rsidR="007B6A46" w:rsidRDefault="007B6A46" w:rsidP="007B6A46">
      <w:r>
        <w:t>158.9630</w:t>
      </w:r>
      <w:r>
        <w:tab/>
        <w:t>1.013e0</w:t>
      </w:r>
    </w:p>
    <w:p w:rsidR="007B6A46" w:rsidRDefault="007B6A46" w:rsidP="007B6A46">
      <w:r>
        <w:t>158.9684</w:t>
      </w:r>
      <w:r>
        <w:tab/>
        <w:t>2.025e0</w:t>
      </w:r>
    </w:p>
    <w:p w:rsidR="007B6A46" w:rsidRDefault="007B6A46" w:rsidP="007B6A46">
      <w:r>
        <w:t>159.0008</w:t>
      </w:r>
      <w:r>
        <w:tab/>
        <w:t>1.013e0</w:t>
      </w:r>
    </w:p>
    <w:p w:rsidR="007B6A46" w:rsidRDefault="007B6A46" w:rsidP="007B6A46">
      <w:r>
        <w:t>159.0043</w:t>
      </w:r>
      <w:r>
        <w:tab/>
        <w:t>1.013e0</w:t>
      </w:r>
    </w:p>
    <w:p w:rsidR="007B6A46" w:rsidRDefault="007B6A46" w:rsidP="007B6A46">
      <w:r>
        <w:t>159.0236</w:t>
      </w:r>
      <w:r>
        <w:tab/>
        <w:t>1.013e0</w:t>
      </w:r>
    </w:p>
    <w:p w:rsidR="007B6A46" w:rsidRDefault="007B6A46" w:rsidP="007B6A46">
      <w:r>
        <w:t>159.0332</w:t>
      </w:r>
      <w:r>
        <w:tab/>
        <w:t>5.063e0</w:t>
      </w:r>
    </w:p>
    <w:p w:rsidR="007B6A46" w:rsidRDefault="007B6A46" w:rsidP="007B6A46">
      <w:r>
        <w:t>159.0358</w:t>
      </w:r>
      <w:r>
        <w:tab/>
        <w:t>9.114e0</w:t>
      </w:r>
    </w:p>
    <w:p w:rsidR="007B6A46" w:rsidRDefault="007B6A46" w:rsidP="007B6A46">
      <w:r>
        <w:t>159.0404</w:t>
      </w:r>
      <w:r>
        <w:tab/>
        <w:t>5.063e0</w:t>
      </w:r>
    </w:p>
    <w:p w:rsidR="007B6A46" w:rsidRDefault="007B6A46" w:rsidP="007B6A46">
      <w:r>
        <w:t>159.0458</w:t>
      </w:r>
      <w:r>
        <w:tab/>
        <w:t>2.025e0</w:t>
      </w:r>
    </w:p>
    <w:p w:rsidR="007B6A46" w:rsidRDefault="007B6A46" w:rsidP="007B6A46">
      <w:r>
        <w:t>159.0637</w:t>
      </w:r>
      <w:r>
        <w:tab/>
        <w:t>1.741e0</w:t>
      </w:r>
    </w:p>
    <w:p w:rsidR="007B6A46" w:rsidRDefault="007B6A46" w:rsidP="007B6A46">
      <w:r>
        <w:t>159.0676</w:t>
      </w:r>
      <w:r>
        <w:tab/>
        <w:t>1.013e0</w:t>
      </w:r>
    </w:p>
    <w:p w:rsidR="007B6A46" w:rsidRDefault="007B6A46" w:rsidP="007B6A46">
      <w:r>
        <w:t>159.0756</w:t>
      </w:r>
      <w:r>
        <w:tab/>
        <w:t>3.038e0</w:t>
      </w:r>
    </w:p>
    <w:p w:rsidR="007B6A46" w:rsidRDefault="007B6A46" w:rsidP="007B6A46">
      <w:r>
        <w:t>159.0793</w:t>
      </w:r>
      <w:r>
        <w:tab/>
        <w:t>3.038e0</w:t>
      </w:r>
    </w:p>
    <w:p w:rsidR="007B6A46" w:rsidRDefault="007B6A46" w:rsidP="007B6A46">
      <w:r>
        <w:t>159.0908</w:t>
      </w:r>
      <w:r>
        <w:tab/>
        <w:t>2.025e0</w:t>
      </w:r>
    </w:p>
    <w:p w:rsidR="007B6A46" w:rsidRDefault="007B6A46" w:rsidP="007B6A46">
      <w:r>
        <w:t>159.1042</w:t>
      </w:r>
      <w:r>
        <w:tab/>
        <w:t>1.013e0</w:t>
      </w:r>
    </w:p>
    <w:p w:rsidR="007B6A46" w:rsidRDefault="007B6A46" w:rsidP="007B6A46">
      <w:r>
        <w:t>159.1062</w:t>
      </w:r>
      <w:r>
        <w:tab/>
        <w:t>2.025e0</w:t>
      </w:r>
    </w:p>
    <w:p w:rsidR="007B6A46" w:rsidRDefault="007B6A46" w:rsidP="007B6A46">
      <w:r>
        <w:lastRenderedPageBreak/>
        <w:t>159.1164</w:t>
      </w:r>
      <w:r>
        <w:tab/>
        <w:t>2.025e0</w:t>
      </w:r>
    </w:p>
    <w:p w:rsidR="007B6A46" w:rsidRDefault="007B6A46" w:rsidP="007B6A46">
      <w:r>
        <w:t>159.1199</w:t>
      </w:r>
      <w:r>
        <w:tab/>
        <w:t>2.025e0</w:t>
      </w:r>
    </w:p>
    <w:p w:rsidR="007B6A46" w:rsidRDefault="007B6A46" w:rsidP="007B6A46">
      <w:r>
        <w:t>159.1213</w:t>
      </w:r>
      <w:r>
        <w:tab/>
        <w:t>1.013e0</w:t>
      </w:r>
    </w:p>
    <w:p w:rsidR="007B6A46" w:rsidRDefault="007B6A46" w:rsidP="007B6A46">
      <w:r>
        <w:t>159.1329</w:t>
      </w:r>
      <w:r>
        <w:tab/>
        <w:t>2.025e0</w:t>
      </w:r>
    </w:p>
    <w:p w:rsidR="007B6A46" w:rsidRDefault="007B6A46" w:rsidP="007B6A46">
      <w:r>
        <w:t>159.1345</w:t>
      </w:r>
      <w:r>
        <w:tab/>
        <w:t>1.013e0</w:t>
      </w:r>
    </w:p>
    <w:p w:rsidR="007B6A46" w:rsidRDefault="007B6A46" w:rsidP="007B6A46">
      <w:r>
        <w:t>159.1393</w:t>
      </w:r>
      <w:r>
        <w:tab/>
        <w:t>2.025e0</w:t>
      </w:r>
    </w:p>
    <w:p w:rsidR="007B6A46" w:rsidRDefault="007B6A46" w:rsidP="007B6A46">
      <w:r>
        <w:t>159.1512</w:t>
      </w:r>
      <w:r>
        <w:tab/>
        <w:t>1.013e0</w:t>
      </w:r>
    </w:p>
    <w:p w:rsidR="007B6A46" w:rsidRDefault="007B6A46" w:rsidP="007B6A46">
      <w:r>
        <w:t>159.1715</w:t>
      </w:r>
      <w:r>
        <w:tab/>
        <w:t>2.025e0</w:t>
      </w:r>
    </w:p>
    <w:p w:rsidR="007B6A46" w:rsidRDefault="007B6A46" w:rsidP="007B6A46">
      <w:r>
        <w:t>159.1946</w:t>
      </w:r>
      <w:r>
        <w:tab/>
        <w:t>1.013e0</w:t>
      </w:r>
    </w:p>
    <w:p w:rsidR="007B6A46" w:rsidRDefault="007B6A46" w:rsidP="007B6A46">
      <w:r>
        <w:t>159.1990</w:t>
      </w:r>
      <w:r>
        <w:tab/>
        <w:t>2.025e0</w:t>
      </w:r>
    </w:p>
    <w:p w:rsidR="007B6A46" w:rsidRDefault="007B6A46" w:rsidP="007B6A46">
      <w:r>
        <w:t>159.2218</w:t>
      </w:r>
      <w:r>
        <w:tab/>
        <w:t>1.013e0</w:t>
      </w:r>
    </w:p>
    <w:p w:rsidR="007B6A46" w:rsidRDefault="007B6A46" w:rsidP="007B6A46">
      <w:r>
        <w:t>159.2754</w:t>
      </w:r>
      <w:r>
        <w:tab/>
        <w:t>1.013e0</w:t>
      </w:r>
    </w:p>
    <w:p w:rsidR="007B6A46" w:rsidRDefault="007B6A46" w:rsidP="007B6A46">
      <w:r>
        <w:t>159.2924</w:t>
      </w:r>
      <w:r>
        <w:tab/>
        <w:t>1.013e0</w:t>
      </w:r>
    </w:p>
    <w:p w:rsidR="007B6A46" w:rsidRDefault="007B6A46" w:rsidP="007B6A46">
      <w:r>
        <w:t>159.2958</w:t>
      </w:r>
      <w:r>
        <w:tab/>
        <w:t>1.013e0</w:t>
      </w:r>
    </w:p>
    <w:p w:rsidR="007B6A46" w:rsidRDefault="007B6A46" w:rsidP="007B6A46">
      <w:r>
        <w:t>159.3124</w:t>
      </w:r>
      <w:r>
        <w:tab/>
        <w:t>1.013e0</w:t>
      </w:r>
    </w:p>
    <w:p w:rsidR="007B6A46" w:rsidRDefault="007B6A46" w:rsidP="007B6A46">
      <w:r>
        <w:t>159.4597</w:t>
      </w:r>
      <w:r>
        <w:tab/>
        <w:t>1.013e0</w:t>
      </w:r>
    </w:p>
    <w:p w:rsidR="007B6A46" w:rsidRDefault="007B6A46" w:rsidP="007B6A46">
      <w:r>
        <w:t>159.4803</w:t>
      </w:r>
      <w:r>
        <w:tab/>
        <w:t>2.025e0</w:t>
      </w:r>
    </w:p>
    <w:p w:rsidR="007B6A46" w:rsidRDefault="007B6A46" w:rsidP="007B6A46">
      <w:r>
        <w:t>159.4872</w:t>
      </w:r>
      <w:r>
        <w:tab/>
        <w:t>1.013e0</w:t>
      </w:r>
    </w:p>
    <w:p w:rsidR="007B6A46" w:rsidRDefault="007B6A46" w:rsidP="007B6A46">
      <w:r>
        <w:t>159.5067</w:t>
      </w:r>
      <w:r>
        <w:tab/>
        <w:t>1.013e0</w:t>
      </w:r>
    </w:p>
    <w:p w:rsidR="007B6A46" w:rsidRDefault="007B6A46" w:rsidP="007B6A46">
      <w:r>
        <w:lastRenderedPageBreak/>
        <w:t>159.5186</w:t>
      </w:r>
      <w:r>
        <w:tab/>
        <w:t>2.025e0</w:t>
      </w:r>
    </w:p>
    <w:p w:rsidR="007B6A46" w:rsidRDefault="007B6A46" w:rsidP="007B6A46">
      <w:r>
        <w:t>159.5340</w:t>
      </w:r>
      <w:r>
        <w:tab/>
        <w:t>2.025e0</w:t>
      </w:r>
    </w:p>
    <w:p w:rsidR="007B6A46" w:rsidRDefault="007B6A46" w:rsidP="007B6A46">
      <w:r>
        <w:t>159.5374</w:t>
      </w:r>
      <w:r>
        <w:tab/>
        <w:t>1.013e0</w:t>
      </w:r>
    </w:p>
    <w:p w:rsidR="007B6A46" w:rsidRDefault="007B6A46" w:rsidP="007B6A46">
      <w:r>
        <w:t>159.5443</w:t>
      </w:r>
      <w:r>
        <w:tab/>
        <w:t>1.013e0</w:t>
      </w:r>
    </w:p>
    <w:p w:rsidR="007B6A46" w:rsidRDefault="007B6A46" w:rsidP="007B6A46">
      <w:r>
        <w:t>159.5572</w:t>
      </w:r>
      <w:r>
        <w:tab/>
        <w:t>1.013e0</w:t>
      </w:r>
    </w:p>
    <w:p w:rsidR="007B6A46" w:rsidRDefault="007B6A46" w:rsidP="007B6A46">
      <w:r>
        <w:t>159.5636</w:t>
      </w:r>
      <w:r>
        <w:tab/>
        <w:t>2.025e0</w:t>
      </w:r>
    </w:p>
    <w:p w:rsidR="007B6A46" w:rsidRDefault="007B6A46" w:rsidP="007B6A46">
      <w:r>
        <w:t>159.5825</w:t>
      </w:r>
      <w:r>
        <w:tab/>
        <w:t>2.025e0</w:t>
      </w:r>
    </w:p>
    <w:p w:rsidR="007B6A46" w:rsidRDefault="007B6A46" w:rsidP="007B6A46">
      <w:r>
        <w:t>159.5907</w:t>
      </w:r>
      <w:r>
        <w:tab/>
        <w:t>1.013e0</w:t>
      </w:r>
    </w:p>
    <w:p w:rsidR="007B6A46" w:rsidRDefault="007B6A46" w:rsidP="007B6A46">
      <w:r>
        <w:t>159.6144</w:t>
      </w:r>
      <w:r>
        <w:tab/>
        <w:t>1.013e0</w:t>
      </w:r>
    </w:p>
    <w:p w:rsidR="007B6A46" w:rsidRDefault="007B6A46" w:rsidP="007B6A46">
      <w:r>
        <w:t>159.6410</w:t>
      </w:r>
      <w:r>
        <w:tab/>
        <w:t>1.013e0</w:t>
      </w:r>
    </w:p>
    <w:p w:rsidR="007B6A46" w:rsidRDefault="007B6A46" w:rsidP="007B6A46">
      <w:r>
        <w:t>159.6446</w:t>
      </w:r>
      <w:r>
        <w:tab/>
        <w:t>1.013e0</w:t>
      </w:r>
    </w:p>
    <w:p w:rsidR="007B6A46" w:rsidRDefault="007B6A46" w:rsidP="007B6A46">
      <w:r>
        <w:t>159.6779</w:t>
      </w:r>
      <w:r>
        <w:tab/>
        <w:t>1.013e0</w:t>
      </w:r>
    </w:p>
    <w:p w:rsidR="007B6A46" w:rsidRDefault="007B6A46" w:rsidP="007B6A46">
      <w:r>
        <w:t>159.6980</w:t>
      </w:r>
      <w:r>
        <w:tab/>
        <w:t>1.013e0</w:t>
      </w:r>
    </w:p>
    <w:p w:rsidR="007B6A46" w:rsidRDefault="007B6A46" w:rsidP="007B6A46">
      <w:r>
        <w:t>159.7153</w:t>
      </w:r>
      <w:r>
        <w:tab/>
        <w:t>1.013e0</w:t>
      </w:r>
    </w:p>
    <w:p w:rsidR="007B6A46" w:rsidRDefault="007B6A46" w:rsidP="007B6A46">
      <w:r>
        <w:t>159.7585</w:t>
      </w:r>
      <w:r>
        <w:tab/>
        <w:t>4.051e0</w:t>
      </w:r>
    </w:p>
    <w:p w:rsidR="007B6A46" w:rsidRDefault="007B6A46" w:rsidP="007B6A46">
      <w:r>
        <w:t>159.7621</w:t>
      </w:r>
      <w:r>
        <w:tab/>
        <w:t>1.013e0</w:t>
      </w:r>
    </w:p>
    <w:p w:rsidR="007B6A46" w:rsidRDefault="007B6A46" w:rsidP="007B6A46">
      <w:r>
        <w:t>159.7826</w:t>
      </w:r>
      <w:r>
        <w:tab/>
        <w:t>1.013e0</w:t>
      </w:r>
    </w:p>
    <w:p w:rsidR="007B6A46" w:rsidRDefault="007B6A46" w:rsidP="007B6A46">
      <w:r>
        <w:t>159.7959</w:t>
      </w:r>
      <w:r>
        <w:tab/>
        <w:t>1.013e0</w:t>
      </w:r>
    </w:p>
    <w:p w:rsidR="007B6A46" w:rsidRDefault="007B6A46" w:rsidP="007B6A46">
      <w:r>
        <w:t>159.8137</w:t>
      </w:r>
      <w:r>
        <w:tab/>
        <w:t>2.025e0</w:t>
      </w:r>
    </w:p>
    <w:p w:rsidR="007B6A46" w:rsidRDefault="007B6A46" w:rsidP="007B6A46">
      <w:r>
        <w:lastRenderedPageBreak/>
        <w:t>159.8291</w:t>
      </w:r>
      <w:r>
        <w:tab/>
        <w:t>1.013e0</w:t>
      </w:r>
    </w:p>
    <w:p w:rsidR="007B6A46" w:rsidRDefault="007B6A46" w:rsidP="007B6A46">
      <w:r>
        <w:t>159.8759</w:t>
      </w:r>
      <w:r>
        <w:tab/>
        <w:t>1.013e0</w:t>
      </w:r>
    </w:p>
    <w:p w:rsidR="007B6A46" w:rsidRDefault="007B6A46" w:rsidP="007B6A46">
      <w:r>
        <w:t>159.8930</w:t>
      </w:r>
      <w:r>
        <w:tab/>
        <w:t>1.013e0</w:t>
      </w:r>
    </w:p>
    <w:p w:rsidR="007B6A46" w:rsidRDefault="007B6A46" w:rsidP="007B6A46">
      <w:r>
        <w:t>159.8967</w:t>
      </w:r>
      <w:r>
        <w:tab/>
        <w:t>1.013e0</w:t>
      </w:r>
    </w:p>
    <w:p w:rsidR="007B6A46" w:rsidRDefault="007B6A46" w:rsidP="007B6A46">
      <w:r>
        <w:t>159.9170</w:t>
      </w:r>
      <w:r>
        <w:tab/>
        <w:t>1.013e0</w:t>
      </w:r>
    </w:p>
    <w:p w:rsidR="007B6A46" w:rsidRDefault="007B6A46" w:rsidP="007B6A46">
      <w:r>
        <w:t>159.9469</w:t>
      </w:r>
      <w:r>
        <w:tab/>
        <w:t>1.013e0</w:t>
      </w:r>
    </w:p>
    <w:p w:rsidR="007B6A46" w:rsidRDefault="007B6A46" w:rsidP="007B6A46">
      <w:r>
        <w:t>159.9969</w:t>
      </w:r>
      <w:r>
        <w:tab/>
        <w:t>1.013e0</w:t>
      </w:r>
    </w:p>
    <w:p w:rsidR="007B6A46" w:rsidRDefault="007B6A46" w:rsidP="007B6A46">
      <w:r>
        <w:t>160.0382</w:t>
      </w:r>
      <w:r>
        <w:tab/>
        <w:t>4.051e0</w:t>
      </w:r>
    </w:p>
    <w:p w:rsidR="007B6A46" w:rsidRDefault="007B6A46" w:rsidP="007B6A46">
      <w:r>
        <w:t>160.0511</w:t>
      </w:r>
      <w:r>
        <w:tab/>
        <w:t>5.746e0</w:t>
      </w:r>
    </w:p>
    <w:p w:rsidR="007B6A46" w:rsidRDefault="007B6A46" w:rsidP="007B6A46">
      <w:r>
        <w:t>160.0541</w:t>
      </w:r>
      <w:r>
        <w:tab/>
        <w:t>2.025e0</w:t>
      </w:r>
    </w:p>
    <w:p w:rsidR="007B6A46" w:rsidRDefault="007B6A46" w:rsidP="007B6A46">
      <w:r>
        <w:t>160.0612</w:t>
      </w:r>
      <w:r>
        <w:tab/>
        <w:t>4.051e0</w:t>
      </w:r>
    </w:p>
    <w:p w:rsidR="007B6A46" w:rsidRDefault="007B6A46" w:rsidP="007B6A46">
      <w:r>
        <w:t>160.0628</w:t>
      </w:r>
      <w:r>
        <w:tab/>
        <w:t>2.025e0</w:t>
      </w:r>
    </w:p>
    <w:p w:rsidR="007B6A46" w:rsidRDefault="007B6A46" w:rsidP="007B6A46">
      <w:r>
        <w:t>160.0985</w:t>
      </w:r>
      <w:r>
        <w:tab/>
        <w:t>2.025e0</w:t>
      </w:r>
    </w:p>
    <w:p w:rsidR="007B6A46" w:rsidRDefault="007B6A46" w:rsidP="007B6A46">
      <w:r>
        <w:t>160.1113</w:t>
      </w:r>
      <w:r>
        <w:tab/>
        <w:t>1.013e0</w:t>
      </w:r>
    </w:p>
    <w:p w:rsidR="007B6A46" w:rsidRDefault="007B6A46" w:rsidP="007B6A46">
      <w:r>
        <w:t>160.1284</w:t>
      </w:r>
      <w:r>
        <w:tab/>
        <w:t>2.025e0</w:t>
      </w:r>
    </w:p>
    <w:p w:rsidR="007B6A46" w:rsidRDefault="007B6A46" w:rsidP="007B6A46">
      <w:r>
        <w:t>160.1593</w:t>
      </w:r>
      <w:r>
        <w:tab/>
        <w:t>1.013e0</w:t>
      </w:r>
    </w:p>
    <w:p w:rsidR="007B6A46" w:rsidRDefault="007B6A46" w:rsidP="007B6A46">
      <w:r>
        <w:t>160.1921</w:t>
      </w:r>
      <w:r>
        <w:tab/>
        <w:t>1.013e0</w:t>
      </w:r>
    </w:p>
    <w:p w:rsidR="007B6A46" w:rsidRDefault="007B6A46" w:rsidP="007B6A46">
      <w:r>
        <w:t>160.1992</w:t>
      </w:r>
      <w:r>
        <w:tab/>
        <w:t>1.013e0</w:t>
      </w:r>
    </w:p>
    <w:p w:rsidR="007B6A46" w:rsidRDefault="007B6A46" w:rsidP="007B6A46">
      <w:r>
        <w:t>160.2023</w:t>
      </w:r>
      <w:r>
        <w:tab/>
        <w:t>2.025e0</w:t>
      </w:r>
    </w:p>
    <w:p w:rsidR="007B6A46" w:rsidRDefault="007B6A46" w:rsidP="007B6A46">
      <w:r>
        <w:lastRenderedPageBreak/>
        <w:t>160.2425</w:t>
      </w:r>
      <w:r>
        <w:tab/>
        <w:t>1.013e0</w:t>
      </w:r>
    </w:p>
    <w:p w:rsidR="007B6A46" w:rsidRDefault="007B6A46" w:rsidP="007B6A46">
      <w:r>
        <w:t>160.2457</w:t>
      </w:r>
      <w:r>
        <w:tab/>
        <w:t>1.013e0</w:t>
      </w:r>
    </w:p>
    <w:p w:rsidR="007B6A46" w:rsidRDefault="007B6A46" w:rsidP="007B6A46">
      <w:r>
        <w:t>160.3062</w:t>
      </w:r>
      <w:r>
        <w:tab/>
        <w:t>1.013e0</w:t>
      </w:r>
    </w:p>
    <w:p w:rsidR="007B6A46" w:rsidRDefault="007B6A46" w:rsidP="007B6A46">
      <w:r>
        <w:t>160.3339</w:t>
      </w:r>
      <w:r>
        <w:tab/>
        <w:t>1.013e0</w:t>
      </w:r>
    </w:p>
    <w:p w:rsidR="007B6A46" w:rsidRDefault="007B6A46" w:rsidP="007B6A46">
      <w:r>
        <w:t>160.3371</w:t>
      </w:r>
      <w:r>
        <w:tab/>
        <w:t>1.013e0</w:t>
      </w:r>
    </w:p>
    <w:p w:rsidR="007B6A46" w:rsidRDefault="007B6A46" w:rsidP="007B6A46">
      <w:r>
        <w:t>160.3808</w:t>
      </w:r>
      <w:r>
        <w:tab/>
        <w:t>2.025e0</w:t>
      </w:r>
    </w:p>
    <w:p w:rsidR="007B6A46" w:rsidRDefault="007B6A46" w:rsidP="007B6A46">
      <w:r>
        <w:t>160.4342</w:t>
      </w:r>
      <w:r>
        <w:tab/>
        <w:t>1.013e0</w:t>
      </w:r>
    </w:p>
    <w:p w:rsidR="007B6A46" w:rsidRDefault="007B6A46" w:rsidP="007B6A46">
      <w:r>
        <w:t>160.4950</w:t>
      </w:r>
      <w:r>
        <w:tab/>
        <w:t>1.013e0</w:t>
      </w:r>
    </w:p>
    <w:p w:rsidR="007B6A46" w:rsidRDefault="007B6A46" w:rsidP="007B6A46">
      <w:r>
        <w:t>160.5221</w:t>
      </w:r>
      <w:r>
        <w:tab/>
        <w:t>1.013e0</w:t>
      </w:r>
    </w:p>
    <w:p w:rsidR="007B6A46" w:rsidRDefault="007B6A46" w:rsidP="007B6A46">
      <w:r>
        <w:t>160.5233</w:t>
      </w:r>
      <w:r>
        <w:tab/>
        <w:t>3.038e0</w:t>
      </w:r>
    </w:p>
    <w:p w:rsidR="007B6A46" w:rsidRDefault="007B6A46" w:rsidP="007B6A46">
      <w:r>
        <w:t>160.5520</w:t>
      </w:r>
      <w:r>
        <w:tab/>
        <w:t>1.013e0</w:t>
      </w:r>
    </w:p>
    <w:p w:rsidR="007B6A46" w:rsidRDefault="007B6A46" w:rsidP="007B6A46">
      <w:r>
        <w:t>160.5607</w:t>
      </w:r>
      <w:r>
        <w:tab/>
        <w:t>2.025e0</w:t>
      </w:r>
    </w:p>
    <w:p w:rsidR="007B6A46" w:rsidRDefault="007B6A46" w:rsidP="007B6A46">
      <w:r>
        <w:t>160.5864</w:t>
      </w:r>
      <w:r>
        <w:tab/>
        <w:t>1.013e0</w:t>
      </w:r>
    </w:p>
    <w:p w:rsidR="007B6A46" w:rsidRDefault="007B6A46" w:rsidP="007B6A46">
      <w:r>
        <w:t>160.6002</w:t>
      </w:r>
      <w:r>
        <w:tab/>
        <w:t>2.025e0</w:t>
      </w:r>
    </w:p>
    <w:p w:rsidR="007B6A46" w:rsidRDefault="007B6A46" w:rsidP="007B6A46">
      <w:r>
        <w:t>160.6037</w:t>
      </w:r>
      <w:r>
        <w:tab/>
        <w:t>2.025e0</w:t>
      </w:r>
    </w:p>
    <w:p w:rsidR="007B6A46" w:rsidRDefault="007B6A46" w:rsidP="007B6A46">
      <w:r>
        <w:t>160.6331</w:t>
      </w:r>
      <w:r>
        <w:tab/>
        <w:t>1.013e0</w:t>
      </w:r>
    </w:p>
    <w:p w:rsidR="007B6A46" w:rsidRDefault="007B6A46" w:rsidP="007B6A46">
      <w:r>
        <w:t>160.6605</w:t>
      </w:r>
      <w:r>
        <w:tab/>
        <w:t>1.013e0</w:t>
      </w:r>
    </w:p>
    <w:p w:rsidR="007B6A46" w:rsidRDefault="007B6A46" w:rsidP="007B6A46">
      <w:r>
        <w:t>160.6674</w:t>
      </w:r>
      <w:r>
        <w:tab/>
        <w:t>1.013e0</w:t>
      </w:r>
    </w:p>
    <w:p w:rsidR="007B6A46" w:rsidRDefault="007B6A46" w:rsidP="007B6A46">
      <w:r>
        <w:t>160.6768</w:t>
      </w:r>
      <w:r>
        <w:tab/>
        <w:t>1.013e0</w:t>
      </w:r>
    </w:p>
    <w:p w:rsidR="007B6A46" w:rsidRDefault="007B6A46" w:rsidP="007B6A46">
      <w:r>
        <w:lastRenderedPageBreak/>
        <w:t>160.6833</w:t>
      </w:r>
      <w:r>
        <w:tab/>
        <w:t>2.025e0</w:t>
      </w:r>
    </w:p>
    <w:p w:rsidR="007B6A46" w:rsidRDefault="007B6A46" w:rsidP="007B6A46">
      <w:r>
        <w:t>160.6973</w:t>
      </w:r>
      <w:r>
        <w:tab/>
        <w:t>1.013e0</w:t>
      </w:r>
    </w:p>
    <w:p w:rsidR="007B6A46" w:rsidRDefault="007B6A46" w:rsidP="007B6A46">
      <w:r>
        <w:t>160.7008</w:t>
      </w:r>
      <w:r>
        <w:tab/>
        <w:t>1.013e0</w:t>
      </w:r>
    </w:p>
    <w:p w:rsidR="007B6A46" w:rsidRDefault="007B6A46" w:rsidP="007B6A46">
      <w:r>
        <w:t>160.7073</w:t>
      </w:r>
      <w:r>
        <w:tab/>
        <w:t>1.013e0</w:t>
      </w:r>
    </w:p>
    <w:p w:rsidR="007B6A46" w:rsidRDefault="007B6A46" w:rsidP="007B6A46">
      <w:r>
        <w:t>160.7410</w:t>
      </w:r>
      <w:r>
        <w:tab/>
        <w:t>1.013e0</w:t>
      </w:r>
    </w:p>
    <w:p w:rsidR="007B6A46" w:rsidRDefault="007B6A46" w:rsidP="007B6A46">
      <w:r>
        <w:t>160.7748</w:t>
      </w:r>
      <w:r>
        <w:tab/>
        <w:t>1.013e0</w:t>
      </w:r>
    </w:p>
    <w:p w:rsidR="007B6A46" w:rsidRDefault="007B6A46" w:rsidP="007B6A46">
      <w:r>
        <w:t>160.8018</w:t>
      </w:r>
      <w:r>
        <w:tab/>
        <w:t>1.013e0</w:t>
      </w:r>
    </w:p>
    <w:p w:rsidR="007B6A46" w:rsidRDefault="007B6A46" w:rsidP="007B6A46">
      <w:r>
        <w:t>160.9100</w:t>
      </w:r>
      <w:r>
        <w:tab/>
        <w:t>2.025e0</w:t>
      </w:r>
    </w:p>
    <w:p w:rsidR="007B6A46" w:rsidRDefault="007B6A46" w:rsidP="007B6A46">
      <w:r>
        <w:t>160.9134</w:t>
      </w:r>
      <w:r>
        <w:tab/>
        <w:t>1.013e0</w:t>
      </w:r>
    </w:p>
    <w:p w:rsidR="007B6A46" w:rsidRDefault="007B6A46" w:rsidP="007B6A46">
      <w:r>
        <w:t>160.9364</w:t>
      </w:r>
      <w:r>
        <w:tab/>
        <w:t>1.013e0</w:t>
      </w:r>
    </w:p>
    <w:p w:rsidR="007B6A46" w:rsidRDefault="007B6A46" w:rsidP="007B6A46">
      <w:r>
        <w:t>160.9501</w:t>
      </w:r>
      <w:r>
        <w:tab/>
        <w:t>1.013e0</w:t>
      </w:r>
    </w:p>
    <w:p w:rsidR="007B6A46" w:rsidRDefault="007B6A46" w:rsidP="007B6A46">
      <w:r>
        <w:t>160.9637</w:t>
      </w:r>
      <w:r>
        <w:tab/>
        <w:t>1.013e0</w:t>
      </w:r>
    </w:p>
    <w:p w:rsidR="007B6A46" w:rsidRDefault="007B6A46" w:rsidP="007B6A46">
      <w:r>
        <w:t>160.9740</w:t>
      </w:r>
      <w:r>
        <w:tab/>
        <w:t>1.013e0</w:t>
      </w:r>
    </w:p>
    <w:p w:rsidR="007B6A46" w:rsidRDefault="007B6A46" w:rsidP="007B6A46">
      <w:r>
        <w:t>160.9807</w:t>
      </w:r>
      <w:r>
        <w:tab/>
        <w:t>1.013e0</w:t>
      </w:r>
    </w:p>
    <w:p w:rsidR="007B6A46" w:rsidRDefault="007B6A46" w:rsidP="007B6A46">
      <w:r>
        <w:t>160.9864</w:t>
      </w:r>
      <w:r>
        <w:tab/>
        <w:t>2.025e0</w:t>
      </w:r>
    </w:p>
    <w:p w:rsidR="007B6A46" w:rsidRDefault="007B6A46" w:rsidP="007B6A46">
      <w:r>
        <w:t>161.0005</w:t>
      </w:r>
      <w:r>
        <w:tab/>
        <w:t>1.013e0</w:t>
      </w:r>
    </w:p>
    <w:p w:rsidR="007B6A46" w:rsidRDefault="007B6A46" w:rsidP="007B6A46">
      <w:r>
        <w:t>161.0141</w:t>
      </w:r>
      <w:r>
        <w:tab/>
        <w:t>1.013e0</w:t>
      </w:r>
    </w:p>
    <w:p w:rsidR="007B6A46" w:rsidRDefault="007B6A46" w:rsidP="007B6A46">
      <w:r>
        <w:t>161.0381</w:t>
      </w:r>
      <w:r>
        <w:tab/>
        <w:t>1.013e0</w:t>
      </w:r>
    </w:p>
    <w:p w:rsidR="007B6A46" w:rsidRDefault="007B6A46" w:rsidP="007B6A46">
      <w:r>
        <w:t>161.0485</w:t>
      </w:r>
      <w:r>
        <w:tab/>
        <w:t>1.013e0</w:t>
      </w:r>
    </w:p>
    <w:p w:rsidR="007B6A46" w:rsidRDefault="007B6A46" w:rsidP="007B6A46">
      <w:r>
        <w:lastRenderedPageBreak/>
        <w:t>161.0549</w:t>
      </w:r>
      <w:r>
        <w:tab/>
        <w:t>1.013e0</w:t>
      </w:r>
    </w:p>
    <w:p w:rsidR="007B6A46" w:rsidRDefault="007B6A46" w:rsidP="007B6A46">
      <w:r>
        <w:t>161.0611</w:t>
      </w:r>
      <w:r>
        <w:tab/>
        <w:t>2.025e0</w:t>
      </w:r>
    </w:p>
    <w:p w:rsidR="007B6A46" w:rsidRDefault="007B6A46" w:rsidP="007B6A46">
      <w:r>
        <w:t>161.0694</w:t>
      </w:r>
      <w:r>
        <w:tab/>
        <w:t>4.051e0</w:t>
      </w:r>
    </w:p>
    <w:p w:rsidR="007B6A46" w:rsidRDefault="007B6A46" w:rsidP="007B6A46">
      <w:r>
        <w:t>161.0816</w:t>
      </w:r>
      <w:r>
        <w:tab/>
        <w:t>1.013e0</w:t>
      </w:r>
    </w:p>
    <w:p w:rsidR="007B6A46" w:rsidRDefault="007B6A46" w:rsidP="007B6A46">
      <w:r>
        <w:t>161.0988</w:t>
      </w:r>
      <w:r>
        <w:tab/>
        <w:t>5.063e0</w:t>
      </w:r>
    </w:p>
    <w:p w:rsidR="007B6A46" w:rsidRDefault="007B6A46" w:rsidP="007B6A46">
      <w:r>
        <w:t>161.1035</w:t>
      </w:r>
      <w:r>
        <w:tab/>
        <w:t>3.038e0</w:t>
      </w:r>
    </w:p>
    <w:p w:rsidR="007B6A46" w:rsidRDefault="007B6A46" w:rsidP="007B6A46">
      <w:r>
        <w:t>161.1056</w:t>
      </w:r>
      <w:r>
        <w:tab/>
        <w:t>1.013e0</w:t>
      </w:r>
    </w:p>
    <w:p w:rsidR="007B6A46" w:rsidRDefault="007B6A46" w:rsidP="007B6A46">
      <w:r>
        <w:t>161.1081</w:t>
      </w:r>
      <w:r>
        <w:tab/>
        <w:t>3.038e0</w:t>
      </w:r>
    </w:p>
    <w:p w:rsidR="007B6A46" w:rsidRDefault="007B6A46" w:rsidP="007B6A46">
      <w:r>
        <w:t>161.1145</w:t>
      </w:r>
      <w:r>
        <w:tab/>
        <w:t>2.025e0</w:t>
      </w:r>
    </w:p>
    <w:p w:rsidR="007B6A46" w:rsidRDefault="007B6A46" w:rsidP="007B6A46">
      <w:r>
        <w:t>161.1255</w:t>
      </w:r>
      <w:r>
        <w:tab/>
        <w:t>1.013e0</w:t>
      </w:r>
    </w:p>
    <w:p w:rsidR="007B6A46" w:rsidRDefault="007B6A46" w:rsidP="007B6A46">
      <w:r>
        <w:t>161.1351</w:t>
      </w:r>
      <w:r>
        <w:tab/>
        <w:t>2.025e0</w:t>
      </w:r>
    </w:p>
    <w:p w:rsidR="007B6A46" w:rsidRDefault="007B6A46" w:rsidP="007B6A46">
      <w:r>
        <w:t>161.1388</w:t>
      </w:r>
      <w:r>
        <w:tab/>
        <w:t>1.013e0</w:t>
      </w:r>
    </w:p>
    <w:p w:rsidR="007B6A46" w:rsidRDefault="007B6A46" w:rsidP="007B6A46">
      <w:r>
        <w:t>161.1660</w:t>
      </w:r>
      <w:r>
        <w:tab/>
        <w:t>1.013e0</w:t>
      </w:r>
    </w:p>
    <w:p w:rsidR="007B6A46" w:rsidRDefault="007B6A46" w:rsidP="007B6A46">
      <w:r>
        <w:t>161.1729</w:t>
      </w:r>
      <w:r>
        <w:tab/>
        <w:t>1.013e0</w:t>
      </w:r>
    </w:p>
    <w:p w:rsidR="007B6A46" w:rsidRDefault="007B6A46" w:rsidP="007B6A46">
      <w:r>
        <w:t>161.1766</w:t>
      </w:r>
      <w:r>
        <w:tab/>
        <w:t>1.013e0</w:t>
      </w:r>
    </w:p>
    <w:p w:rsidR="007B6A46" w:rsidRDefault="007B6A46" w:rsidP="007B6A46">
      <w:r>
        <w:t>161.1992</w:t>
      </w:r>
      <w:r>
        <w:tab/>
        <w:t>1.013e0</w:t>
      </w:r>
    </w:p>
    <w:p w:rsidR="007B6A46" w:rsidRDefault="007B6A46" w:rsidP="007B6A46">
      <w:r>
        <w:t>161.2098</w:t>
      </w:r>
      <w:r>
        <w:tab/>
        <w:t>1.013e0</w:t>
      </w:r>
    </w:p>
    <w:p w:rsidR="007B6A46" w:rsidRDefault="007B6A46" w:rsidP="007B6A46">
      <w:r>
        <w:t>161.2442</w:t>
      </w:r>
      <w:r>
        <w:tab/>
        <w:t>1.013e0</w:t>
      </w:r>
    </w:p>
    <w:p w:rsidR="007B6A46" w:rsidRDefault="007B6A46" w:rsidP="007B6A46">
      <w:r>
        <w:t>161.2945</w:t>
      </w:r>
      <w:r>
        <w:tab/>
        <w:t>2.025e0</w:t>
      </w:r>
    </w:p>
    <w:p w:rsidR="007B6A46" w:rsidRDefault="007B6A46" w:rsidP="007B6A46">
      <w:r>
        <w:lastRenderedPageBreak/>
        <w:t>161.3148</w:t>
      </w:r>
      <w:r>
        <w:tab/>
        <w:t>1.013e0</w:t>
      </w:r>
    </w:p>
    <w:p w:rsidR="007B6A46" w:rsidRDefault="007B6A46" w:rsidP="007B6A46">
      <w:r>
        <w:t>161.3724</w:t>
      </w:r>
      <w:r>
        <w:tab/>
        <w:t>1.013e0</w:t>
      </w:r>
    </w:p>
    <w:p w:rsidR="007B6A46" w:rsidRDefault="007B6A46" w:rsidP="007B6A46">
      <w:r>
        <w:t>161.3822</w:t>
      </w:r>
      <w:r>
        <w:tab/>
        <w:t>1.013e0</w:t>
      </w:r>
    </w:p>
    <w:p w:rsidR="007B6A46" w:rsidRDefault="007B6A46" w:rsidP="007B6A46">
      <w:r>
        <w:t>161.4156</w:t>
      </w:r>
      <w:r>
        <w:tab/>
        <w:t>1.013e0</w:t>
      </w:r>
    </w:p>
    <w:p w:rsidR="007B6A46" w:rsidRDefault="007B6A46" w:rsidP="007B6A46">
      <w:r>
        <w:t>161.4432</w:t>
      </w:r>
      <w:r>
        <w:tab/>
        <w:t>2.025e0</w:t>
      </w:r>
    </w:p>
    <w:p w:rsidR="007B6A46" w:rsidRDefault="007B6A46" w:rsidP="007B6A46">
      <w:r>
        <w:t>161.4800</w:t>
      </w:r>
      <w:r>
        <w:tab/>
        <w:t>2.025e0</w:t>
      </w:r>
    </w:p>
    <w:p w:rsidR="007B6A46" w:rsidRDefault="007B6A46" w:rsidP="007B6A46">
      <w:r>
        <w:t>161.5139</w:t>
      </w:r>
      <w:r>
        <w:tab/>
        <w:t>1.013e0</w:t>
      </w:r>
    </w:p>
    <w:p w:rsidR="007B6A46" w:rsidRDefault="007B6A46" w:rsidP="007B6A46">
      <w:r>
        <w:t>161.5250</w:t>
      </w:r>
      <w:r>
        <w:tab/>
        <w:t>2.025e0</w:t>
      </w:r>
    </w:p>
    <w:p w:rsidR="007B6A46" w:rsidRDefault="007B6A46" w:rsidP="007B6A46">
      <w:r>
        <w:t>161.5536</w:t>
      </w:r>
      <w:r>
        <w:tab/>
        <w:t>5.684e1</w:t>
      </w:r>
    </w:p>
    <w:p w:rsidR="007B6A46" w:rsidRDefault="007B6A46" w:rsidP="007B6A46">
      <w:r>
        <w:t>161.5563</w:t>
      </w:r>
      <w:r>
        <w:tab/>
        <w:t>3.949e1</w:t>
      </w:r>
    </w:p>
    <w:p w:rsidR="007B6A46" w:rsidRDefault="007B6A46" w:rsidP="007B6A46">
      <w:r>
        <w:t>161.5586</w:t>
      </w:r>
      <w:r>
        <w:tab/>
        <w:t>2.734e1</w:t>
      </w:r>
    </w:p>
    <w:p w:rsidR="007B6A46" w:rsidRDefault="007B6A46" w:rsidP="007B6A46">
      <w:r>
        <w:t>161.5844</w:t>
      </w:r>
      <w:r>
        <w:tab/>
        <w:t>1.013e0</w:t>
      </w:r>
    </w:p>
    <w:p w:rsidR="007B6A46" w:rsidRDefault="007B6A46" w:rsidP="007B6A46">
      <w:r>
        <w:t>161.5980</w:t>
      </w:r>
      <w:r>
        <w:tab/>
        <w:t>1.013e0</w:t>
      </w:r>
    </w:p>
    <w:p w:rsidR="007B6A46" w:rsidRDefault="007B6A46" w:rsidP="007B6A46">
      <w:r>
        <w:t>161.6117</w:t>
      </w:r>
      <w:r>
        <w:tab/>
        <w:t>1.013e0</w:t>
      </w:r>
    </w:p>
    <w:p w:rsidR="007B6A46" w:rsidRDefault="007B6A46" w:rsidP="007B6A46">
      <w:r>
        <w:t>161.6186</w:t>
      </w:r>
      <w:r>
        <w:tab/>
        <w:t>1.013e0</w:t>
      </w:r>
    </w:p>
    <w:p w:rsidR="007B6A46" w:rsidRDefault="007B6A46" w:rsidP="007B6A46">
      <w:r>
        <w:t>161.6306</w:t>
      </w:r>
      <w:r>
        <w:tab/>
        <w:t>2.025e0</w:t>
      </w:r>
    </w:p>
    <w:p w:rsidR="007B6A46" w:rsidRDefault="007B6A46" w:rsidP="007B6A46">
      <w:r>
        <w:t>161.6323</w:t>
      </w:r>
      <w:r>
        <w:tab/>
        <w:t>1.013e0</w:t>
      </w:r>
    </w:p>
    <w:p w:rsidR="007B6A46" w:rsidRDefault="007B6A46" w:rsidP="007B6A46">
      <w:r>
        <w:t>161.6564</w:t>
      </w:r>
      <w:r>
        <w:tab/>
        <w:t>2.025e0</w:t>
      </w:r>
    </w:p>
    <w:p w:rsidR="007B6A46" w:rsidRDefault="007B6A46" w:rsidP="007B6A46">
      <w:r>
        <w:t>161.6586</w:t>
      </w:r>
      <w:r>
        <w:tab/>
        <w:t>1.013e0</w:t>
      </w:r>
    </w:p>
    <w:p w:rsidR="007B6A46" w:rsidRDefault="007B6A46" w:rsidP="007B6A46">
      <w:r>
        <w:lastRenderedPageBreak/>
        <w:t>161.6725</w:t>
      </w:r>
      <w:r>
        <w:tab/>
        <w:t>1.013e0</w:t>
      </w:r>
    </w:p>
    <w:p w:rsidR="007B6A46" w:rsidRDefault="007B6A46" w:rsidP="007B6A46">
      <w:r>
        <w:t>161.6827</w:t>
      </w:r>
      <w:r>
        <w:tab/>
        <w:t>1.013e0</w:t>
      </w:r>
    </w:p>
    <w:p w:rsidR="007B6A46" w:rsidRDefault="007B6A46" w:rsidP="007B6A46">
      <w:r>
        <w:t>161.6862</w:t>
      </w:r>
      <w:r>
        <w:tab/>
        <w:t>1.013e0</w:t>
      </w:r>
    </w:p>
    <w:p w:rsidR="007B6A46" w:rsidRDefault="007B6A46" w:rsidP="007B6A46">
      <w:r>
        <w:t>161.7171</w:t>
      </w:r>
      <w:r>
        <w:tab/>
        <w:t>3.038e0</w:t>
      </w:r>
    </w:p>
    <w:p w:rsidR="007B6A46" w:rsidRDefault="007B6A46" w:rsidP="007B6A46">
      <w:r>
        <w:t>161.7329</w:t>
      </w:r>
      <w:r>
        <w:tab/>
        <w:t>1.013e0</w:t>
      </w:r>
    </w:p>
    <w:p w:rsidR="007B6A46" w:rsidRDefault="007B6A46" w:rsidP="007B6A46">
      <w:r>
        <w:t>161.7433</w:t>
      </w:r>
      <w:r>
        <w:tab/>
        <w:t>1.013e0</w:t>
      </w:r>
    </w:p>
    <w:p w:rsidR="007B6A46" w:rsidRDefault="007B6A46" w:rsidP="007B6A46">
      <w:r>
        <w:t>161.7569</w:t>
      </w:r>
      <w:r>
        <w:tab/>
        <w:t>1.013e0</w:t>
      </w:r>
    </w:p>
    <w:p w:rsidR="007B6A46" w:rsidRDefault="007B6A46" w:rsidP="007B6A46">
      <w:r>
        <w:t>161.7776</w:t>
      </w:r>
      <w:r>
        <w:tab/>
        <w:t>1.013e0</w:t>
      </w:r>
    </w:p>
    <w:p w:rsidR="007B6A46" w:rsidRDefault="007B6A46" w:rsidP="007B6A46">
      <w:r>
        <w:t>161.8043</w:t>
      </w:r>
      <w:r>
        <w:tab/>
        <w:t>1.013e0</w:t>
      </w:r>
    </w:p>
    <w:p w:rsidR="007B6A46" w:rsidRDefault="007B6A46" w:rsidP="007B6A46">
      <w:r>
        <w:t>161.8419</w:t>
      </w:r>
      <w:r>
        <w:tab/>
        <w:t>1.013e0</w:t>
      </w:r>
    </w:p>
    <w:p w:rsidR="007B6A46" w:rsidRDefault="007B6A46" w:rsidP="007B6A46">
      <w:r>
        <w:t>161.8682</w:t>
      </w:r>
      <w:r>
        <w:tab/>
        <w:t>1.013e0</w:t>
      </w:r>
    </w:p>
    <w:p w:rsidR="007B6A46" w:rsidRDefault="007B6A46" w:rsidP="007B6A46">
      <w:r>
        <w:t>161.8856</w:t>
      </w:r>
      <w:r>
        <w:tab/>
        <w:t>1.013e0</w:t>
      </w:r>
    </w:p>
    <w:p w:rsidR="007B6A46" w:rsidRDefault="007B6A46" w:rsidP="007B6A46">
      <w:r>
        <w:t>161.9026</w:t>
      </w:r>
      <w:r>
        <w:tab/>
        <w:t>1.013e0</w:t>
      </w:r>
    </w:p>
    <w:p w:rsidR="007B6A46" w:rsidRDefault="007B6A46" w:rsidP="007B6A46">
      <w:r>
        <w:t>161.9083</w:t>
      </w:r>
      <w:r>
        <w:tab/>
        <w:t>2.025e0</w:t>
      </w:r>
    </w:p>
    <w:p w:rsidR="007B6A46" w:rsidRDefault="007B6A46" w:rsidP="007B6A46">
      <w:r>
        <w:t>161.9222</w:t>
      </w:r>
      <w:r>
        <w:tab/>
        <w:t>1.013e0</w:t>
      </w:r>
    </w:p>
    <w:p w:rsidR="007B6A46" w:rsidRDefault="007B6A46" w:rsidP="007B6A46">
      <w:r>
        <w:t>161.9444</w:t>
      </w:r>
      <w:r>
        <w:tab/>
        <w:t>2.025e0</w:t>
      </w:r>
    </w:p>
    <w:p w:rsidR="007B6A46" w:rsidRDefault="007B6A46" w:rsidP="007B6A46">
      <w:r>
        <w:t>161.9464</w:t>
      </w:r>
      <w:r>
        <w:tab/>
        <w:t>1.013e0</w:t>
      </w:r>
    </w:p>
    <w:p w:rsidR="007B6A46" w:rsidRDefault="007B6A46" w:rsidP="007B6A46">
      <w:r>
        <w:t>162.0072</w:t>
      </w:r>
      <w:r>
        <w:tab/>
        <w:t>1.013e0</w:t>
      </w:r>
    </w:p>
    <w:p w:rsidR="007B6A46" w:rsidRDefault="007B6A46" w:rsidP="007B6A46">
      <w:r>
        <w:t>162.0104</w:t>
      </w:r>
      <w:r>
        <w:tab/>
        <w:t>1.013e0</w:t>
      </w:r>
    </w:p>
    <w:p w:rsidR="007B6A46" w:rsidRDefault="007B6A46" w:rsidP="007B6A46">
      <w:r>
        <w:lastRenderedPageBreak/>
        <w:t>162.0175</w:t>
      </w:r>
      <w:r>
        <w:tab/>
        <w:t>1.013e0</w:t>
      </w:r>
    </w:p>
    <w:p w:rsidR="007B6A46" w:rsidRDefault="007B6A46" w:rsidP="007B6A46">
      <w:r>
        <w:t>162.0382</w:t>
      </w:r>
      <w:r>
        <w:tab/>
        <w:t>2.025e0</w:t>
      </w:r>
    </w:p>
    <w:p w:rsidR="007B6A46" w:rsidRDefault="007B6A46" w:rsidP="007B6A46">
      <w:r>
        <w:t>162.0482</w:t>
      </w:r>
      <w:r>
        <w:tab/>
        <w:t>2.025e0</w:t>
      </w:r>
    </w:p>
    <w:p w:rsidR="007B6A46" w:rsidRDefault="007B6A46" w:rsidP="007B6A46">
      <w:r>
        <w:t>162.0533</w:t>
      </w:r>
      <w:r>
        <w:tab/>
        <w:t>7.972e0</w:t>
      </w:r>
    </w:p>
    <w:p w:rsidR="007B6A46" w:rsidRDefault="007B6A46" w:rsidP="007B6A46">
      <w:r>
        <w:t>162.0768</w:t>
      </w:r>
      <w:r>
        <w:tab/>
        <w:t>3.962e1</w:t>
      </w:r>
    </w:p>
    <w:p w:rsidR="007B6A46" w:rsidRDefault="007B6A46" w:rsidP="007B6A46">
      <w:r>
        <w:t>162.0779</w:t>
      </w:r>
      <w:r>
        <w:tab/>
        <w:t>7.203e1</w:t>
      </w:r>
    </w:p>
    <w:p w:rsidR="007B6A46" w:rsidRDefault="007B6A46" w:rsidP="007B6A46">
      <w:r>
        <w:t>162.0791</w:t>
      </w:r>
      <w:r>
        <w:tab/>
        <w:t>7.317e1</w:t>
      </w:r>
    </w:p>
    <w:p w:rsidR="007B6A46" w:rsidRDefault="007B6A46" w:rsidP="007B6A46">
      <w:r>
        <w:t>162.1190</w:t>
      </w:r>
      <w:r>
        <w:tab/>
        <w:t>1.013e0</w:t>
      </w:r>
    </w:p>
    <w:p w:rsidR="007B6A46" w:rsidRDefault="007B6A46" w:rsidP="007B6A46">
      <w:r>
        <w:t>162.1204</w:t>
      </w:r>
      <w:r>
        <w:tab/>
        <w:t>2.025e0</w:t>
      </w:r>
    </w:p>
    <w:p w:rsidR="007B6A46" w:rsidRDefault="007B6A46" w:rsidP="007B6A46">
      <w:r>
        <w:t>162.1319</w:t>
      </w:r>
      <w:r>
        <w:tab/>
        <w:t>1.013e0</w:t>
      </w:r>
    </w:p>
    <w:p w:rsidR="007B6A46" w:rsidRDefault="007B6A46" w:rsidP="007B6A46">
      <w:r>
        <w:t>162.1583</w:t>
      </w:r>
      <w:r>
        <w:tab/>
        <w:t>3.038e0</w:t>
      </w:r>
    </w:p>
    <w:p w:rsidR="007B6A46" w:rsidRDefault="007B6A46" w:rsidP="007B6A46">
      <w:r>
        <w:t>162.1631</w:t>
      </w:r>
      <w:r>
        <w:tab/>
        <w:t>1.013e0</w:t>
      </w:r>
    </w:p>
    <w:p w:rsidR="007B6A46" w:rsidRDefault="007B6A46" w:rsidP="007B6A46">
      <w:r>
        <w:t>162.1663</w:t>
      </w:r>
      <w:r>
        <w:tab/>
        <w:t>1.013e0</w:t>
      </w:r>
    </w:p>
    <w:p w:rsidR="007B6A46" w:rsidRDefault="007B6A46" w:rsidP="007B6A46">
      <w:r>
        <w:t>162.1785</w:t>
      </w:r>
      <w:r>
        <w:tab/>
        <w:t>2.025e0</w:t>
      </w:r>
    </w:p>
    <w:p w:rsidR="007B6A46" w:rsidRDefault="007B6A46" w:rsidP="007B6A46">
      <w:r>
        <w:t>162.1899</w:t>
      </w:r>
      <w:r>
        <w:tab/>
        <w:t>1.013e0</w:t>
      </w:r>
    </w:p>
    <w:p w:rsidR="007B6A46" w:rsidRDefault="007B6A46" w:rsidP="007B6A46">
      <w:r>
        <w:t>162.1913</w:t>
      </w:r>
      <w:r>
        <w:tab/>
        <w:t>2.025e0</w:t>
      </w:r>
    </w:p>
    <w:p w:rsidR="007B6A46" w:rsidRDefault="007B6A46" w:rsidP="007B6A46">
      <w:r>
        <w:t>162.2033</w:t>
      </w:r>
      <w:r>
        <w:tab/>
        <w:t>1.013e0</w:t>
      </w:r>
    </w:p>
    <w:p w:rsidR="007B6A46" w:rsidRDefault="007B6A46" w:rsidP="007B6A46">
      <w:r>
        <w:t>162.2102</w:t>
      </w:r>
      <w:r>
        <w:tab/>
        <w:t>3.038e0</w:t>
      </w:r>
    </w:p>
    <w:p w:rsidR="007B6A46" w:rsidRDefault="007B6A46" w:rsidP="007B6A46">
      <w:r>
        <w:t>162.2447</w:t>
      </w:r>
      <w:r>
        <w:tab/>
        <w:t>1.013e0</w:t>
      </w:r>
    </w:p>
    <w:p w:rsidR="007B6A46" w:rsidRDefault="007B6A46" w:rsidP="007B6A46">
      <w:r>
        <w:lastRenderedPageBreak/>
        <w:t>162.2477</w:t>
      </w:r>
      <w:r>
        <w:tab/>
        <w:t>1.013e0</w:t>
      </w:r>
    </w:p>
    <w:p w:rsidR="007B6A46" w:rsidRDefault="007B6A46" w:rsidP="007B6A46">
      <w:r>
        <w:t>162.2541</w:t>
      </w:r>
      <w:r>
        <w:tab/>
        <w:t>1.013e0</w:t>
      </w:r>
    </w:p>
    <w:p w:rsidR="007B6A46" w:rsidRDefault="007B6A46" w:rsidP="007B6A46">
      <w:r>
        <w:t>162.2742</w:t>
      </w:r>
      <w:r>
        <w:tab/>
        <w:t>1.013e0</w:t>
      </w:r>
    </w:p>
    <w:p w:rsidR="007B6A46" w:rsidRDefault="007B6A46" w:rsidP="007B6A46">
      <w:r>
        <w:t>162.3054</w:t>
      </w:r>
      <w:r>
        <w:tab/>
        <w:t>1.013e0</w:t>
      </w:r>
    </w:p>
    <w:p w:rsidR="007B6A46" w:rsidRDefault="007B6A46" w:rsidP="007B6A46">
      <w:r>
        <w:t>162.3191</w:t>
      </w:r>
      <w:r>
        <w:tab/>
        <w:t>2.025e0</w:t>
      </w:r>
    </w:p>
    <w:p w:rsidR="007B6A46" w:rsidRDefault="007B6A46" w:rsidP="007B6A46">
      <w:r>
        <w:t>162.3283</w:t>
      </w:r>
      <w:r>
        <w:tab/>
        <w:t>1.013e0</w:t>
      </w:r>
    </w:p>
    <w:p w:rsidR="007B6A46" w:rsidRDefault="007B6A46" w:rsidP="007B6A46">
      <w:r>
        <w:t>162.3352</w:t>
      </w:r>
      <w:r>
        <w:tab/>
        <w:t>1.013e0</w:t>
      </w:r>
    </w:p>
    <w:p w:rsidR="007B6A46" w:rsidRDefault="007B6A46" w:rsidP="007B6A46">
      <w:r>
        <w:t>162.3801</w:t>
      </w:r>
      <w:r>
        <w:tab/>
        <w:t>1.013e0</w:t>
      </w:r>
    </w:p>
    <w:p w:rsidR="007B6A46" w:rsidRDefault="007B6A46" w:rsidP="007B6A46">
      <w:r>
        <w:t>162.3867</w:t>
      </w:r>
      <w:r>
        <w:tab/>
        <w:t>1.013e0</w:t>
      </w:r>
    </w:p>
    <w:p w:rsidR="007B6A46" w:rsidRDefault="007B6A46" w:rsidP="007B6A46">
      <w:r>
        <w:t>162.3972</w:t>
      </w:r>
      <w:r>
        <w:tab/>
        <w:t>2.025e0</w:t>
      </w:r>
    </w:p>
    <w:p w:rsidR="007B6A46" w:rsidRDefault="007B6A46" w:rsidP="007B6A46">
      <w:r>
        <w:t>162.4061</w:t>
      </w:r>
      <w:r>
        <w:tab/>
        <w:t>1.013e0</w:t>
      </w:r>
    </w:p>
    <w:p w:rsidR="007B6A46" w:rsidRDefault="007B6A46" w:rsidP="007B6A46">
      <w:r>
        <w:t>162.4168</w:t>
      </w:r>
      <w:r>
        <w:tab/>
        <w:t>3.038e0</w:t>
      </w:r>
    </w:p>
    <w:p w:rsidR="007B6A46" w:rsidRDefault="007B6A46" w:rsidP="007B6A46">
      <w:r>
        <w:t>162.4372</w:t>
      </w:r>
      <w:r>
        <w:tab/>
        <w:t>4.051e0</w:t>
      </w:r>
    </w:p>
    <w:p w:rsidR="007B6A46" w:rsidRDefault="007B6A46" w:rsidP="007B6A46">
      <w:r>
        <w:t>162.4512</w:t>
      </w:r>
      <w:r>
        <w:tab/>
        <w:t>1.013e0</w:t>
      </w:r>
    </w:p>
    <w:p w:rsidR="007B6A46" w:rsidRDefault="007B6A46" w:rsidP="007B6A46">
      <w:r>
        <w:t>162.4574</w:t>
      </w:r>
      <w:r>
        <w:tab/>
        <w:t>1.013e0</w:t>
      </w:r>
    </w:p>
    <w:p w:rsidR="007B6A46" w:rsidRDefault="007B6A46" w:rsidP="007B6A46">
      <w:r>
        <w:t>162.4592</w:t>
      </w:r>
      <w:r>
        <w:tab/>
        <w:t>2.025e0</w:t>
      </w:r>
    </w:p>
    <w:p w:rsidR="007B6A46" w:rsidRDefault="007B6A46" w:rsidP="007B6A46">
      <w:r>
        <w:t>162.4776</w:t>
      </w:r>
      <w:r>
        <w:tab/>
        <w:t>1.013e0</w:t>
      </w:r>
    </w:p>
    <w:p w:rsidR="007B6A46" w:rsidRDefault="007B6A46" w:rsidP="007B6A46">
      <w:r>
        <w:t>162.4946</w:t>
      </w:r>
      <w:r>
        <w:tab/>
        <w:t>2.025e0</w:t>
      </w:r>
    </w:p>
    <w:p w:rsidR="007B6A46" w:rsidRDefault="007B6A46" w:rsidP="007B6A46">
      <w:r>
        <w:t>162.4982</w:t>
      </w:r>
      <w:r>
        <w:tab/>
        <w:t>1.013e0</w:t>
      </w:r>
    </w:p>
    <w:p w:rsidR="007B6A46" w:rsidRDefault="007B6A46" w:rsidP="007B6A46">
      <w:r>
        <w:lastRenderedPageBreak/>
        <w:t>162.5014</w:t>
      </w:r>
      <w:r>
        <w:tab/>
        <w:t>1.013e0</w:t>
      </w:r>
    </w:p>
    <w:p w:rsidR="007B6A46" w:rsidRDefault="007B6A46" w:rsidP="007B6A46">
      <w:r>
        <w:t>162.5451</w:t>
      </w:r>
      <w:r>
        <w:tab/>
        <w:t>3.038e0</w:t>
      </w:r>
    </w:p>
    <w:p w:rsidR="007B6A46" w:rsidRDefault="007B6A46" w:rsidP="007B6A46">
      <w:r>
        <w:t>162.5522</w:t>
      </w:r>
      <w:r>
        <w:tab/>
        <w:t>2.025e0</w:t>
      </w:r>
    </w:p>
    <w:p w:rsidR="007B6A46" w:rsidRDefault="007B6A46" w:rsidP="007B6A46">
      <w:r>
        <w:t>162.5640</w:t>
      </w:r>
      <w:r>
        <w:tab/>
        <w:t>2.025e0</w:t>
      </w:r>
    </w:p>
    <w:p w:rsidR="007B6A46" w:rsidRDefault="007B6A46" w:rsidP="007B6A46">
      <w:r>
        <w:t>162.5736</w:t>
      </w:r>
      <w:r>
        <w:tab/>
        <w:t>4.051e0</w:t>
      </w:r>
    </w:p>
    <w:p w:rsidR="007B6A46" w:rsidRDefault="007B6A46" w:rsidP="007B6A46">
      <w:r>
        <w:t>162.5901</w:t>
      </w:r>
      <w:r>
        <w:tab/>
        <w:t>1.013e0</w:t>
      </w:r>
    </w:p>
    <w:p w:rsidR="007B6A46" w:rsidRDefault="007B6A46" w:rsidP="007B6A46">
      <w:r>
        <w:t>162.6093</w:t>
      </w:r>
      <w:r>
        <w:tab/>
        <w:t>1.013e0</w:t>
      </w:r>
    </w:p>
    <w:p w:rsidR="007B6A46" w:rsidRDefault="007B6A46" w:rsidP="007B6A46">
      <w:r>
        <w:t>162.6235</w:t>
      </w:r>
      <w:r>
        <w:tab/>
        <w:t>1.013e0</w:t>
      </w:r>
    </w:p>
    <w:p w:rsidR="007B6A46" w:rsidRDefault="007B6A46" w:rsidP="007B6A46">
      <w:r>
        <w:t>162.6369</w:t>
      </w:r>
      <w:r>
        <w:tab/>
        <w:t>1.013e0</w:t>
      </w:r>
    </w:p>
    <w:p w:rsidR="007B6A46" w:rsidRDefault="007B6A46" w:rsidP="007B6A46">
      <w:r>
        <w:t>162.6543</w:t>
      </w:r>
      <w:r>
        <w:tab/>
        <w:t>2.025e0</w:t>
      </w:r>
    </w:p>
    <w:p w:rsidR="007B6A46" w:rsidRDefault="007B6A46" w:rsidP="007B6A46">
      <w:r>
        <w:t>162.6909</w:t>
      </w:r>
      <w:r>
        <w:tab/>
        <w:t>2.025e0</w:t>
      </w:r>
    </w:p>
    <w:p w:rsidR="007B6A46" w:rsidRDefault="007B6A46" w:rsidP="007B6A46">
      <w:r>
        <w:t>162.7153</w:t>
      </w:r>
      <w:r>
        <w:tab/>
        <w:t>1.013e0</w:t>
      </w:r>
    </w:p>
    <w:p w:rsidR="007B6A46" w:rsidRDefault="007B6A46" w:rsidP="007B6A46">
      <w:r>
        <w:t>162.7220</w:t>
      </w:r>
      <w:r>
        <w:tab/>
        <w:t>1.013e0</w:t>
      </w:r>
    </w:p>
    <w:p w:rsidR="007B6A46" w:rsidRDefault="007B6A46" w:rsidP="007B6A46">
      <w:r>
        <w:t>162.7518</w:t>
      </w:r>
      <w:r>
        <w:tab/>
        <w:t>1.013e0</w:t>
      </w:r>
    </w:p>
    <w:p w:rsidR="007B6A46" w:rsidRDefault="007B6A46" w:rsidP="007B6A46">
      <w:r>
        <w:t>162.7553</w:t>
      </w:r>
      <w:r>
        <w:tab/>
        <w:t>1.013e0</w:t>
      </w:r>
    </w:p>
    <w:p w:rsidR="007B6A46" w:rsidRDefault="007B6A46" w:rsidP="007B6A46">
      <w:r>
        <w:t>162.7590</w:t>
      </w:r>
      <w:r>
        <w:tab/>
        <w:t>1.013e0</w:t>
      </w:r>
    </w:p>
    <w:p w:rsidR="007B6A46" w:rsidRDefault="007B6A46" w:rsidP="007B6A46">
      <w:r>
        <w:t>162.7710</w:t>
      </w:r>
      <w:r>
        <w:tab/>
        <w:t>2.025e0</w:t>
      </w:r>
    </w:p>
    <w:p w:rsidR="007B6A46" w:rsidRDefault="007B6A46" w:rsidP="007B6A46">
      <w:r>
        <w:t>162.7794</w:t>
      </w:r>
      <w:r>
        <w:tab/>
        <w:t>2.025e0</w:t>
      </w:r>
    </w:p>
    <w:p w:rsidR="007B6A46" w:rsidRDefault="007B6A46" w:rsidP="007B6A46">
      <w:r>
        <w:t>162.7935</w:t>
      </w:r>
      <w:r>
        <w:tab/>
        <w:t>1.013e0</w:t>
      </w:r>
    </w:p>
    <w:p w:rsidR="007B6A46" w:rsidRDefault="007B6A46" w:rsidP="007B6A46">
      <w:r>
        <w:lastRenderedPageBreak/>
        <w:t>162.8268</w:t>
      </w:r>
      <w:r>
        <w:tab/>
        <w:t>2.025e0</w:t>
      </w:r>
    </w:p>
    <w:p w:rsidR="007B6A46" w:rsidRDefault="007B6A46" w:rsidP="007B6A46">
      <w:r>
        <w:t>162.8405</w:t>
      </w:r>
      <w:r>
        <w:tab/>
        <w:t>1.013e0</w:t>
      </w:r>
    </w:p>
    <w:p w:rsidR="007B6A46" w:rsidRDefault="007B6A46" w:rsidP="007B6A46">
      <w:r>
        <w:t>162.8474</w:t>
      </w:r>
      <w:r>
        <w:tab/>
        <w:t>1.013e0</w:t>
      </w:r>
    </w:p>
    <w:p w:rsidR="007B6A46" w:rsidRDefault="007B6A46" w:rsidP="007B6A46">
      <w:r>
        <w:t>162.8873</w:t>
      </w:r>
      <w:r>
        <w:tab/>
        <w:t>1.013e0</w:t>
      </w:r>
    </w:p>
    <w:p w:rsidR="007B6A46" w:rsidRDefault="007B6A46" w:rsidP="007B6A46">
      <w:r>
        <w:t>162.9152</w:t>
      </w:r>
      <w:r>
        <w:tab/>
        <w:t>1.013e0</w:t>
      </w:r>
    </w:p>
    <w:p w:rsidR="007B6A46" w:rsidRDefault="007B6A46" w:rsidP="007B6A46">
      <w:r>
        <w:t>162.9184</w:t>
      </w:r>
      <w:r>
        <w:tab/>
        <w:t>1.013e0</w:t>
      </w:r>
    </w:p>
    <w:p w:rsidR="007B6A46" w:rsidRDefault="007B6A46" w:rsidP="007B6A46">
      <w:r>
        <w:t>162.9290</w:t>
      </w:r>
      <w:r>
        <w:tab/>
        <w:t>1.013e0</w:t>
      </w:r>
    </w:p>
    <w:p w:rsidR="007B6A46" w:rsidRDefault="007B6A46" w:rsidP="007B6A46">
      <w:r>
        <w:t>162.9458</w:t>
      </w:r>
      <w:r>
        <w:tab/>
        <w:t>1.013e0</w:t>
      </w:r>
    </w:p>
    <w:p w:rsidR="007B6A46" w:rsidRDefault="007B6A46" w:rsidP="007B6A46">
      <w:r>
        <w:t>162.9521</w:t>
      </w:r>
      <w:r>
        <w:tab/>
        <w:t>1.013e0</w:t>
      </w:r>
    </w:p>
    <w:p w:rsidR="007B6A46" w:rsidRDefault="007B6A46" w:rsidP="007B6A46">
      <w:r>
        <w:t>162.9725</w:t>
      </w:r>
      <w:r>
        <w:tab/>
        <w:t>1.013e0</w:t>
      </w:r>
    </w:p>
    <w:p w:rsidR="007B6A46" w:rsidRDefault="007B6A46" w:rsidP="007B6A46">
      <w:r>
        <w:t>162.9759</w:t>
      </w:r>
      <w:r>
        <w:tab/>
        <w:t>1.013e0</w:t>
      </w:r>
    </w:p>
    <w:p w:rsidR="007B6A46" w:rsidRDefault="007B6A46" w:rsidP="007B6A46">
      <w:r>
        <w:t>162.9899</w:t>
      </w:r>
      <w:r>
        <w:tab/>
        <w:t>1.013e0</w:t>
      </w:r>
    </w:p>
    <w:p w:rsidR="007B6A46" w:rsidRDefault="007B6A46" w:rsidP="007B6A46">
      <w:r>
        <w:t>163.0070</w:t>
      </w:r>
      <w:r>
        <w:tab/>
        <w:t>1.013e0</w:t>
      </w:r>
    </w:p>
    <w:p w:rsidR="007B6A46" w:rsidRDefault="007B6A46" w:rsidP="007B6A46">
      <w:r>
        <w:t>163.0103</w:t>
      </w:r>
      <w:r>
        <w:tab/>
        <w:t>1.013e0</w:t>
      </w:r>
    </w:p>
    <w:p w:rsidR="007B6A46" w:rsidRDefault="007B6A46" w:rsidP="007B6A46">
      <w:r>
        <w:t>163.0138</w:t>
      </w:r>
      <w:r>
        <w:tab/>
        <w:t>1.013e0</w:t>
      </w:r>
    </w:p>
    <w:p w:rsidR="007B6A46" w:rsidRDefault="007B6A46" w:rsidP="007B6A46">
      <w:r>
        <w:t>163.0333</w:t>
      </w:r>
      <w:r>
        <w:tab/>
        <w:t>1.013e0</w:t>
      </w:r>
    </w:p>
    <w:p w:rsidR="007B6A46" w:rsidRDefault="007B6A46" w:rsidP="007B6A46">
      <w:r>
        <w:t>163.0472</w:t>
      </w:r>
      <w:r>
        <w:tab/>
        <w:t>1.013e0</w:t>
      </w:r>
    </w:p>
    <w:p w:rsidR="007B6A46" w:rsidRDefault="007B6A46" w:rsidP="007B6A46">
      <w:r>
        <w:t>163.0543</w:t>
      </w:r>
      <w:r>
        <w:tab/>
        <w:t>1.013e0</w:t>
      </w:r>
    </w:p>
    <w:p w:rsidR="007B6A46" w:rsidRDefault="007B6A46" w:rsidP="007B6A46">
      <w:r>
        <w:t>163.0644</w:t>
      </w:r>
      <w:r>
        <w:tab/>
        <w:t>1.013e0</w:t>
      </w:r>
    </w:p>
    <w:p w:rsidR="007B6A46" w:rsidRDefault="007B6A46" w:rsidP="007B6A46">
      <w:r>
        <w:lastRenderedPageBreak/>
        <w:t>163.0769</w:t>
      </w:r>
      <w:r>
        <w:tab/>
        <w:t>2.025e0</w:t>
      </w:r>
    </w:p>
    <w:p w:rsidR="007B6A46" w:rsidRDefault="007B6A46" w:rsidP="007B6A46">
      <w:r>
        <w:t>163.0783</w:t>
      </w:r>
      <w:r>
        <w:tab/>
        <w:t>9.114e0</w:t>
      </w:r>
    </w:p>
    <w:p w:rsidR="007B6A46" w:rsidRDefault="007B6A46" w:rsidP="007B6A46">
      <w:r>
        <w:t>163.0837</w:t>
      </w:r>
      <w:r>
        <w:tab/>
        <w:t>4.051e0</w:t>
      </w:r>
    </w:p>
    <w:p w:rsidR="007B6A46" w:rsidRDefault="007B6A46" w:rsidP="007B6A46">
      <w:r>
        <w:t>163.0865</w:t>
      </w:r>
      <w:r>
        <w:tab/>
        <w:t>5.706e0</w:t>
      </w:r>
    </w:p>
    <w:p w:rsidR="007B6A46" w:rsidRDefault="007B6A46" w:rsidP="007B6A46">
      <w:r>
        <w:t>163.1222</w:t>
      </w:r>
      <w:r>
        <w:tab/>
        <w:t>1.013e0</w:t>
      </w:r>
    </w:p>
    <w:p w:rsidR="007B6A46" w:rsidRDefault="007B6A46" w:rsidP="007B6A46">
      <w:r>
        <w:t>163.1236</w:t>
      </w:r>
      <w:r>
        <w:tab/>
        <w:t>2.025e0</w:t>
      </w:r>
    </w:p>
    <w:p w:rsidR="007B6A46" w:rsidRDefault="007B6A46" w:rsidP="007B6A46">
      <w:r>
        <w:t>163.1307</w:t>
      </w:r>
      <w:r>
        <w:tab/>
        <w:t>4.051e0</w:t>
      </w:r>
    </w:p>
    <w:p w:rsidR="007B6A46" w:rsidRDefault="007B6A46" w:rsidP="007B6A46">
      <w:r>
        <w:t>163.1322</w:t>
      </w:r>
      <w:r>
        <w:tab/>
        <w:t>1.013e0</w:t>
      </w:r>
    </w:p>
    <w:p w:rsidR="007B6A46" w:rsidRDefault="007B6A46" w:rsidP="007B6A46">
      <w:r>
        <w:t>163.1336</w:t>
      </w:r>
      <w:r>
        <w:tab/>
        <w:t>8.101e0</w:t>
      </w:r>
    </w:p>
    <w:p w:rsidR="007B6A46" w:rsidRDefault="007B6A46" w:rsidP="007B6A46">
      <w:r>
        <w:t>163.1391</w:t>
      </w:r>
      <w:r>
        <w:tab/>
        <w:t>3.038e0</w:t>
      </w:r>
    </w:p>
    <w:p w:rsidR="007B6A46" w:rsidRDefault="007B6A46" w:rsidP="007B6A46">
      <w:r>
        <w:t>163.1428</w:t>
      </w:r>
      <w:r>
        <w:tab/>
        <w:t>2.025e0</w:t>
      </w:r>
    </w:p>
    <w:p w:rsidR="007B6A46" w:rsidRDefault="007B6A46" w:rsidP="007B6A46">
      <w:r>
        <w:t>163.1796</w:t>
      </w:r>
      <w:r>
        <w:tab/>
        <w:t>2.025e0</w:t>
      </w:r>
    </w:p>
    <w:p w:rsidR="007B6A46" w:rsidRDefault="007B6A46" w:rsidP="007B6A46">
      <w:r>
        <w:t>163.2072</w:t>
      </w:r>
      <w:r>
        <w:tab/>
        <w:t>1.013e0</w:t>
      </w:r>
    </w:p>
    <w:p w:rsidR="007B6A46" w:rsidRDefault="007B6A46" w:rsidP="007B6A46">
      <w:r>
        <w:t>163.2141</w:t>
      </w:r>
      <w:r>
        <w:tab/>
        <w:t>1.013e0</w:t>
      </w:r>
    </w:p>
    <w:p w:rsidR="007B6A46" w:rsidRDefault="007B6A46" w:rsidP="007B6A46">
      <w:r>
        <w:t>163.2374</w:t>
      </w:r>
      <w:r>
        <w:tab/>
        <w:t>1.013e0</w:t>
      </w:r>
    </w:p>
    <w:p w:rsidR="007B6A46" w:rsidRDefault="007B6A46" w:rsidP="007B6A46">
      <w:r>
        <w:t>163.2579</w:t>
      </w:r>
      <w:r>
        <w:tab/>
        <w:t>2.025e0</w:t>
      </w:r>
    </w:p>
    <w:p w:rsidR="007B6A46" w:rsidRDefault="007B6A46" w:rsidP="007B6A46">
      <w:r>
        <w:t>163.2648</w:t>
      </w:r>
      <w:r>
        <w:tab/>
        <w:t>1.013e0</w:t>
      </w:r>
    </w:p>
    <w:p w:rsidR="007B6A46" w:rsidRDefault="007B6A46" w:rsidP="007B6A46">
      <w:r>
        <w:t>163.2906</w:t>
      </w:r>
      <w:r>
        <w:tab/>
        <w:t>2.025e0</w:t>
      </w:r>
    </w:p>
    <w:p w:rsidR="007B6A46" w:rsidRDefault="007B6A46" w:rsidP="007B6A46">
      <w:r>
        <w:t>163.3087</w:t>
      </w:r>
      <w:r>
        <w:tab/>
        <w:t>1.013e0</w:t>
      </w:r>
    </w:p>
    <w:p w:rsidR="007B6A46" w:rsidRDefault="007B6A46" w:rsidP="007B6A46">
      <w:r>
        <w:lastRenderedPageBreak/>
        <w:t>163.3496</w:t>
      </w:r>
      <w:r>
        <w:tab/>
        <w:t>1.013e0</w:t>
      </w:r>
    </w:p>
    <w:p w:rsidR="007B6A46" w:rsidRDefault="007B6A46" w:rsidP="007B6A46">
      <w:r>
        <w:t>163.3568</w:t>
      </w:r>
      <w:r>
        <w:tab/>
        <w:t>1.013e0</w:t>
      </w:r>
    </w:p>
    <w:p w:rsidR="007B6A46" w:rsidRDefault="007B6A46" w:rsidP="007B6A46">
      <w:r>
        <w:t>163.3800</w:t>
      </w:r>
      <w:r>
        <w:tab/>
        <w:t>1.013e0</w:t>
      </w:r>
    </w:p>
    <w:p w:rsidR="007B6A46" w:rsidRDefault="007B6A46" w:rsidP="007B6A46">
      <w:r>
        <w:t>163.4479</w:t>
      </w:r>
      <w:r>
        <w:tab/>
        <w:t>1.013e0</w:t>
      </w:r>
    </w:p>
    <w:p w:rsidR="007B6A46" w:rsidRDefault="007B6A46" w:rsidP="007B6A46">
      <w:r>
        <w:t>163.4925</w:t>
      </w:r>
      <w:r>
        <w:tab/>
        <w:t>1.013e0</w:t>
      </w:r>
    </w:p>
    <w:p w:rsidR="007B6A46" w:rsidRDefault="007B6A46" w:rsidP="007B6A46">
      <w:r>
        <w:t>163.5481</w:t>
      </w:r>
      <w:r>
        <w:tab/>
        <w:t>3.038e0</w:t>
      </w:r>
    </w:p>
    <w:p w:rsidR="007B6A46" w:rsidRDefault="007B6A46" w:rsidP="007B6A46">
      <w:r>
        <w:t>163.5708</w:t>
      </w:r>
      <w:r>
        <w:tab/>
        <w:t>1.013e0</w:t>
      </w:r>
    </w:p>
    <w:p w:rsidR="007B6A46" w:rsidRDefault="007B6A46" w:rsidP="007B6A46">
      <w:r>
        <w:t>163.6284</w:t>
      </w:r>
      <w:r>
        <w:tab/>
        <w:t>1.013e0</w:t>
      </w:r>
    </w:p>
    <w:p w:rsidR="007B6A46" w:rsidRDefault="007B6A46" w:rsidP="007B6A46">
      <w:r>
        <w:t>163.6657</w:t>
      </w:r>
      <w:r>
        <w:tab/>
        <w:t>1.013e0</w:t>
      </w:r>
    </w:p>
    <w:p w:rsidR="007B6A46" w:rsidRDefault="007B6A46" w:rsidP="007B6A46">
      <w:r>
        <w:t>163.6822</w:t>
      </w:r>
      <w:r>
        <w:tab/>
        <w:t>1.013e0</w:t>
      </w:r>
    </w:p>
    <w:p w:rsidR="007B6A46" w:rsidRDefault="007B6A46" w:rsidP="007B6A46">
      <w:r>
        <w:t>163.7170</w:t>
      </w:r>
      <w:r>
        <w:tab/>
        <w:t>1.013e0</w:t>
      </w:r>
    </w:p>
    <w:p w:rsidR="007B6A46" w:rsidRDefault="007B6A46" w:rsidP="007B6A46">
      <w:r>
        <w:t>163.7202</w:t>
      </w:r>
      <w:r>
        <w:tab/>
        <w:t>1.013e0</w:t>
      </w:r>
    </w:p>
    <w:p w:rsidR="007B6A46" w:rsidRDefault="007B6A46" w:rsidP="007B6A46">
      <w:r>
        <w:t>163.7503</w:t>
      </w:r>
      <w:r>
        <w:tab/>
        <w:t>1.013e0</w:t>
      </w:r>
    </w:p>
    <w:p w:rsidR="007B6A46" w:rsidRDefault="007B6A46" w:rsidP="007B6A46">
      <w:r>
        <w:t>163.7520</w:t>
      </w:r>
      <w:r>
        <w:tab/>
        <w:t>2.025e0</w:t>
      </w:r>
    </w:p>
    <w:p w:rsidR="007B6A46" w:rsidRDefault="007B6A46" w:rsidP="007B6A46">
      <w:r>
        <w:t>163.7814</w:t>
      </w:r>
      <w:r>
        <w:tab/>
        <w:t>1.013e0</w:t>
      </w:r>
    </w:p>
    <w:p w:rsidR="007B6A46" w:rsidRDefault="007B6A46" w:rsidP="007B6A46">
      <w:r>
        <w:t>163.7916</w:t>
      </w:r>
      <w:r>
        <w:tab/>
        <w:t>1.013e0</w:t>
      </w:r>
    </w:p>
    <w:p w:rsidR="007B6A46" w:rsidRDefault="007B6A46" w:rsidP="007B6A46">
      <w:r>
        <w:t>163.8492</w:t>
      </w:r>
      <w:r>
        <w:tab/>
        <w:t>1.013e0</w:t>
      </w:r>
    </w:p>
    <w:p w:rsidR="007B6A46" w:rsidRDefault="007B6A46" w:rsidP="007B6A46">
      <w:r>
        <w:t>163.8666</w:t>
      </w:r>
      <w:r>
        <w:tab/>
        <w:t>4.051e0</w:t>
      </w:r>
    </w:p>
    <w:p w:rsidR="007B6A46" w:rsidRDefault="007B6A46" w:rsidP="007B6A46">
      <w:r>
        <w:t>163.8930</w:t>
      </w:r>
      <w:r>
        <w:tab/>
        <w:t>1.013e0</w:t>
      </w:r>
    </w:p>
    <w:p w:rsidR="007B6A46" w:rsidRDefault="007B6A46" w:rsidP="007B6A46">
      <w:r>
        <w:lastRenderedPageBreak/>
        <w:t>163.8966</w:t>
      </w:r>
      <w:r>
        <w:tab/>
        <w:t>1.013e0</w:t>
      </w:r>
    </w:p>
    <w:p w:rsidR="007B6A46" w:rsidRDefault="007B6A46" w:rsidP="007B6A46">
      <w:r>
        <w:t>163.9613</w:t>
      </w:r>
      <w:r>
        <w:tab/>
        <w:t>1.013e0</w:t>
      </w:r>
    </w:p>
    <w:p w:rsidR="007B6A46" w:rsidRDefault="007B6A46" w:rsidP="007B6A46">
      <w:r>
        <w:t>163.9886</w:t>
      </w:r>
      <w:r>
        <w:tab/>
        <w:t>1.013e0</w:t>
      </w:r>
    </w:p>
    <w:p w:rsidR="007B6A46" w:rsidRDefault="007B6A46" w:rsidP="007B6A46">
      <w:r>
        <w:t>163.9923</w:t>
      </w:r>
      <w:r>
        <w:tab/>
        <w:t>1.013e0</w:t>
      </w:r>
    </w:p>
    <w:p w:rsidR="007B6A46" w:rsidRDefault="007B6A46" w:rsidP="007B6A46">
      <w:r>
        <w:t>163.9989</w:t>
      </w:r>
      <w:r>
        <w:tab/>
        <w:t>1.013e0</w:t>
      </w:r>
    </w:p>
    <w:p w:rsidR="007B6A46" w:rsidRDefault="007B6A46" w:rsidP="007B6A46">
      <w:r>
        <w:t>164.0296</w:t>
      </w:r>
      <w:r>
        <w:tab/>
        <w:t>1.013e0</w:t>
      </w:r>
    </w:p>
    <w:p w:rsidR="007B6A46" w:rsidRDefault="007B6A46" w:rsidP="007B6A46">
      <w:r>
        <w:t>164.0397</w:t>
      </w:r>
      <w:r>
        <w:tab/>
        <w:t>1.013e0</w:t>
      </w:r>
    </w:p>
    <w:p w:rsidR="007B6A46" w:rsidRDefault="007B6A46" w:rsidP="007B6A46">
      <w:r>
        <w:t>164.0499</w:t>
      </w:r>
      <w:r>
        <w:tab/>
        <w:t>1.013e0</w:t>
      </w:r>
    </w:p>
    <w:p w:rsidR="007B6A46" w:rsidRDefault="007B6A46" w:rsidP="007B6A46">
      <w:r>
        <w:t>164.0723</w:t>
      </w:r>
      <w:r>
        <w:tab/>
        <w:t>2.025e0</w:t>
      </w:r>
    </w:p>
    <w:p w:rsidR="007B6A46" w:rsidRDefault="007B6A46" w:rsidP="007B6A46">
      <w:r>
        <w:t>164.0810</w:t>
      </w:r>
      <w:r>
        <w:tab/>
        <w:t>2.025e0</w:t>
      </w:r>
    </w:p>
    <w:p w:rsidR="007B6A46" w:rsidRDefault="007B6A46" w:rsidP="007B6A46">
      <w:r>
        <w:t>164.0842</w:t>
      </w:r>
      <w:r>
        <w:tab/>
        <w:t>7.089e0</w:t>
      </w:r>
    </w:p>
    <w:p w:rsidR="007B6A46" w:rsidRDefault="007B6A46" w:rsidP="007B6A46">
      <w:r>
        <w:t>164.0951</w:t>
      </w:r>
      <w:r>
        <w:tab/>
        <w:t>3.038e0</w:t>
      </w:r>
    </w:p>
    <w:p w:rsidR="007B6A46" w:rsidRDefault="007B6A46" w:rsidP="007B6A46">
      <w:r>
        <w:t>164.1262</w:t>
      </w:r>
      <w:r>
        <w:tab/>
        <w:t>3.038e0</w:t>
      </w:r>
    </w:p>
    <w:p w:rsidR="007B6A46" w:rsidRDefault="007B6A46" w:rsidP="007B6A46">
      <w:r>
        <w:t>164.1283</w:t>
      </w:r>
      <w:r>
        <w:tab/>
        <w:t>1.013e0</w:t>
      </w:r>
    </w:p>
    <w:p w:rsidR="007B6A46" w:rsidRDefault="007B6A46" w:rsidP="007B6A46">
      <w:r>
        <w:t>164.1421</w:t>
      </w:r>
      <w:r>
        <w:tab/>
        <w:t>2.025e0</w:t>
      </w:r>
    </w:p>
    <w:p w:rsidR="007B6A46" w:rsidRDefault="007B6A46" w:rsidP="007B6A46">
      <w:r>
        <w:t>164.1440</w:t>
      </w:r>
      <w:r>
        <w:tab/>
        <w:t>5.063e0</w:t>
      </w:r>
    </w:p>
    <w:p w:rsidR="007B6A46" w:rsidRDefault="007B6A46" w:rsidP="007B6A46">
      <w:r>
        <w:t>164.1661</w:t>
      </w:r>
      <w:r>
        <w:tab/>
        <w:t>2.025e0</w:t>
      </w:r>
    </w:p>
    <w:p w:rsidR="007B6A46" w:rsidRDefault="007B6A46" w:rsidP="007B6A46">
      <w:r>
        <w:t>164.1925</w:t>
      </w:r>
      <w:r>
        <w:tab/>
        <w:t>1.013e0</w:t>
      </w:r>
    </w:p>
    <w:p w:rsidR="007B6A46" w:rsidRDefault="007B6A46" w:rsidP="007B6A46">
      <w:r>
        <w:t>164.2239</w:t>
      </w:r>
      <w:r>
        <w:tab/>
        <w:t>1.013e0</w:t>
      </w:r>
    </w:p>
    <w:p w:rsidR="007B6A46" w:rsidRDefault="007B6A46" w:rsidP="007B6A46">
      <w:r>
        <w:lastRenderedPageBreak/>
        <w:t>164.2429</w:t>
      </w:r>
      <w:r>
        <w:tab/>
        <w:t>2.025e0</w:t>
      </w:r>
    </w:p>
    <w:p w:rsidR="007B6A46" w:rsidRDefault="007B6A46" w:rsidP="007B6A46">
      <w:r>
        <w:t>164.2781</w:t>
      </w:r>
      <w:r>
        <w:tab/>
        <w:t>1.013e0</w:t>
      </w:r>
    </w:p>
    <w:p w:rsidR="007B6A46" w:rsidRDefault="007B6A46" w:rsidP="007B6A46">
      <w:r>
        <w:t>164.2883</w:t>
      </w:r>
      <w:r>
        <w:tab/>
        <w:t>1.013e0</w:t>
      </w:r>
    </w:p>
    <w:p w:rsidR="007B6A46" w:rsidRDefault="007B6A46" w:rsidP="007B6A46">
      <w:r>
        <w:t>164.3230</w:t>
      </w:r>
      <w:r>
        <w:tab/>
        <w:t>1.013e0</w:t>
      </w:r>
    </w:p>
    <w:p w:rsidR="007B6A46" w:rsidRDefault="007B6A46" w:rsidP="007B6A46">
      <w:r>
        <w:t>164.3391</w:t>
      </w:r>
      <w:r>
        <w:tab/>
        <w:t>1.013e0</w:t>
      </w:r>
    </w:p>
    <w:p w:rsidR="007B6A46" w:rsidRDefault="007B6A46" w:rsidP="007B6A46">
      <w:r>
        <w:t>164.3496</w:t>
      </w:r>
      <w:r>
        <w:tab/>
        <w:t>2.025e0</w:t>
      </w:r>
    </w:p>
    <w:p w:rsidR="007B6A46" w:rsidRDefault="007B6A46" w:rsidP="007B6A46">
      <w:r>
        <w:t>164.3666</w:t>
      </w:r>
      <w:r>
        <w:tab/>
        <w:t>1.013e0</w:t>
      </w:r>
    </w:p>
    <w:p w:rsidR="007B6A46" w:rsidRDefault="007B6A46" w:rsidP="007B6A46">
      <w:r>
        <w:t>164.4158</w:t>
      </w:r>
      <w:r>
        <w:tab/>
        <w:t>2.025e0</w:t>
      </w:r>
    </w:p>
    <w:p w:rsidR="007B6A46" w:rsidRDefault="007B6A46" w:rsidP="007B6A46">
      <w:r>
        <w:t>164.4419</w:t>
      </w:r>
      <w:r>
        <w:tab/>
        <w:t>1.013e0</w:t>
      </w:r>
    </w:p>
    <w:p w:rsidR="007B6A46" w:rsidRDefault="007B6A46" w:rsidP="007B6A46">
      <w:r>
        <w:t>164.5237</w:t>
      </w:r>
      <w:r>
        <w:tab/>
        <w:t>1.013e0</w:t>
      </w:r>
    </w:p>
    <w:p w:rsidR="007B6A46" w:rsidRDefault="007B6A46" w:rsidP="007B6A46">
      <w:r>
        <w:t>164.5376</w:t>
      </w:r>
      <w:r>
        <w:tab/>
        <w:t>1.013e0</w:t>
      </w:r>
    </w:p>
    <w:p w:rsidR="007B6A46" w:rsidRDefault="007B6A46" w:rsidP="007B6A46">
      <w:r>
        <w:t>164.5777</w:t>
      </w:r>
      <w:r>
        <w:tab/>
        <w:t>2.025e0</w:t>
      </w:r>
    </w:p>
    <w:p w:rsidR="007B6A46" w:rsidRDefault="007B6A46" w:rsidP="007B6A46">
      <w:r>
        <w:t>164.6564</w:t>
      </w:r>
      <w:r>
        <w:tab/>
        <w:t>1.013e0</w:t>
      </w:r>
    </w:p>
    <w:p w:rsidR="007B6A46" w:rsidRDefault="007B6A46" w:rsidP="007B6A46">
      <w:r>
        <w:t>164.7012</w:t>
      </w:r>
      <w:r>
        <w:tab/>
        <w:t>1.013e0</w:t>
      </w:r>
    </w:p>
    <w:p w:rsidR="007B6A46" w:rsidRDefault="007B6A46" w:rsidP="007B6A46">
      <w:r>
        <w:t>164.7129</w:t>
      </w:r>
      <w:r>
        <w:tab/>
        <w:t>2.025e0</w:t>
      </w:r>
    </w:p>
    <w:p w:rsidR="007B6A46" w:rsidRDefault="007B6A46" w:rsidP="007B6A46">
      <w:r>
        <w:t>164.7693</w:t>
      </w:r>
      <w:r>
        <w:tab/>
        <w:t>2.025e0</w:t>
      </w:r>
    </w:p>
    <w:p w:rsidR="007B6A46" w:rsidRDefault="007B6A46" w:rsidP="007B6A46">
      <w:r>
        <w:t>164.9495</w:t>
      </w:r>
      <w:r>
        <w:tab/>
        <w:t>1.013e0</w:t>
      </w:r>
    </w:p>
    <w:p w:rsidR="007B6A46" w:rsidRDefault="007B6A46" w:rsidP="007B6A46">
      <w:r>
        <w:t>164.9840</w:t>
      </w:r>
      <w:r>
        <w:tab/>
        <w:t>1.013e0</w:t>
      </w:r>
    </w:p>
    <w:p w:rsidR="007B6A46" w:rsidRDefault="007B6A46" w:rsidP="007B6A46">
      <w:r>
        <w:t>164.9946</w:t>
      </w:r>
      <w:r>
        <w:tab/>
        <w:t>1.013e0</w:t>
      </w:r>
    </w:p>
    <w:p w:rsidR="007B6A46" w:rsidRDefault="007B6A46" w:rsidP="007B6A46">
      <w:r>
        <w:lastRenderedPageBreak/>
        <w:t>164.9996</w:t>
      </w:r>
      <w:r>
        <w:tab/>
        <w:t>2.025e0</w:t>
      </w:r>
    </w:p>
    <w:p w:rsidR="007B6A46" w:rsidRDefault="007B6A46" w:rsidP="007B6A46">
      <w:r>
        <w:t>165.0420</w:t>
      </w:r>
      <w:r>
        <w:tab/>
        <w:t>1.013e0</w:t>
      </w:r>
    </w:p>
    <w:p w:rsidR="007B6A46" w:rsidRDefault="007B6A46" w:rsidP="007B6A46">
      <w:r>
        <w:t>165.0559</w:t>
      </w:r>
      <w:r>
        <w:tab/>
        <w:t>1.013e0</w:t>
      </w:r>
    </w:p>
    <w:p w:rsidR="007B6A46" w:rsidRDefault="007B6A46" w:rsidP="007B6A46">
      <w:r>
        <w:t>165.0608</w:t>
      </w:r>
      <w:r>
        <w:tab/>
        <w:t>2.025e0</w:t>
      </w:r>
    </w:p>
    <w:p w:rsidR="007B6A46" w:rsidRDefault="007B6A46" w:rsidP="007B6A46">
      <w:r>
        <w:t>165.0732</w:t>
      </w:r>
      <w:r>
        <w:tab/>
        <w:t>1.013e0</w:t>
      </w:r>
    </w:p>
    <w:p w:rsidR="007B6A46" w:rsidRDefault="007B6A46" w:rsidP="007B6A46">
      <w:r>
        <w:t>165.0819</w:t>
      </w:r>
      <w:r>
        <w:tab/>
        <w:t>2.025e0</w:t>
      </w:r>
    </w:p>
    <w:p w:rsidR="007B6A46" w:rsidRDefault="007B6A46" w:rsidP="007B6A46">
      <w:r>
        <w:t>165.0834</w:t>
      </w:r>
      <w:r>
        <w:tab/>
        <w:t>2.025e0</w:t>
      </w:r>
    </w:p>
    <w:p w:rsidR="007B6A46" w:rsidRDefault="007B6A46" w:rsidP="007B6A46">
      <w:r>
        <w:t>165.0853</w:t>
      </w:r>
      <w:r>
        <w:tab/>
        <w:t>2.025e0</w:t>
      </w:r>
    </w:p>
    <w:p w:rsidR="007B6A46" w:rsidRDefault="007B6A46" w:rsidP="007B6A46">
      <w:r>
        <w:t>165.1069</w:t>
      </w:r>
      <w:r>
        <w:tab/>
        <w:t>3.040e0</w:t>
      </w:r>
    </w:p>
    <w:p w:rsidR="007B6A46" w:rsidRDefault="007B6A46" w:rsidP="007B6A46">
      <w:r>
        <w:t>165.1121</w:t>
      </w:r>
      <w:r>
        <w:tab/>
        <w:t>3.038e0</w:t>
      </w:r>
    </w:p>
    <w:p w:rsidR="007B6A46" w:rsidRDefault="007B6A46" w:rsidP="007B6A46">
      <w:r>
        <w:t>165.1187</w:t>
      </w:r>
      <w:r>
        <w:tab/>
        <w:t>5.693e0</w:t>
      </w:r>
    </w:p>
    <w:p w:rsidR="007B6A46" w:rsidRDefault="007B6A46" w:rsidP="007B6A46">
      <w:r>
        <w:t>165.1376</w:t>
      </w:r>
      <w:r>
        <w:tab/>
        <w:t>1.013e0</w:t>
      </w:r>
    </w:p>
    <w:p w:rsidR="007B6A46" w:rsidRDefault="007B6A46" w:rsidP="007B6A46">
      <w:r>
        <w:t>165.1411</w:t>
      </w:r>
      <w:r>
        <w:tab/>
        <w:t>2.025e0</w:t>
      </w:r>
    </w:p>
    <w:p w:rsidR="007B6A46" w:rsidRDefault="007B6A46" w:rsidP="007B6A46">
      <w:r>
        <w:t>165.1483</w:t>
      </w:r>
      <w:r>
        <w:tab/>
        <w:t>2.025e0</w:t>
      </w:r>
    </w:p>
    <w:p w:rsidR="007B6A46" w:rsidRDefault="007B6A46" w:rsidP="007B6A46">
      <w:r>
        <w:t>165.1722</w:t>
      </w:r>
      <w:r>
        <w:tab/>
        <w:t>1.013e0</w:t>
      </w:r>
    </w:p>
    <w:p w:rsidR="007B6A46" w:rsidRDefault="007B6A46" w:rsidP="007B6A46">
      <w:r>
        <w:t>165.1886</w:t>
      </w:r>
      <w:r>
        <w:tab/>
        <w:t>1.013e0</w:t>
      </w:r>
    </w:p>
    <w:p w:rsidR="007B6A46" w:rsidRDefault="007B6A46" w:rsidP="007B6A46">
      <w:r>
        <w:t>165.2266</w:t>
      </w:r>
      <w:r>
        <w:tab/>
        <w:t>1.013e0</w:t>
      </w:r>
    </w:p>
    <w:p w:rsidR="007B6A46" w:rsidRDefault="007B6A46" w:rsidP="007B6A46">
      <w:r>
        <w:t>165.2742</w:t>
      </w:r>
      <w:r>
        <w:tab/>
        <w:t>1.013e0</w:t>
      </w:r>
    </w:p>
    <w:p w:rsidR="007B6A46" w:rsidRDefault="007B6A46" w:rsidP="007B6A46">
      <w:r>
        <w:t>165.2777</w:t>
      </w:r>
      <w:r>
        <w:tab/>
        <w:t>1.013e0</w:t>
      </w:r>
    </w:p>
    <w:p w:rsidR="007B6A46" w:rsidRDefault="007B6A46" w:rsidP="007B6A46">
      <w:r>
        <w:lastRenderedPageBreak/>
        <w:t>165.3294</w:t>
      </w:r>
      <w:r>
        <w:tab/>
        <w:t>1.013e0</w:t>
      </w:r>
    </w:p>
    <w:p w:rsidR="007B6A46" w:rsidRDefault="007B6A46" w:rsidP="007B6A46">
      <w:r>
        <w:t>165.3493</w:t>
      </w:r>
      <w:r>
        <w:tab/>
        <w:t>1.013e0</w:t>
      </w:r>
    </w:p>
    <w:p w:rsidR="007B6A46" w:rsidRDefault="007B6A46" w:rsidP="007B6A46">
      <w:r>
        <w:t>165.3907</w:t>
      </w:r>
      <w:r>
        <w:tab/>
        <w:t>1.013e0</w:t>
      </w:r>
    </w:p>
    <w:p w:rsidR="007B6A46" w:rsidRDefault="007B6A46" w:rsidP="007B6A46">
      <w:r>
        <w:t>165.4176</w:t>
      </w:r>
      <w:r>
        <w:tab/>
        <w:t>1.013e0</w:t>
      </w:r>
    </w:p>
    <w:p w:rsidR="007B6A46" w:rsidRDefault="007B6A46" w:rsidP="007B6A46">
      <w:r>
        <w:t>165.4212</w:t>
      </w:r>
      <w:r>
        <w:tab/>
        <w:t>1.013e0</w:t>
      </w:r>
    </w:p>
    <w:p w:rsidR="007B6A46" w:rsidRDefault="007B6A46" w:rsidP="007B6A46">
      <w:r>
        <w:t>165.4419</w:t>
      </w:r>
      <w:r>
        <w:tab/>
        <w:t>1.013e0</w:t>
      </w:r>
    </w:p>
    <w:p w:rsidR="007B6A46" w:rsidRDefault="007B6A46" w:rsidP="007B6A46">
      <w:r>
        <w:t>165.4693</w:t>
      </w:r>
      <w:r>
        <w:tab/>
        <w:t>1.013e0</w:t>
      </w:r>
    </w:p>
    <w:p w:rsidR="007B6A46" w:rsidRDefault="007B6A46" w:rsidP="007B6A46">
      <w:r>
        <w:t>165.4765</w:t>
      </w:r>
      <w:r>
        <w:tab/>
        <w:t>1.013e0</w:t>
      </w:r>
    </w:p>
    <w:p w:rsidR="007B6A46" w:rsidRDefault="007B6A46" w:rsidP="007B6A46">
      <w:r>
        <w:t>165.4982</w:t>
      </w:r>
      <w:r>
        <w:tab/>
        <w:t>2.025e0</w:t>
      </w:r>
    </w:p>
    <w:p w:rsidR="007B6A46" w:rsidRDefault="007B6A46" w:rsidP="007B6A46">
      <w:r>
        <w:t>165.4998</w:t>
      </w:r>
      <w:r>
        <w:tab/>
        <w:t>1.013e0</w:t>
      </w:r>
    </w:p>
    <w:p w:rsidR="007B6A46" w:rsidRDefault="007B6A46" w:rsidP="007B6A46">
      <w:r>
        <w:t>165.5062</w:t>
      </w:r>
      <w:r>
        <w:tab/>
        <w:t>1.013e0</w:t>
      </w:r>
    </w:p>
    <w:p w:rsidR="007B6A46" w:rsidRDefault="007B6A46" w:rsidP="007B6A46">
      <w:r>
        <w:t>165.5343</w:t>
      </w:r>
      <w:r>
        <w:tab/>
        <w:t>1.013e0</w:t>
      </w:r>
    </w:p>
    <w:p w:rsidR="007B6A46" w:rsidRDefault="007B6A46" w:rsidP="007B6A46">
      <w:r>
        <w:t>165.5445</w:t>
      </w:r>
      <w:r>
        <w:tab/>
        <w:t>2.025e0</w:t>
      </w:r>
    </w:p>
    <w:p w:rsidR="007B6A46" w:rsidRDefault="007B6A46" w:rsidP="007B6A46">
      <w:r>
        <w:t>165.5991</w:t>
      </w:r>
      <w:r>
        <w:tab/>
        <w:t>1.013e0</w:t>
      </w:r>
    </w:p>
    <w:p w:rsidR="007B6A46" w:rsidRDefault="007B6A46" w:rsidP="007B6A46">
      <w:r>
        <w:t>165.6303</w:t>
      </w:r>
      <w:r>
        <w:tab/>
        <w:t>1.013e0</w:t>
      </w:r>
    </w:p>
    <w:p w:rsidR="007B6A46" w:rsidRDefault="007B6A46" w:rsidP="007B6A46">
      <w:r>
        <w:t>165.6335</w:t>
      </w:r>
      <w:r>
        <w:tab/>
        <w:t>1.013e0</w:t>
      </w:r>
    </w:p>
    <w:p w:rsidR="007B6A46" w:rsidRDefault="007B6A46" w:rsidP="007B6A46">
      <w:r>
        <w:t>165.6441</w:t>
      </w:r>
      <w:r>
        <w:tab/>
        <w:t>1.013e0</w:t>
      </w:r>
    </w:p>
    <w:p w:rsidR="007B6A46" w:rsidRDefault="007B6A46" w:rsidP="007B6A46">
      <w:r>
        <w:t>165.7393</w:t>
      </w:r>
      <w:r>
        <w:tab/>
        <w:t>1.013e0</w:t>
      </w:r>
    </w:p>
    <w:p w:rsidR="007B6A46" w:rsidRDefault="007B6A46" w:rsidP="007B6A46">
      <w:r>
        <w:t>165.7529</w:t>
      </w:r>
      <w:r>
        <w:tab/>
        <w:t>1.013e0</w:t>
      </w:r>
    </w:p>
    <w:p w:rsidR="007B6A46" w:rsidRDefault="007B6A46" w:rsidP="007B6A46">
      <w:r>
        <w:lastRenderedPageBreak/>
        <w:t>165.7564</w:t>
      </w:r>
      <w:r>
        <w:tab/>
        <w:t>1.013e0</w:t>
      </w:r>
    </w:p>
    <w:p w:rsidR="007B6A46" w:rsidRDefault="007B6A46" w:rsidP="007B6A46">
      <w:r>
        <w:t>165.7943</w:t>
      </w:r>
      <w:r>
        <w:tab/>
        <w:t>1.013e0</w:t>
      </w:r>
    </w:p>
    <w:p w:rsidR="007B6A46" w:rsidRDefault="007B6A46" w:rsidP="007B6A46">
      <w:r>
        <w:t>165.8278</w:t>
      </w:r>
      <w:r>
        <w:tab/>
        <w:t>1.013e0</w:t>
      </w:r>
    </w:p>
    <w:p w:rsidR="007B6A46" w:rsidRDefault="007B6A46" w:rsidP="007B6A46">
      <w:r>
        <w:t>165.8765</w:t>
      </w:r>
      <w:r>
        <w:tab/>
        <w:t>1.013e0</w:t>
      </w:r>
    </w:p>
    <w:p w:rsidR="007B6A46" w:rsidRDefault="007B6A46" w:rsidP="007B6A46">
      <w:r>
        <w:t>165.9035</w:t>
      </w:r>
      <w:r>
        <w:tab/>
        <w:t>2.025e0</w:t>
      </w:r>
    </w:p>
    <w:p w:rsidR="007B6A46" w:rsidRDefault="007B6A46" w:rsidP="007B6A46">
      <w:r>
        <w:t>165.9485</w:t>
      </w:r>
      <w:r>
        <w:tab/>
        <w:t>1.013e0</w:t>
      </w:r>
    </w:p>
    <w:p w:rsidR="007B6A46" w:rsidRDefault="007B6A46" w:rsidP="007B6A46">
      <w:r>
        <w:t>165.9791</w:t>
      </w:r>
      <w:r>
        <w:tab/>
        <w:t>1.013e0</w:t>
      </w:r>
    </w:p>
    <w:p w:rsidR="007B6A46" w:rsidRDefault="007B6A46" w:rsidP="007B6A46">
      <w:r>
        <w:t>165.9992</w:t>
      </w:r>
      <w:r>
        <w:tab/>
        <w:t>1.013e0</w:t>
      </w:r>
    </w:p>
    <w:p w:rsidR="007B6A46" w:rsidRDefault="007B6A46" w:rsidP="007B6A46">
      <w:r>
        <w:t>166.0341</w:t>
      </w:r>
      <w:r>
        <w:tab/>
        <w:t>1.013e0</w:t>
      </w:r>
    </w:p>
    <w:p w:rsidR="007B6A46" w:rsidRDefault="007B6A46" w:rsidP="007B6A46">
      <w:r>
        <w:t>166.0481</w:t>
      </w:r>
      <w:r>
        <w:tab/>
        <w:t>1.013e0</w:t>
      </w:r>
    </w:p>
    <w:p w:rsidR="007B6A46" w:rsidRDefault="007B6A46" w:rsidP="007B6A46">
      <w:r>
        <w:t>166.0547</w:t>
      </w:r>
      <w:r>
        <w:tab/>
        <w:t>1.013e0</w:t>
      </w:r>
    </w:p>
    <w:p w:rsidR="007B6A46" w:rsidRDefault="007B6A46" w:rsidP="007B6A46">
      <w:r>
        <w:t>166.0781</w:t>
      </w:r>
      <w:r>
        <w:tab/>
        <w:t>1.013e0</w:t>
      </w:r>
    </w:p>
    <w:p w:rsidR="007B6A46" w:rsidRDefault="007B6A46" w:rsidP="007B6A46">
      <w:r>
        <w:t>166.0854</w:t>
      </w:r>
      <w:r>
        <w:tab/>
        <w:t>4.051e0</w:t>
      </w:r>
    </w:p>
    <w:p w:rsidR="007B6A46" w:rsidRDefault="007B6A46" w:rsidP="007B6A46">
      <w:r>
        <w:t>166.0900</w:t>
      </w:r>
      <w:r>
        <w:tab/>
        <w:t>2.025e0</w:t>
      </w:r>
    </w:p>
    <w:p w:rsidR="007B6A46" w:rsidRDefault="007B6A46" w:rsidP="007B6A46">
      <w:r>
        <w:t>166.0972</w:t>
      </w:r>
      <w:r>
        <w:tab/>
        <w:t>2.025e0</w:t>
      </w:r>
    </w:p>
    <w:p w:rsidR="007B6A46" w:rsidRDefault="007B6A46" w:rsidP="007B6A46">
      <w:r>
        <w:t>166.1143</w:t>
      </w:r>
      <w:r>
        <w:tab/>
        <w:t>2.025e0</w:t>
      </w:r>
    </w:p>
    <w:p w:rsidR="007B6A46" w:rsidRDefault="007B6A46" w:rsidP="007B6A46">
      <w:r>
        <w:t>166.1181</w:t>
      </w:r>
      <w:r>
        <w:tab/>
        <w:t>2.025e0</w:t>
      </w:r>
    </w:p>
    <w:p w:rsidR="007B6A46" w:rsidRDefault="007B6A46" w:rsidP="007B6A46">
      <w:r>
        <w:t>166.1708</w:t>
      </w:r>
      <w:r>
        <w:tab/>
        <w:t>1.013e0</w:t>
      </w:r>
    </w:p>
    <w:p w:rsidR="007B6A46" w:rsidRDefault="007B6A46" w:rsidP="007B6A46">
      <w:r>
        <w:t>166.1740</w:t>
      </w:r>
      <w:r>
        <w:tab/>
        <w:t>1.013e0</w:t>
      </w:r>
    </w:p>
    <w:p w:rsidR="007B6A46" w:rsidRDefault="007B6A46" w:rsidP="007B6A46">
      <w:r>
        <w:lastRenderedPageBreak/>
        <w:t>166.1844</w:t>
      </w:r>
      <w:r>
        <w:tab/>
        <w:t>1.013e0</w:t>
      </w:r>
    </w:p>
    <w:p w:rsidR="007B6A46" w:rsidRDefault="007B6A46" w:rsidP="007B6A46">
      <w:r>
        <w:t>166.2053</w:t>
      </w:r>
      <w:r>
        <w:tab/>
        <w:t>1.013e0</w:t>
      </w:r>
    </w:p>
    <w:p w:rsidR="007B6A46" w:rsidRDefault="007B6A46" w:rsidP="007B6A46">
      <w:r>
        <w:t>166.2090</w:t>
      </w:r>
      <w:r>
        <w:tab/>
        <w:t>1.013e0</w:t>
      </w:r>
    </w:p>
    <w:p w:rsidR="007B6A46" w:rsidRDefault="007B6A46" w:rsidP="007B6A46">
      <w:r>
        <w:t>166.2255</w:t>
      </w:r>
      <w:r>
        <w:tab/>
        <w:t>1.013e0</w:t>
      </w:r>
    </w:p>
    <w:p w:rsidR="007B6A46" w:rsidRDefault="007B6A46" w:rsidP="007B6A46">
      <w:r>
        <w:t>166.2423</w:t>
      </w:r>
      <w:r>
        <w:tab/>
        <w:t>1.013e0</w:t>
      </w:r>
    </w:p>
    <w:p w:rsidR="007B6A46" w:rsidRDefault="007B6A46" w:rsidP="007B6A46">
      <w:r>
        <w:t>166.3077</w:t>
      </w:r>
      <w:r>
        <w:tab/>
        <w:t>1.013e0</w:t>
      </w:r>
    </w:p>
    <w:p w:rsidR="007B6A46" w:rsidRDefault="007B6A46" w:rsidP="007B6A46">
      <w:r>
        <w:t>166.3146</w:t>
      </w:r>
      <w:r>
        <w:tab/>
        <w:t>1.013e0</w:t>
      </w:r>
    </w:p>
    <w:p w:rsidR="007B6A46" w:rsidRDefault="007B6A46" w:rsidP="007B6A46">
      <w:r>
        <w:t>166.3523</w:t>
      </w:r>
      <w:r>
        <w:tab/>
        <w:t>1.013e0</w:t>
      </w:r>
    </w:p>
    <w:p w:rsidR="007B6A46" w:rsidRDefault="007B6A46" w:rsidP="007B6A46">
      <w:r>
        <w:t>166.3558</w:t>
      </w:r>
      <w:r>
        <w:tab/>
        <w:t>1.013e0</w:t>
      </w:r>
    </w:p>
    <w:p w:rsidR="007B6A46" w:rsidRDefault="007B6A46" w:rsidP="007B6A46">
      <w:r>
        <w:t>166.3665</w:t>
      </w:r>
      <w:r>
        <w:tab/>
        <w:t>1.013e0</w:t>
      </w:r>
    </w:p>
    <w:p w:rsidR="007B6A46" w:rsidRDefault="007B6A46" w:rsidP="007B6A46">
      <w:r>
        <w:t>166.3868</w:t>
      </w:r>
      <w:r>
        <w:tab/>
        <w:t>1.013e0</w:t>
      </w:r>
    </w:p>
    <w:p w:rsidR="007B6A46" w:rsidRDefault="007B6A46" w:rsidP="007B6A46">
      <w:r>
        <w:t>166.3936</w:t>
      </w:r>
      <w:r>
        <w:tab/>
        <w:t>1.013e0</w:t>
      </w:r>
    </w:p>
    <w:p w:rsidR="007B6A46" w:rsidRDefault="007B6A46" w:rsidP="007B6A46">
      <w:r>
        <w:t>166.4383</w:t>
      </w:r>
      <w:r>
        <w:tab/>
        <w:t>1.013e0</w:t>
      </w:r>
    </w:p>
    <w:p w:rsidR="007B6A46" w:rsidRDefault="007B6A46" w:rsidP="007B6A46">
      <w:r>
        <w:t>166.4980</w:t>
      </w:r>
      <w:r>
        <w:tab/>
        <w:t>2.025e0</w:t>
      </w:r>
    </w:p>
    <w:p w:rsidR="007B6A46" w:rsidRDefault="007B6A46" w:rsidP="007B6A46">
      <w:r>
        <w:t>166.5033</w:t>
      </w:r>
      <w:r>
        <w:tab/>
        <w:t>1.013e0</w:t>
      </w:r>
    </w:p>
    <w:p w:rsidR="007B6A46" w:rsidRDefault="007B6A46" w:rsidP="007B6A46">
      <w:r>
        <w:t>166.5293</w:t>
      </w:r>
      <w:r>
        <w:tab/>
        <w:t>2.025e0</w:t>
      </w:r>
    </w:p>
    <w:p w:rsidR="007B6A46" w:rsidRDefault="007B6A46" w:rsidP="007B6A46">
      <w:r>
        <w:t>166.5309</w:t>
      </w:r>
      <w:r>
        <w:tab/>
        <w:t>2.025e0</w:t>
      </w:r>
    </w:p>
    <w:p w:rsidR="007B6A46" w:rsidRDefault="007B6A46" w:rsidP="007B6A46">
      <w:r>
        <w:t>166.5484</w:t>
      </w:r>
      <w:r>
        <w:tab/>
        <w:t>1.013e0</w:t>
      </w:r>
    </w:p>
    <w:p w:rsidR="007B6A46" w:rsidRDefault="007B6A46" w:rsidP="007B6A46">
      <w:r>
        <w:t>166.5633</w:t>
      </w:r>
      <w:r>
        <w:tab/>
        <w:t>2.025e0</w:t>
      </w:r>
    </w:p>
    <w:p w:rsidR="007B6A46" w:rsidRDefault="007B6A46" w:rsidP="007B6A46">
      <w:r>
        <w:lastRenderedPageBreak/>
        <w:t>166.5923</w:t>
      </w:r>
      <w:r>
        <w:tab/>
        <w:t>1.013e0</w:t>
      </w:r>
    </w:p>
    <w:p w:rsidR="007B6A46" w:rsidRDefault="007B6A46" w:rsidP="007B6A46">
      <w:r>
        <w:t>166.5957</w:t>
      </w:r>
      <w:r>
        <w:tab/>
        <w:t>1.013e0</w:t>
      </w:r>
    </w:p>
    <w:p w:rsidR="007B6A46" w:rsidRDefault="007B6A46" w:rsidP="007B6A46">
      <w:r>
        <w:t>166.5995</w:t>
      </w:r>
      <w:r>
        <w:tab/>
        <w:t>1.013e0</w:t>
      </w:r>
    </w:p>
    <w:p w:rsidR="007B6A46" w:rsidRDefault="007B6A46" w:rsidP="007B6A46">
      <w:r>
        <w:t>166.6203</w:t>
      </w:r>
      <w:r>
        <w:tab/>
        <w:t>1.013e0</w:t>
      </w:r>
    </w:p>
    <w:p w:rsidR="007B6A46" w:rsidRDefault="007B6A46" w:rsidP="007B6A46">
      <w:r>
        <w:t>166.6306</w:t>
      </w:r>
      <w:r>
        <w:tab/>
        <w:t>1.013e0</w:t>
      </w:r>
    </w:p>
    <w:p w:rsidR="007B6A46" w:rsidRDefault="007B6A46" w:rsidP="007B6A46">
      <w:r>
        <w:t>166.6815</w:t>
      </w:r>
      <w:r>
        <w:tab/>
        <w:t>1.013e0</w:t>
      </w:r>
    </w:p>
    <w:p w:rsidR="007B6A46" w:rsidRDefault="007B6A46" w:rsidP="007B6A46">
      <w:r>
        <w:t>166.6852</w:t>
      </w:r>
      <w:r>
        <w:tab/>
        <w:t>1.013e0</w:t>
      </w:r>
    </w:p>
    <w:p w:rsidR="007B6A46" w:rsidRDefault="007B6A46" w:rsidP="007B6A46">
      <w:r>
        <w:t>166.7232</w:t>
      </w:r>
      <w:r>
        <w:tab/>
        <w:t>1.013e0</w:t>
      </w:r>
    </w:p>
    <w:p w:rsidR="007B6A46" w:rsidRDefault="007B6A46" w:rsidP="007B6A46">
      <w:r>
        <w:t>166.7777</w:t>
      </w:r>
      <w:r>
        <w:tab/>
        <w:t>1.013e0</w:t>
      </w:r>
    </w:p>
    <w:p w:rsidR="007B6A46" w:rsidRDefault="007B6A46" w:rsidP="007B6A46">
      <w:r>
        <w:t>166.8222</w:t>
      </w:r>
      <w:r>
        <w:tab/>
        <w:t>1.013e0</w:t>
      </w:r>
    </w:p>
    <w:p w:rsidR="007B6A46" w:rsidRDefault="007B6A46" w:rsidP="007B6A46">
      <w:r>
        <w:t>166.8342</w:t>
      </w:r>
      <w:r>
        <w:tab/>
        <w:t>2.025e0</w:t>
      </w:r>
    </w:p>
    <w:p w:rsidR="007B6A46" w:rsidRDefault="007B6A46" w:rsidP="007B6A46">
      <w:r>
        <w:t>166.8360</w:t>
      </w:r>
      <w:r>
        <w:tab/>
        <w:t>2.025e0</w:t>
      </w:r>
    </w:p>
    <w:p w:rsidR="007B6A46" w:rsidRDefault="007B6A46" w:rsidP="007B6A46">
      <w:r>
        <w:t>166.8848</w:t>
      </w:r>
      <w:r>
        <w:tab/>
        <w:t>2.025e0</w:t>
      </w:r>
    </w:p>
    <w:p w:rsidR="007B6A46" w:rsidRDefault="007B6A46" w:rsidP="007B6A46">
      <w:r>
        <w:t>166.9046</w:t>
      </w:r>
      <w:r>
        <w:tab/>
        <w:t>2.025e0</w:t>
      </w:r>
    </w:p>
    <w:p w:rsidR="007B6A46" w:rsidRDefault="007B6A46" w:rsidP="007B6A46">
      <w:r>
        <w:t>166.9320</w:t>
      </w:r>
      <w:r>
        <w:tab/>
        <w:t>1.013e0</w:t>
      </w:r>
    </w:p>
    <w:p w:rsidR="007B6A46" w:rsidRDefault="007B6A46" w:rsidP="007B6A46">
      <w:r>
        <w:t>167.0004</w:t>
      </w:r>
      <w:r>
        <w:tab/>
        <w:t>1.013e0</w:t>
      </w:r>
    </w:p>
    <w:p w:rsidR="007B6A46" w:rsidRDefault="007B6A46" w:rsidP="007B6A46">
      <w:r>
        <w:t>167.0077</w:t>
      </w:r>
      <w:r>
        <w:tab/>
        <w:t>2.025e0</w:t>
      </w:r>
    </w:p>
    <w:p w:rsidR="007B6A46" w:rsidRDefault="007B6A46" w:rsidP="007B6A46">
      <w:r>
        <w:t>167.0181</w:t>
      </w:r>
      <w:r>
        <w:tab/>
        <w:t>1.013e0</w:t>
      </w:r>
    </w:p>
    <w:p w:rsidR="007B6A46" w:rsidRDefault="007B6A46" w:rsidP="007B6A46">
      <w:r>
        <w:t>167.0459</w:t>
      </w:r>
      <w:r>
        <w:tab/>
        <w:t>1.013e0</w:t>
      </w:r>
    </w:p>
    <w:p w:rsidR="007B6A46" w:rsidRDefault="007B6A46" w:rsidP="007B6A46">
      <w:r>
        <w:lastRenderedPageBreak/>
        <w:t>167.0527</w:t>
      </w:r>
      <w:r>
        <w:tab/>
        <w:t>1.013e0</w:t>
      </w:r>
    </w:p>
    <w:p w:rsidR="007B6A46" w:rsidRDefault="007B6A46" w:rsidP="007B6A46">
      <w:r>
        <w:t>167.0653</w:t>
      </w:r>
      <w:r>
        <w:tab/>
        <w:t>2.025e0</w:t>
      </w:r>
    </w:p>
    <w:p w:rsidR="007B6A46" w:rsidRDefault="007B6A46" w:rsidP="007B6A46">
      <w:r>
        <w:t>167.0904</w:t>
      </w:r>
      <w:r>
        <w:tab/>
        <w:t>6.746e0</w:t>
      </w:r>
    </w:p>
    <w:p w:rsidR="007B6A46" w:rsidRDefault="007B6A46" w:rsidP="007B6A46">
      <w:r>
        <w:t>167.0927</w:t>
      </w:r>
      <w:r>
        <w:tab/>
        <w:t>1.114e1</w:t>
      </w:r>
    </w:p>
    <w:p w:rsidR="007B6A46" w:rsidRDefault="007B6A46" w:rsidP="007B6A46">
      <w:r>
        <w:t>167.1248</w:t>
      </w:r>
      <w:r>
        <w:tab/>
        <w:t>1.013e0</w:t>
      </w:r>
    </w:p>
    <w:p w:rsidR="007B6A46" w:rsidRDefault="007B6A46" w:rsidP="007B6A46">
      <w:r>
        <w:t>167.1456</w:t>
      </w:r>
      <w:r>
        <w:tab/>
        <w:t>1.013e0</w:t>
      </w:r>
    </w:p>
    <w:p w:rsidR="007B6A46" w:rsidRDefault="007B6A46" w:rsidP="007B6A46">
      <w:r>
        <w:t>167.1492</w:t>
      </w:r>
      <w:r>
        <w:tab/>
        <w:t>1.013e0</w:t>
      </w:r>
    </w:p>
    <w:p w:rsidR="007B6A46" w:rsidRDefault="007B6A46" w:rsidP="007B6A46">
      <w:r>
        <w:t>167.1558</w:t>
      </w:r>
      <w:r>
        <w:tab/>
        <w:t>1.013e0</w:t>
      </w:r>
    </w:p>
    <w:p w:rsidR="007B6A46" w:rsidRDefault="007B6A46" w:rsidP="007B6A46">
      <w:r>
        <w:t>167.2038</w:t>
      </w:r>
      <w:r>
        <w:tab/>
        <w:t>1.013e0</w:t>
      </w:r>
    </w:p>
    <w:p w:rsidR="007B6A46" w:rsidRDefault="007B6A46" w:rsidP="007B6A46">
      <w:r>
        <w:t>167.2177</w:t>
      </w:r>
      <w:r>
        <w:tab/>
        <w:t>1.013e0</w:t>
      </w:r>
    </w:p>
    <w:p w:rsidR="007B6A46" w:rsidRDefault="007B6A46" w:rsidP="007B6A46">
      <w:r>
        <w:t>167.2318</w:t>
      </w:r>
      <w:r>
        <w:tab/>
        <w:t>1.013e0</w:t>
      </w:r>
    </w:p>
    <w:p w:rsidR="007B6A46" w:rsidRDefault="007B6A46" w:rsidP="007B6A46">
      <w:r>
        <w:t>167.2653</w:t>
      </w:r>
      <w:r>
        <w:tab/>
        <w:t>1.013e0</w:t>
      </w:r>
    </w:p>
    <w:p w:rsidR="007B6A46" w:rsidRDefault="007B6A46" w:rsidP="007B6A46">
      <w:r>
        <w:t>167.2966</w:t>
      </w:r>
      <w:r>
        <w:tab/>
        <w:t>1.013e0</w:t>
      </w:r>
    </w:p>
    <w:p w:rsidR="007B6A46" w:rsidRDefault="007B6A46" w:rsidP="007B6A46">
      <w:r>
        <w:t>167.2980</w:t>
      </w:r>
      <w:r>
        <w:tab/>
        <w:t>3.038e0</w:t>
      </w:r>
    </w:p>
    <w:p w:rsidR="007B6A46" w:rsidRDefault="007B6A46" w:rsidP="007B6A46">
      <w:r>
        <w:t>167.3377</w:t>
      </w:r>
      <w:r>
        <w:tab/>
        <w:t>1.013e0</w:t>
      </w:r>
    </w:p>
    <w:p w:rsidR="007B6A46" w:rsidRDefault="007B6A46" w:rsidP="007B6A46">
      <w:r>
        <w:t>167.3684</w:t>
      </w:r>
      <w:r>
        <w:tab/>
        <w:t>1.013e0</w:t>
      </w:r>
    </w:p>
    <w:p w:rsidR="007B6A46" w:rsidRDefault="007B6A46" w:rsidP="007B6A46">
      <w:r>
        <w:t>167.3722</w:t>
      </w:r>
      <w:r>
        <w:tab/>
        <w:t>2.025e0</w:t>
      </w:r>
    </w:p>
    <w:p w:rsidR="007B6A46" w:rsidRDefault="007B6A46" w:rsidP="007B6A46">
      <w:r>
        <w:t>167.4268</w:t>
      </w:r>
      <w:r>
        <w:tab/>
        <w:t>1.013e0</w:t>
      </w:r>
    </w:p>
    <w:p w:rsidR="007B6A46" w:rsidRDefault="007B6A46" w:rsidP="007B6A46">
      <w:r>
        <w:t>167.4301</w:t>
      </w:r>
      <w:r>
        <w:tab/>
        <w:t>1.013e0</w:t>
      </w:r>
    </w:p>
    <w:p w:rsidR="007B6A46" w:rsidRDefault="007B6A46" w:rsidP="007B6A46">
      <w:r>
        <w:lastRenderedPageBreak/>
        <w:t>167.4406</w:t>
      </w:r>
      <w:r>
        <w:tab/>
        <w:t>1.013e0</w:t>
      </w:r>
    </w:p>
    <w:p w:rsidR="007B6A46" w:rsidRDefault="007B6A46" w:rsidP="007B6A46">
      <w:r>
        <w:t>167.4717</w:t>
      </w:r>
      <w:r>
        <w:tab/>
        <w:t>1.013e0</w:t>
      </w:r>
    </w:p>
    <w:p w:rsidR="007B6A46" w:rsidRDefault="007B6A46" w:rsidP="007B6A46">
      <w:r>
        <w:t>167.4965</w:t>
      </w:r>
      <w:r>
        <w:tab/>
        <w:t>1.013e0</w:t>
      </w:r>
    </w:p>
    <w:p w:rsidR="007B6A46" w:rsidRDefault="007B6A46" w:rsidP="007B6A46">
      <w:r>
        <w:t>167.4978</w:t>
      </w:r>
      <w:r>
        <w:tab/>
        <w:t>2.025e0</w:t>
      </w:r>
    </w:p>
    <w:p w:rsidR="007B6A46" w:rsidRDefault="007B6A46" w:rsidP="007B6A46">
      <w:r>
        <w:t>167.5209</w:t>
      </w:r>
      <w:r>
        <w:tab/>
        <w:t>3.038e0</w:t>
      </w:r>
    </w:p>
    <w:p w:rsidR="007B6A46" w:rsidRDefault="007B6A46" w:rsidP="007B6A46">
      <w:r>
        <w:t>167.5226</w:t>
      </w:r>
      <w:r>
        <w:tab/>
        <w:t>9.114e0</w:t>
      </w:r>
    </w:p>
    <w:p w:rsidR="007B6A46" w:rsidRDefault="007B6A46" w:rsidP="007B6A46">
      <w:r>
        <w:t>167.5527</w:t>
      </w:r>
      <w:r>
        <w:tab/>
        <w:t>2.025e0</w:t>
      </w:r>
    </w:p>
    <w:p w:rsidR="007B6A46" w:rsidRDefault="007B6A46" w:rsidP="007B6A46">
      <w:r>
        <w:t>167.5542</w:t>
      </w:r>
      <w:r>
        <w:tab/>
        <w:t>1.013e0</w:t>
      </w:r>
    </w:p>
    <w:p w:rsidR="007B6A46" w:rsidRDefault="007B6A46" w:rsidP="007B6A46">
      <w:r>
        <w:t>167.5667</w:t>
      </w:r>
      <w:r>
        <w:tab/>
        <w:t>2.025e0</w:t>
      </w:r>
    </w:p>
    <w:p w:rsidR="007B6A46" w:rsidRDefault="007B6A46" w:rsidP="007B6A46">
      <w:r>
        <w:t>167.5893</w:t>
      </w:r>
      <w:r>
        <w:tab/>
        <w:t>1.013e0</w:t>
      </w:r>
    </w:p>
    <w:p w:rsidR="007B6A46" w:rsidRDefault="007B6A46" w:rsidP="007B6A46">
      <w:r>
        <w:t>167.5990</w:t>
      </w:r>
      <w:r>
        <w:tab/>
        <w:t>1.013e0</w:t>
      </w:r>
    </w:p>
    <w:p w:rsidR="007B6A46" w:rsidRDefault="007B6A46" w:rsidP="007B6A46">
      <w:r>
        <w:t>167.6611</w:t>
      </w:r>
      <w:r>
        <w:tab/>
        <w:t>1.013e0</w:t>
      </w:r>
    </w:p>
    <w:p w:rsidR="007B6A46" w:rsidRDefault="007B6A46" w:rsidP="007B6A46">
      <w:r>
        <w:t>167.6788</w:t>
      </w:r>
      <w:r>
        <w:tab/>
        <w:t>1.013e0</w:t>
      </w:r>
    </w:p>
    <w:p w:rsidR="007B6A46" w:rsidRDefault="007B6A46" w:rsidP="007B6A46">
      <w:r>
        <w:t>167.7334</w:t>
      </w:r>
      <w:r>
        <w:tab/>
        <w:t>1.013e0</w:t>
      </w:r>
    </w:p>
    <w:p w:rsidR="007B6A46" w:rsidRDefault="007B6A46" w:rsidP="007B6A46">
      <w:r>
        <w:t>167.7436</w:t>
      </w:r>
      <w:r>
        <w:tab/>
        <w:t>1.013e0</w:t>
      </w:r>
    </w:p>
    <w:p w:rsidR="007B6A46" w:rsidRDefault="007B6A46" w:rsidP="007B6A46">
      <w:r>
        <w:t>167.7815</w:t>
      </w:r>
      <w:r>
        <w:tab/>
        <w:t>1.013e0</w:t>
      </w:r>
    </w:p>
    <w:p w:rsidR="007B6A46" w:rsidRDefault="007B6A46" w:rsidP="007B6A46">
      <w:r>
        <w:t>167.8090</w:t>
      </w:r>
      <w:r>
        <w:tab/>
        <w:t>1.013e0</w:t>
      </w:r>
    </w:p>
    <w:p w:rsidR="007B6A46" w:rsidRDefault="007B6A46" w:rsidP="007B6A46">
      <w:r>
        <w:t>167.8195</w:t>
      </w:r>
      <w:r>
        <w:tab/>
        <w:t>1.013e0</w:t>
      </w:r>
    </w:p>
    <w:p w:rsidR="007B6A46" w:rsidRDefault="007B6A46" w:rsidP="007B6A46">
      <w:r>
        <w:t>167.8299</w:t>
      </w:r>
      <w:r>
        <w:tab/>
        <w:t>1.013e0</w:t>
      </w:r>
    </w:p>
    <w:p w:rsidR="007B6A46" w:rsidRDefault="007B6A46" w:rsidP="007B6A46">
      <w:r>
        <w:lastRenderedPageBreak/>
        <w:t>167.8810</w:t>
      </w:r>
      <w:r>
        <w:tab/>
        <w:t>1.013e0</w:t>
      </w:r>
    </w:p>
    <w:p w:rsidR="007B6A46" w:rsidRDefault="007B6A46" w:rsidP="007B6A46">
      <w:r>
        <w:t>167.9437</w:t>
      </w:r>
      <w:r>
        <w:tab/>
        <w:t>1.013e0</w:t>
      </w:r>
    </w:p>
    <w:p w:rsidR="007B6A46" w:rsidRDefault="007B6A46" w:rsidP="007B6A46">
      <w:r>
        <w:t>167.9474</w:t>
      </w:r>
      <w:r>
        <w:tab/>
        <w:t>1.013e0</w:t>
      </w:r>
    </w:p>
    <w:p w:rsidR="007B6A46" w:rsidRDefault="007B6A46" w:rsidP="007B6A46">
      <w:r>
        <w:t>167.9915</w:t>
      </w:r>
      <w:r>
        <w:tab/>
        <w:t>2.025e0</w:t>
      </w:r>
    </w:p>
    <w:p w:rsidR="007B6A46" w:rsidRDefault="007B6A46" w:rsidP="007B6A46">
      <w:r>
        <w:t>167.9950</w:t>
      </w:r>
      <w:r>
        <w:tab/>
        <w:t>1.013e0</w:t>
      </w:r>
    </w:p>
    <w:p w:rsidR="007B6A46" w:rsidRDefault="007B6A46" w:rsidP="007B6A46">
      <w:r>
        <w:t>168.0052</w:t>
      </w:r>
      <w:r>
        <w:tab/>
        <w:t>1.013e0</w:t>
      </w:r>
    </w:p>
    <w:p w:rsidR="007B6A46" w:rsidRDefault="007B6A46" w:rsidP="007B6A46">
      <w:r>
        <w:t>168.0212</w:t>
      </w:r>
      <w:r>
        <w:tab/>
        <w:t>2.025e0</w:t>
      </w:r>
    </w:p>
    <w:p w:rsidR="007B6A46" w:rsidRDefault="007B6A46" w:rsidP="007B6A46">
      <w:r>
        <w:t>168.0226</w:t>
      </w:r>
      <w:r>
        <w:tab/>
        <w:t>1.013e0</w:t>
      </w:r>
    </w:p>
    <w:p w:rsidR="007B6A46" w:rsidRDefault="007B6A46" w:rsidP="007B6A46">
      <w:r>
        <w:t>168.0264</w:t>
      </w:r>
      <w:r>
        <w:tab/>
        <w:t>1.013e0</w:t>
      </w:r>
    </w:p>
    <w:p w:rsidR="007B6A46" w:rsidRDefault="007B6A46" w:rsidP="007B6A46">
      <w:r>
        <w:t>168.0434</w:t>
      </w:r>
      <w:r>
        <w:tab/>
        <w:t>1.013e0</w:t>
      </w:r>
    </w:p>
    <w:p w:rsidR="007B6A46" w:rsidRDefault="007B6A46" w:rsidP="007B6A46">
      <w:r>
        <w:t>168.0520</w:t>
      </w:r>
      <w:r>
        <w:tab/>
        <w:t>2.025e0</w:t>
      </w:r>
    </w:p>
    <w:p w:rsidR="007B6A46" w:rsidRDefault="007B6A46" w:rsidP="007B6A46">
      <w:r>
        <w:t>168.0569</w:t>
      </w:r>
      <w:r>
        <w:tab/>
        <w:t>1.013e0</w:t>
      </w:r>
    </w:p>
    <w:p w:rsidR="007B6A46" w:rsidRDefault="007B6A46" w:rsidP="007B6A46">
      <w:r>
        <w:t>168.0633</w:t>
      </w:r>
      <w:r>
        <w:tab/>
        <w:t>1.013e0</w:t>
      </w:r>
    </w:p>
    <w:p w:rsidR="007B6A46" w:rsidRDefault="007B6A46" w:rsidP="007B6A46">
      <w:r>
        <w:t>168.0776</w:t>
      </w:r>
      <w:r>
        <w:tab/>
        <w:t>1.013e0</w:t>
      </w:r>
    </w:p>
    <w:p w:rsidR="007B6A46" w:rsidRDefault="007B6A46" w:rsidP="007B6A46">
      <w:r>
        <w:t>168.0846</w:t>
      </w:r>
      <w:r>
        <w:tab/>
        <w:t>1.013e0</w:t>
      </w:r>
    </w:p>
    <w:p w:rsidR="007B6A46" w:rsidRDefault="007B6A46" w:rsidP="007B6A46">
      <w:r>
        <w:t>168.0880</w:t>
      </w:r>
      <w:r>
        <w:tab/>
        <w:t>3.038e0</w:t>
      </w:r>
    </w:p>
    <w:p w:rsidR="007B6A46" w:rsidRDefault="007B6A46" w:rsidP="007B6A46">
      <w:r>
        <w:t>168.1090</w:t>
      </w:r>
      <w:r>
        <w:tab/>
        <w:t>1.013e0</w:t>
      </w:r>
    </w:p>
    <w:p w:rsidR="007B6A46" w:rsidRDefault="007B6A46" w:rsidP="007B6A46">
      <w:r>
        <w:t>168.1107</w:t>
      </w:r>
      <w:r>
        <w:tab/>
        <w:t>2.025e0</w:t>
      </w:r>
    </w:p>
    <w:p w:rsidR="007B6A46" w:rsidRDefault="007B6A46" w:rsidP="007B6A46">
      <w:r>
        <w:t>168.1195</w:t>
      </w:r>
      <w:r>
        <w:tab/>
        <w:t>2.025e0</w:t>
      </w:r>
    </w:p>
    <w:p w:rsidR="007B6A46" w:rsidRDefault="007B6A46" w:rsidP="007B6A46">
      <w:r>
        <w:lastRenderedPageBreak/>
        <w:t>168.1430</w:t>
      </w:r>
      <w:r>
        <w:tab/>
        <w:t>1.013e0</w:t>
      </w:r>
    </w:p>
    <w:p w:rsidR="007B6A46" w:rsidRDefault="007B6A46" w:rsidP="007B6A46">
      <w:r>
        <w:t>168.1563</w:t>
      </w:r>
      <w:r>
        <w:tab/>
        <w:t>1.013e0</w:t>
      </w:r>
    </w:p>
    <w:p w:rsidR="007B6A46" w:rsidRDefault="007B6A46" w:rsidP="007B6A46">
      <w:r>
        <w:t>168.1601</w:t>
      </w:r>
      <w:r>
        <w:tab/>
        <w:t>1.013e0</w:t>
      </w:r>
    </w:p>
    <w:p w:rsidR="007B6A46" w:rsidRDefault="007B6A46" w:rsidP="007B6A46">
      <w:r>
        <w:t>168.1707</w:t>
      </w:r>
      <w:r>
        <w:tab/>
        <w:t>1.013e0</w:t>
      </w:r>
    </w:p>
    <w:p w:rsidR="007B6A46" w:rsidRDefault="007B6A46" w:rsidP="007B6A46">
      <w:r>
        <w:t>168.1878</w:t>
      </w:r>
      <w:r>
        <w:tab/>
        <w:t>2.025e0</w:t>
      </w:r>
    </w:p>
    <w:p w:rsidR="007B6A46" w:rsidRDefault="007B6A46" w:rsidP="007B6A46">
      <w:r>
        <w:t>168.2090</w:t>
      </w:r>
      <w:r>
        <w:tab/>
        <w:t>1.013e0</w:t>
      </w:r>
    </w:p>
    <w:p w:rsidR="007B6A46" w:rsidRDefault="007B6A46" w:rsidP="007B6A46">
      <w:r>
        <w:t>168.2294</w:t>
      </w:r>
      <w:r>
        <w:tab/>
        <w:t>1.013e0</w:t>
      </w:r>
    </w:p>
    <w:p w:rsidR="007B6A46" w:rsidRDefault="007B6A46" w:rsidP="007B6A46">
      <w:r>
        <w:t>168.3261</w:t>
      </w:r>
      <w:r>
        <w:tab/>
        <w:t>1.013e0</w:t>
      </w:r>
    </w:p>
    <w:p w:rsidR="007B6A46" w:rsidRDefault="007B6A46" w:rsidP="007B6A46">
      <w:r>
        <w:t>168.3294</w:t>
      </w:r>
      <w:r>
        <w:tab/>
        <w:t>1.013e0</w:t>
      </w:r>
    </w:p>
    <w:p w:rsidR="007B6A46" w:rsidRDefault="007B6A46" w:rsidP="007B6A46">
      <w:r>
        <w:t>168.3621</w:t>
      </w:r>
      <w:r>
        <w:tab/>
        <w:t>2.025e0</w:t>
      </w:r>
    </w:p>
    <w:p w:rsidR="007B6A46" w:rsidRDefault="007B6A46" w:rsidP="007B6A46">
      <w:r>
        <w:t>168.3970</w:t>
      </w:r>
      <w:r>
        <w:tab/>
        <w:t>2.025e0</w:t>
      </w:r>
    </w:p>
    <w:p w:rsidR="007B6A46" w:rsidRDefault="007B6A46" w:rsidP="007B6A46">
      <w:r>
        <w:t>168.5290</w:t>
      </w:r>
      <w:r>
        <w:tab/>
        <w:t>1.013e0</w:t>
      </w:r>
    </w:p>
    <w:p w:rsidR="007B6A46" w:rsidRDefault="007B6A46" w:rsidP="007B6A46">
      <w:r>
        <w:t>168.5327</w:t>
      </w:r>
      <w:r>
        <w:tab/>
        <w:t>5.763e0</w:t>
      </w:r>
    </w:p>
    <w:p w:rsidR="007B6A46" w:rsidRDefault="007B6A46" w:rsidP="007B6A46">
      <w:r>
        <w:t>168.5396</w:t>
      </w:r>
      <w:r>
        <w:tab/>
        <w:t>1.013e0</w:t>
      </w:r>
    </w:p>
    <w:p w:rsidR="007B6A46" w:rsidRDefault="007B6A46" w:rsidP="007B6A46">
      <w:r>
        <w:t>168.5674</w:t>
      </w:r>
      <w:r>
        <w:tab/>
        <w:t>2.025e0</w:t>
      </w:r>
    </w:p>
    <w:p w:rsidR="007B6A46" w:rsidRDefault="007B6A46" w:rsidP="007B6A46">
      <w:r>
        <w:t>168.5763</w:t>
      </w:r>
      <w:r>
        <w:tab/>
        <w:t>2.025e0</w:t>
      </w:r>
    </w:p>
    <w:p w:rsidR="007B6A46" w:rsidRDefault="007B6A46" w:rsidP="007B6A46">
      <w:r>
        <w:t>168.6467</w:t>
      </w:r>
      <w:r>
        <w:tab/>
        <w:t>2.025e0</w:t>
      </w:r>
    </w:p>
    <w:p w:rsidR="007B6A46" w:rsidRDefault="007B6A46" w:rsidP="007B6A46">
      <w:r>
        <w:t>168.6747</w:t>
      </w:r>
      <w:r>
        <w:tab/>
        <w:t>1.013e0</w:t>
      </w:r>
    </w:p>
    <w:p w:rsidR="007B6A46" w:rsidRDefault="007B6A46" w:rsidP="007B6A46">
      <w:r>
        <w:t>168.7155</w:t>
      </w:r>
      <w:r>
        <w:tab/>
        <w:t>1.013e0</w:t>
      </w:r>
    </w:p>
    <w:p w:rsidR="007B6A46" w:rsidRDefault="007B6A46" w:rsidP="007B6A46">
      <w:r>
        <w:lastRenderedPageBreak/>
        <w:t>168.7431</w:t>
      </w:r>
      <w:r>
        <w:tab/>
        <w:t>1.013e0</w:t>
      </w:r>
    </w:p>
    <w:p w:rsidR="007B6A46" w:rsidRDefault="007B6A46" w:rsidP="007B6A46">
      <w:r>
        <w:t>168.7539</w:t>
      </w:r>
      <w:r>
        <w:tab/>
        <w:t>1.013e0</w:t>
      </w:r>
    </w:p>
    <w:p w:rsidR="007B6A46" w:rsidRDefault="007B6A46" w:rsidP="007B6A46">
      <w:r>
        <w:t>168.8155</w:t>
      </w:r>
      <w:r>
        <w:tab/>
        <w:t>1.013e0</w:t>
      </w:r>
    </w:p>
    <w:p w:rsidR="007B6A46" w:rsidRDefault="007B6A46" w:rsidP="007B6A46">
      <w:r>
        <w:t>168.8540</w:t>
      </w:r>
      <w:r>
        <w:tab/>
        <w:t>1.013e0</w:t>
      </w:r>
    </w:p>
    <w:p w:rsidR="007B6A46" w:rsidRDefault="007B6A46" w:rsidP="007B6A46">
      <w:r>
        <w:t>168.8918</w:t>
      </w:r>
      <w:r>
        <w:tab/>
        <w:t>1.013e0</w:t>
      </w:r>
    </w:p>
    <w:p w:rsidR="007B6A46" w:rsidRDefault="007B6A46" w:rsidP="007B6A46">
      <w:r>
        <w:t>168.9088</w:t>
      </w:r>
      <w:r>
        <w:tab/>
        <w:t>1.013e0</w:t>
      </w:r>
    </w:p>
    <w:p w:rsidR="007B6A46" w:rsidRDefault="007B6A46" w:rsidP="007B6A46">
      <w:r>
        <w:t>168.9193</w:t>
      </w:r>
      <w:r>
        <w:tab/>
        <w:t>1.013e0</w:t>
      </w:r>
    </w:p>
    <w:p w:rsidR="007B6A46" w:rsidRDefault="007B6A46" w:rsidP="007B6A46">
      <w:r>
        <w:t>168.9368</w:t>
      </w:r>
      <w:r>
        <w:tab/>
        <w:t>1.013e0</w:t>
      </w:r>
    </w:p>
    <w:p w:rsidR="007B6A46" w:rsidRDefault="007B6A46" w:rsidP="007B6A46">
      <w:r>
        <w:t>168.9645</w:t>
      </w:r>
      <w:r>
        <w:tab/>
        <w:t>1.013e0</w:t>
      </w:r>
    </w:p>
    <w:p w:rsidR="007B6A46" w:rsidRDefault="007B6A46" w:rsidP="007B6A46">
      <w:r>
        <w:t>168.9988</w:t>
      </w:r>
      <w:r>
        <w:tab/>
        <w:t>1.013e0</w:t>
      </w:r>
    </w:p>
    <w:p w:rsidR="007B6A46" w:rsidRDefault="007B6A46" w:rsidP="007B6A46">
      <w:r>
        <w:t>169.0161</w:t>
      </w:r>
      <w:r>
        <w:tab/>
        <w:t>1.013e0</w:t>
      </w:r>
    </w:p>
    <w:p w:rsidR="007B6A46" w:rsidRDefault="007B6A46" w:rsidP="007B6A46">
      <w:r>
        <w:t>169.0368</w:t>
      </w:r>
      <w:r>
        <w:tab/>
        <w:t>2.025e0</w:t>
      </w:r>
    </w:p>
    <w:p w:rsidR="007B6A46" w:rsidRDefault="007B6A46" w:rsidP="007B6A46">
      <w:r>
        <w:t>169.0615</w:t>
      </w:r>
      <w:r>
        <w:tab/>
        <w:t>1.013e0</w:t>
      </w:r>
    </w:p>
    <w:p w:rsidR="007B6A46" w:rsidRDefault="007B6A46" w:rsidP="007B6A46">
      <w:r>
        <w:t>169.0922</w:t>
      </w:r>
      <w:r>
        <w:tab/>
        <w:t>1.013e0</w:t>
      </w:r>
    </w:p>
    <w:p w:rsidR="007B6A46" w:rsidRDefault="007B6A46" w:rsidP="007B6A46">
      <w:r>
        <w:t>169.0939</w:t>
      </w:r>
      <w:r>
        <w:tab/>
        <w:t>2.025e0</w:t>
      </w:r>
    </w:p>
    <w:p w:rsidR="007B6A46" w:rsidRDefault="007B6A46" w:rsidP="007B6A46">
      <w:r>
        <w:t>169.1007</w:t>
      </w:r>
      <w:r>
        <w:tab/>
        <w:t>2.025e0</w:t>
      </w:r>
    </w:p>
    <w:p w:rsidR="007B6A46" w:rsidRDefault="007B6A46" w:rsidP="007B6A46">
      <w:r>
        <w:t>169.1045</w:t>
      </w:r>
      <w:r>
        <w:tab/>
        <w:t>3.038e0</w:t>
      </w:r>
    </w:p>
    <w:p w:rsidR="007B6A46" w:rsidRDefault="007B6A46" w:rsidP="007B6A46">
      <w:r>
        <w:t>169.1315</w:t>
      </w:r>
      <w:r>
        <w:tab/>
        <w:t>3.038e0</w:t>
      </w:r>
    </w:p>
    <w:p w:rsidR="007B6A46" w:rsidRDefault="007B6A46" w:rsidP="007B6A46">
      <w:r>
        <w:t>169.1338</w:t>
      </w:r>
      <w:r>
        <w:tab/>
        <w:t>2.025e0</w:t>
      </w:r>
    </w:p>
    <w:p w:rsidR="007B6A46" w:rsidRDefault="007B6A46" w:rsidP="007B6A46">
      <w:r>
        <w:lastRenderedPageBreak/>
        <w:t>169.1408</w:t>
      </w:r>
      <w:r>
        <w:tab/>
        <w:t>1.013e0</w:t>
      </w:r>
    </w:p>
    <w:p w:rsidR="007B6A46" w:rsidRDefault="007B6A46" w:rsidP="007B6A46">
      <w:r>
        <w:t>169.1440</w:t>
      </w:r>
      <w:r>
        <w:tab/>
        <w:t>1.013e0</w:t>
      </w:r>
    </w:p>
    <w:p w:rsidR="007B6A46" w:rsidRDefault="007B6A46" w:rsidP="007B6A46">
      <w:r>
        <w:t>169.1583</w:t>
      </w:r>
      <w:r>
        <w:tab/>
        <w:t>1.013e0</w:t>
      </w:r>
    </w:p>
    <w:p w:rsidR="007B6A46" w:rsidRDefault="007B6A46" w:rsidP="007B6A46">
      <w:r>
        <w:t>169.1618</w:t>
      </w:r>
      <w:r>
        <w:tab/>
        <w:t>1.013e0</w:t>
      </w:r>
    </w:p>
    <w:p w:rsidR="007B6A46" w:rsidRDefault="007B6A46" w:rsidP="007B6A46">
      <w:r>
        <w:t>169.1653</w:t>
      </w:r>
      <w:r>
        <w:tab/>
        <w:t>1.013e0</w:t>
      </w:r>
    </w:p>
    <w:p w:rsidR="007B6A46" w:rsidRDefault="007B6A46" w:rsidP="007B6A46">
      <w:r>
        <w:t>169.1686</w:t>
      </w:r>
      <w:r>
        <w:tab/>
        <w:t>1.013e0</w:t>
      </w:r>
    </w:p>
    <w:p w:rsidR="007B6A46" w:rsidRDefault="007B6A46" w:rsidP="007B6A46">
      <w:r>
        <w:t>169.1824</w:t>
      </w:r>
      <w:r>
        <w:tab/>
        <w:t>1.013e0</w:t>
      </w:r>
    </w:p>
    <w:p w:rsidR="007B6A46" w:rsidRDefault="007B6A46" w:rsidP="007B6A46">
      <w:r>
        <w:t>169.2306</w:t>
      </w:r>
      <w:r>
        <w:tab/>
        <w:t>1.013e0</w:t>
      </w:r>
    </w:p>
    <w:p w:rsidR="007B6A46" w:rsidRDefault="007B6A46" w:rsidP="007B6A46">
      <w:r>
        <w:t>169.2892</w:t>
      </w:r>
      <w:r>
        <w:tab/>
        <w:t>1.013e0</w:t>
      </w:r>
    </w:p>
    <w:p w:rsidR="007B6A46" w:rsidRDefault="007B6A46" w:rsidP="007B6A46">
      <w:r>
        <w:t>169.2926</w:t>
      </w:r>
      <w:r>
        <w:tab/>
        <w:t>1.013e0</w:t>
      </w:r>
    </w:p>
    <w:p w:rsidR="007B6A46" w:rsidRDefault="007B6A46" w:rsidP="007B6A46">
      <w:r>
        <w:t>169.3202</w:t>
      </w:r>
      <w:r>
        <w:tab/>
        <w:t>2.025e0</w:t>
      </w:r>
    </w:p>
    <w:p w:rsidR="007B6A46" w:rsidRDefault="007B6A46" w:rsidP="007B6A46">
      <w:r>
        <w:t>169.3725</w:t>
      </w:r>
      <w:r>
        <w:tab/>
        <w:t>1.013e0</w:t>
      </w:r>
    </w:p>
    <w:p w:rsidR="007B6A46" w:rsidRDefault="007B6A46" w:rsidP="007B6A46">
      <w:r>
        <w:t>169.3962</w:t>
      </w:r>
      <w:r>
        <w:tab/>
        <w:t>1.013e0</w:t>
      </w:r>
    </w:p>
    <w:p w:rsidR="007B6A46" w:rsidRDefault="007B6A46" w:rsidP="007B6A46">
      <w:r>
        <w:t>169.4029</w:t>
      </w:r>
      <w:r>
        <w:tab/>
        <w:t>1.013e0</w:t>
      </w:r>
    </w:p>
    <w:p w:rsidR="007B6A46" w:rsidRDefault="007B6A46" w:rsidP="007B6A46">
      <w:r>
        <w:t>169.4173</w:t>
      </w:r>
      <w:r>
        <w:tab/>
        <w:t>1.013e0</w:t>
      </w:r>
    </w:p>
    <w:p w:rsidR="007B6A46" w:rsidRDefault="007B6A46" w:rsidP="007B6A46">
      <w:r>
        <w:t>169.4997</w:t>
      </w:r>
      <w:r>
        <w:tab/>
        <w:t>1.013e0</w:t>
      </w:r>
    </w:p>
    <w:p w:rsidR="007B6A46" w:rsidRDefault="007B6A46" w:rsidP="007B6A46">
      <w:r>
        <w:t>169.5103</w:t>
      </w:r>
      <w:r>
        <w:tab/>
        <w:t>1.013e0</w:t>
      </w:r>
    </w:p>
    <w:p w:rsidR="007B6A46" w:rsidRDefault="007B6A46" w:rsidP="007B6A46">
      <w:r>
        <w:t>169.5141</w:t>
      </w:r>
      <w:r>
        <w:tab/>
        <w:t>1.013e0</w:t>
      </w:r>
    </w:p>
    <w:p w:rsidR="007B6A46" w:rsidRDefault="007B6A46" w:rsidP="007B6A46">
      <w:r>
        <w:t>169.5392</w:t>
      </w:r>
      <w:r>
        <w:tab/>
        <w:t>1.043e1</w:t>
      </w:r>
    </w:p>
    <w:p w:rsidR="007B6A46" w:rsidRDefault="007B6A46" w:rsidP="007B6A46">
      <w:r>
        <w:lastRenderedPageBreak/>
        <w:t>169.5410</w:t>
      </w:r>
      <w:r>
        <w:tab/>
        <w:t>8.371e0</w:t>
      </w:r>
    </w:p>
    <w:p w:rsidR="007B6A46" w:rsidRDefault="007B6A46" w:rsidP="007B6A46">
      <w:r>
        <w:t>169.5434</w:t>
      </w:r>
      <w:r>
        <w:tab/>
        <w:t>1.013e1</w:t>
      </w:r>
    </w:p>
    <w:p w:rsidR="007B6A46" w:rsidRDefault="007B6A46" w:rsidP="007B6A46">
      <w:r>
        <w:t>169.5609</w:t>
      </w:r>
      <w:r>
        <w:tab/>
        <w:t>2.768e0</w:t>
      </w:r>
    </w:p>
    <w:p w:rsidR="007B6A46" w:rsidRDefault="007B6A46" w:rsidP="007B6A46">
      <w:r>
        <w:t>169.5731</w:t>
      </w:r>
      <w:r>
        <w:tab/>
        <w:t>1.013e0</w:t>
      </w:r>
    </w:p>
    <w:p w:rsidR="007B6A46" w:rsidRDefault="007B6A46" w:rsidP="007B6A46">
      <w:r>
        <w:t>169.5834</w:t>
      </w:r>
      <w:r>
        <w:tab/>
        <w:t>1.013e0</w:t>
      </w:r>
    </w:p>
    <w:p w:rsidR="007B6A46" w:rsidRDefault="007B6A46" w:rsidP="007B6A46">
      <w:r>
        <w:t>169.6215</w:t>
      </w:r>
      <w:r>
        <w:tab/>
        <w:t>1.013e0</w:t>
      </w:r>
    </w:p>
    <w:p w:rsidR="007B6A46" w:rsidRDefault="007B6A46" w:rsidP="007B6A46">
      <w:r>
        <w:t>169.6284</w:t>
      </w:r>
      <w:r>
        <w:tab/>
        <w:t>1.013e0</w:t>
      </w:r>
    </w:p>
    <w:p w:rsidR="007B6A46" w:rsidRDefault="007B6A46" w:rsidP="007B6A46">
      <w:r>
        <w:t>169.6704</w:t>
      </w:r>
      <w:r>
        <w:tab/>
        <w:t>1.013e0</w:t>
      </w:r>
    </w:p>
    <w:p w:rsidR="007B6A46" w:rsidRDefault="007B6A46" w:rsidP="007B6A46">
      <w:r>
        <w:t>169.6835</w:t>
      </w:r>
      <w:r>
        <w:tab/>
        <w:t>1.013e0</w:t>
      </w:r>
    </w:p>
    <w:p w:rsidR="007B6A46" w:rsidRDefault="007B6A46" w:rsidP="007B6A46">
      <w:r>
        <w:t>169.6936</w:t>
      </w:r>
      <w:r>
        <w:tab/>
        <w:t>1.013e0</w:t>
      </w:r>
    </w:p>
    <w:p w:rsidR="007B6A46" w:rsidRDefault="007B6A46" w:rsidP="007B6A46">
      <w:r>
        <w:t>169.7078</w:t>
      </w:r>
      <w:r>
        <w:tab/>
        <w:t>2.025e0</w:t>
      </w:r>
    </w:p>
    <w:p w:rsidR="007B6A46" w:rsidRDefault="007B6A46" w:rsidP="007B6A46">
      <w:r>
        <w:t>169.7254</w:t>
      </w:r>
      <w:r>
        <w:tab/>
        <w:t>1.013e0</w:t>
      </w:r>
    </w:p>
    <w:p w:rsidR="007B6A46" w:rsidRDefault="007B6A46" w:rsidP="007B6A46">
      <w:r>
        <w:t>169.7393</w:t>
      </w:r>
      <w:r>
        <w:tab/>
        <w:t>1.013e0</w:t>
      </w:r>
    </w:p>
    <w:p w:rsidR="007B6A46" w:rsidRDefault="007B6A46" w:rsidP="007B6A46">
      <w:r>
        <w:t>169.7460</w:t>
      </w:r>
      <w:r>
        <w:tab/>
        <w:t>1.013e0</w:t>
      </w:r>
    </w:p>
    <w:p w:rsidR="007B6A46" w:rsidRDefault="007B6A46" w:rsidP="007B6A46">
      <w:r>
        <w:t>169.8188</w:t>
      </w:r>
      <w:r>
        <w:tab/>
        <w:t>1.013e0</w:t>
      </w:r>
    </w:p>
    <w:p w:rsidR="007B6A46" w:rsidRDefault="007B6A46" w:rsidP="007B6A46">
      <w:r>
        <w:t>169.8223</w:t>
      </w:r>
      <w:r>
        <w:tab/>
        <w:t>2.025e0</w:t>
      </w:r>
    </w:p>
    <w:p w:rsidR="007B6A46" w:rsidRDefault="007B6A46" w:rsidP="007B6A46">
      <w:r>
        <w:t>169.8395</w:t>
      </w:r>
      <w:r>
        <w:tab/>
        <w:t>1.013e0</w:t>
      </w:r>
    </w:p>
    <w:p w:rsidR="007B6A46" w:rsidRDefault="007B6A46" w:rsidP="007B6A46">
      <w:r>
        <w:t>169.8679</w:t>
      </w:r>
      <w:r>
        <w:tab/>
        <w:t>1.013e0</w:t>
      </w:r>
    </w:p>
    <w:p w:rsidR="007B6A46" w:rsidRDefault="007B6A46" w:rsidP="007B6A46">
      <w:r>
        <w:t>169.9068</w:t>
      </w:r>
      <w:r>
        <w:tab/>
        <w:t>3.038e0</w:t>
      </w:r>
    </w:p>
    <w:p w:rsidR="007B6A46" w:rsidRDefault="007B6A46" w:rsidP="007B6A46">
      <w:r>
        <w:lastRenderedPageBreak/>
        <w:t>169.9297</w:t>
      </w:r>
      <w:r>
        <w:tab/>
        <w:t>1.013e0</w:t>
      </w:r>
    </w:p>
    <w:p w:rsidR="007B6A46" w:rsidRDefault="007B6A46" w:rsidP="007B6A46">
      <w:r>
        <w:t>169.9469</w:t>
      </w:r>
      <w:r>
        <w:tab/>
        <w:t>1.013e0</w:t>
      </w:r>
    </w:p>
    <w:p w:rsidR="007B6A46" w:rsidRDefault="007B6A46" w:rsidP="007B6A46">
      <w:r>
        <w:t>169.9541</w:t>
      </w:r>
      <w:r>
        <w:tab/>
        <w:t>2.025e0</w:t>
      </w:r>
    </w:p>
    <w:p w:rsidR="007B6A46" w:rsidRDefault="007B6A46" w:rsidP="007B6A46">
      <w:r>
        <w:t>169.9951</w:t>
      </w:r>
      <w:r>
        <w:tab/>
        <w:t>1.013e0</w:t>
      </w:r>
    </w:p>
    <w:p w:rsidR="007B6A46" w:rsidRDefault="007B6A46" w:rsidP="007B6A46">
      <w:r>
        <w:t>170.0072</w:t>
      </w:r>
      <w:r>
        <w:tab/>
        <w:t>2.025e0</w:t>
      </w:r>
    </w:p>
    <w:p w:rsidR="007B6A46" w:rsidRDefault="007B6A46" w:rsidP="007B6A46">
      <w:r>
        <w:t>170.0378</w:t>
      </w:r>
      <w:r>
        <w:tab/>
        <w:t>3.038e0</w:t>
      </w:r>
    </w:p>
    <w:p w:rsidR="007B6A46" w:rsidRDefault="007B6A46" w:rsidP="007B6A46">
      <w:r>
        <w:t>170.0407</w:t>
      </w:r>
      <w:r>
        <w:tab/>
        <w:t>1.013e0</w:t>
      </w:r>
    </w:p>
    <w:p w:rsidR="007B6A46" w:rsidRDefault="007B6A46" w:rsidP="007B6A46">
      <w:r>
        <w:t>170.0442</w:t>
      </w:r>
      <w:r>
        <w:tab/>
        <w:t>8.101e0</w:t>
      </w:r>
    </w:p>
    <w:p w:rsidR="007B6A46" w:rsidRDefault="007B6A46" w:rsidP="007B6A46">
      <w:r>
        <w:t>170.0462</w:t>
      </w:r>
      <w:r>
        <w:tab/>
        <w:t>3.038e0</w:t>
      </w:r>
    </w:p>
    <w:p w:rsidR="007B6A46" w:rsidRDefault="007B6A46" w:rsidP="007B6A46">
      <w:r>
        <w:t>170.0614</w:t>
      </w:r>
      <w:r>
        <w:tab/>
        <w:t>2.683e0</w:t>
      </w:r>
    </w:p>
    <w:p w:rsidR="007B6A46" w:rsidRDefault="007B6A46" w:rsidP="007B6A46">
      <w:r>
        <w:t>170.0755</w:t>
      </w:r>
      <w:r>
        <w:tab/>
        <w:t>1.013e0</w:t>
      </w:r>
    </w:p>
    <w:p w:rsidR="007B6A46" w:rsidRDefault="007B6A46" w:rsidP="007B6A46">
      <w:r>
        <w:t>170.0914</w:t>
      </w:r>
      <w:r>
        <w:tab/>
        <w:t>4.051e0</w:t>
      </w:r>
    </w:p>
    <w:p w:rsidR="007B6A46" w:rsidRDefault="007B6A46" w:rsidP="007B6A46">
      <w:r>
        <w:t>170.0975</w:t>
      </w:r>
      <w:r>
        <w:tab/>
        <w:t>8.075e0</w:t>
      </w:r>
    </w:p>
    <w:p w:rsidR="007B6A46" w:rsidRDefault="007B6A46" w:rsidP="007B6A46">
      <w:r>
        <w:t>170.1006</w:t>
      </w:r>
      <w:r>
        <w:tab/>
        <w:t>2.025e0</w:t>
      </w:r>
    </w:p>
    <w:p w:rsidR="007B6A46" w:rsidRDefault="007B6A46" w:rsidP="007B6A46">
      <w:r>
        <w:t>170.1057</w:t>
      </w:r>
      <w:r>
        <w:tab/>
        <w:t>2.025e0</w:t>
      </w:r>
    </w:p>
    <w:p w:rsidR="007B6A46" w:rsidRDefault="007B6A46" w:rsidP="007B6A46">
      <w:r>
        <w:t>170.1270</w:t>
      </w:r>
      <w:r>
        <w:tab/>
        <w:t>2.025e0</w:t>
      </w:r>
    </w:p>
    <w:p w:rsidR="007B6A46" w:rsidRDefault="007B6A46" w:rsidP="007B6A46">
      <w:r>
        <w:t>170.1324</w:t>
      </w:r>
      <w:r>
        <w:tab/>
        <w:t>3.038e0</w:t>
      </w:r>
    </w:p>
    <w:p w:rsidR="007B6A46" w:rsidRDefault="007B6A46" w:rsidP="007B6A46">
      <w:r>
        <w:t>170.1447</w:t>
      </w:r>
      <w:r>
        <w:tab/>
        <w:t>1.013e0</w:t>
      </w:r>
    </w:p>
    <w:p w:rsidR="007B6A46" w:rsidRDefault="007B6A46" w:rsidP="007B6A46">
      <w:r>
        <w:t>170.1482</w:t>
      </w:r>
      <w:r>
        <w:tab/>
        <w:t>2.025e0</w:t>
      </w:r>
    </w:p>
    <w:p w:rsidR="007B6A46" w:rsidRDefault="007B6A46" w:rsidP="007B6A46">
      <w:r>
        <w:lastRenderedPageBreak/>
        <w:t>170.1608</w:t>
      </w:r>
      <w:r>
        <w:tab/>
        <w:t>3.038e0</w:t>
      </w:r>
    </w:p>
    <w:p w:rsidR="007B6A46" w:rsidRDefault="007B6A46" w:rsidP="007B6A46">
      <w:r>
        <w:t>170.1656</w:t>
      </w:r>
      <w:r>
        <w:tab/>
        <w:t>2.025e0</w:t>
      </w:r>
    </w:p>
    <w:p w:rsidR="007B6A46" w:rsidRDefault="007B6A46" w:rsidP="007B6A46">
      <w:r>
        <w:t>170.1897</w:t>
      </w:r>
      <w:r>
        <w:tab/>
        <w:t>2.025e0</w:t>
      </w:r>
    </w:p>
    <w:p w:rsidR="007B6A46" w:rsidRDefault="007B6A46" w:rsidP="007B6A46">
      <w:r>
        <w:t>170.2171</w:t>
      </w:r>
      <w:r>
        <w:tab/>
        <w:t>1.013e0</w:t>
      </w:r>
    </w:p>
    <w:p w:rsidR="007B6A46" w:rsidRDefault="007B6A46" w:rsidP="007B6A46">
      <w:r>
        <w:t>170.2872</w:t>
      </w:r>
      <w:r>
        <w:tab/>
        <w:t>1.013e0</w:t>
      </w:r>
    </w:p>
    <w:p w:rsidR="007B6A46" w:rsidRDefault="007B6A46" w:rsidP="007B6A46">
      <w:r>
        <w:t>170.3175</w:t>
      </w:r>
      <w:r>
        <w:tab/>
        <w:t>2.025e0</w:t>
      </w:r>
    </w:p>
    <w:p w:rsidR="007B6A46" w:rsidRDefault="007B6A46" w:rsidP="007B6A46">
      <w:r>
        <w:t>170.3282</w:t>
      </w:r>
      <w:r>
        <w:tab/>
        <w:t>1.013e0</w:t>
      </w:r>
    </w:p>
    <w:p w:rsidR="007B6A46" w:rsidRDefault="007B6A46" w:rsidP="007B6A46">
      <w:r>
        <w:t>170.3946</w:t>
      </w:r>
      <w:r>
        <w:tab/>
        <w:t>1.013e0</w:t>
      </w:r>
    </w:p>
    <w:p w:rsidR="007B6A46" w:rsidRDefault="007B6A46" w:rsidP="007B6A46">
      <w:r>
        <w:t>170.4179</w:t>
      </w:r>
      <w:r>
        <w:tab/>
        <w:t>1.013e0</w:t>
      </w:r>
    </w:p>
    <w:p w:rsidR="007B6A46" w:rsidRDefault="007B6A46" w:rsidP="007B6A46">
      <w:r>
        <w:t>170.4495</w:t>
      </w:r>
      <w:r>
        <w:tab/>
        <w:t>1.013e0</w:t>
      </w:r>
    </w:p>
    <w:p w:rsidR="007B6A46" w:rsidRDefault="007B6A46" w:rsidP="007B6A46">
      <w:r>
        <w:t>170.4533</w:t>
      </w:r>
      <w:r>
        <w:tab/>
        <w:t>1.013e0</w:t>
      </w:r>
    </w:p>
    <w:p w:rsidR="007B6A46" w:rsidRDefault="007B6A46" w:rsidP="007B6A46">
      <w:r>
        <w:t>170.4565</w:t>
      </w:r>
      <w:r>
        <w:tab/>
        <w:t>1.013e0</w:t>
      </w:r>
    </w:p>
    <w:p w:rsidR="007B6A46" w:rsidRDefault="007B6A46" w:rsidP="007B6A46">
      <w:r>
        <w:t>170.4882</w:t>
      </w:r>
      <w:r>
        <w:tab/>
        <w:t>1.013e0</w:t>
      </w:r>
    </w:p>
    <w:p w:rsidR="007B6A46" w:rsidRDefault="007B6A46" w:rsidP="007B6A46">
      <w:r>
        <w:t>170.5105</w:t>
      </w:r>
      <w:r>
        <w:tab/>
        <w:t>2.025e0</w:t>
      </w:r>
    </w:p>
    <w:p w:rsidR="007B6A46" w:rsidRDefault="007B6A46" w:rsidP="007B6A46">
      <w:r>
        <w:t>170.5187</w:t>
      </w:r>
      <w:r>
        <w:tab/>
        <w:t>3.038e0</w:t>
      </w:r>
    </w:p>
    <w:p w:rsidR="007B6A46" w:rsidRDefault="007B6A46" w:rsidP="007B6A46">
      <w:r>
        <w:t>170.5316</w:t>
      </w:r>
      <w:r>
        <w:tab/>
        <w:t>4.051e0</w:t>
      </w:r>
    </w:p>
    <w:p w:rsidR="007B6A46" w:rsidRDefault="007B6A46" w:rsidP="007B6A46">
      <w:r>
        <w:t>170.5451</w:t>
      </w:r>
      <w:r>
        <w:tab/>
        <w:t>2.025e0</w:t>
      </w:r>
    </w:p>
    <w:p w:rsidR="007B6A46" w:rsidRDefault="007B6A46" w:rsidP="007B6A46">
      <w:r>
        <w:t>170.5513</w:t>
      </w:r>
      <w:r>
        <w:tab/>
        <w:t>4.051e0</w:t>
      </w:r>
    </w:p>
    <w:p w:rsidR="007B6A46" w:rsidRDefault="007B6A46" w:rsidP="007B6A46">
      <w:r>
        <w:t>170.5556</w:t>
      </w:r>
      <w:r>
        <w:tab/>
        <w:t>2.025e0</w:t>
      </w:r>
    </w:p>
    <w:p w:rsidR="007B6A46" w:rsidRDefault="007B6A46" w:rsidP="007B6A46">
      <w:r>
        <w:lastRenderedPageBreak/>
        <w:t>170.5589</w:t>
      </w:r>
      <w:r>
        <w:tab/>
        <w:t>2.025e0</w:t>
      </w:r>
    </w:p>
    <w:p w:rsidR="007B6A46" w:rsidRDefault="007B6A46" w:rsidP="007B6A46">
      <w:r>
        <w:t>170.5644</w:t>
      </w:r>
      <w:r>
        <w:tab/>
        <w:t>3.038e0</w:t>
      </w:r>
    </w:p>
    <w:p w:rsidR="007B6A46" w:rsidRDefault="007B6A46" w:rsidP="007B6A46">
      <w:r>
        <w:t>170.5709</w:t>
      </w:r>
      <w:r>
        <w:tab/>
        <w:t>1.507e0</w:t>
      </w:r>
    </w:p>
    <w:p w:rsidR="007B6A46" w:rsidRDefault="007B6A46" w:rsidP="007B6A46">
      <w:r>
        <w:t>170.5749</w:t>
      </w:r>
      <w:r>
        <w:tab/>
        <w:t>1.013e0</w:t>
      </w:r>
    </w:p>
    <w:p w:rsidR="007B6A46" w:rsidRDefault="007B6A46" w:rsidP="007B6A46">
      <w:r>
        <w:t>170.5781</w:t>
      </w:r>
      <w:r>
        <w:tab/>
        <w:t>1.013e0</w:t>
      </w:r>
    </w:p>
    <w:p w:rsidR="007B6A46" w:rsidRDefault="007B6A46" w:rsidP="007B6A46">
      <w:r>
        <w:t>170.5993</w:t>
      </w:r>
      <w:r>
        <w:tab/>
        <w:t>1.013e0</w:t>
      </w:r>
    </w:p>
    <w:p w:rsidR="007B6A46" w:rsidRDefault="007B6A46" w:rsidP="007B6A46">
      <w:r>
        <w:t>170.6129</w:t>
      </w:r>
      <w:r>
        <w:tab/>
        <w:t>2.025e0</w:t>
      </w:r>
    </w:p>
    <w:p w:rsidR="007B6A46" w:rsidRDefault="007B6A46" w:rsidP="007B6A46">
      <w:r>
        <w:t>170.6161</w:t>
      </w:r>
      <w:r>
        <w:tab/>
        <w:t>1.013e0</w:t>
      </w:r>
    </w:p>
    <w:p w:rsidR="007B6A46" w:rsidRDefault="007B6A46" w:rsidP="007B6A46">
      <w:r>
        <w:t>170.6198</w:t>
      </w:r>
      <w:r>
        <w:tab/>
        <w:t>1.013e0</w:t>
      </w:r>
    </w:p>
    <w:p w:rsidR="007B6A46" w:rsidRDefault="007B6A46" w:rsidP="007B6A46">
      <w:r>
        <w:t>170.6265</w:t>
      </w:r>
      <w:r>
        <w:tab/>
        <w:t>1.013e0</w:t>
      </w:r>
    </w:p>
    <w:p w:rsidR="007B6A46" w:rsidRDefault="007B6A46" w:rsidP="007B6A46">
      <w:r>
        <w:t>170.6858</w:t>
      </w:r>
      <w:r>
        <w:tab/>
        <w:t>1.013e0</w:t>
      </w:r>
    </w:p>
    <w:p w:rsidR="007B6A46" w:rsidRDefault="007B6A46" w:rsidP="007B6A46">
      <w:r>
        <w:t>170.7274</w:t>
      </w:r>
      <w:r>
        <w:tab/>
        <w:t>2.025e0</w:t>
      </w:r>
    </w:p>
    <w:p w:rsidR="007B6A46" w:rsidRDefault="007B6A46" w:rsidP="007B6A46">
      <w:r>
        <w:t>170.7339</w:t>
      </w:r>
      <w:r>
        <w:tab/>
        <w:t>1.013e0</w:t>
      </w:r>
    </w:p>
    <w:p w:rsidR="007B6A46" w:rsidRDefault="007B6A46" w:rsidP="007B6A46">
      <w:r>
        <w:t>170.7551</w:t>
      </w:r>
      <w:r>
        <w:tab/>
        <w:t>1.013e0</w:t>
      </w:r>
    </w:p>
    <w:p w:rsidR="007B6A46" w:rsidRDefault="007B6A46" w:rsidP="007B6A46">
      <w:r>
        <w:t>170.7727</w:t>
      </w:r>
      <w:r>
        <w:tab/>
        <w:t>1.013e0</w:t>
      </w:r>
    </w:p>
    <w:p w:rsidR="007B6A46" w:rsidRDefault="007B6A46" w:rsidP="007B6A46">
      <w:r>
        <w:t>170.8040</w:t>
      </w:r>
      <w:r>
        <w:tab/>
        <w:t>1.013e0</w:t>
      </w:r>
    </w:p>
    <w:p w:rsidR="007B6A46" w:rsidRDefault="007B6A46" w:rsidP="007B6A46">
      <w:r>
        <w:t>170.8111</w:t>
      </w:r>
      <w:r>
        <w:tab/>
        <w:t>1.013e0</w:t>
      </w:r>
    </w:p>
    <w:p w:rsidR="007B6A46" w:rsidRDefault="007B6A46" w:rsidP="007B6A46">
      <w:r>
        <w:t>170.8786</w:t>
      </w:r>
      <w:r>
        <w:tab/>
        <w:t>2.025e0</w:t>
      </w:r>
    </w:p>
    <w:p w:rsidR="007B6A46" w:rsidRDefault="007B6A46" w:rsidP="007B6A46">
      <w:r>
        <w:t>170.9120</w:t>
      </w:r>
      <w:r>
        <w:tab/>
        <w:t>2.025e0</w:t>
      </w:r>
    </w:p>
    <w:p w:rsidR="007B6A46" w:rsidRDefault="007B6A46" w:rsidP="007B6A46">
      <w:r>
        <w:lastRenderedPageBreak/>
        <w:t>170.9324</w:t>
      </w:r>
      <w:r>
        <w:tab/>
        <w:t>1.013e0</w:t>
      </w:r>
    </w:p>
    <w:p w:rsidR="007B6A46" w:rsidRDefault="007B6A46" w:rsidP="007B6A46">
      <w:r>
        <w:t>170.9808</w:t>
      </w:r>
      <w:r>
        <w:tab/>
        <w:t>1.013e0</w:t>
      </w:r>
    </w:p>
    <w:p w:rsidR="007B6A46" w:rsidRDefault="007B6A46" w:rsidP="007B6A46">
      <w:r>
        <w:t>171.0088</w:t>
      </w:r>
      <w:r>
        <w:tab/>
        <w:t>1.013e0</w:t>
      </w:r>
    </w:p>
    <w:p w:rsidR="007B6A46" w:rsidRDefault="007B6A46" w:rsidP="007B6A46">
      <w:r>
        <w:t>171.0336</w:t>
      </w:r>
      <w:r>
        <w:tab/>
        <w:t>2.025e0</w:t>
      </w:r>
    </w:p>
    <w:p w:rsidR="007B6A46" w:rsidRDefault="007B6A46" w:rsidP="007B6A46">
      <w:r>
        <w:t>171.0358</w:t>
      </w:r>
      <w:r>
        <w:tab/>
        <w:t>1.418e1</w:t>
      </w:r>
    </w:p>
    <w:p w:rsidR="007B6A46" w:rsidRDefault="007B6A46" w:rsidP="007B6A46">
      <w:r>
        <w:t>171.0368</w:t>
      </w:r>
      <w:r>
        <w:tab/>
        <w:t>1.013e0</w:t>
      </w:r>
    </w:p>
    <w:p w:rsidR="007B6A46" w:rsidRDefault="007B6A46" w:rsidP="007B6A46">
      <w:r>
        <w:t>171.0416</w:t>
      </w:r>
      <w:r>
        <w:tab/>
        <w:t>5.063e0</w:t>
      </w:r>
    </w:p>
    <w:p w:rsidR="007B6A46" w:rsidRDefault="007B6A46" w:rsidP="007B6A46">
      <w:r>
        <w:t>171.0618</w:t>
      </w:r>
      <w:r>
        <w:tab/>
        <w:t>2.025e0</w:t>
      </w:r>
    </w:p>
    <w:p w:rsidR="007B6A46" w:rsidRDefault="007B6A46" w:rsidP="007B6A46">
      <w:r>
        <w:t>171.0708</w:t>
      </w:r>
      <w:r>
        <w:tab/>
        <w:t>2.025e0</w:t>
      </w:r>
    </w:p>
    <w:p w:rsidR="007B6A46" w:rsidRDefault="007B6A46" w:rsidP="007B6A46">
      <w:r>
        <w:t>171.0764</w:t>
      </w:r>
      <w:r>
        <w:tab/>
        <w:t>2.025e0</w:t>
      </w:r>
    </w:p>
    <w:p w:rsidR="007B6A46" w:rsidRDefault="007B6A46" w:rsidP="007B6A46">
      <w:r>
        <w:t>171.0782</w:t>
      </w:r>
      <w:r>
        <w:tab/>
        <w:t>1.013e0</w:t>
      </w:r>
    </w:p>
    <w:p w:rsidR="007B6A46" w:rsidRDefault="007B6A46" w:rsidP="007B6A46">
      <w:r>
        <w:t>171.0920</w:t>
      </w:r>
      <w:r>
        <w:tab/>
        <w:t>1.013e0</w:t>
      </w:r>
    </w:p>
    <w:p w:rsidR="007B6A46" w:rsidRDefault="007B6A46" w:rsidP="007B6A46">
      <w:r>
        <w:t>171.1095</w:t>
      </w:r>
      <w:r>
        <w:tab/>
        <w:t>1.013e0</w:t>
      </w:r>
    </w:p>
    <w:p w:rsidR="007B6A46" w:rsidRDefault="007B6A46" w:rsidP="007B6A46">
      <w:r>
        <w:t>171.1133</w:t>
      </w:r>
      <w:r>
        <w:tab/>
        <w:t>2.025e0</w:t>
      </w:r>
    </w:p>
    <w:p w:rsidR="007B6A46" w:rsidRDefault="007B6A46" w:rsidP="007B6A46">
      <w:r>
        <w:t>171.1151</w:t>
      </w:r>
      <w:r>
        <w:tab/>
        <w:t>2.025e0</w:t>
      </w:r>
    </w:p>
    <w:p w:rsidR="007B6A46" w:rsidRDefault="007B6A46" w:rsidP="007B6A46">
      <w:r>
        <w:t>171.1168</w:t>
      </w:r>
      <w:r>
        <w:tab/>
        <w:t>1.013e0</w:t>
      </w:r>
    </w:p>
    <w:p w:rsidR="007B6A46" w:rsidRDefault="007B6A46" w:rsidP="007B6A46">
      <w:r>
        <w:t>171.1306</w:t>
      </w:r>
      <w:r>
        <w:tab/>
        <w:t>1.013e0</w:t>
      </w:r>
    </w:p>
    <w:p w:rsidR="007B6A46" w:rsidRDefault="007B6A46" w:rsidP="007B6A46">
      <w:r>
        <w:t>171.1480</w:t>
      </w:r>
      <w:r>
        <w:tab/>
        <w:t>7.832e0</w:t>
      </w:r>
    </w:p>
    <w:p w:rsidR="007B6A46" w:rsidRDefault="007B6A46" w:rsidP="007B6A46">
      <w:r>
        <w:t>171.1495</w:t>
      </w:r>
      <w:r>
        <w:tab/>
        <w:t>1.114e1</w:t>
      </w:r>
    </w:p>
    <w:p w:rsidR="007B6A46" w:rsidRDefault="007B6A46" w:rsidP="007B6A46">
      <w:r>
        <w:lastRenderedPageBreak/>
        <w:t>171.1565</w:t>
      </w:r>
      <w:r>
        <w:tab/>
        <w:t>2.025e0</w:t>
      </w:r>
    </w:p>
    <w:p w:rsidR="007B6A46" w:rsidRDefault="007B6A46" w:rsidP="007B6A46">
      <w:r>
        <w:t>171.1686</w:t>
      </w:r>
      <w:r>
        <w:tab/>
        <w:t>1.013e0</w:t>
      </w:r>
    </w:p>
    <w:p w:rsidR="007B6A46" w:rsidRDefault="007B6A46" w:rsidP="007B6A46">
      <w:r>
        <w:t>171.1788</w:t>
      </w:r>
      <w:r>
        <w:tab/>
        <w:t>1.013e0</w:t>
      </w:r>
    </w:p>
    <w:p w:rsidR="007B6A46" w:rsidRDefault="007B6A46" w:rsidP="007B6A46">
      <w:r>
        <w:t>171.1856</w:t>
      </w:r>
      <w:r>
        <w:tab/>
        <w:t>2.025e0</w:t>
      </w:r>
    </w:p>
    <w:p w:rsidR="007B6A46" w:rsidRDefault="007B6A46" w:rsidP="007B6A46">
      <w:r>
        <w:t>171.2106</w:t>
      </w:r>
      <w:r>
        <w:tab/>
        <w:t>1.013e0</w:t>
      </w:r>
    </w:p>
    <w:p w:rsidR="007B6A46" w:rsidRDefault="007B6A46" w:rsidP="007B6A46">
      <w:r>
        <w:t>171.2208</w:t>
      </w:r>
      <w:r>
        <w:tab/>
        <w:t>2.025e0</w:t>
      </w:r>
    </w:p>
    <w:p w:rsidR="007B6A46" w:rsidRDefault="007B6A46" w:rsidP="007B6A46">
      <w:r>
        <w:t>171.2596</w:t>
      </w:r>
      <w:r>
        <w:tab/>
        <w:t>1.013e0</w:t>
      </w:r>
    </w:p>
    <w:p w:rsidR="007B6A46" w:rsidRDefault="007B6A46" w:rsidP="007B6A46">
      <w:r>
        <w:t>171.2798</w:t>
      </w:r>
      <w:r>
        <w:tab/>
        <w:t>1.013e0</w:t>
      </w:r>
    </w:p>
    <w:p w:rsidR="007B6A46" w:rsidRDefault="007B6A46" w:rsidP="007B6A46">
      <w:r>
        <w:t>171.2934</w:t>
      </w:r>
      <w:r>
        <w:tab/>
        <w:t>1.013e0</w:t>
      </w:r>
    </w:p>
    <w:p w:rsidR="007B6A46" w:rsidRDefault="007B6A46" w:rsidP="007B6A46">
      <w:r>
        <w:t>171.3008</w:t>
      </w:r>
      <w:r>
        <w:tab/>
        <w:t>1.013e0</w:t>
      </w:r>
    </w:p>
    <w:p w:rsidR="007B6A46" w:rsidRDefault="007B6A46" w:rsidP="007B6A46">
      <w:r>
        <w:t>171.3043</w:t>
      </w:r>
      <w:r>
        <w:tab/>
        <w:t>1.013e0</w:t>
      </w:r>
    </w:p>
    <w:p w:rsidR="007B6A46" w:rsidRDefault="007B6A46" w:rsidP="007B6A46">
      <w:r>
        <w:t>171.3427</w:t>
      </w:r>
      <w:r>
        <w:tab/>
        <w:t>1.013e0</w:t>
      </w:r>
    </w:p>
    <w:p w:rsidR="007B6A46" w:rsidRDefault="007B6A46" w:rsidP="007B6A46">
      <w:r>
        <w:t>171.3709</w:t>
      </w:r>
      <w:r>
        <w:tab/>
        <w:t>1.013e0</w:t>
      </w:r>
    </w:p>
    <w:p w:rsidR="007B6A46" w:rsidRDefault="007B6A46" w:rsidP="007B6A46">
      <w:r>
        <w:t>171.3946</w:t>
      </w:r>
      <w:r>
        <w:tab/>
        <w:t>1.013e0</w:t>
      </w:r>
    </w:p>
    <w:p w:rsidR="007B6A46" w:rsidRDefault="007B6A46" w:rsidP="007B6A46">
      <w:r>
        <w:t>171.4010</w:t>
      </w:r>
      <w:r>
        <w:tab/>
        <w:t>2.025e0</w:t>
      </w:r>
    </w:p>
    <w:p w:rsidR="007B6A46" w:rsidRDefault="007B6A46" w:rsidP="007B6A46">
      <w:r>
        <w:t>171.4329</w:t>
      </w:r>
      <w:r>
        <w:tab/>
        <w:t>1.013e0</w:t>
      </w:r>
    </w:p>
    <w:p w:rsidR="007B6A46" w:rsidRDefault="007B6A46" w:rsidP="007B6A46">
      <w:r>
        <w:t>171.4716</w:t>
      </w:r>
      <w:r>
        <w:tab/>
        <w:t>1.013e0</w:t>
      </w:r>
    </w:p>
    <w:p w:rsidR="007B6A46" w:rsidRDefault="007B6A46" w:rsidP="007B6A46">
      <w:r>
        <w:t>171.4755</w:t>
      </w:r>
      <w:r>
        <w:tab/>
        <w:t>1.013e0</w:t>
      </w:r>
    </w:p>
    <w:p w:rsidR="007B6A46" w:rsidRDefault="007B6A46" w:rsidP="007B6A46">
      <w:r>
        <w:t>171.4922</w:t>
      </w:r>
      <w:r>
        <w:tab/>
        <w:t>1.013e0</w:t>
      </w:r>
    </w:p>
    <w:p w:rsidR="007B6A46" w:rsidRDefault="007B6A46" w:rsidP="007B6A46">
      <w:r>
        <w:lastRenderedPageBreak/>
        <w:t>171.4958</w:t>
      </w:r>
      <w:r>
        <w:tab/>
        <w:t>1.013e0</w:t>
      </w:r>
    </w:p>
    <w:p w:rsidR="007B6A46" w:rsidRDefault="007B6A46" w:rsidP="007B6A46">
      <w:r>
        <w:t>171.5058</w:t>
      </w:r>
      <w:r>
        <w:tab/>
        <w:t>2.025e0</w:t>
      </w:r>
    </w:p>
    <w:p w:rsidR="007B6A46" w:rsidRDefault="007B6A46" w:rsidP="007B6A46">
      <w:r>
        <w:t>171.5106</w:t>
      </w:r>
      <w:r>
        <w:tab/>
        <w:t>2.025e0</w:t>
      </w:r>
    </w:p>
    <w:p w:rsidR="007B6A46" w:rsidRDefault="007B6A46" w:rsidP="007B6A46">
      <w:r>
        <w:t>171.5337</w:t>
      </w:r>
      <w:r>
        <w:tab/>
        <w:t>1.013e0</w:t>
      </w:r>
    </w:p>
    <w:p w:rsidR="007B6A46" w:rsidRDefault="007B6A46" w:rsidP="007B6A46">
      <w:r>
        <w:t>171.5375</w:t>
      </w:r>
      <w:r>
        <w:tab/>
        <w:t>1.013e0</w:t>
      </w:r>
    </w:p>
    <w:p w:rsidR="007B6A46" w:rsidRDefault="007B6A46" w:rsidP="007B6A46">
      <w:r>
        <w:t>171.5525</w:t>
      </w:r>
      <w:r>
        <w:tab/>
        <w:t>3.038e0</w:t>
      </w:r>
    </w:p>
    <w:p w:rsidR="007B6A46" w:rsidRDefault="007B6A46" w:rsidP="007B6A46">
      <w:r>
        <w:t>171.5618</w:t>
      </w:r>
      <w:r>
        <w:tab/>
        <w:t>3.038e0</w:t>
      </w:r>
    </w:p>
    <w:p w:rsidR="007B6A46" w:rsidRDefault="007B6A46" w:rsidP="007B6A46">
      <w:r>
        <w:t>171.6107</w:t>
      </w:r>
      <w:r>
        <w:tab/>
        <w:t>1.013e0</w:t>
      </w:r>
    </w:p>
    <w:p w:rsidR="007B6A46" w:rsidRDefault="007B6A46" w:rsidP="007B6A46">
      <w:r>
        <w:t>171.6242</w:t>
      </w:r>
      <w:r>
        <w:tab/>
        <w:t>1.013e0</w:t>
      </w:r>
    </w:p>
    <w:p w:rsidR="007B6A46" w:rsidRDefault="007B6A46" w:rsidP="007B6A46">
      <w:r>
        <w:t>171.6769</w:t>
      </w:r>
      <w:r>
        <w:tab/>
        <w:t>3.038e0</w:t>
      </w:r>
    </w:p>
    <w:p w:rsidR="007B6A46" w:rsidRDefault="007B6A46" w:rsidP="007B6A46">
      <w:r>
        <w:t>171.7990</w:t>
      </w:r>
      <w:r>
        <w:tab/>
        <w:t>1.013e0</w:t>
      </w:r>
    </w:p>
    <w:p w:rsidR="007B6A46" w:rsidRDefault="007B6A46" w:rsidP="007B6A46">
      <w:r>
        <w:t>171.8025</w:t>
      </w:r>
      <w:r>
        <w:tab/>
        <w:t>1.013e0</w:t>
      </w:r>
    </w:p>
    <w:p w:rsidR="007B6A46" w:rsidRDefault="007B6A46" w:rsidP="007B6A46">
      <w:r>
        <w:t>171.8406</w:t>
      </w:r>
      <w:r>
        <w:tab/>
        <w:t>1.013e0</w:t>
      </w:r>
    </w:p>
    <w:p w:rsidR="007B6A46" w:rsidRDefault="007B6A46" w:rsidP="007B6A46">
      <w:r>
        <w:t>171.9137</w:t>
      </w:r>
      <w:r>
        <w:tab/>
        <w:t>1.013e0</w:t>
      </w:r>
    </w:p>
    <w:p w:rsidR="007B6A46" w:rsidRDefault="007B6A46" w:rsidP="007B6A46">
      <w:r>
        <w:t>171.9281</w:t>
      </w:r>
      <w:r>
        <w:tab/>
        <w:t>1.013e0</w:t>
      </w:r>
    </w:p>
    <w:p w:rsidR="007B6A46" w:rsidRDefault="007B6A46" w:rsidP="007B6A46">
      <w:r>
        <w:t>171.9384</w:t>
      </w:r>
      <w:r>
        <w:tab/>
        <w:t>1.013e0</w:t>
      </w:r>
    </w:p>
    <w:p w:rsidR="007B6A46" w:rsidRDefault="007B6A46" w:rsidP="007B6A46">
      <w:r>
        <w:t>171.9655</w:t>
      </w:r>
      <w:r>
        <w:tab/>
        <w:t>1.013e0</w:t>
      </w:r>
    </w:p>
    <w:p w:rsidR="007B6A46" w:rsidRDefault="007B6A46" w:rsidP="007B6A46">
      <w:r>
        <w:t>171.9902</w:t>
      </w:r>
      <w:r>
        <w:tab/>
        <w:t>4.051e0</w:t>
      </w:r>
    </w:p>
    <w:p w:rsidR="007B6A46" w:rsidRDefault="007B6A46" w:rsidP="007B6A46">
      <w:r>
        <w:t>172.0005</w:t>
      </w:r>
      <w:r>
        <w:tab/>
        <w:t>1.013e0</w:t>
      </w:r>
    </w:p>
    <w:p w:rsidR="007B6A46" w:rsidRDefault="007B6A46" w:rsidP="007B6A46">
      <w:r>
        <w:lastRenderedPageBreak/>
        <w:t>172.0076</w:t>
      </w:r>
      <w:r>
        <w:tab/>
        <w:t>1.013e0</w:t>
      </w:r>
    </w:p>
    <w:p w:rsidR="007B6A46" w:rsidRDefault="007B6A46" w:rsidP="007B6A46">
      <w:r>
        <w:t>172.0325</w:t>
      </w:r>
      <w:r>
        <w:tab/>
        <w:t>1.013e0</w:t>
      </w:r>
    </w:p>
    <w:p w:rsidR="007B6A46" w:rsidRDefault="007B6A46" w:rsidP="007B6A46">
      <w:r>
        <w:t>172.0395</w:t>
      </w:r>
      <w:r>
        <w:tab/>
        <w:t>1.013e0</w:t>
      </w:r>
    </w:p>
    <w:p w:rsidR="007B6A46" w:rsidRDefault="007B6A46" w:rsidP="007B6A46">
      <w:r>
        <w:t>172.0428</w:t>
      </w:r>
      <w:r>
        <w:tab/>
        <w:t>1.013e0</w:t>
      </w:r>
    </w:p>
    <w:p w:rsidR="007B6A46" w:rsidRDefault="007B6A46" w:rsidP="007B6A46">
      <w:r>
        <w:t>172.0479</w:t>
      </w:r>
      <w:r>
        <w:tab/>
        <w:t>3.038e0</w:t>
      </w:r>
    </w:p>
    <w:p w:rsidR="007B6A46" w:rsidRDefault="007B6A46" w:rsidP="007B6A46">
      <w:r>
        <w:t>172.0639</w:t>
      </w:r>
      <w:r>
        <w:tab/>
        <w:t>1.013e0</w:t>
      </w:r>
    </w:p>
    <w:p w:rsidR="007B6A46" w:rsidRDefault="007B6A46" w:rsidP="007B6A46">
      <w:r>
        <w:t>172.0705</w:t>
      </w:r>
      <w:r>
        <w:tab/>
        <w:t>2.025e0</w:t>
      </w:r>
    </w:p>
    <w:p w:rsidR="007B6A46" w:rsidRDefault="007B6A46" w:rsidP="007B6A46">
      <w:r>
        <w:t>172.0775</w:t>
      </w:r>
      <w:r>
        <w:tab/>
        <w:t>1.013e0</w:t>
      </w:r>
    </w:p>
    <w:p w:rsidR="007B6A46" w:rsidRDefault="007B6A46" w:rsidP="007B6A46">
      <w:r>
        <w:t>172.0910</w:t>
      </w:r>
      <w:r>
        <w:tab/>
        <w:t>2.025e0</w:t>
      </w:r>
    </w:p>
    <w:p w:rsidR="007B6A46" w:rsidRDefault="007B6A46" w:rsidP="007B6A46">
      <w:r>
        <w:t>172.0946</w:t>
      </w:r>
      <w:r>
        <w:tab/>
        <w:t>1.013e0</w:t>
      </w:r>
    </w:p>
    <w:p w:rsidR="007B6A46" w:rsidRDefault="007B6A46" w:rsidP="007B6A46">
      <w:r>
        <w:t>172.0963</w:t>
      </w:r>
      <w:r>
        <w:tab/>
        <w:t>3.038e0</w:t>
      </w:r>
    </w:p>
    <w:p w:rsidR="007B6A46" w:rsidRDefault="007B6A46" w:rsidP="007B6A46">
      <w:r>
        <w:t>172.1045</w:t>
      </w:r>
      <w:r>
        <w:tab/>
        <w:t>4.051e0</w:t>
      </w:r>
    </w:p>
    <w:p w:rsidR="007B6A46" w:rsidRDefault="007B6A46" w:rsidP="007B6A46">
      <w:r>
        <w:t>172.1097</w:t>
      </w:r>
      <w:r>
        <w:tab/>
        <w:t>3.038e0</w:t>
      </w:r>
    </w:p>
    <w:p w:rsidR="007B6A46" w:rsidRDefault="007B6A46" w:rsidP="007B6A46">
      <w:r>
        <w:t>172.1264</w:t>
      </w:r>
      <w:r>
        <w:tab/>
        <w:t>1.013e0</w:t>
      </w:r>
    </w:p>
    <w:p w:rsidR="007B6A46" w:rsidRDefault="007B6A46" w:rsidP="007B6A46">
      <w:r>
        <w:t>172.1352</w:t>
      </w:r>
      <w:r>
        <w:tab/>
        <w:t>2.025e0</w:t>
      </w:r>
    </w:p>
    <w:p w:rsidR="007B6A46" w:rsidRDefault="007B6A46" w:rsidP="007B6A46">
      <w:r>
        <w:t>172.1437</w:t>
      </w:r>
      <w:r>
        <w:tab/>
        <w:t>1.013e0</w:t>
      </w:r>
    </w:p>
    <w:p w:rsidR="007B6A46" w:rsidRDefault="007B6A46" w:rsidP="007B6A46">
      <w:r>
        <w:t>172.1454</w:t>
      </w:r>
      <w:r>
        <w:tab/>
        <w:t>9.114e0</w:t>
      </w:r>
    </w:p>
    <w:p w:rsidR="007B6A46" w:rsidRDefault="007B6A46" w:rsidP="007B6A46">
      <w:r>
        <w:t>172.1649</w:t>
      </w:r>
      <w:r>
        <w:tab/>
        <w:t>2.025e0</w:t>
      </w:r>
    </w:p>
    <w:p w:rsidR="007B6A46" w:rsidRDefault="007B6A46" w:rsidP="007B6A46">
      <w:r>
        <w:t>172.1770</w:t>
      </w:r>
      <w:r>
        <w:tab/>
        <w:t>2.025e0</w:t>
      </w:r>
    </w:p>
    <w:p w:rsidR="007B6A46" w:rsidRDefault="007B6A46" w:rsidP="007B6A46">
      <w:r>
        <w:lastRenderedPageBreak/>
        <w:t>172.2203</w:t>
      </w:r>
      <w:r>
        <w:tab/>
        <w:t>1.013e0</w:t>
      </w:r>
    </w:p>
    <w:p w:rsidR="007B6A46" w:rsidRDefault="007B6A46" w:rsidP="007B6A46">
      <w:r>
        <w:t>172.2235</w:t>
      </w:r>
      <w:r>
        <w:tab/>
        <w:t>1.013e0</w:t>
      </w:r>
    </w:p>
    <w:p w:rsidR="007B6A46" w:rsidRDefault="007B6A46" w:rsidP="007B6A46">
      <w:r>
        <w:t>172.2379</w:t>
      </w:r>
      <w:r>
        <w:tab/>
        <w:t>1.013e0</w:t>
      </w:r>
    </w:p>
    <w:p w:rsidR="007B6A46" w:rsidRDefault="007B6A46" w:rsidP="007B6A46">
      <w:r>
        <w:t>172.2661</w:t>
      </w:r>
      <w:r>
        <w:tab/>
        <w:t>1.013e0</w:t>
      </w:r>
    </w:p>
    <w:p w:rsidR="007B6A46" w:rsidRDefault="007B6A46" w:rsidP="007B6A46">
      <w:r>
        <w:t>172.2909</w:t>
      </w:r>
      <w:r>
        <w:tab/>
        <w:t>1.013e0</w:t>
      </w:r>
    </w:p>
    <w:p w:rsidR="007B6A46" w:rsidRDefault="007B6A46" w:rsidP="007B6A46">
      <w:r>
        <w:t>172.3180</w:t>
      </w:r>
      <w:r>
        <w:tab/>
        <w:t>1.013e0</w:t>
      </w:r>
    </w:p>
    <w:p w:rsidR="007B6A46" w:rsidRDefault="007B6A46" w:rsidP="007B6A46">
      <w:r>
        <w:t>172.3740</w:t>
      </w:r>
      <w:r>
        <w:tab/>
        <w:t>2.025e0</w:t>
      </w:r>
    </w:p>
    <w:p w:rsidR="007B6A46" w:rsidRDefault="007B6A46" w:rsidP="007B6A46">
      <w:r>
        <w:t>172.3809</w:t>
      </w:r>
      <w:r>
        <w:tab/>
        <w:t>1.013e0</w:t>
      </w:r>
    </w:p>
    <w:p w:rsidR="007B6A46" w:rsidRDefault="007B6A46" w:rsidP="007B6A46">
      <w:r>
        <w:t>172.4023</w:t>
      </w:r>
      <w:r>
        <w:tab/>
        <w:t>1.013e0</w:t>
      </w:r>
    </w:p>
    <w:p w:rsidR="007B6A46" w:rsidRDefault="007B6A46" w:rsidP="007B6A46">
      <w:r>
        <w:t>172.4056</w:t>
      </w:r>
      <w:r>
        <w:tab/>
        <w:t>1.013e0</w:t>
      </w:r>
    </w:p>
    <w:p w:rsidR="007B6A46" w:rsidRDefault="007B6A46" w:rsidP="007B6A46">
      <w:r>
        <w:t>172.4164</w:t>
      </w:r>
      <w:r>
        <w:tab/>
        <w:t>1.013e0</w:t>
      </w:r>
    </w:p>
    <w:p w:rsidR="007B6A46" w:rsidRDefault="007B6A46" w:rsidP="007B6A46">
      <w:r>
        <w:t>172.4197</w:t>
      </w:r>
      <w:r>
        <w:tab/>
        <w:t>1.013e0</w:t>
      </w:r>
    </w:p>
    <w:p w:rsidR="007B6A46" w:rsidRDefault="007B6A46" w:rsidP="007B6A46">
      <w:r>
        <w:t>172.4313</w:t>
      </w:r>
      <w:r>
        <w:tab/>
        <w:t>2.025e0</w:t>
      </w:r>
    </w:p>
    <w:p w:rsidR="007B6A46" w:rsidRDefault="007B6A46" w:rsidP="007B6A46">
      <w:r>
        <w:t>172.4466</w:t>
      </w:r>
      <w:r>
        <w:tab/>
        <w:t>1.013e0</w:t>
      </w:r>
    </w:p>
    <w:p w:rsidR="007B6A46" w:rsidRDefault="007B6A46" w:rsidP="007B6A46">
      <w:r>
        <w:t>172.4610</w:t>
      </w:r>
      <w:r>
        <w:tab/>
        <w:t>1.013e0</w:t>
      </w:r>
    </w:p>
    <w:p w:rsidR="007B6A46" w:rsidRDefault="007B6A46" w:rsidP="007B6A46">
      <w:r>
        <w:t>172.4646</w:t>
      </w:r>
      <w:r>
        <w:tab/>
        <w:t>1.013e0</w:t>
      </w:r>
    </w:p>
    <w:p w:rsidR="007B6A46" w:rsidRDefault="007B6A46" w:rsidP="007B6A46">
      <w:r>
        <w:t>172.4928</w:t>
      </w:r>
      <w:r>
        <w:tab/>
        <w:t>1.013e0</w:t>
      </w:r>
    </w:p>
    <w:p w:rsidR="007B6A46" w:rsidRDefault="007B6A46" w:rsidP="007B6A46">
      <w:r>
        <w:t>172.5314</w:t>
      </w:r>
      <w:r>
        <w:tab/>
        <w:t>1.013e0</w:t>
      </w:r>
    </w:p>
    <w:p w:rsidR="007B6A46" w:rsidRDefault="007B6A46" w:rsidP="007B6A46">
      <w:r>
        <w:t>172.5382</w:t>
      </w:r>
      <w:r>
        <w:tab/>
        <w:t>3.038e0</w:t>
      </w:r>
    </w:p>
    <w:p w:rsidR="007B6A46" w:rsidRDefault="007B6A46" w:rsidP="007B6A46">
      <w:r>
        <w:lastRenderedPageBreak/>
        <w:t>172.5555</w:t>
      </w:r>
      <w:r>
        <w:tab/>
        <w:t>1.013e0</w:t>
      </w:r>
    </w:p>
    <w:p w:rsidR="007B6A46" w:rsidRDefault="007B6A46" w:rsidP="007B6A46">
      <w:r>
        <w:t>172.6041</w:t>
      </w:r>
      <w:r>
        <w:tab/>
        <w:t>1.013e0</w:t>
      </w:r>
    </w:p>
    <w:p w:rsidR="007B6A46" w:rsidRDefault="007B6A46" w:rsidP="007B6A46">
      <w:r>
        <w:t>172.6129</w:t>
      </w:r>
      <w:r>
        <w:tab/>
        <w:t>2.025e0</w:t>
      </w:r>
    </w:p>
    <w:p w:rsidR="007B6A46" w:rsidRDefault="007B6A46" w:rsidP="007B6A46">
      <w:r>
        <w:t>172.6396</w:t>
      </w:r>
      <w:r>
        <w:tab/>
        <w:t>1.013e0</w:t>
      </w:r>
    </w:p>
    <w:p w:rsidR="007B6A46" w:rsidRDefault="007B6A46" w:rsidP="007B6A46">
      <w:r>
        <w:t>172.6604</w:t>
      </w:r>
      <w:r>
        <w:tab/>
        <w:t>1.013e0</w:t>
      </w:r>
    </w:p>
    <w:p w:rsidR="007B6A46" w:rsidRDefault="007B6A46" w:rsidP="007B6A46">
      <w:r>
        <w:t>172.6641</w:t>
      </w:r>
      <w:r>
        <w:tab/>
        <w:t>1.013e0</w:t>
      </w:r>
    </w:p>
    <w:p w:rsidR="007B6A46" w:rsidRDefault="007B6A46" w:rsidP="007B6A46">
      <w:r>
        <w:t>172.6706</w:t>
      </w:r>
      <w:r>
        <w:tab/>
        <w:t>1.013e0</w:t>
      </w:r>
    </w:p>
    <w:p w:rsidR="007B6A46" w:rsidRDefault="007B6A46" w:rsidP="007B6A46">
      <w:r>
        <w:t>172.6913</w:t>
      </w:r>
      <w:r>
        <w:tab/>
        <w:t>1.013e0</w:t>
      </w:r>
    </w:p>
    <w:p w:rsidR="007B6A46" w:rsidRDefault="007B6A46" w:rsidP="007B6A46">
      <w:r>
        <w:t>172.7051</w:t>
      </w:r>
      <w:r>
        <w:tab/>
        <w:t>1.013e0</w:t>
      </w:r>
    </w:p>
    <w:p w:rsidR="007B6A46" w:rsidRDefault="007B6A46" w:rsidP="007B6A46">
      <w:r>
        <w:t>172.7122</w:t>
      </w:r>
      <w:r>
        <w:tab/>
        <w:t>1.013e0</w:t>
      </w:r>
    </w:p>
    <w:p w:rsidR="007B6A46" w:rsidRDefault="007B6A46" w:rsidP="007B6A46">
      <w:r>
        <w:t>172.7619</w:t>
      </w:r>
      <w:r>
        <w:tab/>
        <w:t>1.013e0</w:t>
      </w:r>
    </w:p>
    <w:p w:rsidR="007B6A46" w:rsidRDefault="007B6A46" w:rsidP="007B6A46">
      <w:r>
        <w:t>172.7898</w:t>
      </w:r>
      <w:r>
        <w:tab/>
        <w:t>1.013e0</w:t>
      </w:r>
    </w:p>
    <w:p w:rsidR="007B6A46" w:rsidRDefault="007B6A46" w:rsidP="007B6A46">
      <w:r>
        <w:t>172.8382</w:t>
      </w:r>
      <w:r>
        <w:tab/>
        <w:t>2.025e0</w:t>
      </w:r>
    </w:p>
    <w:p w:rsidR="007B6A46" w:rsidRDefault="007B6A46" w:rsidP="007B6A46">
      <w:r>
        <w:t>172.8803</w:t>
      </w:r>
      <w:r>
        <w:tab/>
        <w:t>1.013e0</w:t>
      </w:r>
    </w:p>
    <w:p w:rsidR="007B6A46" w:rsidRDefault="007B6A46" w:rsidP="007B6A46">
      <w:r>
        <w:t>172.8877</w:t>
      </w:r>
      <w:r>
        <w:tab/>
        <w:t>1.013e0</w:t>
      </w:r>
    </w:p>
    <w:p w:rsidR="007B6A46" w:rsidRDefault="007B6A46" w:rsidP="007B6A46">
      <w:r>
        <w:t>172.9568</w:t>
      </w:r>
      <w:r>
        <w:tab/>
        <w:t>1.013e0</w:t>
      </w:r>
    </w:p>
    <w:p w:rsidR="007B6A46" w:rsidRDefault="007B6A46" w:rsidP="007B6A46">
      <w:r>
        <w:t>172.9712</w:t>
      </w:r>
      <w:r>
        <w:tab/>
        <w:t>1.013e0</w:t>
      </w:r>
    </w:p>
    <w:p w:rsidR="007B6A46" w:rsidRDefault="007B6A46" w:rsidP="007B6A46">
      <w:r>
        <w:t>173.0259</w:t>
      </w:r>
      <w:r>
        <w:tab/>
        <w:t>2.025e0</w:t>
      </w:r>
    </w:p>
    <w:p w:rsidR="007B6A46" w:rsidRDefault="007B6A46" w:rsidP="007B6A46">
      <w:r>
        <w:t>173.0275</w:t>
      </w:r>
      <w:r>
        <w:tab/>
        <w:t>1.013e0</w:t>
      </w:r>
    </w:p>
    <w:p w:rsidR="007B6A46" w:rsidRDefault="007B6A46" w:rsidP="007B6A46">
      <w:r>
        <w:lastRenderedPageBreak/>
        <w:t>173.0321</w:t>
      </w:r>
      <w:r>
        <w:tab/>
        <w:t>4.051e0</w:t>
      </w:r>
    </w:p>
    <w:p w:rsidR="007B6A46" w:rsidRDefault="007B6A46" w:rsidP="007B6A46">
      <w:r>
        <w:t>173.0334</w:t>
      </w:r>
      <w:r>
        <w:tab/>
        <w:t>4.051e0</w:t>
      </w:r>
    </w:p>
    <w:p w:rsidR="007B6A46" w:rsidRDefault="007B6A46" w:rsidP="007B6A46">
      <w:r>
        <w:t>173.0380</w:t>
      </w:r>
      <w:r>
        <w:tab/>
        <w:t>1.013e0</w:t>
      </w:r>
    </w:p>
    <w:p w:rsidR="007B6A46" w:rsidRDefault="007B6A46" w:rsidP="007B6A46">
      <w:r>
        <w:t>173.0411</w:t>
      </w:r>
      <w:r>
        <w:tab/>
        <w:t>1.013e0</w:t>
      </w:r>
    </w:p>
    <w:p w:rsidR="007B6A46" w:rsidRDefault="007B6A46" w:rsidP="007B6A46">
      <w:r>
        <w:t>173.0686</w:t>
      </w:r>
      <w:r>
        <w:tab/>
        <w:t>2.025e0</w:t>
      </w:r>
    </w:p>
    <w:p w:rsidR="007B6A46" w:rsidRDefault="007B6A46" w:rsidP="007B6A46">
      <w:r>
        <w:t>173.0758</w:t>
      </w:r>
      <w:r>
        <w:tab/>
        <w:t>1.013e0</w:t>
      </w:r>
    </w:p>
    <w:p w:rsidR="007B6A46" w:rsidRDefault="007B6A46" w:rsidP="007B6A46">
      <w:r>
        <w:t>173.0790</w:t>
      </w:r>
      <w:r>
        <w:tab/>
        <w:t>5.063e0</w:t>
      </w:r>
    </w:p>
    <w:p w:rsidR="007B6A46" w:rsidRDefault="007B6A46" w:rsidP="007B6A46">
      <w:r>
        <w:t>173.0826</w:t>
      </w:r>
      <w:r>
        <w:tab/>
        <w:t>1.013e0</w:t>
      </w:r>
    </w:p>
    <w:p w:rsidR="007B6A46" w:rsidRDefault="007B6A46" w:rsidP="007B6A46">
      <w:r>
        <w:t>173.0900</w:t>
      </w:r>
      <w:r>
        <w:tab/>
        <w:t>4.051e0</w:t>
      </w:r>
    </w:p>
    <w:p w:rsidR="007B6A46" w:rsidRDefault="007B6A46" w:rsidP="007B6A46">
      <w:r>
        <w:t>173.1038</w:t>
      </w:r>
      <w:r>
        <w:tab/>
        <w:t>1.013e0</w:t>
      </w:r>
    </w:p>
    <w:p w:rsidR="007B6A46" w:rsidRDefault="007B6A46" w:rsidP="007B6A46">
      <w:r>
        <w:t>173.1076</w:t>
      </w:r>
      <w:r>
        <w:tab/>
        <w:t>1.013e0</w:t>
      </w:r>
    </w:p>
    <w:p w:rsidR="007B6A46" w:rsidRDefault="007B6A46" w:rsidP="007B6A46">
      <w:r>
        <w:t>173.1144</w:t>
      </w:r>
      <w:r>
        <w:tab/>
        <w:t>2.025e0</w:t>
      </w:r>
    </w:p>
    <w:p w:rsidR="007B6A46" w:rsidRDefault="007B6A46" w:rsidP="007B6A46">
      <w:r>
        <w:t>173.1251</w:t>
      </w:r>
      <w:r>
        <w:tab/>
        <w:t>3.038e0</w:t>
      </w:r>
    </w:p>
    <w:p w:rsidR="007B6A46" w:rsidRDefault="007B6A46" w:rsidP="007B6A46">
      <w:r>
        <w:t>173.1401</w:t>
      </w:r>
      <w:r>
        <w:tab/>
        <w:t>3.038e0</w:t>
      </w:r>
    </w:p>
    <w:p w:rsidR="007B6A46" w:rsidRDefault="007B6A46" w:rsidP="007B6A46">
      <w:r>
        <w:t>173.1500</w:t>
      </w:r>
      <w:r>
        <w:tab/>
        <w:t>1.013e0</w:t>
      </w:r>
    </w:p>
    <w:p w:rsidR="007B6A46" w:rsidRDefault="007B6A46" w:rsidP="007B6A46">
      <w:r>
        <w:t>173.1568</w:t>
      </w:r>
      <w:r>
        <w:tab/>
        <w:t>1.013e0</w:t>
      </w:r>
    </w:p>
    <w:p w:rsidR="007B6A46" w:rsidRDefault="007B6A46" w:rsidP="007B6A46">
      <w:r>
        <w:t>173.1772</w:t>
      </w:r>
      <w:r>
        <w:tab/>
        <w:t>1.013e0</w:t>
      </w:r>
    </w:p>
    <w:p w:rsidR="007B6A46" w:rsidRDefault="007B6A46" w:rsidP="007B6A46">
      <w:r>
        <w:t>173.1945</w:t>
      </w:r>
      <w:r>
        <w:tab/>
        <w:t>1.013e0</w:t>
      </w:r>
    </w:p>
    <w:p w:rsidR="007B6A46" w:rsidRDefault="007B6A46" w:rsidP="007B6A46">
      <w:r>
        <w:t>173.2120</w:t>
      </w:r>
      <w:r>
        <w:tab/>
        <w:t>1.013e0</w:t>
      </w:r>
    </w:p>
    <w:p w:rsidR="007B6A46" w:rsidRDefault="007B6A46" w:rsidP="007B6A46">
      <w:r>
        <w:lastRenderedPageBreak/>
        <w:t>173.2194</w:t>
      </w:r>
      <w:r>
        <w:tab/>
        <w:t>1.013e0</w:t>
      </w:r>
    </w:p>
    <w:p w:rsidR="007B6A46" w:rsidRDefault="007B6A46" w:rsidP="007B6A46">
      <w:r>
        <w:t>173.2579</w:t>
      </w:r>
      <w:r>
        <w:tab/>
        <w:t>1.013e0</w:t>
      </w:r>
    </w:p>
    <w:p w:rsidR="007B6A46" w:rsidRDefault="007B6A46" w:rsidP="007B6A46">
      <w:r>
        <w:t>173.2862</w:t>
      </w:r>
      <w:r>
        <w:tab/>
        <w:t>1.013e0</w:t>
      </w:r>
    </w:p>
    <w:p w:rsidR="007B6A46" w:rsidRDefault="007B6A46" w:rsidP="007B6A46">
      <w:r>
        <w:t>173.3137</w:t>
      </w:r>
      <w:r>
        <w:tab/>
        <w:t>1.013e0</w:t>
      </w:r>
    </w:p>
    <w:p w:rsidR="007B6A46" w:rsidRDefault="007B6A46" w:rsidP="007B6A46">
      <w:r>
        <w:t>173.3524</w:t>
      </w:r>
      <w:r>
        <w:tab/>
        <w:t>1.013e0</w:t>
      </w:r>
    </w:p>
    <w:p w:rsidR="007B6A46" w:rsidRDefault="007B6A46" w:rsidP="007B6A46">
      <w:r>
        <w:t>173.4156</w:t>
      </w:r>
      <w:r>
        <w:tab/>
        <w:t>1.013e0</w:t>
      </w:r>
    </w:p>
    <w:p w:rsidR="007B6A46" w:rsidRDefault="007B6A46" w:rsidP="007B6A46">
      <w:r>
        <w:t>173.4191</w:t>
      </w:r>
      <w:r>
        <w:tab/>
        <w:t>1.013e0</w:t>
      </w:r>
    </w:p>
    <w:p w:rsidR="007B6A46" w:rsidRDefault="007B6A46" w:rsidP="007B6A46">
      <w:r>
        <w:t>173.4466</w:t>
      </w:r>
      <w:r>
        <w:tab/>
        <w:t>1.013e0</w:t>
      </w:r>
    </w:p>
    <w:p w:rsidR="007B6A46" w:rsidRDefault="007B6A46" w:rsidP="007B6A46">
      <w:r>
        <w:t>173.4677</w:t>
      </w:r>
      <w:r>
        <w:tab/>
        <w:t>1.013e0</w:t>
      </w:r>
    </w:p>
    <w:p w:rsidR="007B6A46" w:rsidRDefault="007B6A46" w:rsidP="007B6A46">
      <w:r>
        <w:t>173.5622</w:t>
      </w:r>
      <w:r>
        <w:tab/>
        <w:t>1.013e0</w:t>
      </w:r>
    </w:p>
    <w:p w:rsidR="007B6A46" w:rsidRDefault="007B6A46" w:rsidP="007B6A46">
      <w:r>
        <w:t>173.5796</w:t>
      </w:r>
      <w:r>
        <w:tab/>
        <w:t>1.013e0</w:t>
      </w:r>
    </w:p>
    <w:p w:rsidR="007B6A46" w:rsidRDefault="007B6A46" w:rsidP="007B6A46">
      <w:r>
        <w:t>173.6076</w:t>
      </w:r>
      <w:r>
        <w:tab/>
        <w:t>1.013e0</w:t>
      </w:r>
    </w:p>
    <w:p w:rsidR="007B6A46" w:rsidRDefault="007B6A46" w:rsidP="007B6A46">
      <w:r>
        <w:t>173.6467</w:t>
      </w:r>
      <w:r>
        <w:tab/>
        <w:t>1.013e0</w:t>
      </w:r>
    </w:p>
    <w:p w:rsidR="007B6A46" w:rsidRDefault="007B6A46" w:rsidP="007B6A46">
      <w:r>
        <w:t>173.6816</w:t>
      </w:r>
      <w:r>
        <w:tab/>
        <w:t>1.013e0</w:t>
      </w:r>
    </w:p>
    <w:p w:rsidR="007B6A46" w:rsidRDefault="007B6A46" w:rsidP="007B6A46">
      <w:r>
        <w:t>173.6956</w:t>
      </w:r>
      <w:r>
        <w:tab/>
        <w:t>1.013e0</w:t>
      </w:r>
    </w:p>
    <w:p w:rsidR="007B6A46" w:rsidRDefault="007B6A46" w:rsidP="007B6A46">
      <w:r>
        <w:t>173.7024</w:t>
      </w:r>
      <w:r>
        <w:tab/>
        <w:t>1.013e0</w:t>
      </w:r>
    </w:p>
    <w:p w:rsidR="007B6A46" w:rsidRDefault="007B6A46" w:rsidP="007B6A46">
      <w:r>
        <w:t>173.7303</w:t>
      </w:r>
      <w:r>
        <w:tab/>
        <w:t>1.013e0</w:t>
      </w:r>
    </w:p>
    <w:p w:rsidR="007B6A46" w:rsidRDefault="007B6A46" w:rsidP="007B6A46">
      <w:r>
        <w:t>173.7339</w:t>
      </w:r>
      <w:r>
        <w:tab/>
        <w:t>1.013e0</w:t>
      </w:r>
    </w:p>
    <w:p w:rsidR="007B6A46" w:rsidRDefault="007B6A46" w:rsidP="007B6A46">
      <w:r>
        <w:t>173.7407</w:t>
      </w:r>
      <w:r>
        <w:tab/>
        <w:t>1.013e0</w:t>
      </w:r>
    </w:p>
    <w:p w:rsidR="007B6A46" w:rsidRDefault="007B6A46" w:rsidP="007B6A46">
      <w:r>
        <w:lastRenderedPageBreak/>
        <w:t>173.7586</w:t>
      </w:r>
      <w:r>
        <w:tab/>
        <w:t>1.013e0</w:t>
      </w:r>
    </w:p>
    <w:p w:rsidR="007B6A46" w:rsidRDefault="007B6A46" w:rsidP="007B6A46">
      <w:r>
        <w:t>173.7834</w:t>
      </w:r>
      <w:r>
        <w:tab/>
        <w:t>1.013e0</w:t>
      </w:r>
    </w:p>
    <w:p w:rsidR="007B6A46" w:rsidRDefault="007B6A46" w:rsidP="007B6A46">
      <w:r>
        <w:t>173.8950</w:t>
      </w:r>
      <w:r>
        <w:tab/>
        <w:t>1.013e0</w:t>
      </w:r>
    </w:p>
    <w:p w:rsidR="007B6A46" w:rsidRDefault="007B6A46" w:rsidP="007B6A46">
      <w:r>
        <w:t>173.9236</w:t>
      </w:r>
      <w:r>
        <w:tab/>
        <w:t>1.013e0</w:t>
      </w:r>
    </w:p>
    <w:p w:rsidR="007B6A46" w:rsidRDefault="007B6A46" w:rsidP="007B6A46">
      <w:r>
        <w:t>173.9551</w:t>
      </w:r>
      <w:r>
        <w:tab/>
        <w:t>1.013e0</w:t>
      </w:r>
    </w:p>
    <w:p w:rsidR="007B6A46" w:rsidRDefault="007B6A46" w:rsidP="007B6A46">
      <w:r>
        <w:t>173.9756</w:t>
      </w:r>
      <w:r>
        <w:tab/>
        <w:t>1.013e0</w:t>
      </w:r>
    </w:p>
    <w:p w:rsidR="007B6A46" w:rsidRDefault="007B6A46" w:rsidP="007B6A46">
      <w:r>
        <w:t>173.9787</w:t>
      </w:r>
      <w:r>
        <w:tab/>
        <w:t>1.013e0</w:t>
      </w:r>
    </w:p>
    <w:p w:rsidR="007B6A46" w:rsidRDefault="007B6A46" w:rsidP="007B6A46">
      <w:r>
        <w:t>174.0108</w:t>
      </w:r>
      <w:r>
        <w:tab/>
        <w:t>1.013e0</w:t>
      </w:r>
    </w:p>
    <w:p w:rsidR="007B6A46" w:rsidRDefault="007B6A46" w:rsidP="007B6A46">
      <w:r>
        <w:t>174.0144</w:t>
      </w:r>
      <w:r>
        <w:tab/>
        <w:t>1.013e0</w:t>
      </w:r>
    </w:p>
    <w:p w:rsidR="007B6A46" w:rsidRDefault="007B6A46" w:rsidP="007B6A46">
      <w:r>
        <w:t>174.0639</w:t>
      </w:r>
      <w:r>
        <w:tab/>
        <w:t>1.013e0</w:t>
      </w:r>
    </w:p>
    <w:p w:rsidR="007B6A46" w:rsidRDefault="007B6A46" w:rsidP="007B6A46">
      <w:r>
        <w:t>174.0664</w:t>
      </w:r>
      <w:r>
        <w:tab/>
        <w:t>3.038e0</w:t>
      </w:r>
    </w:p>
    <w:p w:rsidR="007B6A46" w:rsidRDefault="007B6A46" w:rsidP="007B6A46">
      <w:r>
        <w:t>174.0884</w:t>
      </w:r>
      <w:r>
        <w:tab/>
        <w:t>2.025e0</w:t>
      </w:r>
    </w:p>
    <w:p w:rsidR="007B6A46" w:rsidRDefault="007B6A46" w:rsidP="007B6A46">
      <w:r>
        <w:t>174.1069</w:t>
      </w:r>
      <w:r>
        <w:tab/>
        <w:t>2.025e0</w:t>
      </w:r>
    </w:p>
    <w:p w:rsidR="007B6A46" w:rsidRDefault="007B6A46" w:rsidP="007B6A46">
      <w:r>
        <w:t>174.1157</w:t>
      </w:r>
      <w:r>
        <w:tab/>
        <w:t>1.013e0</w:t>
      </w:r>
    </w:p>
    <w:p w:rsidR="007B6A46" w:rsidRDefault="007B6A46" w:rsidP="007B6A46">
      <w:r>
        <w:t>174.1169</w:t>
      </w:r>
      <w:r>
        <w:tab/>
        <w:t>2.025e0</w:t>
      </w:r>
    </w:p>
    <w:p w:rsidR="007B6A46" w:rsidRDefault="007B6A46" w:rsidP="007B6A46">
      <w:r>
        <w:t>174.1295</w:t>
      </w:r>
      <w:r>
        <w:tab/>
        <w:t>1.013e0</w:t>
      </w:r>
    </w:p>
    <w:p w:rsidR="007B6A46" w:rsidRDefault="007B6A46" w:rsidP="007B6A46">
      <w:r>
        <w:t>174.1369</w:t>
      </w:r>
      <w:r>
        <w:tab/>
        <w:t>1.013e0</w:t>
      </w:r>
    </w:p>
    <w:p w:rsidR="007B6A46" w:rsidRDefault="007B6A46" w:rsidP="007B6A46">
      <w:r>
        <w:t>174.1440</w:t>
      </w:r>
      <w:r>
        <w:tab/>
        <w:t>1.013e0</w:t>
      </w:r>
    </w:p>
    <w:p w:rsidR="007B6A46" w:rsidRDefault="007B6A46" w:rsidP="007B6A46">
      <w:r>
        <w:t>174.1615</w:t>
      </w:r>
      <w:r>
        <w:tab/>
        <w:t>2.025e0</w:t>
      </w:r>
    </w:p>
    <w:p w:rsidR="007B6A46" w:rsidRDefault="007B6A46" w:rsidP="007B6A46">
      <w:r>
        <w:lastRenderedPageBreak/>
        <w:t>174.1685</w:t>
      </w:r>
      <w:r>
        <w:tab/>
        <w:t>2.025e0</w:t>
      </w:r>
    </w:p>
    <w:p w:rsidR="007B6A46" w:rsidRDefault="007B6A46" w:rsidP="007B6A46">
      <w:r>
        <w:t>174.1741</w:t>
      </w:r>
      <w:r>
        <w:tab/>
        <w:t>2.025e0</w:t>
      </w:r>
    </w:p>
    <w:p w:rsidR="007B6A46" w:rsidRDefault="007B6A46" w:rsidP="007B6A46">
      <w:r>
        <w:t>174.1968</w:t>
      </w:r>
      <w:r>
        <w:tab/>
        <w:t>1.013e0</w:t>
      </w:r>
    </w:p>
    <w:p w:rsidR="007B6A46" w:rsidRDefault="007B6A46" w:rsidP="007B6A46">
      <w:r>
        <w:t>174.2355</w:t>
      </w:r>
      <w:r>
        <w:tab/>
        <w:t>1.013e0</w:t>
      </w:r>
    </w:p>
    <w:p w:rsidR="007B6A46" w:rsidRDefault="007B6A46" w:rsidP="007B6A46">
      <w:r>
        <w:t>174.2523</w:t>
      </w:r>
      <w:r>
        <w:tab/>
        <w:t>1.013e0</w:t>
      </w:r>
    </w:p>
    <w:p w:rsidR="007B6A46" w:rsidRDefault="007B6A46" w:rsidP="007B6A46">
      <w:r>
        <w:t>174.2666</w:t>
      </w:r>
      <w:r>
        <w:tab/>
        <w:t>1.013e0</w:t>
      </w:r>
    </w:p>
    <w:p w:rsidR="007B6A46" w:rsidRDefault="007B6A46" w:rsidP="007B6A46">
      <w:r>
        <w:t>174.2841</w:t>
      </w:r>
      <w:r>
        <w:tab/>
        <w:t>1.013e0</w:t>
      </w:r>
    </w:p>
    <w:p w:rsidR="007B6A46" w:rsidRDefault="007B6A46" w:rsidP="007B6A46">
      <w:r>
        <w:t>174.2950</w:t>
      </w:r>
      <w:r>
        <w:tab/>
        <w:t>1.013e0</w:t>
      </w:r>
    </w:p>
    <w:p w:rsidR="007B6A46" w:rsidRDefault="007B6A46" w:rsidP="007B6A46">
      <w:r>
        <w:t>174.3142</w:t>
      </w:r>
      <w:r>
        <w:tab/>
        <w:t>2.025e0</w:t>
      </w:r>
    </w:p>
    <w:p w:rsidR="007B6A46" w:rsidRDefault="007B6A46" w:rsidP="007B6A46">
      <w:r>
        <w:t>174.3410</w:t>
      </w:r>
      <w:r>
        <w:tab/>
        <w:t>1.013e0</w:t>
      </w:r>
    </w:p>
    <w:p w:rsidR="007B6A46" w:rsidRDefault="007B6A46" w:rsidP="007B6A46">
      <w:r>
        <w:t>174.3584</w:t>
      </w:r>
      <w:r>
        <w:tab/>
        <w:t>1.013e0</w:t>
      </w:r>
    </w:p>
    <w:p w:rsidR="007B6A46" w:rsidRDefault="007B6A46" w:rsidP="007B6A46">
      <w:r>
        <w:t>174.3961</w:t>
      </w:r>
      <w:r>
        <w:tab/>
        <w:t>1.013e0</w:t>
      </w:r>
    </w:p>
    <w:p w:rsidR="007B6A46" w:rsidRDefault="007B6A46" w:rsidP="007B6A46">
      <w:r>
        <w:t>174.4106</w:t>
      </w:r>
      <w:r>
        <w:tab/>
        <w:t>1.013e0</w:t>
      </w:r>
    </w:p>
    <w:p w:rsidR="007B6A46" w:rsidRDefault="007B6A46" w:rsidP="007B6A46">
      <w:r>
        <w:t>174.4197</w:t>
      </w:r>
      <w:r>
        <w:tab/>
        <w:t>5.063e0</w:t>
      </w:r>
    </w:p>
    <w:p w:rsidR="007B6A46" w:rsidRDefault="007B6A46" w:rsidP="007B6A46">
      <w:r>
        <w:t>174.4563</w:t>
      </w:r>
      <w:r>
        <w:tab/>
        <w:t>1.013e0</w:t>
      </w:r>
    </w:p>
    <w:p w:rsidR="007B6A46" w:rsidRDefault="007B6A46" w:rsidP="007B6A46">
      <w:r>
        <w:t>174.5025</w:t>
      </w:r>
      <w:r>
        <w:tab/>
        <w:t>1.013e0</w:t>
      </w:r>
    </w:p>
    <w:p w:rsidR="007B6A46" w:rsidRDefault="007B6A46" w:rsidP="007B6A46">
      <w:r>
        <w:t>174.5094</w:t>
      </w:r>
      <w:r>
        <w:tab/>
        <w:t>1.013e0</w:t>
      </w:r>
    </w:p>
    <w:p w:rsidR="007B6A46" w:rsidRDefault="007B6A46" w:rsidP="007B6A46">
      <w:r>
        <w:t>174.5159</w:t>
      </w:r>
      <w:r>
        <w:tab/>
        <w:t>1.013e0</w:t>
      </w:r>
    </w:p>
    <w:p w:rsidR="007B6A46" w:rsidRDefault="007B6A46" w:rsidP="007B6A46">
      <w:r>
        <w:t>174.5368</w:t>
      </w:r>
      <w:r>
        <w:tab/>
        <w:t>1.013e0</w:t>
      </w:r>
    </w:p>
    <w:p w:rsidR="007B6A46" w:rsidRDefault="007B6A46" w:rsidP="007B6A46">
      <w:r>
        <w:lastRenderedPageBreak/>
        <w:t>174.5613</w:t>
      </w:r>
      <w:r>
        <w:tab/>
        <w:t>2.025e0</w:t>
      </w:r>
    </w:p>
    <w:p w:rsidR="007B6A46" w:rsidRDefault="007B6A46" w:rsidP="007B6A46">
      <w:r>
        <w:t>174.5758</w:t>
      </w:r>
      <w:r>
        <w:tab/>
        <w:t>1.013e0</w:t>
      </w:r>
    </w:p>
    <w:p w:rsidR="007B6A46" w:rsidRDefault="007B6A46" w:rsidP="007B6A46">
      <w:r>
        <w:t>174.6041</w:t>
      </w:r>
      <w:r>
        <w:tab/>
        <w:t>2.025e0</w:t>
      </w:r>
    </w:p>
    <w:p w:rsidR="007B6A46" w:rsidRDefault="007B6A46" w:rsidP="007B6A46">
      <w:r>
        <w:t>174.6183</w:t>
      </w:r>
      <w:r>
        <w:tab/>
        <w:t>1.013e0</w:t>
      </w:r>
    </w:p>
    <w:p w:rsidR="007B6A46" w:rsidRDefault="007B6A46" w:rsidP="007B6A46">
      <w:r>
        <w:t>174.6324</w:t>
      </w:r>
      <w:r>
        <w:tab/>
        <w:t>2.025e0</w:t>
      </w:r>
    </w:p>
    <w:p w:rsidR="007B6A46" w:rsidRDefault="007B6A46" w:rsidP="007B6A46">
      <w:r>
        <w:t>174.6361</w:t>
      </w:r>
      <w:r>
        <w:tab/>
        <w:t>1.013e0</w:t>
      </w:r>
    </w:p>
    <w:p w:rsidR="007B6A46" w:rsidRDefault="007B6A46" w:rsidP="007B6A46">
      <w:r>
        <w:t>174.6464</w:t>
      </w:r>
      <w:r>
        <w:tab/>
        <w:t>1.013e0</w:t>
      </w:r>
    </w:p>
    <w:p w:rsidR="007B6A46" w:rsidRDefault="007B6A46" w:rsidP="007B6A46">
      <w:r>
        <w:t>174.6619</w:t>
      </w:r>
      <w:r>
        <w:tab/>
        <w:t>2.025e0</w:t>
      </w:r>
    </w:p>
    <w:p w:rsidR="007B6A46" w:rsidRDefault="007B6A46" w:rsidP="007B6A46">
      <w:r>
        <w:t>174.6704</w:t>
      </w:r>
      <w:r>
        <w:tab/>
        <w:t>1.013e0</w:t>
      </w:r>
    </w:p>
    <w:p w:rsidR="007B6A46" w:rsidRDefault="007B6A46" w:rsidP="007B6A46">
      <w:r>
        <w:t>174.7301</w:t>
      </w:r>
      <w:r>
        <w:tab/>
        <w:t>1.013e0</w:t>
      </w:r>
    </w:p>
    <w:p w:rsidR="007B6A46" w:rsidRDefault="007B6A46" w:rsidP="007B6A46">
      <w:r>
        <w:t>174.7340</w:t>
      </w:r>
      <w:r>
        <w:tab/>
        <w:t>1.013e0</w:t>
      </w:r>
    </w:p>
    <w:p w:rsidR="007B6A46" w:rsidRDefault="007B6A46" w:rsidP="007B6A46">
      <w:r>
        <w:t>174.7514</w:t>
      </w:r>
      <w:r>
        <w:tab/>
        <w:t>1.013e0</w:t>
      </w:r>
    </w:p>
    <w:p w:rsidR="007B6A46" w:rsidRDefault="007B6A46" w:rsidP="007B6A46">
      <w:r>
        <w:t>174.7990</w:t>
      </w:r>
      <w:r>
        <w:tab/>
        <w:t>2.025e0</w:t>
      </w:r>
    </w:p>
    <w:p w:rsidR="007B6A46" w:rsidRDefault="007B6A46" w:rsidP="007B6A46">
      <w:r>
        <w:t>174.8886</w:t>
      </w:r>
      <w:r>
        <w:tab/>
        <w:t>1.013e0</w:t>
      </w:r>
    </w:p>
    <w:p w:rsidR="007B6A46" w:rsidRDefault="007B6A46" w:rsidP="007B6A46">
      <w:r>
        <w:t>174.9028</w:t>
      </w:r>
      <w:r>
        <w:tab/>
        <w:t>1.013e0</w:t>
      </w:r>
    </w:p>
    <w:p w:rsidR="007B6A46" w:rsidRDefault="007B6A46" w:rsidP="007B6A46">
      <w:r>
        <w:t>174.9378</w:t>
      </w:r>
      <w:r>
        <w:tab/>
        <w:t>1.013e0</w:t>
      </w:r>
    </w:p>
    <w:p w:rsidR="007B6A46" w:rsidRDefault="007B6A46" w:rsidP="007B6A46">
      <w:r>
        <w:t>174.9518</w:t>
      </w:r>
      <w:r>
        <w:tab/>
        <w:t>1.013e0</w:t>
      </w:r>
    </w:p>
    <w:p w:rsidR="007B6A46" w:rsidRDefault="007B6A46" w:rsidP="007B6A46">
      <w:r>
        <w:t>174.9652</w:t>
      </w:r>
      <w:r>
        <w:tab/>
        <w:t>1.013e0</w:t>
      </w:r>
    </w:p>
    <w:p w:rsidR="007B6A46" w:rsidRDefault="007B6A46" w:rsidP="007B6A46">
      <w:r>
        <w:t>174.9687</w:t>
      </w:r>
      <w:r>
        <w:tab/>
        <w:t>1.013e0</w:t>
      </w:r>
    </w:p>
    <w:p w:rsidR="007B6A46" w:rsidRDefault="007B6A46" w:rsidP="007B6A46">
      <w:r>
        <w:lastRenderedPageBreak/>
        <w:t>175.0044</w:t>
      </w:r>
      <w:r>
        <w:tab/>
        <w:t>1.013e0</w:t>
      </w:r>
    </w:p>
    <w:p w:rsidR="007B6A46" w:rsidRDefault="007B6A46" w:rsidP="007B6A46">
      <w:r>
        <w:t>175.0080</w:t>
      </w:r>
      <w:r>
        <w:tab/>
        <w:t>1.013e0</w:t>
      </w:r>
    </w:p>
    <w:p w:rsidR="007B6A46" w:rsidRDefault="007B6A46" w:rsidP="007B6A46">
      <w:r>
        <w:t>175.0310</w:t>
      </w:r>
      <w:r>
        <w:tab/>
        <w:t>2.025e0</w:t>
      </w:r>
    </w:p>
    <w:p w:rsidR="007B6A46" w:rsidRDefault="007B6A46" w:rsidP="007B6A46">
      <w:r>
        <w:t>175.0325</w:t>
      </w:r>
      <w:r>
        <w:tab/>
        <w:t>1.013e0</w:t>
      </w:r>
    </w:p>
    <w:p w:rsidR="007B6A46" w:rsidRDefault="007B6A46" w:rsidP="007B6A46">
      <w:r>
        <w:t>175.0434</w:t>
      </w:r>
      <w:r>
        <w:tab/>
        <w:t>1.013e0</w:t>
      </w:r>
    </w:p>
    <w:p w:rsidR="007B6A46" w:rsidRDefault="007B6A46" w:rsidP="007B6A46">
      <w:r>
        <w:t>175.0576</w:t>
      </w:r>
      <w:r>
        <w:tab/>
        <w:t>1.013e0</w:t>
      </w:r>
    </w:p>
    <w:p w:rsidR="007B6A46" w:rsidRDefault="007B6A46" w:rsidP="007B6A46">
      <w:r>
        <w:t>175.0667</w:t>
      </w:r>
      <w:r>
        <w:tab/>
        <w:t>5.063e0</w:t>
      </w:r>
    </w:p>
    <w:p w:rsidR="007B6A46" w:rsidRDefault="007B6A46" w:rsidP="007B6A46">
      <w:r>
        <w:t>175.0715</w:t>
      </w:r>
      <w:r>
        <w:tab/>
        <w:t>3.038e0</w:t>
      </w:r>
    </w:p>
    <w:p w:rsidR="007B6A46" w:rsidRDefault="007B6A46" w:rsidP="007B6A46">
      <w:r>
        <w:t>175.0891</w:t>
      </w:r>
      <w:r>
        <w:tab/>
        <w:t>1.013e0</w:t>
      </w:r>
    </w:p>
    <w:p w:rsidR="007B6A46" w:rsidRDefault="007B6A46" w:rsidP="007B6A46">
      <w:r>
        <w:t>175.0993</w:t>
      </w:r>
      <w:r>
        <w:tab/>
        <w:t>2.025e0</w:t>
      </w:r>
    </w:p>
    <w:p w:rsidR="007B6A46" w:rsidRDefault="007B6A46" w:rsidP="007B6A46">
      <w:r>
        <w:t>175.1060</w:t>
      </w:r>
      <w:r>
        <w:tab/>
        <w:t>5.063e0</w:t>
      </w:r>
    </w:p>
    <w:p w:rsidR="007B6A46" w:rsidRDefault="007B6A46" w:rsidP="007B6A46">
      <w:r>
        <w:t>175.1118</w:t>
      </w:r>
      <w:r>
        <w:tab/>
        <w:t>4.051e0</w:t>
      </w:r>
    </w:p>
    <w:p w:rsidR="007B6A46" w:rsidRDefault="007B6A46" w:rsidP="007B6A46">
      <w:r>
        <w:t>175.1129</w:t>
      </w:r>
      <w:r>
        <w:tab/>
        <w:t>1.013e0</w:t>
      </w:r>
    </w:p>
    <w:p w:rsidR="007B6A46" w:rsidRDefault="007B6A46" w:rsidP="007B6A46">
      <w:r>
        <w:t>175.1175</w:t>
      </w:r>
      <w:r>
        <w:tab/>
        <w:t>3.038e0</w:t>
      </w:r>
    </w:p>
    <w:p w:rsidR="007B6A46" w:rsidRDefault="007B6A46" w:rsidP="007B6A46">
      <w:r>
        <w:t>175.1290</w:t>
      </w:r>
      <w:r>
        <w:tab/>
        <w:t>2.025e0</w:t>
      </w:r>
    </w:p>
    <w:p w:rsidR="007B6A46" w:rsidRDefault="007B6A46" w:rsidP="007B6A46">
      <w:r>
        <w:t>175.1341</w:t>
      </w:r>
      <w:r>
        <w:tab/>
        <w:t>1.013e0</w:t>
      </w:r>
    </w:p>
    <w:p w:rsidR="007B6A46" w:rsidRDefault="007B6A46" w:rsidP="007B6A46">
      <w:r>
        <w:t>175.1468</w:t>
      </w:r>
      <w:r>
        <w:tab/>
        <w:t>2.025e0</w:t>
      </w:r>
    </w:p>
    <w:p w:rsidR="007B6A46" w:rsidRDefault="007B6A46" w:rsidP="007B6A46">
      <w:r>
        <w:t>175.1557</w:t>
      </w:r>
      <w:r>
        <w:tab/>
        <w:t>1.013e0</w:t>
      </w:r>
    </w:p>
    <w:p w:rsidR="007B6A46" w:rsidRDefault="007B6A46" w:rsidP="007B6A46">
      <w:r>
        <w:t>175.1592</w:t>
      </w:r>
      <w:r>
        <w:tab/>
        <w:t>2.025e0</w:t>
      </w:r>
    </w:p>
    <w:p w:rsidR="007B6A46" w:rsidRDefault="007B6A46" w:rsidP="007B6A46">
      <w:r>
        <w:lastRenderedPageBreak/>
        <w:t>175.1740</w:t>
      </w:r>
      <w:r>
        <w:tab/>
        <w:t>3.038e0</w:t>
      </w:r>
    </w:p>
    <w:p w:rsidR="007B6A46" w:rsidRDefault="007B6A46" w:rsidP="007B6A46">
      <w:r>
        <w:t>175.1944</w:t>
      </w:r>
      <w:r>
        <w:tab/>
        <w:t>1.013e0</w:t>
      </w:r>
    </w:p>
    <w:p w:rsidR="007B6A46" w:rsidRDefault="007B6A46" w:rsidP="007B6A46">
      <w:r>
        <w:t>175.3442</w:t>
      </w:r>
      <w:r>
        <w:tab/>
        <w:t>2.025e0</w:t>
      </w:r>
    </w:p>
    <w:p w:rsidR="007B6A46" w:rsidRDefault="007B6A46" w:rsidP="007B6A46">
      <w:r>
        <w:t>175.3546</w:t>
      </w:r>
      <w:r>
        <w:tab/>
        <w:t>2.025e0</w:t>
      </w:r>
    </w:p>
    <w:p w:rsidR="007B6A46" w:rsidRDefault="007B6A46" w:rsidP="007B6A46">
      <w:r>
        <w:t>175.3811</w:t>
      </w:r>
      <w:r>
        <w:tab/>
        <w:t>1.013e0</w:t>
      </w:r>
    </w:p>
    <w:p w:rsidR="007B6A46" w:rsidRDefault="007B6A46" w:rsidP="007B6A46">
      <w:r>
        <w:t>175.3951</w:t>
      </w:r>
      <w:r>
        <w:tab/>
        <w:t>1.013e0</w:t>
      </w:r>
    </w:p>
    <w:p w:rsidR="007B6A46" w:rsidRDefault="007B6A46" w:rsidP="007B6A46">
      <w:r>
        <w:t>175.4020</w:t>
      </w:r>
      <w:r>
        <w:tab/>
        <w:t>1.013e0</w:t>
      </w:r>
    </w:p>
    <w:p w:rsidR="007B6A46" w:rsidRDefault="007B6A46" w:rsidP="007B6A46">
      <w:r>
        <w:t>175.4619</w:t>
      </w:r>
      <w:r>
        <w:tab/>
        <w:t>2.025e0</w:t>
      </w:r>
    </w:p>
    <w:p w:rsidR="007B6A46" w:rsidRDefault="007B6A46" w:rsidP="007B6A46">
      <w:r>
        <w:t>175.4902</w:t>
      </w:r>
      <w:r>
        <w:tab/>
        <w:t>1.013e0</w:t>
      </w:r>
    </w:p>
    <w:p w:rsidR="007B6A46" w:rsidRDefault="007B6A46" w:rsidP="007B6A46">
      <w:r>
        <w:t>175.5328</w:t>
      </w:r>
      <w:r>
        <w:tab/>
        <w:t>1.013e0</w:t>
      </w:r>
    </w:p>
    <w:p w:rsidR="007B6A46" w:rsidRDefault="007B6A46" w:rsidP="007B6A46">
      <w:r>
        <w:t>175.5500</w:t>
      </w:r>
      <w:r>
        <w:tab/>
        <w:t>1.013e0</w:t>
      </w:r>
    </w:p>
    <w:p w:rsidR="007B6A46" w:rsidRDefault="007B6A46" w:rsidP="007B6A46">
      <w:r>
        <w:t>175.5567</w:t>
      </w:r>
      <w:r>
        <w:tab/>
        <w:t>2.025e0</w:t>
      </w:r>
    </w:p>
    <w:p w:rsidR="007B6A46" w:rsidRDefault="007B6A46" w:rsidP="007B6A46">
      <w:r>
        <w:t>175.5809</w:t>
      </w:r>
      <w:r>
        <w:tab/>
        <w:t>1.013e0</w:t>
      </w:r>
    </w:p>
    <w:p w:rsidR="007B6A46" w:rsidRDefault="007B6A46" w:rsidP="007B6A46">
      <w:r>
        <w:t>175.5845</w:t>
      </w:r>
      <w:r>
        <w:tab/>
        <w:t>2.025e0</w:t>
      </w:r>
    </w:p>
    <w:p w:rsidR="007B6A46" w:rsidRDefault="007B6A46" w:rsidP="007B6A46">
      <w:r>
        <w:t>175.6061</w:t>
      </w:r>
      <w:r>
        <w:tab/>
        <w:t>1.013e0</w:t>
      </w:r>
    </w:p>
    <w:p w:rsidR="007B6A46" w:rsidRDefault="007B6A46" w:rsidP="007B6A46">
      <w:r>
        <w:t>175.6133</w:t>
      </w:r>
      <w:r>
        <w:tab/>
        <w:t>1.013e0</w:t>
      </w:r>
    </w:p>
    <w:p w:rsidR="007B6A46" w:rsidRDefault="007B6A46" w:rsidP="007B6A46">
      <w:r>
        <w:t>175.6627</w:t>
      </w:r>
      <w:r>
        <w:tab/>
        <w:t>1.013e0</w:t>
      </w:r>
    </w:p>
    <w:p w:rsidR="007B6A46" w:rsidRDefault="007B6A46" w:rsidP="007B6A46">
      <w:r>
        <w:t>175.6736</w:t>
      </w:r>
      <w:r>
        <w:tab/>
        <w:t>1.013e0</w:t>
      </w:r>
    </w:p>
    <w:p w:rsidR="007B6A46" w:rsidRDefault="007B6A46" w:rsidP="007B6A46">
      <w:r>
        <w:t>175.7119</w:t>
      </w:r>
      <w:r>
        <w:tab/>
        <w:t>1.013e0</w:t>
      </w:r>
    </w:p>
    <w:p w:rsidR="007B6A46" w:rsidRDefault="007B6A46" w:rsidP="007B6A46">
      <w:r>
        <w:lastRenderedPageBreak/>
        <w:t>175.7469</w:t>
      </w:r>
      <w:r>
        <w:tab/>
        <w:t>1.013e0</w:t>
      </w:r>
    </w:p>
    <w:p w:rsidR="007B6A46" w:rsidRDefault="007B6A46" w:rsidP="007B6A46">
      <w:r>
        <w:t>175.7596</w:t>
      </w:r>
      <w:r>
        <w:tab/>
        <w:t>3.038e0</w:t>
      </w:r>
    </w:p>
    <w:p w:rsidR="007B6A46" w:rsidRDefault="007B6A46" w:rsidP="007B6A46">
      <w:r>
        <w:t>175.8286</w:t>
      </w:r>
      <w:r>
        <w:tab/>
        <w:t>1.013e0</w:t>
      </w:r>
    </w:p>
    <w:p w:rsidR="007B6A46" w:rsidRDefault="007B6A46" w:rsidP="007B6A46">
      <w:r>
        <w:t>175.8564</w:t>
      </w:r>
      <w:r>
        <w:tab/>
        <w:t>1.013e0</w:t>
      </w:r>
    </w:p>
    <w:p w:rsidR="007B6A46" w:rsidRDefault="007B6A46" w:rsidP="007B6A46">
      <w:r>
        <w:t>175.8598</w:t>
      </w:r>
      <w:r>
        <w:tab/>
        <w:t>1.013e0</w:t>
      </w:r>
    </w:p>
    <w:p w:rsidR="007B6A46" w:rsidRDefault="007B6A46" w:rsidP="007B6A46">
      <w:r>
        <w:t>175.8635</w:t>
      </w:r>
      <w:r>
        <w:tab/>
        <w:t>1.013e0</w:t>
      </w:r>
    </w:p>
    <w:p w:rsidR="007B6A46" w:rsidRDefault="007B6A46" w:rsidP="007B6A46">
      <w:r>
        <w:t>175.9052</w:t>
      </w:r>
      <w:r>
        <w:tab/>
        <w:t>1.013e0</w:t>
      </w:r>
    </w:p>
    <w:p w:rsidR="007B6A46" w:rsidRDefault="007B6A46" w:rsidP="007B6A46">
      <w:r>
        <w:t>175.9375</w:t>
      </w:r>
      <w:r>
        <w:tab/>
        <w:t>1.013e0</w:t>
      </w:r>
    </w:p>
    <w:p w:rsidR="007B6A46" w:rsidRDefault="007B6A46" w:rsidP="007B6A46">
      <w:r>
        <w:t>175.9481</w:t>
      </w:r>
      <w:r>
        <w:tab/>
        <w:t>1.013e0</w:t>
      </w:r>
    </w:p>
    <w:p w:rsidR="007B6A46" w:rsidRDefault="007B6A46" w:rsidP="007B6A46">
      <w:r>
        <w:t>175.9801</w:t>
      </w:r>
      <w:r>
        <w:tab/>
        <w:t>1.013e0</w:t>
      </w:r>
    </w:p>
    <w:p w:rsidR="007B6A46" w:rsidRDefault="007B6A46" w:rsidP="007B6A46">
      <w:r>
        <w:t>175.9837</w:t>
      </w:r>
      <w:r>
        <w:tab/>
        <w:t>1.013e0</w:t>
      </w:r>
    </w:p>
    <w:p w:rsidR="007B6A46" w:rsidRDefault="007B6A46" w:rsidP="007B6A46">
      <w:r>
        <w:t>175.9870</w:t>
      </w:r>
      <w:r>
        <w:tab/>
        <w:t>2.025e0</w:t>
      </w:r>
    </w:p>
    <w:p w:rsidR="007B6A46" w:rsidRDefault="007B6A46" w:rsidP="007B6A46">
      <w:r>
        <w:t>176.0015</w:t>
      </w:r>
      <w:r>
        <w:tab/>
        <w:t>1.013e0</w:t>
      </w:r>
    </w:p>
    <w:p w:rsidR="007B6A46" w:rsidRDefault="007B6A46" w:rsidP="007B6A46">
      <w:r>
        <w:t>176.0153</w:t>
      </w:r>
      <w:r>
        <w:tab/>
        <w:t>1.013e0</w:t>
      </w:r>
    </w:p>
    <w:p w:rsidR="007B6A46" w:rsidRDefault="007B6A46" w:rsidP="007B6A46">
      <w:r>
        <w:t>176.0323</w:t>
      </w:r>
      <w:r>
        <w:tab/>
        <w:t>1.013e0</w:t>
      </w:r>
    </w:p>
    <w:p w:rsidR="007B6A46" w:rsidRDefault="007B6A46" w:rsidP="007B6A46">
      <w:r>
        <w:t>176.0567</w:t>
      </w:r>
      <w:r>
        <w:tab/>
        <w:t>1.013e0</w:t>
      </w:r>
    </w:p>
    <w:p w:rsidR="007B6A46" w:rsidRDefault="007B6A46" w:rsidP="007B6A46">
      <w:r>
        <w:t>176.0587</w:t>
      </w:r>
      <w:r>
        <w:tab/>
        <w:t>2.025e0</w:t>
      </w:r>
    </w:p>
    <w:p w:rsidR="007B6A46" w:rsidRDefault="007B6A46" w:rsidP="007B6A46">
      <w:r>
        <w:t>176.0605</w:t>
      </w:r>
      <w:r>
        <w:tab/>
        <w:t>1.013e0</w:t>
      </w:r>
    </w:p>
    <w:p w:rsidR="007B6A46" w:rsidRDefault="007B6A46" w:rsidP="007B6A46">
      <w:r>
        <w:t>176.0854</w:t>
      </w:r>
      <w:r>
        <w:tab/>
        <w:t>3.038e0</w:t>
      </w:r>
    </w:p>
    <w:p w:rsidR="007B6A46" w:rsidRDefault="007B6A46" w:rsidP="007B6A46">
      <w:r>
        <w:lastRenderedPageBreak/>
        <w:t>176.0872</w:t>
      </w:r>
      <w:r>
        <w:tab/>
        <w:t>2.025e0</w:t>
      </w:r>
    </w:p>
    <w:p w:rsidR="007B6A46" w:rsidRDefault="007B6A46" w:rsidP="007B6A46">
      <w:r>
        <w:t>176.0916</w:t>
      </w:r>
      <w:r>
        <w:tab/>
        <w:t>3.038e0</w:t>
      </w:r>
    </w:p>
    <w:p w:rsidR="007B6A46" w:rsidRDefault="007B6A46" w:rsidP="007B6A46">
      <w:r>
        <w:t>176.1030</w:t>
      </w:r>
      <w:r>
        <w:tab/>
        <w:t>2.025e0</w:t>
      </w:r>
    </w:p>
    <w:p w:rsidR="007B6A46" w:rsidRDefault="007B6A46" w:rsidP="007B6A46">
      <w:r>
        <w:t>176.1065</w:t>
      </w:r>
      <w:r>
        <w:tab/>
        <w:t>1.013e0</w:t>
      </w:r>
    </w:p>
    <w:p w:rsidR="007B6A46" w:rsidRDefault="007B6A46" w:rsidP="007B6A46">
      <w:r>
        <w:t>176.1103</w:t>
      </w:r>
      <w:r>
        <w:tab/>
        <w:t>2.025e0</w:t>
      </w:r>
    </w:p>
    <w:p w:rsidR="007B6A46" w:rsidRDefault="007B6A46" w:rsidP="007B6A46">
      <w:r>
        <w:t>176.1299</w:t>
      </w:r>
      <w:r>
        <w:tab/>
        <w:t>2.025e0</w:t>
      </w:r>
    </w:p>
    <w:p w:rsidR="007B6A46" w:rsidRDefault="007B6A46" w:rsidP="007B6A46">
      <w:r>
        <w:t>176.1421</w:t>
      </w:r>
      <w:r>
        <w:tab/>
        <w:t>1.013e0</w:t>
      </w:r>
    </w:p>
    <w:p w:rsidR="007B6A46" w:rsidRDefault="007B6A46" w:rsidP="007B6A46">
      <w:r>
        <w:t>176.2189</w:t>
      </w:r>
      <w:r>
        <w:tab/>
        <w:t>1.013e0</w:t>
      </w:r>
    </w:p>
    <w:p w:rsidR="007B6A46" w:rsidRDefault="007B6A46" w:rsidP="007B6A46">
      <w:r>
        <w:t>176.2691</w:t>
      </w:r>
      <w:r>
        <w:tab/>
        <w:t>1.013e0</w:t>
      </w:r>
    </w:p>
    <w:p w:rsidR="007B6A46" w:rsidRDefault="007B6A46" w:rsidP="007B6A46">
      <w:r>
        <w:t>176.2865</w:t>
      </w:r>
      <w:r>
        <w:tab/>
        <w:t>1.013e0</w:t>
      </w:r>
    </w:p>
    <w:p w:rsidR="007B6A46" w:rsidRDefault="007B6A46" w:rsidP="007B6A46">
      <w:r>
        <w:t>176.2975</w:t>
      </w:r>
      <w:r>
        <w:tab/>
        <w:t>1.013e0</w:t>
      </w:r>
    </w:p>
    <w:p w:rsidR="007B6A46" w:rsidRDefault="007B6A46" w:rsidP="007B6A46">
      <w:r>
        <w:t>176.3327</w:t>
      </w:r>
      <w:r>
        <w:tab/>
        <w:t>1.013e0</w:t>
      </w:r>
    </w:p>
    <w:p w:rsidR="007B6A46" w:rsidRDefault="007B6A46" w:rsidP="007B6A46">
      <w:r>
        <w:t>176.3569</w:t>
      </w:r>
      <w:r>
        <w:tab/>
        <w:t>1.013e0</w:t>
      </w:r>
    </w:p>
    <w:p w:rsidR="007B6A46" w:rsidRDefault="007B6A46" w:rsidP="007B6A46">
      <w:r>
        <w:t>176.3638</w:t>
      </w:r>
      <w:r>
        <w:tab/>
        <w:t>1.013e0</w:t>
      </w:r>
    </w:p>
    <w:p w:rsidR="007B6A46" w:rsidRDefault="007B6A46" w:rsidP="007B6A46">
      <w:r>
        <w:t>176.3958</w:t>
      </w:r>
      <w:r>
        <w:tab/>
        <w:t>1.013e0</w:t>
      </w:r>
    </w:p>
    <w:p w:rsidR="007B6A46" w:rsidRDefault="007B6A46" w:rsidP="007B6A46">
      <w:r>
        <w:t>176.4136</w:t>
      </w:r>
      <w:r>
        <w:tab/>
        <w:t>1.013e0</w:t>
      </w:r>
    </w:p>
    <w:p w:rsidR="007B6A46" w:rsidRDefault="007B6A46" w:rsidP="007B6A46">
      <w:r>
        <w:t>176.5401</w:t>
      </w:r>
      <w:r>
        <w:tab/>
        <w:t>1.013e0</w:t>
      </w:r>
    </w:p>
    <w:p w:rsidR="007B6A46" w:rsidRDefault="007B6A46" w:rsidP="007B6A46">
      <w:r>
        <w:t>176.5474</w:t>
      </w:r>
      <w:r>
        <w:tab/>
        <w:t>1.013e0</w:t>
      </w:r>
    </w:p>
    <w:p w:rsidR="007B6A46" w:rsidRDefault="007B6A46" w:rsidP="007B6A46">
      <w:r>
        <w:t>176.5543</w:t>
      </w:r>
      <w:r>
        <w:tab/>
        <w:t>1.013e0</w:t>
      </w:r>
    </w:p>
    <w:p w:rsidR="007B6A46" w:rsidRDefault="007B6A46" w:rsidP="007B6A46">
      <w:r>
        <w:lastRenderedPageBreak/>
        <w:t>176.5626</w:t>
      </w:r>
      <w:r>
        <w:tab/>
        <w:t>3.038e0</w:t>
      </w:r>
    </w:p>
    <w:p w:rsidR="007B6A46" w:rsidRDefault="007B6A46" w:rsidP="007B6A46">
      <w:r>
        <w:t>176.5688</w:t>
      </w:r>
      <w:r>
        <w:tab/>
        <w:t>1.013e0</w:t>
      </w:r>
    </w:p>
    <w:p w:rsidR="007B6A46" w:rsidRDefault="007B6A46" w:rsidP="007B6A46">
      <w:r>
        <w:t>176.5864</w:t>
      </w:r>
      <w:r>
        <w:tab/>
        <w:t>1.013e0</w:t>
      </w:r>
    </w:p>
    <w:p w:rsidR="007B6A46" w:rsidRDefault="007B6A46" w:rsidP="007B6A46">
      <w:r>
        <w:t>176.6184</w:t>
      </w:r>
      <w:r>
        <w:tab/>
        <w:t>1.013e0</w:t>
      </w:r>
    </w:p>
    <w:p w:rsidR="007B6A46" w:rsidRDefault="007B6A46" w:rsidP="007B6A46">
      <w:r>
        <w:t>176.6290</w:t>
      </w:r>
      <w:r>
        <w:tab/>
        <w:t>1.013e0</w:t>
      </w:r>
    </w:p>
    <w:p w:rsidR="007B6A46" w:rsidRDefault="007B6A46" w:rsidP="007B6A46">
      <w:r>
        <w:t>176.6719</w:t>
      </w:r>
      <w:r>
        <w:tab/>
        <w:t>1.013e0</w:t>
      </w:r>
    </w:p>
    <w:p w:rsidR="007B6A46" w:rsidRDefault="007B6A46" w:rsidP="007B6A46">
      <w:r>
        <w:t>176.6751</w:t>
      </w:r>
      <w:r>
        <w:tab/>
        <w:t>1.013e0</w:t>
      </w:r>
    </w:p>
    <w:p w:rsidR="007B6A46" w:rsidRDefault="007B6A46" w:rsidP="007B6A46">
      <w:r>
        <w:t>176.7135</w:t>
      </w:r>
      <w:r>
        <w:tab/>
        <w:t>1.013e0</w:t>
      </w:r>
    </w:p>
    <w:p w:rsidR="007B6A46" w:rsidRDefault="007B6A46" w:rsidP="007B6A46">
      <w:r>
        <w:t>176.7631</w:t>
      </w:r>
      <w:r>
        <w:tab/>
        <w:t>1.013e0</w:t>
      </w:r>
    </w:p>
    <w:p w:rsidR="007B6A46" w:rsidRDefault="007B6A46" w:rsidP="007B6A46">
      <w:r>
        <w:t>176.8024</w:t>
      </w:r>
      <w:r>
        <w:tab/>
        <w:t>1.013e0</w:t>
      </w:r>
    </w:p>
    <w:p w:rsidR="007B6A46" w:rsidRDefault="007B6A46" w:rsidP="007B6A46">
      <w:r>
        <w:t>176.8096</w:t>
      </w:r>
      <w:r>
        <w:tab/>
        <w:t>1.013e0</w:t>
      </w:r>
    </w:p>
    <w:p w:rsidR="007B6A46" w:rsidRDefault="007B6A46" w:rsidP="007B6A46">
      <w:r>
        <w:t>176.8200</w:t>
      </w:r>
      <w:r>
        <w:tab/>
        <w:t>1.013e0</w:t>
      </w:r>
    </w:p>
    <w:p w:rsidR="007B6A46" w:rsidRDefault="007B6A46" w:rsidP="007B6A46">
      <w:r>
        <w:t>176.8485</w:t>
      </w:r>
      <w:r>
        <w:tab/>
        <w:t>2.025e0</w:t>
      </w:r>
    </w:p>
    <w:p w:rsidR="007B6A46" w:rsidRDefault="007B6A46" w:rsidP="007B6A46">
      <w:r>
        <w:t>176.8586</w:t>
      </w:r>
      <w:r>
        <w:tab/>
        <w:t>1.013e0</w:t>
      </w:r>
    </w:p>
    <w:p w:rsidR="007B6A46" w:rsidRDefault="007B6A46" w:rsidP="007B6A46">
      <w:r>
        <w:t>176.8604</w:t>
      </w:r>
      <w:r>
        <w:tab/>
        <w:t>2.025e0</w:t>
      </w:r>
    </w:p>
    <w:p w:rsidR="007B6A46" w:rsidRDefault="007B6A46" w:rsidP="007B6A46">
      <w:r>
        <w:t>176.8794</w:t>
      </w:r>
      <w:r>
        <w:tab/>
        <w:t>1.013e0</w:t>
      </w:r>
    </w:p>
    <w:p w:rsidR="007B6A46" w:rsidRDefault="007B6A46" w:rsidP="007B6A46">
      <w:r>
        <w:t>176.9187</w:t>
      </w:r>
      <w:r>
        <w:tab/>
        <w:t>1.013e0</w:t>
      </w:r>
    </w:p>
    <w:p w:rsidR="007B6A46" w:rsidRDefault="007B6A46" w:rsidP="007B6A46">
      <w:r>
        <w:t>176.9330</w:t>
      </w:r>
      <w:r>
        <w:tab/>
        <w:t>1.013e0</w:t>
      </w:r>
    </w:p>
    <w:p w:rsidR="007B6A46" w:rsidRDefault="007B6A46" w:rsidP="007B6A46">
      <w:r>
        <w:t>177.0168</w:t>
      </w:r>
      <w:r>
        <w:tab/>
        <w:t>2.025e0</w:t>
      </w:r>
    </w:p>
    <w:p w:rsidR="007B6A46" w:rsidRDefault="007B6A46" w:rsidP="007B6A46">
      <w:r>
        <w:lastRenderedPageBreak/>
        <w:t>177.0287</w:t>
      </w:r>
      <w:r>
        <w:tab/>
        <w:t>1.013e0</w:t>
      </w:r>
    </w:p>
    <w:p w:rsidR="007B6A46" w:rsidRDefault="007B6A46" w:rsidP="007B6A46">
      <w:r>
        <w:t>177.0319</w:t>
      </w:r>
      <w:r>
        <w:tab/>
        <w:t>1.013e0</w:t>
      </w:r>
    </w:p>
    <w:p w:rsidR="007B6A46" w:rsidRDefault="007B6A46" w:rsidP="007B6A46">
      <w:r>
        <w:t>177.0425</w:t>
      </w:r>
      <w:r>
        <w:tab/>
        <w:t>2.025e0</w:t>
      </w:r>
    </w:p>
    <w:p w:rsidR="007B6A46" w:rsidRDefault="007B6A46" w:rsidP="007B6A46">
      <w:r>
        <w:t>177.0458</w:t>
      </w:r>
      <w:r>
        <w:tab/>
        <w:t>1.013e0</w:t>
      </w:r>
    </w:p>
    <w:p w:rsidR="007B6A46" w:rsidRDefault="007B6A46" w:rsidP="007B6A46">
      <w:r>
        <w:t>177.0701</w:t>
      </w:r>
      <w:r>
        <w:tab/>
        <w:t>2.025e0</w:t>
      </w:r>
    </w:p>
    <w:p w:rsidR="007B6A46" w:rsidRDefault="007B6A46" w:rsidP="007B6A46">
      <w:r>
        <w:t>177.0955</w:t>
      </w:r>
      <w:r>
        <w:tab/>
        <w:t>1.013e0</w:t>
      </w:r>
    </w:p>
    <w:p w:rsidR="007B6A46" w:rsidRDefault="007B6A46" w:rsidP="007B6A46">
      <w:r>
        <w:t>177.0976</w:t>
      </w:r>
      <w:r>
        <w:tab/>
        <w:t>5.063e0</w:t>
      </w:r>
    </w:p>
    <w:p w:rsidR="007B6A46" w:rsidRDefault="007B6A46" w:rsidP="007B6A46">
      <w:r>
        <w:t>177.1032</w:t>
      </w:r>
      <w:r>
        <w:tab/>
        <w:t>3.038e0</w:t>
      </w:r>
    </w:p>
    <w:p w:rsidR="007B6A46" w:rsidRDefault="007B6A46" w:rsidP="007B6A46">
      <w:r>
        <w:t>177.1204</w:t>
      </w:r>
      <w:r>
        <w:tab/>
        <w:t>1.013e0</w:t>
      </w:r>
    </w:p>
    <w:p w:rsidR="007B6A46" w:rsidRDefault="007B6A46" w:rsidP="007B6A46">
      <w:r>
        <w:t>177.1219</w:t>
      </w:r>
      <w:r>
        <w:tab/>
        <w:t>2.025e0</w:t>
      </w:r>
    </w:p>
    <w:p w:rsidR="007B6A46" w:rsidRDefault="007B6A46" w:rsidP="007B6A46">
      <w:r>
        <w:t>177.1418</w:t>
      </w:r>
      <w:r>
        <w:tab/>
        <w:t>1.013e0</w:t>
      </w:r>
    </w:p>
    <w:p w:rsidR="007B6A46" w:rsidRDefault="007B6A46" w:rsidP="007B6A46">
      <w:r>
        <w:t>177.2158</w:t>
      </w:r>
      <w:r>
        <w:tab/>
        <w:t>1.013e0</w:t>
      </w:r>
    </w:p>
    <w:p w:rsidR="007B6A46" w:rsidRDefault="007B6A46" w:rsidP="007B6A46">
      <w:r>
        <w:t>177.2437</w:t>
      </w:r>
      <w:r>
        <w:tab/>
        <w:t>2.025e0</w:t>
      </w:r>
    </w:p>
    <w:p w:rsidR="007B6A46" w:rsidRDefault="007B6A46" w:rsidP="007B6A46">
      <w:r>
        <w:t>177.2580</w:t>
      </w:r>
      <w:r>
        <w:tab/>
        <w:t>1.013e0</w:t>
      </w:r>
    </w:p>
    <w:p w:rsidR="007B6A46" w:rsidRDefault="007B6A46" w:rsidP="007B6A46">
      <w:r>
        <w:t>177.3042</w:t>
      </w:r>
      <w:r>
        <w:tab/>
        <w:t>1.013e0</w:t>
      </w:r>
    </w:p>
    <w:p w:rsidR="007B6A46" w:rsidRDefault="007B6A46" w:rsidP="007B6A46">
      <w:r>
        <w:t>177.3148</w:t>
      </w:r>
      <w:r>
        <w:tab/>
        <w:t>1.013e0</w:t>
      </w:r>
    </w:p>
    <w:p w:rsidR="007B6A46" w:rsidRDefault="007B6A46" w:rsidP="007B6A46">
      <w:r>
        <w:t>177.3222</w:t>
      </w:r>
      <w:r>
        <w:tab/>
        <w:t>1.013e0</w:t>
      </w:r>
    </w:p>
    <w:p w:rsidR="007B6A46" w:rsidRDefault="007B6A46" w:rsidP="007B6A46">
      <w:r>
        <w:t>177.3508</w:t>
      </w:r>
      <w:r>
        <w:tab/>
        <w:t>1.013e0</w:t>
      </w:r>
    </w:p>
    <w:p w:rsidR="007B6A46" w:rsidRDefault="007B6A46" w:rsidP="007B6A46">
      <w:r>
        <w:t>177.3754</w:t>
      </w:r>
      <w:r>
        <w:tab/>
        <w:t>1.013e0</w:t>
      </w:r>
    </w:p>
    <w:p w:rsidR="007B6A46" w:rsidRDefault="007B6A46" w:rsidP="007B6A46">
      <w:r>
        <w:lastRenderedPageBreak/>
        <w:t>177.3896</w:t>
      </w:r>
      <w:r>
        <w:tab/>
        <w:t>1.013e0</w:t>
      </w:r>
    </w:p>
    <w:p w:rsidR="007B6A46" w:rsidRDefault="007B6A46" w:rsidP="007B6A46">
      <w:r>
        <w:t>177.4421</w:t>
      </w:r>
      <w:r>
        <w:tab/>
        <w:t>1.013e0</w:t>
      </w:r>
    </w:p>
    <w:p w:rsidR="007B6A46" w:rsidRDefault="007B6A46" w:rsidP="007B6A46">
      <w:r>
        <w:t>177.4671</w:t>
      </w:r>
      <w:r>
        <w:tab/>
        <w:t>1.013e0</w:t>
      </w:r>
    </w:p>
    <w:p w:rsidR="007B6A46" w:rsidRDefault="007B6A46" w:rsidP="007B6A46">
      <w:r>
        <w:t>177.5096</w:t>
      </w:r>
      <w:r>
        <w:tab/>
        <w:t>1.013e0</w:t>
      </w:r>
    </w:p>
    <w:p w:rsidR="007B6A46" w:rsidRDefault="007B6A46" w:rsidP="007B6A46">
      <w:r>
        <w:t>177.5384</w:t>
      </w:r>
      <w:r>
        <w:tab/>
        <w:t>1.013e0</w:t>
      </w:r>
    </w:p>
    <w:p w:rsidR="007B6A46" w:rsidRDefault="007B6A46" w:rsidP="007B6A46">
      <w:r>
        <w:t>177.5633</w:t>
      </w:r>
      <w:r>
        <w:tab/>
        <w:t>1.013e0</w:t>
      </w:r>
    </w:p>
    <w:p w:rsidR="007B6A46" w:rsidRDefault="007B6A46" w:rsidP="007B6A46">
      <w:r>
        <w:t>177.5668</w:t>
      </w:r>
      <w:r>
        <w:tab/>
        <w:t>2.025e0</w:t>
      </w:r>
    </w:p>
    <w:p w:rsidR="007B6A46" w:rsidRDefault="007B6A46" w:rsidP="007B6A46">
      <w:r>
        <w:t>177.5842</w:t>
      </w:r>
      <w:r>
        <w:tab/>
        <w:t>1.013e0</w:t>
      </w:r>
    </w:p>
    <w:p w:rsidR="007B6A46" w:rsidRDefault="007B6A46" w:rsidP="007B6A46">
      <w:r>
        <w:t>177.6048</w:t>
      </w:r>
      <w:r>
        <w:tab/>
        <w:t>2.025e0</w:t>
      </w:r>
    </w:p>
    <w:p w:rsidR="007B6A46" w:rsidRDefault="007B6A46" w:rsidP="007B6A46">
      <w:r>
        <w:t>177.6405</w:t>
      </w:r>
      <w:r>
        <w:tab/>
        <w:t>1.013e0</w:t>
      </w:r>
    </w:p>
    <w:p w:rsidR="007B6A46" w:rsidRDefault="007B6A46" w:rsidP="007B6A46">
      <w:r>
        <w:t>177.6655</w:t>
      </w:r>
      <w:r>
        <w:tab/>
        <w:t>1.013e0</w:t>
      </w:r>
    </w:p>
    <w:p w:rsidR="007B6A46" w:rsidRDefault="007B6A46" w:rsidP="007B6A46">
      <w:r>
        <w:t>177.7476</w:t>
      </w:r>
      <w:r>
        <w:tab/>
        <w:t>1.013e0</w:t>
      </w:r>
    </w:p>
    <w:p w:rsidR="007B6A46" w:rsidRDefault="007B6A46" w:rsidP="007B6A46">
      <w:r>
        <w:t>177.7647</w:t>
      </w:r>
      <w:r>
        <w:tab/>
        <w:t>1.013e0</w:t>
      </w:r>
    </w:p>
    <w:p w:rsidR="007B6A46" w:rsidRDefault="007B6A46" w:rsidP="007B6A46">
      <w:r>
        <w:t>177.8211</w:t>
      </w:r>
      <w:r>
        <w:tab/>
        <w:t>1.013e0</w:t>
      </w:r>
    </w:p>
    <w:p w:rsidR="007B6A46" w:rsidRDefault="007B6A46" w:rsidP="007B6A46">
      <w:r>
        <w:t>177.8352</w:t>
      </w:r>
      <w:r>
        <w:tab/>
        <w:t>1.013e0</w:t>
      </w:r>
    </w:p>
    <w:p w:rsidR="007B6A46" w:rsidRDefault="007B6A46" w:rsidP="007B6A46">
      <w:r>
        <w:t>177.8569</w:t>
      </w:r>
      <w:r>
        <w:tab/>
        <w:t>1.013e0</w:t>
      </w:r>
    </w:p>
    <w:p w:rsidR="007B6A46" w:rsidRDefault="007B6A46" w:rsidP="007B6A46">
      <w:r>
        <w:t>177.8744</w:t>
      </w:r>
      <w:r>
        <w:tab/>
        <w:t>1.013e0</w:t>
      </w:r>
    </w:p>
    <w:p w:rsidR="007B6A46" w:rsidRDefault="007B6A46" w:rsidP="007B6A46">
      <w:r>
        <w:t>177.9247</w:t>
      </w:r>
      <w:r>
        <w:tab/>
        <w:t>1.013e0</w:t>
      </w:r>
    </w:p>
    <w:p w:rsidR="007B6A46" w:rsidRDefault="007B6A46" w:rsidP="007B6A46">
      <w:r>
        <w:t>177.9713</w:t>
      </w:r>
      <w:r>
        <w:tab/>
        <w:t>3.038e0</w:t>
      </w:r>
    </w:p>
    <w:p w:rsidR="007B6A46" w:rsidRDefault="007B6A46" w:rsidP="007B6A46">
      <w:r>
        <w:lastRenderedPageBreak/>
        <w:t>178.0266</w:t>
      </w:r>
      <w:r>
        <w:tab/>
        <w:t>1.013e0</w:t>
      </w:r>
    </w:p>
    <w:p w:rsidR="007B6A46" w:rsidRDefault="007B6A46" w:rsidP="007B6A46">
      <w:r>
        <w:t>178.0376</w:t>
      </w:r>
      <w:r>
        <w:tab/>
        <w:t>1.013e0</w:t>
      </w:r>
    </w:p>
    <w:p w:rsidR="007B6A46" w:rsidRDefault="007B6A46" w:rsidP="007B6A46">
      <w:r>
        <w:t>178.0412</w:t>
      </w:r>
      <w:r>
        <w:tab/>
        <w:t>1.013e0</w:t>
      </w:r>
    </w:p>
    <w:p w:rsidR="007B6A46" w:rsidRDefault="007B6A46" w:rsidP="007B6A46">
      <w:r>
        <w:t>178.0626</w:t>
      </w:r>
      <w:r>
        <w:tab/>
        <w:t>1.013e0</w:t>
      </w:r>
    </w:p>
    <w:p w:rsidR="007B6A46" w:rsidRDefault="007B6A46" w:rsidP="007B6A46">
      <w:r>
        <w:t>178.0694</w:t>
      </w:r>
      <w:r>
        <w:tab/>
        <w:t>2.025e0</w:t>
      </w:r>
    </w:p>
    <w:p w:rsidR="007B6A46" w:rsidRDefault="007B6A46" w:rsidP="007B6A46">
      <w:r>
        <w:t>178.0765</w:t>
      </w:r>
      <w:r>
        <w:tab/>
        <w:t>1.013e0</w:t>
      </w:r>
    </w:p>
    <w:p w:rsidR="007B6A46" w:rsidRDefault="007B6A46" w:rsidP="007B6A46">
      <w:r>
        <w:t>178.0840</w:t>
      </w:r>
      <w:r>
        <w:tab/>
        <w:t>1.013e0</w:t>
      </w:r>
    </w:p>
    <w:p w:rsidR="007B6A46" w:rsidRDefault="007B6A46" w:rsidP="007B6A46">
      <w:r>
        <w:t>178.0872</w:t>
      </w:r>
      <w:r>
        <w:tab/>
        <w:t>2.025e0</w:t>
      </w:r>
    </w:p>
    <w:p w:rsidR="007B6A46" w:rsidRDefault="007B6A46" w:rsidP="007B6A46">
      <w:r>
        <w:t>178.1018</w:t>
      </w:r>
      <w:r>
        <w:tab/>
        <w:t>2.025e0</w:t>
      </w:r>
    </w:p>
    <w:p w:rsidR="007B6A46" w:rsidRDefault="007B6A46" w:rsidP="007B6A46">
      <w:r>
        <w:t>178.1054</w:t>
      </w:r>
      <w:r>
        <w:tab/>
        <w:t>3.038e0</w:t>
      </w:r>
    </w:p>
    <w:p w:rsidR="007B6A46" w:rsidRDefault="007B6A46" w:rsidP="007B6A46">
      <w:r>
        <w:t>178.1170</w:t>
      </w:r>
      <w:r>
        <w:tab/>
        <w:t>5.063e0</w:t>
      </w:r>
    </w:p>
    <w:p w:rsidR="007B6A46" w:rsidRDefault="007B6A46" w:rsidP="007B6A46">
      <w:r>
        <w:t>178.1207</w:t>
      </w:r>
      <w:r>
        <w:tab/>
        <w:t>3.038e0</w:t>
      </w:r>
    </w:p>
    <w:p w:rsidR="007B6A46" w:rsidRDefault="007B6A46" w:rsidP="007B6A46">
      <w:r>
        <w:t>178.1266</w:t>
      </w:r>
      <w:r>
        <w:tab/>
        <w:t>1.013e0</w:t>
      </w:r>
    </w:p>
    <w:p w:rsidR="007B6A46" w:rsidRDefault="007B6A46" w:rsidP="007B6A46">
      <w:r>
        <w:t>178.1305</w:t>
      </w:r>
      <w:r>
        <w:tab/>
        <w:t>1.013e0</w:t>
      </w:r>
    </w:p>
    <w:p w:rsidR="007B6A46" w:rsidRDefault="007B6A46" w:rsidP="007B6A46">
      <w:r>
        <w:t>178.1516</w:t>
      </w:r>
      <w:r>
        <w:tab/>
        <w:t>1.013e0</w:t>
      </w:r>
    </w:p>
    <w:p w:rsidR="007B6A46" w:rsidRDefault="007B6A46" w:rsidP="007B6A46">
      <w:r>
        <w:t>178.1548</w:t>
      </w:r>
      <w:r>
        <w:tab/>
        <w:t>3.038e0</w:t>
      </w:r>
    </w:p>
    <w:p w:rsidR="007B6A46" w:rsidRDefault="007B6A46" w:rsidP="007B6A46">
      <w:r>
        <w:t>178.1621</w:t>
      </w:r>
      <w:r>
        <w:tab/>
        <w:t>2.025e0</w:t>
      </w:r>
    </w:p>
    <w:p w:rsidR="007B6A46" w:rsidRDefault="007B6A46" w:rsidP="007B6A46">
      <w:r>
        <w:t>178.1687</w:t>
      </w:r>
      <w:r>
        <w:tab/>
        <w:t>2.025e0</w:t>
      </w:r>
    </w:p>
    <w:p w:rsidR="007B6A46" w:rsidRDefault="007B6A46" w:rsidP="007B6A46">
      <w:r>
        <w:t>178.1759</w:t>
      </w:r>
      <w:r>
        <w:tab/>
        <w:t>1.013e0</w:t>
      </w:r>
    </w:p>
    <w:p w:rsidR="007B6A46" w:rsidRDefault="007B6A46" w:rsidP="007B6A46">
      <w:r>
        <w:lastRenderedPageBreak/>
        <w:t>178.1864</w:t>
      </w:r>
      <w:r>
        <w:tab/>
        <w:t>1.013e0</w:t>
      </w:r>
    </w:p>
    <w:p w:rsidR="007B6A46" w:rsidRDefault="007B6A46" w:rsidP="007B6A46">
      <w:r>
        <w:t>178.1934</w:t>
      </w:r>
      <w:r>
        <w:tab/>
        <w:t>1.013e0</w:t>
      </w:r>
    </w:p>
    <w:p w:rsidR="007B6A46" w:rsidRDefault="007B6A46" w:rsidP="007B6A46">
      <w:r>
        <w:t>178.2255</w:t>
      </w:r>
      <w:r>
        <w:tab/>
        <w:t>1.013e0</w:t>
      </w:r>
    </w:p>
    <w:p w:rsidR="007B6A46" w:rsidRDefault="007B6A46" w:rsidP="007B6A46">
      <w:r>
        <w:t>178.2398</w:t>
      </w:r>
      <w:r>
        <w:tab/>
        <w:t>1.013e0</w:t>
      </w:r>
    </w:p>
    <w:p w:rsidR="007B6A46" w:rsidRDefault="007B6A46" w:rsidP="007B6A46">
      <w:r>
        <w:t>178.2612</w:t>
      </w:r>
      <w:r>
        <w:tab/>
        <w:t>1.013e0</w:t>
      </w:r>
    </w:p>
    <w:p w:rsidR="007B6A46" w:rsidRDefault="007B6A46" w:rsidP="007B6A46">
      <w:r>
        <w:t>178.2895</w:t>
      </w:r>
      <w:r>
        <w:tab/>
        <w:t>1.013e0</w:t>
      </w:r>
    </w:p>
    <w:p w:rsidR="007B6A46" w:rsidRDefault="007B6A46" w:rsidP="007B6A46">
      <w:r>
        <w:t>178.3002</w:t>
      </w:r>
      <w:r>
        <w:tab/>
        <w:t>1.013e0</w:t>
      </w:r>
    </w:p>
    <w:p w:rsidR="007B6A46" w:rsidRDefault="007B6A46" w:rsidP="007B6A46">
      <w:r>
        <w:t>178.3184</w:t>
      </w:r>
      <w:r>
        <w:tab/>
        <w:t>1.013e0</w:t>
      </w:r>
    </w:p>
    <w:p w:rsidR="007B6A46" w:rsidRDefault="007B6A46" w:rsidP="007B6A46">
      <w:r>
        <w:t>178.4275</w:t>
      </w:r>
      <w:r>
        <w:tab/>
        <w:t>1.013e0</w:t>
      </w:r>
    </w:p>
    <w:p w:rsidR="007B6A46" w:rsidRDefault="007B6A46" w:rsidP="007B6A46">
      <w:r>
        <w:t>178.5171</w:t>
      </w:r>
      <w:r>
        <w:tab/>
        <w:t>1.013e0</w:t>
      </w:r>
    </w:p>
    <w:p w:rsidR="007B6A46" w:rsidRDefault="007B6A46" w:rsidP="007B6A46">
      <w:r>
        <w:t>178.5384</w:t>
      </w:r>
      <w:r>
        <w:tab/>
        <w:t>2.025e0</w:t>
      </w:r>
    </w:p>
    <w:p w:rsidR="007B6A46" w:rsidRDefault="007B6A46" w:rsidP="007B6A46">
      <w:r>
        <w:t>178.5422</w:t>
      </w:r>
      <w:r>
        <w:tab/>
        <w:t>1.013e0</w:t>
      </w:r>
    </w:p>
    <w:p w:rsidR="007B6A46" w:rsidRDefault="007B6A46" w:rsidP="007B6A46">
      <w:r>
        <w:t>178.5562</w:t>
      </w:r>
      <w:r>
        <w:tab/>
        <w:t>1.013e0</w:t>
      </w:r>
    </w:p>
    <w:p w:rsidR="007B6A46" w:rsidRDefault="007B6A46" w:rsidP="007B6A46">
      <w:r>
        <w:t>178.6445</w:t>
      </w:r>
      <w:r>
        <w:tab/>
        <w:t>2.025e0</w:t>
      </w:r>
    </w:p>
    <w:p w:rsidR="007B6A46" w:rsidRDefault="007B6A46" w:rsidP="007B6A46">
      <w:r>
        <w:t>178.6602</w:t>
      </w:r>
      <w:r>
        <w:tab/>
        <w:t>2.025e0</w:t>
      </w:r>
    </w:p>
    <w:p w:rsidR="007B6A46" w:rsidRDefault="007B6A46" w:rsidP="007B6A46">
      <w:r>
        <w:t>178.6802</w:t>
      </w:r>
      <w:r>
        <w:tab/>
        <w:t>1.013e0</w:t>
      </w:r>
    </w:p>
    <w:p w:rsidR="007B6A46" w:rsidRDefault="007B6A46" w:rsidP="007B6A46">
      <w:r>
        <w:t>178.7016</w:t>
      </w:r>
      <w:r>
        <w:tab/>
        <w:t>1.013e0</w:t>
      </w:r>
    </w:p>
    <w:p w:rsidR="007B6A46" w:rsidRDefault="007B6A46" w:rsidP="007B6A46">
      <w:r>
        <w:t>178.7088</w:t>
      </w:r>
      <w:r>
        <w:tab/>
        <w:t>1.013e0</w:t>
      </w:r>
    </w:p>
    <w:p w:rsidR="007B6A46" w:rsidRDefault="007B6A46" w:rsidP="007B6A46">
      <w:r>
        <w:t>178.7157</w:t>
      </w:r>
      <w:r>
        <w:tab/>
        <w:t>1.013e0</w:t>
      </w:r>
    </w:p>
    <w:p w:rsidR="007B6A46" w:rsidRDefault="007B6A46" w:rsidP="007B6A46">
      <w:r>
        <w:lastRenderedPageBreak/>
        <w:t>178.7938</w:t>
      </w:r>
      <w:r>
        <w:tab/>
        <w:t>1.013e0</w:t>
      </w:r>
    </w:p>
    <w:p w:rsidR="007B6A46" w:rsidRDefault="007B6A46" w:rsidP="007B6A46">
      <w:r>
        <w:t>178.8541</w:t>
      </w:r>
      <w:r>
        <w:tab/>
        <w:t>1.013e0</w:t>
      </w:r>
    </w:p>
    <w:p w:rsidR="007B6A46" w:rsidRDefault="007B6A46" w:rsidP="007B6A46">
      <w:r>
        <w:t>178.8933</w:t>
      </w:r>
      <w:r>
        <w:tab/>
        <w:t>2.025e0</w:t>
      </w:r>
    </w:p>
    <w:p w:rsidR="007B6A46" w:rsidRDefault="007B6A46" w:rsidP="007B6A46">
      <w:r>
        <w:t>178.8949</w:t>
      </w:r>
      <w:r>
        <w:tab/>
        <w:t>2.025e0</w:t>
      </w:r>
    </w:p>
    <w:p w:rsidR="007B6A46" w:rsidRDefault="007B6A46" w:rsidP="007B6A46">
      <w:r>
        <w:t>178.9110</w:t>
      </w:r>
      <w:r>
        <w:tab/>
        <w:t>1.013e0</w:t>
      </w:r>
    </w:p>
    <w:p w:rsidR="007B6A46" w:rsidRDefault="007B6A46" w:rsidP="007B6A46">
      <w:r>
        <w:t>178.9220</w:t>
      </w:r>
      <w:r>
        <w:tab/>
        <w:t>1.013e0</w:t>
      </w:r>
    </w:p>
    <w:p w:rsidR="007B6A46" w:rsidRDefault="007B6A46" w:rsidP="007B6A46">
      <w:r>
        <w:t>178.9722</w:t>
      </w:r>
      <w:r>
        <w:tab/>
        <w:t>1.013e0</w:t>
      </w:r>
    </w:p>
    <w:p w:rsidR="007B6A46" w:rsidRDefault="007B6A46" w:rsidP="007B6A46">
      <w:r>
        <w:t>178.9841</w:t>
      </w:r>
      <w:r>
        <w:tab/>
        <w:t>2.077e0</w:t>
      </w:r>
    </w:p>
    <w:p w:rsidR="007B6A46" w:rsidRDefault="007B6A46" w:rsidP="007B6A46">
      <w:r>
        <w:t>178.9981</w:t>
      </w:r>
      <w:r>
        <w:tab/>
        <w:t>2.025e0</w:t>
      </w:r>
    </w:p>
    <w:p w:rsidR="007B6A46" w:rsidRDefault="007B6A46" w:rsidP="007B6A46">
      <w:r>
        <w:t>179.0113</w:t>
      </w:r>
      <w:r>
        <w:tab/>
        <w:t>6.076e0</w:t>
      </w:r>
    </w:p>
    <w:p w:rsidR="007B6A46" w:rsidRDefault="007B6A46" w:rsidP="007B6A46">
      <w:r>
        <w:t>179.0148</w:t>
      </w:r>
      <w:r>
        <w:tab/>
        <w:t>1.215e1</w:t>
      </w:r>
    </w:p>
    <w:p w:rsidR="007B6A46" w:rsidRDefault="007B6A46" w:rsidP="007B6A46">
      <w:r>
        <w:t>179.0184</w:t>
      </w:r>
      <w:r>
        <w:tab/>
        <w:t>6.076e0</w:t>
      </w:r>
    </w:p>
    <w:p w:rsidR="007B6A46" w:rsidRDefault="007B6A46" w:rsidP="007B6A46">
      <w:r>
        <w:t>179.0205</w:t>
      </w:r>
      <w:r>
        <w:tab/>
        <w:t>1.012e1</w:t>
      </w:r>
    </w:p>
    <w:p w:rsidR="007B6A46" w:rsidRDefault="007B6A46" w:rsidP="007B6A46">
      <w:r>
        <w:t>179.0244</w:t>
      </w:r>
      <w:r>
        <w:tab/>
        <w:t>1.013e0</w:t>
      </w:r>
    </w:p>
    <w:p w:rsidR="007B6A46" w:rsidRDefault="007B6A46" w:rsidP="007B6A46">
      <w:r>
        <w:t>179.0455</w:t>
      </w:r>
      <w:r>
        <w:tab/>
        <w:t>1.013e0</w:t>
      </w:r>
    </w:p>
    <w:p w:rsidR="007B6A46" w:rsidRDefault="007B6A46" w:rsidP="007B6A46">
      <w:r>
        <w:t>179.0689</w:t>
      </w:r>
      <w:r>
        <w:tab/>
        <w:t>2.025e0</w:t>
      </w:r>
    </w:p>
    <w:p w:rsidR="007B6A46" w:rsidRDefault="007B6A46" w:rsidP="007B6A46">
      <w:r>
        <w:t>179.0710</w:t>
      </w:r>
      <w:r>
        <w:tab/>
        <w:t>1.013e0</w:t>
      </w:r>
    </w:p>
    <w:p w:rsidR="007B6A46" w:rsidRDefault="007B6A46" w:rsidP="007B6A46">
      <w:r>
        <w:t>179.0778</w:t>
      </w:r>
      <w:r>
        <w:tab/>
        <w:t>1.013e0</w:t>
      </w:r>
    </w:p>
    <w:p w:rsidR="007B6A46" w:rsidRDefault="007B6A46" w:rsidP="007B6A46">
      <w:r>
        <w:t>179.0906</w:t>
      </w:r>
      <w:r>
        <w:tab/>
        <w:t>2.025e0</w:t>
      </w:r>
    </w:p>
    <w:p w:rsidR="007B6A46" w:rsidRDefault="007B6A46" w:rsidP="007B6A46">
      <w:r>
        <w:lastRenderedPageBreak/>
        <w:t>179.0951</w:t>
      </w:r>
      <w:r>
        <w:tab/>
        <w:t>3.038e0</w:t>
      </w:r>
    </w:p>
    <w:p w:rsidR="007B6A46" w:rsidRDefault="007B6A46" w:rsidP="007B6A46">
      <w:r>
        <w:t>179.0975</w:t>
      </w:r>
      <w:r>
        <w:tab/>
        <w:t>2.025e0</w:t>
      </w:r>
    </w:p>
    <w:p w:rsidR="007B6A46" w:rsidRDefault="007B6A46" w:rsidP="007B6A46">
      <w:r>
        <w:t>179.1011</w:t>
      </w:r>
      <w:r>
        <w:tab/>
        <w:t>2.025e0</w:t>
      </w:r>
    </w:p>
    <w:p w:rsidR="007B6A46" w:rsidRDefault="007B6A46" w:rsidP="007B6A46">
      <w:r>
        <w:t>179.1032</w:t>
      </w:r>
      <w:r>
        <w:tab/>
        <w:t>1.013e0</w:t>
      </w:r>
    </w:p>
    <w:p w:rsidR="007B6A46" w:rsidRDefault="007B6A46" w:rsidP="007B6A46">
      <w:r>
        <w:t>179.1210</w:t>
      </w:r>
      <w:r>
        <w:tab/>
        <w:t>2.025e0</w:t>
      </w:r>
    </w:p>
    <w:p w:rsidR="007B6A46" w:rsidRDefault="007B6A46" w:rsidP="007B6A46">
      <w:r>
        <w:t>179.1317</w:t>
      </w:r>
      <w:r>
        <w:tab/>
        <w:t>2.025e0</w:t>
      </w:r>
    </w:p>
    <w:p w:rsidR="007B6A46" w:rsidRDefault="007B6A46" w:rsidP="007B6A46">
      <w:r>
        <w:t>179.1336</w:t>
      </w:r>
      <w:r>
        <w:tab/>
        <w:t>2.025e0</w:t>
      </w:r>
    </w:p>
    <w:p w:rsidR="007B6A46" w:rsidRDefault="007B6A46" w:rsidP="007B6A46">
      <w:r>
        <w:t>179.1461</w:t>
      </w:r>
      <w:r>
        <w:tab/>
        <w:t>1.013e0</w:t>
      </w:r>
    </w:p>
    <w:p w:rsidR="007B6A46" w:rsidRDefault="007B6A46" w:rsidP="007B6A46">
      <w:r>
        <w:t>179.1712</w:t>
      </w:r>
      <w:r>
        <w:tab/>
        <w:t>1.013e0</w:t>
      </w:r>
    </w:p>
    <w:p w:rsidR="007B6A46" w:rsidRDefault="007B6A46" w:rsidP="007B6A46">
      <w:r>
        <w:t>179.1998</w:t>
      </w:r>
      <w:r>
        <w:tab/>
        <w:t>1.013e0</w:t>
      </w:r>
    </w:p>
    <w:p w:rsidR="007B6A46" w:rsidRDefault="007B6A46" w:rsidP="007B6A46">
      <w:r>
        <w:t>179.2135</w:t>
      </w:r>
      <w:r>
        <w:tab/>
        <w:t>1.013e0</w:t>
      </w:r>
    </w:p>
    <w:p w:rsidR="007B6A46" w:rsidRDefault="007B6A46" w:rsidP="007B6A46">
      <w:r>
        <w:t>179.2243</w:t>
      </w:r>
      <w:r>
        <w:tab/>
        <w:t>1.013e0</w:t>
      </w:r>
    </w:p>
    <w:p w:rsidR="007B6A46" w:rsidRDefault="007B6A46" w:rsidP="007B6A46">
      <w:r>
        <w:t>179.2558</w:t>
      </w:r>
      <w:r>
        <w:tab/>
        <w:t>1.013e0</w:t>
      </w:r>
    </w:p>
    <w:p w:rsidR="007B6A46" w:rsidRDefault="007B6A46" w:rsidP="007B6A46">
      <w:r>
        <w:t>179.2627</w:t>
      </w:r>
      <w:r>
        <w:tab/>
        <w:t>2.025e0</w:t>
      </w:r>
    </w:p>
    <w:p w:rsidR="007B6A46" w:rsidRDefault="007B6A46" w:rsidP="007B6A46">
      <w:r>
        <w:t>179.3235</w:t>
      </w:r>
      <w:r>
        <w:tab/>
        <w:t>1.013e0</w:t>
      </w:r>
    </w:p>
    <w:p w:rsidR="007B6A46" w:rsidRDefault="007B6A46" w:rsidP="007B6A46">
      <w:r>
        <w:t>179.3345</w:t>
      </w:r>
      <w:r>
        <w:tab/>
        <w:t>1.013e0</w:t>
      </w:r>
    </w:p>
    <w:p w:rsidR="007B6A46" w:rsidRDefault="007B6A46" w:rsidP="007B6A46">
      <w:r>
        <w:t>179.3556</w:t>
      </w:r>
      <w:r>
        <w:tab/>
        <w:t>1.013e0</w:t>
      </w:r>
    </w:p>
    <w:p w:rsidR="007B6A46" w:rsidRDefault="007B6A46" w:rsidP="007B6A46">
      <w:r>
        <w:t>179.3774</w:t>
      </w:r>
      <w:r>
        <w:tab/>
        <w:t>1.013e0</w:t>
      </w:r>
    </w:p>
    <w:p w:rsidR="007B6A46" w:rsidRDefault="007B6A46" w:rsidP="007B6A46">
      <w:r>
        <w:t>179.3807</w:t>
      </w:r>
      <w:r>
        <w:tab/>
        <w:t>1.013e0</w:t>
      </w:r>
    </w:p>
    <w:p w:rsidR="007B6A46" w:rsidRDefault="007B6A46" w:rsidP="007B6A46">
      <w:r>
        <w:lastRenderedPageBreak/>
        <w:t>179.4061</w:t>
      </w:r>
      <w:r>
        <w:tab/>
        <w:t>1.013e0</w:t>
      </w:r>
    </w:p>
    <w:p w:rsidR="007B6A46" w:rsidRDefault="007B6A46" w:rsidP="007B6A46">
      <w:r>
        <w:t>179.4202</w:t>
      </w:r>
      <w:r>
        <w:tab/>
        <w:t>1.013e0</w:t>
      </w:r>
    </w:p>
    <w:p w:rsidR="007B6A46" w:rsidRDefault="007B6A46" w:rsidP="007B6A46">
      <w:r>
        <w:t>179.4275</w:t>
      </w:r>
      <w:r>
        <w:tab/>
        <w:t>1.013e0</w:t>
      </w:r>
    </w:p>
    <w:p w:rsidR="007B6A46" w:rsidRDefault="007B6A46" w:rsidP="007B6A46">
      <w:r>
        <w:t>179.4658</w:t>
      </w:r>
      <w:r>
        <w:tab/>
        <w:t>1.013e0</w:t>
      </w:r>
    </w:p>
    <w:p w:rsidR="007B6A46" w:rsidRDefault="007B6A46" w:rsidP="007B6A46">
      <w:r>
        <w:t>179.4906</w:t>
      </w:r>
      <w:r>
        <w:tab/>
        <w:t>1.013e0</w:t>
      </w:r>
    </w:p>
    <w:p w:rsidR="007B6A46" w:rsidRDefault="007B6A46" w:rsidP="007B6A46">
      <w:r>
        <w:t>179.4976</w:t>
      </w:r>
      <w:r>
        <w:tab/>
        <w:t>2.025e0</w:t>
      </w:r>
    </w:p>
    <w:p w:rsidR="007B6A46" w:rsidRDefault="007B6A46" w:rsidP="007B6A46">
      <w:r>
        <w:t>179.5010</w:t>
      </w:r>
      <w:r>
        <w:tab/>
        <w:t>1.013e0</w:t>
      </w:r>
    </w:p>
    <w:p w:rsidR="007B6A46" w:rsidRDefault="007B6A46" w:rsidP="007B6A46">
      <w:r>
        <w:t>179.5157</w:t>
      </w:r>
      <w:r>
        <w:tab/>
        <w:t>1.013e0</w:t>
      </w:r>
    </w:p>
    <w:p w:rsidR="007B6A46" w:rsidRDefault="007B6A46" w:rsidP="007B6A46">
      <w:r>
        <w:t>179.5226</w:t>
      </w:r>
      <w:r>
        <w:tab/>
        <w:t>1.013e0</w:t>
      </w:r>
    </w:p>
    <w:p w:rsidR="007B6A46" w:rsidRDefault="007B6A46" w:rsidP="007B6A46">
      <w:r>
        <w:t>179.5408</w:t>
      </w:r>
      <w:r>
        <w:tab/>
        <w:t>1.013e0</w:t>
      </w:r>
    </w:p>
    <w:p w:rsidR="007B6A46" w:rsidRDefault="007B6A46" w:rsidP="007B6A46">
      <w:r>
        <w:t>179.5480</w:t>
      </w:r>
      <w:r>
        <w:tab/>
        <w:t>1.013e0</w:t>
      </w:r>
    </w:p>
    <w:p w:rsidR="007B6A46" w:rsidRDefault="007B6A46" w:rsidP="007B6A46">
      <w:r>
        <w:t>179.5695</w:t>
      </w:r>
      <w:r>
        <w:tab/>
        <w:t>2.025e0</w:t>
      </w:r>
    </w:p>
    <w:p w:rsidR="007B6A46" w:rsidRDefault="007B6A46" w:rsidP="007B6A46">
      <w:r>
        <w:t>179.5835</w:t>
      </w:r>
      <w:r>
        <w:tab/>
        <w:t>1.013e0</w:t>
      </w:r>
    </w:p>
    <w:p w:rsidR="007B6A46" w:rsidRDefault="007B6A46" w:rsidP="007B6A46">
      <w:r>
        <w:t>179.6591</w:t>
      </w:r>
      <w:r>
        <w:tab/>
        <w:t>1.013e0</w:t>
      </w:r>
    </w:p>
    <w:p w:rsidR="007B6A46" w:rsidRDefault="007B6A46" w:rsidP="007B6A46">
      <w:r>
        <w:t>179.7009</w:t>
      </w:r>
      <w:r>
        <w:tab/>
        <w:t>1.013e0</w:t>
      </w:r>
    </w:p>
    <w:p w:rsidR="007B6A46" w:rsidRDefault="007B6A46" w:rsidP="007B6A46">
      <w:r>
        <w:t>179.8171</w:t>
      </w:r>
      <w:r>
        <w:tab/>
        <w:t>2.025e0</w:t>
      </w:r>
    </w:p>
    <w:p w:rsidR="007B6A46" w:rsidRDefault="007B6A46" w:rsidP="007B6A46">
      <w:r>
        <w:t>179.8583</w:t>
      </w:r>
      <w:r>
        <w:tab/>
        <w:t>1.013e0</w:t>
      </w:r>
    </w:p>
    <w:p w:rsidR="007B6A46" w:rsidRDefault="007B6A46" w:rsidP="007B6A46">
      <w:r>
        <w:t>179.8795</w:t>
      </w:r>
      <w:r>
        <w:tab/>
        <w:t>1.013e0</w:t>
      </w:r>
    </w:p>
    <w:p w:rsidR="007B6A46" w:rsidRDefault="007B6A46" w:rsidP="007B6A46">
      <w:r>
        <w:t>179.8870</w:t>
      </w:r>
      <w:r>
        <w:tab/>
        <w:t>1.013e0</w:t>
      </w:r>
    </w:p>
    <w:p w:rsidR="007B6A46" w:rsidRDefault="007B6A46" w:rsidP="007B6A46">
      <w:r>
        <w:lastRenderedPageBreak/>
        <w:t>179.9119</w:t>
      </w:r>
      <w:r>
        <w:tab/>
        <w:t>1.013e0</w:t>
      </w:r>
    </w:p>
    <w:p w:rsidR="007B6A46" w:rsidRDefault="007B6A46" w:rsidP="007B6A46">
      <w:r>
        <w:t>180.0036</w:t>
      </w:r>
      <w:r>
        <w:tab/>
        <w:t>2.025e0</w:t>
      </w:r>
    </w:p>
    <w:p w:rsidR="007B6A46" w:rsidRDefault="007B6A46" w:rsidP="007B6A46">
      <w:r>
        <w:t>180.0090</w:t>
      </w:r>
      <w:r>
        <w:tab/>
        <w:t>4.051e0</w:t>
      </w:r>
    </w:p>
    <w:p w:rsidR="007B6A46" w:rsidRDefault="007B6A46" w:rsidP="007B6A46">
      <w:r>
        <w:t>180.0137</w:t>
      </w:r>
      <w:r>
        <w:tab/>
        <w:t>3.038e0</w:t>
      </w:r>
    </w:p>
    <w:p w:rsidR="007B6A46" w:rsidRDefault="007B6A46" w:rsidP="007B6A46">
      <w:r>
        <w:t>180.0209</w:t>
      </w:r>
      <w:r>
        <w:tab/>
        <w:t>3.038e0</w:t>
      </w:r>
    </w:p>
    <w:p w:rsidR="007B6A46" w:rsidRDefault="007B6A46" w:rsidP="007B6A46">
      <w:r>
        <w:t>180.0269</w:t>
      </w:r>
      <w:r>
        <w:tab/>
        <w:t>2.025e0</w:t>
      </w:r>
    </w:p>
    <w:p w:rsidR="007B6A46" w:rsidRDefault="007B6A46" w:rsidP="007B6A46">
      <w:r>
        <w:t>180.0419</w:t>
      </w:r>
      <w:r>
        <w:tab/>
        <w:t>3.420e0</w:t>
      </w:r>
    </w:p>
    <w:p w:rsidR="007B6A46" w:rsidRDefault="007B6A46" w:rsidP="007B6A46">
      <w:r>
        <w:t>180.0452</w:t>
      </w:r>
      <w:r>
        <w:tab/>
        <w:t>2.554e1</w:t>
      </w:r>
    </w:p>
    <w:p w:rsidR="007B6A46" w:rsidRDefault="007B6A46" w:rsidP="007B6A46">
      <w:r>
        <w:t>180.0580</w:t>
      </w:r>
      <w:r>
        <w:tab/>
        <w:t>4.051e0</w:t>
      </w:r>
    </w:p>
    <w:p w:rsidR="007B6A46" w:rsidRDefault="007B6A46" w:rsidP="007B6A46">
      <w:r>
        <w:t>180.0810</w:t>
      </w:r>
      <w:r>
        <w:tab/>
        <w:t>2.025e0</w:t>
      </w:r>
    </w:p>
    <w:p w:rsidR="007B6A46" w:rsidRDefault="007B6A46" w:rsidP="007B6A46">
      <w:r>
        <w:t>180.0848</w:t>
      </w:r>
      <w:r>
        <w:tab/>
        <w:t>7.089e0</w:t>
      </w:r>
    </w:p>
    <w:p w:rsidR="007B6A46" w:rsidRDefault="007B6A46" w:rsidP="007B6A46">
      <w:r>
        <w:t>180.0861</w:t>
      </w:r>
      <w:r>
        <w:tab/>
        <w:t>2.025e0</w:t>
      </w:r>
    </w:p>
    <w:p w:rsidR="007B6A46" w:rsidRDefault="007B6A46" w:rsidP="007B6A46">
      <w:r>
        <w:t>180.1079</w:t>
      </w:r>
      <w:r>
        <w:tab/>
        <w:t>1.013e0</w:t>
      </w:r>
    </w:p>
    <w:p w:rsidR="007B6A46" w:rsidRDefault="007B6A46" w:rsidP="007B6A46">
      <w:r>
        <w:t>180.1187</w:t>
      </w:r>
      <w:r>
        <w:tab/>
        <w:t>1.013e0</w:t>
      </w:r>
    </w:p>
    <w:p w:rsidR="007B6A46" w:rsidRDefault="007B6A46" w:rsidP="007B6A46">
      <w:r>
        <w:t>180.1346</w:t>
      </w:r>
      <w:r>
        <w:tab/>
        <w:t>2.025e0</w:t>
      </w:r>
    </w:p>
    <w:p w:rsidR="007B6A46" w:rsidRDefault="007B6A46" w:rsidP="007B6A46">
      <w:r>
        <w:t>180.1509</w:t>
      </w:r>
      <w:r>
        <w:tab/>
        <w:t>2.025e0</w:t>
      </w:r>
    </w:p>
    <w:p w:rsidR="007B6A46" w:rsidRDefault="007B6A46" w:rsidP="007B6A46">
      <w:r>
        <w:t>180.1598</w:t>
      </w:r>
      <w:r>
        <w:tab/>
        <w:t>9.114e0</w:t>
      </w:r>
    </w:p>
    <w:p w:rsidR="007B6A46" w:rsidRDefault="007B6A46" w:rsidP="007B6A46">
      <w:r>
        <w:t>180.1691</w:t>
      </w:r>
      <w:r>
        <w:tab/>
        <w:t>4.051e0</w:t>
      </w:r>
    </w:p>
    <w:p w:rsidR="007B6A46" w:rsidRDefault="007B6A46" w:rsidP="007B6A46">
      <w:r>
        <w:t>180.2249</w:t>
      </w:r>
      <w:r>
        <w:tab/>
        <w:t>1.013e0</w:t>
      </w:r>
    </w:p>
    <w:p w:rsidR="007B6A46" w:rsidRDefault="007B6A46" w:rsidP="007B6A46">
      <w:r>
        <w:lastRenderedPageBreak/>
        <w:t>180.2284</w:t>
      </w:r>
      <w:r>
        <w:tab/>
        <w:t>1.013e0</w:t>
      </w:r>
    </w:p>
    <w:p w:rsidR="007B6A46" w:rsidRDefault="007B6A46" w:rsidP="007B6A46">
      <w:r>
        <w:t>180.2317</w:t>
      </w:r>
      <w:r>
        <w:tab/>
        <w:t>1.013e0</w:t>
      </w:r>
    </w:p>
    <w:p w:rsidR="007B6A46" w:rsidRDefault="007B6A46" w:rsidP="007B6A46">
      <w:r>
        <w:t>180.2572</w:t>
      </w:r>
      <w:r>
        <w:tab/>
        <w:t>1.013e0</w:t>
      </w:r>
    </w:p>
    <w:p w:rsidR="007B6A46" w:rsidRDefault="007B6A46" w:rsidP="007B6A46">
      <w:r>
        <w:t>180.2784</w:t>
      </w:r>
      <w:r>
        <w:tab/>
        <w:t>1.013e0</w:t>
      </w:r>
    </w:p>
    <w:p w:rsidR="007B6A46" w:rsidRDefault="007B6A46" w:rsidP="007B6A46">
      <w:r>
        <w:t>180.3217</w:t>
      </w:r>
      <w:r>
        <w:tab/>
        <w:t>1.013e0</w:t>
      </w:r>
    </w:p>
    <w:p w:rsidR="007B6A46" w:rsidRDefault="007B6A46" w:rsidP="007B6A46">
      <w:r>
        <w:t>180.3537</w:t>
      </w:r>
      <w:r>
        <w:tab/>
        <w:t>2.025e0</w:t>
      </w:r>
    </w:p>
    <w:p w:rsidR="007B6A46" w:rsidRDefault="007B6A46" w:rsidP="007B6A46">
      <w:r>
        <w:t>180.4077</w:t>
      </w:r>
      <w:r>
        <w:tab/>
        <w:t>1.013e0</w:t>
      </w:r>
    </w:p>
    <w:p w:rsidR="007B6A46" w:rsidRDefault="007B6A46" w:rsidP="007B6A46">
      <w:r>
        <w:t>180.4221</w:t>
      </w:r>
      <w:r>
        <w:tab/>
        <w:t>1.013e0</w:t>
      </w:r>
    </w:p>
    <w:p w:rsidR="007B6A46" w:rsidRDefault="007B6A46" w:rsidP="007B6A46">
      <w:r>
        <w:t>180.4359</w:t>
      </w:r>
      <w:r>
        <w:tab/>
        <w:t>1.013e0</w:t>
      </w:r>
    </w:p>
    <w:p w:rsidR="007B6A46" w:rsidRDefault="007B6A46" w:rsidP="007B6A46">
      <w:r>
        <w:t>180.4432</w:t>
      </w:r>
      <w:r>
        <w:tab/>
        <w:t>1.013e0</w:t>
      </w:r>
    </w:p>
    <w:p w:rsidR="007B6A46" w:rsidRDefault="007B6A46" w:rsidP="007B6A46">
      <w:r>
        <w:t>180.4573</w:t>
      </w:r>
      <w:r>
        <w:tab/>
        <w:t>1.013e0</w:t>
      </w:r>
    </w:p>
    <w:p w:rsidR="007B6A46" w:rsidRDefault="007B6A46" w:rsidP="007B6A46">
      <w:r>
        <w:t>180.4784</w:t>
      </w:r>
      <w:r>
        <w:tab/>
        <w:t>2.025e0</w:t>
      </w:r>
    </w:p>
    <w:p w:rsidR="007B6A46" w:rsidRDefault="007B6A46" w:rsidP="007B6A46">
      <w:r>
        <w:t>180.4887</w:t>
      </w:r>
      <w:r>
        <w:tab/>
        <w:t>1.013e0</w:t>
      </w:r>
    </w:p>
    <w:p w:rsidR="007B6A46" w:rsidRDefault="007B6A46" w:rsidP="007B6A46">
      <w:r>
        <w:t>180.5102</w:t>
      </w:r>
      <w:r>
        <w:tab/>
        <w:t>1.013e0</w:t>
      </w:r>
    </w:p>
    <w:p w:rsidR="007B6A46" w:rsidRDefault="007B6A46" w:rsidP="007B6A46">
      <w:r>
        <w:t>180.5177</w:t>
      </w:r>
      <w:r>
        <w:tab/>
        <w:t>1.013e0</w:t>
      </w:r>
    </w:p>
    <w:p w:rsidR="007B6A46" w:rsidRDefault="007B6A46" w:rsidP="007B6A46">
      <w:r>
        <w:t>180.5537</w:t>
      </w:r>
      <w:r>
        <w:tab/>
        <w:t>1.013e0</w:t>
      </w:r>
    </w:p>
    <w:p w:rsidR="007B6A46" w:rsidRDefault="007B6A46" w:rsidP="007B6A46">
      <w:r>
        <w:t>180.5570</w:t>
      </w:r>
      <w:r>
        <w:tab/>
        <w:t>2.025e0</w:t>
      </w:r>
    </w:p>
    <w:p w:rsidR="007B6A46" w:rsidRDefault="007B6A46" w:rsidP="007B6A46">
      <w:r>
        <w:t>180.5608</w:t>
      </w:r>
      <w:r>
        <w:tab/>
        <w:t>1.013e0</w:t>
      </w:r>
    </w:p>
    <w:p w:rsidR="007B6A46" w:rsidRDefault="007B6A46" w:rsidP="007B6A46">
      <w:r>
        <w:t>180.6110</w:t>
      </w:r>
      <w:r>
        <w:tab/>
        <w:t>1.013e0</w:t>
      </w:r>
    </w:p>
    <w:p w:rsidR="007B6A46" w:rsidRDefault="007B6A46" w:rsidP="007B6A46">
      <w:r>
        <w:lastRenderedPageBreak/>
        <w:t>180.6236</w:t>
      </w:r>
      <w:r>
        <w:tab/>
        <w:t>2.025e0</w:t>
      </w:r>
    </w:p>
    <w:p w:rsidR="007B6A46" w:rsidRDefault="007B6A46" w:rsidP="007B6A46">
      <w:r>
        <w:t>180.6505</w:t>
      </w:r>
      <w:r>
        <w:tab/>
        <w:t>1.013e0</w:t>
      </w:r>
    </w:p>
    <w:p w:rsidR="007B6A46" w:rsidRDefault="007B6A46" w:rsidP="007B6A46">
      <w:r>
        <w:t>180.6758</w:t>
      </w:r>
      <w:r>
        <w:tab/>
        <w:t>1.013e0</w:t>
      </w:r>
    </w:p>
    <w:p w:rsidR="007B6A46" w:rsidRDefault="007B6A46" w:rsidP="007B6A46">
      <w:r>
        <w:t>180.7393</w:t>
      </w:r>
      <w:r>
        <w:tab/>
        <w:t>1.013e0</w:t>
      </w:r>
    </w:p>
    <w:p w:rsidR="007B6A46" w:rsidRDefault="007B6A46" w:rsidP="007B6A46">
      <w:r>
        <w:t>180.7570</w:t>
      </w:r>
      <w:r>
        <w:tab/>
        <w:t>1.013e0</w:t>
      </w:r>
    </w:p>
    <w:p w:rsidR="007B6A46" w:rsidRDefault="007B6A46" w:rsidP="007B6A46">
      <w:r>
        <w:t>180.7745</w:t>
      </w:r>
      <w:r>
        <w:tab/>
        <w:t>1.013e0</w:t>
      </w:r>
    </w:p>
    <w:p w:rsidR="007B6A46" w:rsidRDefault="007B6A46" w:rsidP="007B6A46">
      <w:r>
        <w:t>180.7853</w:t>
      </w:r>
      <w:r>
        <w:tab/>
        <w:t>2.025e0</w:t>
      </w:r>
    </w:p>
    <w:p w:rsidR="007B6A46" w:rsidRDefault="007B6A46" w:rsidP="007B6A46">
      <w:r>
        <w:t>180.8251</w:t>
      </w:r>
      <w:r>
        <w:tab/>
        <w:t>2.025e0</w:t>
      </w:r>
    </w:p>
    <w:p w:rsidR="007B6A46" w:rsidRDefault="007B6A46" w:rsidP="007B6A46">
      <w:r>
        <w:t>180.8392</w:t>
      </w:r>
      <w:r>
        <w:tab/>
        <w:t>1.013e0</w:t>
      </w:r>
    </w:p>
    <w:p w:rsidR="007B6A46" w:rsidRDefault="007B6A46" w:rsidP="007B6A46">
      <w:r>
        <w:t>180.8646</w:t>
      </w:r>
      <w:r>
        <w:tab/>
        <w:t>1.013e0</w:t>
      </w:r>
    </w:p>
    <w:p w:rsidR="007B6A46" w:rsidRDefault="007B6A46" w:rsidP="007B6A46">
      <w:r>
        <w:t>180.8844</w:t>
      </w:r>
      <w:r>
        <w:tab/>
        <w:t>2.025e0</w:t>
      </w:r>
    </w:p>
    <w:p w:rsidR="007B6A46" w:rsidRDefault="007B6A46" w:rsidP="007B6A46">
      <w:r>
        <w:t>180.9077</w:t>
      </w:r>
      <w:r>
        <w:tab/>
        <w:t>1.013e0</w:t>
      </w:r>
    </w:p>
    <w:p w:rsidR="007B6A46" w:rsidRDefault="007B6A46" w:rsidP="007B6A46">
      <w:r>
        <w:t>180.9542</w:t>
      </w:r>
      <w:r>
        <w:tab/>
        <w:t>1.013e0</w:t>
      </w:r>
    </w:p>
    <w:p w:rsidR="007B6A46" w:rsidRDefault="007B6A46" w:rsidP="007B6A46">
      <w:r>
        <w:t>180.9828</w:t>
      </w:r>
      <w:r>
        <w:tab/>
        <w:t>2.025e0</w:t>
      </w:r>
    </w:p>
    <w:p w:rsidR="007B6A46" w:rsidRDefault="007B6A46" w:rsidP="007B6A46">
      <w:r>
        <w:t>180.9864</w:t>
      </w:r>
      <w:r>
        <w:tab/>
        <w:t>1.013e0</w:t>
      </w:r>
    </w:p>
    <w:p w:rsidR="007B6A46" w:rsidRDefault="007B6A46" w:rsidP="007B6A46">
      <w:r>
        <w:t>180.9900</w:t>
      </w:r>
      <w:r>
        <w:tab/>
        <w:t>1.013e0</w:t>
      </w:r>
    </w:p>
    <w:p w:rsidR="007B6A46" w:rsidRDefault="007B6A46" w:rsidP="007B6A46">
      <w:r>
        <w:t>181.0179</w:t>
      </w:r>
      <w:r>
        <w:tab/>
        <w:t>1.013e0</w:t>
      </w:r>
    </w:p>
    <w:p w:rsidR="007B6A46" w:rsidRDefault="007B6A46" w:rsidP="007B6A46">
      <w:r>
        <w:t>181.0205</w:t>
      </w:r>
      <w:r>
        <w:tab/>
        <w:t>5.063e0</w:t>
      </w:r>
    </w:p>
    <w:p w:rsidR="007B6A46" w:rsidRDefault="007B6A46" w:rsidP="007B6A46">
      <w:r>
        <w:t>181.0239</w:t>
      </w:r>
      <w:r>
        <w:tab/>
        <w:t>8.101e0</w:t>
      </w:r>
    </w:p>
    <w:p w:rsidR="007B6A46" w:rsidRDefault="007B6A46" w:rsidP="007B6A46">
      <w:r>
        <w:lastRenderedPageBreak/>
        <w:t>181.0257</w:t>
      </w:r>
      <w:r>
        <w:tab/>
        <w:t>5.063e0</w:t>
      </w:r>
    </w:p>
    <w:p w:rsidR="007B6A46" w:rsidRDefault="007B6A46" w:rsidP="007B6A46">
      <w:r>
        <w:t>181.0321</w:t>
      </w:r>
      <w:r>
        <w:tab/>
        <w:t>1.013e0</w:t>
      </w:r>
    </w:p>
    <w:p w:rsidR="007B6A46" w:rsidRDefault="007B6A46" w:rsidP="007B6A46">
      <w:r>
        <w:t>181.0334</w:t>
      </w:r>
      <w:r>
        <w:tab/>
        <w:t>5.063e0</w:t>
      </w:r>
    </w:p>
    <w:p w:rsidR="007B6A46" w:rsidRDefault="007B6A46" w:rsidP="007B6A46">
      <w:r>
        <w:t>181.0475</w:t>
      </w:r>
      <w:r>
        <w:tab/>
        <w:t>3.038e0</w:t>
      </w:r>
    </w:p>
    <w:p w:rsidR="007B6A46" w:rsidRDefault="007B6A46" w:rsidP="007B6A46">
      <w:r>
        <w:t>181.0500</w:t>
      </w:r>
      <w:r>
        <w:tab/>
        <w:t>1.013e0</w:t>
      </w:r>
    </w:p>
    <w:p w:rsidR="007B6A46" w:rsidRDefault="007B6A46" w:rsidP="007B6A46">
      <w:r>
        <w:t>181.0680</w:t>
      </w:r>
      <w:r>
        <w:tab/>
        <w:t>1.013e0</w:t>
      </w:r>
    </w:p>
    <w:p w:rsidR="007B6A46" w:rsidRDefault="007B6A46" w:rsidP="007B6A46">
      <w:r>
        <w:t>181.0713</w:t>
      </w:r>
      <w:r>
        <w:tab/>
        <w:t>2.025e0</w:t>
      </w:r>
    </w:p>
    <w:p w:rsidR="007B6A46" w:rsidRDefault="007B6A46" w:rsidP="007B6A46">
      <w:r>
        <w:t>181.0896</w:t>
      </w:r>
      <w:r>
        <w:tab/>
        <w:t>2.025e0</w:t>
      </w:r>
    </w:p>
    <w:p w:rsidR="007B6A46" w:rsidRDefault="007B6A46" w:rsidP="007B6A46">
      <w:r>
        <w:t>181.0965</w:t>
      </w:r>
      <w:r>
        <w:tab/>
        <w:t>1.013e0</w:t>
      </w:r>
    </w:p>
    <w:p w:rsidR="007B6A46" w:rsidRDefault="007B6A46" w:rsidP="007B6A46">
      <w:r>
        <w:t>181.1109</w:t>
      </w:r>
      <w:r>
        <w:tab/>
        <w:t>1.013e0</w:t>
      </w:r>
    </w:p>
    <w:p w:rsidR="007B6A46" w:rsidRDefault="007B6A46" w:rsidP="007B6A46">
      <w:r>
        <w:t>181.1196</w:t>
      </w:r>
      <w:r>
        <w:tab/>
        <w:t>3.038e0</w:t>
      </w:r>
    </w:p>
    <w:p w:rsidR="007B6A46" w:rsidRDefault="007B6A46" w:rsidP="007B6A46">
      <w:r>
        <w:t>181.1327</w:t>
      </w:r>
      <w:r>
        <w:tab/>
        <w:t>1.013e0</w:t>
      </w:r>
    </w:p>
    <w:p w:rsidR="007B6A46" w:rsidRDefault="007B6A46" w:rsidP="007B6A46">
      <w:r>
        <w:t>181.1611</w:t>
      </w:r>
      <w:r>
        <w:tab/>
        <w:t>1.013e0</w:t>
      </w:r>
    </w:p>
    <w:p w:rsidR="007B6A46" w:rsidRDefault="007B6A46" w:rsidP="007B6A46">
      <w:r>
        <w:t>181.1686</w:t>
      </w:r>
      <w:r>
        <w:tab/>
        <w:t>1.013e0</w:t>
      </w:r>
    </w:p>
    <w:p w:rsidR="007B6A46" w:rsidRDefault="007B6A46" w:rsidP="007B6A46">
      <w:r>
        <w:t>181.1722</w:t>
      </w:r>
      <w:r>
        <w:tab/>
        <w:t>1.013e0</w:t>
      </w:r>
    </w:p>
    <w:p w:rsidR="007B6A46" w:rsidRDefault="007B6A46" w:rsidP="007B6A46">
      <w:r>
        <w:t>181.1758</w:t>
      </w:r>
      <w:r>
        <w:tab/>
        <w:t>1.013e0</w:t>
      </w:r>
    </w:p>
    <w:p w:rsidR="007B6A46" w:rsidRDefault="007B6A46" w:rsidP="007B6A46">
      <w:r>
        <w:t>181.2010</w:t>
      </w:r>
      <w:r>
        <w:tab/>
        <w:t>1.013e0</w:t>
      </w:r>
    </w:p>
    <w:p w:rsidR="007B6A46" w:rsidRDefault="007B6A46" w:rsidP="007B6A46">
      <w:r>
        <w:t>181.2025</w:t>
      </w:r>
      <w:r>
        <w:tab/>
        <w:t>2.025e0</w:t>
      </w:r>
    </w:p>
    <w:p w:rsidR="007B6A46" w:rsidRDefault="007B6A46" w:rsidP="007B6A46">
      <w:r>
        <w:t>181.2262</w:t>
      </w:r>
      <w:r>
        <w:tab/>
        <w:t>1.013e0</w:t>
      </w:r>
    </w:p>
    <w:p w:rsidR="007B6A46" w:rsidRDefault="007B6A46" w:rsidP="007B6A46">
      <w:r>
        <w:lastRenderedPageBreak/>
        <w:t>181.2334</w:t>
      </w:r>
      <w:r>
        <w:tab/>
        <w:t>1.013e0</w:t>
      </w:r>
    </w:p>
    <w:p w:rsidR="007B6A46" w:rsidRDefault="007B6A46" w:rsidP="007B6A46">
      <w:r>
        <w:t>181.2475</w:t>
      </w:r>
      <w:r>
        <w:tab/>
        <w:t>1.013e0</w:t>
      </w:r>
    </w:p>
    <w:p w:rsidR="007B6A46" w:rsidRDefault="007B6A46" w:rsidP="007B6A46">
      <w:r>
        <w:t>181.2689</w:t>
      </w:r>
      <w:r>
        <w:tab/>
        <w:t>1.013e0</w:t>
      </w:r>
    </w:p>
    <w:p w:rsidR="007B6A46" w:rsidRDefault="007B6A46" w:rsidP="007B6A46">
      <w:r>
        <w:t>181.3042</w:t>
      </w:r>
      <w:r>
        <w:tab/>
        <w:t>1.013e0</w:t>
      </w:r>
    </w:p>
    <w:p w:rsidR="007B6A46" w:rsidRDefault="007B6A46" w:rsidP="007B6A46">
      <w:r>
        <w:t>181.3219</w:t>
      </w:r>
      <w:r>
        <w:tab/>
        <w:t>1.013e0</w:t>
      </w:r>
    </w:p>
    <w:p w:rsidR="007B6A46" w:rsidRDefault="007B6A46" w:rsidP="007B6A46">
      <w:r>
        <w:t>181.3541</w:t>
      </w:r>
      <w:r>
        <w:tab/>
        <w:t>1.013e0</w:t>
      </w:r>
    </w:p>
    <w:p w:rsidR="007B6A46" w:rsidRDefault="007B6A46" w:rsidP="007B6A46">
      <w:r>
        <w:t>181.3649</w:t>
      </w:r>
      <w:r>
        <w:tab/>
        <w:t>1.013e0</w:t>
      </w:r>
    </w:p>
    <w:p w:rsidR="007B6A46" w:rsidRDefault="007B6A46" w:rsidP="007B6A46">
      <w:r>
        <w:t>181.3829</w:t>
      </w:r>
      <w:r>
        <w:tab/>
        <w:t>1.013e0</w:t>
      </w:r>
    </w:p>
    <w:p w:rsidR="007B6A46" w:rsidRDefault="007B6A46" w:rsidP="007B6A46">
      <w:r>
        <w:t>181.4330</w:t>
      </w:r>
      <w:r>
        <w:tab/>
        <w:t>1.013e0</w:t>
      </w:r>
    </w:p>
    <w:p w:rsidR="007B6A46" w:rsidRDefault="007B6A46" w:rsidP="007B6A46">
      <w:r>
        <w:t>181.4477</w:t>
      </w:r>
      <w:r>
        <w:tab/>
        <w:t>1.013e0</w:t>
      </w:r>
    </w:p>
    <w:p w:rsidR="007B6A46" w:rsidRDefault="007B6A46" w:rsidP="007B6A46">
      <w:r>
        <w:t>181.4692</w:t>
      </w:r>
      <w:r>
        <w:tab/>
        <w:t>2.025e0</w:t>
      </w:r>
    </w:p>
    <w:p w:rsidR="007B6A46" w:rsidRDefault="007B6A46" w:rsidP="007B6A46">
      <w:r>
        <w:t>181.5301</w:t>
      </w:r>
      <w:r>
        <w:tab/>
        <w:t>1.013e0</w:t>
      </w:r>
    </w:p>
    <w:p w:rsidR="007B6A46" w:rsidRDefault="007B6A46" w:rsidP="007B6A46">
      <w:r>
        <w:t>181.5466</w:t>
      </w:r>
      <w:r>
        <w:tab/>
        <w:t>2.025e0</w:t>
      </w:r>
    </w:p>
    <w:p w:rsidR="007B6A46" w:rsidRDefault="007B6A46" w:rsidP="007B6A46">
      <w:r>
        <w:t>181.5481</w:t>
      </w:r>
      <w:r>
        <w:tab/>
        <w:t>1.013e0</w:t>
      </w:r>
    </w:p>
    <w:p w:rsidR="007B6A46" w:rsidRDefault="007B6A46" w:rsidP="007B6A46">
      <w:r>
        <w:t>181.6054</w:t>
      </w:r>
      <w:r>
        <w:tab/>
        <w:t>1.013e0</w:t>
      </w:r>
    </w:p>
    <w:p w:rsidR="007B6A46" w:rsidRDefault="007B6A46" w:rsidP="007B6A46">
      <w:r>
        <w:t>181.6192</w:t>
      </w:r>
      <w:r>
        <w:tab/>
        <w:t>1.013e0</w:t>
      </w:r>
    </w:p>
    <w:p w:rsidR="007B6A46" w:rsidRDefault="007B6A46" w:rsidP="007B6A46">
      <w:r>
        <w:t>181.6637</w:t>
      </w:r>
      <w:r>
        <w:tab/>
        <w:t>2.025e0</w:t>
      </w:r>
    </w:p>
    <w:p w:rsidR="007B6A46" w:rsidRDefault="007B6A46" w:rsidP="007B6A46">
      <w:r>
        <w:t>181.6906</w:t>
      </w:r>
      <w:r>
        <w:tab/>
        <w:t>1.013e0</w:t>
      </w:r>
    </w:p>
    <w:p w:rsidR="007B6A46" w:rsidRDefault="007B6A46" w:rsidP="007B6A46">
      <w:r>
        <w:t>181.7161</w:t>
      </w:r>
      <w:r>
        <w:tab/>
        <w:t>1.013e0</w:t>
      </w:r>
    </w:p>
    <w:p w:rsidR="007B6A46" w:rsidRDefault="007B6A46" w:rsidP="007B6A46">
      <w:r>
        <w:lastRenderedPageBreak/>
        <w:t>181.7808</w:t>
      </w:r>
      <w:r>
        <w:tab/>
        <w:t>1.013e0</w:t>
      </w:r>
    </w:p>
    <w:p w:rsidR="007B6A46" w:rsidRDefault="007B6A46" w:rsidP="007B6A46">
      <w:r>
        <w:t>181.7880</w:t>
      </w:r>
      <w:r>
        <w:tab/>
        <w:t>1.013e0</w:t>
      </w:r>
    </w:p>
    <w:p w:rsidR="007B6A46" w:rsidRDefault="007B6A46" w:rsidP="007B6A46">
      <w:r>
        <w:t>181.8420</w:t>
      </w:r>
      <w:r>
        <w:tab/>
        <w:t>1.013e0</w:t>
      </w:r>
    </w:p>
    <w:p w:rsidR="007B6A46" w:rsidRDefault="007B6A46" w:rsidP="007B6A46">
      <w:r>
        <w:t>181.8561</w:t>
      </w:r>
      <w:r>
        <w:tab/>
        <w:t>1.013e0</w:t>
      </w:r>
    </w:p>
    <w:p w:rsidR="007B6A46" w:rsidRDefault="007B6A46" w:rsidP="007B6A46">
      <w:r>
        <w:t>181.8778</w:t>
      </w:r>
      <w:r>
        <w:tab/>
        <w:t>1.013e0</w:t>
      </w:r>
    </w:p>
    <w:p w:rsidR="007B6A46" w:rsidRDefault="007B6A46" w:rsidP="007B6A46">
      <w:r>
        <w:t>181.9279</w:t>
      </w:r>
      <w:r>
        <w:tab/>
        <w:t>1.013e0</w:t>
      </w:r>
    </w:p>
    <w:p w:rsidR="007B6A46" w:rsidRDefault="007B6A46" w:rsidP="007B6A46">
      <w:r>
        <w:t>181.9563</w:t>
      </w:r>
      <w:r>
        <w:tab/>
        <w:t>1.013e0</w:t>
      </w:r>
    </w:p>
    <w:p w:rsidR="007B6A46" w:rsidRDefault="007B6A46" w:rsidP="007B6A46">
      <w:r>
        <w:t>182.0025</w:t>
      </w:r>
      <w:r>
        <w:tab/>
        <w:t>1.013e0</w:t>
      </w:r>
    </w:p>
    <w:p w:rsidR="007B6A46" w:rsidRDefault="007B6A46" w:rsidP="007B6A46">
      <w:r>
        <w:t>182.0058</w:t>
      </w:r>
      <w:r>
        <w:tab/>
        <w:t>2.025e0</w:t>
      </w:r>
    </w:p>
    <w:p w:rsidR="007B6A46" w:rsidRDefault="007B6A46" w:rsidP="007B6A46">
      <w:r>
        <w:t>182.0142</w:t>
      </w:r>
      <w:r>
        <w:tab/>
        <w:t>3.038e0</w:t>
      </w:r>
    </w:p>
    <w:p w:rsidR="007B6A46" w:rsidRDefault="007B6A46" w:rsidP="007B6A46">
      <w:r>
        <w:t>182.0170</w:t>
      </w:r>
      <w:r>
        <w:tab/>
        <w:t>1.013e0</w:t>
      </w:r>
    </w:p>
    <w:p w:rsidR="007B6A46" w:rsidRDefault="007B6A46" w:rsidP="007B6A46">
      <w:r>
        <w:t>182.0385</w:t>
      </w:r>
      <w:r>
        <w:tab/>
        <w:t>4.051e0</w:t>
      </w:r>
    </w:p>
    <w:p w:rsidR="007B6A46" w:rsidRDefault="007B6A46" w:rsidP="007B6A46">
      <w:r>
        <w:t>182.0599</w:t>
      </w:r>
      <w:r>
        <w:tab/>
        <w:t>1.013e0</w:t>
      </w:r>
    </w:p>
    <w:p w:rsidR="007B6A46" w:rsidRDefault="007B6A46" w:rsidP="007B6A46">
      <w:r>
        <w:t>182.0779</w:t>
      </w:r>
      <w:r>
        <w:tab/>
        <w:t>1.013e0</w:t>
      </w:r>
    </w:p>
    <w:p w:rsidR="007B6A46" w:rsidRDefault="007B6A46" w:rsidP="007B6A46">
      <w:r>
        <w:t>182.0890</w:t>
      </w:r>
      <w:r>
        <w:tab/>
        <w:t>1.013e0</w:t>
      </w:r>
    </w:p>
    <w:p w:rsidR="007B6A46" w:rsidRDefault="007B6A46" w:rsidP="007B6A46">
      <w:r>
        <w:t>182.0998</w:t>
      </w:r>
      <w:r>
        <w:tab/>
        <w:t>2.025e0</w:t>
      </w:r>
    </w:p>
    <w:p w:rsidR="007B6A46" w:rsidRDefault="007B6A46" w:rsidP="007B6A46">
      <w:r>
        <w:t>182.1175</w:t>
      </w:r>
      <w:r>
        <w:tab/>
        <w:t>1.013e0</w:t>
      </w:r>
    </w:p>
    <w:p w:rsidR="007B6A46" w:rsidRDefault="007B6A46" w:rsidP="007B6A46">
      <w:r>
        <w:t>182.1358</w:t>
      </w:r>
      <w:r>
        <w:tab/>
        <w:t>1.013e0</w:t>
      </w:r>
    </w:p>
    <w:p w:rsidR="007B6A46" w:rsidRDefault="007B6A46" w:rsidP="007B6A46">
      <w:r>
        <w:t>182.1610</w:t>
      </w:r>
      <w:r>
        <w:tab/>
        <w:t>2.025e0</w:t>
      </w:r>
    </w:p>
    <w:p w:rsidR="007B6A46" w:rsidRDefault="007B6A46" w:rsidP="007B6A46">
      <w:r>
        <w:lastRenderedPageBreak/>
        <w:t>182.1895</w:t>
      </w:r>
      <w:r>
        <w:tab/>
        <w:t>1.013e0</w:t>
      </w:r>
    </w:p>
    <w:p w:rsidR="007B6A46" w:rsidRDefault="007B6A46" w:rsidP="007B6A46">
      <w:r>
        <w:t>182.1967</w:t>
      </w:r>
      <w:r>
        <w:tab/>
        <w:t>1.013e0</w:t>
      </w:r>
    </w:p>
    <w:p w:rsidR="007B6A46" w:rsidRDefault="007B6A46" w:rsidP="007B6A46">
      <w:r>
        <w:t>182.2007</w:t>
      </w:r>
      <w:r>
        <w:tab/>
        <w:t>1.013e0</w:t>
      </w:r>
    </w:p>
    <w:p w:rsidR="007B6A46" w:rsidRDefault="007B6A46" w:rsidP="007B6A46">
      <w:r>
        <w:t>182.2043</w:t>
      </w:r>
      <w:r>
        <w:tab/>
        <w:t>1.013e0</w:t>
      </w:r>
    </w:p>
    <w:p w:rsidR="007B6A46" w:rsidRDefault="007B6A46" w:rsidP="007B6A46">
      <w:r>
        <w:t>182.2238</w:t>
      </w:r>
      <w:r>
        <w:tab/>
        <w:t>3.038e0</w:t>
      </w:r>
    </w:p>
    <w:p w:rsidR="007B6A46" w:rsidRDefault="007B6A46" w:rsidP="007B6A46">
      <w:r>
        <w:t>182.2758</w:t>
      </w:r>
      <w:r>
        <w:tab/>
        <w:t>1.013e0</w:t>
      </w:r>
    </w:p>
    <w:p w:rsidR="007B6A46" w:rsidRDefault="007B6A46" w:rsidP="007B6A46">
      <w:r>
        <w:t>182.2935</w:t>
      </w:r>
      <w:r>
        <w:tab/>
        <w:t>1.013e0</w:t>
      </w:r>
    </w:p>
    <w:p w:rsidR="007B6A46" w:rsidRDefault="007B6A46" w:rsidP="007B6A46">
      <w:r>
        <w:t>182.3110</w:t>
      </w:r>
      <w:r>
        <w:tab/>
        <w:t>1.013e0</w:t>
      </w:r>
    </w:p>
    <w:p w:rsidR="007B6A46" w:rsidRDefault="007B6A46" w:rsidP="007B6A46">
      <w:r>
        <w:t>182.3577</w:t>
      </w:r>
      <w:r>
        <w:tab/>
        <w:t>1.013e0</w:t>
      </w:r>
    </w:p>
    <w:p w:rsidR="007B6A46" w:rsidRDefault="007B6A46" w:rsidP="007B6A46">
      <w:r>
        <w:t>182.3613</w:t>
      </w:r>
      <w:r>
        <w:tab/>
        <w:t>1.013e0</w:t>
      </w:r>
    </w:p>
    <w:p w:rsidR="007B6A46" w:rsidRDefault="007B6A46" w:rsidP="007B6A46">
      <w:r>
        <w:t>182.4043</w:t>
      </w:r>
      <w:r>
        <w:tab/>
        <w:t>1.013e0</w:t>
      </w:r>
    </w:p>
    <w:p w:rsidR="007B6A46" w:rsidRDefault="007B6A46" w:rsidP="007B6A46">
      <w:r>
        <w:t>182.4151</w:t>
      </w:r>
      <w:r>
        <w:tab/>
        <w:t>1.013e0</w:t>
      </w:r>
    </w:p>
    <w:p w:rsidR="007B6A46" w:rsidRDefault="007B6A46" w:rsidP="007B6A46">
      <w:r>
        <w:t>182.4190</w:t>
      </w:r>
      <w:r>
        <w:tab/>
        <w:t>1.013e0</w:t>
      </w:r>
    </w:p>
    <w:p w:rsidR="007B6A46" w:rsidRDefault="007B6A46" w:rsidP="007B6A46">
      <w:r>
        <w:t>182.4404</w:t>
      </w:r>
      <w:r>
        <w:tab/>
        <w:t>1.013e0</w:t>
      </w:r>
    </w:p>
    <w:p w:rsidR="007B6A46" w:rsidRDefault="007B6A46" w:rsidP="007B6A46">
      <w:r>
        <w:t>182.5232</w:t>
      </w:r>
      <w:r>
        <w:tab/>
        <w:t>2.025e0</w:t>
      </w:r>
    </w:p>
    <w:p w:rsidR="007B6A46" w:rsidRDefault="007B6A46" w:rsidP="007B6A46">
      <w:r>
        <w:t>182.5652</w:t>
      </w:r>
      <w:r>
        <w:tab/>
        <w:t>3.271e0</w:t>
      </w:r>
    </w:p>
    <w:p w:rsidR="007B6A46" w:rsidRDefault="007B6A46" w:rsidP="007B6A46">
      <w:r>
        <w:t>182.5662</w:t>
      </w:r>
      <w:r>
        <w:tab/>
        <w:t>4.051e0</w:t>
      </w:r>
    </w:p>
    <w:p w:rsidR="007B6A46" w:rsidRDefault="007B6A46" w:rsidP="007B6A46">
      <w:r>
        <w:t>182.5719</w:t>
      </w:r>
      <w:r>
        <w:tab/>
        <w:t>4.051e0</w:t>
      </w:r>
    </w:p>
    <w:p w:rsidR="007B6A46" w:rsidRDefault="007B6A46" w:rsidP="007B6A46">
      <w:r>
        <w:t>182.5739</w:t>
      </w:r>
      <w:r>
        <w:tab/>
        <w:t>5.063e0</w:t>
      </w:r>
    </w:p>
    <w:p w:rsidR="007B6A46" w:rsidRDefault="007B6A46" w:rsidP="007B6A46">
      <w:r>
        <w:lastRenderedPageBreak/>
        <w:t>182.5812</w:t>
      </w:r>
      <w:r>
        <w:tab/>
        <w:t>2.025e0</w:t>
      </w:r>
    </w:p>
    <w:p w:rsidR="007B6A46" w:rsidRDefault="007B6A46" w:rsidP="007B6A46">
      <w:r>
        <w:t>182.6026</w:t>
      </w:r>
      <w:r>
        <w:tab/>
        <w:t>1.013e0</w:t>
      </w:r>
    </w:p>
    <w:p w:rsidR="007B6A46" w:rsidRDefault="007B6A46" w:rsidP="007B6A46">
      <w:r>
        <w:t>182.6705</w:t>
      </w:r>
      <w:r>
        <w:tab/>
        <w:t>1.013e0</w:t>
      </w:r>
    </w:p>
    <w:p w:rsidR="007B6A46" w:rsidRDefault="007B6A46" w:rsidP="007B6A46">
      <w:r>
        <w:t>182.6776</w:t>
      </w:r>
      <w:r>
        <w:tab/>
        <w:t>1.013e0</w:t>
      </w:r>
    </w:p>
    <w:p w:rsidR="007B6A46" w:rsidRDefault="007B6A46" w:rsidP="007B6A46">
      <w:r>
        <w:t>182.6809</w:t>
      </w:r>
      <w:r>
        <w:tab/>
        <w:t>1.013e0</w:t>
      </w:r>
    </w:p>
    <w:p w:rsidR="007B6A46" w:rsidRDefault="007B6A46" w:rsidP="007B6A46">
      <w:r>
        <w:t>182.7796</w:t>
      </w:r>
      <w:r>
        <w:tab/>
        <w:t>2.025e0</w:t>
      </w:r>
    </w:p>
    <w:p w:rsidR="007B6A46" w:rsidRDefault="007B6A46" w:rsidP="007B6A46">
      <w:r>
        <w:t>182.7961</w:t>
      </w:r>
      <w:r>
        <w:tab/>
        <w:t>1.013e0</w:t>
      </w:r>
    </w:p>
    <w:p w:rsidR="007B6A46" w:rsidRDefault="007B6A46" w:rsidP="007B6A46">
      <w:r>
        <w:t>182.8033</w:t>
      </w:r>
      <w:r>
        <w:tab/>
        <w:t>1.013e0</w:t>
      </w:r>
    </w:p>
    <w:p w:rsidR="007B6A46" w:rsidRDefault="007B6A46" w:rsidP="007B6A46">
      <w:r>
        <w:t>182.8607</w:t>
      </w:r>
      <w:r>
        <w:tab/>
        <w:t>1.013e0</w:t>
      </w:r>
    </w:p>
    <w:p w:rsidR="007B6A46" w:rsidRDefault="007B6A46" w:rsidP="007B6A46">
      <w:r>
        <w:t>182.8898</w:t>
      </w:r>
      <w:r>
        <w:tab/>
        <w:t>1.013e0</w:t>
      </w:r>
    </w:p>
    <w:p w:rsidR="007B6A46" w:rsidRDefault="007B6A46" w:rsidP="007B6A46">
      <w:r>
        <w:t>182.9238</w:t>
      </w:r>
      <w:r>
        <w:tab/>
        <w:t>2.025e0</w:t>
      </w:r>
    </w:p>
    <w:p w:rsidR="007B6A46" w:rsidRDefault="007B6A46" w:rsidP="007B6A46">
      <w:r>
        <w:t>182.9403</w:t>
      </w:r>
      <w:r>
        <w:tab/>
        <w:t>1.013e0</w:t>
      </w:r>
    </w:p>
    <w:p w:rsidR="007B6A46" w:rsidRDefault="007B6A46" w:rsidP="007B6A46">
      <w:r>
        <w:t>182.9830</w:t>
      </w:r>
      <w:r>
        <w:tab/>
        <w:t>5.063e0</w:t>
      </w:r>
    </w:p>
    <w:p w:rsidR="007B6A46" w:rsidRDefault="007B6A46" w:rsidP="007B6A46">
      <w:r>
        <w:t>182.9896</w:t>
      </w:r>
      <w:r>
        <w:tab/>
        <w:t>1.013e1</w:t>
      </w:r>
    </w:p>
    <w:p w:rsidR="007B6A46" w:rsidRDefault="007B6A46" w:rsidP="007B6A46">
      <w:r>
        <w:t>182.9915</w:t>
      </w:r>
      <w:r>
        <w:tab/>
        <w:t>1.215e1</w:t>
      </w:r>
    </w:p>
    <w:p w:rsidR="007B6A46" w:rsidRDefault="007B6A46" w:rsidP="007B6A46">
      <w:r>
        <w:t>182.9928</w:t>
      </w:r>
      <w:r>
        <w:tab/>
        <w:t>7.238e0</w:t>
      </w:r>
    </w:p>
    <w:p w:rsidR="007B6A46" w:rsidRDefault="007B6A46" w:rsidP="007B6A46">
      <w:r>
        <w:t>182.9940</w:t>
      </w:r>
      <w:r>
        <w:tab/>
        <w:t>1.215e1</w:t>
      </w:r>
    </w:p>
    <w:p w:rsidR="007B6A46" w:rsidRDefault="007B6A46" w:rsidP="007B6A46">
      <w:r>
        <w:t>183.0004</w:t>
      </w:r>
      <w:r>
        <w:tab/>
        <w:t>3.038e0</w:t>
      </w:r>
    </w:p>
    <w:p w:rsidR="007B6A46" w:rsidRDefault="007B6A46" w:rsidP="007B6A46">
      <w:r>
        <w:t>183.0263</w:t>
      </w:r>
      <w:r>
        <w:tab/>
        <w:t>3.038e0</w:t>
      </w:r>
    </w:p>
    <w:p w:rsidR="007B6A46" w:rsidRDefault="007B6A46" w:rsidP="007B6A46">
      <w:r>
        <w:lastRenderedPageBreak/>
        <w:t>183.0371</w:t>
      </w:r>
      <w:r>
        <w:tab/>
        <w:t>1.013e0</w:t>
      </w:r>
    </w:p>
    <w:p w:rsidR="007B6A46" w:rsidRDefault="007B6A46" w:rsidP="007B6A46">
      <w:r>
        <w:t>183.0517</w:t>
      </w:r>
      <w:r>
        <w:tab/>
        <w:t>1.013e0</w:t>
      </w:r>
    </w:p>
    <w:p w:rsidR="007B6A46" w:rsidRDefault="007B6A46" w:rsidP="007B6A46">
      <w:r>
        <w:t>183.0731</w:t>
      </w:r>
      <w:r>
        <w:tab/>
        <w:t>8.101e0</w:t>
      </w:r>
    </w:p>
    <w:p w:rsidR="007B6A46" w:rsidRDefault="007B6A46" w:rsidP="007B6A46">
      <w:r>
        <w:t>183.0961</w:t>
      </w:r>
      <w:r>
        <w:tab/>
        <w:t>2.025e0</w:t>
      </w:r>
    </w:p>
    <w:p w:rsidR="007B6A46" w:rsidRDefault="007B6A46" w:rsidP="007B6A46">
      <w:r>
        <w:t>183.0980</w:t>
      </w:r>
      <w:r>
        <w:tab/>
        <w:t>1.013e0</w:t>
      </w:r>
    </w:p>
    <w:p w:rsidR="007B6A46" w:rsidRDefault="007B6A46" w:rsidP="007B6A46">
      <w:r>
        <w:t>183.1017</w:t>
      </w:r>
      <w:r>
        <w:tab/>
        <w:t>5.063e0</w:t>
      </w:r>
    </w:p>
    <w:p w:rsidR="007B6A46" w:rsidRDefault="007B6A46" w:rsidP="007B6A46">
      <w:r>
        <w:t>183.1156</w:t>
      </w:r>
      <w:r>
        <w:tab/>
        <w:t>1.013e0</w:t>
      </w:r>
    </w:p>
    <w:p w:rsidR="007B6A46" w:rsidRDefault="007B6A46" w:rsidP="007B6A46">
      <w:r>
        <w:t>183.1445</w:t>
      </w:r>
      <w:r>
        <w:tab/>
        <w:t>2.025e0</w:t>
      </w:r>
    </w:p>
    <w:p w:rsidR="007B6A46" w:rsidRDefault="007B6A46" w:rsidP="007B6A46">
      <w:r>
        <w:t>183.1463</w:t>
      </w:r>
      <w:r>
        <w:tab/>
        <w:t>2.025e0</w:t>
      </w:r>
    </w:p>
    <w:p w:rsidR="007B6A46" w:rsidRDefault="007B6A46" w:rsidP="007B6A46">
      <w:r>
        <w:t>183.1514</w:t>
      </w:r>
      <w:r>
        <w:tab/>
        <w:t>1.013e0</w:t>
      </w:r>
    </w:p>
    <w:p w:rsidR="007B6A46" w:rsidRDefault="007B6A46" w:rsidP="007B6A46">
      <w:r>
        <w:t>183.1876</w:t>
      </w:r>
      <w:r>
        <w:tab/>
        <w:t>1.013e0</w:t>
      </w:r>
    </w:p>
    <w:p w:rsidR="007B6A46" w:rsidRDefault="007B6A46" w:rsidP="007B6A46">
      <w:r>
        <w:t>183.2095</w:t>
      </w:r>
      <w:r>
        <w:tab/>
        <w:t>1.013e0</w:t>
      </w:r>
    </w:p>
    <w:p w:rsidR="007B6A46" w:rsidRDefault="007B6A46" w:rsidP="007B6A46">
      <w:r>
        <w:t>183.2348</w:t>
      </w:r>
      <w:r>
        <w:tab/>
        <w:t>1.013e0</w:t>
      </w:r>
    </w:p>
    <w:p w:rsidR="007B6A46" w:rsidRDefault="007B6A46" w:rsidP="007B6A46">
      <w:r>
        <w:t>183.2457</w:t>
      </w:r>
      <w:r>
        <w:tab/>
        <w:t>1.013e0</w:t>
      </w:r>
    </w:p>
    <w:p w:rsidR="007B6A46" w:rsidRDefault="007B6A46" w:rsidP="007B6A46">
      <w:r>
        <w:t>183.3250</w:t>
      </w:r>
      <w:r>
        <w:tab/>
        <w:t>1.013e0</w:t>
      </w:r>
    </w:p>
    <w:p w:rsidR="007B6A46" w:rsidRDefault="007B6A46" w:rsidP="007B6A46">
      <w:r>
        <w:t>183.3394</w:t>
      </w:r>
      <w:r>
        <w:tab/>
        <w:t>1.013e0</w:t>
      </w:r>
    </w:p>
    <w:p w:rsidR="007B6A46" w:rsidRDefault="007B6A46" w:rsidP="007B6A46">
      <w:r>
        <w:t>183.3897</w:t>
      </w:r>
      <w:r>
        <w:tab/>
        <w:t>1.013e0</w:t>
      </w:r>
    </w:p>
    <w:p w:rsidR="007B6A46" w:rsidRDefault="007B6A46" w:rsidP="007B6A46">
      <w:r>
        <w:t>183.3988</w:t>
      </w:r>
      <w:r>
        <w:tab/>
        <w:t>2.025e0</w:t>
      </w:r>
    </w:p>
    <w:p w:rsidR="007B6A46" w:rsidRDefault="007B6A46" w:rsidP="007B6A46">
      <w:r>
        <w:t>183.4081</w:t>
      </w:r>
      <w:r>
        <w:tab/>
        <w:t>1.013e0</w:t>
      </w:r>
    </w:p>
    <w:p w:rsidR="007B6A46" w:rsidRDefault="007B6A46" w:rsidP="007B6A46">
      <w:r>
        <w:lastRenderedPageBreak/>
        <w:t>183.4657</w:t>
      </w:r>
      <w:r>
        <w:tab/>
        <w:t>2.025e0</w:t>
      </w:r>
    </w:p>
    <w:p w:rsidR="007B6A46" w:rsidRDefault="007B6A46" w:rsidP="007B6A46">
      <w:r>
        <w:t>183.4832</w:t>
      </w:r>
      <w:r>
        <w:tab/>
        <w:t>1.013e0</w:t>
      </w:r>
    </w:p>
    <w:p w:rsidR="007B6A46" w:rsidRDefault="007B6A46" w:rsidP="007B6A46">
      <w:r>
        <w:t>183.4904</w:t>
      </w:r>
      <w:r>
        <w:tab/>
        <w:t>1.013e0</w:t>
      </w:r>
    </w:p>
    <w:p w:rsidR="007B6A46" w:rsidRDefault="007B6A46" w:rsidP="007B6A46">
      <w:r>
        <w:t>183.5046</w:t>
      </w:r>
      <w:r>
        <w:tab/>
        <w:t>1.013e0</w:t>
      </w:r>
    </w:p>
    <w:p w:rsidR="007B6A46" w:rsidRDefault="007B6A46" w:rsidP="007B6A46">
      <w:r>
        <w:t>183.5299</w:t>
      </w:r>
      <w:r>
        <w:tab/>
        <w:t>1.013e0</w:t>
      </w:r>
    </w:p>
    <w:p w:rsidR="007B6A46" w:rsidRDefault="007B6A46" w:rsidP="007B6A46">
      <w:r>
        <w:t>183.5335</w:t>
      </w:r>
      <w:r>
        <w:tab/>
        <w:t>1.013e0</w:t>
      </w:r>
    </w:p>
    <w:p w:rsidR="007B6A46" w:rsidRDefault="007B6A46" w:rsidP="007B6A46">
      <w:r>
        <w:t>183.5585</w:t>
      </w:r>
      <w:r>
        <w:tab/>
        <w:t>2.025e0</w:t>
      </w:r>
    </w:p>
    <w:p w:rsidR="007B6A46" w:rsidRDefault="007B6A46" w:rsidP="007B6A46">
      <w:r>
        <w:t>183.5599</w:t>
      </w:r>
      <w:r>
        <w:tab/>
        <w:t>2.025e0</w:t>
      </w:r>
    </w:p>
    <w:p w:rsidR="007B6A46" w:rsidRDefault="007B6A46" w:rsidP="007B6A46">
      <w:r>
        <w:t>183.5712</w:t>
      </w:r>
      <w:r>
        <w:tab/>
        <w:t>2.025e0</w:t>
      </w:r>
    </w:p>
    <w:p w:rsidR="007B6A46" w:rsidRDefault="007B6A46" w:rsidP="007B6A46">
      <w:r>
        <w:t>183.6123</w:t>
      </w:r>
      <w:r>
        <w:tab/>
        <w:t>2.025e0</w:t>
      </w:r>
    </w:p>
    <w:p w:rsidR="007B6A46" w:rsidRDefault="007B6A46" w:rsidP="007B6A46">
      <w:r>
        <w:t>183.6197</w:t>
      </w:r>
      <w:r>
        <w:tab/>
        <w:t>1.013e0</w:t>
      </w:r>
    </w:p>
    <w:p w:rsidR="007B6A46" w:rsidRDefault="007B6A46" w:rsidP="007B6A46">
      <w:r>
        <w:t>183.6305</w:t>
      </w:r>
      <w:r>
        <w:tab/>
        <w:t>1.013e0</w:t>
      </w:r>
    </w:p>
    <w:p w:rsidR="007B6A46" w:rsidRDefault="007B6A46" w:rsidP="007B6A46">
      <w:r>
        <w:t>183.6558</w:t>
      </w:r>
      <w:r>
        <w:tab/>
        <w:t>1.013e0</w:t>
      </w:r>
    </w:p>
    <w:p w:rsidR="007B6A46" w:rsidRDefault="007B6A46" w:rsidP="007B6A46">
      <w:r>
        <w:t>183.6862</w:t>
      </w:r>
      <w:r>
        <w:tab/>
        <w:t>2.025e0</w:t>
      </w:r>
    </w:p>
    <w:p w:rsidR="007B6A46" w:rsidRDefault="007B6A46" w:rsidP="007B6A46">
      <w:r>
        <w:t>183.7281</w:t>
      </w:r>
      <w:r>
        <w:tab/>
        <w:t>1.013e0</w:t>
      </w:r>
    </w:p>
    <w:p w:rsidR="007B6A46" w:rsidRDefault="007B6A46" w:rsidP="007B6A46">
      <w:r>
        <w:t>183.7892</w:t>
      </w:r>
      <w:r>
        <w:tab/>
        <w:t>1.013e0</w:t>
      </w:r>
    </w:p>
    <w:p w:rsidR="007B6A46" w:rsidRDefault="007B6A46" w:rsidP="007B6A46">
      <w:r>
        <w:t>183.8000</w:t>
      </w:r>
      <w:r>
        <w:tab/>
        <w:t>1.013e0</w:t>
      </w:r>
    </w:p>
    <w:p w:rsidR="007B6A46" w:rsidRDefault="007B6A46" w:rsidP="007B6A46">
      <w:r>
        <w:t>183.8509</w:t>
      </w:r>
      <w:r>
        <w:tab/>
        <w:t>1.013e0</w:t>
      </w:r>
    </w:p>
    <w:p w:rsidR="007B6A46" w:rsidRDefault="007B6A46" w:rsidP="007B6A46">
      <w:r>
        <w:t>183.9049</w:t>
      </w:r>
      <w:r>
        <w:tab/>
        <w:t>1.013e0</w:t>
      </w:r>
    </w:p>
    <w:p w:rsidR="007B6A46" w:rsidRDefault="007B6A46" w:rsidP="007B6A46">
      <w:r>
        <w:lastRenderedPageBreak/>
        <w:t>183.9269</w:t>
      </w:r>
      <w:r>
        <w:tab/>
        <w:t>1.013e0</w:t>
      </w:r>
    </w:p>
    <w:p w:rsidR="007B6A46" w:rsidRDefault="007B6A46" w:rsidP="007B6A46">
      <w:r>
        <w:t>183.9484</w:t>
      </w:r>
      <w:r>
        <w:tab/>
        <w:t>1.013e0</w:t>
      </w:r>
    </w:p>
    <w:p w:rsidR="007B6A46" w:rsidRDefault="007B6A46" w:rsidP="007B6A46">
      <w:r>
        <w:t>183.9861</w:t>
      </w:r>
      <w:r>
        <w:tab/>
        <w:t>2.025e0</w:t>
      </w:r>
    </w:p>
    <w:p w:rsidR="007B6A46" w:rsidRDefault="007B6A46" w:rsidP="007B6A46">
      <w:r>
        <w:t>183.9986</w:t>
      </w:r>
      <w:r>
        <w:tab/>
        <w:t>2.025e0</w:t>
      </w:r>
    </w:p>
    <w:p w:rsidR="007B6A46" w:rsidRDefault="007B6A46" w:rsidP="007B6A46">
      <w:r>
        <w:t>184.0111</w:t>
      </w:r>
      <w:r>
        <w:tab/>
        <w:t>2.025e0</w:t>
      </w:r>
    </w:p>
    <w:p w:rsidR="007B6A46" w:rsidRDefault="007B6A46" w:rsidP="007B6A46">
      <w:r>
        <w:t>184.0197</w:t>
      </w:r>
      <w:r>
        <w:tab/>
        <w:t>2.025e0</w:t>
      </w:r>
    </w:p>
    <w:p w:rsidR="007B6A46" w:rsidRDefault="007B6A46" w:rsidP="007B6A46">
      <w:r>
        <w:t>184.0343</w:t>
      </w:r>
      <w:r>
        <w:tab/>
        <w:t>1.013e0</w:t>
      </w:r>
    </w:p>
    <w:p w:rsidR="007B6A46" w:rsidRDefault="007B6A46" w:rsidP="007B6A46">
      <w:r>
        <w:t>184.0378</w:t>
      </w:r>
      <w:r>
        <w:tab/>
        <w:t>2.025e0</w:t>
      </w:r>
    </w:p>
    <w:p w:rsidR="007B6A46" w:rsidRDefault="007B6A46" w:rsidP="007B6A46">
      <w:r>
        <w:t>184.0522</w:t>
      </w:r>
      <w:r>
        <w:tab/>
        <w:t>3.038e0</w:t>
      </w:r>
    </w:p>
    <w:p w:rsidR="007B6A46" w:rsidRDefault="007B6A46" w:rsidP="007B6A46">
      <w:r>
        <w:t>184.0555</w:t>
      </w:r>
      <w:r>
        <w:tab/>
        <w:t>1.013e0</w:t>
      </w:r>
    </w:p>
    <w:p w:rsidR="007B6A46" w:rsidRDefault="007B6A46" w:rsidP="007B6A46">
      <w:r>
        <w:t>184.0591</w:t>
      </w:r>
      <w:r>
        <w:tab/>
        <w:t>1.013e0</w:t>
      </w:r>
    </w:p>
    <w:p w:rsidR="007B6A46" w:rsidRDefault="007B6A46" w:rsidP="007B6A46">
      <w:r>
        <w:t>184.0629</w:t>
      </w:r>
      <w:r>
        <w:tab/>
        <w:t>2.025e0</w:t>
      </w:r>
    </w:p>
    <w:p w:rsidR="007B6A46" w:rsidRDefault="007B6A46" w:rsidP="007B6A46">
      <w:r>
        <w:t>184.0773</w:t>
      </w:r>
      <w:r>
        <w:tab/>
        <w:t>1.013e0</w:t>
      </w:r>
    </w:p>
    <w:p w:rsidR="007B6A46" w:rsidRDefault="007B6A46" w:rsidP="007B6A46">
      <w:r>
        <w:t>184.0881</w:t>
      </w:r>
      <w:r>
        <w:tab/>
        <w:t>1.013e0</w:t>
      </w:r>
    </w:p>
    <w:p w:rsidR="007B6A46" w:rsidRDefault="007B6A46" w:rsidP="007B6A46">
      <w:r>
        <w:t>184.0952</w:t>
      </w:r>
      <w:r>
        <w:tab/>
        <w:t>1.013e0</w:t>
      </w:r>
    </w:p>
    <w:p w:rsidR="007B6A46" w:rsidRDefault="007B6A46" w:rsidP="007B6A46">
      <w:r>
        <w:t>184.0970</w:t>
      </w:r>
      <w:r>
        <w:tab/>
        <w:t>2.025e0</w:t>
      </w:r>
    </w:p>
    <w:p w:rsidR="007B6A46" w:rsidRDefault="007B6A46" w:rsidP="007B6A46">
      <w:r>
        <w:t>184.1314</w:t>
      </w:r>
      <w:r>
        <w:tab/>
        <w:t>1.013e0</w:t>
      </w:r>
    </w:p>
    <w:p w:rsidR="007B6A46" w:rsidRDefault="007B6A46" w:rsidP="007B6A46">
      <w:r>
        <w:t>184.1423</w:t>
      </w:r>
      <w:r>
        <w:tab/>
        <w:t>2.025e0</w:t>
      </w:r>
    </w:p>
    <w:p w:rsidR="007B6A46" w:rsidRDefault="007B6A46" w:rsidP="007B6A46">
      <w:r>
        <w:t>184.1495</w:t>
      </w:r>
      <w:r>
        <w:tab/>
        <w:t>1.013e0</w:t>
      </w:r>
    </w:p>
    <w:p w:rsidR="007B6A46" w:rsidRDefault="007B6A46" w:rsidP="007B6A46">
      <w:r>
        <w:lastRenderedPageBreak/>
        <w:t>184.1601</w:t>
      </w:r>
      <w:r>
        <w:tab/>
        <w:t>1.013e0</w:t>
      </w:r>
    </w:p>
    <w:p w:rsidR="007B6A46" w:rsidRDefault="007B6A46" w:rsidP="007B6A46">
      <w:r>
        <w:t>184.1676</w:t>
      </w:r>
      <w:r>
        <w:tab/>
        <w:t>1.013e0</w:t>
      </w:r>
    </w:p>
    <w:p w:rsidR="007B6A46" w:rsidRDefault="007B6A46" w:rsidP="007B6A46">
      <w:r>
        <w:t>184.1908</w:t>
      </w:r>
      <w:r>
        <w:tab/>
        <w:t>2.025e0</w:t>
      </w:r>
    </w:p>
    <w:p w:rsidR="007B6A46" w:rsidRDefault="007B6A46" w:rsidP="007B6A46">
      <w:r>
        <w:t>184.1966</w:t>
      </w:r>
      <w:r>
        <w:tab/>
        <w:t>1.013e0</w:t>
      </w:r>
    </w:p>
    <w:p w:rsidR="007B6A46" w:rsidRDefault="007B6A46" w:rsidP="007B6A46">
      <w:r>
        <w:t>184.2002</w:t>
      </w:r>
      <w:r>
        <w:tab/>
        <w:t>1.013e0</w:t>
      </w:r>
    </w:p>
    <w:p w:rsidR="007B6A46" w:rsidRDefault="007B6A46" w:rsidP="007B6A46">
      <w:r>
        <w:t>184.2544</w:t>
      </w:r>
      <w:r>
        <w:tab/>
        <w:t>1.013e0</w:t>
      </w:r>
    </w:p>
    <w:p w:rsidR="007B6A46" w:rsidRDefault="007B6A46" w:rsidP="007B6A46">
      <w:r>
        <w:t>184.3083</w:t>
      </w:r>
      <w:r>
        <w:tab/>
        <w:t>1.013e0</w:t>
      </w:r>
    </w:p>
    <w:p w:rsidR="007B6A46" w:rsidRDefault="007B6A46" w:rsidP="007B6A46">
      <w:r>
        <w:t>184.3123</w:t>
      </w:r>
      <w:r>
        <w:tab/>
        <w:t>2.025e0</w:t>
      </w:r>
    </w:p>
    <w:p w:rsidR="007B6A46" w:rsidRDefault="007B6A46" w:rsidP="007B6A46">
      <w:r>
        <w:t>184.3156</w:t>
      </w:r>
      <w:r>
        <w:tab/>
        <w:t>1.013e0</w:t>
      </w:r>
    </w:p>
    <w:p w:rsidR="007B6A46" w:rsidRDefault="007B6A46" w:rsidP="007B6A46">
      <w:r>
        <w:t>184.3303</w:t>
      </w:r>
      <w:r>
        <w:tab/>
        <w:t>1.013e0</w:t>
      </w:r>
    </w:p>
    <w:p w:rsidR="007B6A46" w:rsidRDefault="007B6A46" w:rsidP="007B6A46">
      <w:r>
        <w:t>184.3520</w:t>
      </w:r>
      <w:r>
        <w:tab/>
        <w:t>1.013e0</w:t>
      </w:r>
    </w:p>
    <w:p w:rsidR="007B6A46" w:rsidRDefault="007B6A46" w:rsidP="007B6A46">
      <w:r>
        <w:t>184.3665</w:t>
      </w:r>
      <w:r>
        <w:tab/>
        <w:t>1.013e0</w:t>
      </w:r>
    </w:p>
    <w:p w:rsidR="007B6A46" w:rsidRDefault="007B6A46" w:rsidP="007B6A46">
      <w:r>
        <w:t>184.3846</w:t>
      </w:r>
      <w:r>
        <w:tab/>
        <w:t>1.013e0</w:t>
      </w:r>
    </w:p>
    <w:p w:rsidR="007B6A46" w:rsidRDefault="007B6A46" w:rsidP="007B6A46">
      <w:r>
        <w:t>184.3882</w:t>
      </w:r>
      <w:r>
        <w:tab/>
        <w:t>2.025e0</w:t>
      </w:r>
    </w:p>
    <w:p w:rsidR="007B6A46" w:rsidRDefault="007B6A46" w:rsidP="007B6A46">
      <w:r>
        <w:t>184.3952</w:t>
      </w:r>
      <w:r>
        <w:tab/>
        <w:t>1.013e0</w:t>
      </w:r>
    </w:p>
    <w:p w:rsidR="007B6A46" w:rsidRDefault="007B6A46" w:rsidP="007B6A46">
      <w:r>
        <w:t>184.4133</w:t>
      </w:r>
      <w:r>
        <w:tab/>
        <w:t>1.013e0</w:t>
      </w:r>
    </w:p>
    <w:p w:rsidR="007B6A46" w:rsidRDefault="007B6A46" w:rsidP="007B6A46">
      <w:r>
        <w:t>184.4459</w:t>
      </w:r>
      <w:r>
        <w:tab/>
        <w:t>1.013e0</w:t>
      </w:r>
    </w:p>
    <w:p w:rsidR="007B6A46" w:rsidRDefault="007B6A46" w:rsidP="007B6A46">
      <w:r>
        <w:t>184.4965</w:t>
      </w:r>
      <w:r>
        <w:tab/>
        <w:t>1.013e0</w:t>
      </w:r>
    </w:p>
    <w:p w:rsidR="007B6A46" w:rsidRDefault="007B6A46" w:rsidP="007B6A46">
      <w:r>
        <w:t>184.6189</w:t>
      </w:r>
      <w:r>
        <w:tab/>
        <w:t>1.013e0</w:t>
      </w:r>
    </w:p>
    <w:p w:rsidR="007B6A46" w:rsidRDefault="007B6A46" w:rsidP="007B6A46">
      <w:r>
        <w:lastRenderedPageBreak/>
        <w:t>184.6835</w:t>
      </w:r>
      <w:r>
        <w:tab/>
        <w:t>1.013e0</w:t>
      </w:r>
    </w:p>
    <w:p w:rsidR="007B6A46" w:rsidRDefault="007B6A46" w:rsidP="007B6A46">
      <w:r>
        <w:t>184.6904</w:t>
      </w:r>
      <w:r>
        <w:tab/>
        <w:t>1.013e0</w:t>
      </w:r>
    </w:p>
    <w:p w:rsidR="007B6A46" w:rsidRDefault="007B6A46" w:rsidP="007B6A46">
      <w:r>
        <w:t>184.7197</w:t>
      </w:r>
      <w:r>
        <w:tab/>
        <w:t>1.013e0</w:t>
      </w:r>
    </w:p>
    <w:p w:rsidR="007B6A46" w:rsidRDefault="007B6A46" w:rsidP="007B6A46">
      <w:r>
        <w:t>184.7738</w:t>
      </w:r>
      <w:r>
        <w:tab/>
        <w:t>1.013e0</w:t>
      </w:r>
    </w:p>
    <w:p w:rsidR="007B6A46" w:rsidRDefault="007B6A46" w:rsidP="007B6A46">
      <w:r>
        <w:t>184.7810</w:t>
      </w:r>
      <w:r>
        <w:tab/>
        <w:t>1.013e0</w:t>
      </w:r>
    </w:p>
    <w:p w:rsidR="007B6A46" w:rsidRDefault="007B6A46" w:rsidP="007B6A46">
      <w:r>
        <w:t>184.7885</w:t>
      </w:r>
      <w:r>
        <w:tab/>
        <w:t>1.013e0</w:t>
      </w:r>
    </w:p>
    <w:p w:rsidR="007B6A46" w:rsidRDefault="007B6A46" w:rsidP="007B6A46">
      <w:r>
        <w:t>184.8103</w:t>
      </w:r>
      <w:r>
        <w:tab/>
        <w:t>1.013e0</w:t>
      </w:r>
    </w:p>
    <w:p w:rsidR="007B6A46" w:rsidRDefault="007B6A46" w:rsidP="007B6A46">
      <w:r>
        <w:t>184.8245</w:t>
      </w:r>
      <w:r>
        <w:tab/>
        <w:t>1.013e0</w:t>
      </w:r>
    </w:p>
    <w:p w:rsidR="007B6A46" w:rsidRDefault="007B6A46" w:rsidP="007B6A46">
      <w:r>
        <w:t>184.9080</w:t>
      </w:r>
      <w:r>
        <w:tab/>
        <w:t>2.025e0</w:t>
      </w:r>
    </w:p>
    <w:p w:rsidR="007B6A46" w:rsidRDefault="007B6A46" w:rsidP="007B6A46">
      <w:r>
        <w:t>184.9477</w:t>
      </w:r>
      <w:r>
        <w:tab/>
        <w:t>2.025e0</w:t>
      </w:r>
    </w:p>
    <w:p w:rsidR="007B6A46" w:rsidRDefault="007B6A46" w:rsidP="007B6A46">
      <w:r>
        <w:t>184.9656</w:t>
      </w:r>
      <w:r>
        <w:tab/>
        <w:t>1.013e0</w:t>
      </w:r>
    </w:p>
    <w:p w:rsidR="007B6A46" w:rsidRDefault="007B6A46" w:rsidP="007B6A46">
      <w:r>
        <w:t>185.0236</w:t>
      </w:r>
      <w:r>
        <w:tab/>
        <w:t>2.025e0</w:t>
      </w:r>
    </w:p>
    <w:p w:rsidR="007B6A46" w:rsidRDefault="007B6A46" w:rsidP="007B6A46">
      <w:r>
        <w:t>185.0275</w:t>
      </w:r>
      <w:r>
        <w:tab/>
        <w:t>2.025e0</w:t>
      </w:r>
    </w:p>
    <w:p w:rsidR="007B6A46" w:rsidRDefault="007B6A46" w:rsidP="007B6A46">
      <w:r>
        <w:t>185.0327</w:t>
      </w:r>
      <w:r>
        <w:tab/>
        <w:t>2.025e0</w:t>
      </w:r>
    </w:p>
    <w:p w:rsidR="007B6A46" w:rsidRDefault="007B6A46" w:rsidP="007B6A46">
      <w:r>
        <w:t>185.0456</w:t>
      </w:r>
      <w:r>
        <w:tab/>
        <w:t>1.013e0</w:t>
      </w:r>
    </w:p>
    <w:p w:rsidR="007B6A46" w:rsidRDefault="007B6A46" w:rsidP="007B6A46">
      <w:r>
        <w:t>185.0544</w:t>
      </w:r>
      <w:r>
        <w:tab/>
        <w:t>2.025e0</w:t>
      </w:r>
    </w:p>
    <w:p w:rsidR="007B6A46" w:rsidRDefault="007B6A46" w:rsidP="007B6A46">
      <w:r>
        <w:t>185.0616</w:t>
      </w:r>
      <w:r>
        <w:tab/>
        <w:t>2.025e0</w:t>
      </w:r>
    </w:p>
    <w:p w:rsidR="007B6A46" w:rsidRDefault="007B6A46" w:rsidP="007B6A46">
      <w:r>
        <w:t>185.0746</w:t>
      </w:r>
      <w:r>
        <w:tab/>
        <w:t>1.013e0</w:t>
      </w:r>
    </w:p>
    <w:p w:rsidR="007B6A46" w:rsidRDefault="007B6A46" w:rsidP="007B6A46">
      <w:r>
        <w:t>185.0782</w:t>
      </w:r>
      <w:r>
        <w:tab/>
        <w:t>1.013e0</w:t>
      </w:r>
    </w:p>
    <w:p w:rsidR="007B6A46" w:rsidRDefault="007B6A46" w:rsidP="007B6A46">
      <w:r>
        <w:lastRenderedPageBreak/>
        <w:t>185.1144</w:t>
      </w:r>
      <w:r>
        <w:tab/>
        <w:t>3.038e0</w:t>
      </w:r>
    </w:p>
    <w:p w:rsidR="007B6A46" w:rsidRDefault="007B6A46" w:rsidP="007B6A46">
      <w:r>
        <w:t>185.1181</w:t>
      </w:r>
      <w:r>
        <w:tab/>
        <w:t>3.038e0</w:t>
      </w:r>
    </w:p>
    <w:p w:rsidR="007B6A46" w:rsidRDefault="007B6A46" w:rsidP="007B6A46">
      <w:r>
        <w:t>185.1215</w:t>
      </w:r>
      <w:r>
        <w:tab/>
        <w:t>1.013e0</w:t>
      </w:r>
    </w:p>
    <w:p w:rsidR="007B6A46" w:rsidRDefault="007B6A46" w:rsidP="007B6A46">
      <w:r>
        <w:t>185.1469</w:t>
      </w:r>
      <w:r>
        <w:tab/>
        <w:t>1.013e0</w:t>
      </w:r>
    </w:p>
    <w:p w:rsidR="007B6A46" w:rsidRDefault="007B6A46" w:rsidP="007B6A46">
      <w:r>
        <w:t>185.1508</w:t>
      </w:r>
      <w:r>
        <w:tab/>
        <w:t>2.025e0</w:t>
      </w:r>
    </w:p>
    <w:p w:rsidR="007B6A46" w:rsidRDefault="007B6A46" w:rsidP="007B6A46">
      <w:r>
        <w:t>185.1617</w:t>
      </w:r>
      <w:r>
        <w:tab/>
        <w:t>1.013e0</w:t>
      </w:r>
    </w:p>
    <w:p w:rsidR="007B6A46" w:rsidRDefault="007B6A46" w:rsidP="007B6A46">
      <w:r>
        <w:t>185.1650</w:t>
      </w:r>
      <w:r>
        <w:tab/>
        <w:t>1.013e0</w:t>
      </w:r>
    </w:p>
    <w:p w:rsidR="007B6A46" w:rsidRDefault="007B6A46" w:rsidP="007B6A46">
      <w:r>
        <w:t>185.1798</w:t>
      </w:r>
      <w:r>
        <w:tab/>
        <w:t>1.013e0</w:t>
      </w:r>
    </w:p>
    <w:p w:rsidR="007B6A46" w:rsidRDefault="007B6A46" w:rsidP="007B6A46">
      <w:r>
        <w:t>185.2482</w:t>
      </w:r>
      <w:r>
        <w:tab/>
        <w:t>1.013e0</w:t>
      </w:r>
    </w:p>
    <w:p w:rsidR="007B6A46" w:rsidRDefault="007B6A46" w:rsidP="007B6A46">
      <w:r>
        <w:t>185.3199</w:t>
      </w:r>
      <w:r>
        <w:tab/>
        <w:t>1.013e0</w:t>
      </w:r>
    </w:p>
    <w:p w:rsidR="007B6A46" w:rsidRDefault="007B6A46" w:rsidP="007B6A46">
      <w:r>
        <w:t>185.3560</w:t>
      </w:r>
      <w:r>
        <w:tab/>
        <w:t>1.013e0</w:t>
      </w:r>
    </w:p>
    <w:p w:rsidR="007B6A46" w:rsidRDefault="007B6A46" w:rsidP="007B6A46">
      <w:r>
        <w:t>185.3704</w:t>
      </w:r>
      <w:r>
        <w:tab/>
        <w:t>1.013e0</w:t>
      </w:r>
    </w:p>
    <w:p w:rsidR="007B6A46" w:rsidRDefault="007B6A46" w:rsidP="007B6A46">
      <w:r>
        <w:t>185.3778</w:t>
      </w:r>
      <w:r>
        <w:tab/>
        <w:t>2.025e0</w:t>
      </w:r>
    </w:p>
    <w:p w:rsidR="007B6A46" w:rsidRDefault="007B6A46" w:rsidP="007B6A46">
      <w:r>
        <w:t>185.3956</w:t>
      </w:r>
      <w:r>
        <w:tab/>
        <w:t>1.013e0</w:t>
      </w:r>
    </w:p>
    <w:p w:rsidR="007B6A46" w:rsidRDefault="007B6A46" w:rsidP="007B6A46">
      <w:r>
        <w:t>185.4319</w:t>
      </w:r>
      <w:r>
        <w:tab/>
        <w:t>3.038e0</w:t>
      </w:r>
    </w:p>
    <w:p w:rsidR="007B6A46" w:rsidRDefault="007B6A46" w:rsidP="007B6A46">
      <w:r>
        <w:t>185.4339</w:t>
      </w:r>
      <w:r>
        <w:tab/>
        <w:t>2.025e0</w:t>
      </w:r>
    </w:p>
    <w:p w:rsidR="007B6A46" w:rsidRDefault="007B6A46" w:rsidP="007B6A46">
      <w:r>
        <w:t>185.4935</w:t>
      </w:r>
      <w:r>
        <w:tab/>
        <w:t>1.013e0</w:t>
      </w:r>
    </w:p>
    <w:p w:rsidR="007B6A46" w:rsidRDefault="007B6A46" w:rsidP="007B6A46">
      <w:r>
        <w:t>185.5153</w:t>
      </w:r>
      <w:r>
        <w:tab/>
        <w:t>1.013e0</w:t>
      </w:r>
    </w:p>
    <w:p w:rsidR="007B6A46" w:rsidRDefault="007B6A46" w:rsidP="007B6A46">
      <w:r>
        <w:t>185.5334</w:t>
      </w:r>
      <w:r>
        <w:tab/>
        <w:t>1.013e0</w:t>
      </w:r>
    </w:p>
    <w:p w:rsidR="007B6A46" w:rsidRDefault="007B6A46" w:rsidP="007B6A46">
      <w:r>
        <w:lastRenderedPageBreak/>
        <w:t>185.5443</w:t>
      </w:r>
      <w:r>
        <w:tab/>
        <w:t>1.013e0</w:t>
      </w:r>
    </w:p>
    <w:p w:rsidR="007B6A46" w:rsidRDefault="007B6A46" w:rsidP="007B6A46">
      <w:r>
        <w:t>185.5477</w:t>
      </w:r>
      <w:r>
        <w:tab/>
        <w:t>1.013e0</w:t>
      </w:r>
    </w:p>
    <w:p w:rsidR="007B6A46" w:rsidRDefault="007B6A46" w:rsidP="007B6A46">
      <w:r>
        <w:t>185.5697</w:t>
      </w:r>
      <w:r>
        <w:tab/>
        <w:t>2.025e0</w:t>
      </w:r>
    </w:p>
    <w:p w:rsidR="007B6A46" w:rsidRDefault="007B6A46" w:rsidP="007B6A46">
      <w:r>
        <w:t>185.5806</w:t>
      </w:r>
      <w:r>
        <w:tab/>
        <w:t>2.025e0</w:t>
      </w:r>
    </w:p>
    <w:p w:rsidR="007B6A46" w:rsidRDefault="007B6A46" w:rsidP="007B6A46">
      <w:r>
        <w:t>185.6093</w:t>
      </w:r>
      <w:r>
        <w:tab/>
        <w:t>2.025e0</w:t>
      </w:r>
    </w:p>
    <w:p w:rsidR="007B6A46" w:rsidRDefault="007B6A46" w:rsidP="007B6A46">
      <w:r>
        <w:t>185.6133</w:t>
      </w:r>
      <w:r>
        <w:tab/>
        <w:t>2.025e0</w:t>
      </w:r>
    </w:p>
    <w:p w:rsidR="007B6A46" w:rsidRDefault="007B6A46" w:rsidP="007B6A46">
      <w:r>
        <w:t>185.6459</w:t>
      </w:r>
      <w:r>
        <w:tab/>
        <w:t>1.013e0</w:t>
      </w:r>
    </w:p>
    <w:p w:rsidR="007B6A46" w:rsidRDefault="007B6A46" w:rsidP="007B6A46">
      <w:r>
        <w:t>185.6856</w:t>
      </w:r>
      <w:r>
        <w:tab/>
        <w:t>2.025e0</w:t>
      </w:r>
    </w:p>
    <w:p w:rsidR="007B6A46" w:rsidRDefault="007B6A46" w:rsidP="007B6A46">
      <w:r>
        <w:t>185.8018</w:t>
      </w:r>
      <w:r>
        <w:tab/>
        <w:t>1.013e0</w:t>
      </w:r>
    </w:p>
    <w:p w:rsidR="007B6A46" w:rsidRDefault="007B6A46" w:rsidP="007B6A46">
      <w:r>
        <w:t>185.8200</w:t>
      </w:r>
      <w:r>
        <w:tab/>
        <w:t>1.013e0</w:t>
      </w:r>
    </w:p>
    <w:p w:rsidR="007B6A46" w:rsidRDefault="007B6A46" w:rsidP="007B6A46">
      <w:r>
        <w:t>185.8306</w:t>
      </w:r>
      <w:r>
        <w:tab/>
        <w:t>1.013e0</w:t>
      </w:r>
    </w:p>
    <w:p w:rsidR="007B6A46" w:rsidRDefault="007B6A46" w:rsidP="007B6A46">
      <w:r>
        <w:t>185.8490</w:t>
      </w:r>
      <w:r>
        <w:tab/>
        <w:t>1.013e0</w:t>
      </w:r>
    </w:p>
    <w:p w:rsidR="007B6A46" w:rsidRDefault="007B6A46" w:rsidP="007B6A46">
      <w:r>
        <w:t>185.8562</w:t>
      </w:r>
      <w:r>
        <w:tab/>
        <w:t>1.013e0</w:t>
      </w:r>
    </w:p>
    <w:p w:rsidR="007B6A46" w:rsidRDefault="007B6A46" w:rsidP="007B6A46">
      <w:r>
        <w:t>185.8707</w:t>
      </w:r>
      <w:r>
        <w:tab/>
        <w:t>1.013e0</w:t>
      </w:r>
    </w:p>
    <w:p w:rsidR="007B6A46" w:rsidRDefault="007B6A46" w:rsidP="007B6A46">
      <w:r>
        <w:t>185.8889</w:t>
      </w:r>
      <w:r>
        <w:tab/>
        <w:t>1.013e0</w:t>
      </w:r>
    </w:p>
    <w:p w:rsidR="007B6A46" w:rsidRDefault="007B6A46" w:rsidP="007B6A46">
      <w:r>
        <w:t>185.9215</w:t>
      </w:r>
      <w:r>
        <w:tab/>
        <w:t>1.013e0</w:t>
      </w:r>
    </w:p>
    <w:p w:rsidR="007B6A46" w:rsidRDefault="007B6A46" w:rsidP="007B6A46">
      <w:r>
        <w:t>185.9288</w:t>
      </w:r>
      <w:r>
        <w:tab/>
        <w:t>1.013e0</w:t>
      </w:r>
    </w:p>
    <w:p w:rsidR="007B6A46" w:rsidRDefault="007B6A46" w:rsidP="007B6A46">
      <w:r>
        <w:t>185.9832</w:t>
      </w:r>
      <w:r>
        <w:tab/>
        <w:t>1.013e0</w:t>
      </w:r>
    </w:p>
    <w:p w:rsidR="007B6A46" w:rsidRDefault="007B6A46" w:rsidP="007B6A46">
      <w:r>
        <w:t>186.0050</w:t>
      </w:r>
      <w:r>
        <w:tab/>
        <w:t>4.051e0</w:t>
      </w:r>
    </w:p>
    <w:p w:rsidR="007B6A46" w:rsidRDefault="007B6A46" w:rsidP="007B6A46">
      <w:r>
        <w:lastRenderedPageBreak/>
        <w:t>186.0084</w:t>
      </w:r>
      <w:r>
        <w:tab/>
        <w:t>1.013e0</w:t>
      </w:r>
    </w:p>
    <w:p w:rsidR="007B6A46" w:rsidRDefault="007B6A46" w:rsidP="007B6A46">
      <w:r>
        <w:t>186.0232</w:t>
      </w:r>
      <w:r>
        <w:tab/>
        <w:t>1.013e0</w:t>
      </w:r>
    </w:p>
    <w:p w:rsidR="007B6A46" w:rsidRDefault="007B6A46" w:rsidP="007B6A46">
      <w:r>
        <w:t>186.0338</w:t>
      </w:r>
      <w:r>
        <w:tab/>
        <w:t>1.013e0</w:t>
      </w:r>
    </w:p>
    <w:p w:rsidR="007B6A46" w:rsidRDefault="007B6A46" w:rsidP="007B6A46">
      <w:r>
        <w:t>186.0595</w:t>
      </w:r>
      <w:r>
        <w:tab/>
        <w:t>1.013e0</w:t>
      </w:r>
    </w:p>
    <w:p w:rsidR="007B6A46" w:rsidRDefault="007B6A46" w:rsidP="007B6A46">
      <w:r>
        <w:t>186.0883</w:t>
      </w:r>
      <w:r>
        <w:tab/>
        <w:t>1.013e0</w:t>
      </w:r>
    </w:p>
    <w:p w:rsidR="007B6A46" w:rsidRDefault="007B6A46" w:rsidP="007B6A46">
      <w:r>
        <w:t>186.0995</w:t>
      </w:r>
      <w:r>
        <w:tab/>
        <w:t>1.013e0</w:t>
      </w:r>
    </w:p>
    <w:p w:rsidR="007B6A46" w:rsidRDefault="007B6A46" w:rsidP="007B6A46">
      <w:r>
        <w:t>186.1140</w:t>
      </w:r>
      <w:r>
        <w:tab/>
        <w:t>2.025e0</w:t>
      </w:r>
    </w:p>
    <w:p w:rsidR="007B6A46" w:rsidRDefault="007B6A46" w:rsidP="007B6A46">
      <w:r>
        <w:t>186.1264</w:t>
      </w:r>
      <w:r>
        <w:tab/>
        <w:t>2.025e0</w:t>
      </w:r>
    </w:p>
    <w:p w:rsidR="007B6A46" w:rsidRDefault="007B6A46" w:rsidP="007B6A46">
      <w:r>
        <w:t>186.1319</w:t>
      </w:r>
      <w:r>
        <w:tab/>
        <w:t>1.013e0</w:t>
      </w:r>
    </w:p>
    <w:p w:rsidR="007B6A46" w:rsidRDefault="007B6A46" w:rsidP="007B6A46">
      <w:r>
        <w:t>186.1404</w:t>
      </w:r>
      <w:r>
        <w:tab/>
        <w:t>3.038e0</w:t>
      </w:r>
    </w:p>
    <w:p w:rsidR="007B6A46" w:rsidRDefault="007B6A46" w:rsidP="007B6A46">
      <w:r>
        <w:t>186.1431</w:t>
      </w:r>
      <w:r>
        <w:tab/>
        <w:t>1.013e0</w:t>
      </w:r>
    </w:p>
    <w:p w:rsidR="007B6A46" w:rsidRDefault="007B6A46" w:rsidP="007B6A46">
      <w:r>
        <w:t>186.1501</w:t>
      </w:r>
      <w:r>
        <w:tab/>
        <w:t>2.025e0</w:t>
      </w:r>
    </w:p>
    <w:p w:rsidR="007B6A46" w:rsidRDefault="007B6A46" w:rsidP="007B6A46">
      <w:r>
        <w:t>186.1540</w:t>
      </w:r>
      <w:r>
        <w:tab/>
        <w:t>1.013e0</w:t>
      </w:r>
    </w:p>
    <w:p w:rsidR="007B6A46" w:rsidRDefault="007B6A46" w:rsidP="007B6A46">
      <w:r>
        <w:t>186.1829</w:t>
      </w:r>
      <w:r>
        <w:tab/>
        <w:t>1.013e0</w:t>
      </w:r>
    </w:p>
    <w:p w:rsidR="007B6A46" w:rsidRDefault="007B6A46" w:rsidP="007B6A46">
      <w:r>
        <w:t>186.1862</w:t>
      </w:r>
      <w:r>
        <w:tab/>
        <w:t>1.013e0</w:t>
      </w:r>
    </w:p>
    <w:p w:rsidR="007B6A46" w:rsidRDefault="007B6A46" w:rsidP="007B6A46">
      <w:r>
        <w:t>186.1901</w:t>
      </w:r>
      <w:r>
        <w:tab/>
        <w:t>1.013e0</w:t>
      </w:r>
    </w:p>
    <w:p w:rsidR="007B6A46" w:rsidRDefault="007B6A46" w:rsidP="007B6A46">
      <w:r>
        <w:t>186.2299</w:t>
      </w:r>
      <w:r>
        <w:tab/>
        <w:t>1.013e0</w:t>
      </w:r>
    </w:p>
    <w:p w:rsidR="007B6A46" w:rsidRDefault="007B6A46" w:rsidP="007B6A46">
      <w:r>
        <w:t>186.2408</w:t>
      </w:r>
      <w:r>
        <w:tab/>
        <w:t>2.025e0</w:t>
      </w:r>
    </w:p>
    <w:p w:rsidR="007B6A46" w:rsidRDefault="007B6A46" w:rsidP="007B6A46">
      <w:r>
        <w:t>186.2513</w:t>
      </w:r>
      <w:r>
        <w:tab/>
        <w:t>1.013e0</w:t>
      </w:r>
    </w:p>
    <w:p w:rsidR="007B6A46" w:rsidRDefault="007B6A46" w:rsidP="007B6A46">
      <w:r>
        <w:lastRenderedPageBreak/>
        <w:t>186.2658</w:t>
      </w:r>
      <w:r>
        <w:tab/>
        <w:t>1.013e0</w:t>
      </w:r>
    </w:p>
    <w:p w:rsidR="007B6A46" w:rsidRDefault="007B6A46" w:rsidP="007B6A46">
      <w:r>
        <w:t>186.3237</w:t>
      </w:r>
      <w:r>
        <w:tab/>
        <w:t>1.013e0</w:t>
      </w:r>
    </w:p>
    <w:p w:rsidR="007B6A46" w:rsidRDefault="007B6A46" w:rsidP="007B6A46">
      <w:r>
        <w:t>186.3312</w:t>
      </w:r>
      <w:r>
        <w:tab/>
        <w:t>1.013e0</w:t>
      </w:r>
    </w:p>
    <w:p w:rsidR="007B6A46" w:rsidRDefault="007B6A46" w:rsidP="007B6A46">
      <w:r>
        <w:t>186.3475</w:t>
      </w:r>
      <w:r>
        <w:tab/>
        <w:t>2.025e0</w:t>
      </w:r>
    </w:p>
    <w:p w:rsidR="007B6A46" w:rsidRDefault="007B6A46" w:rsidP="007B6A46">
      <w:r>
        <w:t>186.3746</w:t>
      </w:r>
      <w:r>
        <w:tab/>
        <w:t>1.013e0</w:t>
      </w:r>
    </w:p>
    <w:p w:rsidR="007B6A46" w:rsidRDefault="007B6A46" w:rsidP="007B6A46">
      <w:r>
        <w:t>186.3852</w:t>
      </w:r>
      <w:r>
        <w:tab/>
        <w:t>1.013e0</w:t>
      </w:r>
    </w:p>
    <w:p w:rsidR="007B6A46" w:rsidRDefault="007B6A46" w:rsidP="007B6A46">
      <w:r>
        <w:t>186.4431</w:t>
      </w:r>
      <w:r>
        <w:tab/>
        <w:t>1.013e0</w:t>
      </w:r>
    </w:p>
    <w:p w:rsidR="007B6A46" w:rsidRDefault="007B6A46" w:rsidP="007B6A46">
      <w:r>
        <w:t>186.5412</w:t>
      </w:r>
      <w:r>
        <w:tab/>
        <w:t>1.013e0</w:t>
      </w:r>
    </w:p>
    <w:p w:rsidR="007B6A46" w:rsidRDefault="007B6A46" w:rsidP="007B6A46">
      <w:r>
        <w:t>186.5448</w:t>
      </w:r>
      <w:r>
        <w:tab/>
        <w:t>2.025e0</w:t>
      </w:r>
    </w:p>
    <w:p w:rsidR="007B6A46" w:rsidRDefault="007B6A46" w:rsidP="007B6A46">
      <w:r>
        <w:t>186.5483</w:t>
      </w:r>
      <w:r>
        <w:tab/>
        <w:t>2.025e0</w:t>
      </w:r>
    </w:p>
    <w:p w:rsidR="007B6A46" w:rsidRDefault="007B6A46" w:rsidP="007B6A46">
      <w:r>
        <w:t>186.5699</w:t>
      </w:r>
      <w:r>
        <w:tab/>
        <w:t>1.013e0</w:t>
      </w:r>
    </w:p>
    <w:p w:rsidR="007B6A46" w:rsidRDefault="007B6A46" w:rsidP="007B6A46">
      <w:r>
        <w:t>186.5735</w:t>
      </w:r>
      <w:r>
        <w:tab/>
        <w:t>1.013e0</w:t>
      </w:r>
    </w:p>
    <w:p w:rsidR="007B6A46" w:rsidRDefault="007B6A46" w:rsidP="007B6A46">
      <w:r>
        <w:t>186.5847</w:t>
      </w:r>
      <w:r>
        <w:tab/>
        <w:t>1.013e0</w:t>
      </w:r>
    </w:p>
    <w:p w:rsidR="007B6A46" w:rsidRDefault="007B6A46" w:rsidP="007B6A46">
      <w:r>
        <w:t>186.6061</w:t>
      </w:r>
      <w:r>
        <w:tab/>
        <w:t>1.013e0</w:t>
      </w:r>
    </w:p>
    <w:p w:rsidR="007B6A46" w:rsidRDefault="007B6A46" w:rsidP="007B6A46">
      <w:r>
        <w:t>186.6245</w:t>
      </w:r>
      <w:r>
        <w:tab/>
        <w:t>1.013e0</w:t>
      </w:r>
    </w:p>
    <w:p w:rsidR="007B6A46" w:rsidRDefault="007B6A46" w:rsidP="007B6A46">
      <w:r>
        <w:t>186.6282</w:t>
      </w:r>
      <w:r>
        <w:tab/>
        <w:t>1.013e0</w:t>
      </w:r>
    </w:p>
    <w:p w:rsidR="007B6A46" w:rsidRDefault="007B6A46" w:rsidP="007B6A46">
      <w:r>
        <w:t>186.6572</w:t>
      </w:r>
      <w:r>
        <w:tab/>
        <w:t>1.013e0</w:t>
      </w:r>
    </w:p>
    <w:p w:rsidR="007B6A46" w:rsidRDefault="007B6A46" w:rsidP="007B6A46">
      <w:r>
        <w:t>186.7044</w:t>
      </w:r>
      <w:r>
        <w:tab/>
        <w:t>1.013e0</w:t>
      </w:r>
    </w:p>
    <w:p w:rsidR="007B6A46" w:rsidRDefault="007B6A46" w:rsidP="007B6A46">
      <w:r>
        <w:t>186.7078</w:t>
      </w:r>
      <w:r>
        <w:tab/>
        <w:t>1.013e0</w:t>
      </w:r>
    </w:p>
    <w:p w:rsidR="007B6A46" w:rsidRDefault="007B6A46" w:rsidP="007B6A46">
      <w:r>
        <w:lastRenderedPageBreak/>
        <w:t>186.7481</w:t>
      </w:r>
      <w:r>
        <w:tab/>
        <w:t>2.025e0</w:t>
      </w:r>
    </w:p>
    <w:p w:rsidR="007B6A46" w:rsidRDefault="007B6A46" w:rsidP="007B6A46">
      <w:r>
        <w:t>186.7550</w:t>
      </w:r>
      <w:r>
        <w:tab/>
        <w:t>1.013e0</w:t>
      </w:r>
    </w:p>
    <w:p w:rsidR="007B6A46" w:rsidRDefault="007B6A46" w:rsidP="007B6A46">
      <w:r>
        <w:t>186.7771</w:t>
      </w:r>
      <w:r>
        <w:tab/>
        <w:t>1.013e0</w:t>
      </w:r>
    </w:p>
    <w:p w:rsidR="007B6A46" w:rsidRDefault="007B6A46" w:rsidP="007B6A46">
      <w:r>
        <w:t>186.7990</w:t>
      </w:r>
      <w:r>
        <w:tab/>
        <w:t>1.013e0</w:t>
      </w:r>
    </w:p>
    <w:p w:rsidR="007B6A46" w:rsidRDefault="007B6A46" w:rsidP="007B6A46">
      <w:r>
        <w:t>186.8096</w:t>
      </w:r>
      <w:r>
        <w:tab/>
        <w:t>1.013e0</w:t>
      </w:r>
    </w:p>
    <w:p w:rsidR="007B6A46" w:rsidRDefault="007B6A46" w:rsidP="007B6A46">
      <w:r>
        <w:t>186.8168</w:t>
      </w:r>
      <w:r>
        <w:tab/>
        <w:t>1.013e0</w:t>
      </w:r>
    </w:p>
    <w:p w:rsidR="007B6A46" w:rsidRDefault="007B6A46" w:rsidP="007B6A46">
      <w:r>
        <w:t>186.8387</w:t>
      </w:r>
      <w:r>
        <w:tab/>
        <w:t>1.013e0</w:t>
      </w:r>
    </w:p>
    <w:p w:rsidR="007B6A46" w:rsidRDefault="007B6A46" w:rsidP="007B6A46">
      <w:r>
        <w:t>186.8753</w:t>
      </w:r>
      <w:r>
        <w:tab/>
        <w:t>1.013e0</w:t>
      </w:r>
    </w:p>
    <w:p w:rsidR="007B6A46" w:rsidRDefault="007B6A46" w:rsidP="007B6A46">
      <w:r>
        <w:t>186.9772</w:t>
      </w:r>
      <w:r>
        <w:tab/>
        <w:t>1.013e0</w:t>
      </w:r>
    </w:p>
    <w:p w:rsidR="007B6A46" w:rsidRDefault="007B6A46" w:rsidP="007B6A46">
      <w:r>
        <w:t>186.9808</w:t>
      </w:r>
      <w:r>
        <w:tab/>
        <w:t>1.013e0</w:t>
      </w:r>
    </w:p>
    <w:p w:rsidR="007B6A46" w:rsidRDefault="007B6A46" w:rsidP="007B6A46">
      <w:r>
        <w:t>187.0060</w:t>
      </w:r>
      <w:r>
        <w:tab/>
        <w:t>1.013e0</w:t>
      </w:r>
    </w:p>
    <w:p w:rsidR="007B6A46" w:rsidRDefault="007B6A46" w:rsidP="007B6A46">
      <w:r>
        <w:t>187.0314</w:t>
      </w:r>
      <w:r>
        <w:tab/>
        <w:t>1.013e0</w:t>
      </w:r>
    </w:p>
    <w:p w:rsidR="007B6A46" w:rsidRDefault="007B6A46" w:rsidP="007B6A46">
      <w:r>
        <w:t>187.0441</w:t>
      </w:r>
      <w:r>
        <w:tab/>
        <w:t>2.025e0</w:t>
      </w:r>
    </w:p>
    <w:p w:rsidR="007B6A46" w:rsidRDefault="007B6A46" w:rsidP="007B6A46">
      <w:r>
        <w:t>187.0553</w:t>
      </w:r>
      <w:r>
        <w:tab/>
        <w:t>2.025e0</w:t>
      </w:r>
    </w:p>
    <w:p w:rsidR="007B6A46" w:rsidRDefault="007B6A46" w:rsidP="007B6A46">
      <w:r>
        <w:t>187.0972</w:t>
      </w:r>
      <w:r>
        <w:tab/>
        <w:t>3.038e0</w:t>
      </w:r>
    </w:p>
    <w:p w:rsidR="007B6A46" w:rsidRDefault="007B6A46" w:rsidP="007B6A46">
      <w:r>
        <w:t>187.1026</w:t>
      </w:r>
      <w:r>
        <w:tab/>
        <w:t>2.025e0</w:t>
      </w:r>
    </w:p>
    <w:p w:rsidR="007B6A46" w:rsidRDefault="007B6A46" w:rsidP="007B6A46">
      <w:r>
        <w:t>187.1187</w:t>
      </w:r>
      <w:r>
        <w:tab/>
        <w:t>1.013e0</w:t>
      </w:r>
    </w:p>
    <w:p w:rsidR="007B6A46" w:rsidRDefault="007B6A46" w:rsidP="007B6A46">
      <w:r>
        <w:t>187.1551</w:t>
      </w:r>
      <w:r>
        <w:tab/>
        <w:t>1.013e0</w:t>
      </w:r>
    </w:p>
    <w:p w:rsidR="007B6A46" w:rsidRDefault="007B6A46" w:rsidP="007B6A46">
      <w:r>
        <w:t>187.1772</w:t>
      </w:r>
      <w:r>
        <w:tab/>
        <w:t>1.013e0</w:t>
      </w:r>
    </w:p>
    <w:p w:rsidR="007B6A46" w:rsidRDefault="007B6A46" w:rsidP="007B6A46">
      <w:r>
        <w:lastRenderedPageBreak/>
        <w:t>187.2569</w:t>
      </w:r>
      <w:r>
        <w:tab/>
        <w:t>1.013e0</w:t>
      </w:r>
    </w:p>
    <w:p w:rsidR="007B6A46" w:rsidRDefault="007B6A46" w:rsidP="007B6A46">
      <w:r>
        <w:t>187.3773</w:t>
      </w:r>
      <w:r>
        <w:tab/>
        <w:t>2.025e0</w:t>
      </w:r>
    </w:p>
    <w:p w:rsidR="007B6A46" w:rsidRDefault="007B6A46" w:rsidP="007B6A46">
      <w:r>
        <w:t>187.3882</w:t>
      </w:r>
      <w:r>
        <w:tab/>
        <w:t>1.013e0</w:t>
      </w:r>
    </w:p>
    <w:p w:rsidR="007B6A46" w:rsidRDefault="007B6A46" w:rsidP="007B6A46">
      <w:r>
        <w:t>187.4243</w:t>
      </w:r>
      <w:r>
        <w:tab/>
        <w:t>1.013e0</w:t>
      </w:r>
    </w:p>
    <w:p w:rsidR="007B6A46" w:rsidRDefault="007B6A46" w:rsidP="007B6A46">
      <w:r>
        <w:t>187.4392</w:t>
      </w:r>
      <w:r>
        <w:tab/>
        <w:t>1.013e0</w:t>
      </w:r>
    </w:p>
    <w:p w:rsidR="007B6A46" w:rsidRDefault="007B6A46" w:rsidP="007B6A46">
      <w:r>
        <w:t>187.4498</w:t>
      </w:r>
      <w:r>
        <w:tab/>
        <w:t>1.013e0</w:t>
      </w:r>
    </w:p>
    <w:p w:rsidR="007B6A46" w:rsidRDefault="007B6A46" w:rsidP="007B6A46">
      <w:r>
        <w:t>187.5010</w:t>
      </w:r>
      <w:r>
        <w:tab/>
        <w:t>1.013e0</w:t>
      </w:r>
    </w:p>
    <w:p w:rsidR="007B6A46" w:rsidRDefault="007B6A46" w:rsidP="007B6A46">
      <w:r>
        <w:t>187.5408</w:t>
      </w:r>
      <w:r>
        <w:tab/>
        <w:t>1.013e0</w:t>
      </w:r>
    </w:p>
    <w:p w:rsidR="007B6A46" w:rsidRDefault="007B6A46" w:rsidP="007B6A46">
      <w:r>
        <w:t>187.5447</w:t>
      </w:r>
      <w:r>
        <w:tab/>
        <w:t>1.013e0</w:t>
      </w:r>
    </w:p>
    <w:p w:rsidR="007B6A46" w:rsidRDefault="007B6A46" w:rsidP="007B6A46">
      <w:r>
        <w:t>187.5666</w:t>
      </w:r>
      <w:r>
        <w:tab/>
        <w:t>1.013e0</w:t>
      </w:r>
    </w:p>
    <w:p w:rsidR="007B6A46" w:rsidRDefault="007B6A46" w:rsidP="007B6A46">
      <w:r>
        <w:t>187.5702</w:t>
      </w:r>
      <w:r>
        <w:tab/>
        <w:t>1.013e0</w:t>
      </w:r>
    </w:p>
    <w:p w:rsidR="007B6A46" w:rsidRDefault="007B6A46" w:rsidP="007B6A46">
      <w:r>
        <w:t>187.5884</w:t>
      </w:r>
      <w:r>
        <w:tab/>
        <w:t>1.013e0</w:t>
      </w:r>
    </w:p>
    <w:p w:rsidR="007B6A46" w:rsidRDefault="007B6A46" w:rsidP="007B6A46">
      <w:r>
        <w:t>187.6172</w:t>
      </w:r>
      <w:r>
        <w:tab/>
        <w:t>1.013e0</w:t>
      </w:r>
    </w:p>
    <w:p w:rsidR="007B6A46" w:rsidRDefault="007B6A46" w:rsidP="007B6A46">
      <w:r>
        <w:t>187.6212</w:t>
      </w:r>
      <w:r>
        <w:tab/>
        <w:t>1.013e0</w:t>
      </w:r>
    </w:p>
    <w:p w:rsidR="007B6A46" w:rsidRDefault="007B6A46" w:rsidP="007B6A46">
      <w:r>
        <w:t>187.6281</w:t>
      </w:r>
      <w:r>
        <w:tab/>
        <w:t>2.025e0</w:t>
      </w:r>
    </w:p>
    <w:p w:rsidR="007B6A46" w:rsidRDefault="007B6A46" w:rsidP="007B6A46">
      <w:r>
        <w:t>187.6467</w:t>
      </w:r>
      <w:r>
        <w:tab/>
        <w:t>1.013e0</w:t>
      </w:r>
    </w:p>
    <w:p w:rsidR="007B6A46" w:rsidRDefault="007B6A46" w:rsidP="007B6A46">
      <w:r>
        <w:t>187.7195</w:t>
      </w:r>
      <w:r>
        <w:tab/>
        <w:t>1.013e0</w:t>
      </w:r>
    </w:p>
    <w:p w:rsidR="007B6A46" w:rsidRDefault="007B6A46" w:rsidP="007B6A46">
      <w:r>
        <w:t>187.7231</w:t>
      </w:r>
      <w:r>
        <w:tab/>
        <w:t>1.013e0</w:t>
      </w:r>
    </w:p>
    <w:p w:rsidR="007B6A46" w:rsidRDefault="007B6A46" w:rsidP="007B6A46">
      <w:r>
        <w:t>187.7483</w:t>
      </w:r>
      <w:r>
        <w:tab/>
        <w:t>1.013e0</w:t>
      </w:r>
    </w:p>
    <w:p w:rsidR="007B6A46" w:rsidRDefault="007B6A46" w:rsidP="007B6A46">
      <w:r>
        <w:lastRenderedPageBreak/>
        <w:t>187.7812</w:t>
      </w:r>
      <w:r>
        <w:tab/>
        <w:t>2.025e0</w:t>
      </w:r>
    </w:p>
    <w:p w:rsidR="007B6A46" w:rsidRDefault="007B6A46" w:rsidP="007B6A46">
      <w:r>
        <w:t>187.8139</w:t>
      </w:r>
      <w:r>
        <w:tab/>
        <w:t>1.013e0</w:t>
      </w:r>
    </w:p>
    <w:p w:rsidR="007B6A46" w:rsidRDefault="007B6A46" w:rsidP="007B6A46">
      <w:r>
        <w:t>187.8648</w:t>
      </w:r>
      <w:r>
        <w:tab/>
        <w:t>1.013e0</w:t>
      </w:r>
    </w:p>
    <w:p w:rsidR="007B6A46" w:rsidRDefault="007B6A46" w:rsidP="007B6A46">
      <w:r>
        <w:t>187.8870</w:t>
      </w:r>
      <w:r>
        <w:tab/>
        <w:t>1.013e0</w:t>
      </w:r>
    </w:p>
    <w:p w:rsidR="007B6A46" w:rsidRDefault="007B6A46" w:rsidP="007B6A46">
      <w:r>
        <w:t>187.9416</w:t>
      </w:r>
      <w:r>
        <w:tab/>
        <w:t>1.013e0</w:t>
      </w:r>
    </w:p>
    <w:p w:rsidR="007B6A46" w:rsidRDefault="007B6A46" w:rsidP="007B6A46">
      <w:r>
        <w:t>187.9999</w:t>
      </w:r>
      <w:r>
        <w:tab/>
        <w:t>1.013e0</w:t>
      </w:r>
    </w:p>
    <w:p w:rsidR="007B6A46" w:rsidRDefault="007B6A46" w:rsidP="007B6A46">
      <w:r>
        <w:t>188.0072</w:t>
      </w:r>
      <w:r>
        <w:tab/>
        <w:t>1.013e0</w:t>
      </w:r>
    </w:p>
    <w:p w:rsidR="007B6A46" w:rsidRDefault="007B6A46" w:rsidP="007B6A46">
      <w:r>
        <w:t>188.0144</w:t>
      </w:r>
      <w:r>
        <w:tab/>
        <w:t>3.038e0</w:t>
      </w:r>
    </w:p>
    <w:p w:rsidR="007B6A46" w:rsidRDefault="007B6A46" w:rsidP="007B6A46">
      <w:r>
        <w:t>188.0254</w:t>
      </w:r>
      <w:r>
        <w:tab/>
        <w:t>1.013e0</w:t>
      </w:r>
    </w:p>
    <w:p w:rsidR="007B6A46" w:rsidRDefault="007B6A46" w:rsidP="007B6A46">
      <w:r>
        <w:t>188.0291</w:t>
      </w:r>
      <w:r>
        <w:tab/>
        <w:t>1.013e0</w:t>
      </w:r>
    </w:p>
    <w:p w:rsidR="007B6A46" w:rsidRDefault="007B6A46" w:rsidP="007B6A46">
      <w:r>
        <w:t>188.0470</w:t>
      </w:r>
      <w:r>
        <w:tab/>
        <w:t>1.013e0</w:t>
      </w:r>
    </w:p>
    <w:p w:rsidR="007B6A46" w:rsidRDefault="007B6A46" w:rsidP="007B6A46">
      <w:r>
        <w:t>188.0579</w:t>
      </w:r>
      <w:r>
        <w:tab/>
        <w:t>2.025e0</w:t>
      </w:r>
    </w:p>
    <w:p w:rsidR="007B6A46" w:rsidRDefault="007B6A46" w:rsidP="007B6A46">
      <w:r>
        <w:t>188.0619</w:t>
      </w:r>
      <w:r>
        <w:tab/>
        <w:t>1.013e0</w:t>
      </w:r>
    </w:p>
    <w:p w:rsidR="007B6A46" w:rsidRDefault="007B6A46" w:rsidP="007B6A46">
      <w:r>
        <w:t>188.0763</w:t>
      </w:r>
      <w:r>
        <w:tab/>
        <w:t>2.025e0</w:t>
      </w:r>
    </w:p>
    <w:p w:rsidR="007B6A46" w:rsidRDefault="007B6A46" w:rsidP="007B6A46">
      <w:r>
        <w:t>188.0819</w:t>
      </w:r>
      <w:r>
        <w:tab/>
        <w:t>2.025e0</w:t>
      </w:r>
    </w:p>
    <w:p w:rsidR="007B6A46" w:rsidRDefault="007B6A46" w:rsidP="007B6A46">
      <w:r>
        <w:t>188.0947</w:t>
      </w:r>
      <w:r>
        <w:tab/>
        <w:t>2.025e0</w:t>
      </w:r>
    </w:p>
    <w:p w:rsidR="007B6A46" w:rsidRDefault="007B6A46" w:rsidP="007B6A46">
      <w:r>
        <w:t>188.1017</w:t>
      </w:r>
      <w:r>
        <w:tab/>
        <w:t>1.013e0</w:t>
      </w:r>
    </w:p>
    <w:p w:rsidR="007B6A46" w:rsidRDefault="007B6A46" w:rsidP="007B6A46">
      <w:r>
        <w:t>188.1071</w:t>
      </w:r>
      <w:r>
        <w:tab/>
        <w:t>2.025e0</w:t>
      </w:r>
    </w:p>
    <w:p w:rsidR="007B6A46" w:rsidRDefault="007B6A46" w:rsidP="007B6A46">
      <w:r>
        <w:t>188.1165</w:t>
      </w:r>
      <w:r>
        <w:tab/>
        <w:t>2.025e0</w:t>
      </w:r>
    </w:p>
    <w:p w:rsidR="007B6A46" w:rsidRDefault="007B6A46" w:rsidP="007B6A46">
      <w:r>
        <w:lastRenderedPageBreak/>
        <w:t>188.1247</w:t>
      </w:r>
      <w:r>
        <w:tab/>
        <w:t>3.038e0</w:t>
      </w:r>
    </w:p>
    <w:p w:rsidR="007B6A46" w:rsidRDefault="007B6A46" w:rsidP="007B6A46">
      <w:r>
        <w:t>188.1346</w:t>
      </w:r>
      <w:r>
        <w:tab/>
        <w:t>5.063e0</w:t>
      </w:r>
    </w:p>
    <w:p w:rsidR="007B6A46" w:rsidRDefault="007B6A46" w:rsidP="007B6A46">
      <w:r>
        <w:t>188.1493</w:t>
      </w:r>
      <w:r>
        <w:tab/>
        <w:t>1.013e0</w:t>
      </w:r>
    </w:p>
    <w:p w:rsidR="007B6A46" w:rsidRDefault="007B6A46" w:rsidP="007B6A46">
      <w:r>
        <w:t>188.1639</w:t>
      </w:r>
      <w:r>
        <w:tab/>
        <w:t>1.013e0</w:t>
      </w:r>
    </w:p>
    <w:p w:rsidR="007B6A46" w:rsidRDefault="007B6A46" w:rsidP="007B6A46">
      <w:r>
        <w:t>188.1709</w:t>
      </w:r>
      <w:r>
        <w:tab/>
        <w:t>2.025e0</w:t>
      </w:r>
    </w:p>
    <w:p w:rsidR="007B6A46" w:rsidRDefault="007B6A46" w:rsidP="007B6A46">
      <w:r>
        <w:t>188.1818</w:t>
      </w:r>
      <w:r>
        <w:tab/>
        <w:t>1.013e0</w:t>
      </w:r>
    </w:p>
    <w:p w:rsidR="007B6A46" w:rsidRDefault="007B6A46" w:rsidP="007B6A46">
      <w:r>
        <w:t>188.1967</w:t>
      </w:r>
      <w:r>
        <w:tab/>
        <w:t>1.013e0</w:t>
      </w:r>
    </w:p>
    <w:p w:rsidR="007B6A46" w:rsidRDefault="007B6A46" w:rsidP="007B6A46">
      <w:r>
        <w:t>188.2602</w:t>
      </w:r>
      <w:r>
        <w:tab/>
        <w:t>2.025e0</w:t>
      </w:r>
    </w:p>
    <w:p w:rsidR="007B6A46" w:rsidRDefault="007B6A46" w:rsidP="007B6A46">
      <w:r>
        <w:t>188.2733</w:t>
      </w:r>
      <w:r>
        <w:tab/>
        <w:t>1.013e0</w:t>
      </w:r>
    </w:p>
    <w:p w:rsidR="007B6A46" w:rsidRDefault="007B6A46" w:rsidP="007B6A46">
      <w:r>
        <w:t>188.2769</w:t>
      </w:r>
      <w:r>
        <w:tab/>
        <w:t>1.013e0</w:t>
      </w:r>
    </w:p>
    <w:p w:rsidR="007B6A46" w:rsidRDefault="007B6A46" w:rsidP="007B6A46">
      <w:r>
        <w:t>188.2821</w:t>
      </w:r>
      <w:r>
        <w:tab/>
        <w:t>2.025e0</w:t>
      </w:r>
    </w:p>
    <w:p w:rsidR="007B6A46" w:rsidRDefault="007B6A46" w:rsidP="007B6A46">
      <w:r>
        <w:t>188.3167</w:t>
      </w:r>
      <w:r>
        <w:tab/>
        <w:t>1.013e0</w:t>
      </w:r>
    </w:p>
    <w:p w:rsidR="007B6A46" w:rsidRDefault="007B6A46" w:rsidP="007B6A46">
      <w:r>
        <w:t>188.3371</w:t>
      </w:r>
      <w:r>
        <w:tab/>
        <w:t>2.025e0</w:t>
      </w:r>
    </w:p>
    <w:p w:rsidR="007B6A46" w:rsidRDefault="007B6A46" w:rsidP="007B6A46">
      <w:r>
        <w:t>188.3462</w:t>
      </w:r>
      <w:r>
        <w:tab/>
        <w:t>2.025e0</w:t>
      </w:r>
    </w:p>
    <w:p w:rsidR="007B6A46" w:rsidRDefault="007B6A46" w:rsidP="007B6A46">
      <w:r>
        <w:t>188.3680</w:t>
      </w:r>
      <w:r>
        <w:tab/>
        <w:t>1.013e0</w:t>
      </w:r>
    </w:p>
    <w:p w:rsidR="007B6A46" w:rsidRDefault="007B6A46" w:rsidP="007B6A46">
      <w:r>
        <w:t>188.3863</w:t>
      </w:r>
      <w:r>
        <w:tab/>
        <w:t>1.013e0</w:t>
      </w:r>
    </w:p>
    <w:p w:rsidR="007B6A46" w:rsidRDefault="007B6A46" w:rsidP="007B6A46">
      <w:r>
        <w:t>188.3998</w:t>
      </w:r>
      <w:r>
        <w:tab/>
        <w:t>3.038e0</w:t>
      </w:r>
    </w:p>
    <w:p w:rsidR="007B6A46" w:rsidRDefault="007B6A46" w:rsidP="007B6A46">
      <w:r>
        <w:t>188.4042</w:t>
      </w:r>
      <w:r>
        <w:tab/>
        <w:t>1.013e0</w:t>
      </w:r>
    </w:p>
    <w:p w:rsidR="007B6A46" w:rsidRDefault="007B6A46" w:rsidP="007B6A46">
      <w:r>
        <w:t>188.4115</w:t>
      </w:r>
      <w:r>
        <w:tab/>
        <w:t>1.013e0</w:t>
      </w:r>
    </w:p>
    <w:p w:rsidR="007B6A46" w:rsidRDefault="007B6A46" w:rsidP="007B6A46">
      <w:r>
        <w:lastRenderedPageBreak/>
        <w:t>188.4318</w:t>
      </w:r>
      <w:r>
        <w:tab/>
        <w:t>2.025e0</w:t>
      </w:r>
    </w:p>
    <w:p w:rsidR="007B6A46" w:rsidRDefault="007B6A46" w:rsidP="007B6A46">
      <w:r>
        <w:t>188.4589</w:t>
      </w:r>
      <w:r>
        <w:tab/>
        <w:t>1.013e0</w:t>
      </w:r>
    </w:p>
    <w:p w:rsidR="007B6A46" w:rsidRDefault="007B6A46" w:rsidP="007B6A46">
      <w:r>
        <w:t>188.4993</w:t>
      </w:r>
      <w:r>
        <w:tab/>
        <w:t>1.013e0</w:t>
      </w:r>
    </w:p>
    <w:p w:rsidR="007B6A46" w:rsidRDefault="007B6A46" w:rsidP="007B6A46">
      <w:r>
        <w:t>188.5391</w:t>
      </w:r>
      <w:r>
        <w:tab/>
        <w:t>2.025e0</w:t>
      </w:r>
    </w:p>
    <w:p w:rsidR="007B6A46" w:rsidRDefault="007B6A46" w:rsidP="007B6A46">
      <w:r>
        <w:t>188.5430</w:t>
      </w:r>
      <w:r>
        <w:tab/>
        <w:t>1.013e0</w:t>
      </w:r>
    </w:p>
    <w:p w:rsidR="007B6A46" w:rsidRDefault="007B6A46" w:rsidP="007B6A46">
      <w:r>
        <w:t>188.5683</w:t>
      </w:r>
      <w:r>
        <w:tab/>
        <w:t>1.013e0</w:t>
      </w:r>
    </w:p>
    <w:p w:rsidR="007B6A46" w:rsidRDefault="007B6A46" w:rsidP="007B6A46">
      <w:r>
        <w:t>188.5725</w:t>
      </w:r>
      <w:r>
        <w:tab/>
        <w:t>4.051e0</w:t>
      </w:r>
    </w:p>
    <w:p w:rsidR="007B6A46" w:rsidRDefault="007B6A46" w:rsidP="007B6A46">
      <w:r>
        <w:t>188.5959</w:t>
      </w:r>
      <w:r>
        <w:tab/>
        <w:t>2.025e0</w:t>
      </w:r>
    </w:p>
    <w:p w:rsidR="007B6A46" w:rsidRDefault="007B6A46" w:rsidP="007B6A46">
      <w:r>
        <w:t>188.6302</w:t>
      </w:r>
      <w:r>
        <w:tab/>
        <w:t>1.013e0</w:t>
      </w:r>
    </w:p>
    <w:p w:rsidR="007B6A46" w:rsidRDefault="007B6A46" w:rsidP="007B6A46">
      <w:r>
        <w:t>188.6597</w:t>
      </w:r>
      <w:r>
        <w:tab/>
        <w:t>1.013e0</w:t>
      </w:r>
    </w:p>
    <w:p w:rsidR="007B6A46" w:rsidRDefault="007B6A46" w:rsidP="007B6A46">
      <w:r>
        <w:t>188.6816</w:t>
      </w:r>
      <w:r>
        <w:tab/>
        <w:t>1.013e0</w:t>
      </w:r>
    </w:p>
    <w:p w:rsidR="007B6A46" w:rsidRDefault="007B6A46" w:rsidP="007B6A46">
      <w:r>
        <w:t>188.7326</w:t>
      </w:r>
      <w:r>
        <w:tab/>
        <w:t>1.013e0</w:t>
      </w:r>
    </w:p>
    <w:p w:rsidR="007B6A46" w:rsidRDefault="007B6A46" w:rsidP="007B6A46">
      <w:r>
        <w:t>188.7655</w:t>
      </w:r>
      <w:r>
        <w:tab/>
        <w:t>1.013e0</w:t>
      </w:r>
    </w:p>
    <w:p w:rsidR="007B6A46" w:rsidRDefault="007B6A46" w:rsidP="007B6A46">
      <w:r>
        <w:t>188.7762</w:t>
      </w:r>
      <w:r>
        <w:tab/>
        <w:t>1.013e0</w:t>
      </w:r>
    </w:p>
    <w:p w:rsidR="007B6A46" w:rsidRDefault="007B6A46" w:rsidP="007B6A46">
      <w:r>
        <w:t>188.7838</w:t>
      </w:r>
      <w:r>
        <w:tab/>
        <w:t>1.013e0</w:t>
      </w:r>
    </w:p>
    <w:p w:rsidR="007B6A46" w:rsidRDefault="007B6A46" w:rsidP="007B6A46">
      <w:r>
        <w:t>188.8167</w:t>
      </w:r>
      <w:r>
        <w:tab/>
        <w:t>1.013e0</w:t>
      </w:r>
    </w:p>
    <w:p w:rsidR="007B6A46" w:rsidRDefault="007B6A46" w:rsidP="007B6A46">
      <w:r>
        <w:t>188.8313</w:t>
      </w:r>
      <w:r>
        <w:tab/>
        <w:t>1.013e0</w:t>
      </w:r>
    </w:p>
    <w:p w:rsidR="007B6A46" w:rsidRDefault="007B6A46" w:rsidP="007B6A46">
      <w:r>
        <w:t>188.8457</w:t>
      </w:r>
      <w:r>
        <w:tab/>
        <w:t>1.013e0</w:t>
      </w:r>
    </w:p>
    <w:p w:rsidR="007B6A46" w:rsidRDefault="007B6A46" w:rsidP="007B6A46">
      <w:r>
        <w:t>188.8643</w:t>
      </w:r>
      <w:r>
        <w:tab/>
        <w:t>1.013e0</w:t>
      </w:r>
    </w:p>
    <w:p w:rsidR="007B6A46" w:rsidRDefault="007B6A46" w:rsidP="007B6A46">
      <w:r>
        <w:lastRenderedPageBreak/>
        <w:t>188.8680</w:t>
      </w:r>
      <w:r>
        <w:tab/>
        <w:t>1.013e0</w:t>
      </w:r>
    </w:p>
    <w:p w:rsidR="007B6A46" w:rsidRDefault="007B6A46" w:rsidP="007B6A46">
      <w:r>
        <w:t>188.9043</w:t>
      </w:r>
      <w:r>
        <w:tab/>
        <w:t>1.013e0</w:t>
      </w:r>
    </w:p>
    <w:p w:rsidR="007B6A46" w:rsidRDefault="007B6A46" w:rsidP="007B6A46">
      <w:r>
        <w:t>188.9631</w:t>
      </w:r>
      <w:r>
        <w:tab/>
        <w:t>2.025e0</w:t>
      </w:r>
    </w:p>
    <w:p w:rsidR="007B6A46" w:rsidRDefault="007B6A46" w:rsidP="007B6A46">
      <w:r>
        <w:t>188.9924</w:t>
      </w:r>
      <w:r>
        <w:tab/>
        <w:t>1.013e0</w:t>
      </w:r>
    </w:p>
    <w:p w:rsidR="007B6A46" w:rsidRDefault="007B6A46" w:rsidP="007B6A46">
      <w:r>
        <w:t>189.0051</w:t>
      </w:r>
      <w:r>
        <w:tab/>
        <w:t>4.051e0</w:t>
      </w:r>
    </w:p>
    <w:p w:rsidR="007B6A46" w:rsidRDefault="007B6A46" w:rsidP="007B6A46">
      <w:r>
        <w:t>189.0068</w:t>
      </w:r>
      <w:r>
        <w:tab/>
        <w:t>1.013e0</w:t>
      </w:r>
    </w:p>
    <w:p w:rsidR="007B6A46" w:rsidRDefault="007B6A46" w:rsidP="007B6A46">
      <w:r>
        <w:t>189.0291</w:t>
      </w:r>
      <w:r>
        <w:tab/>
        <w:t>1.013e0</w:t>
      </w:r>
    </w:p>
    <w:p w:rsidR="007B6A46" w:rsidRDefault="007B6A46" w:rsidP="007B6A46">
      <w:r>
        <w:t>189.0327</w:t>
      </w:r>
      <w:r>
        <w:tab/>
        <w:t>1.013e0</w:t>
      </w:r>
    </w:p>
    <w:p w:rsidR="007B6A46" w:rsidRDefault="007B6A46" w:rsidP="007B6A46">
      <w:r>
        <w:t>189.0531</w:t>
      </w:r>
      <w:r>
        <w:tab/>
        <w:t>3.038e0</w:t>
      </w:r>
    </w:p>
    <w:p w:rsidR="007B6A46" w:rsidRDefault="007B6A46" w:rsidP="007B6A46">
      <w:r>
        <w:t>189.0583</w:t>
      </w:r>
      <w:r>
        <w:tab/>
        <w:t>1.013e0</w:t>
      </w:r>
    </w:p>
    <w:p w:rsidR="007B6A46" w:rsidRDefault="007B6A46" w:rsidP="007B6A46">
      <w:r>
        <w:t>189.0657</w:t>
      </w:r>
      <w:r>
        <w:tab/>
        <w:t>1.013e0</w:t>
      </w:r>
    </w:p>
    <w:p w:rsidR="007B6A46" w:rsidRDefault="007B6A46" w:rsidP="007B6A46">
      <w:r>
        <w:t>189.0690</w:t>
      </w:r>
      <w:r>
        <w:tab/>
        <w:t>1.013e0</w:t>
      </w:r>
    </w:p>
    <w:p w:rsidR="007B6A46" w:rsidRDefault="007B6A46" w:rsidP="007B6A46">
      <w:r>
        <w:t>189.0766</w:t>
      </w:r>
      <w:r>
        <w:tab/>
        <w:t>3.038e0</w:t>
      </w:r>
    </w:p>
    <w:p w:rsidR="007B6A46" w:rsidRDefault="007B6A46" w:rsidP="007B6A46">
      <w:r>
        <w:t>189.1023</w:t>
      </w:r>
      <w:r>
        <w:tab/>
        <w:t>2.025e0</w:t>
      </w:r>
    </w:p>
    <w:p w:rsidR="007B6A46" w:rsidRDefault="007B6A46" w:rsidP="007B6A46">
      <w:r>
        <w:t>189.1226</w:t>
      </w:r>
      <w:r>
        <w:tab/>
        <w:t>3.038e0</w:t>
      </w:r>
    </w:p>
    <w:p w:rsidR="007B6A46" w:rsidRDefault="007B6A46" w:rsidP="007B6A46">
      <w:r>
        <w:t>189.1314</w:t>
      </w:r>
      <w:r>
        <w:tab/>
        <w:t>3.038e0</w:t>
      </w:r>
    </w:p>
    <w:p w:rsidR="007B6A46" w:rsidRDefault="007B6A46" w:rsidP="007B6A46">
      <w:r>
        <w:t>189.1518</w:t>
      </w:r>
      <w:r>
        <w:tab/>
        <w:t>2.025e0</w:t>
      </w:r>
    </w:p>
    <w:p w:rsidR="007B6A46" w:rsidRDefault="007B6A46" w:rsidP="007B6A46">
      <w:r>
        <w:t>189.1683</w:t>
      </w:r>
      <w:r>
        <w:tab/>
        <w:t>1.013e0</w:t>
      </w:r>
    </w:p>
    <w:p w:rsidR="007B6A46" w:rsidRDefault="007B6A46" w:rsidP="007B6A46">
      <w:r>
        <w:t>189.1734</w:t>
      </w:r>
      <w:r>
        <w:tab/>
        <w:t>2.025e0</w:t>
      </w:r>
    </w:p>
    <w:p w:rsidR="007B6A46" w:rsidRDefault="007B6A46" w:rsidP="007B6A46">
      <w:r>
        <w:lastRenderedPageBreak/>
        <w:t>189.1863</w:t>
      </w:r>
      <w:r>
        <w:tab/>
        <w:t>1.013e0</w:t>
      </w:r>
    </w:p>
    <w:p w:rsidR="007B6A46" w:rsidRDefault="007B6A46" w:rsidP="007B6A46">
      <w:r>
        <w:t>189.2998</w:t>
      </w:r>
      <w:r>
        <w:tab/>
        <w:t>2.025e0</w:t>
      </w:r>
    </w:p>
    <w:p w:rsidR="007B6A46" w:rsidRDefault="007B6A46" w:rsidP="007B6A46">
      <w:r>
        <w:t>189.3111</w:t>
      </w:r>
      <w:r>
        <w:tab/>
        <w:t>1.013e0</w:t>
      </w:r>
    </w:p>
    <w:p w:rsidR="007B6A46" w:rsidRDefault="007B6A46" w:rsidP="007B6A46">
      <w:r>
        <w:t>189.3400</w:t>
      </w:r>
      <w:r>
        <w:tab/>
        <w:t>1.013e0</w:t>
      </w:r>
    </w:p>
    <w:p w:rsidR="007B6A46" w:rsidRDefault="007B6A46" w:rsidP="007B6A46">
      <w:r>
        <w:t>189.3874</w:t>
      </w:r>
      <w:r>
        <w:tab/>
        <w:t>1.013e0</w:t>
      </w:r>
    </w:p>
    <w:p w:rsidR="007B6A46" w:rsidRDefault="007B6A46" w:rsidP="007B6A46">
      <w:r>
        <w:t>189.3947</w:t>
      </w:r>
      <w:r>
        <w:tab/>
        <w:t>1.013e0</w:t>
      </w:r>
    </w:p>
    <w:p w:rsidR="007B6A46" w:rsidRDefault="007B6A46" w:rsidP="007B6A46">
      <w:r>
        <w:t>189.4607</w:t>
      </w:r>
      <w:r>
        <w:tab/>
        <w:t>1.013e0</w:t>
      </w:r>
    </w:p>
    <w:p w:rsidR="007B6A46" w:rsidRDefault="007B6A46" w:rsidP="007B6A46">
      <w:r>
        <w:t>189.4790</w:t>
      </w:r>
      <w:r>
        <w:tab/>
        <w:t>1.013e0</w:t>
      </w:r>
    </w:p>
    <w:p w:rsidR="007B6A46" w:rsidRDefault="007B6A46" w:rsidP="007B6A46">
      <w:r>
        <w:t>189.4897</w:t>
      </w:r>
      <w:r>
        <w:tab/>
        <w:t>1.013e0</w:t>
      </w:r>
    </w:p>
    <w:p w:rsidR="007B6A46" w:rsidRDefault="007B6A46" w:rsidP="007B6A46">
      <w:r>
        <w:t>189.5028</w:t>
      </w:r>
      <w:r>
        <w:tab/>
        <w:t>2.025e0</w:t>
      </w:r>
    </w:p>
    <w:p w:rsidR="007B6A46" w:rsidRDefault="007B6A46" w:rsidP="007B6A46">
      <w:r>
        <w:t>189.5189</w:t>
      </w:r>
      <w:r>
        <w:tab/>
        <w:t>1.013e0</w:t>
      </w:r>
    </w:p>
    <w:p w:rsidR="007B6A46" w:rsidRDefault="007B6A46" w:rsidP="007B6A46">
      <w:r>
        <w:t>189.5593</w:t>
      </w:r>
      <w:r>
        <w:tab/>
        <w:t>4.051e0</w:t>
      </w:r>
    </w:p>
    <w:p w:rsidR="007B6A46" w:rsidRDefault="007B6A46" w:rsidP="007B6A46">
      <w:r>
        <w:t>189.5630</w:t>
      </w:r>
      <w:r>
        <w:tab/>
        <w:t>1.013e0</w:t>
      </w:r>
    </w:p>
    <w:p w:rsidR="007B6A46" w:rsidRDefault="007B6A46" w:rsidP="007B6A46">
      <w:r>
        <w:t>189.5850</w:t>
      </w:r>
      <w:r>
        <w:tab/>
        <w:t>1.013e0</w:t>
      </w:r>
    </w:p>
    <w:p w:rsidR="007B6A46" w:rsidRDefault="007B6A46" w:rsidP="007B6A46">
      <w:r>
        <w:t>189.5959</w:t>
      </w:r>
      <w:r>
        <w:tab/>
        <w:t>1.013e0</w:t>
      </w:r>
    </w:p>
    <w:p w:rsidR="007B6A46" w:rsidRDefault="007B6A46" w:rsidP="007B6A46">
      <w:r>
        <w:t>189.6252</w:t>
      </w:r>
      <w:r>
        <w:tab/>
        <w:t>1.013e0</w:t>
      </w:r>
    </w:p>
    <w:p w:rsidR="007B6A46" w:rsidRDefault="007B6A46" w:rsidP="007B6A46">
      <w:r>
        <w:t>189.6362</w:t>
      </w:r>
      <w:r>
        <w:tab/>
        <w:t>1.013e0</w:t>
      </w:r>
    </w:p>
    <w:p w:rsidR="007B6A46" w:rsidRDefault="007B6A46" w:rsidP="007B6A46">
      <w:r>
        <w:t>189.6636</w:t>
      </w:r>
      <w:r>
        <w:tab/>
        <w:t>2.025e0</w:t>
      </w:r>
    </w:p>
    <w:p w:rsidR="007B6A46" w:rsidRDefault="007B6A46" w:rsidP="007B6A46">
      <w:r>
        <w:t>189.6761</w:t>
      </w:r>
      <w:r>
        <w:tab/>
        <w:t>1.013e0</w:t>
      </w:r>
    </w:p>
    <w:p w:rsidR="007B6A46" w:rsidRDefault="007B6A46" w:rsidP="007B6A46">
      <w:r>
        <w:lastRenderedPageBreak/>
        <w:t>189.6873</w:t>
      </w:r>
      <w:r>
        <w:tab/>
        <w:t>1.013e0</w:t>
      </w:r>
    </w:p>
    <w:p w:rsidR="007B6A46" w:rsidRDefault="007B6A46" w:rsidP="007B6A46">
      <w:r>
        <w:t>189.7017</w:t>
      </w:r>
      <w:r>
        <w:tab/>
        <w:t>1.013e0</w:t>
      </w:r>
    </w:p>
    <w:p w:rsidR="007B6A46" w:rsidRDefault="007B6A46" w:rsidP="007B6A46">
      <w:r>
        <w:t>189.7202</w:t>
      </w:r>
      <w:r>
        <w:tab/>
        <w:t>1.013e0</w:t>
      </w:r>
    </w:p>
    <w:p w:rsidR="007B6A46" w:rsidRDefault="007B6A46" w:rsidP="007B6A46">
      <w:r>
        <w:t>189.7276</w:t>
      </w:r>
      <w:r>
        <w:tab/>
        <w:t>1.013e0</w:t>
      </w:r>
    </w:p>
    <w:p w:rsidR="007B6A46" w:rsidRDefault="007B6A46" w:rsidP="007B6A46">
      <w:r>
        <w:t>189.7894</w:t>
      </w:r>
      <w:r>
        <w:tab/>
        <w:t>1.013e0</w:t>
      </w:r>
    </w:p>
    <w:p w:rsidR="007B6A46" w:rsidRDefault="007B6A46" w:rsidP="007B6A46">
      <w:r>
        <w:t>189.8226</w:t>
      </w:r>
      <w:r>
        <w:tab/>
        <w:t>1.013e0</w:t>
      </w:r>
    </w:p>
    <w:p w:rsidR="007B6A46" w:rsidRDefault="007B6A46" w:rsidP="007B6A46">
      <w:r>
        <w:t>189.8445</w:t>
      </w:r>
      <w:r>
        <w:tab/>
        <w:t>1.013e0</w:t>
      </w:r>
    </w:p>
    <w:p w:rsidR="007B6A46" w:rsidRDefault="007B6A46" w:rsidP="007B6A46">
      <w:r>
        <w:t>189.9140</w:t>
      </w:r>
      <w:r>
        <w:tab/>
        <w:t>1.013e0</w:t>
      </w:r>
    </w:p>
    <w:p w:rsidR="007B6A46" w:rsidRDefault="007B6A46" w:rsidP="007B6A46">
      <w:r>
        <w:t>189.9322</w:t>
      </w:r>
      <w:r>
        <w:tab/>
        <w:t>1.013e0</w:t>
      </w:r>
    </w:p>
    <w:p w:rsidR="007B6A46" w:rsidRDefault="007B6A46" w:rsidP="007B6A46">
      <w:r>
        <w:t>189.9891</w:t>
      </w:r>
      <w:r>
        <w:tab/>
        <w:t>2.025e0</w:t>
      </w:r>
    </w:p>
    <w:p w:rsidR="007B6A46" w:rsidRDefault="007B6A46" w:rsidP="007B6A46">
      <w:r>
        <w:t>190.0018</w:t>
      </w:r>
      <w:r>
        <w:tab/>
        <w:t>1.013e0</w:t>
      </w:r>
    </w:p>
    <w:p w:rsidR="007B6A46" w:rsidRDefault="007B6A46" w:rsidP="007B6A46">
      <w:r>
        <w:t>190.0052</w:t>
      </w:r>
      <w:r>
        <w:tab/>
        <w:t>1.013e0</w:t>
      </w:r>
    </w:p>
    <w:p w:rsidR="007B6A46" w:rsidRDefault="007B6A46" w:rsidP="007B6A46">
      <w:r>
        <w:t>190.0266</w:t>
      </w:r>
      <w:r>
        <w:tab/>
        <w:t>3.038e0</w:t>
      </w:r>
    </w:p>
    <w:p w:rsidR="007B6A46" w:rsidRDefault="007B6A46" w:rsidP="007B6A46">
      <w:r>
        <w:t>190.0457</w:t>
      </w:r>
      <w:r>
        <w:tab/>
        <w:t>2.025e0</w:t>
      </w:r>
    </w:p>
    <w:p w:rsidR="007B6A46" w:rsidRDefault="007B6A46" w:rsidP="007B6A46">
      <w:r>
        <w:t>190.0496</w:t>
      </w:r>
      <w:r>
        <w:tab/>
        <w:t>1.013e0</w:t>
      </w:r>
    </w:p>
    <w:p w:rsidR="007B6A46" w:rsidRDefault="007B6A46" w:rsidP="007B6A46">
      <w:r>
        <w:t>190.0533</w:t>
      </w:r>
      <w:r>
        <w:tab/>
        <w:t>1.013e0</w:t>
      </w:r>
    </w:p>
    <w:p w:rsidR="007B6A46" w:rsidRDefault="007B6A46" w:rsidP="007B6A46">
      <w:r>
        <w:t>190.0567</w:t>
      </w:r>
      <w:r>
        <w:tab/>
        <w:t>1.013e0</w:t>
      </w:r>
    </w:p>
    <w:p w:rsidR="007B6A46" w:rsidRDefault="007B6A46" w:rsidP="007B6A46">
      <w:r>
        <w:t>190.0788</w:t>
      </w:r>
      <w:r>
        <w:tab/>
        <w:t>1.013e0</w:t>
      </w:r>
    </w:p>
    <w:p w:rsidR="007B6A46" w:rsidRDefault="007B6A46" w:rsidP="007B6A46">
      <w:r>
        <w:t>190.0846</w:t>
      </w:r>
      <w:r>
        <w:tab/>
        <w:t>2.025e0</w:t>
      </w:r>
    </w:p>
    <w:p w:rsidR="007B6A46" w:rsidRDefault="007B6A46" w:rsidP="007B6A46">
      <w:r>
        <w:lastRenderedPageBreak/>
        <w:t>190.1027</w:t>
      </w:r>
      <w:r>
        <w:tab/>
        <w:t>2.025e0</w:t>
      </w:r>
    </w:p>
    <w:p w:rsidR="007B6A46" w:rsidRDefault="007B6A46" w:rsidP="007B6A46">
      <w:r>
        <w:t>190.1085</w:t>
      </w:r>
      <w:r>
        <w:tab/>
        <w:t>1.013e0</w:t>
      </w:r>
    </w:p>
    <w:p w:rsidR="007B6A46" w:rsidRDefault="007B6A46" w:rsidP="007B6A46">
      <w:r>
        <w:t>190.1269</w:t>
      </w:r>
      <w:r>
        <w:tab/>
        <w:t>1.013e0</w:t>
      </w:r>
    </w:p>
    <w:p w:rsidR="007B6A46" w:rsidRDefault="007B6A46" w:rsidP="007B6A46">
      <w:r>
        <w:t>190.1416</w:t>
      </w:r>
      <w:r>
        <w:tab/>
        <w:t>1.013e0</w:t>
      </w:r>
    </w:p>
    <w:p w:rsidR="007B6A46" w:rsidRDefault="007B6A46" w:rsidP="007B6A46">
      <w:r>
        <w:t>190.1858</w:t>
      </w:r>
      <w:r>
        <w:tab/>
        <w:t>1.013e0</w:t>
      </w:r>
    </w:p>
    <w:p w:rsidR="007B6A46" w:rsidRDefault="007B6A46" w:rsidP="007B6A46">
      <w:r>
        <w:t>190.1965</w:t>
      </w:r>
      <w:r>
        <w:tab/>
        <w:t>1.013e0</w:t>
      </w:r>
    </w:p>
    <w:p w:rsidR="007B6A46" w:rsidRDefault="007B6A46" w:rsidP="007B6A46">
      <w:r>
        <w:t>190.2153</w:t>
      </w:r>
      <w:r>
        <w:tab/>
        <w:t>1.013e0</w:t>
      </w:r>
    </w:p>
    <w:p w:rsidR="007B6A46" w:rsidRDefault="007B6A46" w:rsidP="007B6A46">
      <w:r>
        <w:t>190.2189</w:t>
      </w:r>
      <w:r>
        <w:tab/>
        <w:t>1.013e0</w:t>
      </w:r>
    </w:p>
    <w:p w:rsidR="007B6A46" w:rsidRDefault="007B6A46" w:rsidP="007B6A46">
      <w:r>
        <w:t>190.2263</w:t>
      </w:r>
      <w:r>
        <w:tab/>
        <w:t>1.013e0</w:t>
      </w:r>
    </w:p>
    <w:p w:rsidR="007B6A46" w:rsidRDefault="007B6A46" w:rsidP="007B6A46">
      <w:r>
        <w:t>190.2481</w:t>
      </w:r>
      <w:r>
        <w:tab/>
        <w:t>1.013e0</w:t>
      </w:r>
    </w:p>
    <w:p w:rsidR="007B6A46" w:rsidRDefault="007B6A46" w:rsidP="007B6A46">
      <w:r>
        <w:t>190.2521</w:t>
      </w:r>
      <w:r>
        <w:tab/>
        <w:t>1.013e0</w:t>
      </w:r>
    </w:p>
    <w:p w:rsidR="007B6A46" w:rsidRDefault="007B6A46" w:rsidP="007B6A46">
      <w:r>
        <w:t>190.2628</w:t>
      </w:r>
      <w:r>
        <w:tab/>
        <w:t>1.013e0</w:t>
      </w:r>
    </w:p>
    <w:p w:rsidR="007B6A46" w:rsidRDefault="007B6A46" w:rsidP="007B6A46">
      <w:r>
        <w:t>190.2850</w:t>
      </w:r>
      <w:r>
        <w:tab/>
        <w:t>1.013e0</w:t>
      </w:r>
    </w:p>
    <w:p w:rsidR="007B6A46" w:rsidRDefault="007B6A46" w:rsidP="007B6A46">
      <w:r>
        <w:t>190.4423</w:t>
      </w:r>
      <w:r>
        <w:tab/>
        <w:t>1.013e0</w:t>
      </w:r>
    </w:p>
    <w:p w:rsidR="007B6A46" w:rsidRDefault="007B6A46" w:rsidP="007B6A46">
      <w:r>
        <w:t>190.4496</w:t>
      </w:r>
      <w:r>
        <w:tab/>
        <w:t>1.013e0</w:t>
      </w:r>
    </w:p>
    <w:p w:rsidR="007B6A46" w:rsidRDefault="007B6A46" w:rsidP="007B6A46">
      <w:r>
        <w:t>190.4530</w:t>
      </w:r>
      <w:r>
        <w:tab/>
        <w:t>1.013e0</w:t>
      </w:r>
    </w:p>
    <w:p w:rsidR="007B6A46" w:rsidRDefault="007B6A46" w:rsidP="007B6A46">
      <w:r>
        <w:t>190.5006</w:t>
      </w:r>
      <w:r>
        <w:tab/>
        <w:t>1.013e0</w:t>
      </w:r>
    </w:p>
    <w:p w:rsidR="007B6A46" w:rsidRDefault="007B6A46" w:rsidP="007B6A46">
      <w:r>
        <w:t>190.5229</w:t>
      </w:r>
      <w:r>
        <w:tab/>
        <w:t>1.013e0</w:t>
      </w:r>
    </w:p>
    <w:p w:rsidR="007B6A46" w:rsidRDefault="007B6A46" w:rsidP="007B6A46">
      <w:r>
        <w:t>190.5495</w:t>
      </w:r>
      <w:r>
        <w:tab/>
        <w:t>6.076e0</w:t>
      </w:r>
    </w:p>
    <w:p w:rsidR="007B6A46" w:rsidRDefault="007B6A46" w:rsidP="007B6A46">
      <w:r>
        <w:lastRenderedPageBreak/>
        <w:t>190.5559</w:t>
      </w:r>
      <w:r>
        <w:tab/>
        <w:t>8.101e0</w:t>
      </w:r>
    </w:p>
    <w:p w:rsidR="007B6A46" w:rsidRDefault="007B6A46" w:rsidP="007B6A46">
      <w:r>
        <w:t>190.5604</w:t>
      </w:r>
      <w:r>
        <w:tab/>
        <w:t>3.038e0</w:t>
      </w:r>
    </w:p>
    <w:p w:rsidR="007B6A46" w:rsidRDefault="007B6A46" w:rsidP="007B6A46">
      <w:r>
        <w:t>190.5643</w:t>
      </w:r>
      <w:r>
        <w:tab/>
        <w:t>4.051e0</w:t>
      </w:r>
    </w:p>
    <w:p w:rsidR="007B6A46" w:rsidRDefault="007B6A46" w:rsidP="007B6A46">
      <w:r>
        <w:t>190.6089</w:t>
      </w:r>
      <w:r>
        <w:tab/>
        <w:t>2.025e0</w:t>
      </w:r>
    </w:p>
    <w:p w:rsidR="007B6A46" w:rsidRDefault="007B6A46" w:rsidP="007B6A46">
      <w:r>
        <w:t>190.6107</w:t>
      </w:r>
      <w:r>
        <w:tab/>
        <w:t>1.013e0</w:t>
      </w:r>
    </w:p>
    <w:p w:rsidR="007B6A46" w:rsidRDefault="007B6A46" w:rsidP="007B6A46">
      <w:r>
        <w:t>190.6364</w:t>
      </w:r>
      <w:r>
        <w:tab/>
        <w:t>1.013e0</w:t>
      </w:r>
    </w:p>
    <w:p w:rsidR="007B6A46" w:rsidRDefault="007B6A46" w:rsidP="007B6A46">
      <w:r>
        <w:t>190.6982</w:t>
      </w:r>
      <w:r>
        <w:tab/>
        <w:t>1.013e0</w:t>
      </w:r>
    </w:p>
    <w:p w:rsidR="007B6A46" w:rsidRDefault="007B6A46" w:rsidP="007B6A46">
      <w:r>
        <w:t>190.7385</w:t>
      </w:r>
      <w:r>
        <w:tab/>
        <w:t>1.013e0</w:t>
      </w:r>
    </w:p>
    <w:p w:rsidR="007B6A46" w:rsidRDefault="007B6A46" w:rsidP="007B6A46">
      <w:r>
        <w:t>190.7753</w:t>
      </w:r>
      <w:r>
        <w:tab/>
        <w:t>1.013e0</w:t>
      </w:r>
    </w:p>
    <w:p w:rsidR="007B6A46" w:rsidRDefault="007B6A46" w:rsidP="007B6A46">
      <w:r>
        <w:t>190.8529</w:t>
      </w:r>
      <w:r>
        <w:tab/>
        <w:t>1.013e0</w:t>
      </w:r>
    </w:p>
    <w:p w:rsidR="007B6A46" w:rsidRDefault="007B6A46" w:rsidP="007B6A46">
      <w:r>
        <w:t>190.8676</w:t>
      </w:r>
      <w:r>
        <w:tab/>
        <w:t>1.013e0</w:t>
      </w:r>
    </w:p>
    <w:p w:rsidR="007B6A46" w:rsidRDefault="007B6A46" w:rsidP="007B6A46">
      <w:r>
        <w:t>190.8716</w:t>
      </w:r>
      <w:r>
        <w:tab/>
        <w:t>1.013e0</w:t>
      </w:r>
    </w:p>
    <w:p w:rsidR="007B6A46" w:rsidRDefault="007B6A46" w:rsidP="007B6A46">
      <w:r>
        <w:t>190.8787</w:t>
      </w:r>
      <w:r>
        <w:tab/>
        <w:t>1.013e0</w:t>
      </w:r>
    </w:p>
    <w:p w:rsidR="007B6A46" w:rsidRDefault="007B6A46" w:rsidP="007B6A46">
      <w:r>
        <w:t>190.8864</w:t>
      </w:r>
      <w:r>
        <w:tab/>
        <w:t>1.013e0</w:t>
      </w:r>
    </w:p>
    <w:p w:rsidR="007B6A46" w:rsidRDefault="007B6A46" w:rsidP="007B6A46">
      <w:r>
        <w:t>190.9049</w:t>
      </w:r>
      <w:r>
        <w:tab/>
        <w:t>1.013e0</w:t>
      </w:r>
    </w:p>
    <w:p w:rsidR="007B6A46" w:rsidRDefault="007B6A46" w:rsidP="007B6A46">
      <w:r>
        <w:t>190.9381</w:t>
      </w:r>
      <w:r>
        <w:tab/>
        <w:t>1.013e0</w:t>
      </w:r>
    </w:p>
    <w:p w:rsidR="007B6A46" w:rsidRDefault="007B6A46" w:rsidP="007B6A46">
      <w:r>
        <w:t>190.9673</w:t>
      </w:r>
      <w:r>
        <w:tab/>
        <w:t>1.013e0</w:t>
      </w:r>
    </w:p>
    <w:p w:rsidR="007B6A46" w:rsidRDefault="007B6A46" w:rsidP="007B6A46">
      <w:r>
        <w:t>190.9822</w:t>
      </w:r>
      <w:r>
        <w:tab/>
        <w:t>2.025e0</w:t>
      </w:r>
    </w:p>
    <w:p w:rsidR="007B6A46" w:rsidRDefault="007B6A46" w:rsidP="007B6A46">
      <w:r>
        <w:t>190.9859</w:t>
      </w:r>
      <w:r>
        <w:tab/>
        <w:t>1.013e0</w:t>
      </w:r>
    </w:p>
    <w:p w:rsidR="007B6A46" w:rsidRDefault="007B6A46" w:rsidP="007B6A46">
      <w:r>
        <w:lastRenderedPageBreak/>
        <w:t>191.0060</w:t>
      </w:r>
      <w:r>
        <w:tab/>
        <w:t>2.025e0</w:t>
      </w:r>
    </w:p>
    <w:p w:rsidR="007B6A46" w:rsidRDefault="007B6A46" w:rsidP="007B6A46">
      <w:r>
        <w:t>191.0078</w:t>
      </w:r>
      <w:r>
        <w:tab/>
        <w:t>1.013e0</w:t>
      </w:r>
    </w:p>
    <w:p w:rsidR="007B6A46" w:rsidRDefault="007B6A46" w:rsidP="007B6A46">
      <w:r>
        <w:t>191.0112</w:t>
      </w:r>
      <w:r>
        <w:tab/>
        <w:t>1.013e0</w:t>
      </w:r>
    </w:p>
    <w:p w:rsidR="007B6A46" w:rsidRDefault="007B6A46" w:rsidP="007B6A46">
      <w:r>
        <w:t>191.0225</w:t>
      </w:r>
      <w:r>
        <w:tab/>
        <w:t>1.013e0</w:t>
      </w:r>
    </w:p>
    <w:p w:rsidR="007B6A46" w:rsidRDefault="007B6A46" w:rsidP="007B6A46">
      <w:r>
        <w:t>191.0483</w:t>
      </w:r>
      <w:r>
        <w:tab/>
        <w:t>4.051e0</w:t>
      </w:r>
    </w:p>
    <w:p w:rsidR="007B6A46" w:rsidRDefault="007B6A46" w:rsidP="007B6A46">
      <w:r>
        <w:t>191.0499</w:t>
      </w:r>
      <w:r>
        <w:tab/>
        <w:t>3.038e0</w:t>
      </w:r>
    </w:p>
    <w:p w:rsidR="007B6A46" w:rsidRDefault="007B6A46" w:rsidP="007B6A46">
      <w:r>
        <w:t>191.0591</w:t>
      </w:r>
      <w:r>
        <w:tab/>
        <w:t>1.013e0</w:t>
      </w:r>
    </w:p>
    <w:p w:rsidR="007B6A46" w:rsidRDefault="007B6A46" w:rsidP="007B6A46">
      <w:r>
        <w:t>191.0646</w:t>
      </w:r>
      <w:r>
        <w:tab/>
        <w:t>2.025e0</w:t>
      </w:r>
    </w:p>
    <w:p w:rsidR="007B6A46" w:rsidRDefault="007B6A46" w:rsidP="007B6A46">
      <w:r>
        <w:t>191.0701</w:t>
      </w:r>
      <w:r>
        <w:tab/>
        <w:t>1.013e0</w:t>
      </w:r>
    </w:p>
    <w:p w:rsidR="007B6A46" w:rsidRDefault="007B6A46" w:rsidP="007B6A46">
      <w:r>
        <w:t>191.0808</w:t>
      </w:r>
      <w:r>
        <w:tab/>
        <w:t>1.013e0</w:t>
      </w:r>
    </w:p>
    <w:p w:rsidR="007B6A46" w:rsidRDefault="007B6A46" w:rsidP="007B6A46">
      <w:r>
        <w:t>191.0847</w:t>
      </w:r>
      <w:r>
        <w:tab/>
        <w:t>2.025e0</w:t>
      </w:r>
    </w:p>
    <w:p w:rsidR="007B6A46" w:rsidRDefault="007B6A46" w:rsidP="007B6A46">
      <w:r>
        <w:t>191.1031</w:t>
      </w:r>
      <w:r>
        <w:tab/>
        <w:t>1.013e0</w:t>
      </w:r>
    </w:p>
    <w:p w:rsidR="007B6A46" w:rsidRDefault="007B6A46" w:rsidP="007B6A46">
      <w:r>
        <w:t>191.1269</w:t>
      </w:r>
      <w:r>
        <w:tab/>
        <w:t>4.051e0</w:t>
      </w:r>
    </w:p>
    <w:p w:rsidR="007B6A46" w:rsidRDefault="007B6A46" w:rsidP="007B6A46">
      <w:r>
        <w:t>191.1596</w:t>
      </w:r>
      <w:r>
        <w:tab/>
        <w:t>2.025e0</w:t>
      </w:r>
    </w:p>
    <w:p w:rsidR="007B6A46" w:rsidRDefault="007B6A46" w:rsidP="007B6A46">
      <w:r>
        <w:t>191.1691</w:t>
      </w:r>
      <w:r>
        <w:tab/>
        <w:t>2.025e0</w:t>
      </w:r>
    </w:p>
    <w:p w:rsidR="007B6A46" w:rsidRDefault="007B6A46" w:rsidP="007B6A46">
      <w:r>
        <w:t>191.1947</w:t>
      </w:r>
      <w:r>
        <w:tab/>
        <w:t>1.013e0</w:t>
      </w:r>
    </w:p>
    <w:p w:rsidR="007B6A46" w:rsidRDefault="007B6A46" w:rsidP="007B6A46">
      <w:r>
        <w:t>191.2497</w:t>
      </w:r>
      <w:r>
        <w:tab/>
        <w:t>1.013e0</w:t>
      </w:r>
    </w:p>
    <w:p w:rsidR="007B6A46" w:rsidRDefault="007B6A46" w:rsidP="007B6A46">
      <w:r>
        <w:t>191.2641</w:t>
      </w:r>
      <w:r>
        <w:tab/>
        <w:t>1.013e0</w:t>
      </w:r>
    </w:p>
    <w:p w:rsidR="007B6A46" w:rsidRDefault="007B6A46" w:rsidP="007B6A46">
      <w:r>
        <w:t>191.2824</w:t>
      </w:r>
      <w:r>
        <w:tab/>
        <w:t>1.013e0</w:t>
      </w:r>
    </w:p>
    <w:p w:rsidR="007B6A46" w:rsidRDefault="007B6A46" w:rsidP="007B6A46">
      <w:r>
        <w:lastRenderedPageBreak/>
        <w:t>191.2900</w:t>
      </w:r>
      <w:r>
        <w:tab/>
        <w:t>2.025e0</w:t>
      </w:r>
    </w:p>
    <w:p w:rsidR="007B6A46" w:rsidRDefault="007B6A46" w:rsidP="007B6A46">
      <w:r>
        <w:t>191.3300</w:t>
      </w:r>
      <w:r>
        <w:tab/>
        <w:t>1.013e0</w:t>
      </w:r>
    </w:p>
    <w:p w:rsidR="007B6A46" w:rsidRDefault="007B6A46" w:rsidP="007B6A46">
      <w:r>
        <w:t>191.3633</w:t>
      </w:r>
      <w:r>
        <w:tab/>
        <w:t>1.013e0</w:t>
      </w:r>
    </w:p>
    <w:p w:rsidR="007B6A46" w:rsidRDefault="007B6A46" w:rsidP="007B6A46">
      <w:r>
        <w:t>191.3778</w:t>
      </w:r>
      <w:r>
        <w:tab/>
        <w:t>1.013e0</w:t>
      </w:r>
    </w:p>
    <w:p w:rsidR="007B6A46" w:rsidRDefault="007B6A46" w:rsidP="007B6A46">
      <w:r>
        <w:t>191.3818</w:t>
      </w:r>
      <w:r>
        <w:tab/>
        <w:t>1.013e0</w:t>
      </w:r>
    </w:p>
    <w:p w:rsidR="007B6A46" w:rsidRDefault="007B6A46" w:rsidP="007B6A46">
      <w:r>
        <w:t>191.4037</w:t>
      </w:r>
      <w:r>
        <w:tab/>
        <w:t>1.013e0</w:t>
      </w:r>
    </w:p>
    <w:p w:rsidR="007B6A46" w:rsidRDefault="007B6A46" w:rsidP="007B6A46">
      <w:r>
        <w:t>191.4296</w:t>
      </w:r>
      <w:r>
        <w:tab/>
        <w:t>1.013e0</w:t>
      </w:r>
    </w:p>
    <w:p w:rsidR="007B6A46" w:rsidRDefault="007B6A46" w:rsidP="007B6A46">
      <w:r>
        <w:t>191.4485</w:t>
      </w:r>
      <w:r>
        <w:tab/>
        <w:t>1.013e0</w:t>
      </w:r>
    </w:p>
    <w:p w:rsidR="007B6A46" w:rsidRDefault="007B6A46" w:rsidP="007B6A46">
      <w:r>
        <w:t>191.4704</w:t>
      </w:r>
      <w:r>
        <w:tab/>
        <w:t>1.013e0</w:t>
      </w:r>
    </w:p>
    <w:p w:rsidR="007B6A46" w:rsidRDefault="007B6A46" w:rsidP="007B6A46">
      <w:r>
        <w:t>191.4852</w:t>
      </w:r>
      <w:r>
        <w:tab/>
        <w:t>1.013e0</w:t>
      </w:r>
    </w:p>
    <w:p w:rsidR="007B6A46" w:rsidRDefault="007B6A46" w:rsidP="007B6A46">
      <w:r>
        <w:t>191.4929</w:t>
      </w:r>
      <w:r>
        <w:tab/>
        <w:t>1.013e0</w:t>
      </w:r>
    </w:p>
    <w:p w:rsidR="007B6A46" w:rsidRDefault="007B6A46" w:rsidP="007B6A46">
      <w:r>
        <w:t>191.5259</w:t>
      </w:r>
      <w:r>
        <w:tab/>
        <w:t>1.013e0</w:t>
      </w:r>
    </w:p>
    <w:p w:rsidR="007B6A46" w:rsidRDefault="007B6A46" w:rsidP="007B6A46">
      <w:r>
        <w:t>191.5299</w:t>
      </w:r>
      <w:r>
        <w:tab/>
        <w:t>1.013e0</w:t>
      </w:r>
    </w:p>
    <w:p w:rsidR="007B6A46" w:rsidRDefault="007B6A46" w:rsidP="007B6A46">
      <w:r>
        <w:t>191.5703</w:t>
      </w:r>
      <w:r>
        <w:tab/>
        <w:t>1.013e0</w:t>
      </w:r>
    </w:p>
    <w:p w:rsidR="007B6A46" w:rsidRDefault="007B6A46" w:rsidP="007B6A46">
      <w:r>
        <w:t>191.5813</w:t>
      </w:r>
      <w:r>
        <w:tab/>
        <w:t>1.013e0</w:t>
      </w:r>
    </w:p>
    <w:p w:rsidR="007B6A46" w:rsidRDefault="007B6A46" w:rsidP="007B6A46">
      <w:r>
        <w:t>191.6030</w:t>
      </w:r>
      <w:r>
        <w:tab/>
        <w:t>3.038e0</w:t>
      </w:r>
    </w:p>
    <w:p w:rsidR="007B6A46" w:rsidRDefault="007B6A46" w:rsidP="007B6A46">
      <w:r>
        <w:t>191.7133</w:t>
      </w:r>
      <w:r>
        <w:tab/>
        <w:t>1.013e0</w:t>
      </w:r>
    </w:p>
    <w:p w:rsidR="007B6A46" w:rsidRDefault="007B6A46" w:rsidP="007B6A46">
      <w:r>
        <w:t>191.7607</w:t>
      </w:r>
      <w:r>
        <w:tab/>
        <w:t>1.013e0</w:t>
      </w:r>
    </w:p>
    <w:p w:rsidR="007B6A46" w:rsidRDefault="007B6A46" w:rsidP="007B6A46">
      <w:r>
        <w:t>191.7629</w:t>
      </w:r>
      <w:r>
        <w:tab/>
        <w:t>2.025e0</w:t>
      </w:r>
    </w:p>
    <w:p w:rsidR="007B6A46" w:rsidRDefault="007B6A46" w:rsidP="007B6A46">
      <w:r>
        <w:lastRenderedPageBreak/>
        <w:t>191.7791</w:t>
      </w:r>
      <w:r>
        <w:tab/>
        <w:t>1.013e0</w:t>
      </w:r>
    </w:p>
    <w:p w:rsidR="007B6A46" w:rsidRDefault="007B6A46" w:rsidP="007B6A46">
      <w:r>
        <w:t>191.7867</w:t>
      </w:r>
      <w:r>
        <w:tab/>
        <w:t>1.013e0</w:t>
      </w:r>
    </w:p>
    <w:p w:rsidR="007B6A46" w:rsidRDefault="007B6A46" w:rsidP="007B6A46">
      <w:r>
        <w:t>191.7941</w:t>
      </w:r>
      <w:r>
        <w:tab/>
        <w:t>1.013e0</w:t>
      </w:r>
    </w:p>
    <w:p w:rsidR="007B6A46" w:rsidRDefault="007B6A46" w:rsidP="007B6A46">
      <w:r>
        <w:t>191.8124</w:t>
      </w:r>
      <w:r>
        <w:tab/>
        <w:t>1.013e0</w:t>
      </w:r>
    </w:p>
    <w:p w:rsidR="007B6A46" w:rsidRDefault="007B6A46" w:rsidP="007B6A46">
      <w:r>
        <w:t>191.8307</w:t>
      </w:r>
      <w:r>
        <w:tab/>
        <w:t>1.013e0</w:t>
      </w:r>
    </w:p>
    <w:p w:rsidR="007B6A46" w:rsidRDefault="007B6A46" w:rsidP="007B6A46">
      <w:r>
        <w:t>191.8341</w:t>
      </w:r>
      <w:r>
        <w:tab/>
        <w:t>1.013e0</w:t>
      </w:r>
    </w:p>
    <w:p w:rsidR="007B6A46" w:rsidRDefault="007B6A46" w:rsidP="007B6A46">
      <w:r>
        <w:t>191.8710</w:t>
      </w:r>
      <w:r>
        <w:tab/>
        <w:t>1.013e0</w:t>
      </w:r>
    </w:p>
    <w:p w:rsidR="007B6A46" w:rsidRDefault="007B6A46" w:rsidP="007B6A46">
      <w:r>
        <w:t>191.9229</w:t>
      </w:r>
      <w:r>
        <w:tab/>
        <w:t>1.013e0</w:t>
      </w:r>
    </w:p>
    <w:p w:rsidR="007B6A46" w:rsidRDefault="007B6A46" w:rsidP="007B6A46">
      <w:r>
        <w:t>191.9377</w:t>
      </w:r>
      <w:r>
        <w:tab/>
        <w:t>1.013e0</w:t>
      </w:r>
    </w:p>
    <w:p w:rsidR="007B6A46" w:rsidRDefault="007B6A46" w:rsidP="007B6A46">
      <w:r>
        <w:t>191.9451</w:t>
      </w:r>
      <w:r>
        <w:tab/>
        <w:t>1.013e0</w:t>
      </w:r>
    </w:p>
    <w:p w:rsidR="007B6A46" w:rsidRDefault="007B6A46" w:rsidP="007B6A46">
      <w:r>
        <w:t>191.9522</w:t>
      </w:r>
      <w:r>
        <w:tab/>
        <w:t>1.013e0</w:t>
      </w:r>
    </w:p>
    <w:p w:rsidR="007B6A46" w:rsidRDefault="007B6A46" w:rsidP="007B6A46">
      <w:r>
        <w:t>191.9597</w:t>
      </w:r>
      <w:r>
        <w:tab/>
        <w:t>4.051e0</w:t>
      </w:r>
    </w:p>
    <w:p w:rsidR="007B6A46" w:rsidRDefault="007B6A46" w:rsidP="007B6A46">
      <w:r>
        <w:t>191.9748</w:t>
      </w:r>
      <w:r>
        <w:tab/>
        <w:t>1.013e0</w:t>
      </w:r>
    </w:p>
    <w:p w:rsidR="007B6A46" w:rsidRDefault="007B6A46" w:rsidP="007B6A46">
      <w:r>
        <w:t>191.9822</w:t>
      </w:r>
      <w:r>
        <w:tab/>
        <w:t>1.013e0</w:t>
      </w:r>
    </w:p>
    <w:p w:rsidR="007B6A46" w:rsidRDefault="007B6A46" w:rsidP="007B6A46">
      <w:r>
        <w:t>191.9967</w:t>
      </w:r>
      <w:r>
        <w:tab/>
        <w:t>1.013e0</w:t>
      </w:r>
    </w:p>
    <w:p w:rsidR="007B6A46" w:rsidRDefault="007B6A46" w:rsidP="007B6A46">
      <w:r>
        <w:t>192.0339</w:t>
      </w:r>
      <w:r>
        <w:tab/>
        <w:t>1.013e0</w:t>
      </w:r>
    </w:p>
    <w:p w:rsidR="007B6A46" w:rsidRDefault="007B6A46" w:rsidP="007B6A46">
      <w:r>
        <w:t>192.0392</w:t>
      </w:r>
      <w:r>
        <w:tab/>
        <w:t>2.025e0</w:t>
      </w:r>
    </w:p>
    <w:p w:rsidR="007B6A46" w:rsidRDefault="007B6A46" w:rsidP="007B6A46">
      <w:r>
        <w:t>192.0620</w:t>
      </w:r>
      <w:r>
        <w:tab/>
        <w:t>3.278e0</w:t>
      </w:r>
    </w:p>
    <w:p w:rsidR="007B6A46" w:rsidRDefault="007B6A46" w:rsidP="007B6A46">
      <w:r>
        <w:t>192.0639</w:t>
      </w:r>
      <w:r>
        <w:tab/>
        <w:t>1.114e1</w:t>
      </w:r>
    </w:p>
    <w:p w:rsidR="007B6A46" w:rsidRDefault="007B6A46" w:rsidP="007B6A46">
      <w:r>
        <w:lastRenderedPageBreak/>
        <w:t>192.0662</w:t>
      </w:r>
      <w:r>
        <w:tab/>
        <w:t>6.076e0</w:t>
      </w:r>
    </w:p>
    <w:p w:rsidR="007B6A46" w:rsidRDefault="007B6A46" w:rsidP="007B6A46">
      <w:r>
        <w:t>192.0709</w:t>
      </w:r>
      <w:r>
        <w:tab/>
        <w:t>1.013e0</w:t>
      </w:r>
    </w:p>
    <w:p w:rsidR="007B6A46" w:rsidRDefault="007B6A46" w:rsidP="007B6A46">
      <w:r>
        <w:t>192.0908</w:t>
      </w:r>
      <w:r>
        <w:tab/>
        <w:t>2.025e0</w:t>
      </w:r>
    </w:p>
    <w:p w:rsidR="007B6A46" w:rsidRDefault="007B6A46" w:rsidP="007B6A46">
      <w:r>
        <w:t>192.1128</w:t>
      </w:r>
      <w:r>
        <w:tab/>
        <w:t>2.025e0</w:t>
      </w:r>
    </w:p>
    <w:p w:rsidR="007B6A46" w:rsidRDefault="007B6A46" w:rsidP="007B6A46">
      <w:r>
        <w:t>192.1149</w:t>
      </w:r>
      <w:r>
        <w:tab/>
        <w:t>1.013e0</w:t>
      </w:r>
    </w:p>
    <w:p w:rsidR="007B6A46" w:rsidRDefault="007B6A46" w:rsidP="007B6A46">
      <w:r>
        <w:t>192.1185</w:t>
      </w:r>
      <w:r>
        <w:tab/>
        <w:t>1.013e0</w:t>
      </w:r>
    </w:p>
    <w:p w:rsidR="007B6A46" w:rsidRDefault="007B6A46" w:rsidP="007B6A46">
      <w:r>
        <w:t>192.1388</w:t>
      </w:r>
      <w:r>
        <w:tab/>
        <w:t>2.025e0</w:t>
      </w:r>
    </w:p>
    <w:p w:rsidR="007B6A46" w:rsidRDefault="007B6A46" w:rsidP="007B6A46">
      <w:r>
        <w:t>192.1440</w:t>
      </w:r>
      <w:r>
        <w:tab/>
        <w:t>3.038e0</w:t>
      </w:r>
    </w:p>
    <w:p w:rsidR="007B6A46" w:rsidRDefault="007B6A46" w:rsidP="007B6A46">
      <w:r>
        <w:t>192.1461</w:t>
      </w:r>
      <w:r>
        <w:tab/>
        <w:t>2.025e0</w:t>
      </w:r>
    </w:p>
    <w:p w:rsidR="007B6A46" w:rsidRDefault="007B6A46" w:rsidP="007B6A46">
      <w:r>
        <w:t>192.1531</w:t>
      </w:r>
      <w:r>
        <w:tab/>
        <w:t>2.025e0</w:t>
      </w:r>
    </w:p>
    <w:p w:rsidR="007B6A46" w:rsidRDefault="007B6A46" w:rsidP="007B6A46">
      <w:r>
        <w:t>192.1700</w:t>
      </w:r>
      <w:r>
        <w:tab/>
        <w:t>1.013e0</w:t>
      </w:r>
    </w:p>
    <w:p w:rsidR="007B6A46" w:rsidRDefault="007B6A46" w:rsidP="007B6A46">
      <w:r>
        <w:t>192.1736</w:t>
      </w:r>
      <w:r>
        <w:tab/>
        <w:t>1.013e0</w:t>
      </w:r>
    </w:p>
    <w:p w:rsidR="007B6A46" w:rsidRDefault="007B6A46" w:rsidP="007B6A46">
      <w:r>
        <w:t>192.2027</w:t>
      </w:r>
      <w:r>
        <w:tab/>
        <w:t>1.013e0</w:t>
      </w:r>
    </w:p>
    <w:p w:rsidR="007B6A46" w:rsidRDefault="007B6A46" w:rsidP="007B6A46">
      <w:r>
        <w:t>192.2084</w:t>
      </w:r>
      <w:r>
        <w:tab/>
        <w:t>3.038e0</w:t>
      </w:r>
    </w:p>
    <w:p w:rsidR="007B6A46" w:rsidRDefault="007B6A46" w:rsidP="007B6A46">
      <w:r>
        <w:t>192.2468</w:t>
      </w:r>
      <w:r>
        <w:tab/>
        <w:t>1.013e0</w:t>
      </w:r>
    </w:p>
    <w:p w:rsidR="007B6A46" w:rsidRDefault="007B6A46" w:rsidP="007B6A46">
      <w:r>
        <w:t>192.2655</w:t>
      </w:r>
      <w:r>
        <w:tab/>
        <w:t>1.013e0</w:t>
      </w:r>
    </w:p>
    <w:p w:rsidR="007B6A46" w:rsidRDefault="007B6A46" w:rsidP="007B6A46">
      <w:r>
        <w:t>192.3720</w:t>
      </w:r>
      <w:r>
        <w:tab/>
        <w:t>2.025e0</w:t>
      </w:r>
    </w:p>
    <w:p w:rsidR="007B6A46" w:rsidRDefault="007B6A46" w:rsidP="007B6A46">
      <w:r>
        <w:t>192.3833</w:t>
      </w:r>
      <w:r>
        <w:tab/>
        <w:t>1.013e0</w:t>
      </w:r>
    </w:p>
    <w:p w:rsidR="007B6A46" w:rsidRDefault="007B6A46" w:rsidP="007B6A46">
      <w:r>
        <w:t>192.4239</w:t>
      </w:r>
      <w:r>
        <w:tab/>
        <w:t>1.013e0</w:t>
      </w:r>
    </w:p>
    <w:p w:rsidR="007B6A46" w:rsidRDefault="007B6A46" w:rsidP="007B6A46">
      <w:r>
        <w:lastRenderedPageBreak/>
        <w:t>192.4280</w:t>
      </w:r>
      <w:r>
        <w:tab/>
        <w:t>1.013e0</w:t>
      </w:r>
    </w:p>
    <w:p w:rsidR="007B6A46" w:rsidRDefault="007B6A46" w:rsidP="007B6A46">
      <w:r>
        <w:t>192.5425</w:t>
      </w:r>
      <w:r>
        <w:tab/>
        <w:t>1.013e0</w:t>
      </w:r>
    </w:p>
    <w:p w:rsidR="007B6A46" w:rsidRDefault="007B6A46" w:rsidP="007B6A46">
      <w:r>
        <w:t>192.5459</w:t>
      </w:r>
      <w:r>
        <w:tab/>
        <w:t>1.013e0</w:t>
      </w:r>
    </w:p>
    <w:p w:rsidR="007B6A46" w:rsidRDefault="007B6A46" w:rsidP="007B6A46">
      <w:r>
        <w:t>192.5535</w:t>
      </w:r>
      <w:r>
        <w:tab/>
        <w:t>1.013e0</w:t>
      </w:r>
    </w:p>
    <w:p w:rsidR="007B6A46" w:rsidRDefault="007B6A46" w:rsidP="007B6A46">
      <w:r>
        <w:t>192.5826</w:t>
      </w:r>
      <w:r>
        <w:tab/>
        <w:t>1.013e0</w:t>
      </w:r>
    </w:p>
    <w:p w:rsidR="007B6A46" w:rsidRDefault="007B6A46" w:rsidP="007B6A46">
      <w:r>
        <w:t>192.6123</w:t>
      </w:r>
      <w:r>
        <w:tab/>
        <w:t>1.013e0</w:t>
      </w:r>
    </w:p>
    <w:p w:rsidR="007B6A46" w:rsidRDefault="007B6A46" w:rsidP="007B6A46">
      <w:r>
        <w:t>192.6230</w:t>
      </w:r>
      <w:r>
        <w:tab/>
        <w:t>1.013e0</w:t>
      </w:r>
    </w:p>
    <w:p w:rsidR="007B6A46" w:rsidRDefault="007B6A46" w:rsidP="007B6A46">
      <w:r>
        <w:t>192.6932</w:t>
      </w:r>
      <w:r>
        <w:tab/>
        <w:t>1.013e0</w:t>
      </w:r>
    </w:p>
    <w:p w:rsidR="007B6A46" w:rsidRDefault="007B6A46" w:rsidP="007B6A46">
      <w:r>
        <w:t>192.7153</w:t>
      </w:r>
      <w:r>
        <w:tab/>
        <w:t>1.013e0</w:t>
      </w:r>
    </w:p>
    <w:p w:rsidR="007B6A46" w:rsidRDefault="007B6A46" w:rsidP="007B6A46">
      <w:r>
        <w:t>192.7483</w:t>
      </w:r>
      <w:r>
        <w:tab/>
        <w:t>1.013e0</w:t>
      </w:r>
    </w:p>
    <w:p w:rsidR="007B6A46" w:rsidRDefault="007B6A46" w:rsidP="007B6A46">
      <w:r>
        <w:t>192.8480</w:t>
      </w:r>
      <w:r>
        <w:tab/>
        <w:t>2.025e0</w:t>
      </w:r>
    </w:p>
    <w:p w:rsidR="007B6A46" w:rsidRDefault="007B6A46" w:rsidP="007B6A46">
      <w:r>
        <w:t>192.8560</w:t>
      </w:r>
      <w:r>
        <w:tab/>
        <w:t>1.013e0</w:t>
      </w:r>
    </w:p>
    <w:p w:rsidR="007B6A46" w:rsidRDefault="007B6A46" w:rsidP="007B6A46">
      <w:r>
        <w:t>192.8892</w:t>
      </w:r>
      <w:r>
        <w:tab/>
        <w:t>1.013e0</w:t>
      </w:r>
    </w:p>
    <w:p w:rsidR="007B6A46" w:rsidRDefault="007B6A46" w:rsidP="007B6A46">
      <w:r>
        <w:t>192.9227</w:t>
      </w:r>
      <w:r>
        <w:tab/>
        <w:t>1.013e0</w:t>
      </w:r>
    </w:p>
    <w:p w:rsidR="007B6A46" w:rsidRDefault="007B6A46" w:rsidP="007B6A46">
      <w:r>
        <w:t>192.9447</w:t>
      </w:r>
      <w:r>
        <w:tab/>
        <w:t>1.013e0</w:t>
      </w:r>
    </w:p>
    <w:p w:rsidR="007B6A46" w:rsidRDefault="007B6A46" w:rsidP="007B6A46">
      <w:r>
        <w:t>192.9665</w:t>
      </w:r>
      <w:r>
        <w:tab/>
        <w:t>1.013e0</w:t>
      </w:r>
    </w:p>
    <w:p w:rsidR="007B6A46" w:rsidRDefault="007B6A46" w:rsidP="007B6A46">
      <w:r>
        <w:t>192.9776</w:t>
      </w:r>
      <w:r>
        <w:tab/>
        <w:t>6.076e0</w:t>
      </w:r>
    </w:p>
    <w:p w:rsidR="007B6A46" w:rsidRDefault="007B6A46" w:rsidP="007B6A46">
      <w:r>
        <w:t>193.0330</w:t>
      </w:r>
      <w:r>
        <w:tab/>
        <w:t>1.013e0</w:t>
      </w:r>
    </w:p>
    <w:p w:rsidR="007B6A46" w:rsidRDefault="007B6A46" w:rsidP="007B6A46">
      <w:r>
        <w:t>193.0404</w:t>
      </w:r>
      <w:r>
        <w:tab/>
        <w:t>1.013e0</w:t>
      </w:r>
    </w:p>
    <w:p w:rsidR="007B6A46" w:rsidRDefault="007B6A46" w:rsidP="007B6A46">
      <w:r>
        <w:lastRenderedPageBreak/>
        <w:t>193.0529</w:t>
      </w:r>
      <w:r>
        <w:tab/>
        <w:t>2.025e0</w:t>
      </w:r>
    </w:p>
    <w:p w:rsidR="007B6A46" w:rsidRDefault="007B6A46" w:rsidP="007B6A46">
      <w:r>
        <w:t>193.0661</w:t>
      </w:r>
      <w:r>
        <w:tab/>
        <w:t>2.025e0</w:t>
      </w:r>
    </w:p>
    <w:p w:rsidR="007B6A46" w:rsidRDefault="007B6A46" w:rsidP="007B6A46">
      <w:r>
        <w:t>193.0823</w:t>
      </w:r>
      <w:r>
        <w:tab/>
        <w:t>2.025e0</w:t>
      </w:r>
    </w:p>
    <w:p w:rsidR="007B6A46" w:rsidRDefault="007B6A46" w:rsidP="007B6A46">
      <w:r>
        <w:t>193.0937</w:t>
      </w:r>
      <w:r>
        <w:tab/>
        <w:t>2.025e0</w:t>
      </w:r>
    </w:p>
    <w:p w:rsidR="007B6A46" w:rsidRDefault="007B6A46" w:rsidP="007B6A46">
      <w:r>
        <w:t>193.1037</w:t>
      </w:r>
      <w:r>
        <w:tab/>
        <w:t>3.038e0</w:t>
      </w:r>
    </w:p>
    <w:p w:rsidR="007B6A46" w:rsidRDefault="007B6A46" w:rsidP="007B6A46">
      <w:r>
        <w:t>193.1063</w:t>
      </w:r>
      <w:r>
        <w:tab/>
        <w:t>1.013e0</w:t>
      </w:r>
    </w:p>
    <w:p w:rsidR="007B6A46" w:rsidRDefault="007B6A46" w:rsidP="007B6A46">
      <w:r>
        <w:t>193.1118</w:t>
      </w:r>
      <w:r>
        <w:tab/>
        <w:t>3.038e0</w:t>
      </w:r>
    </w:p>
    <w:p w:rsidR="007B6A46" w:rsidRDefault="007B6A46" w:rsidP="007B6A46">
      <w:r>
        <w:t>193.1305</w:t>
      </w:r>
      <w:r>
        <w:tab/>
        <w:t>4.051e0</w:t>
      </w:r>
    </w:p>
    <w:p w:rsidR="007B6A46" w:rsidRDefault="007B6A46" w:rsidP="007B6A46">
      <w:r>
        <w:t>193.1424</w:t>
      </w:r>
      <w:r>
        <w:tab/>
        <w:t>4.051e0</w:t>
      </w:r>
    </w:p>
    <w:p w:rsidR="007B6A46" w:rsidRDefault="007B6A46" w:rsidP="007B6A46">
      <w:r>
        <w:t>193.1541</w:t>
      </w:r>
      <w:r>
        <w:tab/>
        <w:t>2.025e0</w:t>
      </w:r>
    </w:p>
    <w:p w:rsidR="007B6A46" w:rsidRDefault="007B6A46" w:rsidP="007B6A46">
      <w:r>
        <w:t>193.1691</w:t>
      </w:r>
      <w:r>
        <w:tab/>
        <w:t>1.013e0</w:t>
      </w:r>
    </w:p>
    <w:p w:rsidR="007B6A46" w:rsidRDefault="007B6A46" w:rsidP="007B6A46">
      <w:r>
        <w:t>193.2455</w:t>
      </w:r>
      <w:r>
        <w:tab/>
        <w:t>2.025e0</w:t>
      </w:r>
    </w:p>
    <w:p w:rsidR="007B6A46" w:rsidRDefault="007B6A46" w:rsidP="007B6A46">
      <w:r>
        <w:t>193.2586</w:t>
      </w:r>
      <w:r>
        <w:tab/>
        <w:t>1.013e0</w:t>
      </w:r>
    </w:p>
    <w:p w:rsidR="007B6A46" w:rsidRDefault="007B6A46" w:rsidP="007B6A46">
      <w:r>
        <w:t>193.2658</w:t>
      </w:r>
      <w:r>
        <w:tab/>
        <w:t>1.013e0</w:t>
      </w:r>
    </w:p>
    <w:p w:rsidR="007B6A46" w:rsidRDefault="007B6A46" w:rsidP="007B6A46">
      <w:r>
        <w:t>193.2736</w:t>
      </w:r>
      <w:r>
        <w:tab/>
        <w:t>1.013e0</w:t>
      </w:r>
    </w:p>
    <w:p w:rsidR="007B6A46" w:rsidRDefault="007B6A46" w:rsidP="007B6A46">
      <w:r>
        <w:t>193.2885</w:t>
      </w:r>
      <w:r>
        <w:tab/>
        <w:t>1.013e0</w:t>
      </w:r>
    </w:p>
    <w:p w:rsidR="007B6A46" w:rsidRDefault="007B6A46" w:rsidP="007B6A46">
      <w:r>
        <w:t>193.3029</w:t>
      </w:r>
      <w:r>
        <w:tab/>
        <w:t>1.013e0</w:t>
      </w:r>
    </w:p>
    <w:p w:rsidR="007B6A46" w:rsidRDefault="007B6A46" w:rsidP="007B6A46">
      <w:r>
        <w:t>193.3139</w:t>
      </w:r>
      <w:r>
        <w:tab/>
        <w:t>1.013e0</w:t>
      </w:r>
    </w:p>
    <w:p w:rsidR="007B6A46" w:rsidRDefault="007B6A46" w:rsidP="007B6A46">
      <w:r>
        <w:t>193.3399</w:t>
      </w:r>
      <w:r>
        <w:tab/>
        <w:t>1.013e0</w:t>
      </w:r>
    </w:p>
    <w:p w:rsidR="007B6A46" w:rsidRDefault="007B6A46" w:rsidP="007B6A46">
      <w:r>
        <w:lastRenderedPageBreak/>
        <w:t>193.3509</w:t>
      </w:r>
      <w:r>
        <w:tab/>
        <w:t>1.013e0</w:t>
      </w:r>
    </w:p>
    <w:p w:rsidR="007B6A46" w:rsidRDefault="007B6A46" w:rsidP="007B6A46">
      <w:r>
        <w:t>193.3620</w:t>
      </w:r>
      <w:r>
        <w:tab/>
        <w:t>1.013e0</w:t>
      </w:r>
    </w:p>
    <w:p w:rsidR="007B6A46" w:rsidRDefault="007B6A46" w:rsidP="007B6A46">
      <w:r>
        <w:t>193.3985</w:t>
      </w:r>
      <w:r>
        <w:tab/>
        <w:t>1.013e0</w:t>
      </w:r>
    </w:p>
    <w:p w:rsidR="007B6A46" w:rsidRDefault="007B6A46" w:rsidP="007B6A46">
      <w:r>
        <w:t>193.4500</w:t>
      </w:r>
      <w:r>
        <w:tab/>
        <w:t>1.013e0</w:t>
      </w:r>
    </w:p>
    <w:p w:rsidR="007B6A46" w:rsidRDefault="007B6A46" w:rsidP="007B6A46">
      <w:r>
        <w:t>193.4537</w:t>
      </w:r>
      <w:r>
        <w:tab/>
        <w:t>1.013e0</w:t>
      </w:r>
    </w:p>
    <w:p w:rsidR="007B6A46" w:rsidRDefault="007B6A46" w:rsidP="007B6A46">
      <w:r>
        <w:t>193.4868</w:t>
      </w:r>
      <w:r>
        <w:tab/>
        <w:t>1.013e0</w:t>
      </w:r>
    </w:p>
    <w:p w:rsidR="007B6A46" w:rsidRDefault="007B6A46" w:rsidP="007B6A46">
      <w:r>
        <w:t>193.4981</w:t>
      </w:r>
      <w:r>
        <w:tab/>
        <w:t>1.013e0</w:t>
      </w:r>
    </w:p>
    <w:p w:rsidR="007B6A46" w:rsidRDefault="007B6A46" w:rsidP="007B6A46">
      <w:r>
        <w:t>193.5052</w:t>
      </w:r>
      <w:r>
        <w:tab/>
        <w:t>1.013e0</w:t>
      </w:r>
    </w:p>
    <w:p w:rsidR="007B6A46" w:rsidRDefault="007B6A46" w:rsidP="007B6A46">
      <w:r>
        <w:t>193.5088</w:t>
      </w:r>
      <w:r>
        <w:tab/>
        <w:t>1.013e0</w:t>
      </w:r>
    </w:p>
    <w:p w:rsidR="007B6A46" w:rsidRDefault="007B6A46" w:rsidP="007B6A46">
      <w:r>
        <w:t>193.5202</w:t>
      </w:r>
      <w:r>
        <w:tab/>
        <w:t>1.013e0</w:t>
      </w:r>
    </w:p>
    <w:p w:rsidR="007B6A46" w:rsidRDefault="007B6A46" w:rsidP="007B6A46">
      <w:r>
        <w:t>193.5346</w:t>
      </w:r>
      <w:r>
        <w:tab/>
        <w:t>1.013e0</w:t>
      </w:r>
    </w:p>
    <w:p w:rsidR="007B6A46" w:rsidRDefault="007B6A46" w:rsidP="007B6A46">
      <w:r>
        <w:t>193.5645</w:t>
      </w:r>
      <w:r>
        <w:tab/>
        <w:t>1.013e0</w:t>
      </w:r>
    </w:p>
    <w:p w:rsidR="007B6A46" w:rsidRDefault="007B6A46" w:rsidP="007B6A46">
      <w:r>
        <w:t>193.5720</w:t>
      </w:r>
      <w:r>
        <w:tab/>
        <w:t>1.013e0</w:t>
      </w:r>
    </w:p>
    <w:p w:rsidR="007B6A46" w:rsidRDefault="007B6A46" w:rsidP="007B6A46">
      <w:r>
        <w:t>193.5982</w:t>
      </w:r>
      <w:r>
        <w:tab/>
        <w:t>1.013e0</w:t>
      </w:r>
    </w:p>
    <w:p w:rsidR="007B6A46" w:rsidRDefault="007B6A46" w:rsidP="007B6A46">
      <w:r>
        <w:t>193.6652</w:t>
      </w:r>
      <w:r>
        <w:tab/>
        <w:t>2.025e0</w:t>
      </w:r>
    </w:p>
    <w:p w:rsidR="007B6A46" w:rsidRDefault="007B6A46" w:rsidP="007B6A46">
      <w:r>
        <w:t>193.6835</w:t>
      </w:r>
      <w:r>
        <w:tab/>
        <w:t>1.013e0</w:t>
      </w:r>
    </w:p>
    <w:p w:rsidR="007B6A46" w:rsidRDefault="007B6A46" w:rsidP="007B6A46">
      <w:r>
        <w:t>193.7092</w:t>
      </w:r>
      <w:r>
        <w:tab/>
        <w:t>1.013e0</w:t>
      </w:r>
    </w:p>
    <w:p w:rsidR="007B6A46" w:rsidRDefault="007B6A46" w:rsidP="007B6A46">
      <w:r>
        <w:t>193.7498</w:t>
      </w:r>
      <w:r>
        <w:tab/>
        <w:t>1.013e0</w:t>
      </w:r>
    </w:p>
    <w:p w:rsidR="007B6A46" w:rsidRDefault="007B6A46" w:rsidP="007B6A46">
      <w:r>
        <w:t>193.7611</w:t>
      </w:r>
      <w:r>
        <w:tab/>
        <w:t>1.013e0</w:t>
      </w:r>
    </w:p>
    <w:p w:rsidR="007B6A46" w:rsidRDefault="007B6A46" w:rsidP="007B6A46">
      <w:r>
        <w:lastRenderedPageBreak/>
        <w:t>193.7866</w:t>
      </w:r>
      <w:r>
        <w:tab/>
        <w:t>1.013e0</w:t>
      </w:r>
    </w:p>
    <w:p w:rsidR="007B6A46" w:rsidRDefault="007B6A46" w:rsidP="007B6A46">
      <w:r>
        <w:t>193.8127</w:t>
      </w:r>
      <w:r>
        <w:tab/>
        <w:t>1.013e0</w:t>
      </w:r>
    </w:p>
    <w:p w:rsidR="007B6A46" w:rsidRDefault="007B6A46" w:rsidP="007B6A46">
      <w:r>
        <w:t>193.8234</w:t>
      </w:r>
      <w:r>
        <w:tab/>
        <w:t>1.013e0</w:t>
      </w:r>
    </w:p>
    <w:p w:rsidR="007B6A46" w:rsidRDefault="007B6A46" w:rsidP="007B6A46">
      <w:r>
        <w:t>193.8528</w:t>
      </w:r>
      <w:r>
        <w:tab/>
        <w:t>1.013e0</w:t>
      </w:r>
    </w:p>
    <w:p w:rsidR="007B6A46" w:rsidRDefault="007B6A46" w:rsidP="007B6A46">
      <w:r>
        <w:t>193.8568</w:t>
      </w:r>
      <w:r>
        <w:tab/>
        <w:t>1.013e0</w:t>
      </w:r>
    </w:p>
    <w:p w:rsidR="007B6A46" w:rsidRDefault="007B6A46" w:rsidP="007B6A46">
      <w:r>
        <w:t>193.8715</w:t>
      </w:r>
      <w:r>
        <w:tab/>
        <w:t>1.013e0</w:t>
      </w:r>
    </w:p>
    <w:p w:rsidR="007B6A46" w:rsidRDefault="007B6A46" w:rsidP="007B6A46">
      <w:r>
        <w:t>193.9164</w:t>
      </w:r>
      <w:r>
        <w:tab/>
        <w:t>1.013e0</w:t>
      </w:r>
    </w:p>
    <w:p w:rsidR="007B6A46" w:rsidRDefault="007B6A46" w:rsidP="007B6A46">
      <w:r>
        <w:t>193.9647</w:t>
      </w:r>
      <w:r>
        <w:tab/>
        <w:t>1.013e0</w:t>
      </w:r>
    </w:p>
    <w:p w:rsidR="007B6A46" w:rsidRDefault="007B6A46" w:rsidP="007B6A46">
      <w:r>
        <w:t>193.9688</w:t>
      </w:r>
      <w:r>
        <w:tab/>
        <w:t>1.013e0</w:t>
      </w:r>
    </w:p>
    <w:p w:rsidR="007B6A46" w:rsidRDefault="007B6A46" w:rsidP="007B6A46">
      <w:r>
        <w:t>193.9985</w:t>
      </w:r>
      <w:r>
        <w:tab/>
        <w:t>1.013e0</w:t>
      </w:r>
    </w:p>
    <w:p w:rsidR="007B6A46" w:rsidRDefault="007B6A46" w:rsidP="007B6A46">
      <w:r>
        <w:t>194.0019</w:t>
      </w:r>
      <w:r>
        <w:tab/>
        <w:t>1.013e0</w:t>
      </w:r>
    </w:p>
    <w:p w:rsidR="007B6A46" w:rsidRDefault="007B6A46" w:rsidP="007B6A46">
      <w:r>
        <w:t>194.0202</w:t>
      </w:r>
      <w:r>
        <w:tab/>
        <w:t>1.013e0</w:t>
      </w:r>
    </w:p>
    <w:p w:rsidR="007B6A46" w:rsidRDefault="007B6A46" w:rsidP="007B6A46">
      <w:r>
        <w:t>194.0279</w:t>
      </w:r>
      <w:r>
        <w:tab/>
        <w:t>1.013e0</w:t>
      </w:r>
    </w:p>
    <w:p w:rsidR="007B6A46" w:rsidRDefault="007B6A46" w:rsidP="007B6A46">
      <w:r>
        <w:t>194.0316</w:t>
      </w:r>
      <w:r>
        <w:tab/>
        <w:t>2.025e0</w:t>
      </w:r>
    </w:p>
    <w:p w:rsidR="007B6A46" w:rsidRDefault="007B6A46" w:rsidP="007B6A46">
      <w:r>
        <w:t>194.0352</w:t>
      </w:r>
      <w:r>
        <w:tab/>
        <w:t>1.013e0</w:t>
      </w:r>
    </w:p>
    <w:p w:rsidR="007B6A46" w:rsidRDefault="007B6A46" w:rsidP="007B6A46">
      <w:r>
        <w:t>194.0442</w:t>
      </w:r>
      <w:r>
        <w:tab/>
        <w:t>2.025e0</w:t>
      </w:r>
    </w:p>
    <w:p w:rsidR="007B6A46" w:rsidRDefault="007B6A46" w:rsidP="007B6A46">
      <w:r>
        <w:t>194.0537</w:t>
      </w:r>
      <w:r>
        <w:tab/>
        <w:t>1.013e0</w:t>
      </w:r>
    </w:p>
    <w:p w:rsidR="007B6A46" w:rsidRDefault="007B6A46" w:rsidP="007B6A46">
      <w:r>
        <w:t>194.0589</w:t>
      </w:r>
      <w:r>
        <w:tab/>
        <w:t>2.025e0</w:t>
      </w:r>
    </w:p>
    <w:p w:rsidR="007B6A46" w:rsidRDefault="007B6A46" w:rsidP="007B6A46">
      <w:r>
        <w:t>194.0721</w:t>
      </w:r>
      <w:r>
        <w:tab/>
        <w:t>1.013e0</w:t>
      </w:r>
    </w:p>
    <w:p w:rsidR="007B6A46" w:rsidRDefault="007B6A46" w:rsidP="007B6A46">
      <w:r>
        <w:lastRenderedPageBreak/>
        <w:t>194.0865</w:t>
      </w:r>
      <w:r>
        <w:tab/>
        <w:t>1.013e0</w:t>
      </w:r>
    </w:p>
    <w:p w:rsidR="007B6A46" w:rsidRDefault="007B6A46" w:rsidP="007B6A46">
      <w:r>
        <w:t>194.1094</w:t>
      </w:r>
      <w:r>
        <w:tab/>
        <w:t>9.114e0</w:t>
      </w:r>
    </w:p>
    <w:p w:rsidR="007B6A46" w:rsidRDefault="007B6A46" w:rsidP="007B6A46">
      <w:r>
        <w:t>194.1211</w:t>
      </w:r>
      <w:r>
        <w:tab/>
        <w:t>7.089e0</w:t>
      </w:r>
    </w:p>
    <w:p w:rsidR="007B6A46" w:rsidRDefault="007B6A46" w:rsidP="007B6A46">
      <w:r>
        <w:t>194.1450</w:t>
      </w:r>
      <w:r>
        <w:tab/>
        <w:t>4.051e0</w:t>
      </w:r>
    </w:p>
    <w:p w:rsidR="007B6A46" w:rsidRDefault="007B6A46" w:rsidP="007B6A46">
      <w:r>
        <w:t>194.1494</w:t>
      </w:r>
      <w:r>
        <w:tab/>
        <w:t>2.025e0</w:t>
      </w:r>
    </w:p>
    <w:p w:rsidR="007B6A46" w:rsidRDefault="007B6A46" w:rsidP="007B6A46">
      <w:r>
        <w:t>194.1512</w:t>
      </w:r>
      <w:r>
        <w:tab/>
        <w:t>3.038e0</w:t>
      </w:r>
    </w:p>
    <w:p w:rsidR="007B6A46" w:rsidRDefault="007B6A46" w:rsidP="007B6A46">
      <w:r>
        <w:t>194.1863</w:t>
      </w:r>
      <w:r>
        <w:tab/>
        <w:t>1.013e0</w:t>
      </w:r>
    </w:p>
    <w:p w:rsidR="007B6A46" w:rsidRDefault="007B6A46" w:rsidP="007B6A46">
      <w:r>
        <w:t>194.1973</w:t>
      </w:r>
      <w:r>
        <w:tab/>
        <w:t>1.013e0</w:t>
      </w:r>
    </w:p>
    <w:p w:rsidR="007B6A46" w:rsidRDefault="007B6A46" w:rsidP="007B6A46">
      <w:r>
        <w:t>194.2119</w:t>
      </w:r>
      <w:r>
        <w:tab/>
        <w:t>1.013e0</w:t>
      </w:r>
    </w:p>
    <w:p w:rsidR="007B6A46" w:rsidRDefault="007B6A46" w:rsidP="007B6A46">
      <w:r>
        <w:t>194.2197</w:t>
      </w:r>
      <w:r>
        <w:tab/>
        <w:t>1.013e0</w:t>
      </w:r>
    </w:p>
    <w:p w:rsidR="007B6A46" w:rsidRDefault="007B6A46" w:rsidP="007B6A46">
      <w:r>
        <w:t>194.2347</w:t>
      </w:r>
      <w:r>
        <w:tab/>
        <w:t>1.013e0</w:t>
      </w:r>
    </w:p>
    <w:p w:rsidR="007B6A46" w:rsidRDefault="007B6A46" w:rsidP="007B6A46">
      <w:r>
        <w:t>194.2419</w:t>
      </w:r>
      <w:r>
        <w:tab/>
        <w:t>1.013e0</w:t>
      </w:r>
    </w:p>
    <w:p w:rsidR="007B6A46" w:rsidRDefault="007B6A46" w:rsidP="007B6A46">
      <w:r>
        <w:t>194.2759</w:t>
      </w:r>
      <w:r>
        <w:tab/>
        <w:t>1.013e0</w:t>
      </w:r>
    </w:p>
    <w:p w:rsidR="007B6A46" w:rsidRDefault="007B6A46" w:rsidP="007B6A46">
      <w:r>
        <w:t>194.3020</w:t>
      </w:r>
      <w:r>
        <w:tab/>
        <w:t>2.025e0</w:t>
      </w:r>
    </w:p>
    <w:p w:rsidR="007B6A46" w:rsidRDefault="007B6A46" w:rsidP="007B6A46">
      <w:r>
        <w:t>194.3059</w:t>
      </w:r>
      <w:r>
        <w:tab/>
        <w:t>1.013e0</w:t>
      </w:r>
    </w:p>
    <w:p w:rsidR="007B6A46" w:rsidRDefault="007B6A46" w:rsidP="007B6A46">
      <w:r>
        <w:t>194.3277</w:t>
      </w:r>
      <w:r>
        <w:tab/>
        <w:t>1.013e0</w:t>
      </w:r>
    </w:p>
    <w:p w:rsidR="007B6A46" w:rsidRDefault="007B6A46" w:rsidP="007B6A46">
      <w:r>
        <w:t>194.3317</w:t>
      </w:r>
      <w:r>
        <w:tab/>
        <w:t>1.013e0</w:t>
      </w:r>
    </w:p>
    <w:p w:rsidR="007B6A46" w:rsidRDefault="007B6A46" w:rsidP="007B6A46">
      <w:r>
        <w:t>194.3538</w:t>
      </w:r>
      <w:r>
        <w:tab/>
        <w:t>1.013e0</w:t>
      </w:r>
    </w:p>
    <w:p w:rsidR="007B6A46" w:rsidRDefault="007B6A46" w:rsidP="007B6A46">
      <w:r>
        <w:t>194.3572</w:t>
      </w:r>
      <w:r>
        <w:tab/>
        <w:t>1.013e0</w:t>
      </w:r>
    </w:p>
    <w:p w:rsidR="007B6A46" w:rsidRDefault="007B6A46" w:rsidP="007B6A46">
      <w:r>
        <w:lastRenderedPageBreak/>
        <w:t>194.4825</w:t>
      </w:r>
      <w:r>
        <w:tab/>
        <w:t>1.013e0</w:t>
      </w:r>
    </w:p>
    <w:p w:rsidR="007B6A46" w:rsidRDefault="007B6A46" w:rsidP="007B6A46">
      <w:r>
        <w:t>194.5231</w:t>
      </w:r>
      <w:r>
        <w:tab/>
        <w:t>1.013e0</w:t>
      </w:r>
    </w:p>
    <w:p w:rsidR="007B6A46" w:rsidRDefault="007B6A46" w:rsidP="007B6A46">
      <w:r>
        <w:t>194.5721</w:t>
      </w:r>
      <w:r>
        <w:tab/>
        <w:t>2.025e0</w:t>
      </w:r>
    </w:p>
    <w:p w:rsidR="007B6A46" w:rsidRDefault="007B6A46" w:rsidP="007B6A46">
      <w:r>
        <w:t>194.5872</w:t>
      </w:r>
      <w:r>
        <w:tab/>
        <w:t>1.013e0</w:t>
      </w:r>
    </w:p>
    <w:p w:rsidR="007B6A46" w:rsidRDefault="007B6A46" w:rsidP="007B6A46">
      <w:r>
        <w:t>194.6060</w:t>
      </w:r>
      <w:r>
        <w:tab/>
        <w:t>1.013e0</w:t>
      </w:r>
    </w:p>
    <w:p w:rsidR="007B6A46" w:rsidRDefault="007B6A46" w:rsidP="007B6A46">
      <w:r>
        <w:t>194.6393</w:t>
      </w:r>
      <w:r>
        <w:tab/>
        <w:t>1.013e0</w:t>
      </w:r>
    </w:p>
    <w:p w:rsidR="007B6A46" w:rsidRDefault="007B6A46" w:rsidP="007B6A46">
      <w:r>
        <w:t>194.6537</w:t>
      </w:r>
      <w:r>
        <w:tab/>
        <w:t>1.013e0</w:t>
      </w:r>
    </w:p>
    <w:p w:rsidR="007B6A46" w:rsidRDefault="007B6A46" w:rsidP="007B6A46">
      <w:r>
        <w:t>194.6688</w:t>
      </w:r>
      <w:r>
        <w:tab/>
        <w:t>2.025e0</w:t>
      </w:r>
    </w:p>
    <w:p w:rsidR="007B6A46" w:rsidRDefault="007B6A46" w:rsidP="007B6A46">
      <w:r>
        <w:t>194.7832</w:t>
      </w:r>
      <w:r>
        <w:tab/>
        <w:t>1.013e0</w:t>
      </w:r>
    </w:p>
    <w:p w:rsidR="007B6A46" w:rsidRDefault="007B6A46" w:rsidP="007B6A46">
      <w:r>
        <w:t>194.8201</w:t>
      </w:r>
      <w:r>
        <w:tab/>
        <w:t>1.013e0</w:t>
      </w:r>
    </w:p>
    <w:p w:rsidR="007B6A46" w:rsidRDefault="007B6A46" w:rsidP="007B6A46">
      <w:r>
        <w:t>194.8276</w:t>
      </w:r>
      <w:r>
        <w:tab/>
        <w:t>1.013e0</w:t>
      </w:r>
    </w:p>
    <w:p w:rsidR="007B6A46" w:rsidRDefault="007B6A46" w:rsidP="007B6A46">
      <w:r>
        <w:t>194.9065</w:t>
      </w:r>
      <w:r>
        <w:tab/>
        <w:t>1.013e0</w:t>
      </w:r>
    </w:p>
    <w:p w:rsidR="007B6A46" w:rsidRDefault="007B6A46" w:rsidP="007B6A46">
      <w:r>
        <w:t>194.9250</w:t>
      </w:r>
      <w:r>
        <w:tab/>
        <w:t>1.013e0</w:t>
      </w:r>
    </w:p>
    <w:p w:rsidR="007B6A46" w:rsidRDefault="007B6A46" w:rsidP="007B6A46">
      <w:r>
        <w:t>194.9579</w:t>
      </w:r>
      <w:r>
        <w:tab/>
        <w:t>1.013e0</w:t>
      </w:r>
    </w:p>
    <w:p w:rsidR="007B6A46" w:rsidRDefault="007B6A46" w:rsidP="007B6A46">
      <w:r>
        <w:t>194.9726</w:t>
      </w:r>
      <w:r>
        <w:tab/>
        <w:t>1.013e0</w:t>
      </w:r>
    </w:p>
    <w:p w:rsidR="007B6A46" w:rsidRDefault="007B6A46" w:rsidP="007B6A46">
      <w:r>
        <w:t>194.9840</w:t>
      </w:r>
      <w:r>
        <w:tab/>
        <w:t>1.013e0</w:t>
      </w:r>
    </w:p>
    <w:p w:rsidR="007B6A46" w:rsidRDefault="007B6A46" w:rsidP="007B6A46">
      <w:r>
        <w:t>195.0099</w:t>
      </w:r>
      <w:r>
        <w:tab/>
        <w:t>1.013e0</w:t>
      </w:r>
    </w:p>
    <w:p w:rsidR="007B6A46" w:rsidRDefault="007B6A46" w:rsidP="007B6A46">
      <w:r>
        <w:t>195.0505</w:t>
      </w:r>
      <w:r>
        <w:tab/>
        <w:t>1.013e0</w:t>
      </w:r>
    </w:p>
    <w:p w:rsidR="007B6A46" w:rsidRDefault="007B6A46" w:rsidP="007B6A46">
      <w:r>
        <w:t>195.0612</w:t>
      </w:r>
      <w:r>
        <w:tab/>
        <w:t>1.013e0</w:t>
      </w:r>
    </w:p>
    <w:p w:rsidR="007B6A46" w:rsidRDefault="007B6A46" w:rsidP="007B6A46">
      <w:r>
        <w:lastRenderedPageBreak/>
        <w:t>195.0781</w:t>
      </w:r>
      <w:r>
        <w:tab/>
        <w:t>2.025e0</w:t>
      </w:r>
    </w:p>
    <w:p w:rsidR="007B6A46" w:rsidRDefault="007B6A46" w:rsidP="007B6A46">
      <w:r>
        <w:t>195.0800</w:t>
      </w:r>
      <w:r>
        <w:tab/>
        <w:t>1.013e0</w:t>
      </w:r>
    </w:p>
    <w:p w:rsidR="007B6A46" w:rsidRDefault="007B6A46" w:rsidP="007B6A46">
      <w:r>
        <w:t>195.1058</w:t>
      </w:r>
      <w:r>
        <w:tab/>
        <w:t>1.013e0</w:t>
      </w:r>
    </w:p>
    <w:p w:rsidR="007B6A46" w:rsidRDefault="007B6A46" w:rsidP="007B6A46">
      <w:r>
        <w:t>195.1200</w:t>
      </w:r>
      <w:r>
        <w:tab/>
        <w:t>3.038e0</w:t>
      </w:r>
    </w:p>
    <w:p w:rsidR="007B6A46" w:rsidRDefault="007B6A46" w:rsidP="007B6A46">
      <w:r>
        <w:t>195.1244</w:t>
      </w:r>
      <w:r>
        <w:tab/>
        <w:t>4.051e0</w:t>
      </w:r>
    </w:p>
    <w:p w:rsidR="007B6A46" w:rsidRDefault="007B6A46" w:rsidP="007B6A46">
      <w:r>
        <w:t>195.1266</w:t>
      </w:r>
      <w:r>
        <w:tab/>
        <w:t>2.025e0</w:t>
      </w:r>
    </w:p>
    <w:p w:rsidR="007B6A46" w:rsidRDefault="007B6A46" w:rsidP="007B6A46">
      <w:r>
        <w:t>195.1285</w:t>
      </w:r>
      <w:r>
        <w:tab/>
        <w:t>3.038e0</w:t>
      </w:r>
    </w:p>
    <w:p w:rsidR="007B6A46" w:rsidRDefault="007B6A46" w:rsidP="007B6A46">
      <w:r>
        <w:t>195.1506</w:t>
      </w:r>
      <w:r>
        <w:tab/>
        <w:t>2.025e0</w:t>
      </w:r>
    </w:p>
    <w:p w:rsidR="007B6A46" w:rsidRDefault="007B6A46" w:rsidP="007B6A46">
      <w:r>
        <w:t>195.1735</w:t>
      </w:r>
      <w:r>
        <w:tab/>
        <w:t>1.013e0</w:t>
      </w:r>
    </w:p>
    <w:p w:rsidR="007B6A46" w:rsidRDefault="007B6A46" w:rsidP="007B6A46">
      <w:r>
        <w:t>195.1995</w:t>
      </w:r>
      <w:r>
        <w:tab/>
        <w:t>1.013e0</w:t>
      </w:r>
    </w:p>
    <w:p w:rsidR="007B6A46" w:rsidRDefault="007B6A46" w:rsidP="007B6A46">
      <w:r>
        <w:t>195.2329</w:t>
      </w:r>
      <w:r>
        <w:tab/>
        <w:t>1.013e0</w:t>
      </w:r>
    </w:p>
    <w:p w:rsidR="007B6A46" w:rsidRDefault="007B6A46" w:rsidP="007B6A46">
      <w:r>
        <w:t>195.2551</w:t>
      </w:r>
      <w:r>
        <w:tab/>
        <w:t>1.013e0</w:t>
      </w:r>
    </w:p>
    <w:p w:rsidR="007B6A46" w:rsidRDefault="007B6A46" w:rsidP="007B6A46">
      <w:r>
        <w:t>195.2695</w:t>
      </w:r>
      <w:r>
        <w:tab/>
        <w:t>1.013e0</w:t>
      </w:r>
    </w:p>
    <w:p w:rsidR="007B6A46" w:rsidRDefault="007B6A46" w:rsidP="007B6A46">
      <w:r>
        <w:t>195.2957</w:t>
      </w:r>
      <w:r>
        <w:tab/>
        <w:t>1.013e0</w:t>
      </w:r>
    </w:p>
    <w:p w:rsidR="007B6A46" w:rsidRDefault="007B6A46" w:rsidP="007B6A46">
      <w:r>
        <w:t>195.3618</w:t>
      </w:r>
      <w:r>
        <w:tab/>
        <w:t>2.025e0</w:t>
      </w:r>
    </w:p>
    <w:p w:rsidR="007B6A46" w:rsidRDefault="007B6A46" w:rsidP="007B6A46">
      <w:r>
        <w:t>195.3843</w:t>
      </w:r>
      <w:r>
        <w:tab/>
        <w:t>1.013e0</w:t>
      </w:r>
    </w:p>
    <w:p w:rsidR="007B6A46" w:rsidRDefault="007B6A46" w:rsidP="007B6A46">
      <w:r>
        <w:t>195.4710</w:t>
      </w:r>
      <w:r>
        <w:tab/>
        <w:t>1.013e0</w:t>
      </w:r>
    </w:p>
    <w:p w:rsidR="007B6A46" w:rsidRDefault="007B6A46" w:rsidP="007B6A46">
      <w:r>
        <w:t>195.5097</w:t>
      </w:r>
      <w:r>
        <w:tab/>
        <w:t>2.025e0</w:t>
      </w:r>
    </w:p>
    <w:p w:rsidR="007B6A46" w:rsidRDefault="007B6A46" w:rsidP="007B6A46">
      <w:r>
        <w:t>195.5149</w:t>
      </w:r>
      <w:r>
        <w:tab/>
        <w:t>1.013e0</w:t>
      </w:r>
    </w:p>
    <w:p w:rsidR="007B6A46" w:rsidRDefault="007B6A46" w:rsidP="007B6A46">
      <w:r>
        <w:lastRenderedPageBreak/>
        <w:t>195.5263</w:t>
      </w:r>
      <w:r>
        <w:tab/>
        <w:t>1.013e0</w:t>
      </w:r>
    </w:p>
    <w:p w:rsidR="007B6A46" w:rsidRDefault="007B6A46" w:rsidP="007B6A46">
      <w:r>
        <w:t>195.5370</w:t>
      </w:r>
      <w:r>
        <w:tab/>
        <w:t>1.013e0</w:t>
      </w:r>
    </w:p>
    <w:p w:rsidR="007B6A46" w:rsidRDefault="007B6A46" w:rsidP="007B6A46">
      <w:r>
        <w:t>195.6478</w:t>
      </w:r>
      <w:r>
        <w:tab/>
        <w:t>1.013e0</w:t>
      </w:r>
    </w:p>
    <w:p w:rsidR="007B6A46" w:rsidRDefault="007B6A46" w:rsidP="007B6A46">
      <w:r>
        <w:t>195.6557</w:t>
      </w:r>
      <w:r>
        <w:tab/>
        <w:t>1.013e0</w:t>
      </w:r>
    </w:p>
    <w:p w:rsidR="007B6A46" w:rsidRDefault="007B6A46" w:rsidP="007B6A46">
      <w:r>
        <w:t>195.6667</w:t>
      </w:r>
      <w:r>
        <w:tab/>
        <w:t>1.013e0</w:t>
      </w:r>
    </w:p>
    <w:p w:rsidR="007B6A46" w:rsidRDefault="007B6A46" w:rsidP="007B6A46">
      <w:r>
        <w:t>195.7047</w:t>
      </w:r>
      <w:r>
        <w:tab/>
        <w:t>1.013e0</w:t>
      </w:r>
    </w:p>
    <w:p w:rsidR="007B6A46" w:rsidRDefault="007B6A46" w:rsidP="007B6A46">
      <w:r>
        <w:t>195.7311</w:t>
      </w:r>
      <w:r>
        <w:tab/>
        <w:t>1.013e0</w:t>
      </w:r>
    </w:p>
    <w:p w:rsidR="007B6A46" w:rsidRDefault="007B6A46" w:rsidP="007B6A46">
      <w:r>
        <w:t>195.7386</w:t>
      </w:r>
      <w:r>
        <w:tab/>
        <w:t>1.013e0</w:t>
      </w:r>
    </w:p>
    <w:p w:rsidR="007B6A46" w:rsidRDefault="007B6A46" w:rsidP="007B6A46">
      <w:r>
        <w:t>195.7825</w:t>
      </w:r>
      <w:r>
        <w:tab/>
        <w:t>2.025e0</w:t>
      </w:r>
    </w:p>
    <w:p w:rsidR="007B6A46" w:rsidRDefault="007B6A46" w:rsidP="007B6A46">
      <w:r>
        <w:t>195.8161</w:t>
      </w:r>
      <w:r>
        <w:tab/>
        <w:t>1.013e0</w:t>
      </w:r>
    </w:p>
    <w:p w:rsidR="007B6A46" w:rsidRDefault="007B6A46" w:rsidP="007B6A46">
      <w:r>
        <w:t>195.8457</w:t>
      </w:r>
      <w:r>
        <w:tab/>
        <w:t>1.013e0</w:t>
      </w:r>
    </w:p>
    <w:p w:rsidR="007B6A46" w:rsidRDefault="007B6A46" w:rsidP="007B6A46">
      <w:r>
        <w:t>195.8750</w:t>
      </w:r>
      <w:r>
        <w:tab/>
        <w:t>1.013e0</w:t>
      </w:r>
    </w:p>
    <w:p w:rsidR="007B6A46" w:rsidRDefault="007B6A46" w:rsidP="007B6A46">
      <w:r>
        <w:t>195.8790</w:t>
      </w:r>
      <w:r>
        <w:tab/>
        <w:t>1.013e0</w:t>
      </w:r>
    </w:p>
    <w:p w:rsidR="007B6A46" w:rsidRDefault="007B6A46" w:rsidP="007B6A46">
      <w:r>
        <w:t>195.9119</w:t>
      </w:r>
      <w:r>
        <w:tab/>
        <w:t>1.013e0</w:t>
      </w:r>
    </w:p>
    <w:p w:rsidR="007B6A46" w:rsidRDefault="007B6A46" w:rsidP="007B6A46">
      <w:r>
        <w:t>195.9311</w:t>
      </w:r>
      <w:r>
        <w:tab/>
        <w:t>2.025e0</w:t>
      </w:r>
    </w:p>
    <w:p w:rsidR="007B6A46" w:rsidRDefault="007B6A46" w:rsidP="007B6A46">
      <w:r>
        <w:t>195.9346</w:t>
      </w:r>
      <w:r>
        <w:tab/>
        <w:t>1.013e0</w:t>
      </w:r>
    </w:p>
    <w:p w:rsidR="007B6A46" w:rsidRDefault="007B6A46" w:rsidP="007B6A46">
      <w:r>
        <w:t>195.9836</w:t>
      </w:r>
      <w:r>
        <w:tab/>
        <w:t>2.025e0</w:t>
      </w:r>
    </w:p>
    <w:p w:rsidR="007B6A46" w:rsidRDefault="007B6A46" w:rsidP="007B6A46">
      <w:r>
        <w:t>195.9894</w:t>
      </w:r>
      <w:r>
        <w:tab/>
        <w:t>2.025e0</w:t>
      </w:r>
    </w:p>
    <w:p w:rsidR="007B6A46" w:rsidRDefault="007B6A46" w:rsidP="007B6A46">
      <w:r>
        <w:t>196.0160</w:t>
      </w:r>
      <w:r>
        <w:tab/>
        <w:t>2.025e1</w:t>
      </w:r>
    </w:p>
    <w:p w:rsidR="007B6A46" w:rsidRDefault="007B6A46" w:rsidP="007B6A46">
      <w:r>
        <w:lastRenderedPageBreak/>
        <w:t>196.0178</w:t>
      </w:r>
      <w:r>
        <w:tab/>
        <w:t>2.734e1</w:t>
      </w:r>
    </w:p>
    <w:p w:rsidR="007B6A46" w:rsidRDefault="007B6A46" w:rsidP="007B6A46">
      <w:r>
        <w:t>196.0190</w:t>
      </w:r>
      <w:r>
        <w:tab/>
        <w:t>2.025e1</w:t>
      </w:r>
    </w:p>
    <w:p w:rsidR="007B6A46" w:rsidRDefault="007B6A46" w:rsidP="007B6A46">
      <w:r>
        <w:t>196.0218</w:t>
      </w:r>
      <w:r>
        <w:tab/>
        <w:t>2.025e1</w:t>
      </w:r>
    </w:p>
    <w:p w:rsidR="007B6A46" w:rsidRDefault="007B6A46" w:rsidP="007B6A46">
      <w:r>
        <w:t>196.0543</w:t>
      </w:r>
      <w:r>
        <w:tab/>
        <w:t>4.051e0</w:t>
      </w:r>
    </w:p>
    <w:p w:rsidR="007B6A46" w:rsidRDefault="007B6A46" w:rsidP="007B6A46">
      <w:r>
        <w:t>196.0728</w:t>
      </w:r>
      <w:r>
        <w:tab/>
        <w:t>3.038e0</w:t>
      </w:r>
    </w:p>
    <w:p w:rsidR="007B6A46" w:rsidRDefault="007B6A46" w:rsidP="007B6A46">
      <w:r>
        <w:t>196.0765</w:t>
      </w:r>
      <w:r>
        <w:tab/>
        <w:t>1.013e0</w:t>
      </w:r>
    </w:p>
    <w:p w:rsidR="007B6A46" w:rsidRDefault="007B6A46" w:rsidP="007B6A46">
      <w:r>
        <w:t>196.0873</w:t>
      </w:r>
      <w:r>
        <w:tab/>
        <w:t>2.025e0</w:t>
      </w:r>
    </w:p>
    <w:p w:rsidR="007B6A46" w:rsidRDefault="007B6A46" w:rsidP="007B6A46">
      <w:r>
        <w:t>196.1260</w:t>
      </w:r>
      <w:r>
        <w:tab/>
        <w:t>4.051e0</w:t>
      </w:r>
    </w:p>
    <w:p w:rsidR="007B6A46" w:rsidRDefault="007B6A46" w:rsidP="007B6A46">
      <w:r>
        <w:t>196.1320</w:t>
      </w:r>
      <w:r>
        <w:tab/>
        <w:t>1.013e0</w:t>
      </w:r>
    </w:p>
    <w:p w:rsidR="007B6A46" w:rsidRDefault="007B6A46" w:rsidP="007B6A46">
      <w:r>
        <w:t>196.1357</w:t>
      </w:r>
      <w:r>
        <w:tab/>
        <w:t>1.013e0</w:t>
      </w:r>
    </w:p>
    <w:p w:rsidR="007B6A46" w:rsidRDefault="007B6A46" w:rsidP="007B6A46">
      <w:r>
        <w:t>196.1372</w:t>
      </w:r>
      <w:r>
        <w:tab/>
        <w:t>2.025e0</w:t>
      </w:r>
    </w:p>
    <w:p w:rsidR="007B6A46" w:rsidRDefault="007B6A46" w:rsidP="007B6A46">
      <w:r>
        <w:t>196.1618</w:t>
      </w:r>
      <w:r>
        <w:tab/>
        <w:t>2.025e0</w:t>
      </w:r>
    </w:p>
    <w:p w:rsidR="007B6A46" w:rsidRDefault="007B6A46" w:rsidP="007B6A46">
      <w:r>
        <w:t>196.1654</w:t>
      </w:r>
      <w:r>
        <w:tab/>
        <w:t>2.025e0</w:t>
      </w:r>
    </w:p>
    <w:p w:rsidR="007B6A46" w:rsidRDefault="007B6A46" w:rsidP="007B6A46">
      <w:r>
        <w:t>196.2144</w:t>
      </w:r>
      <w:r>
        <w:tab/>
        <w:t>1.013e0</w:t>
      </w:r>
    </w:p>
    <w:p w:rsidR="007B6A46" w:rsidRDefault="007B6A46" w:rsidP="007B6A46">
      <w:r>
        <w:t>196.2332</w:t>
      </w:r>
      <w:r>
        <w:tab/>
        <w:t>2.025e0</w:t>
      </w:r>
    </w:p>
    <w:p w:rsidR="007B6A46" w:rsidRDefault="007B6A46" w:rsidP="007B6A46">
      <w:r>
        <w:t>196.2480</w:t>
      </w:r>
      <w:r>
        <w:tab/>
        <w:t>1.013e0</w:t>
      </w:r>
    </w:p>
    <w:p w:rsidR="007B6A46" w:rsidRDefault="007B6A46" w:rsidP="007B6A46">
      <w:r>
        <w:t>196.2520</w:t>
      </w:r>
      <w:r>
        <w:tab/>
        <w:t>1.013e0</w:t>
      </w:r>
    </w:p>
    <w:p w:rsidR="007B6A46" w:rsidRDefault="007B6A46" w:rsidP="007B6A46">
      <w:r>
        <w:t>196.2704</w:t>
      </w:r>
      <w:r>
        <w:tab/>
        <w:t>1.013e0</w:t>
      </w:r>
    </w:p>
    <w:p w:rsidR="007B6A46" w:rsidRDefault="007B6A46" w:rsidP="007B6A46">
      <w:r>
        <w:t>196.2886</w:t>
      </w:r>
      <w:r>
        <w:tab/>
        <w:t>1.013e0</w:t>
      </w:r>
    </w:p>
    <w:p w:rsidR="007B6A46" w:rsidRDefault="007B6A46" w:rsidP="007B6A46">
      <w:r>
        <w:lastRenderedPageBreak/>
        <w:t>196.3256</w:t>
      </w:r>
      <w:r>
        <w:tab/>
        <w:t>1.013e0</w:t>
      </w:r>
    </w:p>
    <w:p w:rsidR="007B6A46" w:rsidRDefault="007B6A46" w:rsidP="007B6A46">
      <w:r>
        <w:t>196.3629</w:t>
      </w:r>
      <w:r>
        <w:tab/>
        <w:t>1.013e0</w:t>
      </w:r>
    </w:p>
    <w:p w:rsidR="007B6A46" w:rsidRDefault="007B6A46" w:rsidP="007B6A46">
      <w:r>
        <w:t>196.3885</w:t>
      </w:r>
      <w:r>
        <w:tab/>
        <w:t>1.013e0</w:t>
      </w:r>
    </w:p>
    <w:p w:rsidR="007B6A46" w:rsidRDefault="007B6A46" w:rsidP="007B6A46">
      <w:r>
        <w:t>196.4148</w:t>
      </w:r>
      <w:r>
        <w:tab/>
        <w:t>1.013e0</w:t>
      </w:r>
    </w:p>
    <w:p w:rsidR="007B6A46" w:rsidRDefault="007B6A46" w:rsidP="007B6A46">
      <w:r>
        <w:t>196.4186</w:t>
      </w:r>
      <w:r>
        <w:tab/>
        <w:t>1.013e0</w:t>
      </w:r>
    </w:p>
    <w:p w:rsidR="007B6A46" w:rsidRDefault="007B6A46" w:rsidP="007B6A46">
      <w:r>
        <w:t>196.4221</w:t>
      </w:r>
      <w:r>
        <w:tab/>
        <w:t>1.013e0</w:t>
      </w:r>
    </w:p>
    <w:p w:rsidR="007B6A46" w:rsidRDefault="007B6A46" w:rsidP="007B6A46">
      <w:r>
        <w:t>196.4451</w:t>
      </w:r>
      <w:r>
        <w:tab/>
        <w:t>1.013e0</w:t>
      </w:r>
    </w:p>
    <w:p w:rsidR="007B6A46" w:rsidRDefault="007B6A46" w:rsidP="007B6A46">
      <w:r>
        <w:t>196.4754</w:t>
      </w:r>
      <w:r>
        <w:tab/>
        <w:t>1.013e0</w:t>
      </w:r>
    </w:p>
    <w:p w:rsidR="007B6A46" w:rsidRDefault="007B6A46" w:rsidP="007B6A46">
      <w:r>
        <w:t>196.5419</w:t>
      </w:r>
      <w:r>
        <w:tab/>
        <w:t>2.025e0</w:t>
      </w:r>
    </w:p>
    <w:p w:rsidR="007B6A46" w:rsidRDefault="007B6A46" w:rsidP="007B6A46">
      <w:r>
        <w:t>196.5495</w:t>
      </w:r>
      <w:r>
        <w:tab/>
        <w:t>1.013e0</w:t>
      </w:r>
    </w:p>
    <w:p w:rsidR="007B6A46" w:rsidRDefault="007B6A46" w:rsidP="007B6A46">
      <w:r>
        <w:t>196.5659</w:t>
      </w:r>
      <w:r>
        <w:tab/>
        <w:t>2.025e0</w:t>
      </w:r>
    </w:p>
    <w:p w:rsidR="007B6A46" w:rsidRDefault="007B6A46" w:rsidP="007B6A46">
      <w:r>
        <w:t>196.5677</w:t>
      </w:r>
      <w:r>
        <w:tab/>
        <w:t>1.013e0</w:t>
      </w:r>
    </w:p>
    <w:p w:rsidR="007B6A46" w:rsidRDefault="007B6A46" w:rsidP="007B6A46">
      <w:r>
        <w:t>196.5829</w:t>
      </w:r>
      <w:r>
        <w:tab/>
        <w:t>2.025e0</w:t>
      </w:r>
    </w:p>
    <w:p w:rsidR="007B6A46" w:rsidRDefault="007B6A46" w:rsidP="007B6A46">
      <w:r>
        <w:t>196.6158</w:t>
      </w:r>
      <w:r>
        <w:tab/>
        <w:t>1.013e0</w:t>
      </w:r>
    </w:p>
    <w:p w:rsidR="007B6A46" w:rsidRDefault="007B6A46" w:rsidP="007B6A46">
      <w:r>
        <w:t>196.6198</w:t>
      </w:r>
      <w:r>
        <w:tab/>
        <w:t>1.013e0</w:t>
      </w:r>
    </w:p>
    <w:p w:rsidR="007B6A46" w:rsidRDefault="007B6A46" w:rsidP="007B6A46">
      <w:r>
        <w:t>196.6272</w:t>
      </w:r>
      <w:r>
        <w:tab/>
        <w:t>1.013e0</w:t>
      </w:r>
    </w:p>
    <w:p w:rsidR="007B6A46" w:rsidRDefault="007B6A46" w:rsidP="007B6A46">
      <w:r>
        <w:t>196.6343</w:t>
      </w:r>
      <w:r>
        <w:tab/>
        <w:t>1.013e0</w:t>
      </w:r>
    </w:p>
    <w:p w:rsidR="007B6A46" w:rsidRDefault="007B6A46" w:rsidP="007B6A46">
      <w:r>
        <w:t>196.6889</w:t>
      </w:r>
      <w:r>
        <w:tab/>
        <w:t>2.025e0</w:t>
      </w:r>
    </w:p>
    <w:p w:rsidR="007B6A46" w:rsidRDefault="007B6A46" w:rsidP="007B6A46">
      <w:r>
        <w:t>196.7025</w:t>
      </w:r>
      <w:r>
        <w:tab/>
        <w:t>1.013e0</w:t>
      </w:r>
    </w:p>
    <w:p w:rsidR="007B6A46" w:rsidRDefault="007B6A46" w:rsidP="007B6A46">
      <w:r>
        <w:lastRenderedPageBreak/>
        <w:t>196.7211</w:t>
      </w:r>
      <w:r>
        <w:tab/>
        <w:t>2.025e0</w:t>
      </w:r>
    </w:p>
    <w:p w:rsidR="007B6A46" w:rsidRDefault="007B6A46" w:rsidP="007B6A46">
      <w:r>
        <w:t>196.7658</w:t>
      </w:r>
      <w:r>
        <w:tab/>
        <w:t>1.013e0</w:t>
      </w:r>
    </w:p>
    <w:p w:rsidR="007B6A46" w:rsidRDefault="007B6A46" w:rsidP="007B6A46">
      <w:r>
        <w:t>196.7840</w:t>
      </w:r>
      <w:r>
        <w:tab/>
        <w:t>1.013e0</w:t>
      </w:r>
    </w:p>
    <w:p w:rsidR="007B6A46" w:rsidRDefault="007B6A46" w:rsidP="007B6A46">
      <w:r>
        <w:t>196.7917</w:t>
      </w:r>
      <w:r>
        <w:tab/>
        <w:t>1.013e0</w:t>
      </w:r>
    </w:p>
    <w:p w:rsidR="007B6A46" w:rsidRDefault="007B6A46" w:rsidP="007B6A46">
      <w:r>
        <w:t>196.8093</w:t>
      </w:r>
      <w:r>
        <w:tab/>
        <w:t>3.038e0</w:t>
      </w:r>
    </w:p>
    <w:p w:rsidR="007B6A46" w:rsidRDefault="007B6A46" w:rsidP="007B6A46">
      <w:r>
        <w:t>196.8362</w:t>
      </w:r>
      <w:r>
        <w:tab/>
        <w:t>1.013e0</w:t>
      </w:r>
    </w:p>
    <w:p w:rsidR="007B6A46" w:rsidRDefault="007B6A46" w:rsidP="007B6A46">
      <w:r>
        <w:t>196.8806</w:t>
      </w:r>
      <w:r>
        <w:tab/>
        <w:t>1.013e0</w:t>
      </w:r>
    </w:p>
    <w:p w:rsidR="007B6A46" w:rsidRDefault="007B6A46" w:rsidP="007B6A46">
      <w:r>
        <w:t>196.8844</w:t>
      </w:r>
      <w:r>
        <w:tab/>
        <w:t>1.013e0</w:t>
      </w:r>
    </w:p>
    <w:p w:rsidR="007B6A46" w:rsidRDefault="007B6A46" w:rsidP="007B6A46">
      <w:r>
        <w:t>196.9109</w:t>
      </w:r>
      <w:r>
        <w:tab/>
        <w:t>1.013e0</w:t>
      </w:r>
    </w:p>
    <w:p w:rsidR="007B6A46" w:rsidRDefault="007B6A46" w:rsidP="007B6A46">
      <w:r>
        <w:t>196.9147</w:t>
      </w:r>
      <w:r>
        <w:tab/>
        <w:t>1.013e0</w:t>
      </w:r>
    </w:p>
    <w:p w:rsidR="007B6A46" w:rsidRDefault="007B6A46" w:rsidP="007B6A46">
      <w:r>
        <w:t>196.9638</w:t>
      </w:r>
      <w:r>
        <w:tab/>
        <w:t>1.013e0</w:t>
      </w:r>
    </w:p>
    <w:p w:rsidR="007B6A46" w:rsidRDefault="007B6A46" w:rsidP="007B6A46">
      <w:r>
        <w:t>196.9671</w:t>
      </w:r>
      <w:r>
        <w:tab/>
        <w:t>1.013e0</w:t>
      </w:r>
    </w:p>
    <w:p w:rsidR="007B6A46" w:rsidRDefault="007B6A46" w:rsidP="007B6A46">
      <w:r>
        <w:t>196.9711</w:t>
      </w:r>
      <w:r>
        <w:tab/>
        <w:t>1.013e0</w:t>
      </w:r>
    </w:p>
    <w:p w:rsidR="007B6A46" w:rsidRDefault="007B6A46" w:rsidP="007B6A46">
      <w:r>
        <w:t>196.9896</w:t>
      </w:r>
      <w:r>
        <w:tab/>
        <w:t>1.013e0</w:t>
      </w:r>
    </w:p>
    <w:p w:rsidR="007B6A46" w:rsidRDefault="007B6A46" w:rsidP="007B6A46">
      <w:r>
        <w:t>196.9930</w:t>
      </w:r>
      <w:r>
        <w:tab/>
        <w:t>2.025e0</w:t>
      </w:r>
    </w:p>
    <w:p w:rsidR="007B6A46" w:rsidRDefault="007B6A46" w:rsidP="007B6A46">
      <w:r>
        <w:t>196.9989</w:t>
      </w:r>
      <w:r>
        <w:tab/>
        <w:t>2.025e0</w:t>
      </w:r>
    </w:p>
    <w:p w:rsidR="007B6A46" w:rsidRDefault="007B6A46" w:rsidP="007B6A46">
      <w:r>
        <w:t>197.0133</w:t>
      </w:r>
      <w:r>
        <w:tab/>
        <w:t>3.038e0</w:t>
      </w:r>
    </w:p>
    <w:p w:rsidR="007B6A46" w:rsidRDefault="007B6A46" w:rsidP="007B6A46">
      <w:r>
        <w:t>197.0174</w:t>
      </w:r>
      <w:r>
        <w:tab/>
        <w:t>2.025e0</w:t>
      </w:r>
    </w:p>
    <w:p w:rsidR="007B6A46" w:rsidRDefault="007B6A46" w:rsidP="007B6A46">
      <w:r>
        <w:t>197.0189</w:t>
      </w:r>
      <w:r>
        <w:tab/>
        <w:t>1.013e0</w:t>
      </w:r>
    </w:p>
    <w:p w:rsidR="007B6A46" w:rsidRDefault="007B6A46" w:rsidP="007B6A46">
      <w:r>
        <w:lastRenderedPageBreak/>
        <w:t>197.0284</w:t>
      </w:r>
      <w:r>
        <w:tab/>
        <w:t>3.038e0</w:t>
      </w:r>
    </w:p>
    <w:p w:rsidR="007B6A46" w:rsidRDefault="007B6A46" w:rsidP="007B6A46">
      <w:r>
        <w:t>197.0489</w:t>
      </w:r>
      <w:r>
        <w:tab/>
        <w:t>1.013e0</w:t>
      </w:r>
    </w:p>
    <w:p w:rsidR="007B6A46" w:rsidRDefault="007B6A46" w:rsidP="007B6A46">
      <w:r>
        <w:t>197.0597</w:t>
      </w:r>
      <w:r>
        <w:tab/>
        <w:t>1.013e0</w:t>
      </w:r>
    </w:p>
    <w:p w:rsidR="007B6A46" w:rsidRDefault="007B6A46" w:rsidP="007B6A46">
      <w:r>
        <w:t>197.0782</w:t>
      </w:r>
      <w:r>
        <w:tab/>
        <w:t>1.013e0</w:t>
      </w:r>
    </w:p>
    <w:p w:rsidR="007B6A46" w:rsidRDefault="007B6A46" w:rsidP="007B6A46">
      <w:r>
        <w:t>197.0822</w:t>
      </w:r>
      <w:r>
        <w:tab/>
        <w:t>1.013e0</w:t>
      </w:r>
    </w:p>
    <w:p w:rsidR="007B6A46" w:rsidRDefault="007B6A46" w:rsidP="007B6A46">
      <w:r>
        <w:t>197.0930</w:t>
      </w:r>
      <w:r>
        <w:tab/>
        <w:t>1.013e0</w:t>
      </w:r>
    </w:p>
    <w:p w:rsidR="007B6A46" w:rsidRDefault="007B6A46" w:rsidP="007B6A46">
      <w:r>
        <w:t>197.1027</w:t>
      </w:r>
      <w:r>
        <w:tab/>
        <w:t>4.051e0</w:t>
      </w:r>
    </w:p>
    <w:p w:rsidR="007B6A46" w:rsidRDefault="007B6A46" w:rsidP="007B6A46">
      <w:r>
        <w:t>197.1044</w:t>
      </w:r>
      <w:r>
        <w:tab/>
        <w:t>1.013e0</w:t>
      </w:r>
    </w:p>
    <w:p w:rsidR="007B6A46" w:rsidRDefault="007B6A46" w:rsidP="007B6A46">
      <w:r>
        <w:t>197.1306</w:t>
      </w:r>
      <w:r>
        <w:tab/>
        <w:t>1.013e0</w:t>
      </w:r>
    </w:p>
    <w:p w:rsidR="007B6A46" w:rsidRDefault="007B6A46" w:rsidP="007B6A46">
      <w:r>
        <w:t>197.1727</w:t>
      </w:r>
      <w:r>
        <w:tab/>
        <w:t>1.013e0</w:t>
      </w:r>
    </w:p>
    <w:p w:rsidR="007B6A46" w:rsidRDefault="007B6A46" w:rsidP="007B6A46">
      <w:r>
        <w:t>197.1763</w:t>
      </w:r>
      <w:r>
        <w:tab/>
        <w:t>2.025e0</w:t>
      </w:r>
    </w:p>
    <w:p w:rsidR="007B6A46" w:rsidRDefault="007B6A46" w:rsidP="007B6A46">
      <w:r>
        <w:t>197.2172</w:t>
      </w:r>
      <w:r>
        <w:tab/>
        <w:t>1.013e0</w:t>
      </w:r>
    </w:p>
    <w:p w:rsidR="007B6A46" w:rsidRDefault="007B6A46" w:rsidP="007B6A46">
      <w:r>
        <w:t>197.2654</w:t>
      </w:r>
      <w:r>
        <w:tab/>
        <w:t>1.013e0</w:t>
      </w:r>
    </w:p>
    <w:p w:rsidR="007B6A46" w:rsidRDefault="007B6A46" w:rsidP="007B6A46">
      <w:r>
        <w:t>197.3058</w:t>
      </w:r>
      <w:r>
        <w:tab/>
        <w:t>1.013e0</w:t>
      </w:r>
    </w:p>
    <w:p w:rsidR="007B6A46" w:rsidRDefault="007B6A46" w:rsidP="007B6A46">
      <w:r>
        <w:t>197.3663</w:t>
      </w:r>
      <w:r>
        <w:tab/>
        <w:t>1.013e0</w:t>
      </w:r>
    </w:p>
    <w:p w:rsidR="007B6A46" w:rsidRDefault="007B6A46" w:rsidP="007B6A46">
      <w:r>
        <w:t>197.3698</w:t>
      </w:r>
      <w:r>
        <w:tab/>
        <w:t>2.025e0</w:t>
      </w:r>
    </w:p>
    <w:p w:rsidR="007B6A46" w:rsidRDefault="007B6A46" w:rsidP="007B6A46">
      <w:r>
        <w:t>197.3929</w:t>
      </w:r>
      <w:r>
        <w:tab/>
        <w:t>1.013e0</w:t>
      </w:r>
    </w:p>
    <w:p w:rsidR="007B6A46" w:rsidRDefault="007B6A46" w:rsidP="007B6A46">
      <w:r>
        <w:t>197.4671</w:t>
      </w:r>
      <w:r>
        <w:tab/>
        <w:t>1.013e0</w:t>
      </w:r>
    </w:p>
    <w:p w:rsidR="007B6A46" w:rsidRDefault="007B6A46" w:rsidP="007B6A46">
      <w:r>
        <w:t>197.5005</w:t>
      </w:r>
      <w:r>
        <w:tab/>
        <w:t>1.013e0</w:t>
      </w:r>
    </w:p>
    <w:p w:rsidR="007B6A46" w:rsidRDefault="007B6A46" w:rsidP="007B6A46">
      <w:r>
        <w:lastRenderedPageBreak/>
        <w:t>197.5039</w:t>
      </w:r>
      <w:r>
        <w:tab/>
        <w:t>1.013e0</w:t>
      </w:r>
    </w:p>
    <w:p w:rsidR="007B6A46" w:rsidRDefault="007B6A46" w:rsidP="007B6A46">
      <w:r>
        <w:t>197.5116</w:t>
      </w:r>
      <w:r>
        <w:tab/>
        <w:t>1.013e0</w:t>
      </w:r>
    </w:p>
    <w:p w:rsidR="007B6A46" w:rsidRDefault="007B6A46" w:rsidP="007B6A46">
      <w:r>
        <w:t>197.5264</w:t>
      </w:r>
      <w:r>
        <w:tab/>
        <w:t>1.013e0</w:t>
      </w:r>
    </w:p>
    <w:p w:rsidR="007B6A46" w:rsidRDefault="007B6A46" w:rsidP="007B6A46">
      <w:r>
        <w:t>197.5505</w:t>
      </w:r>
      <w:r>
        <w:tab/>
        <w:t>2.025e0</w:t>
      </w:r>
    </w:p>
    <w:p w:rsidR="007B6A46" w:rsidRDefault="007B6A46" w:rsidP="007B6A46">
      <w:r>
        <w:t>197.6504</w:t>
      </w:r>
      <w:r>
        <w:tab/>
        <w:t>1.013e0</w:t>
      </w:r>
    </w:p>
    <w:p w:rsidR="007B6A46" w:rsidRDefault="007B6A46" w:rsidP="007B6A46">
      <w:r>
        <w:t>197.7021</w:t>
      </w:r>
      <w:r>
        <w:tab/>
        <w:t>1.013e0</w:t>
      </w:r>
    </w:p>
    <w:p w:rsidR="007B6A46" w:rsidRDefault="007B6A46" w:rsidP="007B6A46">
      <w:r>
        <w:t>197.7357</w:t>
      </w:r>
      <w:r>
        <w:tab/>
        <w:t>2.025e0</w:t>
      </w:r>
    </w:p>
    <w:p w:rsidR="007B6A46" w:rsidRDefault="007B6A46" w:rsidP="007B6A46">
      <w:r>
        <w:t>197.7614</w:t>
      </w:r>
      <w:r>
        <w:tab/>
        <w:t>1.013e0</w:t>
      </w:r>
    </w:p>
    <w:p w:rsidR="007B6A46" w:rsidRDefault="007B6A46" w:rsidP="007B6A46">
      <w:r>
        <w:t>197.7769</w:t>
      </w:r>
      <w:r>
        <w:tab/>
        <w:t>1.013e0</w:t>
      </w:r>
    </w:p>
    <w:p w:rsidR="007B6A46" w:rsidRDefault="007B6A46" w:rsidP="007B6A46">
      <w:r>
        <w:t>197.7804</w:t>
      </w:r>
      <w:r>
        <w:tab/>
        <w:t>1.013e0</w:t>
      </w:r>
    </w:p>
    <w:p w:rsidR="007B6A46" w:rsidRDefault="007B6A46" w:rsidP="007B6A46">
      <w:r>
        <w:t>197.7882</w:t>
      </w:r>
      <w:r>
        <w:tab/>
        <w:t>2.025e0</w:t>
      </w:r>
    </w:p>
    <w:p w:rsidR="007B6A46" w:rsidRDefault="007B6A46" w:rsidP="007B6A46">
      <w:r>
        <w:t>197.8036</w:t>
      </w:r>
      <w:r>
        <w:tab/>
        <w:t>1.013e0</w:t>
      </w:r>
    </w:p>
    <w:p w:rsidR="007B6A46" w:rsidRDefault="007B6A46" w:rsidP="007B6A46">
      <w:r>
        <w:t>197.8112</w:t>
      </w:r>
      <w:r>
        <w:tab/>
        <w:t>1.013e0</w:t>
      </w:r>
    </w:p>
    <w:p w:rsidR="007B6A46" w:rsidRDefault="007B6A46" w:rsidP="007B6A46">
      <w:r>
        <w:t>197.8150</w:t>
      </w:r>
      <w:r>
        <w:tab/>
        <w:t>1.013e0</w:t>
      </w:r>
    </w:p>
    <w:p w:rsidR="007B6A46" w:rsidRDefault="007B6A46" w:rsidP="007B6A46">
      <w:r>
        <w:t>197.8302</w:t>
      </w:r>
      <w:r>
        <w:tab/>
        <w:t>1.013e0</w:t>
      </w:r>
    </w:p>
    <w:p w:rsidR="007B6A46" w:rsidRDefault="007B6A46" w:rsidP="007B6A46">
      <w:r>
        <w:t>197.8394</w:t>
      </w:r>
      <w:r>
        <w:tab/>
        <w:t>2.025e0</w:t>
      </w:r>
    </w:p>
    <w:p w:rsidR="007B6A46" w:rsidRDefault="007B6A46" w:rsidP="007B6A46">
      <w:r>
        <w:t>197.8560</w:t>
      </w:r>
      <w:r>
        <w:tab/>
        <w:t>2.025e0</w:t>
      </w:r>
    </w:p>
    <w:p w:rsidR="007B6A46" w:rsidRDefault="007B6A46" w:rsidP="007B6A46">
      <w:r>
        <w:t>197.8783</w:t>
      </w:r>
      <w:r>
        <w:tab/>
        <w:t>1.013e0</w:t>
      </w:r>
    </w:p>
    <w:p w:rsidR="007B6A46" w:rsidRDefault="007B6A46" w:rsidP="007B6A46">
      <w:r>
        <w:t>197.9005</w:t>
      </w:r>
      <w:r>
        <w:tab/>
        <w:t>1.013e0</w:t>
      </w:r>
    </w:p>
    <w:p w:rsidR="007B6A46" w:rsidRDefault="007B6A46" w:rsidP="007B6A46">
      <w:r>
        <w:lastRenderedPageBreak/>
        <w:t>197.9299</w:t>
      </w:r>
      <w:r>
        <w:tab/>
        <w:t>2.025e0</w:t>
      </w:r>
    </w:p>
    <w:p w:rsidR="007B6A46" w:rsidRDefault="007B6A46" w:rsidP="007B6A46">
      <w:r>
        <w:t>197.9898</w:t>
      </w:r>
      <w:r>
        <w:tab/>
        <w:t>1.013e0</w:t>
      </w:r>
    </w:p>
    <w:p w:rsidR="007B6A46" w:rsidRDefault="007B6A46" w:rsidP="007B6A46">
      <w:r>
        <w:t>197.9997</w:t>
      </w:r>
      <w:r>
        <w:tab/>
        <w:t>2.025e0</w:t>
      </w:r>
    </w:p>
    <w:p w:rsidR="007B6A46" w:rsidRDefault="007B6A46" w:rsidP="007B6A46">
      <w:r>
        <w:t>198.0052</w:t>
      </w:r>
      <w:r>
        <w:tab/>
        <w:t>2.025e0</w:t>
      </w:r>
    </w:p>
    <w:p w:rsidR="007B6A46" w:rsidRDefault="007B6A46" w:rsidP="007B6A46">
      <w:r>
        <w:t>198.0091</w:t>
      </w:r>
      <w:r>
        <w:tab/>
        <w:t>2.025e0</w:t>
      </w:r>
    </w:p>
    <w:p w:rsidR="007B6A46" w:rsidRDefault="007B6A46" w:rsidP="007B6A46">
      <w:r>
        <w:t>198.0317</w:t>
      </w:r>
      <w:r>
        <w:tab/>
        <w:t>1.013e0</w:t>
      </w:r>
    </w:p>
    <w:p w:rsidR="007B6A46" w:rsidRDefault="007B6A46" w:rsidP="007B6A46">
      <w:r>
        <w:t>198.0355</w:t>
      </w:r>
      <w:r>
        <w:tab/>
        <w:t>1.013e0</w:t>
      </w:r>
    </w:p>
    <w:p w:rsidR="007B6A46" w:rsidRDefault="007B6A46" w:rsidP="007B6A46">
      <w:r>
        <w:t>198.0469</w:t>
      </w:r>
      <w:r>
        <w:tab/>
        <w:t>1.013e0</w:t>
      </w:r>
    </w:p>
    <w:p w:rsidR="007B6A46" w:rsidRDefault="007B6A46" w:rsidP="007B6A46">
      <w:r>
        <w:t>198.0505</w:t>
      </w:r>
      <w:r>
        <w:tab/>
        <w:t>3.038e0</w:t>
      </w:r>
    </w:p>
    <w:p w:rsidR="007B6A46" w:rsidRDefault="007B6A46" w:rsidP="007B6A46">
      <w:r>
        <w:t>198.0728</w:t>
      </w:r>
      <w:r>
        <w:tab/>
        <w:t>1.013e0</w:t>
      </w:r>
    </w:p>
    <w:p w:rsidR="007B6A46" w:rsidRDefault="007B6A46" w:rsidP="007B6A46">
      <w:r>
        <w:t>198.1022</w:t>
      </w:r>
      <w:r>
        <w:tab/>
        <w:t>2.025e0</w:t>
      </w:r>
    </w:p>
    <w:p w:rsidR="007B6A46" w:rsidRDefault="007B6A46" w:rsidP="007B6A46">
      <w:r>
        <w:t>198.1059</w:t>
      </w:r>
      <w:r>
        <w:tab/>
        <w:t>1.013e0</w:t>
      </w:r>
    </w:p>
    <w:p w:rsidR="007B6A46" w:rsidRDefault="007B6A46" w:rsidP="007B6A46">
      <w:r>
        <w:t>198.1247</w:t>
      </w:r>
      <w:r>
        <w:tab/>
        <w:t>3.038e0</w:t>
      </w:r>
    </w:p>
    <w:p w:rsidR="007B6A46" w:rsidRDefault="007B6A46" w:rsidP="007B6A46">
      <w:r>
        <w:t>198.1378</w:t>
      </w:r>
      <w:r>
        <w:tab/>
        <w:t>3.038e0</w:t>
      </w:r>
    </w:p>
    <w:p w:rsidR="007B6A46" w:rsidRDefault="007B6A46" w:rsidP="007B6A46">
      <w:r>
        <w:t>198.1474</w:t>
      </w:r>
      <w:r>
        <w:tab/>
        <w:t>4.051e0</w:t>
      </w:r>
    </w:p>
    <w:p w:rsidR="007B6A46" w:rsidRDefault="007B6A46" w:rsidP="007B6A46">
      <w:r>
        <w:t>198.1768</w:t>
      </w:r>
      <w:r>
        <w:tab/>
        <w:t>1.013e0</w:t>
      </w:r>
    </w:p>
    <w:p w:rsidR="007B6A46" w:rsidRDefault="007B6A46" w:rsidP="007B6A46">
      <w:r>
        <w:t>198.1918</w:t>
      </w:r>
      <w:r>
        <w:tab/>
        <w:t>1.013e0</w:t>
      </w:r>
    </w:p>
    <w:p w:rsidR="007B6A46" w:rsidRDefault="007B6A46" w:rsidP="007B6A46">
      <w:r>
        <w:t>198.1997</w:t>
      </w:r>
      <w:r>
        <w:tab/>
        <w:t>1.013e0</w:t>
      </w:r>
    </w:p>
    <w:p w:rsidR="007B6A46" w:rsidRDefault="007B6A46" w:rsidP="007B6A46">
      <w:r>
        <w:t>198.2226</w:t>
      </w:r>
      <w:r>
        <w:tab/>
        <w:t>1.013e0</w:t>
      </w:r>
    </w:p>
    <w:p w:rsidR="007B6A46" w:rsidRDefault="007B6A46" w:rsidP="007B6A46">
      <w:r>
        <w:lastRenderedPageBreak/>
        <w:t>198.2299</w:t>
      </w:r>
      <w:r>
        <w:tab/>
        <w:t>1.013e0</w:t>
      </w:r>
    </w:p>
    <w:p w:rsidR="007B6A46" w:rsidRDefault="007B6A46" w:rsidP="007B6A46">
      <w:r>
        <w:t>198.2375</w:t>
      </w:r>
      <w:r>
        <w:tab/>
        <w:t>1.013e0</w:t>
      </w:r>
    </w:p>
    <w:p w:rsidR="007B6A46" w:rsidRDefault="007B6A46" w:rsidP="007B6A46">
      <w:r>
        <w:t>198.3155</w:t>
      </w:r>
      <w:r>
        <w:tab/>
        <w:t>3.038e0</w:t>
      </w:r>
    </w:p>
    <w:p w:rsidR="007B6A46" w:rsidRDefault="007B6A46" w:rsidP="007B6A46">
      <w:r>
        <w:t>198.3380</w:t>
      </w:r>
      <w:r>
        <w:tab/>
        <w:t>1.013e0</w:t>
      </w:r>
    </w:p>
    <w:p w:rsidR="007B6A46" w:rsidRDefault="007B6A46" w:rsidP="007B6A46">
      <w:r>
        <w:t>198.3602</w:t>
      </w:r>
      <w:r>
        <w:tab/>
        <w:t>1.013e0</w:t>
      </w:r>
    </w:p>
    <w:p w:rsidR="007B6A46" w:rsidRDefault="007B6A46" w:rsidP="007B6A46">
      <w:r>
        <w:t>198.4133</w:t>
      </w:r>
      <w:r>
        <w:tab/>
        <w:t>1.013e0</w:t>
      </w:r>
    </w:p>
    <w:p w:rsidR="007B6A46" w:rsidRDefault="007B6A46" w:rsidP="007B6A46">
      <w:r>
        <w:t>198.4247</w:t>
      </w:r>
      <w:r>
        <w:tab/>
        <w:t>1.013e0</w:t>
      </w:r>
    </w:p>
    <w:p w:rsidR="007B6A46" w:rsidRDefault="007B6A46" w:rsidP="007B6A46">
      <w:r>
        <w:t>198.4547</w:t>
      </w:r>
      <w:r>
        <w:tab/>
        <w:t>1.013e0</w:t>
      </w:r>
    </w:p>
    <w:p w:rsidR="007B6A46" w:rsidRDefault="007B6A46" w:rsidP="007B6A46">
      <w:r>
        <w:t>198.5361</w:t>
      </w:r>
      <w:r>
        <w:tab/>
        <w:t>1.013e0</w:t>
      </w:r>
    </w:p>
    <w:p w:rsidR="007B6A46" w:rsidRDefault="007B6A46" w:rsidP="007B6A46">
      <w:r>
        <w:t>198.5438</w:t>
      </w:r>
      <w:r>
        <w:tab/>
        <w:t>1.013e0</w:t>
      </w:r>
    </w:p>
    <w:p w:rsidR="007B6A46" w:rsidRDefault="007B6A46" w:rsidP="007B6A46">
      <w:r>
        <w:t>198.5568</w:t>
      </w:r>
      <w:r>
        <w:tab/>
        <w:t>2.025e0</w:t>
      </w:r>
    </w:p>
    <w:p w:rsidR="007B6A46" w:rsidRDefault="007B6A46" w:rsidP="007B6A46">
      <w:r>
        <w:t>198.5660</w:t>
      </w:r>
      <w:r>
        <w:tab/>
        <w:t>1.013e0</w:t>
      </w:r>
    </w:p>
    <w:p w:rsidR="007B6A46" w:rsidRDefault="007B6A46" w:rsidP="007B6A46">
      <w:r>
        <w:t>198.6080</w:t>
      </w:r>
      <w:r>
        <w:tab/>
        <w:t>1.013e0</w:t>
      </w:r>
    </w:p>
    <w:p w:rsidR="007B6A46" w:rsidRDefault="007B6A46" w:rsidP="007B6A46">
      <w:r>
        <w:t>198.6567</w:t>
      </w:r>
      <w:r>
        <w:tab/>
        <w:t>2.025e0</w:t>
      </w:r>
    </w:p>
    <w:p w:rsidR="007B6A46" w:rsidRDefault="007B6A46" w:rsidP="007B6A46">
      <w:r>
        <w:t>198.7531</w:t>
      </w:r>
      <w:r>
        <w:tab/>
        <w:t>1.013e0</w:t>
      </w:r>
    </w:p>
    <w:p w:rsidR="007B6A46" w:rsidRDefault="007B6A46" w:rsidP="007B6A46">
      <w:r>
        <w:t>198.7568</w:t>
      </w:r>
      <w:r>
        <w:tab/>
        <w:t>1.013e0</w:t>
      </w:r>
    </w:p>
    <w:p w:rsidR="007B6A46" w:rsidRDefault="007B6A46" w:rsidP="007B6A46">
      <w:r>
        <w:t>198.7799</w:t>
      </w:r>
      <w:r>
        <w:tab/>
        <w:t>1.013e0</w:t>
      </w:r>
    </w:p>
    <w:p w:rsidR="007B6A46" w:rsidRDefault="007B6A46" w:rsidP="007B6A46">
      <w:r>
        <w:t>198.8944</w:t>
      </w:r>
      <w:r>
        <w:tab/>
        <w:t>2.025e0</w:t>
      </w:r>
    </w:p>
    <w:p w:rsidR="007B6A46" w:rsidRDefault="007B6A46" w:rsidP="007B6A46">
      <w:r>
        <w:t>198.9000</w:t>
      </w:r>
      <w:r>
        <w:tab/>
        <w:t>1.013e0</w:t>
      </w:r>
    </w:p>
    <w:p w:rsidR="007B6A46" w:rsidRDefault="007B6A46" w:rsidP="007B6A46">
      <w:r>
        <w:lastRenderedPageBreak/>
        <w:t>198.9148</w:t>
      </w:r>
      <w:r>
        <w:tab/>
        <w:t>3.038e0</w:t>
      </w:r>
    </w:p>
    <w:p w:rsidR="007B6A46" w:rsidRDefault="007B6A46" w:rsidP="007B6A46">
      <w:r>
        <w:t>198.9445</w:t>
      </w:r>
      <w:r>
        <w:tab/>
        <w:t>1.013e0</w:t>
      </w:r>
    </w:p>
    <w:p w:rsidR="007B6A46" w:rsidRDefault="007B6A46" w:rsidP="007B6A46">
      <w:r>
        <w:t>198.9825</w:t>
      </w:r>
      <w:r>
        <w:tab/>
        <w:t>1.013e0</w:t>
      </w:r>
    </w:p>
    <w:p w:rsidR="007B6A46" w:rsidRDefault="007B6A46" w:rsidP="007B6A46">
      <w:r>
        <w:t>199.0302</w:t>
      </w:r>
      <w:r>
        <w:tab/>
        <w:t>6.212e1</w:t>
      </w:r>
    </w:p>
    <w:p w:rsidR="007B6A46" w:rsidRDefault="007B6A46" w:rsidP="007B6A46">
      <w:r>
        <w:t>199.0341</w:t>
      </w:r>
      <w:r>
        <w:tab/>
        <w:t>3.139e1</w:t>
      </w:r>
    </w:p>
    <w:p w:rsidR="007B6A46" w:rsidRDefault="007B6A46" w:rsidP="007B6A46">
      <w:r>
        <w:t>199.0652</w:t>
      </w:r>
      <w:r>
        <w:tab/>
        <w:t>1.013e0</w:t>
      </w:r>
    </w:p>
    <w:p w:rsidR="007B6A46" w:rsidRDefault="007B6A46" w:rsidP="007B6A46">
      <w:r>
        <w:t>199.0872</w:t>
      </w:r>
      <w:r>
        <w:tab/>
        <w:t>1.013e0</w:t>
      </w:r>
    </w:p>
    <w:p w:rsidR="007B6A46" w:rsidRDefault="007B6A46" w:rsidP="007B6A46">
      <w:r>
        <w:t>199.0946</w:t>
      </w:r>
      <w:r>
        <w:tab/>
        <w:t>1.013e0</w:t>
      </w:r>
    </w:p>
    <w:p w:rsidR="007B6A46" w:rsidRDefault="007B6A46" w:rsidP="007B6A46">
      <w:r>
        <w:t>199.1061</w:t>
      </w:r>
      <w:r>
        <w:tab/>
        <w:t>2.025e0</w:t>
      </w:r>
    </w:p>
    <w:p w:rsidR="007B6A46" w:rsidRDefault="007B6A46" w:rsidP="007B6A46">
      <w:r>
        <w:t>199.1236</w:t>
      </w:r>
      <w:r>
        <w:tab/>
        <w:t>3.038e0</w:t>
      </w:r>
    </w:p>
    <w:p w:rsidR="007B6A46" w:rsidRDefault="007B6A46" w:rsidP="007B6A46">
      <w:r>
        <w:t>199.1320</w:t>
      </w:r>
      <w:r>
        <w:tab/>
        <w:t>1.013e0</w:t>
      </w:r>
    </w:p>
    <w:p w:rsidR="007B6A46" w:rsidRDefault="007B6A46" w:rsidP="007B6A46">
      <w:r>
        <w:t>199.1544</w:t>
      </w:r>
      <w:r>
        <w:tab/>
        <w:t>1.013e0</w:t>
      </w:r>
    </w:p>
    <w:p w:rsidR="007B6A46" w:rsidRDefault="007B6A46" w:rsidP="007B6A46">
      <w:r>
        <w:t>199.1583</w:t>
      </w:r>
      <w:r>
        <w:tab/>
        <w:t>3.038e0</w:t>
      </w:r>
    </w:p>
    <w:p w:rsidR="007B6A46" w:rsidRDefault="007B6A46" w:rsidP="007B6A46">
      <w:r>
        <w:t>199.1624</w:t>
      </w:r>
      <w:r>
        <w:tab/>
        <w:t>1.013e0</w:t>
      </w:r>
    </w:p>
    <w:p w:rsidR="007B6A46" w:rsidRDefault="007B6A46" w:rsidP="007B6A46">
      <w:r>
        <w:t>199.1721</w:t>
      </w:r>
      <w:r>
        <w:tab/>
        <w:t>3.038e0</w:t>
      </w:r>
    </w:p>
    <w:p w:rsidR="007B6A46" w:rsidRDefault="007B6A46" w:rsidP="007B6A46">
      <w:r>
        <w:t>199.1815</w:t>
      </w:r>
      <w:r>
        <w:tab/>
        <w:t>1.013e0</w:t>
      </w:r>
    </w:p>
    <w:p w:rsidR="007B6A46" w:rsidRDefault="007B6A46" w:rsidP="007B6A46">
      <w:r>
        <w:t>199.1891</w:t>
      </w:r>
      <w:r>
        <w:tab/>
        <w:t>4.051e0</w:t>
      </w:r>
    </w:p>
    <w:p w:rsidR="007B6A46" w:rsidRDefault="007B6A46" w:rsidP="007B6A46">
      <w:r>
        <w:t>199.1985</w:t>
      </w:r>
      <w:r>
        <w:tab/>
        <w:t>2.025e0</w:t>
      </w:r>
    </w:p>
    <w:p w:rsidR="007B6A46" w:rsidRDefault="007B6A46" w:rsidP="007B6A46">
      <w:r>
        <w:t>199.2375</w:t>
      </w:r>
      <w:r>
        <w:tab/>
        <w:t>1.013e0</w:t>
      </w:r>
    </w:p>
    <w:p w:rsidR="007B6A46" w:rsidRDefault="007B6A46" w:rsidP="007B6A46">
      <w:r>
        <w:lastRenderedPageBreak/>
        <w:t>199.3122</w:t>
      </w:r>
      <w:r>
        <w:tab/>
        <w:t>1.013e0</w:t>
      </w:r>
    </w:p>
    <w:p w:rsidR="007B6A46" w:rsidRDefault="007B6A46" w:rsidP="007B6A46">
      <w:r>
        <w:t>199.3653</w:t>
      </w:r>
      <w:r>
        <w:tab/>
        <w:t>1.013e0</w:t>
      </w:r>
    </w:p>
    <w:p w:rsidR="007B6A46" w:rsidRDefault="007B6A46" w:rsidP="007B6A46">
      <w:r>
        <w:t>199.4217</w:t>
      </w:r>
      <w:r>
        <w:tab/>
        <w:t>1.013e0</w:t>
      </w:r>
    </w:p>
    <w:p w:rsidR="007B6A46" w:rsidRDefault="007B6A46" w:rsidP="007B6A46">
      <w:r>
        <w:t>199.4252</w:t>
      </w:r>
      <w:r>
        <w:tab/>
        <w:t>3.038e0</w:t>
      </w:r>
    </w:p>
    <w:p w:rsidR="007B6A46" w:rsidRDefault="007B6A46" w:rsidP="007B6A46">
      <w:r>
        <w:t>199.4477</w:t>
      </w:r>
      <w:r>
        <w:tab/>
        <w:t>2.025e0</w:t>
      </w:r>
    </w:p>
    <w:p w:rsidR="007B6A46" w:rsidRDefault="007B6A46" w:rsidP="007B6A46">
      <w:r>
        <w:t>199.4701</w:t>
      </w:r>
      <w:r>
        <w:tab/>
        <w:t>1.013e0</w:t>
      </w:r>
    </w:p>
    <w:p w:rsidR="007B6A46" w:rsidRDefault="007B6A46" w:rsidP="007B6A46">
      <w:r>
        <w:t>199.4960</w:t>
      </w:r>
      <w:r>
        <w:tab/>
        <w:t>1.013e0</w:t>
      </w:r>
    </w:p>
    <w:p w:rsidR="007B6A46" w:rsidRDefault="007B6A46" w:rsidP="007B6A46">
      <w:r>
        <w:t>199.5148</w:t>
      </w:r>
      <w:r>
        <w:tab/>
        <w:t>1.013e0</w:t>
      </w:r>
    </w:p>
    <w:p w:rsidR="007B6A46" w:rsidRDefault="007B6A46" w:rsidP="007B6A46">
      <w:r>
        <w:t>199.5493</w:t>
      </w:r>
      <w:r>
        <w:tab/>
        <w:t>1.013e0</w:t>
      </w:r>
    </w:p>
    <w:p w:rsidR="007B6A46" w:rsidRDefault="007B6A46" w:rsidP="007B6A46">
      <w:r>
        <w:t>199.5528</w:t>
      </w:r>
      <w:r>
        <w:tab/>
        <w:t>1.013e0</w:t>
      </w:r>
    </w:p>
    <w:p w:rsidR="007B6A46" w:rsidRDefault="007B6A46" w:rsidP="007B6A46">
      <w:r>
        <w:t>199.5569</w:t>
      </w:r>
      <w:r>
        <w:tab/>
        <w:t>1.013e0</w:t>
      </w:r>
    </w:p>
    <w:p w:rsidR="007B6A46" w:rsidRDefault="007B6A46" w:rsidP="007B6A46">
      <w:r>
        <w:t>199.5830</w:t>
      </w:r>
      <w:r>
        <w:tab/>
        <w:t>1.013e0</w:t>
      </w:r>
    </w:p>
    <w:p w:rsidR="007B6A46" w:rsidRDefault="007B6A46" w:rsidP="007B6A46">
      <w:r>
        <w:t>199.5904</w:t>
      </w:r>
      <w:r>
        <w:tab/>
        <w:t>1.013e0</w:t>
      </w:r>
    </w:p>
    <w:p w:rsidR="007B6A46" w:rsidRDefault="007B6A46" w:rsidP="007B6A46">
      <w:r>
        <w:t>199.5982</w:t>
      </w:r>
      <w:r>
        <w:tab/>
        <w:t>1.013e0</w:t>
      </w:r>
    </w:p>
    <w:p w:rsidR="007B6A46" w:rsidRDefault="007B6A46" w:rsidP="007B6A46">
      <w:r>
        <w:t>199.6425</w:t>
      </w:r>
      <w:r>
        <w:tab/>
        <w:t>1.013e0</w:t>
      </w:r>
    </w:p>
    <w:p w:rsidR="007B6A46" w:rsidRDefault="007B6A46" w:rsidP="007B6A46">
      <w:r>
        <w:t>199.6503</w:t>
      </w:r>
      <w:r>
        <w:tab/>
        <w:t>1.013e0</w:t>
      </w:r>
    </w:p>
    <w:p w:rsidR="007B6A46" w:rsidRDefault="007B6A46" w:rsidP="007B6A46">
      <w:r>
        <w:t>199.6614</w:t>
      </w:r>
      <w:r>
        <w:tab/>
        <w:t>1.013e0</w:t>
      </w:r>
    </w:p>
    <w:p w:rsidR="007B6A46" w:rsidRDefault="007B6A46" w:rsidP="007B6A46">
      <w:r>
        <w:t>199.6685</w:t>
      </w:r>
      <w:r>
        <w:tab/>
        <w:t>1.013e0</w:t>
      </w:r>
    </w:p>
    <w:p w:rsidR="007B6A46" w:rsidRDefault="007B6A46" w:rsidP="007B6A46">
      <w:r>
        <w:t>199.7180</w:t>
      </w:r>
      <w:r>
        <w:tab/>
        <w:t>1.013e0</w:t>
      </w:r>
    </w:p>
    <w:p w:rsidR="007B6A46" w:rsidRDefault="007B6A46" w:rsidP="007B6A46">
      <w:r>
        <w:lastRenderedPageBreak/>
        <w:t>199.7254</w:t>
      </w:r>
      <w:r>
        <w:tab/>
        <w:t>1.013e0</w:t>
      </w:r>
    </w:p>
    <w:p w:rsidR="007B6A46" w:rsidRDefault="007B6A46" w:rsidP="007B6A46">
      <w:r>
        <w:t>199.7371</w:t>
      </w:r>
      <w:r>
        <w:tab/>
        <w:t>2.025e0</w:t>
      </w:r>
    </w:p>
    <w:p w:rsidR="007B6A46" w:rsidRDefault="007B6A46" w:rsidP="007B6A46">
      <w:r>
        <w:t>199.7562</w:t>
      </w:r>
      <w:r>
        <w:tab/>
        <w:t>1.013e0</w:t>
      </w:r>
    </w:p>
    <w:p w:rsidR="007B6A46" w:rsidRDefault="007B6A46" w:rsidP="007B6A46">
      <w:r>
        <w:t>199.7744</w:t>
      </w:r>
      <w:r>
        <w:tab/>
        <w:t>1.013e0</w:t>
      </w:r>
    </w:p>
    <w:p w:rsidR="007B6A46" w:rsidRDefault="007B6A46" w:rsidP="007B6A46">
      <w:r>
        <w:t>199.7933</w:t>
      </w:r>
      <w:r>
        <w:tab/>
        <w:t>1.013e0</w:t>
      </w:r>
    </w:p>
    <w:p w:rsidR="007B6A46" w:rsidRDefault="007B6A46" w:rsidP="007B6A46">
      <w:r>
        <w:t>199.8355</w:t>
      </w:r>
      <w:r>
        <w:tab/>
        <w:t>3.038e0</w:t>
      </w:r>
    </w:p>
    <w:p w:rsidR="007B6A46" w:rsidRDefault="007B6A46" w:rsidP="007B6A46">
      <w:r>
        <w:t>199.8828</w:t>
      </w:r>
      <w:r>
        <w:tab/>
        <w:t>1.013e0</w:t>
      </w:r>
    </w:p>
    <w:p w:rsidR="007B6A46" w:rsidRDefault="007B6A46" w:rsidP="007B6A46">
      <w:r>
        <w:t>199.8908</w:t>
      </w:r>
      <w:r>
        <w:tab/>
        <w:t>1.013e0</w:t>
      </w:r>
    </w:p>
    <w:p w:rsidR="007B6A46" w:rsidRDefault="007B6A46" w:rsidP="007B6A46">
      <w:r>
        <w:t>199.9513</w:t>
      </w:r>
      <w:r>
        <w:tab/>
        <w:t>1.013e0</w:t>
      </w:r>
    </w:p>
    <w:p w:rsidR="007B6A46" w:rsidRDefault="007B6A46" w:rsidP="007B6A46">
      <w:r>
        <w:t>199.9855</w:t>
      </w:r>
      <w:r>
        <w:tab/>
        <w:t>7.089e0</w:t>
      </w:r>
    </w:p>
    <w:p w:rsidR="007B6A46" w:rsidRDefault="007B6A46" w:rsidP="007B6A46">
      <w:r>
        <w:t>199.9882</w:t>
      </w:r>
      <w:r>
        <w:tab/>
        <w:t>4.622e1</w:t>
      </w:r>
    </w:p>
    <w:p w:rsidR="007B6A46" w:rsidRDefault="007B6A46" w:rsidP="007B6A46">
      <w:r>
        <w:t>199.9948</w:t>
      </w:r>
      <w:r>
        <w:tab/>
        <w:t>9.114e0</w:t>
      </w:r>
    </w:p>
    <w:p w:rsidR="007B6A46" w:rsidRDefault="007B6A46" w:rsidP="007B6A46">
      <w:r>
        <w:t>200.0338</w:t>
      </w:r>
      <w:r>
        <w:tab/>
        <w:t>7.089e0</w:t>
      </w:r>
    </w:p>
    <w:p w:rsidR="007B6A46" w:rsidRDefault="007B6A46" w:rsidP="007B6A46">
      <w:r>
        <w:t>200.0464</w:t>
      </w:r>
      <w:r>
        <w:tab/>
        <w:t>4.051e0</w:t>
      </w:r>
    </w:p>
    <w:p w:rsidR="007B6A46" w:rsidRDefault="007B6A46" w:rsidP="007B6A46">
      <w:r>
        <w:t>200.0521</w:t>
      </w:r>
      <w:r>
        <w:tab/>
        <w:t>1.013e0</w:t>
      </w:r>
    </w:p>
    <w:p w:rsidR="007B6A46" w:rsidRDefault="007B6A46" w:rsidP="007B6A46">
      <w:r>
        <w:t>200.0748</w:t>
      </w:r>
      <w:r>
        <w:tab/>
        <w:t>1.013e0</w:t>
      </w:r>
    </w:p>
    <w:p w:rsidR="007B6A46" w:rsidRDefault="007B6A46" w:rsidP="007B6A46">
      <w:r>
        <w:t>200.0828</w:t>
      </w:r>
      <w:r>
        <w:tab/>
        <w:t>1.013e0</w:t>
      </w:r>
    </w:p>
    <w:p w:rsidR="007B6A46" w:rsidRDefault="007B6A46" w:rsidP="007B6A46">
      <w:r>
        <w:t>200.0905</w:t>
      </w:r>
      <w:r>
        <w:tab/>
        <w:t>1.013e0</w:t>
      </w:r>
    </w:p>
    <w:p w:rsidR="007B6A46" w:rsidRDefault="007B6A46" w:rsidP="007B6A46">
      <w:r>
        <w:t>200.1020</w:t>
      </w:r>
      <w:r>
        <w:tab/>
        <w:t>1.013e0</w:t>
      </w:r>
    </w:p>
    <w:p w:rsidR="007B6A46" w:rsidRDefault="007B6A46" w:rsidP="007B6A46">
      <w:r>
        <w:lastRenderedPageBreak/>
        <w:t>200.1202</w:t>
      </w:r>
      <w:r>
        <w:tab/>
        <w:t>1.013e0</w:t>
      </w:r>
    </w:p>
    <w:p w:rsidR="007B6A46" w:rsidRDefault="007B6A46" w:rsidP="007B6A46">
      <w:r>
        <w:t>200.1242</w:t>
      </w:r>
      <w:r>
        <w:tab/>
        <w:t>1.013e0</w:t>
      </w:r>
    </w:p>
    <w:p w:rsidR="007B6A46" w:rsidRDefault="007B6A46" w:rsidP="007B6A46">
      <w:r>
        <w:t>200.1261</w:t>
      </w:r>
      <w:r>
        <w:tab/>
        <w:t>2.426e0</w:t>
      </w:r>
    </w:p>
    <w:p w:rsidR="007B6A46" w:rsidRDefault="007B6A46" w:rsidP="007B6A46">
      <w:r>
        <w:t>200.1316</w:t>
      </w:r>
      <w:r>
        <w:tab/>
        <w:t>1.013e0</w:t>
      </w:r>
    </w:p>
    <w:p w:rsidR="007B6A46" w:rsidRDefault="007B6A46" w:rsidP="007B6A46">
      <w:r>
        <w:t>200.1350</w:t>
      </w:r>
      <w:r>
        <w:tab/>
        <w:t>1.013e0</w:t>
      </w:r>
    </w:p>
    <w:p w:rsidR="007B6A46" w:rsidRDefault="007B6A46" w:rsidP="007B6A46">
      <w:r>
        <w:t>200.1499</w:t>
      </w:r>
      <w:r>
        <w:tab/>
        <w:t>1.013e0</w:t>
      </w:r>
    </w:p>
    <w:p w:rsidR="007B6A46" w:rsidRDefault="007B6A46" w:rsidP="007B6A46">
      <w:r>
        <w:t>200.1577</w:t>
      </w:r>
      <w:r>
        <w:tab/>
        <w:t>1.013e0</w:t>
      </w:r>
    </w:p>
    <w:p w:rsidR="007B6A46" w:rsidRDefault="007B6A46" w:rsidP="007B6A46">
      <w:r>
        <w:t>200.1764</w:t>
      </w:r>
      <w:r>
        <w:tab/>
        <w:t>2.025e0</w:t>
      </w:r>
    </w:p>
    <w:p w:rsidR="007B6A46" w:rsidRDefault="007B6A46" w:rsidP="007B6A46">
      <w:r>
        <w:t>200.1968</w:t>
      </w:r>
      <w:r>
        <w:tab/>
        <w:t>2.025e0</w:t>
      </w:r>
    </w:p>
    <w:p w:rsidR="007B6A46" w:rsidRDefault="007B6A46" w:rsidP="007B6A46">
      <w:r>
        <w:t>200.2059</w:t>
      </w:r>
      <w:r>
        <w:tab/>
        <w:t>2.025e0</w:t>
      </w:r>
    </w:p>
    <w:p w:rsidR="007B6A46" w:rsidRDefault="007B6A46" w:rsidP="007B6A46">
      <w:r>
        <w:t>200.2196</w:t>
      </w:r>
      <w:r>
        <w:tab/>
        <w:t>2.025e0</w:t>
      </w:r>
    </w:p>
    <w:p w:rsidR="007B6A46" w:rsidRDefault="007B6A46" w:rsidP="007B6A46">
      <w:r>
        <w:t>200.2366</w:t>
      </w:r>
      <w:r>
        <w:tab/>
        <w:t>1.013e0</w:t>
      </w:r>
    </w:p>
    <w:p w:rsidR="007B6A46" w:rsidRDefault="007B6A46" w:rsidP="007B6A46">
      <w:r>
        <w:t>200.2440</w:t>
      </w:r>
      <w:r>
        <w:tab/>
        <w:t>1.013e0</w:t>
      </w:r>
    </w:p>
    <w:p w:rsidR="007B6A46" w:rsidRDefault="007B6A46" w:rsidP="007B6A46">
      <w:r>
        <w:t>200.2823</w:t>
      </w:r>
      <w:r>
        <w:tab/>
        <w:t>1.013e0</w:t>
      </w:r>
    </w:p>
    <w:p w:rsidR="007B6A46" w:rsidRDefault="007B6A46" w:rsidP="007B6A46">
      <w:r>
        <w:t>200.3229</w:t>
      </w:r>
      <w:r>
        <w:tab/>
        <w:t>1.013e0</w:t>
      </w:r>
    </w:p>
    <w:p w:rsidR="007B6A46" w:rsidRDefault="007B6A46" w:rsidP="007B6A46">
      <w:r>
        <w:t>200.4018</w:t>
      </w:r>
      <w:r>
        <w:tab/>
        <w:t>2.025e0</w:t>
      </w:r>
    </w:p>
    <w:p w:rsidR="007B6A46" w:rsidRDefault="007B6A46" w:rsidP="007B6A46">
      <w:r>
        <w:t>200.4251</w:t>
      </w:r>
      <w:r>
        <w:tab/>
        <w:t>1.013e0</w:t>
      </w:r>
    </w:p>
    <w:p w:rsidR="007B6A46" w:rsidRDefault="007B6A46" w:rsidP="007B6A46">
      <w:r>
        <w:t>200.4776</w:t>
      </w:r>
      <w:r>
        <w:tab/>
        <w:t>1.013e0</w:t>
      </w:r>
    </w:p>
    <w:p w:rsidR="007B6A46" w:rsidRDefault="007B6A46" w:rsidP="007B6A46">
      <w:r>
        <w:t>200.5038</w:t>
      </w:r>
      <w:r>
        <w:tab/>
        <w:t>1.013e0</w:t>
      </w:r>
    </w:p>
    <w:p w:rsidR="007B6A46" w:rsidRDefault="007B6A46" w:rsidP="007B6A46">
      <w:r>
        <w:lastRenderedPageBreak/>
        <w:t>200.5075</w:t>
      </w:r>
      <w:r>
        <w:tab/>
        <w:t>1.013e0</w:t>
      </w:r>
    </w:p>
    <w:p w:rsidR="007B6A46" w:rsidRDefault="007B6A46" w:rsidP="007B6A46">
      <w:r>
        <w:t>200.5295</w:t>
      </w:r>
      <w:r>
        <w:tab/>
        <w:t>1.013e0</w:t>
      </w:r>
    </w:p>
    <w:p w:rsidR="007B6A46" w:rsidRDefault="007B6A46" w:rsidP="007B6A46">
      <w:r>
        <w:t>200.5484</w:t>
      </w:r>
      <w:r>
        <w:tab/>
        <w:t>1.013e0</w:t>
      </w:r>
    </w:p>
    <w:p w:rsidR="007B6A46" w:rsidRDefault="007B6A46" w:rsidP="007B6A46">
      <w:r>
        <w:t>200.5598</w:t>
      </w:r>
      <w:r>
        <w:tab/>
        <w:t>1.013e0</w:t>
      </w:r>
    </w:p>
    <w:p w:rsidR="007B6A46" w:rsidRDefault="007B6A46" w:rsidP="007B6A46">
      <w:r>
        <w:t>200.5637</w:t>
      </w:r>
      <w:r>
        <w:tab/>
        <w:t>1.013e0</w:t>
      </w:r>
    </w:p>
    <w:p w:rsidR="007B6A46" w:rsidRDefault="007B6A46" w:rsidP="007B6A46">
      <w:r>
        <w:t>200.5714</w:t>
      </w:r>
      <w:r>
        <w:tab/>
        <w:t>1.013e0</w:t>
      </w:r>
    </w:p>
    <w:p w:rsidR="007B6A46" w:rsidRDefault="007B6A46" w:rsidP="007B6A46">
      <w:r>
        <w:t>200.5945</w:t>
      </w:r>
      <w:r>
        <w:tab/>
        <w:t>1.013e0</w:t>
      </w:r>
    </w:p>
    <w:p w:rsidR="007B6A46" w:rsidRDefault="007B6A46" w:rsidP="007B6A46">
      <w:r>
        <w:t>200.6099</w:t>
      </w:r>
      <w:r>
        <w:tab/>
        <w:t>1.013e0</w:t>
      </w:r>
    </w:p>
    <w:p w:rsidR="007B6A46" w:rsidRDefault="007B6A46" w:rsidP="007B6A46">
      <w:r>
        <w:t>200.6284</w:t>
      </w:r>
      <w:r>
        <w:tab/>
        <w:t>1.013e0</w:t>
      </w:r>
    </w:p>
    <w:p w:rsidR="007B6A46" w:rsidRDefault="007B6A46" w:rsidP="007B6A46">
      <w:r>
        <w:t>200.6992</w:t>
      </w:r>
      <w:r>
        <w:tab/>
        <w:t>1.013e0</w:t>
      </w:r>
    </w:p>
    <w:p w:rsidR="007B6A46" w:rsidRDefault="007B6A46" w:rsidP="007B6A46">
      <w:r>
        <w:t>200.7048</w:t>
      </w:r>
      <w:r>
        <w:tab/>
        <w:t>2.025e0</w:t>
      </w:r>
    </w:p>
    <w:p w:rsidR="007B6A46" w:rsidRDefault="007B6A46" w:rsidP="007B6A46">
      <w:r>
        <w:t>200.7103</w:t>
      </w:r>
      <w:r>
        <w:tab/>
        <w:t>1.013e0</w:t>
      </w:r>
    </w:p>
    <w:p w:rsidR="007B6A46" w:rsidRDefault="007B6A46" w:rsidP="007B6A46">
      <w:r>
        <w:t>200.7251</w:t>
      </w:r>
      <w:r>
        <w:tab/>
        <w:t>1.013e0</w:t>
      </w:r>
    </w:p>
    <w:p w:rsidR="007B6A46" w:rsidRDefault="007B6A46" w:rsidP="007B6A46">
      <w:r>
        <w:t>200.7447</w:t>
      </w:r>
      <w:r>
        <w:tab/>
        <w:t>1.013e0</w:t>
      </w:r>
    </w:p>
    <w:p w:rsidR="007B6A46" w:rsidRDefault="007B6A46" w:rsidP="007B6A46">
      <w:r>
        <w:t>200.7829</w:t>
      </w:r>
      <w:r>
        <w:tab/>
        <w:t>1.013e0</w:t>
      </w:r>
    </w:p>
    <w:p w:rsidR="007B6A46" w:rsidRDefault="007B6A46" w:rsidP="007B6A46">
      <w:r>
        <w:t>200.8086</w:t>
      </w:r>
      <w:r>
        <w:tab/>
        <w:t>1.013e0</w:t>
      </w:r>
    </w:p>
    <w:p w:rsidR="007B6A46" w:rsidRDefault="007B6A46" w:rsidP="007B6A46">
      <w:r>
        <w:t>200.8497</w:t>
      </w:r>
      <w:r>
        <w:tab/>
        <w:t>2.025e0</w:t>
      </w:r>
    </w:p>
    <w:p w:rsidR="007B6A46" w:rsidRDefault="007B6A46" w:rsidP="007B6A46">
      <w:r>
        <w:t>200.8873</w:t>
      </w:r>
      <w:r>
        <w:tab/>
        <w:t>1.013e0</w:t>
      </w:r>
    </w:p>
    <w:p w:rsidR="007B6A46" w:rsidRDefault="007B6A46" w:rsidP="007B6A46">
      <w:r>
        <w:t>200.9063</w:t>
      </w:r>
      <w:r>
        <w:tab/>
        <w:t>1.013e0</w:t>
      </w:r>
    </w:p>
    <w:p w:rsidR="007B6A46" w:rsidRDefault="007B6A46" w:rsidP="007B6A46">
      <w:r>
        <w:lastRenderedPageBreak/>
        <w:t>200.9413</w:t>
      </w:r>
      <w:r>
        <w:tab/>
        <w:t>1.013e0</w:t>
      </w:r>
    </w:p>
    <w:p w:rsidR="007B6A46" w:rsidRDefault="007B6A46" w:rsidP="007B6A46">
      <w:r>
        <w:t>200.9818</w:t>
      </w:r>
      <w:r>
        <w:tab/>
        <w:t>1.013e0</w:t>
      </w:r>
    </w:p>
    <w:p w:rsidR="007B6A46" w:rsidRDefault="007B6A46" w:rsidP="007B6A46">
      <w:r>
        <w:t>200.9896</w:t>
      </w:r>
      <w:r>
        <w:tab/>
        <w:t>1.013e0</w:t>
      </w:r>
    </w:p>
    <w:p w:rsidR="007B6A46" w:rsidRDefault="007B6A46" w:rsidP="007B6A46">
      <w:r>
        <w:t>200.9971</w:t>
      </w:r>
      <w:r>
        <w:tab/>
        <w:t>2.025e0</w:t>
      </w:r>
    </w:p>
    <w:p w:rsidR="007B6A46" w:rsidRDefault="007B6A46" w:rsidP="007B6A46">
      <w:r>
        <w:t>201.0025</w:t>
      </w:r>
      <w:r>
        <w:tab/>
        <w:t>4.051e0</w:t>
      </w:r>
    </w:p>
    <w:p w:rsidR="007B6A46" w:rsidRDefault="007B6A46" w:rsidP="007B6A46">
      <w:r>
        <w:t>201.0232</w:t>
      </w:r>
      <w:r>
        <w:tab/>
        <w:t>1.013e0</w:t>
      </w:r>
    </w:p>
    <w:p w:rsidR="007B6A46" w:rsidRDefault="007B6A46" w:rsidP="007B6A46">
      <w:r>
        <w:t>201.0250</w:t>
      </w:r>
      <w:r>
        <w:tab/>
        <w:t>2.025e0</w:t>
      </w:r>
    </w:p>
    <w:p w:rsidR="007B6A46" w:rsidRDefault="007B6A46" w:rsidP="007B6A46">
      <w:r>
        <w:t>201.0400</w:t>
      </w:r>
      <w:r>
        <w:tab/>
        <w:t>2.025e0</w:t>
      </w:r>
    </w:p>
    <w:p w:rsidR="007B6A46" w:rsidRDefault="007B6A46" w:rsidP="007B6A46">
      <w:r>
        <w:t>201.0516</w:t>
      </w:r>
      <w:r>
        <w:tab/>
        <w:t>2.025e0</w:t>
      </w:r>
    </w:p>
    <w:p w:rsidR="007B6A46" w:rsidRDefault="007B6A46" w:rsidP="007B6A46">
      <w:r>
        <w:t>201.0626</w:t>
      </w:r>
      <w:r>
        <w:tab/>
        <w:t>2.025e0</w:t>
      </w:r>
    </w:p>
    <w:p w:rsidR="007B6A46" w:rsidRDefault="007B6A46" w:rsidP="007B6A46">
      <w:r>
        <w:t>201.0648</w:t>
      </w:r>
      <w:r>
        <w:tab/>
        <w:t>1.013e0</w:t>
      </w:r>
    </w:p>
    <w:p w:rsidR="007B6A46" w:rsidRDefault="007B6A46" w:rsidP="007B6A46">
      <w:r>
        <w:t>201.0799</w:t>
      </w:r>
      <w:r>
        <w:tab/>
        <w:t>1.013e0</w:t>
      </w:r>
    </w:p>
    <w:p w:rsidR="007B6A46" w:rsidRDefault="007B6A46" w:rsidP="007B6A46">
      <w:r>
        <w:t>201.0953</w:t>
      </w:r>
      <w:r>
        <w:tab/>
        <w:t>1.013e0</w:t>
      </w:r>
    </w:p>
    <w:p w:rsidR="007B6A46" w:rsidRDefault="007B6A46" w:rsidP="007B6A46">
      <w:r>
        <w:t>201.1161</w:t>
      </w:r>
      <w:r>
        <w:tab/>
        <w:t>4.051e0</w:t>
      </w:r>
    </w:p>
    <w:p w:rsidR="007B6A46" w:rsidRDefault="007B6A46" w:rsidP="007B6A46">
      <w:r>
        <w:t>201.1254</w:t>
      </w:r>
      <w:r>
        <w:tab/>
        <w:t>3.038e0</w:t>
      </w:r>
    </w:p>
    <w:p w:rsidR="007B6A46" w:rsidRDefault="007B6A46" w:rsidP="007B6A46">
      <w:r>
        <w:t>201.1293</w:t>
      </w:r>
      <w:r>
        <w:tab/>
        <w:t>2.025e0</w:t>
      </w:r>
    </w:p>
    <w:p w:rsidR="007B6A46" w:rsidRDefault="007B6A46" w:rsidP="007B6A46">
      <w:r>
        <w:t>201.1404</w:t>
      </w:r>
      <w:r>
        <w:tab/>
        <w:t>1.013e0</w:t>
      </w:r>
    </w:p>
    <w:p w:rsidR="007B6A46" w:rsidRDefault="007B6A46" w:rsidP="007B6A46">
      <w:r>
        <w:t>201.1457</w:t>
      </w:r>
      <w:r>
        <w:tab/>
        <w:t>2.025e0</w:t>
      </w:r>
    </w:p>
    <w:p w:rsidR="007B6A46" w:rsidRDefault="007B6A46" w:rsidP="007B6A46">
      <w:r>
        <w:t>201.1741</w:t>
      </w:r>
      <w:r>
        <w:tab/>
        <w:t>1.013e0</w:t>
      </w:r>
    </w:p>
    <w:p w:rsidR="007B6A46" w:rsidRDefault="007B6A46" w:rsidP="007B6A46">
      <w:r>
        <w:lastRenderedPageBreak/>
        <w:t>201.1815</w:t>
      </w:r>
      <w:r>
        <w:tab/>
        <w:t>1.013e0</w:t>
      </w:r>
    </w:p>
    <w:p w:rsidR="007B6A46" w:rsidRDefault="007B6A46" w:rsidP="007B6A46">
      <w:r>
        <w:t>201.2076</w:t>
      </w:r>
      <w:r>
        <w:tab/>
        <w:t>1.013e0</w:t>
      </w:r>
    </w:p>
    <w:p w:rsidR="007B6A46" w:rsidRDefault="007B6A46" w:rsidP="007B6A46">
      <w:r>
        <w:t>201.2343</w:t>
      </w:r>
      <w:r>
        <w:tab/>
        <w:t>1.013e0</w:t>
      </w:r>
    </w:p>
    <w:p w:rsidR="007B6A46" w:rsidRDefault="007B6A46" w:rsidP="007B6A46">
      <w:r>
        <w:t>201.2385</w:t>
      </w:r>
      <w:r>
        <w:tab/>
        <w:t>1.013e0</w:t>
      </w:r>
    </w:p>
    <w:p w:rsidR="007B6A46" w:rsidRDefault="007B6A46" w:rsidP="007B6A46">
      <w:r>
        <w:t>201.2578</w:t>
      </w:r>
      <w:r>
        <w:tab/>
        <w:t>1.013e0</w:t>
      </w:r>
    </w:p>
    <w:p w:rsidR="007B6A46" w:rsidRDefault="007B6A46" w:rsidP="007B6A46">
      <w:r>
        <w:t>201.2913</w:t>
      </w:r>
      <w:r>
        <w:tab/>
        <w:t>1.013e0</w:t>
      </w:r>
    </w:p>
    <w:p w:rsidR="007B6A46" w:rsidRDefault="007B6A46" w:rsidP="007B6A46">
      <w:r>
        <w:t>201.2988</w:t>
      </w:r>
      <w:r>
        <w:tab/>
        <w:t>1.013e0</w:t>
      </w:r>
    </w:p>
    <w:p w:rsidR="007B6A46" w:rsidRDefault="007B6A46" w:rsidP="007B6A46">
      <w:r>
        <w:t>201.3212</w:t>
      </w:r>
      <w:r>
        <w:tab/>
        <w:t>1.013e0</w:t>
      </w:r>
    </w:p>
    <w:p w:rsidR="007B6A46" w:rsidRDefault="007B6A46" w:rsidP="007B6A46">
      <w:r>
        <w:t>201.3547</w:t>
      </w:r>
      <w:r>
        <w:tab/>
        <w:t>1.013e0</w:t>
      </w:r>
    </w:p>
    <w:p w:rsidR="007B6A46" w:rsidRDefault="007B6A46" w:rsidP="007B6A46">
      <w:r>
        <w:t>201.3891</w:t>
      </w:r>
      <w:r>
        <w:tab/>
        <w:t>1.013e0</w:t>
      </w:r>
    </w:p>
    <w:p w:rsidR="007B6A46" w:rsidRDefault="007B6A46" w:rsidP="007B6A46">
      <w:r>
        <w:t>201.4348</w:t>
      </w:r>
      <w:r>
        <w:tab/>
        <w:t>1.013e0</w:t>
      </w:r>
    </w:p>
    <w:p w:rsidR="007B6A46" w:rsidRDefault="007B6A46" w:rsidP="007B6A46">
      <w:r>
        <w:t>201.4569</w:t>
      </w:r>
      <w:r>
        <w:tab/>
        <w:t>1.013e0</w:t>
      </w:r>
    </w:p>
    <w:p w:rsidR="007B6A46" w:rsidRDefault="007B6A46" w:rsidP="007B6A46">
      <w:r>
        <w:t>201.4609</w:t>
      </w:r>
      <w:r>
        <w:tab/>
        <w:t>1.013e0</w:t>
      </w:r>
    </w:p>
    <w:p w:rsidR="007B6A46" w:rsidRDefault="007B6A46" w:rsidP="007B6A46">
      <w:r>
        <w:t>201.4834</w:t>
      </w:r>
      <w:r>
        <w:tab/>
        <w:t>1.013e0</w:t>
      </w:r>
    </w:p>
    <w:p w:rsidR="007B6A46" w:rsidRDefault="007B6A46" w:rsidP="007B6A46">
      <w:r>
        <w:t>201.4871</w:t>
      </w:r>
      <w:r>
        <w:tab/>
        <w:t>1.013e0</w:t>
      </w:r>
    </w:p>
    <w:p w:rsidR="007B6A46" w:rsidRDefault="007B6A46" w:rsidP="007B6A46">
      <w:r>
        <w:t>201.4980</w:t>
      </w:r>
      <w:r>
        <w:tab/>
        <w:t>1.013e0</w:t>
      </w:r>
    </w:p>
    <w:p w:rsidR="007B6A46" w:rsidRDefault="007B6A46" w:rsidP="007B6A46">
      <w:r>
        <w:t>201.5094</w:t>
      </w:r>
      <w:r>
        <w:tab/>
        <w:t>2.025e0</w:t>
      </w:r>
    </w:p>
    <w:p w:rsidR="007B6A46" w:rsidRDefault="007B6A46" w:rsidP="007B6A46">
      <w:r>
        <w:t>201.5708</w:t>
      </w:r>
      <w:r>
        <w:tab/>
        <w:t>1.013e0</w:t>
      </w:r>
    </w:p>
    <w:p w:rsidR="007B6A46" w:rsidRDefault="007B6A46" w:rsidP="007B6A46">
      <w:r>
        <w:t>201.5744</w:t>
      </w:r>
      <w:r>
        <w:tab/>
        <w:t>1.013e0</w:t>
      </w:r>
    </w:p>
    <w:p w:rsidR="007B6A46" w:rsidRDefault="007B6A46" w:rsidP="007B6A46">
      <w:r>
        <w:lastRenderedPageBreak/>
        <w:t>201.5858</w:t>
      </w:r>
      <w:r>
        <w:tab/>
        <w:t>1.013e0</w:t>
      </w:r>
    </w:p>
    <w:p w:rsidR="007B6A46" w:rsidRDefault="007B6A46" w:rsidP="007B6A46">
      <w:r>
        <w:t>201.6231</w:t>
      </w:r>
      <w:r>
        <w:tab/>
        <w:t>1.013e0</w:t>
      </w:r>
    </w:p>
    <w:p w:rsidR="007B6A46" w:rsidRDefault="007B6A46" w:rsidP="007B6A46">
      <w:r>
        <w:t>201.6604</w:t>
      </w:r>
      <w:r>
        <w:tab/>
        <w:t>1.013e0</w:t>
      </w:r>
    </w:p>
    <w:p w:rsidR="007B6A46" w:rsidRDefault="007B6A46" w:rsidP="007B6A46">
      <w:r>
        <w:t>201.6904</w:t>
      </w:r>
      <w:r>
        <w:tab/>
        <w:t>1.013e0</w:t>
      </w:r>
    </w:p>
    <w:p w:rsidR="007B6A46" w:rsidRDefault="007B6A46" w:rsidP="007B6A46">
      <w:r>
        <w:t>201.7023</w:t>
      </w:r>
      <w:r>
        <w:tab/>
        <w:t>1.013e0</w:t>
      </w:r>
    </w:p>
    <w:p w:rsidR="007B6A46" w:rsidRDefault="007B6A46" w:rsidP="007B6A46">
      <w:r>
        <w:t>201.7555</w:t>
      </w:r>
      <w:r>
        <w:tab/>
        <w:t>1.013e0</w:t>
      </w:r>
    </w:p>
    <w:p w:rsidR="007B6A46" w:rsidRDefault="007B6A46" w:rsidP="007B6A46">
      <w:r>
        <w:t>201.7589</w:t>
      </w:r>
      <w:r>
        <w:tab/>
        <w:t>1.013e0</w:t>
      </w:r>
    </w:p>
    <w:p w:rsidR="007B6A46" w:rsidRDefault="007B6A46" w:rsidP="007B6A46">
      <w:r>
        <w:t>201.8572</w:t>
      </w:r>
      <w:r>
        <w:tab/>
        <w:t>1.013e0</w:t>
      </w:r>
    </w:p>
    <w:p w:rsidR="007B6A46" w:rsidRDefault="007B6A46" w:rsidP="007B6A46">
      <w:r>
        <w:t>201.8842</w:t>
      </w:r>
      <w:r>
        <w:tab/>
        <w:t>1.013e0</w:t>
      </w:r>
    </w:p>
    <w:p w:rsidR="007B6A46" w:rsidRDefault="007B6A46" w:rsidP="007B6A46">
      <w:r>
        <w:t>201.9833</w:t>
      </w:r>
      <w:r>
        <w:tab/>
        <w:t>2.025e0</w:t>
      </w:r>
    </w:p>
    <w:p w:rsidR="007B6A46" w:rsidRDefault="007B6A46" w:rsidP="007B6A46">
      <w:r>
        <w:t>201.9850</w:t>
      </w:r>
      <w:r>
        <w:tab/>
        <w:t>1.013e0</w:t>
      </w:r>
    </w:p>
    <w:p w:rsidR="007B6A46" w:rsidRDefault="007B6A46" w:rsidP="007B6A46">
      <w:r>
        <w:t>202.0276</w:t>
      </w:r>
      <w:r>
        <w:tab/>
        <w:t>1.013e0</w:t>
      </w:r>
    </w:p>
    <w:p w:rsidR="007B6A46" w:rsidRDefault="007B6A46" w:rsidP="007B6A46">
      <w:r>
        <w:t>202.0331</w:t>
      </w:r>
      <w:r>
        <w:tab/>
        <w:t>2.025e0</w:t>
      </w:r>
    </w:p>
    <w:p w:rsidR="007B6A46" w:rsidRDefault="007B6A46" w:rsidP="007B6A46">
      <w:r>
        <w:t>202.0704</w:t>
      </w:r>
      <w:r>
        <w:tab/>
        <w:t>2.025e0</w:t>
      </w:r>
    </w:p>
    <w:p w:rsidR="007B6A46" w:rsidRDefault="007B6A46" w:rsidP="007B6A46">
      <w:r>
        <w:t>202.0856</w:t>
      </w:r>
      <w:r>
        <w:tab/>
        <w:t>2.025e0</w:t>
      </w:r>
    </w:p>
    <w:p w:rsidR="007B6A46" w:rsidRDefault="007B6A46" w:rsidP="007B6A46">
      <w:r>
        <w:t>202.1099</w:t>
      </w:r>
      <w:r>
        <w:tab/>
        <w:t>2.025e0</w:t>
      </w:r>
    </w:p>
    <w:p w:rsidR="007B6A46" w:rsidRDefault="007B6A46" w:rsidP="007B6A46">
      <w:r>
        <w:t>202.1174</w:t>
      </w:r>
      <w:r>
        <w:tab/>
        <w:t>3.038e0</w:t>
      </w:r>
    </w:p>
    <w:p w:rsidR="007B6A46" w:rsidRDefault="007B6A46" w:rsidP="007B6A46">
      <w:r>
        <w:t>202.1379</w:t>
      </w:r>
      <w:r>
        <w:tab/>
        <w:t>2.025e0</w:t>
      </w:r>
    </w:p>
    <w:p w:rsidR="007B6A46" w:rsidRDefault="007B6A46" w:rsidP="007B6A46">
      <w:r>
        <w:t>202.1396</w:t>
      </w:r>
      <w:r>
        <w:tab/>
        <w:t>1.013e0</w:t>
      </w:r>
    </w:p>
    <w:p w:rsidR="007B6A46" w:rsidRDefault="007B6A46" w:rsidP="007B6A46">
      <w:r>
        <w:lastRenderedPageBreak/>
        <w:t>202.1521</w:t>
      </w:r>
      <w:r>
        <w:tab/>
        <w:t>2.025e0</w:t>
      </w:r>
    </w:p>
    <w:p w:rsidR="007B6A46" w:rsidRDefault="007B6A46" w:rsidP="007B6A46">
      <w:r>
        <w:t>202.1536</w:t>
      </w:r>
      <w:r>
        <w:tab/>
        <w:t>2.025e0</w:t>
      </w:r>
    </w:p>
    <w:p w:rsidR="007B6A46" w:rsidRDefault="007B6A46" w:rsidP="007B6A46">
      <w:r>
        <w:t>202.1592</w:t>
      </w:r>
      <w:r>
        <w:tab/>
        <w:t>2.025e0</w:t>
      </w:r>
    </w:p>
    <w:p w:rsidR="007B6A46" w:rsidRDefault="007B6A46" w:rsidP="007B6A46">
      <w:r>
        <w:t>202.1921</w:t>
      </w:r>
      <w:r>
        <w:tab/>
        <w:t>3.038e0</w:t>
      </w:r>
    </w:p>
    <w:p w:rsidR="007B6A46" w:rsidRDefault="007B6A46" w:rsidP="007B6A46">
      <w:r>
        <w:t>202.1973</w:t>
      </w:r>
      <w:r>
        <w:tab/>
        <w:t>1.013e0</w:t>
      </w:r>
    </w:p>
    <w:p w:rsidR="007B6A46" w:rsidRDefault="007B6A46" w:rsidP="007B6A46">
      <w:r>
        <w:t>202.2010</w:t>
      </w:r>
      <w:r>
        <w:tab/>
        <w:t>1.013e0</w:t>
      </w:r>
    </w:p>
    <w:p w:rsidR="007B6A46" w:rsidRDefault="007B6A46" w:rsidP="007B6A46">
      <w:r>
        <w:t>202.2087</w:t>
      </w:r>
      <w:r>
        <w:tab/>
        <w:t>1.013e0</w:t>
      </w:r>
    </w:p>
    <w:p w:rsidR="007B6A46" w:rsidRDefault="007B6A46" w:rsidP="007B6A46">
      <w:r>
        <w:t>202.2309</w:t>
      </w:r>
      <w:r>
        <w:tab/>
        <w:t>1.013e0</w:t>
      </w:r>
    </w:p>
    <w:p w:rsidR="007B6A46" w:rsidRDefault="007B6A46" w:rsidP="007B6A46">
      <w:r>
        <w:t>202.2756</w:t>
      </w:r>
      <w:r>
        <w:tab/>
        <w:t>1.013e0</w:t>
      </w:r>
    </w:p>
    <w:p w:rsidR="007B6A46" w:rsidRDefault="007B6A46" w:rsidP="007B6A46">
      <w:r>
        <w:t>202.3086</w:t>
      </w:r>
      <w:r>
        <w:tab/>
        <w:t>2.025e0</w:t>
      </w:r>
    </w:p>
    <w:p w:rsidR="007B6A46" w:rsidRDefault="007B6A46" w:rsidP="007B6A46">
      <w:r>
        <w:t>202.3141</w:t>
      </w:r>
      <w:r>
        <w:tab/>
        <w:t>1.013e0</w:t>
      </w:r>
    </w:p>
    <w:p w:rsidR="007B6A46" w:rsidRDefault="007B6A46" w:rsidP="007B6A46">
      <w:r>
        <w:t>202.3525</w:t>
      </w:r>
      <w:r>
        <w:tab/>
        <w:t>1.013e0</w:t>
      </w:r>
    </w:p>
    <w:p w:rsidR="007B6A46" w:rsidRDefault="007B6A46" w:rsidP="007B6A46">
      <w:r>
        <w:t>202.3636</w:t>
      </w:r>
      <w:r>
        <w:tab/>
        <w:t>1.013e0</w:t>
      </w:r>
    </w:p>
    <w:p w:rsidR="007B6A46" w:rsidRDefault="007B6A46" w:rsidP="007B6A46">
      <w:r>
        <w:t>202.3858</w:t>
      </w:r>
      <w:r>
        <w:tab/>
        <w:t>2.025e0</w:t>
      </w:r>
    </w:p>
    <w:p w:rsidR="007B6A46" w:rsidRDefault="007B6A46" w:rsidP="007B6A46">
      <w:r>
        <w:t>202.4503</w:t>
      </w:r>
      <w:r>
        <w:tab/>
        <w:t>1.013e0</w:t>
      </w:r>
    </w:p>
    <w:p w:rsidR="007B6A46" w:rsidRDefault="007B6A46" w:rsidP="007B6A46">
      <w:r>
        <w:t>202.4813</w:t>
      </w:r>
      <w:r>
        <w:tab/>
        <w:t>1.013e0</w:t>
      </w:r>
    </w:p>
    <w:p w:rsidR="007B6A46" w:rsidRDefault="007B6A46" w:rsidP="007B6A46">
      <w:r>
        <w:t>202.5032</w:t>
      </w:r>
      <w:r>
        <w:tab/>
        <w:t>3.038e0</w:t>
      </w:r>
    </w:p>
    <w:p w:rsidR="007B6A46" w:rsidRDefault="007B6A46" w:rsidP="007B6A46">
      <w:r>
        <w:t>202.5125</w:t>
      </w:r>
      <w:r>
        <w:tab/>
        <w:t>4.051e0</w:t>
      </w:r>
    </w:p>
    <w:p w:rsidR="007B6A46" w:rsidRDefault="007B6A46" w:rsidP="007B6A46">
      <w:r>
        <w:t>202.5223</w:t>
      </w:r>
      <w:r>
        <w:tab/>
        <w:t>1.013e0</w:t>
      </w:r>
    </w:p>
    <w:p w:rsidR="007B6A46" w:rsidRDefault="007B6A46" w:rsidP="007B6A46">
      <w:r>
        <w:lastRenderedPageBreak/>
        <w:t>202.5336</w:t>
      </w:r>
      <w:r>
        <w:tab/>
        <w:t>1.013e0</w:t>
      </w:r>
    </w:p>
    <w:p w:rsidR="007B6A46" w:rsidRDefault="007B6A46" w:rsidP="007B6A46">
      <w:r>
        <w:t>202.5706</w:t>
      </w:r>
      <w:r>
        <w:tab/>
        <w:t>1.013e0</w:t>
      </w:r>
    </w:p>
    <w:p w:rsidR="007B6A46" w:rsidRDefault="007B6A46" w:rsidP="007B6A46">
      <w:r>
        <w:t>202.6091</w:t>
      </w:r>
      <w:r>
        <w:tab/>
        <w:t>2.025e0</w:t>
      </w:r>
    </w:p>
    <w:p w:rsidR="007B6A46" w:rsidRDefault="007B6A46" w:rsidP="007B6A46">
      <w:r>
        <w:t>202.6250</w:t>
      </w:r>
      <w:r>
        <w:tab/>
        <w:t>1.013e0</w:t>
      </w:r>
    </w:p>
    <w:p w:rsidR="007B6A46" w:rsidRDefault="007B6A46" w:rsidP="007B6A46">
      <w:r>
        <w:t>202.6373</w:t>
      </w:r>
      <w:r>
        <w:tab/>
        <w:t>3.038e0</w:t>
      </w:r>
    </w:p>
    <w:p w:rsidR="007B6A46" w:rsidRDefault="007B6A46" w:rsidP="007B6A46">
      <w:r>
        <w:t>202.6400</w:t>
      </w:r>
      <w:r>
        <w:tab/>
        <w:t>1.013e0</w:t>
      </w:r>
    </w:p>
    <w:p w:rsidR="007B6A46" w:rsidRDefault="007B6A46" w:rsidP="007B6A46">
      <w:r>
        <w:t>202.6512</w:t>
      </w:r>
      <w:r>
        <w:tab/>
        <w:t>1.013e0</w:t>
      </w:r>
    </w:p>
    <w:p w:rsidR="007B6A46" w:rsidRDefault="007B6A46" w:rsidP="007B6A46">
      <w:r>
        <w:t>202.6733</w:t>
      </w:r>
      <w:r>
        <w:tab/>
        <w:t>1.013e0</w:t>
      </w:r>
    </w:p>
    <w:p w:rsidR="007B6A46" w:rsidRDefault="007B6A46" w:rsidP="007B6A46">
      <w:r>
        <w:t>202.6958</w:t>
      </w:r>
      <w:r>
        <w:tab/>
        <w:t>1.013e0</w:t>
      </w:r>
    </w:p>
    <w:p w:rsidR="007B6A46" w:rsidRDefault="007B6A46" w:rsidP="007B6A46">
      <w:r>
        <w:t>202.7414</w:t>
      </w:r>
      <w:r>
        <w:tab/>
        <w:t>2.025e0</w:t>
      </w:r>
    </w:p>
    <w:p w:rsidR="007B6A46" w:rsidRDefault="007B6A46" w:rsidP="007B6A46">
      <w:r>
        <w:t>202.7761</w:t>
      </w:r>
      <w:r>
        <w:tab/>
        <w:t>2.025e0</w:t>
      </w:r>
    </w:p>
    <w:p w:rsidR="007B6A46" w:rsidRDefault="007B6A46" w:rsidP="007B6A46">
      <w:r>
        <w:t>202.8171</w:t>
      </w:r>
      <w:r>
        <w:tab/>
        <w:t>2.025e0</w:t>
      </w:r>
    </w:p>
    <w:p w:rsidR="007B6A46" w:rsidRDefault="007B6A46" w:rsidP="007B6A46">
      <w:r>
        <w:t>202.8212</w:t>
      </w:r>
      <w:r>
        <w:tab/>
        <w:t>1.013e0</w:t>
      </w:r>
    </w:p>
    <w:p w:rsidR="007B6A46" w:rsidRDefault="007B6A46" w:rsidP="007B6A46">
      <w:r>
        <w:t>202.8545</w:t>
      </w:r>
      <w:r>
        <w:tab/>
        <w:t>1.013e0</w:t>
      </w:r>
    </w:p>
    <w:p w:rsidR="007B6A46" w:rsidRDefault="007B6A46" w:rsidP="007B6A46">
      <w:r>
        <w:t>202.8850</w:t>
      </w:r>
      <w:r>
        <w:tab/>
        <w:t>1.013e0</w:t>
      </w:r>
    </w:p>
    <w:p w:rsidR="007B6A46" w:rsidRDefault="007B6A46" w:rsidP="007B6A46">
      <w:r>
        <w:t>202.9199</w:t>
      </w:r>
      <w:r>
        <w:tab/>
        <w:t>1.013e0</w:t>
      </w:r>
    </w:p>
    <w:p w:rsidR="007B6A46" w:rsidRDefault="007B6A46" w:rsidP="007B6A46">
      <w:r>
        <w:t>202.9239</w:t>
      </w:r>
      <w:r>
        <w:tab/>
        <w:t>1.013e0</w:t>
      </w:r>
    </w:p>
    <w:p w:rsidR="007B6A46" w:rsidRDefault="007B6A46" w:rsidP="007B6A46">
      <w:r>
        <w:t>202.9329</w:t>
      </w:r>
      <w:r>
        <w:tab/>
        <w:t>2.025e0</w:t>
      </w:r>
    </w:p>
    <w:p w:rsidR="007B6A46" w:rsidRDefault="007B6A46" w:rsidP="007B6A46">
      <w:r>
        <w:t>202.9800</w:t>
      </w:r>
      <w:r>
        <w:tab/>
        <w:t>1.013e0</w:t>
      </w:r>
    </w:p>
    <w:p w:rsidR="007B6A46" w:rsidRDefault="007B6A46" w:rsidP="007B6A46">
      <w:r>
        <w:lastRenderedPageBreak/>
        <w:t>202.9815</w:t>
      </w:r>
      <w:r>
        <w:tab/>
        <w:t>2.025e0</w:t>
      </w:r>
    </w:p>
    <w:p w:rsidR="007B6A46" w:rsidRDefault="007B6A46" w:rsidP="007B6A46">
      <w:r>
        <w:t>203.0098</w:t>
      </w:r>
      <w:r>
        <w:tab/>
        <w:t>1.013e0</w:t>
      </w:r>
    </w:p>
    <w:p w:rsidR="007B6A46" w:rsidRDefault="007B6A46" w:rsidP="007B6A46">
      <w:r>
        <w:t>203.0212</w:t>
      </w:r>
      <w:r>
        <w:tab/>
        <w:t>1.013e0</w:t>
      </w:r>
    </w:p>
    <w:p w:rsidR="007B6A46" w:rsidRDefault="007B6A46" w:rsidP="007B6A46">
      <w:r>
        <w:t>203.0408</w:t>
      </w:r>
      <w:r>
        <w:tab/>
        <w:t>2.025e0</w:t>
      </w:r>
    </w:p>
    <w:p w:rsidR="007B6A46" w:rsidRDefault="007B6A46" w:rsidP="007B6A46">
      <w:r>
        <w:t>203.0448</w:t>
      </w:r>
      <w:r>
        <w:tab/>
        <w:t>1.013e0</w:t>
      </w:r>
    </w:p>
    <w:p w:rsidR="007B6A46" w:rsidRDefault="007B6A46" w:rsidP="007B6A46">
      <w:r>
        <w:t>203.0487</w:t>
      </w:r>
      <w:r>
        <w:tab/>
        <w:t>1.013e0</w:t>
      </w:r>
    </w:p>
    <w:p w:rsidR="007B6A46" w:rsidRDefault="007B6A46" w:rsidP="007B6A46">
      <w:r>
        <w:t>203.0638</w:t>
      </w:r>
      <w:r>
        <w:tab/>
        <w:t>1.013e0</w:t>
      </w:r>
    </w:p>
    <w:p w:rsidR="007B6A46" w:rsidRDefault="007B6A46" w:rsidP="007B6A46">
      <w:r>
        <w:t>203.0675</w:t>
      </w:r>
      <w:r>
        <w:tab/>
        <w:t>2.025e0</w:t>
      </w:r>
    </w:p>
    <w:p w:rsidR="007B6A46" w:rsidRDefault="007B6A46" w:rsidP="007B6A46">
      <w:r>
        <w:t>203.0983</w:t>
      </w:r>
      <w:r>
        <w:tab/>
        <w:t>1.519e1</w:t>
      </w:r>
    </w:p>
    <w:p w:rsidR="007B6A46" w:rsidRDefault="007B6A46" w:rsidP="007B6A46">
      <w:r>
        <w:t>203.1038</w:t>
      </w:r>
      <w:r>
        <w:tab/>
        <w:t>2.633e1</w:t>
      </w:r>
    </w:p>
    <w:p w:rsidR="007B6A46" w:rsidRDefault="007B6A46" w:rsidP="007B6A46">
      <w:r>
        <w:t>203.1059</w:t>
      </w:r>
      <w:r>
        <w:tab/>
        <w:t>1.418e1</w:t>
      </w:r>
    </w:p>
    <w:p w:rsidR="007B6A46" w:rsidRDefault="007B6A46" w:rsidP="007B6A46">
      <w:r>
        <w:t>203.1090</w:t>
      </w:r>
      <w:r>
        <w:tab/>
        <w:t>6.076e0</w:t>
      </w:r>
    </w:p>
    <w:p w:rsidR="007B6A46" w:rsidRDefault="007B6A46" w:rsidP="007B6A46">
      <w:r>
        <w:t>203.1331</w:t>
      </w:r>
      <w:r>
        <w:tab/>
        <w:t>3.038e0</w:t>
      </w:r>
    </w:p>
    <w:p w:rsidR="007B6A46" w:rsidRDefault="007B6A46" w:rsidP="007B6A46">
      <w:r>
        <w:t>203.1496</w:t>
      </w:r>
      <w:r>
        <w:tab/>
        <w:t>1.013e0</w:t>
      </w:r>
    </w:p>
    <w:p w:rsidR="007B6A46" w:rsidRDefault="007B6A46" w:rsidP="007B6A46">
      <w:r>
        <w:t>203.1616</w:t>
      </w:r>
      <w:r>
        <w:tab/>
        <w:t>1.013e0</w:t>
      </w:r>
    </w:p>
    <w:p w:rsidR="007B6A46" w:rsidRDefault="007B6A46" w:rsidP="007B6A46">
      <w:r>
        <w:t>203.1652</w:t>
      </w:r>
      <w:r>
        <w:tab/>
        <w:t>1.013e0</w:t>
      </w:r>
    </w:p>
    <w:p w:rsidR="007B6A46" w:rsidRDefault="007B6A46" w:rsidP="007B6A46">
      <w:r>
        <w:t>203.1752</w:t>
      </w:r>
      <w:r>
        <w:tab/>
        <w:t>2.025e0</w:t>
      </w:r>
    </w:p>
    <w:p w:rsidR="007B6A46" w:rsidRDefault="007B6A46" w:rsidP="007B6A46">
      <w:r>
        <w:t>203.1846</w:t>
      </w:r>
      <w:r>
        <w:tab/>
        <w:t>1.013e0</w:t>
      </w:r>
    </w:p>
    <w:p w:rsidR="007B6A46" w:rsidRDefault="007B6A46" w:rsidP="007B6A46">
      <w:r>
        <w:t>203.1879</w:t>
      </w:r>
      <w:r>
        <w:tab/>
        <w:t>2.025e0</w:t>
      </w:r>
    </w:p>
    <w:p w:rsidR="007B6A46" w:rsidRDefault="007B6A46" w:rsidP="007B6A46">
      <w:r>
        <w:lastRenderedPageBreak/>
        <w:t>203.2337</w:t>
      </w:r>
      <w:r>
        <w:tab/>
        <w:t>2.025e0</w:t>
      </w:r>
    </w:p>
    <w:p w:rsidR="007B6A46" w:rsidRDefault="007B6A46" w:rsidP="007B6A46">
      <w:r>
        <w:t>203.2491</w:t>
      </w:r>
      <w:r>
        <w:tab/>
        <w:t>1.013e0</w:t>
      </w:r>
    </w:p>
    <w:p w:rsidR="007B6A46" w:rsidRDefault="007B6A46" w:rsidP="007B6A46">
      <w:r>
        <w:t>203.2787</w:t>
      </w:r>
      <w:r>
        <w:tab/>
        <w:t>1.013e0</w:t>
      </w:r>
    </w:p>
    <w:p w:rsidR="007B6A46" w:rsidRDefault="007B6A46" w:rsidP="007B6A46">
      <w:r>
        <w:t>203.2824</w:t>
      </w:r>
      <w:r>
        <w:tab/>
        <w:t>1.013e0</w:t>
      </w:r>
    </w:p>
    <w:p w:rsidR="007B6A46" w:rsidRDefault="007B6A46" w:rsidP="007B6A46">
      <w:r>
        <w:t>203.3135</w:t>
      </w:r>
      <w:r>
        <w:tab/>
        <w:t>1.013e0</w:t>
      </w:r>
    </w:p>
    <w:p w:rsidR="007B6A46" w:rsidRDefault="007B6A46" w:rsidP="007B6A46">
      <w:r>
        <w:t>203.3248</w:t>
      </w:r>
      <w:r>
        <w:tab/>
        <w:t>1.013e0</w:t>
      </w:r>
    </w:p>
    <w:p w:rsidR="007B6A46" w:rsidRDefault="007B6A46" w:rsidP="007B6A46">
      <w:r>
        <w:t>203.3665</w:t>
      </w:r>
      <w:r>
        <w:tab/>
        <w:t>1.013e0</w:t>
      </w:r>
    </w:p>
    <w:p w:rsidR="007B6A46" w:rsidRDefault="007B6A46" w:rsidP="007B6A46">
      <w:r>
        <w:t>203.3705</w:t>
      </w:r>
      <w:r>
        <w:tab/>
        <w:t>1.013e0</w:t>
      </w:r>
    </w:p>
    <w:p w:rsidR="007B6A46" w:rsidRDefault="007B6A46" w:rsidP="007B6A46">
      <w:r>
        <w:t>203.4077</w:t>
      </w:r>
      <w:r>
        <w:tab/>
        <w:t>1.013e0</w:t>
      </w:r>
    </w:p>
    <w:p w:rsidR="007B6A46" w:rsidRDefault="007B6A46" w:rsidP="007B6A46">
      <w:r>
        <w:t>203.4420</w:t>
      </w:r>
      <w:r>
        <w:tab/>
        <w:t>1.013e0</w:t>
      </w:r>
    </w:p>
    <w:p w:rsidR="007B6A46" w:rsidRDefault="007B6A46" w:rsidP="007B6A46">
      <w:r>
        <w:t>203.4534</w:t>
      </w:r>
      <w:r>
        <w:tab/>
        <w:t>1.013e0</w:t>
      </w:r>
    </w:p>
    <w:p w:rsidR="007B6A46" w:rsidRDefault="007B6A46" w:rsidP="007B6A46">
      <w:r>
        <w:t>203.4919</w:t>
      </w:r>
      <w:r>
        <w:tab/>
        <w:t>2.025e0</w:t>
      </w:r>
    </w:p>
    <w:p w:rsidR="007B6A46" w:rsidRDefault="007B6A46" w:rsidP="007B6A46">
      <w:r>
        <w:t>203.4955</w:t>
      </w:r>
      <w:r>
        <w:tab/>
        <w:t>1.013e0</w:t>
      </w:r>
    </w:p>
    <w:p w:rsidR="007B6A46" w:rsidRDefault="007B6A46" w:rsidP="007B6A46">
      <w:r>
        <w:t>203.5033</w:t>
      </w:r>
      <w:r>
        <w:tab/>
        <w:t>1.013e0</w:t>
      </w:r>
    </w:p>
    <w:p w:rsidR="007B6A46" w:rsidRDefault="007B6A46" w:rsidP="007B6A46">
      <w:r>
        <w:t>203.5183</w:t>
      </w:r>
      <w:r>
        <w:tab/>
        <w:t>1.013e0</w:t>
      </w:r>
    </w:p>
    <w:p w:rsidR="007B6A46" w:rsidRDefault="007B6A46" w:rsidP="007B6A46">
      <w:r>
        <w:t>203.5367</w:t>
      </w:r>
      <w:r>
        <w:tab/>
        <w:t>1.013e0</w:t>
      </w:r>
    </w:p>
    <w:p w:rsidR="007B6A46" w:rsidRDefault="007B6A46" w:rsidP="007B6A46">
      <w:r>
        <w:t>203.5824</w:t>
      </w:r>
      <w:r>
        <w:tab/>
        <w:t>1.013e0</w:t>
      </w:r>
    </w:p>
    <w:p w:rsidR="007B6A46" w:rsidRDefault="007B6A46" w:rsidP="007B6A46">
      <w:r>
        <w:t>203.5860</w:t>
      </w:r>
      <w:r>
        <w:tab/>
        <w:t>1.013e0</w:t>
      </w:r>
    </w:p>
    <w:p w:rsidR="007B6A46" w:rsidRDefault="007B6A46" w:rsidP="007B6A46">
      <w:r>
        <w:t>203.6019</w:t>
      </w:r>
      <w:r>
        <w:tab/>
        <w:t>1.013e0</w:t>
      </w:r>
    </w:p>
    <w:p w:rsidR="007B6A46" w:rsidRDefault="007B6A46" w:rsidP="007B6A46">
      <w:r>
        <w:lastRenderedPageBreak/>
        <w:t>203.6136</w:t>
      </w:r>
      <w:r>
        <w:tab/>
        <w:t>1.013e0</w:t>
      </w:r>
    </w:p>
    <w:p w:rsidR="007B6A46" w:rsidRDefault="007B6A46" w:rsidP="007B6A46">
      <w:r>
        <w:t>203.6398</w:t>
      </w:r>
      <w:r>
        <w:tab/>
        <w:t>1.013e0</w:t>
      </w:r>
    </w:p>
    <w:p w:rsidR="007B6A46" w:rsidRDefault="007B6A46" w:rsidP="007B6A46">
      <w:r>
        <w:t>203.6586</w:t>
      </w:r>
      <w:r>
        <w:tab/>
        <w:t>1.013e0</w:t>
      </w:r>
    </w:p>
    <w:p w:rsidR="007B6A46" w:rsidRDefault="007B6A46" w:rsidP="007B6A46">
      <w:r>
        <w:t>203.6770</w:t>
      </w:r>
      <w:r>
        <w:tab/>
        <w:t>1.013e0</w:t>
      </w:r>
    </w:p>
    <w:p w:rsidR="007B6A46" w:rsidRDefault="007B6A46" w:rsidP="007B6A46">
      <w:r>
        <w:t>203.7322</w:t>
      </w:r>
      <w:r>
        <w:tab/>
        <w:t>2.025e0</w:t>
      </w:r>
    </w:p>
    <w:p w:rsidR="007B6A46" w:rsidRDefault="007B6A46" w:rsidP="007B6A46">
      <w:r>
        <w:t>203.7764</w:t>
      </w:r>
      <w:r>
        <w:tab/>
        <w:t>1.013e0</w:t>
      </w:r>
    </w:p>
    <w:p w:rsidR="007B6A46" w:rsidRDefault="007B6A46" w:rsidP="007B6A46">
      <w:r>
        <w:t>203.7876</w:t>
      </w:r>
      <w:r>
        <w:tab/>
        <w:t>2.025e0</w:t>
      </w:r>
    </w:p>
    <w:p w:rsidR="007B6A46" w:rsidRDefault="007B6A46" w:rsidP="007B6A46">
      <w:r>
        <w:t>203.8210</w:t>
      </w:r>
      <w:r>
        <w:tab/>
        <w:t>1.013e0</w:t>
      </w:r>
    </w:p>
    <w:p w:rsidR="007B6A46" w:rsidRDefault="007B6A46" w:rsidP="007B6A46">
      <w:r>
        <w:t>203.8361</w:t>
      </w:r>
      <w:r>
        <w:tab/>
        <w:t>2.025e0</w:t>
      </w:r>
    </w:p>
    <w:p w:rsidR="007B6A46" w:rsidRDefault="007B6A46" w:rsidP="007B6A46">
      <w:r>
        <w:t>203.8438</w:t>
      </w:r>
      <w:r>
        <w:tab/>
        <w:t>1.013e0</w:t>
      </w:r>
    </w:p>
    <w:p w:rsidR="007B6A46" w:rsidRDefault="007B6A46" w:rsidP="007B6A46">
      <w:r>
        <w:t>203.8477</w:t>
      </w:r>
      <w:r>
        <w:tab/>
        <w:t>1.013e0</w:t>
      </w:r>
    </w:p>
    <w:p w:rsidR="007B6A46" w:rsidRDefault="007B6A46" w:rsidP="007B6A46">
      <w:r>
        <w:t>203.8669</w:t>
      </w:r>
      <w:r>
        <w:tab/>
        <w:t>1.013e0</w:t>
      </w:r>
    </w:p>
    <w:p w:rsidR="007B6A46" w:rsidRDefault="007B6A46" w:rsidP="007B6A46">
      <w:r>
        <w:t>203.8690</w:t>
      </w:r>
      <w:r>
        <w:tab/>
        <w:t>2.025e0</w:t>
      </w:r>
    </w:p>
    <w:p w:rsidR="007B6A46" w:rsidRDefault="007B6A46" w:rsidP="007B6A46">
      <w:r>
        <w:t>203.8826</w:t>
      </w:r>
      <w:r>
        <w:tab/>
        <w:t>1.013e0</w:t>
      </w:r>
    </w:p>
    <w:p w:rsidR="007B6A46" w:rsidRDefault="007B6A46" w:rsidP="007B6A46">
      <w:r>
        <w:t>203.8981</w:t>
      </w:r>
      <w:r>
        <w:tab/>
        <w:t>1.013e0</w:t>
      </w:r>
    </w:p>
    <w:p w:rsidR="007B6A46" w:rsidRDefault="007B6A46" w:rsidP="007B6A46">
      <w:r>
        <w:t>203.9052</w:t>
      </w:r>
      <w:r>
        <w:tab/>
        <w:t>1.013e0</w:t>
      </w:r>
    </w:p>
    <w:p w:rsidR="007B6A46" w:rsidRDefault="007B6A46" w:rsidP="007B6A46">
      <w:r>
        <w:t>203.9467</w:t>
      </w:r>
      <w:r>
        <w:tab/>
        <w:t>1.013e0</w:t>
      </w:r>
    </w:p>
    <w:p w:rsidR="007B6A46" w:rsidRDefault="007B6A46" w:rsidP="007B6A46">
      <w:r>
        <w:t>203.9651</w:t>
      </w:r>
      <w:r>
        <w:tab/>
        <w:t>1.013e0</w:t>
      </w:r>
    </w:p>
    <w:p w:rsidR="007B6A46" w:rsidRDefault="007B6A46" w:rsidP="007B6A46">
      <w:r>
        <w:t>203.9728</w:t>
      </w:r>
      <w:r>
        <w:tab/>
        <w:t>1.013e0</w:t>
      </w:r>
    </w:p>
    <w:p w:rsidR="007B6A46" w:rsidRDefault="007B6A46" w:rsidP="007B6A46">
      <w:r>
        <w:lastRenderedPageBreak/>
        <w:t>203.9802</w:t>
      </w:r>
      <w:r>
        <w:tab/>
        <w:t>1.013e0</w:t>
      </w:r>
    </w:p>
    <w:p w:rsidR="007B6A46" w:rsidRDefault="007B6A46" w:rsidP="007B6A46">
      <w:r>
        <w:t>203.9922</w:t>
      </w:r>
      <w:r>
        <w:tab/>
        <w:t>1.013e0</w:t>
      </w:r>
    </w:p>
    <w:p w:rsidR="007B6A46" w:rsidRDefault="007B6A46" w:rsidP="007B6A46">
      <w:r>
        <w:t>204.0231</w:t>
      </w:r>
      <w:r>
        <w:tab/>
        <w:t>1.013e0</w:t>
      </w:r>
    </w:p>
    <w:p w:rsidR="007B6A46" w:rsidRDefault="007B6A46" w:rsidP="007B6A46">
      <w:r>
        <w:t>204.0309</w:t>
      </w:r>
      <w:r>
        <w:tab/>
        <w:t>2.025e0</w:t>
      </w:r>
    </w:p>
    <w:p w:rsidR="007B6A46" w:rsidRDefault="007B6A46" w:rsidP="007B6A46">
      <w:r>
        <w:t>204.0328</w:t>
      </w:r>
      <w:r>
        <w:tab/>
        <w:t>2.025e0</w:t>
      </w:r>
    </w:p>
    <w:p w:rsidR="007B6A46" w:rsidRDefault="007B6A46" w:rsidP="007B6A46">
      <w:r>
        <w:t>204.0455</w:t>
      </w:r>
      <w:r>
        <w:tab/>
        <w:t>1.013e0</w:t>
      </w:r>
    </w:p>
    <w:p w:rsidR="007B6A46" w:rsidRDefault="007B6A46" w:rsidP="007B6A46">
      <w:r>
        <w:t>204.0571</w:t>
      </w:r>
      <w:r>
        <w:tab/>
        <w:t>3.038e0</w:t>
      </w:r>
    </w:p>
    <w:p w:rsidR="007B6A46" w:rsidRDefault="007B6A46" w:rsidP="007B6A46">
      <w:r>
        <w:t>204.0605</w:t>
      </w:r>
      <w:r>
        <w:tab/>
        <w:t>1.013e0</w:t>
      </w:r>
    </w:p>
    <w:p w:rsidR="007B6A46" w:rsidRDefault="007B6A46" w:rsidP="007B6A46">
      <w:r>
        <w:t>204.0793</w:t>
      </w:r>
      <w:r>
        <w:tab/>
        <w:t>1.013e0</w:t>
      </w:r>
    </w:p>
    <w:p w:rsidR="007B6A46" w:rsidRDefault="007B6A46" w:rsidP="007B6A46">
      <w:r>
        <w:t>204.0983</w:t>
      </w:r>
      <w:r>
        <w:tab/>
        <w:t>1.013e0</w:t>
      </w:r>
    </w:p>
    <w:p w:rsidR="007B6A46" w:rsidRDefault="007B6A46" w:rsidP="007B6A46">
      <w:r>
        <w:t>204.1030</w:t>
      </w:r>
      <w:r>
        <w:tab/>
        <w:t>3.038e0</w:t>
      </w:r>
    </w:p>
    <w:p w:rsidR="007B6A46" w:rsidRDefault="007B6A46" w:rsidP="007B6A46">
      <w:r>
        <w:t>204.1100</w:t>
      </w:r>
      <w:r>
        <w:tab/>
        <w:t>2.025e0</w:t>
      </w:r>
    </w:p>
    <w:p w:rsidR="007B6A46" w:rsidRDefault="007B6A46" w:rsidP="007B6A46">
      <w:r>
        <w:t>204.1169</w:t>
      </w:r>
      <w:r>
        <w:tab/>
        <w:t>1.013e0</w:t>
      </w:r>
    </w:p>
    <w:p w:rsidR="007B6A46" w:rsidRDefault="007B6A46" w:rsidP="007B6A46">
      <w:r>
        <w:t>204.1273</w:t>
      </w:r>
      <w:r>
        <w:tab/>
        <w:t>2.025e0</w:t>
      </w:r>
    </w:p>
    <w:p w:rsidR="007B6A46" w:rsidRDefault="007B6A46" w:rsidP="007B6A46">
      <w:r>
        <w:t>204.1406</w:t>
      </w:r>
      <w:r>
        <w:tab/>
        <w:t>2.025e0</w:t>
      </w:r>
    </w:p>
    <w:p w:rsidR="007B6A46" w:rsidRDefault="007B6A46" w:rsidP="007B6A46">
      <w:r>
        <w:t>204.1420</w:t>
      </w:r>
      <w:r>
        <w:tab/>
        <w:t>2.025e0</w:t>
      </w:r>
    </w:p>
    <w:p w:rsidR="007B6A46" w:rsidRDefault="007B6A46" w:rsidP="007B6A46">
      <w:r>
        <w:t>204.1601</w:t>
      </w:r>
      <w:r>
        <w:tab/>
        <w:t>1.013e0</w:t>
      </w:r>
    </w:p>
    <w:p w:rsidR="007B6A46" w:rsidRDefault="007B6A46" w:rsidP="007B6A46">
      <w:r>
        <w:t>204.1636</w:t>
      </w:r>
      <w:r>
        <w:tab/>
        <w:t>3.038e0</w:t>
      </w:r>
    </w:p>
    <w:p w:rsidR="007B6A46" w:rsidRDefault="007B6A46" w:rsidP="007B6A46">
      <w:r>
        <w:t>204.1676</w:t>
      </w:r>
      <w:r>
        <w:tab/>
        <w:t>1.013e0</w:t>
      </w:r>
    </w:p>
    <w:p w:rsidR="007B6A46" w:rsidRDefault="007B6A46" w:rsidP="007B6A46">
      <w:r>
        <w:lastRenderedPageBreak/>
        <w:t>204.1862</w:t>
      </w:r>
      <w:r>
        <w:tab/>
        <w:t>2.025e0</w:t>
      </w:r>
    </w:p>
    <w:p w:rsidR="007B6A46" w:rsidRDefault="007B6A46" w:rsidP="007B6A46">
      <w:r>
        <w:t>204.2031</w:t>
      </w:r>
      <w:r>
        <w:tab/>
        <w:t>2.025e0</w:t>
      </w:r>
    </w:p>
    <w:p w:rsidR="007B6A46" w:rsidRDefault="007B6A46" w:rsidP="007B6A46">
      <w:r>
        <w:t>204.2161</w:t>
      </w:r>
      <w:r>
        <w:tab/>
        <w:t>2.025e0</w:t>
      </w:r>
    </w:p>
    <w:p w:rsidR="007B6A46" w:rsidRDefault="007B6A46" w:rsidP="007B6A46">
      <w:r>
        <w:t>204.2387</w:t>
      </w:r>
      <w:r>
        <w:tab/>
        <w:t>1.013e0</w:t>
      </w:r>
    </w:p>
    <w:p w:rsidR="007B6A46" w:rsidRDefault="007B6A46" w:rsidP="007B6A46">
      <w:r>
        <w:t>204.2538</w:t>
      </w:r>
      <w:r>
        <w:tab/>
        <w:t>1.013e0</w:t>
      </w:r>
    </w:p>
    <w:p w:rsidR="007B6A46" w:rsidRDefault="007B6A46" w:rsidP="007B6A46">
      <w:r>
        <w:t>204.3228</w:t>
      </w:r>
      <w:r>
        <w:tab/>
        <w:t>2.025e0</w:t>
      </w:r>
    </w:p>
    <w:p w:rsidR="007B6A46" w:rsidRDefault="007B6A46" w:rsidP="007B6A46">
      <w:r>
        <w:t>204.3871</w:t>
      </w:r>
      <w:r>
        <w:tab/>
        <w:t>1.013e0</w:t>
      </w:r>
    </w:p>
    <w:p w:rsidR="007B6A46" w:rsidRDefault="007B6A46" w:rsidP="007B6A46">
      <w:r>
        <w:t>204.4484</w:t>
      </w:r>
      <w:r>
        <w:tab/>
        <w:t>1.013e0</w:t>
      </w:r>
    </w:p>
    <w:p w:rsidR="007B6A46" w:rsidRDefault="007B6A46" w:rsidP="007B6A46">
      <w:r>
        <w:t>204.4631</w:t>
      </w:r>
      <w:r>
        <w:tab/>
        <w:t>1.013e0</w:t>
      </w:r>
    </w:p>
    <w:p w:rsidR="007B6A46" w:rsidRDefault="007B6A46" w:rsidP="007B6A46">
      <w:r>
        <w:t>204.4859</w:t>
      </w:r>
      <w:r>
        <w:tab/>
        <w:t>1.013e0</w:t>
      </w:r>
    </w:p>
    <w:p w:rsidR="007B6A46" w:rsidRDefault="007B6A46" w:rsidP="007B6A46">
      <w:r>
        <w:t>204.4933</w:t>
      </w:r>
      <w:r>
        <w:tab/>
        <w:t>2.025e0</w:t>
      </w:r>
    </w:p>
    <w:p w:rsidR="007B6A46" w:rsidRDefault="007B6A46" w:rsidP="007B6A46">
      <w:r>
        <w:t>204.5077</w:t>
      </w:r>
      <w:r>
        <w:tab/>
        <w:t>3.038e0</w:t>
      </w:r>
    </w:p>
    <w:p w:rsidR="007B6A46" w:rsidRDefault="007B6A46" w:rsidP="007B6A46">
      <w:r>
        <w:t>204.5120</w:t>
      </w:r>
      <w:r>
        <w:tab/>
        <w:t>1.013e0</w:t>
      </w:r>
    </w:p>
    <w:p w:rsidR="007B6A46" w:rsidRDefault="007B6A46" w:rsidP="007B6A46">
      <w:r>
        <w:t>204.5159</w:t>
      </w:r>
      <w:r>
        <w:tab/>
        <w:t>1.013e0</w:t>
      </w:r>
    </w:p>
    <w:p w:rsidR="007B6A46" w:rsidRDefault="007B6A46" w:rsidP="007B6A46">
      <w:r>
        <w:t>204.5241</w:t>
      </w:r>
      <w:r>
        <w:tab/>
        <w:t>1.013e0</w:t>
      </w:r>
    </w:p>
    <w:p w:rsidR="007B6A46" w:rsidRDefault="007B6A46" w:rsidP="007B6A46">
      <w:r>
        <w:t>204.5927</w:t>
      </w:r>
      <w:r>
        <w:tab/>
        <w:t>1.013e0</w:t>
      </w:r>
    </w:p>
    <w:p w:rsidR="007B6A46" w:rsidRDefault="007B6A46" w:rsidP="007B6A46">
      <w:r>
        <w:t>204.6261</w:t>
      </w:r>
      <w:r>
        <w:tab/>
        <w:t>1.013e0</w:t>
      </w:r>
    </w:p>
    <w:p w:rsidR="007B6A46" w:rsidRDefault="007B6A46" w:rsidP="007B6A46">
      <w:r>
        <w:t>204.6338</w:t>
      </w:r>
      <w:r>
        <w:tab/>
        <w:t>1.013e0</w:t>
      </w:r>
    </w:p>
    <w:p w:rsidR="007B6A46" w:rsidRDefault="007B6A46" w:rsidP="007B6A46">
      <w:r>
        <w:t>204.6651</w:t>
      </w:r>
      <w:r>
        <w:tab/>
        <w:t>1.013e0</w:t>
      </w:r>
    </w:p>
    <w:p w:rsidR="007B6A46" w:rsidRDefault="007B6A46" w:rsidP="007B6A46">
      <w:r>
        <w:lastRenderedPageBreak/>
        <w:t>204.6804</w:t>
      </w:r>
      <w:r>
        <w:tab/>
        <w:t>1.013e0</w:t>
      </w:r>
    </w:p>
    <w:p w:rsidR="007B6A46" w:rsidRDefault="007B6A46" w:rsidP="007B6A46">
      <w:r>
        <w:t>204.7329</w:t>
      </w:r>
      <w:r>
        <w:tab/>
        <w:t>1.013e0</w:t>
      </w:r>
    </w:p>
    <w:p w:rsidR="007B6A46" w:rsidRDefault="007B6A46" w:rsidP="007B6A46">
      <w:r>
        <w:t>204.7519</w:t>
      </w:r>
      <w:r>
        <w:tab/>
        <w:t>1.013e0</w:t>
      </w:r>
    </w:p>
    <w:p w:rsidR="007B6A46" w:rsidRDefault="007B6A46" w:rsidP="007B6A46">
      <w:r>
        <w:t>204.7826</w:t>
      </w:r>
      <w:r>
        <w:tab/>
        <w:t>1.013e0</w:t>
      </w:r>
    </w:p>
    <w:p w:rsidR="007B6A46" w:rsidRDefault="007B6A46" w:rsidP="007B6A46">
      <w:r>
        <w:t>204.8175</w:t>
      </w:r>
      <w:r>
        <w:tab/>
        <w:t>1.013e0</w:t>
      </w:r>
    </w:p>
    <w:p w:rsidR="007B6A46" w:rsidRDefault="007B6A46" w:rsidP="007B6A46">
      <w:r>
        <w:t>204.8734</w:t>
      </w:r>
      <w:r>
        <w:tab/>
        <w:t>1.013e0</w:t>
      </w:r>
    </w:p>
    <w:p w:rsidR="007B6A46" w:rsidRDefault="007B6A46" w:rsidP="007B6A46">
      <w:r>
        <w:t>204.8884</w:t>
      </w:r>
      <w:r>
        <w:tab/>
        <w:t>1.013e0</w:t>
      </w:r>
    </w:p>
    <w:p w:rsidR="007B6A46" w:rsidRDefault="007B6A46" w:rsidP="007B6A46">
      <w:r>
        <w:t>204.9117</w:t>
      </w:r>
      <w:r>
        <w:tab/>
        <w:t>1.013e0</w:t>
      </w:r>
    </w:p>
    <w:p w:rsidR="007B6A46" w:rsidRDefault="007B6A46" w:rsidP="007B6A46">
      <w:r>
        <w:t>204.9159</w:t>
      </w:r>
      <w:r>
        <w:tab/>
        <w:t>1.013e0</w:t>
      </w:r>
    </w:p>
    <w:p w:rsidR="007B6A46" w:rsidRDefault="007B6A46" w:rsidP="007B6A46">
      <w:r>
        <w:t>204.9956</w:t>
      </w:r>
      <w:r>
        <w:tab/>
        <w:t>1.013e0</w:t>
      </w:r>
    </w:p>
    <w:p w:rsidR="007B6A46" w:rsidRDefault="007B6A46" w:rsidP="007B6A46">
      <w:r>
        <w:t>205.0106</w:t>
      </w:r>
      <w:r>
        <w:tab/>
        <w:t>1.013e0</w:t>
      </w:r>
    </w:p>
    <w:p w:rsidR="007B6A46" w:rsidRDefault="007B6A46" w:rsidP="007B6A46">
      <w:r>
        <w:t>205.0140</w:t>
      </w:r>
      <w:r>
        <w:tab/>
        <w:t>1.013e0</w:t>
      </w:r>
    </w:p>
    <w:p w:rsidR="007B6A46" w:rsidRDefault="007B6A46" w:rsidP="007B6A46">
      <w:r>
        <w:t>205.0217</w:t>
      </w:r>
      <w:r>
        <w:tab/>
        <w:t>3.038e0</w:t>
      </w:r>
    </w:p>
    <w:p w:rsidR="007B6A46" w:rsidRDefault="007B6A46" w:rsidP="007B6A46">
      <w:r>
        <w:t>205.0279</w:t>
      </w:r>
      <w:r>
        <w:tab/>
        <w:t>4.051e0</w:t>
      </w:r>
    </w:p>
    <w:p w:rsidR="007B6A46" w:rsidRDefault="007B6A46" w:rsidP="007B6A46">
      <w:r>
        <w:t>205.0296</w:t>
      </w:r>
      <w:r>
        <w:tab/>
        <w:t>1.013e0</w:t>
      </w:r>
    </w:p>
    <w:p w:rsidR="007B6A46" w:rsidRDefault="007B6A46" w:rsidP="007B6A46">
      <w:r>
        <w:t>205.0663</w:t>
      </w:r>
      <w:r>
        <w:tab/>
        <w:t>2.025e0</w:t>
      </w:r>
    </w:p>
    <w:p w:rsidR="007B6A46" w:rsidRDefault="007B6A46" w:rsidP="007B6A46">
      <w:r>
        <w:t>205.0687</w:t>
      </w:r>
      <w:r>
        <w:tab/>
        <w:t>1.013e0</w:t>
      </w:r>
    </w:p>
    <w:p w:rsidR="007B6A46" w:rsidRDefault="007B6A46" w:rsidP="007B6A46">
      <w:r>
        <w:t>205.0908</w:t>
      </w:r>
      <w:r>
        <w:tab/>
        <w:t>2.025e0</w:t>
      </w:r>
    </w:p>
    <w:p w:rsidR="007B6A46" w:rsidRDefault="007B6A46" w:rsidP="007B6A46">
      <w:r>
        <w:t>205.0949</w:t>
      </w:r>
      <w:r>
        <w:tab/>
        <w:t>1.013e0</w:t>
      </w:r>
    </w:p>
    <w:p w:rsidR="007B6A46" w:rsidRDefault="007B6A46" w:rsidP="007B6A46">
      <w:r>
        <w:lastRenderedPageBreak/>
        <w:t>205.1134</w:t>
      </w:r>
      <w:r>
        <w:tab/>
        <w:t>1.013e0</w:t>
      </w:r>
    </w:p>
    <w:p w:rsidR="007B6A46" w:rsidRDefault="007B6A46" w:rsidP="007B6A46">
      <w:r>
        <w:t>205.1246</w:t>
      </w:r>
      <w:r>
        <w:tab/>
        <w:t>1.013e0</w:t>
      </w:r>
    </w:p>
    <w:p w:rsidR="007B6A46" w:rsidRDefault="007B6A46" w:rsidP="007B6A46">
      <w:r>
        <w:t>205.1343</w:t>
      </w:r>
      <w:r>
        <w:tab/>
        <w:t>3.038e0</w:t>
      </w:r>
    </w:p>
    <w:p w:rsidR="007B6A46" w:rsidRDefault="007B6A46" w:rsidP="007B6A46">
      <w:r>
        <w:t>205.1396</w:t>
      </w:r>
      <w:r>
        <w:tab/>
        <w:t>1.013e0</w:t>
      </w:r>
    </w:p>
    <w:p w:rsidR="007B6A46" w:rsidRDefault="007B6A46" w:rsidP="007B6A46">
      <w:r>
        <w:t>205.1513</w:t>
      </w:r>
      <w:r>
        <w:tab/>
        <w:t>2.025e0</w:t>
      </w:r>
    </w:p>
    <w:p w:rsidR="007B6A46" w:rsidRDefault="007B6A46" w:rsidP="007B6A46">
      <w:r>
        <w:t>205.1572</w:t>
      </w:r>
      <w:r>
        <w:tab/>
        <w:t>2.025e0</w:t>
      </w:r>
    </w:p>
    <w:p w:rsidR="007B6A46" w:rsidRDefault="007B6A46" w:rsidP="007B6A46">
      <w:r>
        <w:t>205.1593</w:t>
      </w:r>
      <w:r>
        <w:tab/>
        <w:t>2.025e0</w:t>
      </w:r>
    </w:p>
    <w:p w:rsidR="007B6A46" w:rsidRDefault="007B6A46" w:rsidP="007B6A46">
      <w:r>
        <w:t>205.1906</w:t>
      </w:r>
      <w:r>
        <w:tab/>
        <w:t>1.013e0</w:t>
      </w:r>
    </w:p>
    <w:p w:rsidR="007B6A46" w:rsidRDefault="007B6A46" w:rsidP="007B6A46">
      <w:r>
        <w:t>205.1940</w:t>
      </w:r>
      <w:r>
        <w:tab/>
        <w:t>1.013e0</w:t>
      </w:r>
    </w:p>
    <w:p w:rsidR="007B6A46" w:rsidRDefault="007B6A46" w:rsidP="007B6A46">
      <w:r>
        <w:t>205.1977</w:t>
      </w:r>
      <w:r>
        <w:tab/>
        <w:t>2.025e0</w:t>
      </w:r>
    </w:p>
    <w:p w:rsidR="007B6A46" w:rsidRDefault="007B6A46" w:rsidP="007B6A46">
      <w:r>
        <w:t>205.2243</w:t>
      </w:r>
      <w:r>
        <w:tab/>
        <w:t>1.013e0</w:t>
      </w:r>
    </w:p>
    <w:p w:rsidR="007B6A46" w:rsidRDefault="007B6A46" w:rsidP="007B6A46">
      <w:r>
        <w:t>205.3044</w:t>
      </w:r>
      <w:r>
        <w:tab/>
        <w:t>1.013e0</w:t>
      </w:r>
    </w:p>
    <w:p w:rsidR="007B6A46" w:rsidRDefault="007B6A46" w:rsidP="007B6A46">
      <w:r>
        <w:t>205.3537</w:t>
      </w:r>
      <w:r>
        <w:tab/>
        <w:t>1.013e0</w:t>
      </w:r>
    </w:p>
    <w:p w:rsidR="007B6A46" w:rsidRDefault="007B6A46" w:rsidP="007B6A46">
      <w:r>
        <w:t>205.4068</w:t>
      </w:r>
      <w:r>
        <w:tab/>
        <w:t>2.025e0</w:t>
      </w:r>
    </w:p>
    <w:p w:rsidR="007B6A46" w:rsidRDefault="007B6A46" w:rsidP="007B6A46">
      <w:r>
        <w:t>205.4494</w:t>
      </w:r>
      <w:r>
        <w:tab/>
        <w:t>1.013e0</w:t>
      </w:r>
    </w:p>
    <w:p w:rsidR="007B6A46" w:rsidRDefault="007B6A46" w:rsidP="007B6A46">
      <w:r>
        <w:t>205.5206</w:t>
      </w:r>
      <w:r>
        <w:tab/>
        <w:t>1.013e0</w:t>
      </w:r>
    </w:p>
    <w:p w:rsidR="007B6A46" w:rsidRDefault="007B6A46" w:rsidP="007B6A46">
      <w:r>
        <w:t>205.5599</w:t>
      </w:r>
      <w:r>
        <w:tab/>
        <w:t>1.013e0</w:t>
      </w:r>
    </w:p>
    <w:p w:rsidR="007B6A46" w:rsidRDefault="007B6A46" w:rsidP="007B6A46">
      <w:r>
        <w:t>205.5751</w:t>
      </w:r>
      <w:r>
        <w:tab/>
        <w:t>1.013e0</w:t>
      </w:r>
    </w:p>
    <w:p w:rsidR="007B6A46" w:rsidRDefault="007B6A46" w:rsidP="007B6A46">
      <w:r>
        <w:t>205.5823</w:t>
      </w:r>
      <w:r>
        <w:tab/>
        <w:t>2.025e0</w:t>
      </w:r>
    </w:p>
    <w:p w:rsidR="007B6A46" w:rsidRDefault="007B6A46" w:rsidP="007B6A46">
      <w:r>
        <w:lastRenderedPageBreak/>
        <w:t>205.6051</w:t>
      </w:r>
      <w:r>
        <w:tab/>
        <w:t>1.013e0</w:t>
      </w:r>
    </w:p>
    <w:p w:rsidR="007B6A46" w:rsidRDefault="007B6A46" w:rsidP="007B6A46">
      <w:r>
        <w:t>205.6426</w:t>
      </w:r>
      <w:r>
        <w:tab/>
        <w:t>1.013e0</w:t>
      </w:r>
    </w:p>
    <w:p w:rsidR="007B6A46" w:rsidRDefault="007B6A46" w:rsidP="007B6A46">
      <w:r>
        <w:t>205.6896</w:t>
      </w:r>
      <w:r>
        <w:tab/>
        <w:t>1.013e0</w:t>
      </w:r>
    </w:p>
    <w:p w:rsidR="007B6A46" w:rsidRDefault="007B6A46" w:rsidP="007B6A46">
      <w:r>
        <w:t>205.6990</w:t>
      </w:r>
      <w:r>
        <w:tab/>
        <w:t>2.025e0</w:t>
      </w:r>
    </w:p>
    <w:p w:rsidR="007B6A46" w:rsidRDefault="007B6A46" w:rsidP="007B6A46">
      <w:r>
        <w:t>205.7195</w:t>
      </w:r>
      <w:r>
        <w:tab/>
        <w:t>2.025e0</w:t>
      </w:r>
    </w:p>
    <w:p w:rsidR="007B6A46" w:rsidRDefault="007B6A46" w:rsidP="007B6A46">
      <w:r>
        <w:t>205.7384</w:t>
      </w:r>
      <w:r>
        <w:tab/>
        <w:t>1.013e0</w:t>
      </w:r>
    </w:p>
    <w:p w:rsidR="007B6A46" w:rsidRDefault="007B6A46" w:rsidP="007B6A46">
      <w:r>
        <w:t>205.7642</w:t>
      </w:r>
      <w:r>
        <w:tab/>
        <w:t>1.013e0</w:t>
      </w:r>
    </w:p>
    <w:p w:rsidR="007B6A46" w:rsidRDefault="007B6A46" w:rsidP="007B6A46">
      <w:r>
        <w:t>205.7956</w:t>
      </w:r>
      <w:r>
        <w:tab/>
        <w:t>1.013e0</w:t>
      </w:r>
    </w:p>
    <w:p w:rsidR="007B6A46" w:rsidRDefault="007B6A46" w:rsidP="007B6A46">
      <w:r>
        <w:t>205.7998</w:t>
      </w:r>
      <w:r>
        <w:tab/>
        <w:t>1.013e0</w:t>
      </w:r>
    </w:p>
    <w:p w:rsidR="007B6A46" w:rsidRDefault="007B6A46" w:rsidP="007B6A46">
      <w:r>
        <w:t>205.8189</w:t>
      </w:r>
      <w:r>
        <w:tab/>
        <w:t>2.025e0</w:t>
      </w:r>
    </w:p>
    <w:p w:rsidR="007B6A46" w:rsidRDefault="007B6A46" w:rsidP="007B6A46">
      <w:r>
        <w:t>205.8638</w:t>
      </w:r>
      <w:r>
        <w:tab/>
        <w:t>2.025e0</w:t>
      </w:r>
    </w:p>
    <w:p w:rsidR="007B6A46" w:rsidRDefault="007B6A46" w:rsidP="007B6A46">
      <w:r>
        <w:t>205.9298</w:t>
      </w:r>
      <w:r>
        <w:tab/>
        <w:t>1.013e0</w:t>
      </w:r>
    </w:p>
    <w:p w:rsidR="007B6A46" w:rsidRDefault="007B6A46" w:rsidP="007B6A46">
      <w:r>
        <w:t>205.9896</w:t>
      </w:r>
      <w:r>
        <w:tab/>
        <w:t>1.013e0</w:t>
      </w:r>
    </w:p>
    <w:p w:rsidR="007B6A46" w:rsidRDefault="007B6A46" w:rsidP="007B6A46">
      <w:r>
        <w:t>206.0049</w:t>
      </w:r>
      <w:r>
        <w:tab/>
        <w:t>2.025e0</w:t>
      </w:r>
    </w:p>
    <w:p w:rsidR="007B6A46" w:rsidRDefault="007B6A46" w:rsidP="007B6A46">
      <w:r>
        <w:t>206.0203</w:t>
      </w:r>
      <w:r>
        <w:tab/>
        <w:t>1.013e0</w:t>
      </w:r>
    </w:p>
    <w:p w:rsidR="007B6A46" w:rsidRDefault="007B6A46" w:rsidP="007B6A46">
      <w:r>
        <w:t>206.0479</w:t>
      </w:r>
      <w:r>
        <w:tab/>
        <w:t>2.025e0</w:t>
      </w:r>
    </w:p>
    <w:p w:rsidR="007B6A46" w:rsidRDefault="007B6A46" w:rsidP="007B6A46">
      <w:r>
        <w:t>206.0665</w:t>
      </w:r>
      <w:r>
        <w:tab/>
        <w:t>1.013e0</w:t>
      </w:r>
    </w:p>
    <w:p w:rsidR="007B6A46" w:rsidRDefault="007B6A46" w:rsidP="007B6A46">
      <w:r>
        <w:t>206.0685</w:t>
      </w:r>
      <w:r>
        <w:tab/>
        <w:t>6.076e0</w:t>
      </w:r>
    </w:p>
    <w:p w:rsidR="007B6A46" w:rsidRDefault="007B6A46" w:rsidP="007B6A46">
      <w:r>
        <w:t>206.0730</w:t>
      </w:r>
      <w:r>
        <w:tab/>
        <w:t>1.432e0</w:t>
      </w:r>
    </w:p>
    <w:p w:rsidR="007B6A46" w:rsidRDefault="007B6A46" w:rsidP="007B6A46">
      <w:r>
        <w:lastRenderedPageBreak/>
        <w:t>206.0744</w:t>
      </w:r>
      <w:r>
        <w:tab/>
        <w:t>3.038e0</w:t>
      </w:r>
    </w:p>
    <w:p w:rsidR="007B6A46" w:rsidRDefault="007B6A46" w:rsidP="007B6A46">
      <w:r>
        <w:t>206.1015</w:t>
      </w:r>
      <w:r>
        <w:tab/>
        <w:t>8.101e0</w:t>
      </w:r>
    </w:p>
    <w:p w:rsidR="007B6A46" w:rsidRDefault="007B6A46" w:rsidP="007B6A46">
      <w:r>
        <w:t>206.1053</w:t>
      </w:r>
      <w:r>
        <w:tab/>
        <w:t>6.076e0</w:t>
      </w:r>
    </w:p>
    <w:p w:rsidR="007B6A46" w:rsidRDefault="007B6A46" w:rsidP="007B6A46">
      <w:r>
        <w:t>206.1069</w:t>
      </w:r>
      <w:r>
        <w:tab/>
        <w:t>3.038e0</w:t>
      </w:r>
    </w:p>
    <w:p w:rsidR="007B6A46" w:rsidRDefault="007B6A46" w:rsidP="007B6A46">
      <w:r>
        <w:t>206.1107</w:t>
      </w:r>
      <w:r>
        <w:tab/>
        <w:t>1.091e1</w:t>
      </w:r>
    </w:p>
    <w:p w:rsidR="007B6A46" w:rsidRDefault="007B6A46" w:rsidP="007B6A46">
      <w:r>
        <w:t>206.1343</w:t>
      </w:r>
      <w:r>
        <w:tab/>
        <w:t>1.013e0</w:t>
      </w:r>
    </w:p>
    <w:p w:rsidR="007B6A46" w:rsidRDefault="007B6A46" w:rsidP="007B6A46">
      <w:r>
        <w:t>206.1368</w:t>
      </w:r>
      <w:r>
        <w:tab/>
        <w:t>2.025e0</w:t>
      </w:r>
    </w:p>
    <w:p w:rsidR="007B6A46" w:rsidRDefault="007B6A46" w:rsidP="007B6A46">
      <w:r>
        <w:t>206.1543</w:t>
      </w:r>
      <w:r>
        <w:tab/>
        <w:t>1.013e0</w:t>
      </w:r>
    </w:p>
    <w:p w:rsidR="007B6A46" w:rsidRDefault="007B6A46" w:rsidP="007B6A46">
      <w:r>
        <w:t>206.1714</w:t>
      </w:r>
      <w:r>
        <w:tab/>
        <w:t>4.051e0</w:t>
      </w:r>
    </w:p>
    <w:p w:rsidR="007B6A46" w:rsidRDefault="007B6A46" w:rsidP="007B6A46">
      <w:r>
        <w:t>206.1889</w:t>
      </w:r>
      <w:r>
        <w:tab/>
        <w:t>1.013e0</w:t>
      </w:r>
    </w:p>
    <w:p w:rsidR="007B6A46" w:rsidRDefault="007B6A46" w:rsidP="007B6A46">
      <w:r>
        <w:t>206.1964</w:t>
      </w:r>
      <w:r>
        <w:tab/>
        <w:t>3.038e0</w:t>
      </w:r>
    </w:p>
    <w:p w:rsidR="007B6A46" w:rsidRDefault="007B6A46" w:rsidP="007B6A46">
      <w:r>
        <w:t>206.2002</w:t>
      </w:r>
      <w:r>
        <w:tab/>
        <w:t>1.013e0</w:t>
      </w:r>
    </w:p>
    <w:p w:rsidR="007B6A46" w:rsidRDefault="007B6A46" w:rsidP="007B6A46">
      <w:r>
        <w:t>206.2470</w:t>
      </w:r>
      <w:r>
        <w:tab/>
        <w:t>2.025e0</w:t>
      </w:r>
    </w:p>
    <w:p w:rsidR="007B6A46" w:rsidRDefault="007B6A46" w:rsidP="007B6A46">
      <w:r>
        <w:t>206.2565</w:t>
      </w:r>
      <w:r>
        <w:tab/>
        <w:t>1.013e0</w:t>
      </w:r>
    </w:p>
    <w:p w:rsidR="007B6A46" w:rsidRDefault="007B6A46" w:rsidP="007B6A46">
      <w:r>
        <w:t>206.2726</w:t>
      </w:r>
      <w:r>
        <w:tab/>
        <w:t>1.013e0</w:t>
      </w:r>
    </w:p>
    <w:p w:rsidR="007B6A46" w:rsidRDefault="007B6A46" w:rsidP="007B6A46">
      <w:r>
        <w:t>206.2923</w:t>
      </w:r>
      <w:r>
        <w:tab/>
        <w:t>1.013e0</w:t>
      </w:r>
    </w:p>
    <w:p w:rsidR="007B6A46" w:rsidRDefault="007B6A46" w:rsidP="007B6A46">
      <w:r>
        <w:t>206.3069</w:t>
      </w:r>
      <w:r>
        <w:tab/>
        <w:t>1.013e0</w:t>
      </w:r>
    </w:p>
    <w:p w:rsidR="007B6A46" w:rsidRDefault="007B6A46" w:rsidP="007B6A46">
      <w:r>
        <w:t>206.3185</w:t>
      </w:r>
      <w:r>
        <w:tab/>
        <w:t>2.025e0</w:t>
      </w:r>
    </w:p>
    <w:p w:rsidR="007B6A46" w:rsidRDefault="007B6A46" w:rsidP="007B6A46">
      <w:r>
        <w:t>206.3752</w:t>
      </w:r>
      <w:r>
        <w:tab/>
        <w:t>1.013e0</w:t>
      </w:r>
    </w:p>
    <w:p w:rsidR="007B6A46" w:rsidRDefault="007B6A46" w:rsidP="007B6A46">
      <w:r>
        <w:lastRenderedPageBreak/>
        <w:t>206.4365</w:t>
      </w:r>
      <w:r>
        <w:tab/>
        <w:t>1.013e0</w:t>
      </w:r>
    </w:p>
    <w:p w:rsidR="007B6A46" w:rsidRDefault="007B6A46" w:rsidP="007B6A46">
      <w:r>
        <w:t>206.4501</w:t>
      </w:r>
      <w:r>
        <w:tab/>
        <w:t>2.025e0</w:t>
      </w:r>
    </w:p>
    <w:p w:rsidR="007B6A46" w:rsidRDefault="007B6A46" w:rsidP="007B6A46">
      <w:r>
        <w:t>206.4595</w:t>
      </w:r>
      <w:r>
        <w:tab/>
        <w:t>1.013e0</w:t>
      </w:r>
    </w:p>
    <w:p w:rsidR="007B6A46" w:rsidRDefault="007B6A46" w:rsidP="007B6A46">
      <w:r>
        <w:t>206.4854</w:t>
      </w:r>
      <w:r>
        <w:tab/>
        <w:t>1.013e0</w:t>
      </w:r>
    </w:p>
    <w:p w:rsidR="007B6A46" w:rsidRDefault="007B6A46" w:rsidP="007B6A46">
      <w:r>
        <w:t>206.5172</w:t>
      </w:r>
      <w:r>
        <w:tab/>
        <w:t>1.013e0</w:t>
      </w:r>
    </w:p>
    <w:p w:rsidR="007B6A46" w:rsidRDefault="007B6A46" w:rsidP="007B6A46">
      <w:r>
        <w:t>206.5515</w:t>
      </w:r>
      <w:r>
        <w:tab/>
        <w:t>2.025e0</w:t>
      </w:r>
    </w:p>
    <w:p w:rsidR="007B6A46" w:rsidRDefault="007B6A46" w:rsidP="007B6A46">
      <w:r>
        <w:t>206.5700</w:t>
      </w:r>
      <w:r>
        <w:tab/>
        <w:t>1.013e0</w:t>
      </w:r>
    </w:p>
    <w:p w:rsidR="007B6A46" w:rsidRDefault="007B6A46" w:rsidP="007B6A46">
      <w:r>
        <w:t>206.5816</w:t>
      </w:r>
      <w:r>
        <w:tab/>
        <w:t>3.038e0</w:t>
      </w:r>
    </w:p>
    <w:p w:rsidR="007B6A46" w:rsidRDefault="007B6A46" w:rsidP="007B6A46">
      <w:r>
        <w:t>206.6037</w:t>
      </w:r>
      <w:r>
        <w:tab/>
        <w:t>1.013e0</w:t>
      </w:r>
    </w:p>
    <w:p w:rsidR="007B6A46" w:rsidRDefault="007B6A46" w:rsidP="007B6A46">
      <w:r>
        <w:t>206.6077</w:t>
      </w:r>
      <w:r>
        <w:tab/>
        <w:t>1.013e0</w:t>
      </w:r>
    </w:p>
    <w:p w:rsidR="007B6A46" w:rsidRDefault="007B6A46" w:rsidP="007B6A46">
      <w:r>
        <w:t>206.6812</w:t>
      </w:r>
      <w:r>
        <w:tab/>
        <w:t>3.038e0</w:t>
      </w:r>
    </w:p>
    <w:p w:rsidR="007B6A46" w:rsidRDefault="007B6A46" w:rsidP="007B6A46">
      <w:r>
        <w:t>206.7150</w:t>
      </w:r>
      <w:r>
        <w:tab/>
        <w:t>2.025e0</w:t>
      </w:r>
    </w:p>
    <w:p w:rsidR="007B6A46" w:rsidRDefault="007B6A46" w:rsidP="007B6A46">
      <w:r>
        <w:t>206.7496</w:t>
      </w:r>
      <w:r>
        <w:tab/>
        <w:t>3.038e0</w:t>
      </w:r>
    </w:p>
    <w:p w:rsidR="007B6A46" w:rsidRDefault="007B6A46" w:rsidP="007B6A46">
      <w:r>
        <w:t>206.7771</w:t>
      </w:r>
      <w:r>
        <w:tab/>
        <w:t>1.013e0</w:t>
      </w:r>
    </w:p>
    <w:p w:rsidR="007B6A46" w:rsidRDefault="007B6A46" w:rsidP="007B6A46">
      <w:r>
        <w:t>206.8411</w:t>
      </w:r>
      <w:r>
        <w:tab/>
        <w:t>1.013e0</w:t>
      </w:r>
    </w:p>
    <w:p w:rsidR="007B6A46" w:rsidRDefault="007B6A46" w:rsidP="007B6A46">
      <w:r>
        <w:t>206.8608</w:t>
      </w:r>
      <w:r>
        <w:tab/>
        <w:t>2.025e0</w:t>
      </w:r>
    </w:p>
    <w:p w:rsidR="007B6A46" w:rsidRDefault="007B6A46" w:rsidP="007B6A46">
      <w:r>
        <w:t>206.8989</w:t>
      </w:r>
      <w:r>
        <w:tab/>
        <w:t>1.013e0</w:t>
      </w:r>
    </w:p>
    <w:p w:rsidR="007B6A46" w:rsidRDefault="007B6A46" w:rsidP="007B6A46">
      <w:r>
        <w:t>206.9102</w:t>
      </w:r>
      <w:r>
        <w:tab/>
        <w:t>1.013e0</w:t>
      </w:r>
    </w:p>
    <w:p w:rsidR="007B6A46" w:rsidRDefault="007B6A46" w:rsidP="007B6A46">
      <w:r>
        <w:t>206.9143</w:t>
      </w:r>
      <w:r>
        <w:tab/>
        <w:t>1.013e0</w:t>
      </w:r>
    </w:p>
    <w:p w:rsidR="007B6A46" w:rsidRDefault="007B6A46" w:rsidP="007B6A46">
      <w:r>
        <w:lastRenderedPageBreak/>
        <w:t>206.9254</w:t>
      </w:r>
      <w:r>
        <w:tab/>
        <w:t>1.013e0</w:t>
      </w:r>
    </w:p>
    <w:p w:rsidR="007B6A46" w:rsidRDefault="007B6A46" w:rsidP="007B6A46">
      <w:r>
        <w:t>206.9407</w:t>
      </w:r>
      <w:r>
        <w:tab/>
        <w:t>1.013e0</w:t>
      </w:r>
    </w:p>
    <w:p w:rsidR="007B6A46" w:rsidRDefault="007B6A46" w:rsidP="007B6A46">
      <w:r>
        <w:t>206.9441</w:t>
      </w:r>
      <w:r>
        <w:tab/>
        <w:t>1.013e0</w:t>
      </w:r>
    </w:p>
    <w:p w:rsidR="007B6A46" w:rsidRDefault="007B6A46" w:rsidP="007B6A46">
      <w:r>
        <w:t>206.9634</w:t>
      </w:r>
      <w:r>
        <w:tab/>
        <w:t>1.013e0</w:t>
      </w:r>
    </w:p>
    <w:p w:rsidR="007B6A46" w:rsidRDefault="007B6A46" w:rsidP="007B6A46">
      <w:r>
        <w:t>206.9912</w:t>
      </w:r>
      <w:r>
        <w:tab/>
        <w:t>2.025e0</w:t>
      </w:r>
    </w:p>
    <w:p w:rsidR="007B6A46" w:rsidRDefault="007B6A46" w:rsidP="007B6A46">
      <w:r>
        <w:t>206.9951</w:t>
      </w:r>
      <w:r>
        <w:tab/>
        <w:t>2.025e0</w:t>
      </w:r>
    </w:p>
    <w:p w:rsidR="007B6A46" w:rsidRDefault="007B6A46" w:rsidP="007B6A46">
      <w:r>
        <w:t>207.0099</w:t>
      </w:r>
      <w:r>
        <w:tab/>
        <w:t>3.038e0</w:t>
      </w:r>
    </w:p>
    <w:p w:rsidR="007B6A46" w:rsidRDefault="007B6A46" w:rsidP="007B6A46">
      <w:r>
        <w:t>207.0272</w:t>
      </w:r>
      <w:r>
        <w:tab/>
        <w:t>2.025e0</w:t>
      </w:r>
    </w:p>
    <w:p w:rsidR="007B6A46" w:rsidRDefault="007B6A46" w:rsidP="007B6A46">
      <w:r>
        <w:t>207.0479</w:t>
      </w:r>
      <w:r>
        <w:tab/>
        <w:t>1.013e0</w:t>
      </w:r>
    </w:p>
    <w:p w:rsidR="007B6A46" w:rsidRDefault="007B6A46" w:rsidP="007B6A46">
      <w:r>
        <w:t>207.0588</w:t>
      </w:r>
      <w:r>
        <w:tab/>
        <w:t>2.025e0</w:t>
      </w:r>
    </w:p>
    <w:p w:rsidR="007B6A46" w:rsidRDefault="007B6A46" w:rsidP="007B6A46">
      <w:r>
        <w:t>207.0629</w:t>
      </w:r>
      <w:r>
        <w:tab/>
        <w:t>1.013e0</w:t>
      </w:r>
    </w:p>
    <w:p w:rsidR="007B6A46" w:rsidRDefault="007B6A46" w:rsidP="007B6A46">
      <w:r>
        <w:t>207.0727</w:t>
      </w:r>
      <w:r>
        <w:tab/>
        <w:t>2.025e0</w:t>
      </w:r>
    </w:p>
    <w:p w:rsidR="007B6A46" w:rsidRDefault="007B6A46" w:rsidP="007B6A46">
      <w:r>
        <w:t>207.0781</w:t>
      </w:r>
      <w:r>
        <w:tab/>
        <w:t>1.013e0</w:t>
      </w:r>
    </w:p>
    <w:p w:rsidR="007B6A46" w:rsidRDefault="007B6A46" w:rsidP="007B6A46">
      <w:r>
        <w:t>207.0958</w:t>
      </w:r>
      <w:r>
        <w:tab/>
        <w:t>2.025e0</w:t>
      </w:r>
    </w:p>
    <w:p w:rsidR="007B6A46" w:rsidRDefault="007B6A46" w:rsidP="007B6A46">
      <w:r>
        <w:t>207.1018</w:t>
      </w:r>
      <w:r>
        <w:tab/>
        <w:t>1.013e0</w:t>
      </w:r>
    </w:p>
    <w:p w:rsidR="007B6A46" w:rsidRDefault="007B6A46" w:rsidP="007B6A46">
      <w:r>
        <w:t>207.1175</w:t>
      </w:r>
      <w:r>
        <w:tab/>
        <w:t>2.025e0</w:t>
      </w:r>
    </w:p>
    <w:p w:rsidR="007B6A46" w:rsidRDefault="007B6A46" w:rsidP="007B6A46">
      <w:r>
        <w:t>207.1192</w:t>
      </w:r>
      <w:r>
        <w:tab/>
        <w:t>4.928e0</w:t>
      </w:r>
    </w:p>
    <w:p w:rsidR="007B6A46" w:rsidRDefault="007B6A46" w:rsidP="007B6A46">
      <w:r>
        <w:t>207.1284</w:t>
      </w:r>
      <w:r>
        <w:tab/>
        <w:t>4.051e0</w:t>
      </w:r>
    </w:p>
    <w:p w:rsidR="007B6A46" w:rsidRDefault="007B6A46" w:rsidP="007B6A46">
      <w:r>
        <w:t>207.1331</w:t>
      </w:r>
      <w:r>
        <w:tab/>
        <w:t>3.038e0</w:t>
      </w:r>
    </w:p>
    <w:p w:rsidR="007B6A46" w:rsidRDefault="007B6A46" w:rsidP="007B6A46">
      <w:r>
        <w:lastRenderedPageBreak/>
        <w:t>207.1400</w:t>
      </w:r>
      <w:r>
        <w:tab/>
        <w:t>2.025e0</w:t>
      </w:r>
    </w:p>
    <w:p w:rsidR="007B6A46" w:rsidRDefault="007B6A46" w:rsidP="007B6A46">
      <w:r>
        <w:t>207.1548</w:t>
      </w:r>
      <w:r>
        <w:tab/>
        <w:t>1.013e0</w:t>
      </w:r>
    </w:p>
    <w:p w:rsidR="007B6A46" w:rsidRDefault="007B6A46" w:rsidP="007B6A46">
      <w:r>
        <w:t>207.1664</w:t>
      </w:r>
      <w:r>
        <w:tab/>
        <w:t>1.013e0</w:t>
      </w:r>
    </w:p>
    <w:p w:rsidR="007B6A46" w:rsidRDefault="007B6A46" w:rsidP="007B6A46">
      <w:r>
        <w:t>207.1730</w:t>
      </w:r>
      <w:r>
        <w:tab/>
        <w:t>5.063e0</w:t>
      </w:r>
    </w:p>
    <w:p w:rsidR="007B6A46" w:rsidRDefault="007B6A46" w:rsidP="007B6A46">
      <w:r>
        <w:t>207.1810</w:t>
      </w:r>
      <w:r>
        <w:tab/>
        <w:t>1.013e0</w:t>
      </w:r>
    </w:p>
    <w:p w:rsidR="007B6A46" w:rsidRDefault="007B6A46" w:rsidP="007B6A46">
      <w:r>
        <w:t>207.1892</w:t>
      </w:r>
      <w:r>
        <w:tab/>
        <w:t>1.013e0</w:t>
      </w:r>
    </w:p>
    <w:p w:rsidR="007B6A46" w:rsidRDefault="007B6A46" w:rsidP="007B6A46">
      <w:r>
        <w:t>207.1928</w:t>
      </w:r>
      <w:r>
        <w:tab/>
        <w:t>1.013e0</w:t>
      </w:r>
    </w:p>
    <w:p w:rsidR="007B6A46" w:rsidRDefault="007B6A46" w:rsidP="007B6A46">
      <w:r>
        <w:t>207.1971</w:t>
      </w:r>
      <w:r>
        <w:tab/>
        <w:t>1.013e0</w:t>
      </w:r>
    </w:p>
    <w:p w:rsidR="007B6A46" w:rsidRDefault="007B6A46" w:rsidP="007B6A46">
      <w:r>
        <w:t>207.2209</w:t>
      </w:r>
      <w:r>
        <w:tab/>
        <w:t>1.013e0</w:t>
      </w:r>
    </w:p>
    <w:p w:rsidR="007B6A46" w:rsidRDefault="007B6A46" w:rsidP="007B6A46">
      <w:r>
        <w:t>207.2282</w:t>
      </w:r>
      <w:r>
        <w:tab/>
        <w:t>1.013e0</w:t>
      </w:r>
    </w:p>
    <w:p w:rsidR="007B6A46" w:rsidRDefault="007B6A46" w:rsidP="007B6A46">
      <w:r>
        <w:t>207.2435</w:t>
      </w:r>
      <w:r>
        <w:tab/>
        <w:t>1.013e0</w:t>
      </w:r>
    </w:p>
    <w:p w:rsidR="007B6A46" w:rsidRDefault="007B6A46" w:rsidP="007B6A46">
      <w:r>
        <w:t>207.2544</w:t>
      </w:r>
      <w:r>
        <w:tab/>
        <w:t>1.013e0</w:t>
      </w:r>
    </w:p>
    <w:p w:rsidR="007B6A46" w:rsidRDefault="007B6A46" w:rsidP="007B6A46">
      <w:r>
        <w:t>207.2642</w:t>
      </w:r>
      <w:r>
        <w:tab/>
        <w:t>2.025e0</w:t>
      </w:r>
    </w:p>
    <w:p w:rsidR="007B6A46" w:rsidRDefault="007B6A46" w:rsidP="007B6A46">
      <w:r>
        <w:t>207.2849</w:t>
      </w:r>
      <w:r>
        <w:tab/>
        <w:t>1.013e0</w:t>
      </w:r>
    </w:p>
    <w:p w:rsidR="007B6A46" w:rsidRDefault="007B6A46" w:rsidP="007B6A46">
      <w:r>
        <w:t>207.3199</w:t>
      </w:r>
      <w:r>
        <w:tab/>
        <w:t>1.013e0</w:t>
      </w:r>
    </w:p>
    <w:p w:rsidR="007B6A46" w:rsidRDefault="007B6A46" w:rsidP="007B6A46">
      <w:r>
        <w:t>207.3354</w:t>
      </w:r>
      <w:r>
        <w:tab/>
        <w:t>1.013e0</w:t>
      </w:r>
    </w:p>
    <w:p w:rsidR="007B6A46" w:rsidRDefault="007B6A46" w:rsidP="007B6A46">
      <w:r>
        <w:t>207.3730</w:t>
      </w:r>
      <w:r>
        <w:tab/>
        <w:t>1.013e0</w:t>
      </w:r>
    </w:p>
    <w:p w:rsidR="007B6A46" w:rsidRDefault="007B6A46" w:rsidP="007B6A46">
      <w:r>
        <w:t>207.4825</w:t>
      </w:r>
      <w:r>
        <w:tab/>
        <w:t>2.025e0</w:t>
      </w:r>
    </w:p>
    <w:p w:rsidR="007B6A46" w:rsidRDefault="007B6A46" w:rsidP="007B6A46">
      <w:r>
        <w:t>207.4916</w:t>
      </w:r>
      <w:r>
        <w:tab/>
        <w:t>2.025e0</w:t>
      </w:r>
    </w:p>
    <w:p w:rsidR="007B6A46" w:rsidRDefault="007B6A46" w:rsidP="007B6A46">
      <w:r>
        <w:lastRenderedPageBreak/>
        <w:t>207.5032</w:t>
      </w:r>
      <w:r>
        <w:tab/>
        <w:t>1.013e0</w:t>
      </w:r>
    </w:p>
    <w:p w:rsidR="007B6A46" w:rsidRDefault="007B6A46" w:rsidP="007B6A46">
      <w:r>
        <w:t>207.5533</w:t>
      </w:r>
      <w:r>
        <w:tab/>
        <w:t>1.013e0</w:t>
      </w:r>
    </w:p>
    <w:p w:rsidR="007B6A46" w:rsidRDefault="007B6A46" w:rsidP="007B6A46">
      <w:r>
        <w:t>207.5573</w:t>
      </w:r>
      <w:r>
        <w:tab/>
        <w:t>1.013e0</w:t>
      </w:r>
    </w:p>
    <w:p w:rsidR="007B6A46" w:rsidRDefault="007B6A46" w:rsidP="007B6A46">
      <w:r>
        <w:t>207.5766</w:t>
      </w:r>
      <w:r>
        <w:tab/>
        <w:t>1.013e0</w:t>
      </w:r>
    </w:p>
    <w:p w:rsidR="007B6A46" w:rsidRDefault="007B6A46" w:rsidP="007B6A46">
      <w:r>
        <w:t>207.5879</w:t>
      </w:r>
      <w:r>
        <w:tab/>
        <w:t>1.013e0</w:t>
      </w:r>
    </w:p>
    <w:p w:rsidR="007B6A46" w:rsidRDefault="007B6A46" w:rsidP="007B6A46">
      <w:r>
        <w:t>207.5954</w:t>
      </w:r>
      <w:r>
        <w:tab/>
        <w:t>1.013e0</w:t>
      </w:r>
    </w:p>
    <w:p w:rsidR="007B6A46" w:rsidRDefault="007B6A46" w:rsidP="007B6A46">
      <w:r>
        <w:t>207.6449</w:t>
      </w:r>
      <w:r>
        <w:tab/>
        <w:t>1.013e0</w:t>
      </w:r>
    </w:p>
    <w:p w:rsidR="007B6A46" w:rsidRDefault="007B6A46" w:rsidP="007B6A46">
      <w:r>
        <w:t>207.6989</w:t>
      </w:r>
      <w:r>
        <w:tab/>
        <w:t>1.013e0</w:t>
      </w:r>
    </w:p>
    <w:p w:rsidR="007B6A46" w:rsidRDefault="007B6A46" w:rsidP="007B6A46">
      <w:r>
        <w:t>207.7252</w:t>
      </w:r>
      <w:r>
        <w:tab/>
        <w:t>2.025e0</w:t>
      </w:r>
    </w:p>
    <w:p w:rsidR="007B6A46" w:rsidRDefault="007B6A46" w:rsidP="007B6A46">
      <w:r>
        <w:t>207.7424</w:t>
      </w:r>
      <w:r>
        <w:tab/>
        <w:t>2.025e0</w:t>
      </w:r>
    </w:p>
    <w:p w:rsidR="007B6A46" w:rsidRDefault="007B6A46" w:rsidP="007B6A46">
      <w:r>
        <w:t>207.8116</w:t>
      </w:r>
      <w:r>
        <w:tab/>
        <w:t>2.025e0</w:t>
      </w:r>
    </w:p>
    <w:p w:rsidR="007B6A46" w:rsidRDefault="007B6A46" w:rsidP="007B6A46">
      <w:r>
        <w:t>207.8365</w:t>
      </w:r>
      <w:r>
        <w:tab/>
        <w:t>1.013e0</w:t>
      </w:r>
    </w:p>
    <w:p w:rsidR="007B6A46" w:rsidRDefault="007B6A46" w:rsidP="007B6A46">
      <w:r>
        <w:t>207.8588</w:t>
      </w:r>
      <w:r>
        <w:tab/>
        <w:t>1.013e0</w:t>
      </w:r>
    </w:p>
    <w:p w:rsidR="007B6A46" w:rsidRDefault="007B6A46" w:rsidP="007B6A46">
      <w:r>
        <w:t>207.8909</w:t>
      </w:r>
      <w:r>
        <w:tab/>
        <w:t>1.013e0</w:t>
      </w:r>
    </w:p>
    <w:p w:rsidR="007B6A46" w:rsidRDefault="007B6A46" w:rsidP="007B6A46">
      <w:r>
        <w:t>207.9152</w:t>
      </w:r>
      <w:r>
        <w:tab/>
        <w:t>2.025e0</w:t>
      </w:r>
    </w:p>
    <w:p w:rsidR="007B6A46" w:rsidRDefault="007B6A46" w:rsidP="007B6A46">
      <w:r>
        <w:t>207.9363</w:t>
      </w:r>
      <w:r>
        <w:tab/>
        <w:t>1.013e0</w:t>
      </w:r>
    </w:p>
    <w:p w:rsidR="007B6A46" w:rsidRDefault="007B6A46" w:rsidP="007B6A46">
      <w:r>
        <w:t>207.9401</w:t>
      </w:r>
      <w:r>
        <w:tab/>
        <w:t>1.013e0</w:t>
      </w:r>
    </w:p>
    <w:p w:rsidR="007B6A46" w:rsidRDefault="007B6A46" w:rsidP="007B6A46">
      <w:r>
        <w:t>207.9663</w:t>
      </w:r>
      <w:r>
        <w:tab/>
        <w:t>2.025e0</w:t>
      </w:r>
    </w:p>
    <w:p w:rsidR="007B6A46" w:rsidRDefault="007B6A46" w:rsidP="007B6A46">
      <w:r>
        <w:t>208.0033</w:t>
      </w:r>
      <w:r>
        <w:tab/>
        <w:t>3.038e0</w:t>
      </w:r>
    </w:p>
    <w:p w:rsidR="007B6A46" w:rsidRDefault="007B6A46" w:rsidP="007B6A46">
      <w:r>
        <w:lastRenderedPageBreak/>
        <w:t>208.0399</w:t>
      </w:r>
      <w:r>
        <w:tab/>
        <w:t>7.078e1</w:t>
      </w:r>
    </w:p>
    <w:p w:rsidR="007B6A46" w:rsidRDefault="007B6A46" w:rsidP="007B6A46">
      <w:r>
        <w:t>208.0412</w:t>
      </w:r>
      <w:r>
        <w:tab/>
        <w:t>1.532e2</w:t>
      </w:r>
    </w:p>
    <w:p w:rsidR="007B6A46" w:rsidRDefault="007B6A46" w:rsidP="007B6A46">
      <w:r>
        <w:t>208.0425</w:t>
      </w:r>
      <w:r>
        <w:tab/>
        <w:t>5.626e1</w:t>
      </w:r>
    </w:p>
    <w:p w:rsidR="007B6A46" w:rsidRDefault="007B6A46" w:rsidP="007B6A46">
      <w:r>
        <w:t>208.0436</w:t>
      </w:r>
      <w:r>
        <w:tab/>
        <w:t>4.658e1</w:t>
      </w:r>
    </w:p>
    <w:p w:rsidR="007B6A46" w:rsidRDefault="007B6A46" w:rsidP="007B6A46">
      <w:r>
        <w:t>208.1026</w:t>
      </w:r>
      <w:r>
        <w:tab/>
        <w:t>2.025e0</w:t>
      </w:r>
    </w:p>
    <w:p w:rsidR="007B6A46" w:rsidRDefault="007B6A46" w:rsidP="007B6A46">
      <w:r>
        <w:t>208.1051</w:t>
      </w:r>
      <w:r>
        <w:tab/>
        <w:t>2.025e0</w:t>
      </w:r>
    </w:p>
    <w:p w:rsidR="007B6A46" w:rsidRDefault="007B6A46" w:rsidP="007B6A46">
      <w:r>
        <w:t>208.1153</w:t>
      </w:r>
      <w:r>
        <w:tab/>
        <w:t>3.038e0</w:t>
      </w:r>
    </w:p>
    <w:p w:rsidR="007B6A46" w:rsidRDefault="007B6A46" w:rsidP="007B6A46">
      <w:r>
        <w:t>208.1172</w:t>
      </w:r>
      <w:r>
        <w:tab/>
        <w:t>1.013e0</w:t>
      </w:r>
    </w:p>
    <w:p w:rsidR="007B6A46" w:rsidRDefault="007B6A46" w:rsidP="007B6A46">
      <w:r>
        <w:t>208.1396</w:t>
      </w:r>
      <w:r>
        <w:tab/>
        <w:t>3.038e0</w:t>
      </w:r>
    </w:p>
    <w:p w:rsidR="007B6A46" w:rsidRDefault="007B6A46" w:rsidP="007B6A46">
      <w:r>
        <w:t>208.1545</w:t>
      </w:r>
      <w:r>
        <w:tab/>
        <w:t>1.013e0</w:t>
      </w:r>
    </w:p>
    <w:p w:rsidR="007B6A46" w:rsidRDefault="007B6A46" w:rsidP="007B6A46">
      <w:r>
        <w:t>208.1561</w:t>
      </w:r>
      <w:r>
        <w:tab/>
        <w:t>4.051e0</w:t>
      </w:r>
    </w:p>
    <w:p w:rsidR="007B6A46" w:rsidRDefault="007B6A46" w:rsidP="007B6A46">
      <w:r>
        <w:t>208.1638</w:t>
      </w:r>
      <w:r>
        <w:tab/>
        <w:t>3.038e0</w:t>
      </w:r>
    </w:p>
    <w:p w:rsidR="007B6A46" w:rsidRDefault="007B6A46" w:rsidP="007B6A46">
      <w:r>
        <w:t>208.1848</w:t>
      </w:r>
      <w:r>
        <w:tab/>
        <w:t>2.025e0</w:t>
      </w:r>
    </w:p>
    <w:p w:rsidR="007B6A46" w:rsidRDefault="007B6A46" w:rsidP="007B6A46">
      <w:r>
        <w:t>208.2223</w:t>
      </w:r>
      <w:r>
        <w:tab/>
        <w:t>2.025e0</w:t>
      </w:r>
    </w:p>
    <w:p w:rsidR="007B6A46" w:rsidRDefault="007B6A46" w:rsidP="007B6A46">
      <w:r>
        <w:t>208.2276</w:t>
      </w:r>
      <w:r>
        <w:tab/>
        <w:t>2.025e0</w:t>
      </w:r>
    </w:p>
    <w:p w:rsidR="007B6A46" w:rsidRDefault="007B6A46" w:rsidP="007B6A46">
      <w:r>
        <w:t>208.2336</w:t>
      </w:r>
      <w:r>
        <w:tab/>
        <w:t>2.025e0</w:t>
      </w:r>
    </w:p>
    <w:p w:rsidR="007B6A46" w:rsidRDefault="007B6A46" w:rsidP="007B6A46">
      <w:r>
        <w:t>208.2543</w:t>
      </w:r>
      <w:r>
        <w:tab/>
        <w:t>1.013e0</w:t>
      </w:r>
    </w:p>
    <w:p w:rsidR="007B6A46" w:rsidRDefault="007B6A46" w:rsidP="007B6A46">
      <w:r>
        <w:t>208.2584</w:t>
      </w:r>
      <w:r>
        <w:tab/>
        <w:t>1.013e0</w:t>
      </w:r>
    </w:p>
    <w:p w:rsidR="007B6A46" w:rsidRDefault="007B6A46" w:rsidP="007B6A46">
      <w:r>
        <w:t>208.2657</w:t>
      </w:r>
      <w:r>
        <w:tab/>
        <w:t>1.013e0</w:t>
      </w:r>
    </w:p>
    <w:p w:rsidR="007B6A46" w:rsidRDefault="007B6A46" w:rsidP="007B6A46">
      <w:r>
        <w:lastRenderedPageBreak/>
        <w:t>208.2773</w:t>
      </w:r>
      <w:r>
        <w:tab/>
        <w:t>1.013e0</w:t>
      </w:r>
    </w:p>
    <w:p w:rsidR="007B6A46" w:rsidRDefault="007B6A46" w:rsidP="007B6A46">
      <w:r>
        <w:t>208.2883</w:t>
      </w:r>
      <w:r>
        <w:tab/>
        <w:t>2.025e0</w:t>
      </w:r>
    </w:p>
    <w:p w:rsidR="007B6A46" w:rsidRDefault="007B6A46" w:rsidP="007B6A46">
      <w:r>
        <w:t>208.2997</w:t>
      </w:r>
      <w:r>
        <w:tab/>
        <w:t>1.013e0</w:t>
      </w:r>
    </w:p>
    <w:p w:rsidR="007B6A46" w:rsidRDefault="007B6A46" w:rsidP="007B6A46">
      <w:r>
        <w:t>208.3279</w:t>
      </w:r>
      <w:r>
        <w:tab/>
        <w:t>1.013e0</w:t>
      </w:r>
    </w:p>
    <w:p w:rsidR="007B6A46" w:rsidRDefault="007B6A46" w:rsidP="007B6A46">
      <w:r>
        <w:t>208.3358</w:t>
      </w:r>
      <w:r>
        <w:tab/>
        <w:t>1.013e0</w:t>
      </w:r>
    </w:p>
    <w:p w:rsidR="007B6A46" w:rsidRDefault="007B6A46" w:rsidP="007B6A46">
      <w:r>
        <w:t>208.3545</w:t>
      </w:r>
      <w:r>
        <w:tab/>
        <w:t>1.013e0</w:t>
      </w:r>
    </w:p>
    <w:p w:rsidR="007B6A46" w:rsidRDefault="007B6A46" w:rsidP="007B6A46">
      <w:r>
        <w:t>208.3579</w:t>
      </w:r>
      <w:r>
        <w:tab/>
        <w:t>1.013e0</w:t>
      </w:r>
    </w:p>
    <w:p w:rsidR="007B6A46" w:rsidRDefault="007B6A46" w:rsidP="007B6A46">
      <w:r>
        <w:t>208.3768</w:t>
      </w:r>
      <w:r>
        <w:tab/>
        <w:t>1.013e0</w:t>
      </w:r>
    </w:p>
    <w:p w:rsidR="007B6A46" w:rsidRDefault="007B6A46" w:rsidP="007B6A46">
      <w:r>
        <w:t>208.4350</w:t>
      </w:r>
      <w:r>
        <w:tab/>
        <w:t>1.013e0</w:t>
      </w:r>
    </w:p>
    <w:p w:rsidR="007B6A46" w:rsidRDefault="007B6A46" w:rsidP="007B6A46">
      <w:r>
        <w:t>208.4582</w:t>
      </w:r>
      <w:r>
        <w:tab/>
        <w:t>1.013e0</w:t>
      </w:r>
    </w:p>
    <w:p w:rsidR="007B6A46" w:rsidRDefault="007B6A46" w:rsidP="007B6A46">
      <w:r>
        <w:t>208.4846</w:t>
      </w:r>
      <w:r>
        <w:tab/>
        <w:t>1.013e0</w:t>
      </w:r>
    </w:p>
    <w:p w:rsidR="007B6A46" w:rsidRDefault="007B6A46" w:rsidP="007B6A46">
      <w:r>
        <w:t>208.5068</w:t>
      </w:r>
      <w:r>
        <w:tab/>
        <w:t>1.013e0</w:t>
      </w:r>
    </w:p>
    <w:p w:rsidR="007B6A46" w:rsidRDefault="007B6A46" w:rsidP="007B6A46">
      <w:r>
        <w:t>208.5113</w:t>
      </w:r>
      <w:r>
        <w:tab/>
        <w:t>3.038e0</w:t>
      </w:r>
    </w:p>
    <w:p w:rsidR="007B6A46" w:rsidRDefault="007B6A46" w:rsidP="007B6A46">
      <w:r>
        <w:t>208.5443</w:t>
      </w:r>
      <w:r>
        <w:tab/>
        <w:t>2.025e0</w:t>
      </w:r>
    </w:p>
    <w:p w:rsidR="007B6A46" w:rsidRDefault="007B6A46" w:rsidP="007B6A46">
      <w:r>
        <w:t>208.5464</w:t>
      </w:r>
      <w:r>
        <w:tab/>
        <w:t>1.013e0</w:t>
      </w:r>
    </w:p>
    <w:p w:rsidR="007B6A46" w:rsidRDefault="007B6A46" w:rsidP="007B6A46">
      <w:r>
        <w:t>208.5656</w:t>
      </w:r>
      <w:r>
        <w:tab/>
        <w:t>1.013e0</w:t>
      </w:r>
    </w:p>
    <w:p w:rsidR="007B6A46" w:rsidRDefault="007B6A46" w:rsidP="007B6A46">
      <w:r>
        <w:t>208.5728</w:t>
      </w:r>
      <w:r>
        <w:tab/>
        <w:t>1.013e0</w:t>
      </w:r>
    </w:p>
    <w:p w:rsidR="007B6A46" w:rsidRDefault="007B6A46" w:rsidP="007B6A46">
      <w:r>
        <w:t>208.6031</w:t>
      </w:r>
      <w:r>
        <w:tab/>
        <w:t>1.013e0</w:t>
      </w:r>
    </w:p>
    <w:p w:rsidR="007B6A46" w:rsidRDefault="007B6A46" w:rsidP="007B6A46">
      <w:r>
        <w:t>208.6303</w:t>
      </w:r>
      <w:r>
        <w:tab/>
        <w:t>1.013e0</w:t>
      </w:r>
    </w:p>
    <w:p w:rsidR="007B6A46" w:rsidRDefault="007B6A46" w:rsidP="007B6A46">
      <w:r>
        <w:lastRenderedPageBreak/>
        <w:t>208.6380</w:t>
      </w:r>
      <w:r>
        <w:tab/>
        <w:t>1.013e0</w:t>
      </w:r>
    </w:p>
    <w:p w:rsidR="007B6A46" w:rsidRDefault="007B6A46" w:rsidP="007B6A46">
      <w:r>
        <w:t>208.6542</w:t>
      </w:r>
      <w:r>
        <w:tab/>
        <w:t>1.013e0</w:t>
      </w:r>
    </w:p>
    <w:p w:rsidR="007B6A46" w:rsidRDefault="007B6A46" w:rsidP="007B6A46">
      <w:r>
        <w:t>208.6693</w:t>
      </w:r>
      <w:r>
        <w:tab/>
        <w:t>1.013e0</w:t>
      </w:r>
    </w:p>
    <w:p w:rsidR="007B6A46" w:rsidRDefault="007B6A46" w:rsidP="007B6A46">
      <w:r>
        <w:t>208.6954</w:t>
      </w:r>
      <w:r>
        <w:tab/>
        <w:t>1.013e0</w:t>
      </w:r>
    </w:p>
    <w:p w:rsidR="007B6A46" w:rsidRDefault="007B6A46" w:rsidP="007B6A46">
      <w:r>
        <w:t>208.6996</w:t>
      </w:r>
      <w:r>
        <w:tab/>
        <w:t>1.013e0</w:t>
      </w:r>
    </w:p>
    <w:p w:rsidR="007B6A46" w:rsidRDefault="007B6A46" w:rsidP="007B6A46">
      <w:r>
        <w:t>208.7258</w:t>
      </w:r>
      <w:r>
        <w:tab/>
        <w:t>2.025e0</w:t>
      </w:r>
    </w:p>
    <w:p w:rsidR="007B6A46" w:rsidRDefault="007B6A46" w:rsidP="007B6A46">
      <w:r>
        <w:t>208.7458</w:t>
      </w:r>
      <w:r>
        <w:tab/>
        <w:t>1.013e0</w:t>
      </w:r>
    </w:p>
    <w:p w:rsidR="007B6A46" w:rsidRDefault="007B6A46" w:rsidP="007B6A46">
      <w:r>
        <w:t>208.7768</w:t>
      </w:r>
      <w:r>
        <w:tab/>
        <w:t>1.013e0</w:t>
      </w:r>
    </w:p>
    <w:p w:rsidR="007B6A46" w:rsidRDefault="007B6A46" w:rsidP="007B6A46">
      <w:r>
        <w:t>208.8030</w:t>
      </w:r>
      <w:r>
        <w:tab/>
        <w:t>1.013e0</w:t>
      </w:r>
    </w:p>
    <w:p w:rsidR="007B6A46" w:rsidRDefault="007B6A46" w:rsidP="007B6A46">
      <w:r>
        <w:t>208.8494</w:t>
      </w:r>
      <w:r>
        <w:tab/>
        <w:t>1.013e0</w:t>
      </w:r>
    </w:p>
    <w:p w:rsidR="007B6A46" w:rsidRDefault="007B6A46" w:rsidP="007B6A46">
      <w:r>
        <w:t>208.8534</w:t>
      </w:r>
      <w:r>
        <w:tab/>
        <w:t>1.013e0</w:t>
      </w:r>
    </w:p>
    <w:p w:rsidR="007B6A46" w:rsidRDefault="007B6A46" w:rsidP="007B6A46">
      <w:r>
        <w:t>208.8806</w:t>
      </w:r>
      <w:r>
        <w:tab/>
        <w:t>1.013e0</w:t>
      </w:r>
    </w:p>
    <w:p w:rsidR="007B6A46" w:rsidRDefault="007B6A46" w:rsidP="007B6A46">
      <w:r>
        <w:t>208.8879</w:t>
      </w:r>
      <w:r>
        <w:tab/>
        <w:t>2.025e0</w:t>
      </w:r>
    </w:p>
    <w:p w:rsidR="007B6A46" w:rsidRDefault="007B6A46" w:rsidP="007B6A46">
      <w:r>
        <w:t>208.8994</w:t>
      </w:r>
      <w:r>
        <w:tab/>
        <w:t>1.013e0</w:t>
      </w:r>
    </w:p>
    <w:p w:rsidR="007B6A46" w:rsidRDefault="007B6A46" w:rsidP="007B6A46">
      <w:r>
        <w:t>208.9368</w:t>
      </w:r>
      <w:r>
        <w:tab/>
        <w:t>1.013e0</w:t>
      </w:r>
    </w:p>
    <w:p w:rsidR="007B6A46" w:rsidRDefault="007B6A46" w:rsidP="007B6A46">
      <w:r>
        <w:t>208.9488</w:t>
      </w:r>
      <w:r>
        <w:tab/>
        <w:t>1.013e0</w:t>
      </w:r>
    </w:p>
    <w:p w:rsidR="007B6A46" w:rsidRDefault="007B6A46" w:rsidP="007B6A46">
      <w:r>
        <w:t>208.9690</w:t>
      </w:r>
      <w:r>
        <w:tab/>
        <w:t>1.013e0</w:t>
      </w:r>
    </w:p>
    <w:p w:rsidR="007B6A46" w:rsidRDefault="007B6A46" w:rsidP="007B6A46">
      <w:r>
        <w:t>208.9766</w:t>
      </w:r>
      <w:r>
        <w:tab/>
        <w:t>1.013e0</w:t>
      </w:r>
    </w:p>
    <w:p w:rsidR="007B6A46" w:rsidRDefault="007B6A46" w:rsidP="007B6A46">
      <w:r>
        <w:t>209.0105</w:t>
      </w:r>
      <w:r>
        <w:tab/>
        <w:t>1.013e0</w:t>
      </w:r>
    </w:p>
    <w:p w:rsidR="007B6A46" w:rsidRDefault="007B6A46" w:rsidP="007B6A46">
      <w:r>
        <w:lastRenderedPageBreak/>
        <w:t>209.0183</w:t>
      </w:r>
      <w:r>
        <w:tab/>
        <w:t>2.025e0</w:t>
      </w:r>
    </w:p>
    <w:p w:rsidR="007B6A46" w:rsidRDefault="007B6A46" w:rsidP="007B6A46">
      <w:r>
        <w:t>209.0404</w:t>
      </w:r>
      <w:r>
        <w:tab/>
        <w:t>4.051e0</w:t>
      </w:r>
    </w:p>
    <w:p w:rsidR="007B6A46" w:rsidRDefault="007B6A46" w:rsidP="007B6A46">
      <w:r>
        <w:t>209.0450</w:t>
      </w:r>
      <w:r>
        <w:tab/>
        <w:t>1.620e1</w:t>
      </w:r>
    </w:p>
    <w:p w:rsidR="007B6A46" w:rsidRDefault="007B6A46" w:rsidP="007B6A46">
      <w:r>
        <w:t>209.0465</w:t>
      </w:r>
      <w:r>
        <w:tab/>
        <w:t>4.051e0</w:t>
      </w:r>
    </w:p>
    <w:p w:rsidR="007B6A46" w:rsidRDefault="007B6A46" w:rsidP="007B6A46">
      <w:r>
        <w:t>209.0481</w:t>
      </w:r>
      <w:r>
        <w:tab/>
        <w:t>1.318e1</w:t>
      </w:r>
    </w:p>
    <w:p w:rsidR="007B6A46" w:rsidRDefault="007B6A46" w:rsidP="007B6A46">
      <w:r>
        <w:t>209.0841</w:t>
      </w:r>
      <w:r>
        <w:tab/>
        <w:t>1.013e0</w:t>
      </w:r>
    </w:p>
    <w:p w:rsidR="007B6A46" w:rsidRDefault="007B6A46" w:rsidP="007B6A46">
      <w:r>
        <w:t>209.0919</w:t>
      </w:r>
      <w:r>
        <w:tab/>
        <w:t>3.038e0</w:t>
      </w:r>
    </w:p>
    <w:p w:rsidR="007B6A46" w:rsidRDefault="007B6A46" w:rsidP="007B6A46">
      <w:r>
        <w:t>209.0948</w:t>
      </w:r>
      <w:r>
        <w:tab/>
        <w:t>3.038e0</w:t>
      </w:r>
    </w:p>
    <w:p w:rsidR="007B6A46" w:rsidRDefault="007B6A46" w:rsidP="007B6A46">
      <w:r>
        <w:t>209.1066</w:t>
      </w:r>
      <w:r>
        <w:tab/>
        <w:t>2.025e0</w:t>
      </w:r>
    </w:p>
    <w:p w:rsidR="007B6A46" w:rsidRDefault="007B6A46" w:rsidP="007B6A46">
      <w:r>
        <w:t>209.1304</w:t>
      </w:r>
      <w:r>
        <w:tab/>
        <w:t>3.493e0</w:t>
      </w:r>
    </w:p>
    <w:p w:rsidR="007B6A46" w:rsidRDefault="007B6A46" w:rsidP="007B6A46">
      <w:r>
        <w:t>209.1325</w:t>
      </w:r>
      <w:r>
        <w:tab/>
        <w:t>5.063e0</w:t>
      </w:r>
    </w:p>
    <w:p w:rsidR="007B6A46" w:rsidRDefault="007B6A46" w:rsidP="007B6A46">
      <w:r>
        <w:t>209.1369</w:t>
      </w:r>
      <w:r>
        <w:tab/>
        <w:t>1.013e0</w:t>
      </w:r>
    </w:p>
    <w:p w:rsidR="007B6A46" w:rsidRDefault="007B6A46" w:rsidP="007B6A46">
      <w:r>
        <w:t>209.1468</w:t>
      </w:r>
      <w:r>
        <w:tab/>
        <w:t>2.025e0</w:t>
      </w:r>
    </w:p>
    <w:p w:rsidR="007B6A46" w:rsidRDefault="007B6A46" w:rsidP="007B6A46">
      <w:r>
        <w:t>209.1563</w:t>
      </w:r>
      <w:r>
        <w:tab/>
        <w:t>2.025e0</w:t>
      </w:r>
    </w:p>
    <w:p w:rsidR="007B6A46" w:rsidRDefault="007B6A46" w:rsidP="007B6A46">
      <w:r>
        <w:t>209.2004</w:t>
      </w:r>
      <w:r>
        <w:tab/>
        <w:t>3.038e0</w:t>
      </w:r>
    </w:p>
    <w:p w:rsidR="007B6A46" w:rsidRDefault="007B6A46" w:rsidP="007B6A46">
      <w:r>
        <w:t>209.2407</w:t>
      </w:r>
      <w:r>
        <w:tab/>
        <w:t>1.013e0</w:t>
      </w:r>
    </w:p>
    <w:p w:rsidR="007B6A46" w:rsidRDefault="007B6A46" w:rsidP="007B6A46">
      <w:r>
        <w:t>209.2523</w:t>
      </w:r>
      <w:r>
        <w:tab/>
        <w:t>1.013e0</w:t>
      </w:r>
    </w:p>
    <w:p w:rsidR="007B6A46" w:rsidRDefault="007B6A46" w:rsidP="007B6A46">
      <w:r>
        <w:t>209.2762</w:t>
      </w:r>
      <w:r>
        <w:tab/>
        <w:t>1.013e0</w:t>
      </w:r>
    </w:p>
    <w:p w:rsidR="007B6A46" w:rsidRDefault="007B6A46" w:rsidP="007B6A46">
      <w:r>
        <w:t>209.3146</w:t>
      </w:r>
      <w:r>
        <w:tab/>
        <w:t>1.013e0</w:t>
      </w:r>
    </w:p>
    <w:p w:rsidR="007B6A46" w:rsidRDefault="007B6A46" w:rsidP="007B6A46">
      <w:r>
        <w:lastRenderedPageBreak/>
        <w:t>209.3256</w:t>
      </w:r>
      <w:r>
        <w:tab/>
        <w:t>1.013e0</w:t>
      </w:r>
    </w:p>
    <w:p w:rsidR="007B6A46" w:rsidRDefault="007B6A46" w:rsidP="007B6A46">
      <w:r>
        <w:t>209.3601</w:t>
      </w:r>
      <w:r>
        <w:tab/>
        <w:t>1.013e0</w:t>
      </w:r>
    </w:p>
    <w:p w:rsidR="007B6A46" w:rsidRDefault="007B6A46" w:rsidP="007B6A46">
      <w:r>
        <w:t>209.3670</w:t>
      </w:r>
      <w:r>
        <w:tab/>
        <w:t>3.038e0</w:t>
      </w:r>
    </w:p>
    <w:p w:rsidR="007B6A46" w:rsidRDefault="007B6A46" w:rsidP="007B6A46">
      <w:r>
        <w:t>209.3921</w:t>
      </w:r>
      <w:r>
        <w:tab/>
        <w:t>1.013e0</w:t>
      </w:r>
    </w:p>
    <w:p w:rsidR="007B6A46" w:rsidRDefault="007B6A46" w:rsidP="007B6A46">
      <w:r>
        <w:t>209.4143</w:t>
      </w:r>
      <w:r>
        <w:tab/>
        <w:t>1.013e0</w:t>
      </w:r>
    </w:p>
    <w:p w:rsidR="007B6A46" w:rsidRDefault="007B6A46" w:rsidP="007B6A46">
      <w:r>
        <w:t>209.4184</w:t>
      </w:r>
      <w:r>
        <w:tab/>
        <w:t>1.013e0</w:t>
      </w:r>
    </w:p>
    <w:p w:rsidR="007B6A46" w:rsidRDefault="007B6A46" w:rsidP="007B6A46">
      <w:r>
        <w:t>209.4370</w:t>
      </w:r>
      <w:r>
        <w:tab/>
        <w:t>2.025e0</w:t>
      </w:r>
    </w:p>
    <w:p w:rsidR="007B6A46" w:rsidRDefault="007B6A46" w:rsidP="007B6A46">
      <w:r>
        <w:t>209.4640</w:t>
      </w:r>
      <w:r>
        <w:tab/>
        <w:t>1.013e0</w:t>
      </w:r>
    </w:p>
    <w:p w:rsidR="007B6A46" w:rsidRDefault="007B6A46" w:rsidP="007B6A46">
      <w:r>
        <w:t>209.4716</w:t>
      </w:r>
      <w:r>
        <w:tab/>
        <w:t>1.013e0</w:t>
      </w:r>
    </w:p>
    <w:p w:rsidR="007B6A46" w:rsidRDefault="007B6A46" w:rsidP="007B6A46">
      <w:r>
        <w:t>209.5034</w:t>
      </w:r>
      <w:r>
        <w:tab/>
        <w:t>1.013e0</w:t>
      </w:r>
    </w:p>
    <w:p w:rsidR="007B6A46" w:rsidRDefault="007B6A46" w:rsidP="007B6A46">
      <w:r>
        <w:t>209.5068</w:t>
      </w:r>
      <w:r>
        <w:tab/>
        <w:t>1.013e0</w:t>
      </w:r>
    </w:p>
    <w:p w:rsidR="007B6A46" w:rsidRDefault="007B6A46" w:rsidP="007B6A46">
      <w:r>
        <w:t>209.5106</w:t>
      </w:r>
      <w:r>
        <w:tab/>
        <w:t>1.013e0</w:t>
      </w:r>
    </w:p>
    <w:p w:rsidR="007B6A46" w:rsidRDefault="007B6A46" w:rsidP="007B6A46">
      <w:r>
        <w:t>209.5487</w:t>
      </w:r>
      <w:r>
        <w:tab/>
        <w:t>1.013e0</w:t>
      </w:r>
    </w:p>
    <w:p w:rsidR="007B6A46" w:rsidRDefault="007B6A46" w:rsidP="007B6A46">
      <w:r>
        <w:t>209.5637</w:t>
      </w:r>
      <w:r>
        <w:tab/>
        <w:t>2.025e0</w:t>
      </w:r>
    </w:p>
    <w:p w:rsidR="007B6A46" w:rsidRDefault="007B6A46" w:rsidP="007B6A46">
      <w:r>
        <w:t>209.5675</w:t>
      </w:r>
      <w:r>
        <w:tab/>
        <w:t>1.013e0</w:t>
      </w:r>
    </w:p>
    <w:p w:rsidR="007B6A46" w:rsidRDefault="007B6A46" w:rsidP="007B6A46">
      <w:r>
        <w:t>209.5719</w:t>
      </w:r>
      <w:r>
        <w:tab/>
        <w:t>1.013e0</w:t>
      </w:r>
    </w:p>
    <w:p w:rsidR="007B6A46" w:rsidRDefault="007B6A46" w:rsidP="007B6A46">
      <w:r>
        <w:t>209.5878</w:t>
      </w:r>
      <w:r>
        <w:tab/>
        <w:t>1.013e0</w:t>
      </w:r>
    </w:p>
    <w:p w:rsidR="007B6A46" w:rsidRDefault="007B6A46" w:rsidP="007B6A46">
      <w:r>
        <w:t>209.6523</w:t>
      </w:r>
      <w:r>
        <w:tab/>
        <w:t>1.013e0</w:t>
      </w:r>
    </w:p>
    <w:p w:rsidR="007B6A46" w:rsidRDefault="007B6A46" w:rsidP="007B6A46">
      <w:r>
        <w:t>209.6563</w:t>
      </w:r>
      <w:r>
        <w:tab/>
        <w:t>1.013e0</w:t>
      </w:r>
    </w:p>
    <w:p w:rsidR="007B6A46" w:rsidRDefault="007B6A46" w:rsidP="007B6A46">
      <w:r>
        <w:lastRenderedPageBreak/>
        <w:t>209.6798</w:t>
      </w:r>
      <w:r>
        <w:tab/>
        <w:t>1.013e0</w:t>
      </w:r>
    </w:p>
    <w:p w:rsidR="007B6A46" w:rsidRDefault="007B6A46" w:rsidP="007B6A46">
      <w:r>
        <w:t>209.7108</w:t>
      </w:r>
      <w:r>
        <w:tab/>
        <w:t>1.013e0</w:t>
      </w:r>
    </w:p>
    <w:p w:rsidR="007B6A46" w:rsidRDefault="007B6A46" w:rsidP="007B6A46">
      <w:r>
        <w:t>209.7338</w:t>
      </w:r>
      <w:r>
        <w:tab/>
        <w:t>1.013e0</w:t>
      </w:r>
    </w:p>
    <w:p w:rsidR="007B6A46" w:rsidRDefault="007B6A46" w:rsidP="007B6A46">
      <w:r>
        <w:t>209.7414</w:t>
      </w:r>
      <w:r>
        <w:tab/>
        <w:t>1.013e0</w:t>
      </w:r>
    </w:p>
    <w:p w:rsidR="007B6A46" w:rsidRDefault="007B6A46" w:rsidP="007B6A46">
      <w:r>
        <w:t>209.7601</w:t>
      </w:r>
      <w:r>
        <w:tab/>
        <w:t>3.038e0</w:t>
      </w:r>
    </w:p>
    <w:p w:rsidR="007B6A46" w:rsidRDefault="007B6A46" w:rsidP="007B6A46">
      <w:r>
        <w:t>209.8109</w:t>
      </w:r>
      <w:r>
        <w:tab/>
        <w:t>1.013e0</w:t>
      </w:r>
    </w:p>
    <w:p w:rsidR="007B6A46" w:rsidRDefault="007B6A46" w:rsidP="007B6A46">
      <w:r>
        <w:t>209.8225</w:t>
      </w:r>
      <w:r>
        <w:tab/>
        <w:t>1.013e0</w:t>
      </w:r>
    </w:p>
    <w:p w:rsidR="007B6A46" w:rsidRDefault="007B6A46" w:rsidP="007B6A46">
      <w:r>
        <w:t>209.8450</w:t>
      </w:r>
      <w:r>
        <w:tab/>
        <w:t>1.013e0</w:t>
      </w:r>
    </w:p>
    <w:p w:rsidR="007B6A46" w:rsidRDefault="007B6A46" w:rsidP="007B6A46">
      <w:r>
        <w:t>209.8715</w:t>
      </w:r>
      <w:r>
        <w:tab/>
        <w:t>1.013e0</w:t>
      </w:r>
    </w:p>
    <w:p w:rsidR="007B6A46" w:rsidRDefault="007B6A46" w:rsidP="007B6A46">
      <w:r>
        <w:t>209.8758</w:t>
      </w:r>
      <w:r>
        <w:tab/>
        <w:t>1.013e0</w:t>
      </w:r>
    </w:p>
    <w:p w:rsidR="007B6A46" w:rsidRDefault="007B6A46" w:rsidP="007B6A46">
      <w:r>
        <w:t>209.8838</w:t>
      </w:r>
      <w:r>
        <w:tab/>
        <w:t>1.013e0</w:t>
      </w:r>
    </w:p>
    <w:p w:rsidR="007B6A46" w:rsidRDefault="007B6A46" w:rsidP="007B6A46">
      <w:r>
        <w:t>209.9038</w:t>
      </w:r>
      <w:r>
        <w:tab/>
        <w:t>1.013e0</w:t>
      </w:r>
    </w:p>
    <w:p w:rsidR="007B6A46" w:rsidRDefault="007B6A46" w:rsidP="007B6A46">
      <w:r>
        <w:t>209.9265</w:t>
      </w:r>
      <w:r>
        <w:tab/>
        <w:t>3.038e0</w:t>
      </w:r>
    </w:p>
    <w:p w:rsidR="007B6A46" w:rsidRDefault="007B6A46" w:rsidP="007B6A46">
      <w:r>
        <w:t>209.9801</w:t>
      </w:r>
      <w:r>
        <w:tab/>
        <w:t>5.063e0</w:t>
      </w:r>
    </w:p>
    <w:p w:rsidR="007B6A46" w:rsidRDefault="007B6A46" w:rsidP="007B6A46">
      <w:r>
        <w:t>209.9959</w:t>
      </w:r>
      <w:r>
        <w:tab/>
        <w:t>1.013e0</w:t>
      </w:r>
    </w:p>
    <w:p w:rsidR="007B6A46" w:rsidRDefault="007B6A46" w:rsidP="007B6A46">
      <w:r>
        <w:t>210.0266</w:t>
      </w:r>
      <w:r>
        <w:tab/>
        <w:t>3.038e0</w:t>
      </w:r>
    </w:p>
    <w:p w:rsidR="007B6A46" w:rsidRDefault="007B6A46" w:rsidP="007B6A46">
      <w:r>
        <w:t>210.0338</w:t>
      </w:r>
      <w:r>
        <w:tab/>
        <w:t>1.013e0</w:t>
      </w:r>
    </w:p>
    <w:p w:rsidR="007B6A46" w:rsidRDefault="007B6A46" w:rsidP="007B6A46">
      <w:r>
        <w:t>210.0380</w:t>
      </w:r>
      <w:r>
        <w:tab/>
        <w:t>1.013e0</w:t>
      </w:r>
    </w:p>
    <w:p w:rsidR="007B6A46" w:rsidRDefault="007B6A46" w:rsidP="007B6A46">
      <w:r>
        <w:t>210.0414</w:t>
      </w:r>
      <w:r>
        <w:tab/>
        <w:t>2.025e0</w:t>
      </w:r>
    </w:p>
    <w:p w:rsidR="007B6A46" w:rsidRDefault="007B6A46" w:rsidP="007B6A46">
      <w:r>
        <w:lastRenderedPageBreak/>
        <w:t>210.0456</w:t>
      </w:r>
      <w:r>
        <w:tab/>
        <w:t>1.013e0</w:t>
      </w:r>
    </w:p>
    <w:p w:rsidR="007B6A46" w:rsidRDefault="007B6A46" w:rsidP="007B6A46">
      <w:r>
        <w:t>210.0531</w:t>
      </w:r>
      <w:r>
        <w:tab/>
        <w:t>2.025e0</w:t>
      </w:r>
    </w:p>
    <w:p w:rsidR="007B6A46" w:rsidRDefault="007B6A46" w:rsidP="007B6A46">
      <w:r>
        <w:t>210.0779</w:t>
      </w:r>
      <w:r>
        <w:tab/>
        <w:t>3.090e0</w:t>
      </w:r>
    </w:p>
    <w:p w:rsidR="007B6A46" w:rsidRDefault="007B6A46" w:rsidP="007B6A46">
      <w:r>
        <w:t>210.0840</w:t>
      </w:r>
      <w:r>
        <w:tab/>
        <w:t>3.038e0</w:t>
      </w:r>
    </w:p>
    <w:p w:rsidR="007B6A46" w:rsidRDefault="007B6A46" w:rsidP="007B6A46">
      <w:r>
        <w:t>210.0877</w:t>
      </w:r>
      <w:r>
        <w:tab/>
        <w:t>1.013e0</w:t>
      </w:r>
    </w:p>
    <w:p w:rsidR="007B6A46" w:rsidRDefault="007B6A46" w:rsidP="007B6A46">
      <w:r>
        <w:t>210.1136</w:t>
      </w:r>
      <w:r>
        <w:tab/>
        <w:t>2.025e0</w:t>
      </w:r>
    </w:p>
    <w:p w:rsidR="007B6A46" w:rsidRDefault="007B6A46" w:rsidP="007B6A46">
      <w:r>
        <w:t>210.1171</w:t>
      </w:r>
      <w:r>
        <w:tab/>
        <w:t>2.025e0</w:t>
      </w:r>
    </w:p>
    <w:p w:rsidR="007B6A46" w:rsidRDefault="007B6A46" w:rsidP="007B6A46">
      <w:r>
        <w:t>210.1230</w:t>
      </w:r>
      <w:r>
        <w:tab/>
        <w:t>1.013e0</w:t>
      </w:r>
    </w:p>
    <w:p w:rsidR="007B6A46" w:rsidRDefault="007B6A46" w:rsidP="007B6A46">
      <w:r>
        <w:t>210.1264</w:t>
      </w:r>
      <w:r>
        <w:tab/>
        <w:t>2.025e0</w:t>
      </w:r>
    </w:p>
    <w:p w:rsidR="007B6A46" w:rsidRDefault="007B6A46" w:rsidP="007B6A46">
      <w:r>
        <w:t>210.1400</w:t>
      </w:r>
      <w:r>
        <w:tab/>
        <w:t>2.025e0</w:t>
      </w:r>
    </w:p>
    <w:p w:rsidR="007B6A46" w:rsidRDefault="007B6A46" w:rsidP="007B6A46">
      <w:r>
        <w:t>210.1567</w:t>
      </w:r>
      <w:r>
        <w:tab/>
        <w:t>5.063e0</w:t>
      </w:r>
    </w:p>
    <w:p w:rsidR="007B6A46" w:rsidRDefault="007B6A46" w:rsidP="007B6A46">
      <w:r>
        <w:t>210.1608</w:t>
      </w:r>
      <w:r>
        <w:tab/>
        <w:t>2.025e0</w:t>
      </w:r>
    </w:p>
    <w:p w:rsidR="007B6A46" w:rsidRDefault="007B6A46" w:rsidP="007B6A46">
      <w:r>
        <w:t>210.2016</w:t>
      </w:r>
      <w:r>
        <w:tab/>
        <w:t>2.025e0</w:t>
      </w:r>
    </w:p>
    <w:p w:rsidR="007B6A46" w:rsidRDefault="007B6A46" w:rsidP="007B6A46">
      <w:r>
        <w:t>210.2042</w:t>
      </w:r>
      <w:r>
        <w:tab/>
        <w:t>1.013e0</w:t>
      </w:r>
    </w:p>
    <w:p w:rsidR="007B6A46" w:rsidRDefault="007B6A46" w:rsidP="007B6A46">
      <w:r>
        <w:t>210.2232</w:t>
      </w:r>
      <w:r>
        <w:tab/>
        <w:t>1.013e0</w:t>
      </w:r>
    </w:p>
    <w:p w:rsidR="007B6A46" w:rsidRDefault="007B6A46" w:rsidP="007B6A46">
      <w:r>
        <w:t>210.2345</w:t>
      </w:r>
      <w:r>
        <w:tab/>
        <w:t>1.013e0</w:t>
      </w:r>
    </w:p>
    <w:p w:rsidR="007B6A46" w:rsidRDefault="007B6A46" w:rsidP="007B6A46">
      <w:r>
        <w:t>210.3230</w:t>
      </w:r>
      <w:r>
        <w:tab/>
        <w:t>1.013e0</w:t>
      </w:r>
    </w:p>
    <w:p w:rsidR="007B6A46" w:rsidRDefault="007B6A46" w:rsidP="007B6A46">
      <w:r>
        <w:t>210.3382</w:t>
      </w:r>
      <w:r>
        <w:tab/>
        <w:t>1.013e0</w:t>
      </w:r>
    </w:p>
    <w:p w:rsidR="007B6A46" w:rsidRDefault="007B6A46" w:rsidP="007B6A46">
      <w:r>
        <w:t>210.3884</w:t>
      </w:r>
      <w:r>
        <w:tab/>
        <w:t>2.025e0</w:t>
      </w:r>
    </w:p>
    <w:p w:rsidR="007B6A46" w:rsidRDefault="007B6A46" w:rsidP="007B6A46">
      <w:r>
        <w:lastRenderedPageBreak/>
        <w:t>210.3963</w:t>
      </w:r>
      <w:r>
        <w:tab/>
        <w:t>1.013e0</w:t>
      </w:r>
    </w:p>
    <w:p w:rsidR="007B6A46" w:rsidRDefault="007B6A46" w:rsidP="007B6A46">
      <w:r>
        <w:t>210.4120</w:t>
      </w:r>
      <w:r>
        <w:tab/>
        <w:t>1.013e0</w:t>
      </w:r>
    </w:p>
    <w:p w:rsidR="007B6A46" w:rsidRDefault="007B6A46" w:rsidP="007B6A46">
      <w:r>
        <w:t>210.4809</w:t>
      </w:r>
      <w:r>
        <w:tab/>
        <w:t>1.013e0</w:t>
      </w:r>
    </w:p>
    <w:p w:rsidR="007B6A46" w:rsidRDefault="007B6A46" w:rsidP="007B6A46">
      <w:r>
        <w:t>210.4849</w:t>
      </w:r>
      <w:r>
        <w:tab/>
        <w:t>1.013e0</w:t>
      </w:r>
    </w:p>
    <w:p w:rsidR="007B6A46" w:rsidRDefault="007B6A46" w:rsidP="007B6A46">
      <w:r>
        <w:t>210.5049</w:t>
      </w:r>
      <w:r>
        <w:tab/>
        <w:t>2.025e0</w:t>
      </w:r>
    </w:p>
    <w:p w:rsidR="007B6A46" w:rsidRDefault="007B6A46" w:rsidP="007B6A46">
      <w:r>
        <w:t>210.5349</w:t>
      </w:r>
      <w:r>
        <w:tab/>
        <w:t>1.013e0</w:t>
      </w:r>
    </w:p>
    <w:p w:rsidR="007B6A46" w:rsidRDefault="007B6A46" w:rsidP="007B6A46">
      <w:r>
        <w:t>210.5892</w:t>
      </w:r>
      <w:r>
        <w:tab/>
        <w:t>1.013e0</w:t>
      </w:r>
    </w:p>
    <w:p w:rsidR="007B6A46" w:rsidRDefault="007B6A46" w:rsidP="007B6A46">
      <w:r>
        <w:t>210.6199</w:t>
      </w:r>
      <w:r>
        <w:tab/>
        <w:t>1.013e0</w:t>
      </w:r>
    </w:p>
    <w:p w:rsidR="007B6A46" w:rsidRDefault="007B6A46" w:rsidP="007B6A46">
      <w:r>
        <w:t>210.6393</w:t>
      </w:r>
      <w:r>
        <w:tab/>
        <w:t>1.013e0</w:t>
      </w:r>
    </w:p>
    <w:p w:rsidR="007B6A46" w:rsidRDefault="007B6A46" w:rsidP="007B6A46">
      <w:r>
        <w:t>210.6616</w:t>
      </w:r>
      <w:r>
        <w:tab/>
        <w:t>1.013e0</w:t>
      </w:r>
    </w:p>
    <w:p w:rsidR="007B6A46" w:rsidRDefault="007B6A46" w:rsidP="007B6A46">
      <w:r>
        <w:t>210.7281</w:t>
      </w:r>
      <w:r>
        <w:tab/>
        <w:t>1.013e0</w:t>
      </w:r>
    </w:p>
    <w:p w:rsidR="007B6A46" w:rsidRDefault="007B6A46" w:rsidP="007B6A46">
      <w:r>
        <w:t>210.7509</w:t>
      </w:r>
      <w:r>
        <w:tab/>
        <w:t>1.013e0</w:t>
      </w:r>
    </w:p>
    <w:p w:rsidR="007B6A46" w:rsidRDefault="007B6A46" w:rsidP="007B6A46">
      <w:r>
        <w:t>210.7618</w:t>
      </w:r>
      <w:r>
        <w:tab/>
        <w:t>1.013e0</w:t>
      </w:r>
    </w:p>
    <w:p w:rsidR="007B6A46" w:rsidRDefault="007B6A46" w:rsidP="007B6A46">
      <w:r>
        <w:t>210.7977</w:t>
      </w:r>
      <w:r>
        <w:tab/>
        <w:t>1.013e0</w:t>
      </w:r>
    </w:p>
    <w:p w:rsidR="007B6A46" w:rsidRDefault="007B6A46" w:rsidP="007B6A46">
      <w:r>
        <w:t>210.8056</w:t>
      </w:r>
      <w:r>
        <w:tab/>
        <w:t>2.025e0</w:t>
      </w:r>
    </w:p>
    <w:p w:rsidR="007B6A46" w:rsidRDefault="007B6A46" w:rsidP="007B6A46">
      <w:r>
        <w:t>210.8589</w:t>
      </w:r>
      <w:r>
        <w:tab/>
        <w:t>2.025e0</w:t>
      </w:r>
    </w:p>
    <w:p w:rsidR="007B6A46" w:rsidRDefault="007B6A46" w:rsidP="007B6A46">
      <w:r>
        <w:t>210.8820</w:t>
      </w:r>
      <w:r>
        <w:tab/>
        <w:t>2.025e0</w:t>
      </w:r>
    </w:p>
    <w:p w:rsidR="007B6A46" w:rsidRDefault="007B6A46" w:rsidP="007B6A46">
      <w:r>
        <w:t>210.8981</w:t>
      </w:r>
      <w:r>
        <w:tab/>
        <w:t>1.013e0</w:t>
      </w:r>
    </w:p>
    <w:p w:rsidR="007B6A46" w:rsidRDefault="007B6A46" w:rsidP="007B6A46">
      <w:r>
        <w:t>210.9789</w:t>
      </w:r>
      <w:r>
        <w:tab/>
        <w:t>1.013e0</w:t>
      </w:r>
    </w:p>
    <w:p w:rsidR="007B6A46" w:rsidRDefault="007B6A46" w:rsidP="007B6A46">
      <w:r>
        <w:lastRenderedPageBreak/>
        <w:t>210.9821</w:t>
      </w:r>
      <w:r>
        <w:tab/>
        <w:t>2.025e0</w:t>
      </w:r>
    </w:p>
    <w:p w:rsidR="007B6A46" w:rsidRDefault="007B6A46" w:rsidP="007B6A46">
      <w:r>
        <w:t>211.0135</w:t>
      </w:r>
      <w:r>
        <w:tab/>
        <w:t>1.013e0</w:t>
      </w:r>
    </w:p>
    <w:p w:rsidR="007B6A46" w:rsidRDefault="007B6A46" w:rsidP="007B6A46">
      <w:r>
        <w:t>211.0173</w:t>
      </w:r>
      <w:r>
        <w:tab/>
        <w:t>1.013e0</w:t>
      </w:r>
    </w:p>
    <w:p w:rsidR="007B6A46" w:rsidRDefault="007B6A46" w:rsidP="007B6A46">
      <w:r>
        <w:t>211.0252</w:t>
      </w:r>
      <w:r>
        <w:tab/>
        <w:t>1.013e0</w:t>
      </w:r>
    </w:p>
    <w:p w:rsidR="007B6A46" w:rsidRDefault="007B6A46" w:rsidP="007B6A46">
      <w:r>
        <w:t>211.0442</w:t>
      </w:r>
      <w:r>
        <w:tab/>
        <w:t>1.013e0</w:t>
      </w:r>
    </w:p>
    <w:p w:rsidR="007B6A46" w:rsidRDefault="007B6A46" w:rsidP="007B6A46">
      <w:r>
        <w:t>211.0710</w:t>
      </w:r>
      <w:r>
        <w:tab/>
        <w:t>1.013e0</w:t>
      </w:r>
    </w:p>
    <w:p w:rsidR="007B6A46" w:rsidRDefault="007B6A46" w:rsidP="007B6A46">
      <w:r>
        <w:t>211.0753</w:t>
      </w:r>
      <w:r>
        <w:tab/>
        <w:t>1.013e0</w:t>
      </w:r>
    </w:p>
    <w:p w:rsidR="007B6A46" w:rsidRDefault="007B6A46" w:rsidP="007B6A46">
      <w:r>
        <w:t>211.1104</w:t>
      </w:r>
      <w:r>
        <w:tab/>
        <w:t>1.013e0</w:t>
      </w:r>
    </w:p>
    <w:p w:rsidR="007B6A46" w:rsidRDefault="007B6A46" w:rsidP="007B6A46">
      <w:r>
        <w:t>211.1138</w:t>
      </w:r>
      <w:r>
        <w:tab/>
        <w:t>1.013e0</w:t>
      </w:r>
    </w:p>
    <w:p w:rsidR="007B6A46" w:rsidRDefault="007B6A46" w:rsidP="007B6A46">
      <w:r>
        <w:t>211.1176</w:t>
      </w:r>
      <w:r>
        <w:tab/>
        <w:t>1.013e0</w:t>
      </w:r>
    </w:p>
    <w:p w:rsidR="007B6A46" w:rsidRDefault="007B6A46" w:rsidP="007B6A46">
      <w:r>
        <w:t>211.1332</w:t>
      </w:r>
      <w:r>
        <w:tab/>
        <w:t>2.025e0</w:t>
      </w:r>
    </w:p>
    <w:p w:rsidR="007B6A46" w:rsidRDefault="007B6A46" w:rsidP="007B6A46">
      <w:r>
        <w:t>211.1343</w:t>
      </w:r>
      <w:r>
        <w:tab/>
        <w:t>5.063e0</w:t>
      </w:r>
    </w:p>
    <w:p w:rsidR="007B6A46" w:rsidRDefault="007B6A46" w:rsidP="007B6A46">
      <w:r>
        <w:t>211.1679</w:t>
      </w:r>
      <w:r>
        <w:tab/>
        <w:t>1.013e0</w:t>
      </w:r>
    </w:p>
    <w:p w:rsidR="007B6A46" w:rsidRDefault="007B6A46" w:rsidP="007B6A46">
      <w:r>
        <w:t>211.2107</w:t>
      </w:r>
      <w:r>
        <w:tab/>
        <w:t>1.013e0</w:t>
      </w:r>
    </w:p>
    <w:p w:rsidR="007B6A46" w:rsidRDefault="007B6A46" w:rsidP="007B6A46">
      <w:r>
        <w:t>211.2218</w:t>
      </w:r>
      <w:r>
        <w:tab/>
        <w:t>1.013e0</w:t>
      </w:r>
    </w:p>
    <w:p w:rsidR="007B6A46" w:rsidRDefault="007B6A46" w:rsidP="007B6A46">
      <w:r>
        <w:t>211.3451</w:t>
      </w:r>
      <w:r>
        <w:tab/>
        <w:t>1.013e0</w:t>
      </w:r>
    </w:p>
    <w:p w:rsidR="007B6A46" w:rsidRDefault="007B6A46" w:rsidP="007B6A46">
      <w:r>
        <w:t>211.3691</w:t>
      </w:r>
      <w:r>
        <w:tab/>
        <w:t>1.013e0</w:t>
      </w:r>
    </w:p>
    <w:p w:rsidR="007B6A46" w:rsidRDefault="007B6A46" w:rsidP="007B6A46">
      <w:r>
        <w:t>211.4039</w:t>
      </w:r>
      <w:r>
        <w:tab/>
        <w:t>1.013e0</w:t>
      </w:r>
    </w:p>
    <w:p w:rsidR="007B6A46" w:rsidRDefault="007B6A46" w:rsidP="007B6A46">
      <w:r>
        <w:t>211.4338</w:t>
      </w:r>
      <w:r>
        <w:tab/>
        <w:t>2.025e0</w:t>
      </w:r>
    </w:p>
    <w:p w:rsidR="007B6A46" w:rsidRDefault="007B6A46" w:rsidP="007B6A46">
      <w:r>
        <w:lastRenderedPageBreak/>
        <w:t>211.4380</w:t>
      </w:r>
      <w:r>
        <w:tab/>
        <w:t>1.013e0</w:t>
      </w:r>
    </w:p>
    <w:p w:rsidR="007B6A46" w:rsidRDefault="007B6A46" w:rsidP="007B6A46">
      <w:r>
        <w:t>211.4453</w:t>
      </w:r>
      <w:r>
        <w:tab/>
        <w:t>1.013e0</w:t>
      </w:r>
    </w:p>
    <w:p w:rsidR="007B6A46" w:rsidRDefault="007B6A46" w:rsidP="007B6A46">
      <w:r>
        <w:t>211.4657</w:t>
      </w:r>
      <w:r>
        <w:tab/>
        <w:t>1.013e0</w:t>
      </w:r>
    </w:p>
    <w:p w:rsidR="007B6A46" w:rsidRDefault="007B6A46" w:rsidP="007B6A46">
      <w:r>
        <w:t>211.5015</w:t>
      </w:r>
      <w:r>
        <w:tab/>
        <w:t>3.038e0</w:t>
      </w:r>
    </w:p>
    <w:p w:rsidR="007B6A46" w:rsidRDefault="007B6A46" w:rsidP="007B6A46">
      <w:r>
        <w:t>211.5039</w:t>
      </w:r>
      <w:r>
        <w:tab/>
        <w:t>1.013e0</w:t>
      </w:r>
    </w:p>
    <w:p w:rsidR="007B6A46" w:rsidRDefault="007B6A46" w:rsidP="007B6A46">
      <w:r>
        <w:t>211.5157</w:t>
      </w:r>
      <w:r>
        <w:tab/>
        <w:t>1.013e0</w:t>
      </w:r>
    </w:p>
    <w:p w:rsidR="007B6A46" w:rsidRDefault="007B6A46" w:rsidP="007B6A46">
      <w:r>
        <w:t>211.5621</w:t>
      </w:r>
      <w:r>
        <w:tab/>
        <w:t>1.013e0</w:t>
      </w:r>
    </w:p>
    <w:p w:rsidR="007B6A46" w:rsidRDefault="007B6A46" w:rsidP="007B6A46">
      <w:r>
        <w:t>211.5705</w:t>
      </w:r>
      <w:r>
        <w:tab/>
        <w:t>1.013e0</w:t>
      </w:r>
    </w:p>
    <w:p w:rsidR="007B6A46" w:rsidRDefault="007B6A46" w:rsidP="007B6A46">
      <w:r>
        <w:t>211.5857</w:t>
      </w:r>
      <w:r>
        <w:tab/>
        <w:t>1.013e0</w:t>
      </w:r>
    </w:p>
    <w:p w:rsidR="007B6A46" w:rsidRDefault="007B6A46" w:rsidP="007B6A46">
      <w:r>
        <w:t>211.5892</w:t>
      </w:r>
      <w:r>
        <w:tab/>
        <w:t>1.013e0</w:t>
      </w:r>
    </w:p>
    <w:p w:rsidR="007B6A46" w:rsidRDefault="007B6A46" w:rsidP="007B6A46">
      <w:r>
        <w:t>211.6047</w:t>
      </w:r>
      <w:r>
        <w:tab/>
        <w:t>1.013e0</w:t>
      </w:r>
    </w:p>
    <w:p w:rsidR="007B6A46" w:rsidRDefault="007B6A46" w:rsidP="007B6A46">
      <w:r>
        <w:t>211.6430</w:t>
      </w:r>
      <w:r>
        <w:tab/>
        <w:t>1.013e0</w:t>
      </w:r>
    </w:p>
    <w:p w:rsidR="007B6A46" w:rsidRDefault="007B6A46" w:rsidP="007B6A46">
      <w:r>
        <w:t>211.6551</w:t>
      </w:r>
      <w:r>
        <w:tab/>
        <w:t>1.013e0</w:t>
      </w:r>
    </w:p>
    <w:p w:rsidR="007B6A46" w:rsidRDefault="007B6A46" w:rsidP="007B6A46">
      <w:r>
        <w:t>211.6975</w:t>
      </w:r>
      <w:r>
        <w:tab/>
        <w:t>2.025e0</w:t>
      </w:r>
    </w:p>
    <w:p w:rsidR="007B6A46" w:rsidRDefault="007B6A46" w:rsidP="007B6A46">
      <w:r>
        <w:t>211.7086</w:t>
      </w:r>
      <w:r>
        <w:tab/>
        <w:t>2.025e0</w:t>
      </w:r>
    </w:p>
    <w:p w:rsidR="007B6A46" w:rsidRDefault="007B6A46" w:rsidP="007B6A46">
      <w:r>
        <w:t>211.7237</w:t>
      </w:r>
      <w:r>
        <w:tab/>
        <w:t>1.013e0</w:t>
      </w:r>
    </w:p>
    <w:p w:rsidR="007B6A46" w:rsidRDefault="007B6A46" w:rsidP="007B6A46">
      <w:r>
        <w:t>211.7556</w:t>
      </w:r>
      <w:r>
        <w:tab/>
        <w:t>1.013e0</w:t>
      </w:r>
    </w:p>
    <w:p w:rsidR="007B6A46" w:rsidRDefault="007B6A46" w:rsidP="007B6A46">
      <w:r>
        <w:t>211.7904</w:t>
      </w:r>
      <w:r>
        <w:tab/>
        <w:t>1.013e0</w:t>
      </w:r>
    </w:p>
    <w:p w:rsidR="007B6A46" w:rsidRDefault="007B6A46" w:rsidP="007B6A46">
      <w:r>
        <w:t>211.7939</w:t>
      </w:r>
      <w:r>
        <w:tab/>
        <w:t>1.013e0</w:t>
      </w:r>
    </w:p>
    <w:p w:rsidR="007B6A46" w:rsidRDefault="007B6A46" w:rsidP="007B6A46">
      <w:r>
        <w:lastRenderedPageBreak/>
        <w:t>211.8090</w:t>
      </w:r>
      <w:r>
        <w:tab/>
        <w:t>1.013e0</w:t>
      </w:r>
    </w:p>
    <w:p w:rsidR="007B6A46" w:rsidRDefault="007B6A46" w:rsidP="007B6A46">
      <w:r>
        <w:t>211.8245</w:t>
      </w:r>
      <w:r>
        <w:tab/>
        <w:t>1.013e0</w:t>
      </w:r>
    </w:p>
    <w:p w:rsidR="007B6A46" w:rsidRDefault="007B6A46" w:rsidP="007B6A46">
      <w:r>
        <w:t>211.8362</w:t>
      </w:r>
      <w:r>
        <w:tab/>
        <w:t>1.013e0</w:t>
      </w:r>
    </w:p>
    <w:p w:rsidR="007B6A46" w:rsidRDefault="007B6A46" w:rsidP="007B6A46">
      <w:r>
        <w:t>211.8406</w:t>
      </w:r>
      <w:r>
        <w:tab/>
        <w:t>1.013e0</w:t>
      </w:r>
    </w:p>
    <w:p w:rsidR="007B6A46" w:rsidRDefault="007B6A46" w:rsidP="007B6A46">
      <w:r>
        <w:t>211.8564</w:t>
      </w:r>
      <w:r>
        <w:tab/>
        <w:t>1.013e0</w:t>
      </w:r>
    </w:p>
    <w:p w:rsidR="007B6A46" w:rsidRDefault="007B6A46" w:rsidP="007B6A46">
      <w:r>
        <w:t>211.8606</w:t>
      </w:r>
      <w:r>
        <w:tab/>
        <w:t>1.013e0</w:t>
      </w:r>
    </w:p>
    <w:p w:rsidR="007B6A46" w:rsidRDefault="007B6A46" w:rsidP="007B6A46">
      <w:r>
        <w:t>211.9411</w:t>
      </w:r>
      <w:r>
        <w:tab/>
        <w:t>1.013e0</w:t>
      </w:r>
    </w:p>
    <w:p w:rsidR="007B6A46" w:rsidRDefault="007B6A46" w:rsidP="007B6A46">
      <w:r>
        <w:t>211.9473</w:t>
      </w:r>
      <w:r>
        <w:tab/>
        <w:t>2.025e0</w:t>
      </w:r>
    </w:p>
    <w:p w:rsidR="007B6A46" w:rsidRDefault="007B6A46" w:rsidP="007B6A46">
      <w:r>
        <w:t>211.9535</w:t>
      </w:r>
      <w:r>
        <w:tab/>
        <w:t>1.013e0</w:t>
      </w:r>
    </w:p>
    <w:p w:rsidR="007B6A46" w:rsidRDefault="007B6A46" w:rsidP="007B6A46">
      <w:r>
        <w:t>211.9856</w:t>
      </w:r>
      <w:r>
        <w:tab/>
        <w:t>2.025e0</w:t>
      </w:r>
    </w:p>
    <w:p w:rsidR="007B6A46" w:rsidRDefault="007B6A46" w:rsidP="007B6A46">
      <w:r>
        <w:t>211.9872</w:t>
      </w:r>
      <w:r>
        <w:tab/>
        <w:t>1.013e0</w:t>
      </w:r>
    </w:p>
    <w:p w:rsidR="007B6A46" w:rsidRDefault="007B6A46" w:rsidP="007B6A46">
      <w:r>
        <w:t>212.0028</w:t>
      </w:r>
      <w:r>
        <w:tab/>
        <w:t>7.089e0</w:t>
      </w:r>
    </w:p>
    <w:p w:rsidR="007B6A46" w:rsidRDefault="007B6A46" w:rsidP="007B6A46">
      <w:r>
        <w:t>212.0106</w:t>
      </w:r>
      <w:r>
        <w:tab/>
        <w:t>3.038e0</w:t>
      </w:r>
    </w:p>
    <w:p w:rsidR="007B6A46" w:rsidRDefault="007B6A46" w:rsidP="007B6A46">
      <w:r>
        <w:t>212.0142</w:t>
      </w:r>
      <w:r>
        <w:tab/>
        <w:t>3.038e0</w:t>
      </w:r>
    </w:p>
    <w:p w:rsidR="007B6A46" w:rsidRDefault="007B6A46" w:rsidP="007B6A46">
      <w:r>
        <w:t>212.0191</w:t>
      </w:r>
      <w:r>
        <w:tab/>
        <w:t>2.025e0</w:t>
      </w:r>
    </w:p>
    <w:p w:rsidR="007B6A46" w:rsidRDefault="007B6A46" w:rsidP="007B6A46">
      <w:r>
        <w:t>212.0338</w:t>
      </w:r>
      <w:r>
        <w:tab/>
        <w:t>3.038e0</w:t>
      </w:r>
    </w:p>
    <w:p w:rsidR="007B6A46" w:rsidRDefault="007B6A46" w:rsidP="007B6A46">
      <w:r>
        <w:t>212.0376</w:t>
      </w:r>
      <w:r>
        <w:tab/>
        <w:t>1.215e1</w:t>
      </w:r>
    </w:p>
    <w:p w:rsidR="007B6A46" w:rsidRDefault="007B6A46" w:rsidP="007B6A46">
      <w:r>
        <w:t>212.0424</w:t>
      </w:r>
      <w:r>
        <w:tab/>
        <w:t>1.014e0</w:t>
      </w:r>
    </w:p>
    <w:p w:rsidR="007B6A46" w:rsidRDefault="007B6A46" w:rsidP="007B6A46">
      <w:r>
        <w:t>212.0725</w:t>
      </w:r>
      <w:r>
        <w:tab/>
        <w:t>1.013e0</w:t>
      </w:r>
    </w:p>
    <w:p w:rsidR="007B6A46" w:rsidRDefault="007B6A46" w:rsidP="007B6A46">
      <w:r>
        <w:lastRenderedPageBreak/>
        <w:t>212.0880</w:t>
      </w:r>
      <w:r>
        <w:tab/>
        <w:t>1.013e0</w:t>
      </w:r>
    </w:p>
    <w:p w:rsidR="007B6A46" w:rsidRDefault="007B6A46" w:rsidP="007B6A46">
      <w:r>
        <w:t>212.0971</w:t>
      </w:r>
      <w:r>
        <w:tab/>
        <w:t>2.025e0</w:t>
      </w:r>
    </w:p>
    <w:p w:rsidR="007B6A46" w:rsidRDefault="007B6A46" w:rsidP="007B6A46">
      <w:r>
        <w:t>212.1070</w:t>
      </w:r>
      <w:r>
        <w:tab/>
        <w:t>1.013e0</w:t>
      </w:r>
    </w:p>
    <w:p w:rsidR="007B6A46" w:rsidRDefault="007B6A46" w:rsidP="007B6A46">
      <w:r>
        <w:t>212.1133</w:t>
      </w:r>
      <w:r>
        <w:tab/>
        <w:t>4.051e0</w:t>
      </w:r>
    </w:p>
    <w:p w:rsidR="007B6A46" w:rsidRDefault="007B6A46" w:rsidP="007B6A46">
      <w:r>
        <w:t>212.1353</w:t>
      </w:r>
      <w:r>
        <w:tab/>
        <w:t>4.351e0</w:t>
      </w:r>
    </w:p>
    <w:p w:rsidR="007B6A46" w:rsidRDefault="007B6A46" w:rsidP="007B6A46">
      <w:r>
        <w:t>212.1368</w:t>
      </w:r>
      <w:r>
        <w:tab/>
        <w:t>3.038e0</w:t>
      </w:r>
    </w:p>
    <w:p w:rsidR="007B6A46" w:rsidRDefault="007B6A46" w:rsidP="007B6A46">
      <w:r>
        <w:t>212.1413</w:t>
      </w:r>
      <w:r>
        <w:tab/>
        <w:t>6.076e0</w:t>
      </w:r>
    </w:p>
    <w:p w:rsidR="007B6A46" w:rsidRDefault="007B6A46" w:rsidP="007B6A46">
      <w:r>
        <w:t>212.1521</w:t>
      </w:r>
      <w:r>
        <w:tab/>
        <w:t>3.038e0</w:t>
      </w:r>
    </w:p>
    <w:p w:rsidR="007B6A46" w:rsidRDefault="007B6A46" w:rsidP="007B6A46">
      <w:r>
        <w:t>212.1580</w:t>
      </w:r>
      <w:r>
        <w:tab/>
        <w:t>3.038e0</w:t>
      </w:r>
    </w:p>
    <w:p w:rsidR="007B6A46" w:rsidRDefault="007B6A46" w:rsidP="007B6A46">
      <w:r>
        <w:t>212.1619</w:t>
      </w:r>
      <w:r>
        <w:tab/>
        <w:t>2.025e0</w:t>
      </w:r>
    </w:p>
    <w:p w:rsidR="007B6A46" w:rsidRDefault="007B6A46" w:rsidP="007B6A46">
      <w:r>
        <w:t>212.1695</w:t>
      </w:r>
      <w:r>
        <w:tab/>
        <w:t>1.013e0</w:t>
      </w:r>
    </w:p>
    <w:p w:rsidR="007B6A46" w:rsidRDefault="007B6A46" w:rsidP="007B6A46">
      <w:r>
        <w:t>212.1740</w:t>
      </w:r>
      <w:r>
        <w:tab/>
        <w:t>3.038e0</w:t>
      </w:r>
    </w:p>
    <w:p w:rsidR="007B6A46" w:rsidRDefault="007B6A46" w:rsidP="007B6A46">
      <w:r>
        <w:t>212.1768</w:t>
      </w:r>
      <w:r>
        <w:tab/>
        <w:t>1.013e0</w:t>
      </w:r>
    </w:p>
    <w:p w:rsidR="007B6A46" w:rsidRDefault="007B6A46" w:rsidP="007B6A46">
      <w:r>
        <w:t>212.1999</w:t>
      </w:r>
      <w:r>
        <w:tab/>
        <w:t>1.013e0</w:t>
      </w:r>
    </w:p>
    <w:p w:rsidR="007B6A46" w:rsidRDefault="007B6A46" w:rsidP="007B6A46">
      <w:r>
        <w:t>212.2238</w:t>
      </w:r>
      <w:r>
        <w:tab/>
        <w:t>1.013e0</w:t>
      </w:r>
    </w:p>
    <w:p w:rsidR="007B6A46" w:rsidRDefault="007B6A46" w:rsidP="007B6A46">
      <w:r>
        <w:t>212.2297</w:t>
      </w:r>
      <w:r>
        <w:tab/>
        <w:t>2.025e0</w:t>
      </w:r>
    </w:p>
    <w:p w:rsidR="007B6A46" w:rsidRDefault="007B6A46" w:rsidP="007B6A46">
      <w:r>
        <w:t>212.2625</w:t>
      </w:r>
      <w:r>
        <w:tab/>
        <w:t>2.025e0</w:t>
      </w:r>
    </w:p>
    <w:p w:rsidR="007B6A46" w:rsidRDefault="007B6A46" w:rsidP="007B6A46">
      <w:r>
        <w:t>212.2811</w:t>
      </w:r>
      <w:r>
        <w:tab/>
        <w:t>1.013e0</w:t>
      </w:r>
    </w:p>
    <w:p w:rsidR="007B6A46" w:rsidRDefault="007B6A46" w:rsidP="007B6A46">
      <w:r>
        <w:t>212.2965</w:t>
      </w:r>
      <w:r>
        <w:tab/>
        <w:t>1.013e0</w:t>
      </w:r>
    </w:p>
    <w:p w:rsidR="007B6A46" w:rsidRDefault="007B6A46" w:rsidP="007B6A46">
      <w:r>
        <w:lastRenderedPageBreak/>
        <w:t>212.3049</w:t>
      </w:r>
      <w:r>
        <w:tab/>
        <w:t>1.013e0</w:t>
      </w:r>
    </w:p>
    <w:p w:rsidR="007B6A46" w:rsidRDefault="007B6A46" w:rsidP="007B6A46">
      <w:r>
        <w:t>212.3248</w:t>
      </w:r>
      <w:r>
        <w:tab/>
        <w:t>1.013e0</w:t>
      </w:r>
    </w:p>
    <w:p w:rsidR="007B6A46" w:rsidRDefault="007B6A46" w:rsidP="007B6A46">
      <w:r>
        <w:t>212.3550</w:t>
      </w:r>
      <w:r>
        <w:tab/>
        <w:t>1.013e0</w:t>
      </w:r>
    </w:p>
    <w:p w:rsidR="007B6A46" w:rsidRDefault="007B6A46" w:rsidP="007B6A46">
      <w:r>
        <w:t>212.4521</w:t>
      </w:r>
      <w:r>
        <w:tab/>
        <w:t>1.013e0</w:t>
      </w:r>
    </w:p>
    <w:p w:rsidR="007B6A46" w:rsidRDefault="007B6A46" w:rsidP="007B6A46">
      <w:r>
        <w:t>212.4669</w:t>
      </w:r>
      <w:r>
        <w:tab/>
        <w:t>1.013e0</w:t>
      </w:r>
    </w:p>
    <w:p w:rsidR="007B6A46" w:rsidRDefault="007B6A46" w:rsidP="007B6A46">
      <w:r>
        <w:t>212.4909</w:t>
      </w:r>
      <w:r>
        <w:tab/>
        <w:t>1.013e0</w:t>
      </w:r>
    </w:p>
    <w:p w:rsidR="007B6A46" w:rsidRDefault="007B6A46" w:rsidP="007B6A46">
      <w:r>
        <w:t>212.4946</w:t>
      </w:r>
      <w:r>
        <w:tab/>
        <w:t>1.013e0</w:t>
      </w:r>
    </w:p>
    <w:p w:rsidR="007B6A46" w:rsidRDefault="007B6A46" w:rsidP="007B6A46">
      <w:r>
        <w:t>212.5148</w:t>
      </w:r>
      <w:r>
        <w:tab/>
        <w:t>1.013e0</w:t>
      </w:r>
    </w:p>
    <w:p w:rsidR="007B6A46" w:rsidRDefault="007B6A46" w:rsidP="007B6A46">
      <w:r>
        <w:t>212.5375</w:t>
      </w:r>
      <w:r>
        <w:tab/>
        <w:t>1.013e0</w:t>
      </w:r>
    </w:p>
    <w:p w:rsidR="007B6A46" w:rsidRDefault="007B6A46" w:rsidP="007B6A46">
      <w:r>
        <w:t>212.5602</w:t>
      </w:r>
      <w:r>
        <w:tab/>
        <w:t>1.013e0</w:t>
      </w:r>
    </w:p>
    <w:p w:rsidR="007B6A46" w:rsidRDefault="007B6A46" w:rsidP="007B6A46">
      <w:r>
        <w:t>212.6122</w:t>
      </w:r>
      <w:r>
        <w:tab/>
        <w:t>3.038e0</w:t>
      </w:r>
    </w:p>
    <w:p w:rsidR="007B6A46" w:rsidRDefault="007B6A46" w:rsidP="007B6A46">
      <w:r>
        <w:t>212.6418</w:t>
      </w:r>
      <w:r>
        <w:tab/>
        <w:t>3.038e0</w:t>
      </w:r>
    </w:p>
    <w:p w:rsidR="007B6A46" w:rsidRDefault="007B6A46" w:rsidP="007B6A46">
      <w:r>
        <w:t>212.7311</w:t>
      </w:r>
      <w:r>
        <w:tab/>
        <w:t>1.013e0</w:t>
      </w:r>
    </w:p>
    <w:p w:rsidR="007B6A46" w:rsidRDefault="007B6A46" w:rsidP="007B6A46">
      <w:r>
        <w:t>212.7367</w:t>
      </w:r>
      <w:r>
        <w:tab/>
        <w:t>2.025e0</w:t>
      </w:r>
    </w:p>
    <w:p w:rsidR="007B6A46" w:rsidRDefault="007B6A46" w:rsidP="007B6A46">
      <w:r>
        <w:t>212.7580</w:t>
      </w:r>
      <w:r>
        <w:tab/>
        <w:t>1.013e0</w:t>
      </w:r>
    </w:p>
    <w:p w:rsidR="007B6A46" w:rsidRDefault="007B6A46" w:rsidP="007B6A46">
      <w:r>
        <w:t>212.7739</w:t>
      </w:r>
      <w:r>
        <w:tab/>
        <w:t>1.013e0</w:t>
      </w:r>
    </w:p>
    <w:p w:rsidR="007B6A46" w:rsidRDefault="007B6A46" w:rsidP="007B6A46">
      <w:r>
        <w:t>212.7899</w:t>
      </w:r>
      <w:r>
        <w:tab/>
        <w:t>1.013e0</w:t>
      </w:r>
    </w:p>
    <w:p w:rsidR="007B6A46" w:rsidRDefault="007B6A46" w:rsidP="007B6A46">
      <w:r>
        <w:t>212.8123</w:t>
      </w:r>
      <w:r>
        <w:tab/>
        <w:t>1.013e0</w:t>
      </w:r>
    </w:p>
    <w:p w:rsidR="007B6A46" w:rsidRDefault="007B6A46" w:rsidP="007B6A46">
      <w:r>
        <w:t>212.8275</w:t>
      </w:r>
      <w:r>
        <w:tab/>
        <w:t>1.013e0</w:t>
      </w:r>
    </w:p>
    <w:p w:rsidR="007B6A46" w:rsidRDefault="007B6A46" w:rsidP="007B6A46">
      <w:r>
        <w:lastRenderedPageBreak/>
        <w:t>212.8754</w:t>
      </w:r>
      <w:r>
        <w:tab/>
        <w:t>1.013e0</w:t>
      </w:r>
    </w:p>
    <w:p w:rsidR="007B6A46" w:rsidRDefault="007B6A46" w:rsidP="007B6A46">
      <w:r>
        <w:t>212.8790</w:t>
      </w:r>
      <w:r>
        <w:tab/>
        <w:t>2.025e0</w:t>
      </w:r>
    </w:p>
    <w:p w:rsidR="007B6A46" w:rsidRDefault="007B6A46" w:rsidP="007B6A46">
      <w:r>
        <w:t>212.8977</w:t>
      </w:r>
      <w:r>
        <w:tab/>
        <w:t>1.013e0</w:t>
      </w:r>
    </w:p>
    <w:p w:rsidR="007B6A46" w:rsidRDefault="007B6A46" w:rsidP="007B6A46">
      <w:r>
        <w:t>212.9110</w:t>
      </w:r>
      <w:r>
        <w:tab/>
        <w:t>2.025e0</w:t>
      </w:r>
    </w:p>
    <w:p w:rsidR="007B6A46" w:rsidRDefault="007B6A46" w:rsidP="007B6A46">
      <w:r>
        <w:t>212.9284</w:t>
      </w:r>
      <w:r>
        <w:tab/>
        <w:t>1.013e0</w:t>
      </w:r>
    </w:p>
    <w:p w:rsidR="007B6A46" w:rsidRDefault="007B6A46" w:rsidP="007B6A46">
      <w:r>
        <w:t>212.9359</w:t>
      </w:r>
      <w:r>
        <w:tab/>
        <w:t>2.025e0</w:t>
      </w:r>
    </w:p>
    <w:p w:rsidR="007B6A46" w:rsidRDefault="007B6A46" w:rsidP="007B6A46">
      <w:r>
        <w:t>212.9684</w:t>
      </w:r>
      <w:r>
        <w:tab/>
        <w:t>1.013e0</w:t>
      </w:r>
    </w:p>
    <w:p w:rsidR="007B6A46" w:rsidRDefault="007B6A46" w:rsidP="007B6A46">
      <w:r>
        <w:t>212.9911</w:t>
      </w:r>
      <w:r>
        <w:tab/>
        <w:t>1.013e0</w:t>
      </w:r>
    </w:p>
    <w:p w:rsidR="007B6A46" w:rsidRDefault="007B6A46" w:rsidP="007B6A46">
      <w:r>
        <w:t>213.0072</w:t>
      </w:r>
      <w:r>
        <w:tab/>
        <w:t>4.051e0</w:t>
      </w:r>
    </w:p>
    <w:p w:rsidR="007B6A46" w:rsidRDefault="007B6A46" w:rsidP="007B6A46">
      <w:r>
        <w:t>213.0138</w:t>
      </w:r>
      <w:r>
        <w:tab/>
        <w:t>6.076e0</w:t>
      </w:r>
    </w:p>
    <w:p w:rsidR="007B6A46" w:rsidRDefault="007B6A46" w:rsidP="007B6A46">
      <w:r>
        <w:t>213.0168</w:t>
      </w:r>
      <w:r>
        <w:tab/>
        <w:t>8.101e0</w:t>
      </w:r>
    </w:p>
    <w:p w:rsidR="007B6A46" w:rsidRDefault="007B6A46" w:rsidP="007B6A46">
      <w:r>
        <w:t>213.0242</w:t>
      </w:r>
      <w:r>
        <w:tab/>
        <w:t>4.051e0</w:t>
      </w:r>
    </w:p>
    <w:p w:rsidR="007B6A46" w:rsidRDefault="007B6A46" w:rsidP="007B6A46">
      <w:r>
        <w:t>213.0385</w:t>
      </w:r>
      <w:r>
        <w:tab/>
        <w:t>3.038e0</w:t>
      </w:r>
    </w:p>
    <w:p w:rsidR="007B6A46" w:rsidRDefault="007B6A46" w:rsidP="007B6A46">
      <w:r>
        <w:t>213.0914</w:t>
      </w:r>
      <w:r>
        <w:tab/>
        <w:t>1.013e0</w:t>
      </w:r>
    </w:p>
    <w:p w:rsidR="007B6A46" w:rsidRDefault="007B6A46" w:rsidP="007B6A46">
      <w:r>
        <w:t>213.0954</w:t>
      </w:r>
      <w:r>
        <w:tab/>
        <w:t>2.025e0</w:t>
      </w:r>
    </w:p>
    <w:p w:rsidR="007B6A46" w:rsidRDefault="007B6A46" w:rsidP="007B6A46">
      <w:r>
        <w:t>213.0994</w:t>
      </w:r>
      <w:r>
        <w:tab/>
        <w:t>1.013e0</w:t>
      </w:r>
    </w:p>
    <w:p w:rsidR="007B6A46" w:rsidRDefault="007B6A46" w:rsidP="007B6A46">
      <w:r>
        <w:t>213.1106</w:t>
      </w:r>
      <w:r>
        <w:tab/>
        <w:t>1.013e0</w:t>
      </w:r>
    </w:p>
    <w:p w:rsidR="007B6A46" w:rsidRDefault="007B6A46" w:rsidP="007B6A46">
      <w:r>
        <w:t>213.1183</w:t>
      </w:r>
      <w:r>
        <w:tab/>
        <w:t>1.013e0</w:t>
      </w:r>
    </w:p>
    <w:p w:rsidR="007B6A46" w:rsidRDefault="007B6A46" w:rsidP="007B6A46">
      <w:r>
        <w:t>213.1358</w:t>
      </w:r>
      <w:r>
        <w:tab/>
        <w:t>3.038e0</w:t>
      </w:r>
    </w:p>
    <w:p w:rsidR="007B6A46" w:rsidRDefault="007B6A46" w:rsidP="007B6A46">
      <w:r>
        <w:lastRenderedPageBreak/>
        <w:t>213.1404</w:t>
      </w:r>
      <w:r>
        <w:tab/>
        <w:t>2.025e0</w:t>
      </w:r>
    </w:p>
    <w:p w:rsidR="007B6A46" w:rsidRDefault="007B6A46" w:rsidP="007B6A46">
      <w:r>
        <w:t>213.1543</w:t>
      </w:r>
      <w:r>
        <w:tab/>
        <w:t>3.038e0</w:t>
      </w:r>
    </w:p>
    <w:p w:rsidR="007B6A46" w:rsidRDefault="007B6A46" w:rsidP="007B6A46">
      <w:r>
        <w:t>213.1743</w:t>
      </w:r>
      <w:r>
        <w:tab/>
        <w:t>3.038e0</w:t>
      </w:r>
    </w:p>
    <w:p w:rsidR="007B6A46" w:rsidRDefault="007B6A46" w:rsidP="007B6A46">
      <w:r>
        <w:t>213.1769</w:t>
      </w:r>
      <w:r>
        <w:tab/>
        <w:t>1.013e0</w:t>
      </w:r>
    </w:p>
    <w:p w:rsidR="007B6A46" w:rsidRDefault="007B6A46" w:rsidP="007B6A46">
      <w:r>
        <w:t>213.1924</w:t>
      </w:r>
      <w:r>
        <w:tab/>
        <w:t>1.013e0</w:t>
      </w:r>
    </w:p>
    <w:p w:rsidR="007B6A46" w:rsidRDefault="007B6A46" w:rsidP="007B6A46">
      <w:r>
        <w:t>213.1996</w:t>
      </w:r>
      <w:r>
        <w:tab/>
        <w:t>1.013e0</w:t>
      </w:r>
    </w:p>
    <w:p w:rsidR="007B6A46" w:rsidRDefault="007B6A46" w:rsidP="007B6A46">
      <w:r>
        <w:t>213.2038</w:t>
      </w:r>
      <w:r>
        <w:tab/>
        <w:t>1.013e0</w:t>
      </w:r>
    </w:p>
    <w:p w:rsidR="007B6A46" w:rsidRDefault="007B6A46" w:rsidP="007B6A46">
      <w:r>
        <w:t>213.2241</w:t>
      </w:r>
      <w:r>
        <w:tab/>
        <w:t>1.013e0</w:t>
      </w:r>
    </w:p>
    <w:p w:rsidR="007B6A46" w:rsidRDefault="007B6A46" w:rsidP="007B6A46">
      <w:r>
        <w:t>213.2393</w:t>
      </w:r>
      <w:r>
        <w:tab/>
        <w:t>2.025e0</w:t>
      </w:r>
    </w:p>
    <w:p w:rsidR="007B6A46" w:rsidRDefault="007B6A46" w:rsidP="007B6A46">
      <w:r>
        <w:t>213.2547</w:t>
      </w:r>
      <w:r>
        <w:tab/>
        <w:t>1.013e0</w:t>
      </w:r>
    </w:p>
    <w:p w:rsidR="007B6A46" w:rsidRDefault="007B6A46" w:rsidP="007B6A46">
      <w:r>
        <w:t>213.3133</w:t>
      </w:r>
      <w:r>
        <w:tab/>
        <w:t>1.013e0</w:t>
      </w:r>
    </w:p>
    <w:p w:rsidR="007B6A46" w:rsidRDefault="007B6A46" w:rsidP="007B6A46">
      <w:r>
        <w:t>213.3174</w:t>
      </w:r>
      <w:r>
        <w:tab/>
        <w:t>1.013e0</w:t>
      </w:r>
    </w:p>
    <w:p w:rsidR="007B6A46" w:rsidRDefault="007B6A46" w:rsidP="007B6A46">
      <w:r>
        <w:t>213.3214</w:t>
      </w:r>
      <w:r>
        <w:tab/>
        <w:t>1.013e0</w:t>
      </w:r>
    </w:p>
    <w:p w:rsidR="007B6A46" w:rsidRDefault="007B6A46" w:rsidP="007B6A46">
      <w:r>
        <w:t>213.3558</w:t>
      </w:r>
      <w:r>
        <w:tab/>
        <w:t>2.025e0</w:t>
      </w:r>
    </w:p>
    <w:p w:rsidR="007B6A46" w:rsidRDefault="007B6A46" w:rsidP="007B6A46">
      <w:r>
        <w:t>213.4026</w:t>
      </w:r>
      <w:r>
        <w:tab/>
        <w:t>1.013e0</w:t>
      </w:r>
    </w:p>
    <w:p w:rsidR="007B6A46" w:rsidRDefault="007B6A46" w:rsidP="007B6A46">
      <w:r>
        <w:t>213.4565</w:t>
      </w:r>
      <w:r>
        <w:tab/>
        <w:t>1.013e0</w:t>
      </w:r>
    </w:p>
    <w:p w:rsidR="007B6A46" w:rsidRDefault="007B6A46" w:rsidP="007B6A46">
      <w:r>
        <w:t>213.5286</w:t>
      </w:r>
      <w:r>
        <w:tab/>
        <w:t>2.025e0</w:t>
      </w:r>
    </w:p>
    <w:p w:rsidR="007B6A46" w:rsidRDefault="007B6A46" w:rsidP="007B6A46">
      <w:r>
        <w:t>213.5344</w:t>
      </w:r>
      <w:r>
        <w:tab/>
        <w:t>1.013e0</w:t>
      </w:r>
    </w:p>
    <w:p w:rsidR="007B6A46" w:rsidRDefault="007B6A46" w:rsidP="007B6A46">
      <w:r>
        <w:t>213.5593</w:t>
      </w:r>
      <w:r>
        <w:tab/>
        <w:t>2.025e0</w:t>
      </w:r>
    </w:p>
    <w:p w:rsidR="007B6A46" w:rsidRDefault="007B6A46" w:rsidP="007B6A46">
      <w:r>
        <w:lastRenderedPageBreak/>
        <w:t>213.5676</w:t>
      </w:r>
      <w:r>
        <w:tab/>
        <w:t>2.025e0</w:t>
      </w:r>
    </w:p>
    <w:p w:rsidR="007B6A46" w:rsidRDefault="007B6A46" w:rsidP="007B6A46">
      <w:r>
        <w:t>213.5894</w:t>
      </w:r>
      <w:r>
        <w:tab/>
        <w:t>1.013e0</w:t>
      </w:r>
    </w:p>
    <w:p w:rsidR="007B6A46" w:rsidRDefault="007B6A46" w:rsidP="007B6A46">
      <w:r>
        <w:t>213.6043</w:t>
      </w:r>
      <w:r>
        <w:tab/>
        <w:t>1.013e0</w:t>
      </w:r>
    </w:p>
    <w:p w:rsidR="007B6A46" w:rsidRDefault="007B6A46" w:rsidP="007B6A46">
      <w:r>
        <w:t>213.6084</w:t>
      </w:r>
      <w:r>
        <w:tab/>
        <w:t>1.013e0</w:t>
      </w:r>
    </w:p>
    <w:p w:rsidR="007B6A46" w:rsidRDefault="007B6A46" w:rsidP="007B6A46">
      <w:r>
        <w:t>213.6199</w:t>
      </w:r>
      <w:r>
        <w:tab/>
        <w:t>1.013e0</w:t>
      </w:r>
    </w:p>
    <w:p w:rsidR="007B6A46" w:rsidRDefault="007B6A46" w:rsidP="007B6A46">
      <w:r>
        <w:t>213.6646</w:t>
      </w:r>
      <w:r>
        <w:tab/>
        <w:t>2.025e0</w:t>
      </w:r>
    </w:p>
    <w:p w:rsidR="007B6A46" w:rsidRDefault="007B6A46" w:rsidP="007B6A46">
      <w:r>
        <w:t>213.6747</w:t>
      </w:r>
      <w:r>
        <w:tab/>
        <w:t>1.013e0</w:t>
      </w:r>
    </w:p>
    <w:p w:rsidR="007B6A46" w:rsidRDefault="007B6A46" w:rsidP="007B6A46">
      <w:r>
        <w:t>213.7438</w:t>
      </w:r>
      <w:r>
        <w:tab/>
        <w:t>1.013e0</w:t>
      </w:r>
    </w:p>
    <w:p w:rsidR="007B6A46" w:rsidRDefault="007B6A46" w:rsidP="007B6A46">
      <w:r>
        <w:t>213.8024</w:t>
      </w:r>
      <w:r>
        <w:tab/>
        <w:t>1.013e0</w:t>
      </w:r>
    </w:p>
    <w:p w:rsidR="007B6A46" w:rsidRDefault="007B6A46" w:rsidP="007B6A46">
      <w:r>
        <w:t>213.8175</w:t>
      </w:r>
      <w:r>
        <w:tab/>
        <w:t>1.013e0</w:t>
      </w:r>
    </w:p>
    <w:p w:rsidR="007B6A46" w:rsidRDefault="007B6A46" w:rsidP="007B6A46">
      <w:r>
        <w:t>213.8610</w:t>
      </w:r>
      <w:r>
        <w:tab/>
        <w:t>1.013e0</w:t>
      </w:r>
    </w:p>
    <w:p w:rsidR="007B6A46" w:rsidRDefault="007B6A46" w:rsidP="007B6A46">
      <w:r>
        <w:t>213.8803</w:t>
      </w:r>
      <w:r>
        <w:tab/>
        <w:t>1.013e0</w:t>
      </w:r>
    </w:p>
    <w:p w:rsidR="007B6A46" w:rsidRDefault="007B6A46" w:rsidP="007B6A46">
      <w:r>
        <w:t>213.9103</w:t>
      </w:r>
      <w:r>
        <w:tab/>
        <w:t>1.013e0</w:t>
      </w:r>
    </w:p>
    <w:p w:rsidR="007B6A46" w:rsidRDefault="007B6A46" w:rsidP="007B6A46">
      <w:r>
        <w:t>213.9268</w:t>
      </w:r>
      <w:r>
        <w:tab/>
        <w:t>1.013e0</w:t>
      </w:r>
    </w:p>
    <w:p w:rsidR="007B6A46" w:rsidRDefault="007B6A46" w:rsidP="007B6A46">
      <w:r>
        <w:t>213.9803</w:t>
      </w:r>
      <w:r>
        <w:tab/>
        <w:t>4.051e0</w:t>
      </w:r>
    </w:p>
    <w:p w:rsidR="007B6A46" w:rsidRDefault="007B6A46" w:rsidP="007B6A46">
      <w:r>
        <w:t>213.9998</w:t>
      </w:r>
      <w:r>
        <w:tab/>
        <w:t>2.937e1</w:t>
      </w:r>
    </w:p>
    <w:p w:rsidR="007B6A46" w:rsidRDefault="007B6A46" w:rsidP="007B6A46">
      <w:r>
        <w:t>214.0044</w:t>
      </w:r>
      <w:r>
        <w:tab/>
        <w:t>6.215e1</w:t>
      </w:r>
    </w:p>
    <w:p w:rsidR="007B6A46" w:rsidRDefault="007B6A46" w:rsidP="007B6A46">
      <w:r>
        <w:t>214.0054</w:t>
      </w:r>
      <w:r>
        <w:tab/>
        <w:t>1.081e1</w:t>
      </w:r>
    </w:p>
    <w:p w:rsidR="007B6A46" w:rsidRDefault="007B6A46" w:rsidP="007B6A46">
      <w:r>
        <w:t>214.0089</w:t>
      </w:r>
      <w:r>
        <w:tab/>
        <w:t>2.894e1</w:t>
      </w:r>
    </w:p>
    <w:p w:rsidR="007B6A46" w:rsidRDefault="007B6A46" w:rsidP="007B6A46">
      <w:r>
        <w:lastRenderedPageBreak/>
        <w:t>214.0431</w:t>
      </w:r>
      <w:r>
        <w:tab/>
        <w:t>2.813e0</w:t>
      </w:r>
    </w:p>
    <w:p w:rsidR="007B6A46" w:rsidRDefault="007B6A46" w:rsidP="007B6A46">
      <w:r>
        <w:t>214.0497</w:t>
      </w:r>
      <w:r>
        <w:tab/>
        <w:t>3.038e0</w:t>
      </w:r>
    </w:p>
    <w:p w:rsidR="007B6A46" w:rsidRDefault="007B6A46" w:rsidP="007B6A46">
      <w:r>
        <w:t>214.0549</w:t>
      </w:r>
      <w:r>
        <w:tab/>
        <w:t>4.051e0</w:t>
      </w:r>
    </w:p>
    <w:p w:rsidR="007B6A46" w:rsidRDefault="007B6A46" w:rsidP="007B6A46">
      <w:r>
        <w:t>214.0815</w:t>
      </w:r>
      <w:r>
        <w:tab/>
        <w:t>1.013e0</w:t>
      </w:r>
    </w:p>
    <w:p w:rsidR="007B6A46" w:rsidRDefault="007B6A46" w:rsidP="007B6A46">
      <w:r>
        <w:t>214.0976</w:t>
      </w:r>
      <w:r>
        <w:tab/>
        <w:t>3.038e0</w:t>
      </w:r>
    </w:p>
    <w:p w:rsidR="007B6A46" w:rsidRDefault="007B6A46" w:rsidP="007B6A46">
      <w:r>
        <w:t>214.1018</w:t>
      </w:r>
      <w:r>
        <w:tab/>
        <w:t>3.196e0</w:t>
      </w:r>
    </w:p>
    <w:p w:rsidR="007B6A46" w:rsidRDefault="007B6A46" w:rsidP="007B6A46">
      <w:r>
        <w:t>214.1198</w:t>
      </w:r>
      <w:r>
        <w:tab/>
        <w:t>2.025e0</w:t>
      </w:r>
    </w:p>
    <w:p w:rsidR="007B6A46" w:rsidRDefault="007B6A46" w:rsidP="007B6A46">
      <w:r>
        <w:t>214.1427</w:t>
      </w:r>
      <w:r>
        <w:tab/>
        <w:t>4.051e0</w:t>
      </w:r>
    </w:p>
    <w:p w:rsidR="007B6A46" w:rsidRDefault="007B6A46" w:rsidP="007B6A46">
      <w:r>
        <w:t>214.1485</w:t>
      </w:r>
      <w:r>
        <w:tab/>
        <w:t>2.025e0</w:t>
      </w:r>
    </w:p>
    <w:p w:rsidR="007B6A46" w:rsidRDefault="007B6A46" w:rsidP="007B6A46">
      <w:r>
        <w:t>214.1829</w:t>
      </w:r>
      <w:r>
        <w:tab/>
        <w:t>1.013e0</w:t>
      </w:r>
    </w:p>
    <w:p w:rsidR="007B6A46" w:rsidRDefault="007B6A46" w:rsidP="007B6A46">
      <w:r>
        <w:t>214.1914</w:t>
      </w:r>
      <w:r>
        <w:tab/>
        <w:t>1.013e0</w:t>
      </w:r>
    </w:p>
    <w:p w:rsidR="007B6A46" w:rsidRDefault="007B6A46" w:rsidP="007B6A46">
      <w:r>
        <w:t>214.2032</w:t>
      </w:r>
      <w:r>
        <w:tab/>
        <w:t>1.013e0</w:t>
      </w:r>
    </w:p>
    <w:p w:rsidR="007B6A46" w:rsidRDefault="007B6A46" w:rsidP="007B6A46">
      <w:r>
        <w:t>214.2075</w:t>
      </w:r>
      <w:r>
        <w:tab/>
        <w:t>1.013e0</w:t>
      </w:r>
    </w:p>
    <w:p w:rsidR="007B6A46" w:rsidRDefault="007B6A46" w:rsidP="007B6A46">
      <w:r>
        <w:t>214.2379</w:t>
      </w:r>
      <w:r>
        <w:tab/>
        <w:t>2.025e0</w:t>
      </w:r>
    </w:p>
    <w:p w:rsidR="007B6A46" w:rsidRDefault="007B6A46" w:rsidP="007B6A46">
      <w:r>
        <w:t>214.2394</w:t>
      </w:r>
      <w:r>
        <w:tab/>
        <w:t>2.025e0</w:t>
      </w:r>
    </w:p>
    <w:p w:rsidR="007B6A46" w:rsidRDefault="007B6A46" w:rsidP="007B6A46">
      <w:r>
        <w:t>214.2888</w:t>
      </w:r>
      <w:r>
        <w:tab/>
        <w:t>1.013e0</w:t>
      </w:r>
    </w:p>
    <w:p w:rsidR="007B6A46" w:rsidRDefault="007B6A46" w:rsidP="007B6A46">
      <w:r>
        <w:t>214.3421</w:t>
      </w:r>
      <w:r>
        <w:tab/>
        <w:t>1.013e0</w:t>
      </w:r>
    </w:p>
    <w:p w:rsidR="007B6A46" w:rsidRDefault="007B6A46" w:rsidP="007B6A46">
      <w:r>
        <w:t>214.3502</w:t>
      </w:r>
      <w:r>
        <w:tab/>
        <w:t>1.013e0</w:t>
      </w:r>
    </w:p>
    <w:p w:rsidR="007B6A46" w:rsidRDefault="007B6A46" w:rsidP="007B6A46">
      <w:r>
        <w:t>214.3825</w:t>
      </w:r>
      <w:r>
        <w:tab/>
        <w:t>1.013e0</w:t>
      </w:r>
    </w:p>
    <w:p w:rsidR="007B6A46" w:rsidRDefault="007B6A46" w:rsidP="007B6A46">
      <w:r>
        <w:lastRenderedPageBreak/>
        <w:t>214.3938</w:t>
      </w:r>
      <w:r>
        <w:tab/>
        <w:t>1.013e0</w:t>
      </w:r>
    </w:p>
    <w:p w:rsidR="007B6A46" w:rsidRDefault="007B6A46" w:rsidP="007B6A46">
      <w:r>
        <w:t>214.4014</w:t>
      </w:r>
      <w:r>
        <w:tab/>
        <w:t>1.013e0</w:t>
      </w:r>
    </w:p>
    <w:p w:rsidR="007B6A46" w:rsidRDefault="007B6A46" w:rsidP="007B6A46">
      <w:r>
        <w:t>214.4088</w:t>
      </w:r>
      <w:r>
        <w:tab/>
        <w:t>1.013e0</w:t>
      </w:r>
    </w:p>
    <w:p w:rsidR="007B6A46" w:rsidRDefault="007B6A46" w:rsidP="007B6A46">
      <w:r>
        <w:t>214.4308</w:t>
      </w:r>
      <w:r>
        <w:tab/>
        <w:t>3.038e0</w:t>
      </w:r>
    </w:p>
    <w:p w:rsidR="007B6A46" w:rsidRDefault="007B6A46" w:rsidP="007B6A46">
      <w:r>
        <w:t>214.4440</w:t>
      </w:r>
      <w:r>
        <w:tab/>
        <w:t>1.013e0</w:t>
      </w:r>
    </w:p>
    <w:p w:rsidR="007B6A46" w:rsidRDefault="007B6A46" w:rsidP="007B6A46">
      <w:r>
        <w:t>214.4753</w:t>
      </w:r>
      <w:r>
        <w:tab/>
        <w:t>1.013e0</w:t>
      </w:r>
    </w:p>
    <w:p w:rsidR="007B6A46" w:rsidRDefault="007B6A46" w:rsidP="007B6A46">
      <w:r>
        <w:t>214.5058</w:t>
      </w:r>
      <w:r>
        <w:tab/>
        <w:t>1.013e0</w:t>
      </w:r>
    </w:p>
    <w:p w:rsidR="007B6A46" w:rsidRDefault="007B6A46" w:rsidP="007B6A46">
      <w:r>
        <w:t>214.5134</w:t>
      </w:r>
      <w:r>
        <w:tab/>
        <w:t>1.013e0</w:t>
      </w:r>
    </w:p>
    <w:p w:rsidR="007B6A46" w:rsidRDefault="007B6A46" w:rsidP="007B6A46">
      <w:r>
        <w:t>214.5613</w:t>
      </w:r>
      <w:r>
        <w:tab/>
        <w:t>1.013e0</w:t>
      </w:r>
    </w:p>
    <w:p w:rsidR="007B6A46" w:rsidRDefault="007B6A46" w:rsidP="007B6A46">
      <w:r>
        <w:t>214.5651</w:t>
      </w:r>
      <w:r>
        <w:tab/>
        <w:t>1.013e0</w:t>
      </w:r>
    </w:p>
    <w:p w:rsidR="007B6A46" w:rsidRDefault="007B6A46" w:rsidP="007B6A46">
      <w:r>
        <w:t>214.5877</w:t>
      </w:r>
      <w:r>
        <w:tab/>
        <w:t>1.013e0</w:t>
      </w:r>
    </w:p>
    <w:p w:rsidR="007B6A46" w:rsidRDefault="007B6A46" w:rsidP="007B6A46">
      <w:r>
        <w:t>214.6152</w:t>
      </w:r>
      <w:r>
        <w:tab/>
        <w:t>1.013e0</w:t>
      </w:r>
    </w:p>
    <w:p w:rsidR="007B6A46" w:rsidRDefault="007B6A46" w:rsidP="007B6A46">
      <w:r>
        <w:t>214.6271</w:t>
      </w:r>
      <w:r>
        <w:tab/>
        <w:t>1.013e0</w:t>
      </w:r>
    </w:p>
    <w:p w:rsidR="007B6A46" w:rsidRDefault="007B6A46" w:rsidP="007B6A46">
      <w:r>
        <w:t>214.6699</w:t>
      </w:r>
      <w:r>
        <w:tab/>
        <w:t>1.013e0</w:t>
      </w:r>
    </w:p>
    <w:p w:rsidR="007B6A46" w:rsidRDefault="007B6A46" w:rsidP="007B6A46">
      <w:r>
        <w:t>214.6927</w:t>
      </w:r>
      <w:r>
        <w:tab/>
        <w:t>1.013e0</w:t>
      </w:r>
    </w:p>
    <w:p w:rsidR="007B6A46" w:rsidRDefault="007B6A46" w:rsidP="007B6A46">
      <w:r>
        <w:t>214.7248</w:t>
      </w:r>
      <w:r>
        <w:tab/>
        <w:t>1.013e0</w:t>
      </w:r>
    </w:p>
    <w:p w:rsidR="007B6A46" w:rsidRDefault="007B6A46" w:rsidP="007B6A46">
      <w:r>
        <w:t>214.7364</w:t>
      </w:r>
      <w:r>
        <w:tab/>
        <w:t>1.013e0</w:t>
      </w:r>
    </w:p>
    <w:p w:rsidR="007B6A46" w:rsidRDefault="007B6A46" w:rsidP="007B6A46">
      <w:r>
        <w:t>214.7628</w:t>
      </w:r>
      <w:r>
        <w:tab/>
        <w:t>1.013e0</w:t>
      </w:r>
    </w:p>
    <w:p w:rsidR="007B6A46" w:rsidRDefault="007B6A46" w:rsidP="007B6A46">
      <w:r>
        <w:t>214.7669</w:t>
      </w:r>
      <w:r>
        <w:tab/>
        <w:t>1.013e0</w:t>
      </w:r>
    </w:p>
    <w:p w:rsidR="007B6A46" w:rsidRDefault="007B6A46" w:rsidP="007B6A46">
      <w:r>
        <w:lastRenderedPageBreak/>
        <w:t>214.8145</w:t>
      </w:r>
      <w:r>
        <w:tab/>
        <w:t>1.013e0</w:t>
      </w:r>
    </w:p>
    <w:p w:rsidR="007B6A46" w:rsidRDefault="007B6A46" w:rsidP="007B6A46">
      <w:r>
        <w:t>214.9420</w:t>
      </w:r>
      <w:r>
        <w:tab/>
        <w:t>1.013e0</w:t>
      </w:r>
    </w:p>
    <w:p w:rsidR="007B6A46" w:rsidRDefault="007B6A46" w:rsidP="007B6A46">
      <w:r>
        <w:t>214.9818</w:t>
      </w:r>
      <w:r>
        <w:tab/>
        <w:t>1.013e0</w:t>
      </w:r>
    </w:p>
    <w:p w:rsidR="007B6A46" w:rsidRDefault="007B6A46" w:rsidP="007B6A46">
      <w:r>
        <w:t>214.9859</w:t>
      </w:r>
      <w:r>
        <w:tab/>
        <w:t>1.013e0</w:t>
      </w:r>
    </w:p>
    <w:p w:rsidR="007B6A46" w:rsidRDefault="007B6A46" w:rsidP="007B6A46">
      <w:r>
        <w:t>214.9889</w:t>
      </w:r>
      <w:r>
        <w:tab/>
        <w:t>3.038e0</w:t>
      </w:r>
    </w:p>
    <w:p w:rsidR="007B6A46" w:rsidRDefault="007B6A46" w:rsidP="007B6A46">
      <w:r>
        <w:t>215.0085</w:t>
      </w:r>
      <w:r>
        <w:tab/>
        <w:t>1.013e0</w:t>
      </w:r>
    </w:p>
    <w:p w:rsidR="007B6A46" w:rsidRDefault="007B6A46" w:rsidP="007B6A46">
      <w:r>
        <w:t>215.0101</w:t>
      </w:r>
      <w:r>
        <w:tab/>
        <w:t>5.063e0</w:t>
      </w:r>
    </w:p>
    <w:p w:rsidR="007B6A46" w:rsidRDefault="007B6A46" w:rsidP="007B6A46">
      <w:r>
        <w:t>215.0136</w:t>
      </w:r>
      <w:r>
        <w:tab/>
        <w:t>7.089e0</w:t>
      </w:r>
    </w:p>
    <w:p w:rsidR="007B6A46" w:rsidRDefault="007B6A46" w:rsidP="007B6A46">
      <w:r>
        <w:t>215.0251</w:t>
      </w:r>
      <w:r>
        <w:tab/>
        <w:t>3.038e0</w:t>
      </w:r>
    </w:p>
    <w:p w:rsidR="007B6A46" w:rsidRDefault="007B6A46" w:rsidP="007B6A46">
      <w:r>
        <w:t>215.0439</w:t>
      </w:r>
      <w:r>
        <w:tab/>
        <w:t>1.013e0</w:t>
      </w:r>
    </w:p>
    <w:p w:rsidR="007B6A46" w:rsidRDefault="007B6A46" w:rsidP="007B6A46">
      <w:r>
        <w:t>215.0869</w:t>
      </w:r>
      <w:r>
        <w:tab/>
        <w:t>1.013e0</w:t>
      </w:r>
    </w:p>
    <w:p w:rsidR="007B6A46" w:rsidRDefault="007B6A46" w:rsidP="007B6A46">
      <w:r>
        <w:t>215.1329</w:t>
      </w:r>
      <w:r>
        <w:tab/>
        <w:t>2.025e0</w:t>
      </w:r>
    </w:p>
    <w:p w:rsidR="007B6A46" w:rsidRDefault="007B6A46" w:rsidP="007B6A46">
      <w:r>
        <w:t>215.1379</w:t>
      </w:r>
      <w:r>
        <w:tab/>
        <w:t>2.025e0</w:t>
      </w:r>
    </w:p>
    <w:p w:rsidR="007B6A46" w:rsidRDefault="007B6A46" w:rsidP="007B6A46">
      <w:r>
        <w:t>215.1420</w:t>
      </w:r>
      <w:r>
        <w:tab/>
        <w:t>2.025e0</w:t>
      </w:r>
    </w:p>
    <w:p w:rsidR="007B6A46" w:rsidRDefault="007B6A46" w:rsidP="007B6A46">
      <w:r>
        <w:t>215.1799</w:t>
      </w:r>
      <w:r>
        <w:tab/>
        <w:t>2.025e0</w:t>
      </w:r>
    </w:p>
    <w:p w:rsidR="007B6A46" w:rsidRDefault="007B6A46" w:rsidP="007B6A46">
      <w:r>
        <w:t>215.1952</w:t>
      </w:r>
      <w:r>
        <w:tab/>
        <w:t>2.025e0</w:t>
      </w:r>
    </w:p>
    <w:p w:rsidR="007B6A46" w:rsidRDefault="007B6A46" w:rsidP="007B6A46">
      <w:r>
        <w:t>215.2059</w:t>
      </w:r>
      <w:r>
        <w:tab/>
        <w:t>2.025e0</w:t>
      </w:r>
    </w:p>
    <w:p w:rsidR="007B6A46" w:rsidRDefault="007B6A46" w:rsidP="007B6A46">
      <w:r>
        <w:t>215.2070</w:t>
      </w:r>
      <w:r>
        <w:tab/>
        <w:t>1.013e0</w:t>
      </w:r>
    </w:p>
    <w:p w:rsidR="007B6A46" w:rsidRDefault="007B6A46" w:rsidP="007B6A46">
      <w:r>
        <w:t>215.2488</w:t>
      </w:r>
      <w:r>
        <w:tab/>
        <w:t>2.025e0</w:t>
      </w:r>
    </w:p>
    <w:p w:rsidR="007B6A46" w:rsidRDefault="007B6A46" w:rsidP="007B6A46">
      <w:r>
        <w:lastRenderedPageBreak/>
        <w:t>215.2622</w:t>
      </w:r>
      <w:r>
        <w:tab/>
        <w:t>1.013e0</w:t>
      </w:r>
    </w:p>
    <w:p w:rsidR="007B6A46" w:rsidRDefault="007B6A46" w:rsidP="007B6A46">
      <w:r>
        <w:t>215.2933</w:t>
      </w:r>
      <w:r>
        <w:tab/>
        <w:t>1.013e0</w:t>
      </w:r>
    </w:p>
    <w:p w:rsidR="007B6A46" w:rsidRDefault="007B6A46" w:rsidP="007B6A46">
      <w:r>
        <w:t>215.3171</w:t>
      </w:r>
      <w:r>
        <w:tab/>
        <w:t>1.013e0</w:t>
      </w:r>
    </w:p>
    <w:p w:rsidR="007B6A46" w:rsidRDefault="007B6A46" w:rsidP="007B6A46">
      <w:r>
        <w:t>215.3288</w:t>
      </w:r>
      <w:r>
        <w:tab/>
        <w:t>1.013e0</w:t>
      </w:r>
    </w:p>
    <w:p w:rsidR="007B6A46" w:rsidRDefault="007B6A46" w:rsidP="007B6A46">
      <w:r>
        <w:t>215.3593</w:t>
      </w:r>
      <w:r>
        <w:tab/>
        <w:t>1.013e0</w:t>
      </w:r>
    </w:p>
    <w:p w:rsidR="007B6A46" w:rsidRDefault="007B6A46" w:rsidP="007B6A46">
      <w:r>
        <w:t>215.3870</w:t>
      </w:r>
      <w:r>
        <w:tab/>
        <w:t>1.013e0</w:t>
      </w:r>
    </w:p>
    <w:p w:rsidR="007B6A46" w:rsidRDefault="007B6A46" w:rsidP="007B6A46">
      <w:r>
        <w:t>215.4648</w:t>
      </w:r>
      <w:r>
        <w:tab/>
        <w:t>2.025e0</w:t>
      </w:r>
    </w:p>
    <w:p w:rsidR="007B6A46" w:rsidRDefault="007B6A46" w:rsidP="007B6A46">
      <w:r>
        <w:t>215.5038</w:t>
      </w:r>
      <w:r>
        <w:tab/>
        <w:t>1.013e0</w:t>
      </w:r>
    </w:p>
    <w:p w:rsidR="007B6A46" w:rsidRDefault="007B6A46" w:rsidP="007B6A46">
      <w:r>
        <w:t>215.5507</w:t>
      </w:r>
      <w:r>
        <w:tab/>
        <w:t>1.013e0</w:t>
      </w:r>
    </w:p>
    <w:p w:rsidR="007B6A46" w:rsidRDefault="007B6A46" w:rsidP="007B6A46">
      <w:r>
        <w:t>215.5551</w:t>
      </w:r>
      <w:r>
        <w:tab/>
        <w:t>1.013e0</w:t>
      </w:r>
    </w:p>
    <w:p w:rsidR="007B6A46" w:rsidRDefault="007B6A46" w:rsidP="007B6A46">
      <w:r>
        <w:t>215.5709</w:t>
      </w:r>
      <w:r>
        <w:tab/>
        <w:t>1.013e0</w:t>
      </w:r>
    </w:p>
    <w:p w:rsidR="007B6A46" w:rsidRDefault="007B6A46" w:rsidP="007B6A46">
      <w:r>
        <w:t>215.5819</w:t>
      </w:r>
      <w:r>
        <w:tab/>
        <w:t>1.013e0</w:t>
      </w:r>
    </w:p>
    <w:p w:rsidR="007B6A46" w:rsidRDefault="007B6A46" w:rsidP="007B6A46">
      <w:r>
        <w:t>215.5900</w:t>
      </w:r>
      <w:r>
        <w:tab/>
        <w:t>1.013e0</w:t>
      </w:r>
    </w:p>
    <w:p w:rsidR="007B6A46" w:rsidRDefault="007B6A46" w:rsidP="007B6A46">
      <w:r>
        <w:t>215.6124</w:t>
      </w:r>
      <w:r>
        <w:tab/>
        <w:t>1.013e0</w:t>
      </w:r>
    </w:p>
    <w:p w:rsidR="007B6A46" w:rsidRDefault="007B6A46" w:rsidP="007B6A46">
      <w:r>
        <w:t>215.6207</w:t>
      </w:r>
      <w:r>
        <w:tab/>
        <w:t>1.013e0</w:t>
      </w:r>
    </w:p>
    <w:p w:rsidR="007B6A46" w:rsidRDefault="007B6A46" w:rsidP="007B6A46">
      <w:r>
        <w:t>215.6409</w:t>
      </w:r>
      <w:r>
        <w:tab/>
        <w:t>2.025e0</w:t>
      </w:r>
    </w:p>
    <w:p w:rsidR="007B6A46" w:rsidRDefault="007B6A46" w:rsidP="007B6A46">
      <w:r>
        <w:t>215.6491</w:t>
      </w:r>
      <w:r>
        <w:tab/>
        <w:t>1.013e0</w:t>
      </w:r>
    </w:p>
    <w:p w:rsidR="007B6A46" w:rsidRDefault="007B6A46" w:rsidP="007B6A46">
      <w:r>
        <w:t>215.6605</w:t>
      </w:r>
      <w:r>
        <w:tab/>
        <w:t>2.025e0</w:t>
      </w:r>
    </w:p>
    <w:p w:rsidR="007B6A46" w:rsidRDefault="007B6A46" w:rsidP="007B6A46">
      <w:r>
        <w:t>215.6639</w:t>
      </w:r>
      <w:r>
        <w:tab/>
        <w:t>1.013e0</w:t>
      </w:r>
    </w:p>
    <w:p w:rsidR="007B6A46" w:rsidRDefault="007B6A46" w:rsidP="007B6A46">
      <w:r>
        <w:lastRenderedPageBreak/>
        <w:t>215.6719</w:t>
      </w:r>
      <w:r>
        <w:tab/>
        <w:t>1.013e0</w:t>
      </w:r>
    </w:p>
    <w:p w:rsidR="007B6A46" w:rsidRDefault="007B6A46" w:rsidP="007B6A46">
      <w:r>
        <w:t>215.6947</w:t>
      </w:r>
      <w:r>
        <w:tab/>
        <w:t>1.013e0</w:t>
      </w:r>
    </w:p>
    <w:p w:rsidR="007B6A46" w:rsidRDefault="007B6A46" w:rsidP="007B6A46">
      <w:r>
        <w:t>215.7108</w:t>
      </w:r>
      <w:r>
        <w:tab/>
        <w:t>1.013e0</w:t>
      </w:r>
    </w:p>
    <w:p w:rsidR="007B6A46" w:rsidRDefault="007B6A46" w:rsidP="007B6A46">
      <w:r>
        <w:t>215.7149</w:t>
      </w:r>
      <w:r>
        <w:tab/>
        <w:t>1.013e0</w:t>
      </w:r>
    </w:p>
    <w:p w:rsidR="007B6A46" w:rsidRDefault="007B6A46" w:rsidP="007B6A46">
      <w:r>
        <w:t>215.7227</w:t>
      </w:r>
      <w:r>
        <w:tab/>
        <w:t>1.013e0</w:t>
      </w:r>
    </w:p>
    <w:p w:rsidR="007B6A46" w:rsidRDefault="007B6A46" w:rsidP="007B6A46">
      <w:r>
        <w:t>215.7349</w:t>
      </w:r>
      <w:r>
        <w:tab/>
        <w:t>1.013e0</w:t>
      </w:r>
    </w:p>
    <w:p w:rsidR="007B6A46" w:rsidRDefault="007B6A46" w:rsidP="007B6A46">
      <w:r>
        <w:t>215.7387</w:t>
      </w:r>
      <w:r>
        <w:tab/>
        <w:t>1.013e0</w:t>
      </w:r>
    </w:p>
    <w:p w:rsidR="007B6A46" w:rsidRDefault="007B6A46" w:rsidP="007B6A46">
      <w:r>
        <w:t>215.7805</w:t>
      </w:r>
      <w:r>
        <w:tab/>
        <w:t>1.013e0</w:t>
      </w:r>
    </w:p>
    <w:p w:rsidR="007B6A46" w:rsidRDefault="007B6A46" w:rsidP="007B6A46">
      <w:r>
        <w:t>215.8321</w:t>
      </w:r>
      <w:r>
        <w:tab/>
        <w:t>1.013e0</w:t>
      </w:r>
    </w:p>
    <w:p w:rsidR="007B6A46" w:rsidRDefault="007B6A46" w:rsidP="007B6A46">
      <w:r>
        <w:t>215.8394</w:t>
      </w:r>
      <w:r>
        <w:tab/>
        <w:t>1.013e0</w:t>
      </w:r>
    </w:p>
    <w:p w:rsidR="007B6A46" w:rsidRDefault="007B6A46" w:rsidP="007B6A46">
      <w:r>
        <w:t>215.8436</w:t>
      </w:r>
      <w:r>
        <w:tab/>
        <w:t>2.025e0</w:t>
      </w:r>
    </w:p>
    <w:p w:rsidR="007B6A46" w:rsidRDefault="007B6A46" w:rsidP="007B6A46">
      <w:r>
        <w:t>215.8703</w:t>
      </w:r>
      <w:r>
        <w:tab/>
        <w:t>1.013e0</w:t>
      </w:r>
    </w:p>
    <w:p w:rsidR="007B6A46" w:rsidRDefault="007B6A46" w:rsidP="007B6A46">
      <w:r>
        <w:t>215.8829</w:t>
      </w:r>
      <w:r>
        <w:tab/>
        <w:t>1.013e0</w:t>
      </w:r>
    </w:p>
    <w:p w:rsidR="007B6A46" w:rsidRDefault="007B6A46" w:rsidP="007B6A46">
      <w:r>
        <w:t>215.9061</w:t>
      </w:r>
      <w:r>
        <w:tab/>
        <w:t>1.013e0</w:t>
      </w:r>
    </w:p>
    <w:p w:rsidR="007B6A46" w:rsidRDefault="007B6A46" w:rsidP="007B6A46">
      <w:r>
        <w:t>215.9743</w:t>
      </w:r>
      <w:r>
        <w:tab/>
        <w:t>5.063e0</w:t>
      </w:r>
    </w:p>
    <w:p w:rsidR="007B6A46" w:rsidRDefault="007B6A46" w:rsidP="007B6A46">
      <w:r>
        <w:t>215.9771</w:t>
      </w:r>
      <w:r>
        <w:tab/>
        <w:t>5.438e0</w:t>
      </w:r>
    </w:p>
    <w:p w:rsidR="007B6A46" w:rsidRDefault="007B6A46" w:rsidP="007B6A46">
      <w:r>
        <w:t>215.9845</w:t>
      </w:r>
      <w:r>
        <w:tab/>
        <w:t>8.101e0</w:t>
      </w:r>
    </w:p>
    <w:p w:rsidR="007B6A46" w:rsidRDefault="007B6A46" w:rsidP="007B6A46">
      <w:r>
        <w:t>215.9866</w:t>
      </w:r>
      <w:r>
        <w:tab/>
        <w:t>3.038e0</w:t>
      </w:r>
    </w:p>
    <w:p w:rsidR="007B6A46" w:rsidRDefault="007B6A46" w:rsidP="007B6A46">
      <w:r>
        <w:t>216.0092</w:t>
      </w:r>
      <w:r>
        <w:tab/>
        <w:t>2.025e0</w:t>
      </w:r>
    </w:p>
    <w:p w:rsidR="007B6A46" w:rsidRDefault="007B6A46" w:rsidP="007B6A46">
      <w:r>
        <w:lastRenderedPageBreak/>
        <w:t>216.0189</w:t>
      </w:r>
      <w:r>
        <w:tab/>
        <w:t>2.025e0</w:t>
      </w:r>
    </w:p>
    <w:p w:rsidR="007B6A46" w:rsidRDefault="007B6A46" w:rsidP="007B6A46">
      <w:r>
        <w:t>216.0288</w:t>
      </w:r>
      <w:r>
        <w:tab/>
        <w:t>2.025e0</w:t>
      </w:r>
    </w:p>
    <w:p w:rsidR="007B6A46" w:rsidRDefault="007B6A46" w:rsidP="007B6A46">
      <w:r>
        <w:t>216.0325</w:t>
      </w:r>
      <w:r>
        <w:tab/>
        <w:t>2.025e0</w:t>
      </w:r>
    </w:p>
    <w:p w:rsidR="007B6A46" w:rsidRDefault="007B6A46" w:rsidP="007B6A46">
      <w:r>
        <w:t>216.0345</w:t>
      </w:r>
      <w:r>
        <w:tab/>
        <w:t>2.025e0</w:t>
      </w:r>
    </w:p>
    <w:p w:rsidR="007B6A46" w:rsidRDefault="007B6A46" w:rsidP="007B6A46">
      <w:r>
        <w:t>216.0588</w:t>
      </w:r>
      <w:r>
        <w:tab/>
        <w:t>3.038e0</w:t>
      </w:r>
    </w:p>
    <w:p w:rsidR="007B6A46" w:rsidRDefault="007B6A46" w:rsidP="007B6A46">
      <w:r>
        <w:t>216.0839</w:t>
      </w:r>
      <w:r>
        <w:tab/>
        <w:t>2.025e0</w:t>
      </w:r>
    </w:p>
    <w:p w:rsidR="007B6A46" w:rsidRDefault="007B6A46" w:rsidP="007B6A46">
      <w:r>
        <w:t>216.0858</w:t>
      </w:r>
      <w:r>
        <w:tab/>
        <w:t>2.025e0</w:t>
      </w:r>
    </w:p>
    <w:p w:rsidR="007B6A46" w:rsidRDefault="007B6A46" w:rsidP="007B6A46">
      <w:r>
        <w:t>216.1086</w:t>
      </w:r>
      <w:r>
        <w:tab/>
        <w:t>1.013e0</w:t>
      </w:r>
    </w:p>
    <w:p w:rsidR="007B6A46" w:rsidRDefault="007B6A46" w:rsidP="007B6A46">
      <w:r>
        <w:t>216.1153</w:t>
      </w:r>
      <w:r>
        <w:tab/>
        <w:t>2.025e0</w:t>
      </w:r>
    </w:p>
    <w:p w:rsidR="007B6A46" w:rsidRDefault="007B6A46" w:rsidP="007B6A46">
      <w:r>
        <w:t>216.1207</w:t>
      </w:r>
      <w:r>
        <w:tab/>
        <w:t>4.051e0</w:t>
      </w:r>
    </w:p>
    <w:p w:rsidR="007B6A46" w:rsidRDefault="007B6A46" w:rsidP="007B6A46">
      <w:r>
        <w:t>216.1249</w:t>
      </w:r>
      <w:r>
        <w:tab/>
        <w:t>2.025e0</w:t>
      </w:r>
    </w:p>
    <w:p w:rsidR="007B6A46" w:rsidRDefault="007B6A46" w:rsidP="007B6A46">
      <w:r>
        <w:t>216.1284</w:t>
      </w:r>
      <w:r>
        <w:tab/>
        <w:t>3.038e0</w:t>
      </w:r>
    </w:p>
    <w:p w:rsidR="007B6A46" w:rsidRDefault="007B6A46" w:rsidP="007B6A46">
      <w:r>
        <w:t>216.1564</w:t>
      </w:r>
      <w:r>
        <w:tab/>
        <w:t>1.013e0</w:t>
      </w:r>
    </w:p>
    <w:p w:rsidR="007B6A46" w:rsidRDefault="007B6A46" w:rsidP="007B6A46">
      <w:r>
        <w:t>216.1868</w:t>
      </w:r>
      <w:r>
        <w:tab/>
        <w:t>1.013e0</w:t>
      </w:r>
    </w:p>
    <w:p w:rsidR="007B6A46" w:rsidRDefault="007B6A46" w:rsidP="007B6A46">
      <w:r>
        <w:t>216.2111</w:t>
      </w:r>
      <w:r>
        <w:tab/>
        <w:t>1.013e0</w:t>
      </w:r>
    </w:p>
    <w:p w:rsidR="007B6A46" w:rsidRDefault="007B6A46" w:rsidP="007B6A46">
      <w:r>
        <w:t>216.2189</w:t>
      </w:r>
      <w:r>
        <w:tab/>
        <w:t>2.025e0</w:t>
      </w:r>
    </w:p>
    <w:p w:rsidR="007B6A46" w:rsidRDefault="007B6A46" w:rsidP="007B6A46">
      <w:r>
        <w:t>216.2346</w:t>
      </w:r>
      <w:r>
        <w:tab/>
        <w:t>1.013e0</w:t>
      </w:r>
    </w:p>
    <w:p w:rsidR="007B6A46" w:rsidRDefault="007B6A46" w:rsidP="007B6A46">
      <w:r>
        <w:t>216.2496</w:t>
      </w:r>
      <w:r>
        <w:tab/>
        <w:t>1.013e0</w:t>
      </w:r>
    </w:p>
    <w:p w:rsidR="007B6A46" w:rsidRDefault="007B6A46" w:rsidP="007B6A46">
      <w:r>
        <w:t>216.2932</w:t>
      </w:r>
      <w:r>
        <w:tab/>
        <w:t>1.013e0</w:t>
      </w:r>
    </w:p>
    <w:p w:rsidR="007B6A46" w:rsidRDefault="007B6A46" w:rsidP="007B6A46">
      <w:r>
        <w:lastRenderedPageBreak/>
        <w:t>216.3050</w:t>
      </w:r>
      <w:r>
        <w:tab/>
        <w:t>1.013e0</w:t>
      </w:r>
    </w:p>
    <w:p w:rsidR="007B6A46" w:rsidRDefault="007B6A46" w:rsidP="007B6A46">
      <w:r>
        <w:t>216.3984</w:t>
      </w:r>
      <w:r>
        <w:tab/>
        <w:t>1.013e0</w:t>
      </w:r>
    </w:p>
    <w:p w:rsidR="007B6A46" w:rsidRDefault="007B6A46" w:rsidP="007B6A46">
      <w:r>
        <w:t>216.4175</w:t>
      </w:r>
      <w:r>
        <w:tab/>
        <w:t>1.013e0</w:t>
      </w:r>
    </w:p>
    <w:p w:rsidR="007B6A46" w:rsidRDefault="007B6A46" w:rsidP="007B6A46">
      <w:r>
        <w:t>216.4213</w:t>
      </w:r>
      <w:r>
        <w:tab/>
        <w:t>1.013e0</w:t>
      </w:r>
    </w:p>
    <w:p w:rsidR="007B6A46" w:rsidRDefault="007B6A46" w:rsidP="007B6A46">
      <w:r>
        <w:t>216.4235</w:t>
      </w:r>
      <w:r>
        <w:tab/>
        <w:t>2.025e0</w:t>
      </w:r>
    </w:p>
    <w:p w:rsidR="007B6A46" w:rsidRDefault="007B6A46" w:rsidP="007B6A46">
      <w:r>
        <w:t>216.4980</w:t>
      </w:r>
      <w:r>
        <w:tab/>
        <w:t>2.025e0</w:t>
      </w:r>
    </w:p>
    <w:p w:rsidR="007B6A46" w:rsidRDefault="007B6A46" w:rsidP="007B6A46">
      <w:r>
        <w:t>216.5052</w:t>
      </w:r>
      <w:r>
        <w:tab/>
        <w:t>2.025e0</w:t>
      </w:r>
    </w:p>
    <w:p w:rsidR="007B6A46" w:rsidRDefault="007B6A46" w:rsidP="007B6A46">
      <w:r>
        <w:t>216.5315</w:t>
      </w:r>
      <w:r>
        <w:tab/>
        <w:t>1.013e0</w:t>
      </w:r>
    </w:p>
    <w:p w:rsidR="007B6A46" w:rsidRDefault="007B6A46" w:rsidP="007B6A46">
      <w:r>
        <w:t>216.5352</w:t>
      </w:r>
      <w:r>
        <w:tab/>
        <w:t>1.013e0</w:t>
      </w:r>
    </w:p>
    <w:p w:rsidR="007B6A46" w:rsidRDefault="007B6A46" w:rsidP="007B6A46">
      <w:r>
        <w:t>216.5591</w:t>
      </w:r>
      <w:r>
        <w:tab/>
        <w:t>1.013e0</w:t>
      </w:r>
    </w:p>
    <w:p w:rsidR="007B6A46" w:rsidRDefault="007B6A46" w:rsidP="007B6A46">
      <w:r>
        <w:t>216.5782</w:t>
      </w:r>
      <w:r>
        <w:tab/>
        <w:t>1.013e0</w:t>
      </w:r>
    </w:p>
    <w:p w:rsidR="007B6A46" w:rsidRDefault="007B6A46" w:rsidP="007B6A46">
      <w:r>
        <w:t>216.6133</w:t>
      </w:r>
      <w:r>
        <w:tab/>
        <w:t>1.013e0</w:t>
      </w:r>
    </w:p>
    <w:p w:rsidR="007B6A46" w:rsidRDefault="007B6A46" w:rsidP="007B6A46">
      <w:r>
        <w:t>216.6216</w:t>
      </w:r>
      <w:r>
        <w:tab/>
        <w:t>1.013e0</w:t>
      </w:r>
    </w:p>
    <w:p w:rsidR="007B6A46" w:rsidRDefault="007B6A46" w:rsidP="007B6A46">
      <w:r>
        <w:t>216.6298</w:t>
      </w:r>
      <w:r>
        <w:tab/>
        <w:t>1.013e0</w:t>
      </w:r>
    </w:p>
    <w:p w:rsidR="007B6A46" w:rsidRDefault="007B6A46" w:rsidP="007B6A46">
      <w:r>
        <w:t>216.6603</w:t>
      </w:r>
      <w:r>
        <w:tab/>
        <w:t>1.013e0</w:t>
      </w:r>
    </w:p>
    <w:p w:rsidR="007B6A46" w:rsidRDefault="007B6A46" w:rsidP="007B6A46">
      <w:r>
        <w:t>216.7116</w:t>
      </w:r>
      <w:r>
        <w:tab/>
        <w:t>1.013e0</w:t>
      </w:r>
    </w:p>
    <w:p w:rsidR="007B6A46" w:rsidRDefault="007B6A46" w:rsidP="007B6A46">
      <w:r>
        <w:t>216.7214</w:t>
      </w:r>
      <w:r>
        <w:tab/>
        <w:t>2.025e0</w:t>
      </w:r>
    </w:p>
    <w:p w:rsidR="007B6A46" w:rsidRDefault="007B6A46" w:rsidP="007B6A46">
      <w:r>
        <w:t>216.7820</w:t>
      </w:r>
      <w:r>
        <w:tab/>
        <w:t>1.013e0</w:t>
      </w:r>
    </w:p>
    <w:p w:rsidR="007B6A46" w:rsidRDefault="007B6A46" w:rsidP="007B6A46">
      <w:r>
        <w:t>216.8399</w:t>
      </w:r>
      <w:r>
        <w:tab/>
        <w:t>1.013e0</w:t>
      </w:r>
    </w:p>
    <w:p w:rsidR="007B6A46" w:rsidRDefault="007B6A46" w:rsidP="007B6A46">
      <w:r>
        <w:lastRenderedPageBreak/>
        <w:t>216.8723</w:t>
      </w:r>
      <w:r>
        <w:tab/>
        <w:t>1.013e0</w:t>
      </w:r>
    </w:p>
    <w:p w:rsidR="007B6A46" w:rsidRDefault="007B6A46" w:rsidP="007B6A46">
      <w:r>
        <w:t>216.8796</w:t>
      </w:r>
      <w:r>
        <w:tab/>
        <w:t>1.013e0</w:t>
      </w:r>
    </w:p>
    <w:p w:rsidR="007B6A46" w:rsidRDefault="007B6A46" w:rsidP="007B6A46">
      <w:r>
        <w:t>216.9346</w:t>
      </w:r>
      <w:r>
        <w:tab/>
        <w:t>1.013e0</w:t>
      </w:r>
    </w:p>
    <w:p w:rsidR="007B6A46" w:rsidRDefault="007B6A46" w:rsidP="007B6A46">
      <w:r>
        <w:t>216.9774</w:t>
      </w:r>
      <w:r>
        <w:tab/>
        <w:t>1.013e0</w:t>
      </w:r>
    </w:p>
    <w:p w:rsidR="007B6A46" w:rsidRDefault="007B6A46" w:rsidP="007B6A46">
      <w:r>
        <w:t>216.9831</w:t>
      </w:r>
      <w:r>
        <w:tab/>
        <w:t>2.025e0</w:t>
      </w:r>
    </w:p>
    <w:p w:rsidR="007B6A46" w:rsidRDefault="007B6A46" w:rsidP="007B6A46">
      <w:r>
        <w:t>217.0001</w:t>
      </w:r>
      <w:r>
        <w:tab/>
        <w:t>2.025e0</w:t>
      </w:r>
    </w:p>
    <w:p w:rsidR="007B6A46" w:rsidRDefault="007B6A46" w:rsidP="007B6A46">
      <w:r>
        <w:t>217.0127</w:t>
      </w:r>
      <w:r>
        <w:tab/>
        <w:t>2.025e0</w:t>
      </w:r>
    </w:p>
    <w:p w:rsidR="007B6A46" w:rsidRDefault="007B6A46" w:rsidP="007B6A46">
      <w:r>
        <w:t>217.0204</w:t>
      </w:r>
      <w:r>
        <w:tab/>
        <w:t>2.025e0</w:t>
      </w:r>
    </w:p>
    <w:p w:rsidR="007B6A46" w:rsidRDefault="007B6A46" w:rsidP="007B6A46">
      <w:r>
        <w:t>217.0222</w:t>
      </w:r>
      <w:r>
        <w:tab/>
        <w:t>4.110e0</w:t>
      </w:r>
    </w:p>
    <w:p w:rsidR="007B6A46" w:rsidRDefault="007B6A46" w:rsidP="007B6A46">
      <w:r>
        <w:t>217.0400</w:t>
      </w:r>
      <w:r>
        <w:tab/>
        <w:t>1.013e0</w:t>
      </w:r>
    </w:p>
    <w:p w:rsidR="007B6A46" w:rsidRDefault="007B6A46" w:rsidP="007B6A46">
      <w:r>
        <w:t>217.0442</w:t>
      </w:r>
      <w:r>
        <w:tab/>
        <w:t>1.013e0</w:t>
      </w:r>
    </w:p>
    <w:p w:rsidR="007B6A46" w:rsidRDefault="007B6A46" w:rsidP="007B6A46">
      <w:r>
        <w:t>217.0555</w:t>
      </w:r>
      <w:r>
        <w:tab/>
        <w:t>4.051e0</w:t>
      </w:r>
    </w:p>
    <w:p w:rsidR="007B6A46" w:rsidRDefault="007B6A46" w:rsidP="007B6A46">
      <w:r>
        <w:t>217.0615</w:t>
      </w:r>
      <w:r>
        <w:tab/>
        <w:t>3.038e0</w:t>
      </w:r>
    </w:p>
    <w:p w:rsidR="007B6A46" w:rsidRDefault="007B6A46" w:rsidP="007B6A46">
      <w:r>
        <w:t>217.0787</w:t>
      </w:r>
      <w:r>
        <w:tab/>
        <w:t>1.013e0</w:t>
      </w:r>
    </w:p>
    <w:p w:rsidR="007B6A46" w:rsidRDefault="007B6A46" w:rsidP="007B6A46">
      <w:r>
        <w:t>217.1074</w:t>
      </w:r>
      <w:r>
        <w:tab/>
        <w:t>1.013e0</w:t>
      </w:r>
    </w:p>
    <w:p w:rsidR="007B6A46" w:rsidRDefault="007B6A46" w:rsidP="007B6A46">
      <w:r>
        <w:t>217.1089</w:t>
      </w:r>
      <w:r>
        <w:tab/>
        <w:t>4.051e0</w:t>
      </w:r>
    </w:p>
    <w:p w:rsidR="007B6A46" w:rsidRDefault="007B6A46" w:rsidP="007B6A46">
      <w:r>
        <w:t>217.1112</w:t>
      </w:r>
      <w:r>
        <w:tab/>
        <w:t>1.013e0</w:t>
      </w:r>
    </w:p>
    <w:p w:rsidR="007B6A46" w:rsidRDefault="007B6A46" w:rsidP="007B6A46">
      <w:r>
        <w:t>217.1171</w:t>
      </w:r>
      <w:r>
        <w:tab/>
        <w:t>5.063e0</w:t>
      </w:r>
    </w:p>
    <w:p w:rsidR="007B6A46" w:rsidRDefault="007B6A46" w:rsidP="007B6A46">
      <w:r>
        <w:t>217.1299</w:t>
      </w:r>
      <w:r>
        <w:tab/>
        <w:t>1.013e0</w:t>
      </w:r>
    </w:p>
    <w:p w:rsidR="007B6A46" w:rsidRDefault="007B6A46" w:rsidP="007B6A46">
      <w:r>
        <w:lastRenderedPageBreak/>
        <w:t>217.1321</w:t>
      </w:r>
      <w:r>
        <w:tab/>
        <w:t>2.025e0</w:t>
      </w:r>
    </w:p>
    <w:p w:rsidR="007B6A46" w:rsidRDefault="007B6A46" w:rsidP="007B6A46">
      <w:r>
        <w:t>217.1530</w:t>
      </w:r>
      <w:r>
        <w:tab/>
        <w:t>1.013e0</w:t>
      </w:r>
    </w:p>
    <w:p w:rsidR="007B6A46" w:rsidRDefault="007B6A46" w:rsidP="007B6A46">
      <w:r>
        <w:t>217.1570</w:t>
      </w:r>
      <w:r>
        <w:tab/>
        <w:t>1.013e0</w:t>
      </w:r>
    </w:p>
    <w:p w:rsidR="007B6A46" w:rsidRDefault="007B6A46" w:rsidP="007B6A46">
      <w:r>
        <w:t>217.1776</w:t>
      </w:r>
      <w:r>
        <w:tab/>
        <w:t>1.013e0</w:t>
      </w:r>
    </w:p>
    <w:p w:rsidR="007B6A46" w:rsidRDefault="007B6A46" w:rsidP="007B6A46">
      <w:r>
        <w:t>217.1858</w:t>
      </w:r>
      <w:r>
        <w:tab/>
        <w:t>1.013e0</w:t>
      </w:r>
    </w:p>
    <w:p w:rsidR="007B6A46" w:rsidRDefault="007B6A46" w:rsidP="007B6A46">
      <w:r>
        <w:t>217.2047</w:t>
      </w:r>
      <w:r>
        <w:tab/>
        <w:t>1.013e0</w:t>
      </w:r>
    </w:p>
    <w:p w:rsidR="007B6A46" w:rsidRDefault="007B6A46" w:rsidP="007B6A46">
      <w:r>
        <w:t>217.2124</w:t>
      </w:r>
      <w:r>
        <w:tab/>
        <w:t>1.013e0</w:t>
      </w:r>
    </w:p>
    <w:p w:rsidR="007B6A46" w:rsidRDefault="007B6A46" w:rsidP="007B6A46">
      <w:r>
        <w:t>217.2314</w:t>
      </w:r>
      <w:r>
        <w:tab/>
        <w:t>1.013e0</w:t>
      </w:r>
    </w:p>
    <w:p w:rsidR="007B6A46" w:rsidRDefault="007B6A46" w:rsidP="007B6A46">
      <w:r>
        <w:t>217.2831</w:t>
      </w:r>
      <w:r>
        <w:tab/>
        <w:t>1.013e0</w:t>
      </w:r>
    </w:p>
    <w:p w:rsidR="007B6A46" w:rsidRDefault="007B6A46" w:rsidP="007B6A46">
      <w:r>
        <w:t>217.3019</w:t>
      </w:r>
      <w:r>
        <w:tab/>
        <w:t>1.013e0</w:t>
      </w:r>
    </w:p>
    <w:p w:rsidR="007B6A46" w:rsidRDefault="007B6A46" w:rsidP="007B6A46">
      <w:r>
        <w:t>217.3463</w:t>
      </w:r>
      <w:r>
        <w:tab/>
        <w:t>1.013e0</w:t>
      </w:r>
    </w:p>
    <w:p w:rsidR="007B6A46" w:rsidRDefault="007B6A46" w:rsidP="007B6A46">
      <w:r>
        <w:t>217.3844</w:t>
      </w:r>
      <w:r>
        <w:tab/>
        <w:t>1.013e0</w:t>
      </w:r>
    </w:p>
    <w:p w:rsidR="007B6A46" w:rsidRDefault="007B6A46" w:rsidP="007B6A46">
      <w:r>
        <w:t>217.4992</w:t>
      </w:r>
      <w:r>
        <w:tab/>
        <w:t>1.013e0</w:t>
      </w:r>
    </w:p>
    <w:p w:rsidR="007B6A46" w:rsidRDefault="007B6A46" w:rsidP="007B6A46">
      <w:r>
        <w:t>217.5103</w:t>
      </w:r>
      <w:r>
        <w:tab/>
        <w:t>1.013e0</w:t>
      </w:r>
    </w:p>
    <w:p w:rsidR="007B6A46" w:rsidRDefault="007B6A46" w:rsidP="007B6A46">
      <w:r>
        <w:t>217.5144</w:t>
      </w:r>
      <w:r>
        <w:tab/>
        <w:t>1.013e0</w:t>
      </w:r>
    </w:p>
    <w:p w:rsidR="007B6A46" w:rsidRDefault="007B6A46" w:rsidP="007B6A46">
      <w:r>
        <w:t>217.5182</w:t>
      </w:r>
      <w:r>
        <w:tab/>
        <w:t>1.013e0</w:t>
      </w:r>
    </w:p>
    <w:p w:rsidR="007B6A46" w:rsidRDefault="007B6A46" w:rsidP="007B6A46">
      <w:r>
        <w:t>217.5525</w:t>
      </w:r>
      <w:r>
        <w:tab/>
        <w:t>1.013e0</w:t>
      </w:r>
    </w:p>
    <w:p w:rsidR="007B6A46" w:rsidRDefault="007B6A46" w:rsidP="007B6A46">
      <w:r>
        <w:t>217.5650</w:t>
      </w:r>
      <w:r>
        <w:tab/>
        <w:t>2.025e0</w:t>
      </w:r>
    </w:p>
    <w:p w:rsidR="007B6A46" w:rsidRDefault="007B6A46" w:rsidP="007B6A46">
      <w:r>
        <w:t>217.5776</w:t>
      </w:r>
      <w:r>
        <w:tab/>
        <w:t>1.013e0</w:t>
      </w:r>
    </w:p>
    <w:p w:rsidR="007B6A46" w:rsidRDefault="007B6A46" w:rsidP="007B6A46">
      <w:r>
        <w:lastRenderedPageBreak/>
        <w:t>217.6005</w:t>
      </w:r>
      <w:r>
        <w:tab/>
        <w:t>2.025e0</w:t>
      </w:r>
    </w:p>
    <w:p w:rsidR="007B6A46" w:rsidRDefault="007B6A46" w:rsidP="007B6A46">
      <w:r>
        <w:t>217.6120</w:t>
      </w:r>
      <w:r>
        <w:tab/>
        <w:t>2.025e0</w:t>
      </w:r>
    </w:p>
    <w:p w:rsidR="007B6A46" w:rsidRDefault="007B6A46" w:rsidP="007B6A46">
      <w:r>
        <w:t>217.6557</w:t>
      </w:r>
      <w:r>
        <w:tab/>
        <w:t>1.013e0</w:t>
      </w:r>
    </w:p>
    <w:p w:rsidR="007B6A46" w:rsidRDefault="007B6A46" w:rsidP="007B6A46">
      <w:r>
        <w:t>217.7052</w:t>
      </w:r>
      <w:r>
        <w:tab/>
        <w:t>1.013e0</w:t>
      </w:r>
    </w:p>
    <w:p w:rsidR="007B6A46" w:rsidRDefault="007B6A46" w:rsidP="007B6A46">
      <w:r>
        <w:t>217.7221</w:t>
      </w:r>
      <w:r>
        <w:tab/>
        <w:t>1.013e0</w:t>
      </w:r>
    </w:p>
    <w:p w:rsidR="007B6A46" w:rsidRDefault="007B6A46" w:rsidP="007B6A46">
      <w:r>
        <w:t>217.7379</w:t>
      </w:r>
      <w:r>
        <w:tab/>
        <w:t>1.013e0</w:t>
      </w:r>
    </w:p>
    <w:p w:rsidR="007B6A46" w:rsidRDefault="007B6A46" w:rsidP="007B6A46">
      <w:r>
        <w:t>217.7650</w:t>
      </w:r>
      <w:r>
        <w:tab/>
        <w:t>1.013e0</w:t>
      </w:r>
    </w:p>
    <w:p w:rsidR="007B6A46" w:rsidRDefault="007B6A46" w:rsidP="007B6A46">
      <w:r>
        <w:t>217.7685</w:t>
      </w:r>
      <w:r>
        <w:tab/>
        <w:t>1.013e0</w:t>
      </w:r>
    </w:p>
    <w:p w:rsidR="007B6A46" w:rsidRDefault="007B6A46" w:rsidP="007B6A46">
      <w:r>
        <w:t>217.7723</w:t>
      </w:r>
      <w:r>
        <w:tab/>
        <w:t>1.013e0</w:t>
      </w:r>
    </w:p>
    <w:p w:rsidR="007B6A46" w:rsidRDefault="007B6A46" w:rsidP="007B6A46">
      <w:r>
        <w:t>217.7882</w:t>
      </w:r>
      <w:r>
        <w:tab/>
        <w:t>1.013e0</w:t>
      </w:r>
    </w:p>
    <w:p w:rsidR="007B6A46" w:rsidRDefault="007B6A46" w:rsidP="007B6A46">
      <w:r>
        <w:t>217.8832</w:t>
      </w:r>
      <w:r>
        <w:tab/>
        <w:t>1.013e0</w:t>
      </w:r>
    </w:p>
    <w:p w:rsidR="007B6A46" w:rsidRDefault="007B6A46" w:rsidP="007B6A46">
      <w:r>
        <w:t>217.8989</w:t>
      </w:r>
      <w:r>
        <w:tab/>
        <w:t>1.013e0</w:t>
      </w:r>
    </w:p>
    <w:p w:rsidR="007B6A46" w:rsidRDefault="007B6A46" w:rsidP="007B6A46">
      <w:r>
        <w:t>217.9103</w:t>
      </w:r>
      <w:r>
        <w:tab/>
        <w:t>1.013e0</w:t>
      </w:r>
    </w:p>
    <w:p w:rsidR="007B6A46" w:rsidRDefault="007B6A46" w:rsidP="007B6A46">
      <w:r>
        <w:t>217.9218</w:t>
      </w:r>
      <w:r>
        <w:tab/>
        <w:t>2.025e0</w:t>
      </w:r>
    </w:p>
    <w:p w:rsidR="007B6A46" w:rsidRDefault="007B6A46" w:rsidP="007B6A46">
      <w:r>
        <w:t>217.9452</w:t>
      </w:r>
      <w:r>
        <w:tab/>
        <w:t>1.013e0</w:t>
      </w:r>
    </w:p>
    <w:p w:rsidR="007B6A46" w:rsidRDefault="007B6A46" w:rsidP="007B6A46">
      <w:r>
        <w:t>217.9617</w:t>
      </w:r>
      <w:r>
        <w:tab/>
        <w:t>1.013e0</w:t>
      </w:r>
    </w:p>
    <w:p w:rsidR="007B6A46" w:rsidRDefault="007B6A46" w:rsidP="007B6A46">
      <w:r>
        <w:t>217.9655</w:t>
      </w:r>
      <w:r>
        <w:tab/>
        <w:t>1.013e0</w:t>
      </w:r>
    </w:p>
    <w:p w:rsidR="007B6A46" w:rsidRDefault="007B6A46" w:rsidP="007B6A46">
      <w:r>
        <w:t>217.9846</w:t>
      </w:r>
      <w:r>
        <w:tab/>
        <w:t>1.013e0</w:t>
      </w:r>
    </w:p>
    <w:p w:rsidR="007B6A46" w:rsidRDefault="007B6A46" w:rsidP="007B6A46">
      <w:r>
        <w:t>217.9965</w:t>
      </w:r>
      <w:r>
        <w:tab/>
        <w:t>1.013e0</w:t>
      </w:r>
    </w:p>
    <w:p w:rsidR="007B6A46" w:rsidRDefault="007B6A46" w:rsidP="007B6A46">
      <w:r>
        <w:lastRenderedPageBreak/>
        <w:t>218.0041</w:t>
      </w:r>
      <w:r>
        <w:tab/>
        <w:t>1.013e0</w:t>
      </w:r>
    </w:p>
    <w:p w:rsidR="007B6A46" w:rsidRDefault="007B6A46" w:rsidP="007B6A46">
      <w:r>
        <w:t>218.0113</w:t>
      </w:r>
      <w:r>
        <w:tab/>
        <w:t>1.013e0</w:t>
      </w:r>
    </w:p>
    <w:p w:rsidR="007B6A46" w:rsidRDefault="007B6A46" w:rsidP="007B6A46">
      <w:r>
        <w:t>218.0155</w:t>
      </w:r>
      <w:r>
        <w:tab/>
        <w:t>1.013e0</w:t>
      </w:r>
    </w:p>
    <w:p w:rsidR="007B6A46" w:rsidRDefault="007B6A46" w:rsidP="007B6A46">
      <w:r>
        <w:t>218.0280</w:t>
      </w:r>
      <w:r>
        <w:tab/>
        <w:t>2.025e0</w:t>
      </w:r>
    </w:p>
    <w:p w:rsidR="007B6A46" w:rsidRDefault="007B6A46" w:rsidP="007B6A46">
      <w:r>
        <w:t>218.0403</w:t>
      </w:r>
      <w:r>
        <w:tab/>
        <w:t>1.013e0</w:t>
      </w:r>
    </w:p>
    <w:p w:rsidR="007B6A46" w:rsidRDefault="007B6A46" w:rsidP="007B6A46">
      <w:r>
        <w:t>218.0457</w:t>
      </w:r>
      <w:r>
        <w:tab/>
        <w:t>2.025e0</w:t>
      </w:r>
    </w:p>
    <w:p w:rsidR="007B6A46" w:rsidRDefault="007B6A46" w:rsidP="007B6A46">
      <w:r>
        <w:t>218.0708</w:t>
      </w:r>
      <w:r>
        <w:tab/>
        <w:t>1.013e0</w:t>
      </w:r>
    </w:p>
    <w:p w:rsidR="007B6A46" w:rsidRDefault="007B6A46" w:rsidP="007B6A46">
      <w:r>
        <w:t>218.0937</w:t>
      </w:r>
      <w:r>
        <w:tab/>
        <w:t>1.013e0</w:t>
      </w:r>
    </w:p>
    <w:p w:rsidR="007B6A46" w:rsidRDefault="007B6A46" w:rsidP="007B6A46">
      <w:r>
        <w:t>218.0982</w:t>
      </w:r>
      <w:r>
        <w:tab/>
        <w:t>2.025e0</w:t>
      </w:r>
    </w:p>
    <w:p w:rsidR="007B6A46" w:rsidRDefault="007B6A46" w:rsidP="007B6A46">
      <w:r>
        <w:t>218.1143</w:t>
      </w:r>
      <w:r>
        <w:tab/>
        <w:t>1.013e0</w:t>
      </w:r>
    </w:p>
    <w:p w:rsidR="007B6A46" w:rsidRDefault="007B6A46" w:rsidP="007B6A46">
      <w:r>
        <w:t>218.1362</w:t>
      </w:r>
      <w:r>
        <w:tab/>
        <w:t>2.025e0</w:t>
      </w:r>
    </w:p>
    <w:p w:rsidR="007B6A46" w:rsidRDefault="007B6A46" w:rsidP="007B6A46">
      <w:r>
        <w:t>218.1492</w:t>
      </w:r>
      <w:r>
        <w:tab/>
        <w:t>2.025e0</w:t>
      </w:r>
    </w:p>
    <w:p w:rsidR="007B6A46" w:rsidRDefault="007B6A46" w:rsidP="007B6A46">
      <w:r>
        <w:t>218.1534</w:t>
      </w:r>
      <w:r>
        <w:tab/>
        <w:t>1.013e0</w:t>
      </w:r>
    </w:p>
    <w:p w:rsidR="007B6A46" w:rsidRDefault="007B6A46" w:rsidP="007B6A46">
      <w:r>
        <w:t>218.1586</w:t>
      </w:r>
      <w:r>
        <w:tab/>
        <w:t>6.076e0</w:t>
      </w:r>
    </w:p>
    <w:p w:rsidR="007B6A46" w:rsidRDefault="007B6A46" w:rsidP="007B6A46">
      <w:r>
        <w:t>218.1848</w:t>
      </w:r>
      <w:r>
        <w:tab/>
        <w:t>2.025e0</w:t>
      </w:r>
    </w:p>
    <w:p w:rsidR="007B6A46" w:rsidRDefault="007B6A46" w:rsidP="007B6A46">
      <w:r>
        <w:t>218.1933</w:t>
      </w:r>
      <w:r>
        <w:tab/>
        <w:t>1.013e0</w:t>
      </w:r>
    </w:p>
    <w:p w:rsidR="007B6A46" w:rsidRDefault="007B6A46" w:rsidP="007B6A46">
      <w:r>
        <w:t>218.2200</w:t>
      </w:r>
      <w:r>
        <w:tab/>
        <w:t>1.013e0</w:t>
      </w:r>
    </w:p>
    <w:p w:rsidR="007B6A46" w:rsidRDefault="007B6A46" w:rsidP="007B6A46">
      <w:r>
        <w:t>218.2353</w:t>
      </w:r>
      <w:r>
        <w:tab/>
        <w:t>1.013e0</w:t>
      </w:r>
    </w:p>
    <w:p w:rsidR="007B6A46" w:rsidRDefault="007B6A46" w:rsidP="007B6A46">
      <w:r>
        <w:t>218.2719</w:t>
      </w:r>
      <w:r>
        <w:tab/>
        <w:t>1.013e0</w:t>
      </w:r>
    </w:p>
    <w:p w:rsidR="007B6A46" w:rsidRDefault="007B6A46" w:rsidP="007B6A46">
      <w:r>
        <w:lastRenderedPageBreak/>
        <w:t>218.2950</w:t>
      </w:r>
      <w:r>
        <w:tab/>
        <w:t>1.013e0</w:t>
      </w:r>
    </w:p>
    <w:p w:rsidR="007B6A46" w:rsidRDefault="007B6A46" w:rsidP="007B6A46">
      <w:r>
        <w:t>218.4044</w:t>
      </w:r>
      <w:r>
        <w:tab/>
        <w:t>1.013e0</w:t>
      </w:r>
    </w:p>
    <w:p w:rsidR="007B6A46" w:rsidRDefault="007B6A46" w:rsidP="007B6A46">
      <w:r>
        <w:t>218.4594</w:t>
      </w:r>
      <w:r>
        <w:tab/>
        <w:t>1.013e0</w:t>
      </w:r>
    </w:p>
    <w:p w:rsidR="007B6A46" w:rsidRDefault="007B6A46" w:rsidP="007B6A46">
      <w:r>
        <w:t>218.4787</w:t>
      </w:r>
      <w:r>
        <w:tab/>
        <w:t>2.025e0</w:t>
      </w:r>
    </w:p>
    <w:p w:rsidR="007B6A46" w:rsidRDefault="007B6A46" w:rsidP="007B6A46">
      <w:r>
        <w:t>218.4913</w:t>
      </w:r>
      <w:r>
        <w:tab/>
        <w:t>1.013e0</w:t>
      </w:r>
    </w:p>
    <w:p w:rsidR="007B6A46" w:rsidRDefault="007B6A46" w:rsidP="007B6A46">
      <w:r>
        <w:t>218.5305</w:t>
      </w:r>
      <w:r>
        <w:tab/>
        <w:t>3.038e0</w:t>
      </w:r>
    </w:p>
    <w:p w:rsidR="007B6A46" w:rsidRDefault="007B6A46" w:rsidP="007B6A46">
      <w:r>
        <w:t>218.5576</w:t>
      </w:r>
      <w:r>
        <w:tab/>
        <w:t>2.025e0</w:t>
      </w:r>
    </w:p>
    <w:p w:rsidR="007B6A46" w:rsidRDefault="007B6A46" w:rsidP="007B6A46">
      <w:r>
        <w:t>218.5963</w:t>
      </w:r>
      <w:r>
        <w:tab/>
        <w:t>3.038e0</w:t>
      </w:r>
    </w:p>
    <w:p w:rsidR="007B6A46" w:rsidRDefault="007B6A46" w:rsidP="007B6A46">
      <w:r>
        <w:t>218.6125</w:t>
      </w:r>
      <w:r>
        <w:tab/>
        <w:t>2.025e0</w:t>
      </w:r>
    </w:p>
    <w:p w:rsidR="007B6A46" w:rsidRDefault="007B6A46" w:rsidP="007B6A46">
      <w:r>
        <w:t>218.6834</w:t>
      </w:r>
      <w:r>
        <w:tab/>
        <w:t>1.013e0</w:t>
      </w:r>
    </w:p>
    <w:p w:rsidR="007B6A46" w:rsidRDefault="007B6A46" w:rsidP="007B6A46">
      <w:r>
        <w:t>218.7274</w:t>
      </w:r>
      <w:r>
        <w:tab/>
        <w:t>2.025e0</w:t>
      </w:r>
    </w:p>
    <w:p w:rsidR="007B6A46" w:rsidRDefault="007B6A46" w:rsidP="007B6A46">
      <w:r>
        <w:t>218.7939</w:t>
      </w:r>
      <w:r>
        <w:tab/>
        <w:t>1.013e0</w:t>
      </w:r>
    </w:p>
    <w:p w:rsidR="007B6A46" w:rsidRDefault="007B6A46" w:rsidP="007B6A46">
      <w:r>
        <w:t>218.8022</w:t>
      </w:r>
      <w:r>
        <w:tab/>
        <w:t>1.013e0</w:t>
      </w:r>
    </w:p>
    <w:p w:rsidR="007B6A46" w:rsidRDefault="007B6A46" w:rsidP="007B6A46">
      <w:r>
        <w:t>218.8179</w:t>
      </w:r>
      <w:r>
        <w:tab/>
        <w:t>1.013e0</w:t>
      </w:r>
    </w:p>
    <w:p w:rsidR="007B6A46" w:rsidRDefault="007B6A46" w:rsidP="007B6A46">
      <w:r>
        <w:t>218.8251</w:t>
      </w:r>
      <w:r>
        <w:tab/>
        <w:t>1.013e0</w:t>
      </w:r>
    </w:p>
    <w:p w:rsidR="007B6A46" w:rsidRDefault="007B6A46" w:rsidP="007B6A46">
      <w:r>
        <w:t>218.8682</w:t>
      </w:r>
      <w:r>
        <w:tab/>
        <w:t>3.038e0</w:t>
      </w:r>
    </w:p>
    <w:p w:rsidR="007B6A46" w:rsidRDefault="007B6A46" w:rsidP="007B6A46">
      <w:r>
        <w:t>218.9865</w:t>
      </w:r>
      <w:r>
        <w:tab/>
        <w:t>1.013e0</w:t>
      </w:r>
    </w:p>
    <w:p w:rsidR="007B6A46" w:rsidRDefault="007B6A46" w:rsidP="007B6A46">
      <w:r>
        <w:t>218.9903</w:t>
      </w:r>
      <w:r>
        <w:tab/>
        <w:t>1.013e0</w:t>
      </w:r>
    </w:p>
    <w:p w:rsidR="007B6A46" w:rsidRDefault="007B6A46" w:rsidP="007B6A46">
      <w:r>
        <w:t>219.0216</w:t>
      </w:r>
      <w:r>
        <w:tab/>
        <w:t>2.025e0</w:t>
      </w:r>
    </w:p>
    <w:p w:rsidR="007B6A46" w:rsidRDefault="007B6A46" w:rsidP="007B6A46">
      <w:r>
        <w:lastRenderedPageBreak/>
        <w:t>219.0345</w:t>
      </w:r>
      <w:r>
        <w:tab/>
        <w:t>1.013e0</w:t>
      </w:r>
    </w:p>
    <w:p w:rsidR="007B6A46" w:rsidRDefault="007B6A46" w:rsidP="007B6A46">
      <w:r>
        <w:t>219.0493</w:t>
      </w:r>
      <w:r>
        <w:tab/>
        <w:t>1.013e0</w:t>
      </w:r>
    </w:p>
    <w:p w:rsidR="007B6A46" w:rsidRDefault="007B6A46" w:rsidP="007B6A46">
      <w:r>
        <w:t>219.0533</w:t>
      </w:r>
      <w:r>
        <w:tab/>
        <w:t>2.025e0</w:t>
      </w:r>
    </w:p>
    <w:p w:rsidR="007B6A46" w:rsidRDefault="007B6A46" w:rsidP="007B6A46">
      <w:r>
        <w:t>219.0574</w:t>
      </w:r>
      <w:r>
        <w:tab/>
        <w:t>1.013e0</w:t>
      </w:r>
    </w:p>
    <w:p w:rsidR="007B6A46" w:rsidRDefault="007B6A46" w:rsidP="007B6A46">
      <w:r>
        <w:t>219.0612</w:t>
      </w:r>
      <w:r>
        <w:tab/>
        <w:t>1.013e0</w:t>
      </w:r>
    </w:p>
    <w:p w:rsidR="007B6A46" w:rsidRDefault="007B6A46" w:rsidP="007B6A46">
      <w:r>
        <w:t>219.0802</w:t>
      </w:r>
      <w:r>
        <w:tab/>
        <w:t>1.013e0</w:t>
      </w:r>
    </w:p>
    <w:p w:rsidR="007B6A46" w:rsidRDefault="007B6A46" w:rsidP="007B6A46">
      <w:r>
        <w:t>219.0841</w:t>
      </w:r>
      <w:r>
        <w:tab/>
        <w:t>2.025e0</w:t>
      </w:r>
    </w:p>
    <w:p w:rsidR="007B6A46" w:rsidRDefault="007B6A46" w:rsidP="007B6A46">
      <w:r>
        <w:t>219.1047</w:t>
      </w:r>
      <w:r>
        <w:tab/>
        <w:t>1.013e0</w:t>
      </w:r>
    </w:p>
    <w:p w:rsidR="007B6A46" w:rsidRDefault="007B6A46" w:rsidP="007B6A46">
      <w:r>
        <w:t>219.1127</w:t>
      </w:r>
      <w:r>
        <w:tab/>
        <w:t>2.025e0</w:t>
      </w:r>
    </w:p>
    <w:p w:rsidR="007B6A46" w:rsidRDefault="007B6A46" w:rsidP="007B6A46">
      <w:r>
        <w:t>219.1283</w:t>
      </w:r>
      <w:r>
        <w:tab/>
        <w:t>1.013e0</w:t>
      </w:r>
    </w:p>
    <w:p w:rsidR="007B6A46" w:rsidRDefault="007B6A46" w:rsidP="007B6A46">
      <w:r>
        <w:t>219.1321</w:t>
      </w:r>
      <w:r>
        <w:tab/>
        <w:t>1.013e0</w:t>
      </w:r>
    </w:p>
    <w:p w:rsidR="007B6A46" w:rsidRDefault="007B6A46" w:rsidP="007B6A46">
      <w:r>
        <w:t>219.1461</w:t>
      </w:r>
      <w:r>
        <w:tab/>
        <w:t>3.038e0</w:t>
      </w:r>
    </w:p>
    <w:p w:rsidR="007B6A46" w:rsidRDefault="007B6A46" w:rsidP="007B6A46">
      <w:r>
        <w:t>219.1753</w:t>
      </w:r>
      <w:r>
        <w:tab/>
        <w:t>1.013e0</w:t>
      </w:r>
    </w:p>
    <w:p w:rsidR="007B6A46" w:rsidRDefault="007B6A46" w:rsidP="007B6A46">
      <w:r>
        <w:t>219.1829</w:t>
      </w:r>
      <w:r>
        <w:tab/>
        <w:t>2.025e0</w:t>
      </w:r>
    </w:p>
    <w:p w:rsidR="007B6A46" w:rsidRDefault="007B6A46" w:rsidP="007B6A46">
      <w:r>
        <w:t>219.2256</w:t>
      </w:r>
      <w:r>
        <w:tab/>
        <w:t>1.013e0</w:t>
      </w:r>
    </w:p>
    <w:p w:rsidR="007B6A46" w:rsidRDefault="007B6A46" w:rsidP="007B6A46">
      <w:r>
        <w:t>219.2501</w:t>
      </w:r>
      <w:r>
        <w:tab/>
        <w:t>1.013e0</w:t>
      </w:r>
    </w:p>
    <w:p w:rsidR="007B6A46" w:rsidRDefault="007B6A46" w:rsidP="007B6A46">
      <w:r>
        <w:t>219.2894</w:t>
      </w:r>
      <w:r>
        <w:tab/>
        <w:t>1.013e0</w:t>
      </w:r>
    </w:p>
    <w:p w:rsidR="007B6A46" w:rsidRDefault="007B6A46" w:rsidP="007B6A46">
      <w:r>
        <w:t>219.3290</w:t>
      </w:r>
      <w:r>
        <w:tab/>
        <w:t>1.013e0</w:t>
      </w:r>
    </w:p>
    <w:p w:rsidR="007B6A46" w:rsidRDefault="007B6A46" w:rsidP="007B6A46">
      <w:r>
        <w:t>219.3484</w:t>
      </w:r>
      <w:r>
        <w:tab/>
        <w:t>1.013e0</w:t>
      </w:r>
    </w:p>
    <w:p w:rsidR="007B6A46" w:rsidRDefault="007B6A46" w:rsidP="007B6A46">
      <w:r>
        <w:lastRenderedPageBreak/>
        <w:t>219.3834</w:t>
      </w:r>
      <w:r>
        <w:tab/>
        <w:t>1.013e0</w:t>
      </w:r>
    </w:p>
    <w:p w:rsidR="007B6A46" w:rsidRDefault="007B6A46" w:rsidP="007B6A46">
      <w:r>
        <w:t>219.4011</w:t>
      </w:r>
      <w:r>
        <w:tab/>
        <w:t>2.025e0</w:t>
      </w:r>
    </w:p>
    <w:p w:rsidR="007B6A46" w:rsidRDefault="007B6A46" w:rsidP="007B6A46">
      <w:r>
        <w:t>219.4235</w:t>
      </w:r>
      <w:r>
        <w:tab/>
        <w:t>1.013e0</w:t>
      </w:r>
    </w:p>
    <w:p w:rsidR="007B6A46" w:rsidRDefault="007B6A46" w:rsidP="007B6A46">
      <w:r>
        <w:t>219.4832</w:t>
      </w:r>
      <w:r>
        <w:tab/>
        <w:t>1.013e0</w:t>
      </w:r>
    </w:p>
    <w:p w:rsidR="007B6A46" w:rsidRDefault="007B6A46" w:rsidP="007B6A46">
      <w:r>
        <w:t>219.4907</w:t>
      </w:r>
      <w:r>
        <w:tab/>
        <w:t>1.013e0</w:t>
      </w:r>
    </w:p>
    <w:p w:rsidR="007B6A46" w:rsidRDefault="007B6A46" w:rsidP="007B6A46">
      <w:r>
        <w:t>219.5213</w:t>
      </w:r>
      <w:r>
        <w:tab/>
        <w:t>1.013e0</w:t>
      </w:r>
    </w:p>
    <w:p w:rsidR="007B6A46" w:rsidRDefault="007B6A46" w:rsidP="007B6A46">
      <w:r>
        <w:t>219.5494</w:t>
      </w:r>
      <w:r>
        <w:tab/>
        <w:t>1.013e0</w:t>
      </w:r>
    </w:p>
    <w:p w:rsidR="007B6A46" w:rsidRDefault="007B6A46" w:rsidP="007B6A46">
      <w:r>
        <w:t>219.5539</w:t>
      </w:r>
      <w:r>
        <w:tab/>
        <w:t>1.013e0</w:t>
      </w:r>
    </w:p>
    <w:p w:rsidR="007B6A46" w:rsidRDefault="007B6A46" w:rsidP="007B6A46">
      <w:r>
        <w:t>219.5655</w:t>
      </w:r>
      <w:r>
        <w:tab/>
        <w:t>1.013e0</w:t>
      </w:r>
    </w:p>
    <w:p w:rsidR="007B6A46" w:rsidRDefault="007B6A46" w:rsidP="007B6A46">
      <w:r>
        <w:t>219.6163</w:t>
      </w:r>
      <w:r>
        <w:tab/>
        <w:t>2.025e0</w:t>
      </w:r>
    </w:p>
    <w:p w:rsidR="007B6A46" w:rsidRDefault="007B6A46" w:rsidP="007B6A46">
      <w:r>
        <w:t>219.6441</w:t>
      </w:r>
      <w:r>
        <w:tab/>
        <w:t>1.013e0</w:t>
      </w:r>
    </w:p>
    <w:p w:rsidR="007B6A46" w:rsidRDefault="007B6A46" w:rsidP="007B6A46">
      <w:r>
        <w:t>219.6950</w:t>
      </w:r>
      <w:r>
        <w:tab/>
        <w:t>1.013e0</w:t>
      </w:r>
    </w:p>
    <w:p w:rsidR="007B6A46" w:rsidRDefault="007B6A46" w:rsidP="007B6A46">
      <w:r>
        <w:t>219.7340</w:t>
      </w:r>
      <w:r>
        <w:tab/>
        <w:t>1.013e0</w:t>
      </w:r>
    </w:p>
    <w:p w:rsidR="007B6A46" w:rsidRDefault="007B6A46" w:rsidP="007B6A46">
      <w:r>
        <w:t>219.7937</w:t>
      </w:r>
      <w:r>
        <w:tab/>
        <w:t>1.013e0</w:t>
      </w:r>
    </w:p>
    <w:p w:rsidR="007B6A46" w:rsidRDefault="007B6A46" w:rsidP="007B6A46">
      <w:r>
        <w:t>219.7976</w:t>
      </w:r>
      <w:r>
        <w:tab/>
        <w:t>1.013e0</w:t>
      </w:r>
    </w:p>
    <w:p w:rsidR="007B6A46" w:rsidRDefault="007B6A46" w:rsidP="007B6A46">
      <w:r>
        <w:t>219.8874</w:t>
      </w:r>
      <w:r>
        <w:tab/>
        <w:t>1.013e0</w:t>
      </w:r>
    </w:p>
    <w:p w:rsidR="007B6A46" w:rsidRDefault="007B6A46" w:rsidP="007B6A46">
      <w:r>
        <w:t>219.8993</w:t>
      </w:r>
      <w:r>
        <w:tab/>
        <w:t>1.013e0</w:t>
      </w:r>
    </w:p>
    <w:p w:rsidR="007B6A46" w:rsidRDefault="007B6A46" w:rsidP="007B6A46">
      <w:r>
        <w:t>219.9278</w:t>
      </w:r>
      <w:r>
        <w:tab/>
        <w:t>1.013e0</w:t>
      </w:r>
    </w:p>
    <w:p w:rsidR="007B6A46" w:rsidRDefault="007B6A46" w:rsidP="007B6A46">
      <w:r>
        <w:t>219.9354</w:t>
      </w:r>
      <w:r>
        <w:tab/>
        <w:t>1.013e0</w:t>
      </w:r>
    </w:p>
    <w:p w:rsidR="007B6A46" w:rsidRDefault="007B6A46" w:rsidP="007B6A46">
      <w:r>
        <w:lastRenderedPageBreak/>
        <w:t>219.9660</w:t>
      </w:r>
      <w:r>
        <w:tab/>
        <w:t>2.025e0</w:t>
      </w:r>
    </w:p>
    <w:p w:rsidR="007B6A46" w:rsidRDefault="007B6A46" w:rsidP="007B6A46">
      <w:r>
        <w:t>219.9709</w:t>
      </w:r>
      <w:r>
        <w:tab/>
        <w:t>3.038e0</w:t>
      </w:r>
    </w:p>
    <w:p w:rsidR="007B6A46" w:rsidRDefault="007B6A46" w:rsidP="007B6A46">
      <w:r>
        <w:t>219.9785</w:t>
      </w:r>
      <w:r>
        <w:tab/>
        <w:t>6.362e0</w:t>
      </w:r>
    </w:p>
    <w:p w:rsidR="007B6A46" w:rsidRDefault="007B6A46" w:rsidP="007B6A46">
      <w:r>
        <w:t>219.9812</w:t>
      </w:r>
      <w:r>
        <w:tab/>
        <w:t>3.038e0</w:t>
      </w:r>
    </w:p>
    <w:p w:rsidR="007B6A46" w:rsidRDefault="007B6A46" w:rsidP="007B6A46">
      <w:r>
        <w:t>219.9847</w:t>
      </w:r>
      <w:r>
        <w:tab/>
        <w:t>4.051e0</w:t>
      </w:r>
    </w:p>
    <w:p w:rsidR="007B6A46" w:rsidRDefault="007B6A46" w:rsidP="007B6A46">
      <w:r>
        <w:t>219.9906</w:t>
      </w:r>
      <w:r>
        <w:tab/>
        <w:t>1.013e0</w:t>
      </w:r>
    </w:p>
    <w:p w:rsidR="007B6A46" w:rsidRDefault="007B6A46" w:rsidP="007B6A46">
      <w:r>
        <w:t>220.0316</w:t>
      </w:r>
      <w:r>
        <w:tab/>
        <w:t>3.038e0</w:t>
      </w:r>
    </w:p>
    <w:p w:rsidR="007B6A46" w:rsidRDefault="007B6A46" w:rsidP="007B6A46">
      <w:r>
        <w:t>220.0344</w:t>
      </w:r>
      <w:r>
        <w:tab/>
        <w:t>3.038e0</w:t>
      </w:r>
    </w:p>
    <w:p w:rsidR="007B6A46" w:rsidRDefault="007B6A46" w:rsidP="007B6A46">
      <w:r>
        <w:t>220.0404</w:t>
      </w:r>
      <w:r>
        <w:tab/>
        <w:t>4.051e0</w:t>
      </w:r>
    </w:p>
    <w:p w:rsidR="007B6A46" w:rsidRDefault="007B6A46" w:rsidP="007B6A46">
      <w:r>
        <w:t>220.0427</w:t>
      </w:r>
      <w:r>
        <w:tab/>
        <w:t>3.038e0</w:t>
      </w:r>
    </w:p>
    <w:p w:rsidR="007B6A46" w:rsidRDefault="007B6A46" w:rsidP="007B6A46">
      <w:r>
        <w:t>220.0456</w:t>
      </w:r>
      <w:r>
        <w:tab/>
        <w:t>3.038e0</w:t>
      </w:r>
    </w:p>
    <w:p w:rsidR="007B6A46" w:rsidRDefault="007B6A46" w:rsidP="007B6A46">
      <w:r>
        <w:t>220.0591</w:t>
      </w:r>
      <w:r>
        <w:tab/>
        <w:t>2.025e0</w:t>
      </w:r>
    </w:p>
    <w:p w:rsidR="007B6A46" w:rsidRDefault="007B6A46" w:rsidP="007B6A46">
      <w:r>
        <w:t>220.0603</w:t>
      </w:r>
      <w:r>
        <w:tab/>
        <w:t>3.038e0</w:t>
      </w:r>
    </w:p>
    <w:p w:rsidR="007B6A46" w:rsidRDefault="007B6A46" w:rsidP="007B6A46">
      <w:r>
        <w:t>220.0932</w:t>
      </w:r>
      <w:r>
        <w:tab/>
        <w:t>1.013e0</w:t>
      </w:r>
    </w:p>
    <w:p w:rsidR="007B6A46" w:rsidRDefault="007B6A46" w:rsidP="007B6A46">
      <w:r>
        <w:t>220.1043</w:t>
      </w:r>
      <w:r>
        <w:tab/>
        <w:t>3.038e0</w:t>
      </w:r>
    </w:p>
    <w:p w:rsidR="007B6A46" w:rsidRDefault="007B6A46" w:rsidP="007B6A46">
      <w:r>
        <w:t>220.1055</w:t>
      </w:r>
      <w:r>
        <w:tab/>
        <w:t>3.038e0</w:t>
      </w:r>
    </w:p>
    <w:p w:rsidR="007B6A46" w:rsidRDefault="007B6A46" w:rsidP="007B6A46">
      <w:r>
        <w:t>220.1214</w:t>
      </w:r>
      <w:r>
        <w:tab/>
        <w:t>2.025e0</w:t>
      </w:r>
    </w:p>
    <w:p w:rsidR="007B6A46" w:rsidRDefault="007B6A46" w:rsidP="007B6A46">
      <w:r>
        <w:t>220.1302</w:t>
      </w:r>
      <w:r>
        <w:tab/>
        <w:t>2.025e0</w:t>
      </w:r>
    </w:p>
    <w:p w:rsidR="007B6A46" w:rsidRDefault="007B6A46" w:rsidP="007B6A46">
      <w:r>
        <w:t>220.1734</w:t>
      </w:r>
      <w:r>
        <w:tab/>
        <w:t>3.038e0</w:t>
      </w:r>
    </w:p>
    <w:p w:rsidR="007B6A46" w:rsidRDefault="007B6A46" w:rsidP="007B6A46">
      <w:r>
        <w:lastRenderedPageBreak/>
        <w:t>220.1832</w:t>
      </w:r>
      <w:r>
        <w:tab/>
        <w:t>2.025e0</w:t>
      </w:r>
    </w:p>
    <w:p w:rsidR="007B6A46" w:rsidRDefault="007B6A46" w:rsidP="007B6A46">
      <w:r>
        <w:t>220.2160</w:t>
      </w:r>
      <w:r>
        <w:tab/>
        <w:t>1.013e0</w:t>
      </w:r>
    </w:p>
    <w:p w:rsidR="007B6A46" w:rsidRDefault="007B6A46" w:rsidP="007B6A46">
      <w:r>
        <w:t>220.2310</w:t>
      </w:r>
      <w:r>
        <w:tab/>
        <w:t>1.013e0</w:t>
      </w:r>
    </w:p>
    <w:p w:rsidR="007B6A46" w:rsidRDefault="007B6A46" w:rsidP="007B6A46">
      <w:r>
        <w:t>220.2599</w:t>
      </w:r>
      <w:r>
        <w:tab/>
        <w:t>2.025e0</w:t>
      </w:r>
    </w:p>
    <w:p w:rsidR="007B6A46" w:rsidRDefault="007B6A46" w:rsidP="007B6A46">
      <w:r>
        <w:t>220.2703</w:t>
      </w:r>
      <w:r>
        <w:tab/>
        <w:t>1.013e0</w:t>
      </w:r>
    </w:p>
    <w:p w:rsidR="007B6A46" w:rsidRDefault="007B6A46" w:rsidP="007B6A46">
      <w:r>
        <w:t>220.2771</w:t>
      </w:r>
      <w:r>
        <w:tab/>
        <w:t>3.038e0</w:t>
      </w:r>
    </w:p>
    <w:p w:rsidR="007B6A46" w:rsidRDefault="007B6A46" w:rsidP="007B6A46">
      <w:r>
        <w:t>220.3059</w:t>
      </w:r>
      <w:r>
        <w:tab/>
        <w:t>1.013e0</w:t>
      </w:r>
    </w:p>
    <w:p w:rsidR="007B6A46" w:rsidRDefault="007B6A46" w:rsidP="007B6A46">
      <w:r>
        <w:t>220.3454</w:t>
      </w:r>
      <w:r>
        <w:tab/>
        <w:t>1.013e0</w:t>
      </w:r>
    </w:p>
    <w:p w:rsidR="007B6A46" w:rsidRDefault="007B6A46" w:rsidP="007B6A46">
      <w:r>
        <w:t>220.3811</w:t>
      </w:r>
      <w:r>
        <w:tab/>
        <w:t>1.013e0</w:t>
      </w:r>
    </w:p>
    <w:p w:rsidR="007B6A46" w:rsidRDefault="007B6A46" w:rsidP="007B6A46">
      <w:r>
        <w:t>220.4288</w:t>
      </w:r>
      <w:r>
        <w:tab/>
        <w:t>1.013e0</w:t>
      </w:r>
    </w:p>
    <w:p w:rsidR="007B6A46" w:rsidRDefault="007B6A46" w:rsidP="007B6A46">
      <w:r>
        <w:t>220.4872</w:t>
      </w:r>
      <w:r>
        <w:tab/>
        <w:t>1.013e0</w:t>
      </w:r>
    </w:p>
    <w:p w:rsidR="007B6A46" w:rsidRDefault="007B6A46" w:rsidP="007B6A46">
      <w:r>
        <w:t>220.4994</w:t>
      </w:r>
      <w:r>
        <w:tab/>
        <w:t>2.025e0</w:t>
      </w:r>
    </w:p>
    <w:p w:rsidR="007B6A46" w:rsidRDefault="007B6A46" w:rsidP="007B6A46">
      <w:r>
        <w:t>220.5582</w:t>
      </w:r>
      <w:r>
        <w:tab/>
        <w:t>1.013e0</w:t>
      </w:r>
    </w:p>
    <w:p w:rsidR="007B6A46" w:rsidRDefault="007B6A46" w:rsidP="007B6A46">
      <w:r>
        <w:t>220.5666</w:t>
      </w:r>
      <w:r>
        <w:tab/>
        <w:t>1.013e0</w:t>
      </w:r>
    </w:p>
    <w:p w:rsidR="007B6A46" w:rsidRDefault="007B6A46" w:rsidP="007B6A46">
      <w:r>
        <w:t>220.6059</w:t>
      </w:r>
      <w:r>
        <w:tab/>
        <w:t>1.013e0</w:t>
      </w:r>
    </w:p>
    <w:p w:rsidR="007B6A46" w:rsidRDefault="007B6A46" w:rsidP="007B6A46">
      <w:r>
        <w:t>220.6171</w:t>
      </w:r>
      <w:r>
        <w:tab/>
        <w:t>1.013e0</w:t>
      </w:r>
    </w:p>
    <w:p w:rsidR="007B6A46" w:rsidRDefault="007B6A46" w:rsidP="007B6A46">
      <w:r>
        <w:t>220.6554</w:t>
      </w:r>
      <w:r>
        <w:tab/>
        <w:t>2.025e0</w:t>
      </w:r>
    </w:p>
    <w:p w:rsidR="007B6A46" w:rsidRDefault="007B6A46" w:rsidP="007B6A46">
      <w:r>
        <w:t>220.6578</w:t>
      </w:r>
      <w:r>
        <w:tab/>
        <w:t>1.013e0</w:t>
      </w:r>
    </w:p>
    <w:p w:rsidR="007B6A46" w:rsidRDefault="007B6A46" w:rsidP="007B6A46">
      <w:r>
        <w:t>220.7520</w:t>
      </w:r>
      <w:r>
        <w:tab/>
        <w:t>1.013e0</w:t>
      </w:r>
    </w:p>
    <w:p w:rsidR="007B6A46" w:rsidRDefault="007B6A46" w:rsidP="007B6A46">
      <w:r>
        <w:lastRenderedPageBreak/>
        <w:t>220.8150</w:t>
      </w:r>
      <w:r>
        <w:tab/>
        <w:t>1.013e0</w:t>
      </w:r>
    </w:p>
    <w:p w:rsidR="007B6A46" w:rsidRDefault="007B6A46" w:rsidP="007B6A46">
      <w:r>
        <w:t>220.9056</w:t>
      </w:r>
      <w:r>
        <w:tab/>
        <w:t>1.013e0</w:t>
      </w:r>
    </w:p>
    <w:p w:rsidR="007B6A46" w:rsidRDefault="007B6A46" w:rsidP="007B6A46">
      <w:r>
        <w:t>220.9385</w:t>
      </w:r>
      <w:r>
        <w:tab/>
        <w:t>1.013e0</w:t>
      </w:r>
    </w:p>
    <w:p w:rsidR="007B6A46" w:rsidRDefault="007B6A46" w:rsidP="007B6A46">
      <w:r>
        <w:t>220.9419</w:t>
      </w:r>
      <w:r>
        <w:tab/>
        <w:t>1.013e0</w:t>
      </w:r>
    </w:p>
    <w:p w:rsidR="007B6A46" w:rsidRDefault="007B6A46" w:rsidP="007B6A46">
      <w:r>
        <w:t>220.9726</w:t>
      </w:r>
      <w:r>
        <w:tab/>
        <w:t>1.013e0</w:t>
      </w:r>
    </w:p>
    <w:p w:rsidR="007B6A46" w:rsidRDefault="007B6A46" w:rsidP="007B6A46">
      <w:r>
        <w:t>220.9767</w:t>
      </w:r>
      <w:r>
        <w:tab/>
        <w:t>4.051e0</w:t>
      </w:r>
    </w:p>
    <w:p w:rsidR="007B6A46" w:rsidRDefault="007B6A46" w:rsidP="007B6A46">
      <w:r>
        <w:t>221.0400</w:t>
      </w:r>
      <w:r>
        <w:tab/>
        <w:t>3.038e0</w:t>
      </w:r>
    </w:p>
    <w:p w:rsidR="007B6A46" w:rsidRDefault="007B6A46" w:rsidP="007B6A46">
      <w:r>
        <w:t>221.0559</w:t>
      </w:r>
      <w:r>
        <w:tab/>
        <w:t>2.025e0</w:t>
      </w:r>
    </w:p>
    <w:p w:rsidR="007B6A46" w:rsidRDefault="007B6A46" w:rsidP="007B6A46">
      <w:r>
        <w:t>221.1114</w:t>
      </w:r>
      <w:r>
        <w:tab/>
        <w:t>1.013e0</w:t>
      </w:r>
    </w:p>
    <w:p w:rsidR="007B6A46" w:rsidRDefault="007B6A46" w:rsidP="007B6A46">
      <w:r>
        <w:t>221.1305</w:t>
      </w:r>
      <w:r>
        <w:tab/>
        <w:t>1.013e0</w:t>
      </w:r>
    </w:p>
    <w:p w:rsidR="007B6A46" w:rsidRDefault="007B6A46" w:rsidP="007B6A46">
      <w:r>
        <w:t>221.1374</w:t>
      </w:r>
      <w:r>
        <w:tab/>
        <w:t>2.025e0</w:t>
      </w:r>
    </w:p>
    <w:p w:rsidR="007B6A46" w:rsidRDefault="007B6A46" w:rsidP="007B6A46">
      <w:r>
        <w:t>221.1434</w:t>
      </w:r>
      <w:r>
        <w:tab/>
        <w:t>1.013e0</w:t>
      </w:r>
    </w:p>
    <w:p w:rsidR="007B6A46" w:rsidRDefault="007B6A46" w:rsidP="007B6A46">
      <w:r>
        <w:t>221.1725</w:t>
      </w:r>
      <w:r>
        <w:tab/>
        <w:t>2.025e0</w:t>
      </w:r>
    </w:p>
    <w:p w:rsidR="007B6A46" w:rsidRDefault="007B6A46" w:rsidP="007B6A46">
      <w:r>
        <w:t>221.1767</w:t>
      </w:r>
      <w:r>
        <w:tab/>
        <w:t>3.038e0</w:t>
      </w:r>
    </w:p>
    <w:p w:rsidR="007B6A46" w:rsidRDefault="007B6A46" w:rsidP="007B6A46">
      <w:r>
        <w:t>221.1825</w:t>
      </w:r>
      <w:r>
        <w:tab/>
        <w:t>2.025e0</w:t>
      </w:r>
    </w:p>
    <w:p w:rsidR="007B6A46" w:rsidRDefault="007B6A46" w:rsidP="007B6A46">
      <w:r>
        <w:t>221.2104</w:t>
      </w:r>
      <w:r>
        <w:tab/>
        <w:t>1.013e0</w:t>
      </w:r>
    </w:p>
    <w:p w:rsidR="007B6A46" w:rsidRDefault="007B6A46" w:rsidP="007B6A46">
      <w:r>
        <w:t>221.2938</w:t>
      </w:r>
      <w:r>
        <w:tab/>
        <w:t>1.013e0</w:t>
      </w:r>
    </w:p>
    <w:p w:rsidR="007B6A46" w:rsidRDefault="007B6A46" w:rsidP="007B6A46">
      <w:r>
        <w:t>221.3056</w:t>
      </w:r>
      <w:r>
        <w:tab/>
        <w:t>1.013e0</w:t>
      </w:r>
    </w:p>
    <w:p w:rsidR="007B6A46" w:rsidRDefault="007B6A46" w:rsidP="007B6A46">
      <w:r>
        <w:t>221.3528</w:t>
      </w:r>
      <w:r>
        <w:tab/>
        <w:t>1.013e0</w:t>
      </w:r>
    </w:p>
    <w:p w:rsidR="007B6A46" w:rsidRDefault="007B6A46" w:rsidP="007B6A46">
      <w:r>
        <w:lastRenderedPageBreak/>
        <w:t>221.3691</w:t>
      </w:r>
      <w:r>
        <w:tab/>
        <w:t>2.025e0</w:t>
      </w:r>
    </w:p>
    <w:p w:rsidR="007B6A46" w:rsidRDefault="007B6A46" w:rsidP="007B6A46">
      <w:r>
        <w:t>221.4114</w:t>
      </w:r>
      <w:r>
        <w:tab/>
        <w:t>1.013e0</w:t>
      </w:r>
    </w:p>
    <w:p w:rsidR="007B6A46" w:rsidRDefault="007B6A46" w:rsidP="007B6A46">
      <w:r>
        <w:t>221.4240</w:t>
      </w:r>
      <w:r>
        <w:tab/>
        <w:t>1.013e0</w:t>
      </w:r>
    </w:p>
    <w:p w:rsidR="007B6A46" w:rsidRDefault="007B6A46" w:rsidP="007B6A46">
      <w:r>
        <w:t>221.4782</w:t>
      </w:r>
      <w:r>
        <w:tab/>
        <w:t>1.013e0</w:t>
      </w:r>
    </w:p>
    <w:p w:rsidR="007B6A46" w:rsidRDefault="007B6A46" w:rsidP="007B6A46">
      <w:r>
        <w:t>221.4823</w:t>
      </w:r>
      <w:r>
        <w:tab/>
        <w:t>1.013e0</w:t>
      </w:r>
    </w:p>
    <w:p w:rsidR="007B6A46" w:rsidRDefault="007B6A46" w:rsidP="007B6A46">
      <w:r>
        <w:t>221.5497</w:t>
      </w:r>
      <w:r>
        <w:tab/>
        <w:t>1.013e0</w:t>
      </w:r>
    </w:p>
    <w:p w:rsidR="007B6A46" w:rsidRDefault="007B6A46" w:rsidP="007B6A46">
      <w:r>
        <w:t>221.6461</w:t>
      </w:r>
      <w:r>
        <w:tab/>
        <w:t>1.013e0</w:t>
      </w:r>
    </w:p>
    <w:p w:rsidR="007B6A46" w:rsidRDefault="007B6A46" w:rsidP="007B6A46">
      <w:r>
        <w:t>221.6649</w:t>
      </w:r>
      <w:r>
        <w:tab/>
        <w:t>1.013e0</w:t>
      </w:r>
    </w:p>
    <w:p w:rsidR="007B6A46" w:rsidRDefault="007B6A46" w:rsidP="007B6A46">
      <w:r>
        <w:t>221.6730</w:t>
      </w:r>
      <w:r>
        <w:tab/>
        <w:t>1.013e0</w:t>
      </w:r>
    </w:p>
    <w:p w:rsidR="007B6A46" w:rsidRDefault="007B6A46" w:rsidP="007B6A46">
      <w:r>
        <w:t>221.6841</w:t>
      </w:r>
      <w:r>
        <w:tab/>
        <w:t>1.013e0</w:t>
      </w:r>
    </w:p>
    <w:p w:rsidR="007B6A46" w:rsidRDefault="007B6A46" w:rsidP="007B6A46">
      <w:r>
        <w:t>221.7365</w:t>
      </w:r>
      <w:r>
        <w:tab/>
        <w:t>1.013e0</w:t>
      </w:r>
    </w:p>
    <w:p w:rsidR="007B6A46" w:rsidRDefault="007B6A46" w:rsidP="007B6A46">
      <w:r>
        <w:t>221.7594</w:t>
      </w:r>
      <w:r>
        <w:tab/>
        <w:t>1.013e0</w:t>
      </w:r>
    </w:p>
    <w:p w:rsidR="007B6A46" w:rsidRDefault="007B6A46" w:rsidP="007B6A46">
      <w:r>
        <w:t>221.8038</w:t>
      </w:r>
      <w:r>
        <w:tab/>
        <w:t>1.013e0</w:t>
      </w:r>
    </w:p>
    <w:p w:rsidR="007B6A46" w:rsidRDefault="007B6A46" w:rsidP="007B6A46">
      <w:r>
        <w:t>221.8747</w:t>
      </w:r>
      <w:r>
        <w:tab/>
        <w:t>1.013e0</w:t>
      </w:r>
    </w:p>
    <w:p w:rsidR="007B6A46" w:rsidRDefault="007B6A46" w:rsidP="007B6A46">
      <w:r>
        <w:t>221.8901</w:t>
      </w:r>
      <w:r>
        <w:tab/>
        <w:t>1.013e0</w:t>
      </w:r>
    </w:p>
    <w:p w:rsidR="007B6A46" w:rsidRDefault="007B6A46" w:rsidP="007B6A46">
      <w:r>
        <w:t>221.9734</w:t>
      </w:r>
      <w:r>
        <w:tab/>
        <w:t>1.013e0</w:t>
      </w:r>
    </w:p>
    <w:p w:rsidR="007B6A46" w:rsidRDefault="007B6A46" w:rsidP="007B6A46">
      <w:r>
        <w:t>221.9776</w:t>
      </w:r>
      <w:r>
        <w:tab/>
        <w:t>1.013e0</w:t>
      </w:r>
    </w:p>
    <w:p w:rsidR="007B6A46" w:rsidRDefault="007B6A46" w:rsidP="007B6A46">
      <w:r>
        <w:t>222.0033</w:t>
      </w:r>
      <w:r>
        <w:tab/>
        <w:t>4.491e0</w:t>
      </w:r>
    </w:p>
    <w:p w:rsidR="007B6A46" w:rsidRDefault="007B6A46" w:rsidP="007B6A46">
      <w:r>
        <w:t>222.0141</w:t>
      </w:r>
      <w:r>
        <w:tab/>
        <w:t>4.051e0</w:t>
      </w:r>
    </w:p>
    <w:p w:rsidR="007B6A46" w:rsidRDefault="007B6A46" w:rsidP="007B6A46">
      <w:r>
        <w:lastRenderedPageBreak/>
        <w:t>222.0162</w:t>
      </w:r>
      <w:r>
        <w:tab/>
        <w:t>2.453e1</w:t>
      </w:r>
    </w:p>
    <w:p w:rsidR="007B6A46" w:rsidRDefault="007B6A46" w:rsidP="007B6A46">
      <w:r>
        <w:t>222.0237</w:t>
      </w:r>
      <w:r>
        <w:tab/>
        <w:t>7.089e0</w:t>
      </w:r>
    </w:p>
    <w:p w:rsidR="007B6A46" w:rsidRDefault="007B6A46" w:rsidP="007B6A46">
      <w:r>
        <w:t>222.0300</w:t>
      </w:r>
      <w:r>
        <w:tab/>
        <w:t>5.063e0</w:t>
      </w:r>
    </w:p>
    <w:p w:rsidR="007B6A46" w:rsidRDefault="007B6A46" w:rsidP="007B6A46">
      <w:r>
        <w:t>222.0368</w:t>
      </w:r>
      <w:r>
        <w:tab/>
        <w:t>2.025e0</w:t>
      </w:r>
    </w:p>
    <w:p w:rsidR="007B6A46" w:rsidRDefault="007B6A46" w:rsidP="007B6A46">
      <w:r>
        <w:t>222.0616</w:t>
      </w:r>
      <w:r>
        <w:tab/>
        <w:t>1.013e0</w:t>
      </w:r>
    </w:p>
    <w:p w:rsidR="007B6A46" w:rsidRDefault="007B6A46" w:rsidP="007B6A46">
      <w:r>
        <w:t>222.0768</w:t>
      </w:r>
      <w:r>
        <w:tab/>
        <w:t>2.025e0</w:t>
      </w:r>
    </w:p>
    <w:p w:rsidR="007B6A46" w:rsidRDefault="007B6A46" w:rsidP="007B6A46">
      <w:r>
        <w:t>222.0830</w:t>
      </w:r>
      <w:r>
        <w:tab/>
        <w:t>2.025e0</w:t>
      </w:r>
    </w:p>
    <w:p w:rsidR="007B6A46" w:rsidRDefault="007B6A46" w:rsidP="007B6A46">
      <w:r>
        <w:t>222.0849</w:t>
      </w:r>
      <w:r>
        <w:tab/>
        <w:t>1.013e0</w:t>
      </w:r>
    </w:p>
    <w:p w:rsidR="007B6A46" w:rsidRDefault="007B6A46" w:rsidP="007B6A46">
      <w:r>
        <w:t>222.1203</w:t>
      </w:r>
      <w:r>
        <w:tab/>
        <w:t>3.038e0</w:t>
      </w:r>
    </w:p>
    <w:p w:rsidR="007B6A46" w:rsidRDefault="007B6A46" w:rsidP="007B6A46">
      <w:r>
        <w:t>222.1250</w:t>
      </w:r>
      <w:r>
        <w:tab/>
        <w:t>5.063e0</w:t>
      </w:r>
    </w:p>
    <w:p w:rsidR="007B6A46" w:rsidRDefault="007B6A46" w:rsidP="007B6A46">
      <w:r>
        <w:t>222.1265</w:t>
      </w:r>
      <w:r>
        <w:tab/>
        <w:t>2.025e0</w:t>
      </w:r>
    </w:p>
    <w:p w:rsidR="007B6A46" w:rsidRDefault="007B6A46" w:rsidP="007B6A46">
      <w:r>
        <w:t>222.1405</w:t>
      </w:r>
      <w:r>
        <w:tab/>
        <w:t>1.013e0</w:t>
      </w:r>
    </w:p>
    <w:p w:rsidR="007B6A46" w:rsidRDefault="007B6A46" w:rsidP="007B6A46">
      <w:r>
        <w:t>222.1494</w:t>
      </w:r>
      <w:r>
        <w:tab/>
        <w:t>3.038e0</w:t>
      </w:r>
    </w:p>
    <w:p w:rsidR="007B6A46" w:rsidRDefault="007B6A46" w:rsidP="007B6A46">
      <w:r>
        <w:t>222.1674</w:t>
      </w:r>
      <w:r>
        <w:tab/>
        <w:t>1.013e0</w:t>
      </w:r>
    </w:p>
    <w:p w:rsidR="007B6A46" w:rsidRDefault="007B6A46" w:rsidP="007B6A46">
      <w:r>
        <w:t>222.1715</w:t>
      </w:r>
      <w:r>
        <w:tab/>
        <w:t>2.025e0</w:t>
      </w:r>
    </w:p>
    <w:p w:rsidR="007B6A46" w:rsidRDefault="007B6A46" w:rsidP="007B6A46">
      <w:r>
        <w:t>222.1775</w:t>
      </w:r>
      <w:r>
        <w:tab/>
        <w:t>2.025e0</w:t>
      </w:r>
    </w:p>
    <w:p w:rsidR="007B6A46" w:rsidRDefault="007B6A46" w:rsidP="007B6A46">
      <w:r>
        <w:t>222.1792</w:t>
      </w:r>
      <w:r>
        <w:tab/>
        <w:t>1.013e0</w:t>
      </w:r>
    </w:p>
    <w:p w:rsidR="007B6A46" w:rsidRDefault="007B6A46" w:rsidP="007B6A46">
      <w:r>
        <w:t>222.1834</w:t>
      </w:r>
      <w:r>
        <w:tab/>
        <w:t>1.013e0</w:t>
      </w:r>
    </w:p>
    <w:p w:rsidR="007B6A46" w:rsidRDefault="007B6A46" w:rsidP="007B6A46">
      <w:r>
        <w:t>222.2044</w:t>
      </w:r>
      <w:r>
        <w:tab/>
        <w:t>1.013e0</w:t>
      </w:r>
    </w:p>
    <w:p w:rsidR="007B6A46" w:rsidRDefault="007B6A46" w:rsidP="007B6A46">
      <w:r>
        <w:lastRenderedPageBreak/>
        <w:t>222.2117</w:t>
      </w:r>
      <w:r>
        <w:tab/>
        <w:t>1.013e0</w:t>
      </w:r>
    </w:p>
    <w:p w:rsidR="007B6A46" w:rsidRDefault="007B6A46" w:rsidP="007B6A46">
      <w:r>
        <w:t>222.2235</w:t>
      </w:r>
      <w:r>
        <w:tab/>
        <w:t>1.013e0</w:t>
      </w:r>
    </w:p>
    <w:p w:rsidR="007B6A46" w:rsidRDefault="007B6A46" w:rsidP="007B6A46">
      <w:r>
        <w:t>222.2503</w:t>
      </w:r>
      <w:r>
        <w:tab/>
        <w:t>1.013e0</w:t>
      </w:r>
    </w:p>
    <w:p w:rsidR="007B6A46" w:rsidRDefault="007B6A46" w:rsidP="007B6A46">
      <w:r>
        <w:t>222.3263</w:t>
      </w:r>
      <w:r>
        <w:tab/>
        <w:t>1.013e0</w:t>
      </w:r>
    </w:p>
    <w:p w:rsidR="007B6A46" w:rsidRDefault="007B6A46" w:rsidP="007B6A46">
      <w:r>
        <w:t>222.3305</w:t>
      </w:r>
      <w:r>
        <w:tab/>
        <w:t>2.025e0</w:t>
      </w:r>
    </w:p>
    <w:p w:rsidR="007B6A46" w:rsidRDefault="007B6A46" w:rsidP="007B6A46">
      <w:r>
        <w:t>222.3936</w:t>
      </w:r>
      <w:r>
        <w:tab/>
        <w:t>1.013e0</w:t>
      </w:r>
    </w:p>
    <w:p w:rsidR="007B6A46" w:rsidRDefault="007B6A46" w:rsidP="007B6A46">
      <w:r>
        <w:t>222.4144</w:t>
      </w:r>
      <w:r>
        <w:tab/>
        <w:t>1.013e0</w:t>
      </w:r>
    </w:p>
    <w:p w:rsidR="007B6A46" w:rsidRDefault="007B6A46" w:rsidP="007B6A46">
      <w:r>
        <w:t>222.4293</w:t>
      </w:r>
      <w:r>
        <w:tab/>
        <w:t>1.013e0</w:t>
      </w:r>
    </w:p>
    <w:p w:rsidR="007B6A46" w:rsidRDefault="007B6A46" w:rsidP="007B6A46">
      <w:r>
        <w:t>222.4451</w:t>
      </w:r>
      <w:r>
        <w:tab/>
        <w:t>1.013e0</w:t>
      </w:r>
    </w:p>
    <w:p w:rsidR="007B6A46" w:rsidRDefault="007B6A46" w:rsidP="007B6A46">
      <w:r>
        <w:t>222.4689</w:t>
      </w:r>
      <w:r>
        <w:tab/>
        <w:t>1.013e0</w:t>
      </w:r>
    </w:p>
    <w:p w:rsidR="007B6A46" w:rsidRDefault="007B6A46" w:rsidP="007B6A46">
      <w:r>
        <w:t>222.4971</w:t>
      </w:r>
      <w:r>
        <w:tab/>
        <w:t>1.013e0</w:t>
      </w:r>
    </w:p>
    <w:p w:rsidR="007B6A46" w:rsidRDefault="007B6A46" w:rsidP="007B6A46">
      <w:r>
        <w:t>222.5159</w:t>
      </w:r>
      <w:r>
        <w:tab/>
        <w:t>2.025e0</w:t>
      </w:r>
    </w:p>
    <w:p w:rsidR="007B6A46" w:rsidRDefault="007B6A46" w:rsidP="007B6A46">
      <w:r>
        <w:t>222.5321</w:t>
      </w:r>
      <w:r>
        <w:tab/>
        <w:t>1.013e0</w:t>
      </w:r>
    </w:p>
    <w:p w:rsidR="007B6A46" w:rsidRDefault="007B6A46" w:rsidP="007B6A46">
      <w:r>
        <w:t>222.5366</w:t>
      </w:r>
      <w:r>
        <w:tab/>
        <w:t>2.025e0</w:t>
      </w:r>
    </w:p>
    <w:p w:rsidR="007B6A46" w:rsidRDefault="007B6A46" w:rsidP="007B6A46">
      <w:r>
        <w:t>222.5684</w:t>
      </w:r>
      <w:r>
        <w:tab/>
        <w:t>2.025e0</w:t>
      </w:r>
    </w:p>
    <w:p w:rsidR="007B6A46" w:rsidRDefault="007B6A46" w:rsidP="007B6A46">
      <w:r>
        <w:t>222.5761</w:t>
      </w:r>
      <w:r>
        <w:tab/>
        <w:t>1.013e0</w:t>
      </w:r>
    </w:p>
    <w:p w:rsidR="007B6A46" w:rsidRDefault="007B6A46" w:rsidP="007B6A46">
      <w:r>
        <w:t>222.5876</w:t>
      </w:r>
      <w:r>
        <w:tab/>
        <w:t>1.013e0</w:t>
      </w:r>
    </w:p>
    <w:p w:rsidR="007B6A46" w:rsidRDefault="007B6A46" w:rsidP="007B6A46">
      <w:r>
        <w:t>222.6239</w:t>
      </w:r>
      <w:r>
        <w:tab/>
        <w:t>1.013e0</w:t>
      </w:r>
    </w:p>
    <w:p w:rsidR="007B6A46" w:rsidRDefault="007B6A46" w:rsidP="007B6A46">
      <w:r>
        <w:t>222.6432</w:t>
      </w:r>
      <w:r>
        <w:tab/>
        <w:t>1.013e0</w:t>
      </w:r>
    </w:p>
    <w:p w:rsidR="007B6A46" w:rsidRDefault="007B6A46" w:rsidP="007B6A46">
      <w:r>
        <w:lastRenderedPageBreak/>
        <w:t>222.6470</w:t>
      </w:r>
      <w:r>
        <w:tab/>
        <w:t>1.013e0</w:t>
      </w:r>
    </w:p>
    <w:p w:rsidR="007B6A46" w:rsidRDefault="007B6A46" w:rsidP="007B6A46">
      <w:r>
        <w:t>222.6797</w:t>
      </w:r>
      <w:r>
        <w:tab/>
        <w:t>1.013e0</w:t>
      </w:r>
    </w:p>
    <w:p w:rsidR="007B6A46" w:rsidRDefault="007B6A46" w:rsidP="007B6A46">
      <w:r>
        <w:t>222.6914</w:t>
      </w:r>
      <w:r>
        <w:tab/>
        <w:t>1.013e0</w:t>
      </w:r>
    </w:p>
    <w:p w:rsidR="007B6A46" w:rsidRDefault="007B6A46" w:rsidP="007B6A46">
      <w:r>
        <w:t>222.7589</w:t>
      </w:r>
      <w:r>
        <w:tab/>
        <w:t>1.013e0</w:t>
      </w:r>
    </w:p>
    <w:p w:rsidR="007B6A46" w:rsidRDefault="007B6A46" w:rsidP="007B6A46">
      <w:r>
        <w:t>222.7784</w:t>
      </w:r>
      <w:r>
        <w:tab/>
        <w:t>1.013e0</w:t>
      </w:r>
    </w:p>
    <w:p w:rsidR="007B6A46" w:rsidRDefault="007B6A46" w:rsidP="007B6A46">
      <w:r>
        <w:t>222.7934</w:t>
      </w:r>
      <w:r>
        <w:tab/>
        <w:t>1.013e0</w:t>
      </w:r>
    </w:p>
    <w:p w:rsidR="007B6A46" w:rsidRDefault="007B6A46" w:rsidP="007B6A46">
      <w:r>
        <w:t>222.8267</w:t>
      </w:r>
      <w:r>
        <w:tab/>
        <w:t>1.013e0</w:t>
      </w:r>
    </w:p>
    <w:p w:rsidR="007B6A46" w:rsidRDefault="007B6A46" w:rsidP="007B6A46">
      <w:r>
        <w:t>222.8571</w:t>
      </w:r>
      <w:r>
        <w:tab/>
        <w:t>1.013e0</w:t>
      </w:r>
    </w:p>
    <w:p w:rsidR="007B6A46" w:rsidRDefault="007B6A46" w:rsidP="007B6A46">
      <w:r>
        <w:t>222.8692</w:t>
      </w:r>
      <w:r>
        <w:tab/>
        <w:t>2.025e0</w:t>
      </w:r>
    </w:p>
    <w:p w:rsidR="007B6A46" w:rsidRDefault="007B6A46" w:rsidP="007B6A46">
      <w:r>
        <w:t>222.9447</w:t>
      </w:r>
      <w:r>
        <w:tab/>
        <w:t>1.013e0</w:t>
      </w:r>
    </w:p>
    <w:p w:rsidR="007B6A46" w:rsidRDefault="007B6A46" w:rsidP="007B6A46">
      <w:r>
        <w:t>222.9615</w:t>
      </w:r>
      <w:r>
        <w:tab/>
        <w:t>2.025e0</w:t>
      </w:r>
    </w:p>
    <w:p w:rsidR="007B6A46" w:rsidRDefault="007B6A46" w:rsidP="007B6A46">
      <w:r>
        <w:t>222.9921</w:t>
      </w:r>
      <w:r>
        <w:tab/>
        <w:t>1.013e0</w:t>
      </w:r>
    </w:p>
    <w:p w:rsidR="007B6A46" w:rsidRDefault="007B6A46" w:rsidP="007B6A46">
      <w:r>
        <w:t>223.0041</w:t>
      </w:r>
      <w:r>
        <w:tab/>
        <w:t>1.013e0</w:t>
      </w:r>
    </w:p>
    <w:p w:rsidR="007B6A46" w:rsidRDefault="007B6A46" w:rsidP="007B6A46">
      <w:r>
        <w:t>223.0162</w:t>
      </w:r>
      <w:r>
        <w:tab/>
        <w:t>7.089e0</w:t>
      </w:r>
    </w:p>
    <w:p w:rsidR="007B6A46" w:rsidRDefault="007B6A46" w:rsidP="007B6A46">
      <w:r>
        <w:t>223.0189</w:t>
      </w:r>
      <w:r>
        <w:tab/>
        <w:t>1.114e1</w:t>
      </w:r>
    </w:p>
    <w:p w:rsidR="007B6A46" w:rsidRDefault="007B6A46" w:rsidP="007B6A46">
      <w:r>
        <w:t>223.0406</w:t>
      </w:r>
      <w:r>
        <w:tab/>
        <w:t>2.025e0</w:t>
      </w:r>
    </w:p>
    <w:p w:rsidR="007B6A46" w:rsidRDefault="007B6A46" w:rsidP="007B6A46">
      <w:r>
        <w:t>223.0426</w:t>
      </w:r>
      <w:r>
        <w:tab/>
        <w:t>2.025e0</w:t>
      </w:r>
    </w:p>
    <w:p w:rsidR="007B6A46" w:rsidRDefault="007B6A46" w:rsidP="007B6A46">
      <w:r>
        <w:t>223.0671</w:t>
      </w:r>
      <w:r>
        <w:tab/>
        <w:t>1.013e0</w:t>
      </w:r>
    </w:p>
    <w:p w:rsidR="007B6A46" w:rsidRDefault="007B6A46" w:rsidP="007B6A46">
      <w:r>
        <w:t>223.0739</w:t>
      </w:r>
      <w:r>
        <w:tab/>
        <w:t>2.025e0</w:t>
      </w:r>
    </w:p>
    <w:p w:rsidR="007B6A46" w:rsidRDefault="007B6A46" w:rsidP="007B6A46">
      <w:r>
        <w:lastRenderedPageBreak/>
        <w:t>223.0754</w:t>
      </w:r>
      <w:r>
        <w:tab/>
        <w:t>1.013e0</w:t>
      </w:r>
    </w:p>
    <w:p w:rsidR="007B6A46" w:rsidRDefault="007B6A46" w:rsidP="007B6A46">
      <w:r>
        <w:t>223.1090</w:t>
      </w:r>
      <w:r>
        <w:tab/>
        <w:t>1.392e1</w:t>
      </w:r>
    </w:p>
    <w:p w:rsidR="007B6A46" w:rsidRDefault="007B6A46" w:rsidP="007B6A46">
      <w:r>
        <w:t>223.1101</w:t>
      </w:r>
      <w:r>
        <w:tab/>
        <w:t>1.101e1</w:t>
      </w:r>
    </w:p>
    <w:p w:rsidR="007B6A46" w:rsidRDefault="007B6A46" w:rsidP="007B6A46">
      <w:r>
        <w:t>223.1121</w:t>
      </w:r>
      <w:r>
        <w:tab/>
        <w:t>2.430e1</w:t>
      </w:r>
    </w:p>
    <w:p w:rsidR="007B6A46" w:rsidRDefault="007B6A46" w:rsidP="007B6A46">
      <w:r>
        <w:t>223.1139</w:t>
      </w:r>
      <w:r>
        <w:tab/>
        <w:t>1.924e1</w:t>
      </w:r>
    </w:p>
    <w:p w:rsidR="007B6A46" w:rsidRDefault="007B6A46" w:rsidP="007B6A46">
      <w:r>
        <w:t>223.1488</w:t>
      </w:r>
      <w:r>
        <w:tab/>
        <w:t>3.038e0</w:t>
      </w:r>
    </w:p>
    <w:p w:rsidR="007B6A46" w:rsidRDefault="007B6A46" w:rsidP="007B6A46">
      <w:r>
        <w:t>223.1656</w:t>
      </w:r>
      <w:r>
        <w:tab/>
        <w:t>2.025e0</w:t>
      </w:r>
    </w:p>
    <w:p w:rsidR="007B6A46" w:rsidRDefault="007B6A46" w:rsidP="007B6A46">
      <w:r>
        <w:t>223.1694</w:t>
      </w:r>
      <w:r>
        <w:tab/>
        <w:t>4.051e0</w:t>
      </w:r>
    </w:p>
    <w:p w:rsidR="007B6A46" w:rsidRDefault="007B6A46" w:rsidP="007B6A46">
      <w:r>
        <w:t>223.1776</w:t>
      </w:r>
      <w:r>
        <w:tab/>
        <w:t>2.025e0</w:t>
      </w:r>
    </w:p>
    <w:p w:rsidR="007B6A46" w:rsidRDefault="007B6A46" w:rsidP="007B6A46">
      <w:r>
        <w:t>223.1814</w:t>
      </w:r>
      <w:r>
        <w:tab/>
        <w:t>2.025e0</w:t>
      </w:r>
    </w:p>
    <w:p w:rsidR="007B6A46" w:rsidRDefault="007B6A46" w:rsidP="007B6A46">
      <w:r>
        <w:t>223.2021</w:t>
      </w:r>
      <w:r>
        <w:tab/>
        <w:t>1.013e0</w:t>
      </w:r>
    </w:p>
    <w:p w:rsidR="007B6A46" w:rsidRDefault="007B6A46" w:rsidP="007B6A46">
      <w:r>
        <w:t>223.2227</w:t>
      </w:r>
      <w:r>
        <w:tab/>
        <w:t>2.025e0</w:t>
      </w:r>
    </w:p>
    <w:p w:rsidR="007B6A46" w:rsidRDefault="007B6A46" w:rsidP="007B6A46">
      <w:r>
        <w:t>223.2276</w:t>
      </w:r>
      <w:r>
        <w:tab/>
        <w:t>1.013e0</w:t>
      </w:r>
    </w:p>
    <w:p w:rsidR="007B6A46" w:rsidRDefault="007B6A46" w:rsidP="007B6A46">
      <w:r>
        <w:t>223.2393</w:t>
      </w:r>
      <w:r>
        <w:tab/>
        <w:t>1.013e0</w:t>
      </w:r>
    </w:p>
    <w:p w:rsidR="007B6A46" w:rsidRDefault="007B6A46" w:rsidP="007B6A46">
      <w:r>
        <w:t>223.2582</w:t>
      </w:r>
      <w:r>
        <w:tab/>
        <w:t>1.013e0</w:t>
      </w:r>
    </w:p>
    <w:p w:rsidR="007B6A46" w:rsidRDefault="007B6A46" w:rsidP="007B6A46">
      <w:r>
        <w:t>223.3580</w:t>
      </w:r>
      <w:r>
        <w:tab/>
        <w:t>1.013e0</w:t>
      </w:r>
    </w:p>
    <w:p w:rsidR="007B6A46" w:rsidRDefault="007B6A46" w:rsidP="007B6A46">
      <w:r>
        <w:t>223.3667</w:t>
      </w:r>
      <w:r>
        <w:tab/>
        <w:t>1.013e0</w:t>
      </w:r>
    </w:p>
    <w:p w:rsidR="007B6A46" w:rsidRDefault="007B6A46" w:rsidP="007B6A46">
      <w:r>
        <w:t>223.4534</w:t>
      </w:r>
      <w:r>
        <w:tab/>
        <w:t>1.013e0</w:t>
      </w:r>
    </w:p>
    <w:p w:rsidR="007B6A46" w:rsidRDefault="007B6A46" w:rsidP="007B6A46">
      <w:r>
        <w:t>223.4933</w:t>
      </w:r>
      <w:r>
        <w:tab/>
        <w:t>2.025e0</w:t>
      </w:r>
    </w:p>
    <w:p w:rsidR="007B6A46" w:rsidRDefault="007B6A46" w:rsidP="007B6A46">
      <w:r>
        <w:lastRenderedPageBreak/>
        <w:t>223.5128</w:t>
      </w:r>
      <w:r>
        <w:tab/>
        <w:t>1.013e0</w:t>
      </w:r>
    </w:p>
    <w:p w:rsidR="007B6A46" w:rsidRDefault="007B6A46" w:rsidP="007B6A46">
      <w:r>
        <w:t>223.5167</w:t>
      </w:r>
      <w:r>
        <w:tab/>
        <w:t>1.013e0</w:t>
      </w:r>
    </w:p>
    <w:p w:rsidR="007B6A46" w:rsidRDefault="007B6A46" w:rsidP="007B6A46">
      <w:r>
        <w:t>223.5443</w:t>
      </w:r>
      <w:r>
        <w:tab/>
        <w:t>4.051e0</w:t>
      </w:r>
    </w:p>
    <w:p w:rsidR="007B6A46" w:rsidRDefault="007B6A46" w:rsidP="007B6A46">
      <w:r>
        <w:t>223.5507</w:t>
      </w:r>
      <w:r>
        <w:tab/>
        <w:t>2.025e0</w:t>
      </w:r>
    </w:p>
    <w:p w:rsidR="007B6A46" w:rsidRDefault="007B6A46" w:rsidP="007B6A46">
      <w:r>
        <w:t>223.5523</w:t>
      </w:r>
      <w:r>
        <w:tab/>
        <w:t>1.013e0</w:t>
      </w:r>
    </w:p>
    <w:p w:rsidR="007B6A46" w:rsidRDefault="007B6A46" w:rsidP="007B6A46">
      <w:r>
        <w:t>223.5727</w:t>
      </w:r>
      <w:r>
        <w:tab/>
        <w:t>1.013e0</w:t>
      </w:r>
    </w:p>
    <w:p w:rsidR="007B6A46" w:rsidRDefault="007B6A46" w:rsidP="007B6A46">
      <w:r>
        <w:t>223.5923</w:t>
      </w:r>
      <w:r>
        <w:tab/>
        <w:t>1.013e0</w:t>
      </w:r>
    </w:p>
    <w:p w:rsidR="007B6A46" w:rsidRDefault="007B6A46" w:rsidP="007B6A46">
      <w:r>
        <w:t>223.6833</w:t>
      </w:r>
      <w:r>
        <w:tab/>
        <w:t>1.013e0</w:t>
      </w:r>
    </w:p>
    <w:p w:rsidR="007B6A46" w:rsidRDefault="007B6A46" w:rsidP="007B6A46">
      <w:r>
        <w:t>223.6876</w:t>
      </w:r>
      <w:r>
        <w:tab/>
        <w:t>3.038e0</w:t>
      </w:r>
    </w:p>
    <w:p w:rsidR="007B6A46" w:rsidRDefault="007B6A46" w:rsidP="007B6A46">
      <w:r>
        <w:t>223.6963</w:t>
      </w:r>
      <w:r>
        <w:tab/>
        <w:t>1.013e0</w:t>
      </w:r>
    </w:p>
    <w:p w:rsidR="007B6A46" w:rsidRDefault="007B6A46" w:rsidP="007B6A46">
      <w:r>
        <w:t>223.7313</w:t>
      </w:r>
      <w:r>
        <w:tab/>
        <w:t>1.013e0</w:t>
      </w:r>
    </w:p>
    <w:p w:rsidR="007B6A46" w:rsidRDefault="007B6A46" w:rsidP="007B6A46">
      <w:r>
        <w:t>223.7555</w:t>
      </w:r>
      <w:r>
        <w:tab/>
        <w:t>1.013e0</w:t>
      </w:r>
    </w:p>
    <w:p w:rsidR="007B6A46" w:rsidRDefault="007B6A46" w:rsidP="007B6A46">
      <w:r>
        <w:t>223.7594</w:t>
      </w:r>
      <w:r>
        <w:tab/>
        <w:t>3.038e0</w:t>
      </w:r>
    </w:p>
    <w:p w:rsidR="007B6A46" w:rsidRDefault="007B6A46" w:rsidP="007B6A46">
      <w:r>
        <w:t>223.7677</w:t>
      </w:r>
      <w:r>
        <w:tab/>
        <w:t>2.025e0</w:t>
      </w:r>
    </w:p>
    <w:p w:rsidR="007B6A46" w:rsidRDefault="007B6A46" w:rsidP="007B6A46">
      <w:r>
        <w:t>223.8064</w:t>
      </w:r>
      <w:r>
        <w:tab/>
        <w:t>1.013e0</w:t>
      </w:r>
    </w:p>
    <w:p w:rsidR="007B6A46" w:rsidRDefault="007B6A46" w:rsidP="007B6A46">
      <w:r>
        <w:t>223.8101</w:t>
      </w:r>
      <w:r>
        <w:tab/>
        <w:t>1.013e0</w:t>
      </w:r>
    </w:p>
    <w:p w:rsidR="007B6A46" w:rsidRDefault="007B6A46" w:rsidP="007B6A46">
      <w:r>
        <w:t>223.8431</w:t>
      </w:r>
      <w:r>
        <w:tab/>
        <w:t>2.025e0</w:t>
      </w:r>
    </w:p>
    <w:p w:rsidR="007B6A46" w:rsidRDefault="007B6A46" w:rsidP="007B6A46">
      <w:r>
        <w:t>223.8781</w:t>
      </w:r>
      <w:r>
        <w:tab/>
        <w:t>1.013e0</w:t>
      </w:r>
    </w:p>
    <w:p w:rsidR="007B6A46" w:rsidRDefault="007B6A46" w:rsidP="007B6A46">
      <w:r>
        <w:t>223.9105</w:t>
      </w:r>
      <w:r>
        <w:tab/>
        <w:t>1.013e0</w:t>
      </w:r>
    </w:p>
    <w:p w:rsidR="007B6A46" w:rsidRDefault="007B6A46" w:rsidP="007B6A46">
      <w:r>
        <w:lastRenderedPageBreak/>
        <w:t>223.9185</w:t>
      </w:r>
      <w:r>
        <w:tab/>
        <w:t>2.025e0</w:t>
      </w:r>
    </w:p>
    <w:p w:rsidR="007B6A46" w:rsidRDefault="007B6A46" w:rsidP="007B6A46">
      <w:r>
        <w:t>223.9221</w:t>
      </w:r>
      <w:r>
        <w:tab/>
        <w:t>1.013e0</w:t>
      </w:r>
    </w:p>
    <w:p w:rsidR="007B6A46" w:rsidRDefault="007B6A46" w:rsidP="007B6A46">
      <w:r>
        <w:t>223.9301</w:t>
      </w:r>
      <w:r>
        <w:tab/>
        <w:t>1.013e0</w:t>
      </w:r>
    </w:p>
    <w:p w:rsidR="007B6A46" w:rsidRDefault="007B6A46" w:rsidP="007B6A46">
      <w:r>
        <w:t>223.9454</w:t>
      </w:r>
      <w:r>
        <w:tab/>
        <w:t>1.013e0</w:t>
      </w:r>
    </w:p>
    <w:p w:rsidR="007B6A46" w:rsidRDefault="007B6A46" w:rsidP="007B6A46">
      <w:r>
        <w:t>223.9500</w:t>
      </w:r>
      <w:r>
        <w:tab/>
        <w:t>2.025e0</w:t>
      </w:r>
    </w:p>
    <w:p w:rsidR="007B6A46" w:rsidRDefault="007B6A46" w:rsidP="007B6A46">
      <w:r>
        <w:t>224.0137</w:t>
      </w:r>
      <w:r>
        <w:tab/>
        <w:t>2.587e2</w:t>
      </w:r>
    </w:p>
    <w:p w:rsidR="007B6A46" w:rsidRDefault="007B6A46" w:rsidP="007B6A46">
      <w:r>
        <w:t>224.0148</w:t>
      </w:r>
      <w:r>
        <w:tab/>
        <w:t>5.375e2</w:t>
      </w:r>
    </w:p>
    <w:p w:rsidR="007B6A46" w:rsidRDefault="007B6A46" w:rsidP="007B6A46">
      <w:r>
        <w:t>224.0894</w:t>
      </w:r>
      <w:r>
        <w:tab/>
        <w:t>5.444e0</w:t>
      </w:r>
    </w:p>
    <w:p w:rsidR="007B6A46" w:rsidRDefault="007B6A46" w:rsidP="007B6A46">
      <w:r>
        <w:t>224.0939</w:t>
      </w:r>
      <w:r>
        <w:tab/>
        <w:t>1.013e0</w:t>
      </w:r>
    </w:p>
    <w:p w:rsidR="007B6A46" w:rsidRDefault="007B6A46" w:rsidP="007B6A46">
      <w:r>
        <w:t>224.1018</w:t>
      </w:r>
      <w:r>
        <w:tab/>
        <w:t>1.013e0</w:t>
      </w:r>
    </w:p>
    <w:p w:rsidR="007B6A46" w:rsidRDefault="007B6A46" w:rsidP="007B6A46">
      <w:r>
        <w:t>224.1135</w:t>
      </w:r>
      <w:r>
        <w:tab/>
        <w:t>9.765e0</w:t>
      </w:r>
    </w:p>
    <w:p w:rsidR="007B6A46" w:rsidRDefault="007B6A46" w:rsidP="007B6A46">
      <w:r>
        <w:t>224.1229</w:t>
      </w:r>
      <w:r>
        <w:tab/>
        <w:t>2.025e0</w:t>
      </w:r>
    </w:p>
    <w:p w:rsidR="007B6A46" w:rsidRDefault="007B6A46" w:rsidP="007B6A46">
      <w:r>
        <w:t>224.1242</w:t>
      </w:r>
      <w:r>
        <w:tab/>
        <w:t>4.051e0</w:t>
      </w:r>
    </w:p>
    <w:p w:rsidR="007B6A46" w:rsidRDefault="007B6A46" w:rsidP="007B6A46">
      <w:r>
        <w:t>224.1262</w:t>
      </w:r>
      <w:r>
        <w:tab/>
        <w:t>7.089e0</w:t>
      </w:r>
    </w:p>
    <w:p w:rsidR="007B6A46" w:rsidRDefault="007B6A46" w:rsidP="007B6A46">
      <w:r>
        <w:t>224.1395</w:t>
      </w:r>
      <w:r>
        <w:tab/>
        <w:t>5.063e0</w:t>
      </w:r>
    </w:p>
    <w:p w:rsidR="007B6A46" w:rsidRDefault="007B6A46" w:rsidP="007B6A46">
      <w:r>
        <w:t>224.1451</w:t>
      </w:r>
      <w:r>
        <w:tab/>
        <w:t>4.412e0</w:t>
      </w:r>
    </w:p>
    <w:p w:rsidR="007B6A46" w:rsidRDefault="007B6A46" w:rsidP="007B6A46">
      <w:r>
        <w:t>224.1634</w:t>
      </w:r>
      <w:r>
        <w:tab/>
        <w:t>2.063e0</w:t>
      </w:r>
    </w:p>
    <w:p w:rsidR="007B6A46" w:rsidRDefault="007B6A46" w:rsidP="007B6A46">
      <w:r>
        <w:t>224.1651</w:t>
      </w:r>
      <w:r>
        <w:tab/>
        <w:t>2.025e0</w:t>
      </w:r>
    </w:p>
    <w:p w:rsidR="007B6A46" w:rsidRDefault="007B6A46" w:rsidP="007B6A46">
      <w:r>
        <w:t>224.1679</w:t>
      </w:r>
      <w:r>
        <w:tab/>
        <w:t>3.038e0</w:t>
      </w:r>
    </w:p>
    <w:p w:rsidR="007B6A46" w:rsidRDefault="007B6A46" w:rsidP="007B6A46">
      <w:r>
        <w:lastRenderedPageBreak/>
        <w:t>224.1735</w:t>
      </w:r>
      <w:r>
        <w:tab/>
        <w:t>1.868e0</w:t>
      </w:r>
    </w:p>
    <w:p w:rsidR="007B6A46" w:rsidRDefault="007B6A46" w:rsidP="007B6A46">
      <w:r>
        <w:t>224.1889</w:t>
      </w:r>
      <w:r>
        <w:tab/>
        <w:t>3.038e0</w:t>
      </w:r>
    </w:p>
    <w:p w:rsidR="007B6A46" w:rsidRDefault="007B6A46" w:rsidP="007B6A46">
      <w:r>
        <w:t>224.2001</w:t>
      </w:r>
      <w:r>
        <w:tab/>
        <w:t>2.025e0</w:t>
      </w:r>
    </w:p>
    <w:p w:rsidR="007B6A46" w:rsidRDefault="007B6A46" w:rsidP="007B6A46">
      <w:r>
        <w:t>224.2042</w:t>
      </w:r>
      <w:r>
        <w:tab/>
        <w:t>1.013e0</w:t>
      </w:r>
    </w:p>
    <w:p w:rsidR="007B6A46" w:rsidRDefault="007B6A46" w:rsidP="007B6A46">
      <w:r>
        <w:t>224.2209</w:t>
      </w:r>
      <w:r>
        <w:tab/>
        <w:t>1.013e0</w:t>
      </w:r>
    </w:p>
    <w:p w:rsidR="007B6A46" w:rsidRDefault="007B6A46" w:rsidP="007B6A46">
      <w:r>
        <w:t>224.2335</w:t>
      </w:r>
      <w:r>
        <w:tab/>
        <w:t>2.025e0</w:t>
      </w:r>
    </w:p>
    <w:p w:rsidR="007B6A46" w:rsidRDefault="007B6A46" w:rsidP="007B6A46">
      <w:r>
        <w:t>224.2371</w:t>
      </w:r>
      <w:r>
        <w:tab/>
        <w:t>3.038e0</w:t>
      </w:r>
    </w:p>
    <w:p w:rsidR="007B6A46" w:rsidRDefault="007B6A46" w:rsidP="007B6A46">
      <w:r>
        <w:t>224.2565</w:t>
      </w:r>
      <w:r>
        <w:tab/>
        <w:t>1.013e0</w:t>
      </w:r>
    </w:p>
    <w:p w:rsidR="007B6A46" w:rsidRDefault="007B6A46" w:rsidP="007B6A46">
      <w:r>
        <w:t>224.2639</w:t>
      </w:r>
      <w:r>
        <w:tab/>
        <w:t>1.013e0</w:t>
      </w:r>
    </w:p>
    <w:p w:rsidR="007B6A46" w:rsidRDefault="007B6A46" w:rsidP="007B6A46">
      <w:r>
        <w:t>224.2680</w:t>
      </w:r>
      <w:r>
        <w:tab/>
        <w:t>1.013e0</w:t>
      </w:r>
    </w:p>
    <w:p w:rsidR="007B6A46" w:rsidRDefault="007B6A46" w:rsidP="007B6A46">
      <w:r>
        <w:t>224.2925</w:t>
      </w:r>
      <w:r>
        <w:tab/>
        <w:t>2.025e0</w:t>
      </w:r>
    </w:p>
    <w:p w:rsidR="007B6A46" w:rsidRDefault="007B6A46" w:rsidP="007B6A46">
      <w:r>
        <w:t>224.2971</w:t>
      </w:r>
      <w:r>
        <w:tab/>
        <w:t>1.013e0</w:t>
      </w:r>
    </w:p>
    <w:p w:rsidR="007B6A46" w:rsidRDefault="007B6A46" w:rsidP="007B6A46">
      <w:r>
        <w:t>224.3039</w:t>
      </w:r>
      <w:r>
        <w:tab/>
        <w:t>4.051e0</w:t>
      </w:r>
    </w:p>
    <w:p w:rsidR="007B6A46" w:rsidRDefault="007B6A46" w:rsidP="007B6A46">
      <w:r>
        <w:t>224.3083</w:t>
      </w:r>
      <w:r>
        <w:tab/>
        <w:t>1.013e0</w:t>
      </w:r>
    </w:p>
    <w:p w:rsidR="007B6A46" w:rsidRDefault="007B6A46" w:rsidP="007B6A46">
      <w:r>
        <w:t>224.3183</w:t>
      </w:r>
      <w:r>
        <w:tab/>
        <w:t>2.025e0</w:t>
      </w:r>
    </w:p>
    <w:p w:rsidR="007B6A46" w:rsidRDefault="007B6A46" w:rsidP="007B6A46">
      <w:r>
        <w:t>224.3241</w:t>
      </w:r>
      <w:r>
        <w:tab/>
        <w:t>1.013e0</w:t>
      </w:r>
    </w:p>
    <w:p w:rsidR="007B6A46" w:rsidRDefault="007B6A46" w:rsidP="007B6A46">
      <w:r>
        <w:t>224.3318</w:t>
      </w:r>
      <w:r>
        <w:tab/>
        <w:t>2.025e0</w:t>
      </w:r>
    </w:p>
    <w:p w:rsidR="007B6A46" w:rsidRDefault="007B6A46" w:rsidP="007B6A46">
      <w:r>
        <w:t>224.3395</w:t>
      </w:r>
      <w:r>
        <w:tab/>
        <w:t>2.070e0</w:t>
      </w:r>
    </w:p>
    <w:p w:rsidR="007B6A46" w:rsidRDefault="007B6A46" w:rsidP="007B6A46">
      <w:r>
        <w:t>224.3480</w:t>
      </w:r>
      <w:r>
        <w:tab/>
        <w:t>1.013e0</w:t>
      </w:r>
    </w:p>
    <w:p w:rsidR="007B6A46" w:rsidRDefault="007B6A46" w:rsidP="007B6A46">
      <w:r>
        <w:lastRenderedPageBreak/>
        <w:t>224.3522</w:t>
      </w:r>
      <w:r>
        <w:tab/>
        <w:t>1.013e0</w:t>
      </w:r>
    </w:p>
    <w:p w:rsidR="007B6A46" w:rsidRDefault="007B6A46" w:rsidP="007B6A46">
      <w:r>
        <w:t>224.3616</w:t>
      </w:r>
      <w:r>
        <w:tab/>
        <w:t>2.025e0</w:t>
      </w:r>
    </w:p>
    <w:p w:rsidR="007B6A46" w:rsidRDefault="007B6A46" w:rsidP="007B6A46">
      <w:r>
        <w:t>224.3801</w:t>
      </w:r>
      <w:r>
        <w:tab/>
        <w:t>1.013e0</w:t>
      </w:r>
    </w:p>
    <w:p w:rsidR="007B6A46" w:rsidRDefault="007B6A46" w:rsidP="007B6A46">
      <w:r>
        <w:t>224.3840</w:t>
      </w:r>
      <w:r>
        <w:tab/>
        <w:t>1.013e0</w:t>
      </w:r>
    </w:p>
    <w:p w:rsidR="007B6A46" w:rsidRDefault="007B6A46" w:rsidP="007B6A46">
      <w:r>
        <w:t>224.3956</w:t>
      </w:r>
      <w:r>
        <w:tab/>
        <w:t>1.013e0</w:t>
      </w:r>
    </w:p>
    <w:p w:rsidR="007B6A46" w:rsidRDefault="007B6A46" w:rsidP="007B6A46">
      <w:r>
        <w:t>224.3994</w:t>
      </w:r>
      <w:r>
        <w:tab/>
        <w:t>1.013e0</w:t>
      </w:r>
    </w:p>
    <w:p w:rsidR="007B6A46" w:rsidRDefault="007B6A46" w:rsidP="007B6A46">
      <w:r>
        <w:t>224.4230</w:t>
      </w:r>
      <w:r>
        <w:tab/>
        <w:t>2.025e0</w:t>
      </w:r>
    </w:p>
    <w:p w:rsidR="007B6A46" w:rsidRDefault="007B6A46" w:rsidP="007B6A46">
      <w:r>
        <w:t>224.4242</w:t>
      </w:r>
      <w:r>
        <w:tab/>
        <w:t>1.013e0</w:t>
      </w:r>
    </w:p>
    <w:p w:rsidR="007B6A46" w:rsidRDefault="007B6A46" w:rsidP="007B6A46">
      <w:r>
        <w:t>224.4285</w:t>
      </w:r>
      <w:r>
        <w:tab/>
        <w:t>1.013e0</w:t>
      </w:r>
    </w:p>
    <w:p w:rsidR="007B6A46" w:rsidRDefault="007B6A46" w:rsidP="007B6A46">
      <w:r>
        <w:t>224.4474</w:t>
      </w:r>
      <w:r>
        <w:tab/>
        <w:t>3.038e0</w:t>
      </w:r>
    </w:p>
    <w:p w:rsidR="007B6A46" w:rsidRDefault="007B6A46" w:rsidP="007B6A46">
      <w:r>
        <w:t>224.4651</w:t>
      </w:r>
      <w:r>
        <w:tab/>
        <w:t>2.025e0</w:t>
      </w:r>
    </w:p>
    <w:p w:rsidR="007B6A46" w:rsidRDefault="007B6A46" w:rsidP="007B6A46">
      <w:r>
        <w:t>224.4670</w:t>
      </w:r>
      <w:r>
        <w:tab/>
        <w:t>1.013e0</w:t>
      </w:r>
    </w:p>
    <w:p w:rsidR="007B6A46" w:rsidRDefault="007B6A46" w:rsidP="007B6A46">
      <w:r>
        <w:t>224.4919</w:t>
      </w:r>
      <w:r>
        <w:tab/>
        <w:t>2.025e0</w:t>
      </w:r>
    </w:p>
    <w:p w:rsidR="007B6A46" w:rsidRDefault="007B6A46" w:rsidP="007B6A46">
      <w:r>
        <w:t>224.4963</w:t>
      </w:r>
      <w:r>
        <w:tab/>
        <w:t>1.013e0</w:t>
      </w:r>
    </w:p>
    <w:p w:rsidR="007B6A46" w:rsidRDefault="007B6A46" w:rsidP="007B6A46">
      <w:r>
        <w:t>224.5112</w:t>
      </w:r>
      <w:r>
        <w:tab/>
        <w:t>1.013e0</w:t>
      </w:r>
    </w:p>
    <w:p w:rsidR="007B6A46" w:rsidRDefault="007B6A46" w:rsidP="007B6A46">
      <w:r>
        <w:t>224.5308</w:t>
      </w:r>
      <w:r>
        <w:tab/>
        <w:t>1.013e0</w:t>
      </w:r>
    </w:p>
    <w:p w:rsidR="007B6A46" w:rsidRDefault="007B6A46" w:rsidP="007B6A46">
      <w:r>
        <w:t>224.5387</w:t>
      </w:r>
      <w:r>
        <w:tab/>
        <w:t>1.013e0</w:t>
      </w:r>
    </w:p>
    <w:p w:rsidR="007B6A46" w:rsidRDefault="007B6A46" w:rsidP="007B6A46">
      <w:r>
        <w:t>224.5468</w:t>
      </w:r>
      <w:r>
        <w:tab/>
        <w:t>1.013e0</w:t>
      </w:r>
    </w:p>
    <w:p w:rsidR="007B6A46" w:rsidRDefault="007B6A46" w:rsidP="007B6A46">
      <w:r>
        <w:t>224.5639</w:t>
      </w:r>
      <w:r>
        <w:tab/>
        <w:t>1.013e0</w:t>
      </w:r>
    </w:p>
    <w:p w:rsidR="007B6A46" w:rsidRDefault="007B6A46" w:rsidP="007B6A46">
      <w:r>
        <w:lastRenderedPageBreak/>
        <w:t>224.5656</w:t>
      </w:r>
      <w:r>
        <w:tab/>
        <w:t>2.025e0</w:t>
      </w:r>
    </w:p>
    <w:p w:rsidR="007B6A46" w:rsidRDefault="007B6A46" w:rsidP="007B6A46">
      <w:r>
        <w:t>224.5769</w:t>
      </w:r>
      <w:r>
        <w:tab/>
        <w:t>2.025e0</w:t>
      </w:r>
    </w:p>
    <w:p w:rsidR="007B6A46" w:rsidRDefault="007B6A46" w:rsidP="007B6A46">
      <w:r>
        <w:t>224.6093</w:t>
      </w:r>
      <w:r>
        <w:tab/>
        <w:t>2.025e0</w:t>
      </w:r>
    </w:p>
    <w:p w:rsidR="007B6A46" w:rsidRDefault="007B6A46" w:rsidP="007B6A46">
      <w:r>
        <w:t>224.6189</w:t>
      </w:r>
      <w:r>
        <w:tab/>
        <w:t>1.013e0</w:t>
      </w:r>
    </w:p>
    <w:p w:rsidR="007B6A46" w:rsidRDefault="007B6A46" w:rsidP="007B6A46">
      <w:r>
        <w:t>224.6235</w:t>
      </w:r>
      <w:r>
        <w:tab/>
        <w:t>1.013e0</w:t>
      </w:r>
    </w:p>
    <w:p w:rsidR="007B6A46" w:rsidRDefault="007B6A46" w:rsidP="007B6A46">
      <w:r>
        <w:t>224.6275</w:t>
      </w:r>
      <w:r>
        <w:tab/>
        <w:t>2.025e0</w:t>
      </w:r>
    </w:p>
    <w:p w:rsidR="007B6A46" w:rsidRDefault="007B6A46" w:rsidP="007B6A46">
      <w:r>
        <w:t>224.6391</w:t>
      </w:r>
      <w:r>
        <w:tab/>
        <w:t>2.025e0</w:t>
      </w:r>
    </w:p>
    <w:p w:rsidR="007B6A46" w:rsidRDefault="007B6A46" w:rsidP="007B6A46">
      <w:r>
        <w:t>224.6783</w:t>
      </w:r>
      <w:r>
        <w:tab/>
        <w:t>1.013e0</w:t>
      </w:r>
    </w:p>
    <w:p w:rsidR="007B6A46" w:rsidRDefault="007B6A46" w:rsidP="007B6A46">
      <w:r>
        <w:t>224.6987</w:t>
      </w:r>
      <w:r>
        <w:tab/>
        <w:t>1.013e0</w:t>
      </w:r>
    </w:p>
    <w:p w:rsidR="007B6A46" w:rsidRDefault="007B6A46" w:rsidP="007B6A46">
      <w:r>
        <w:t>224.7021</w:t>
      </w:r>
      <w:r>
        <w:tab/>
        <w:t>3.038e0</w:t>
      </w:r>
    </w:p>
    <w:p w:rsidR="007B6A46" w:rsidRDefault="007B6A46" w:rsidP="007B6A46">
      <w:r>
        <w:t>224.7045</w:t>
      </w:r>
      <w:r>
        <w:tab/>
        <w:t>2.025e0</w:t>
      </w:r>
    </w:p>
    <w:p w:rsidR="007B6A46" w:rsidRDefault="007B6A46" w:rsidP="007B6A46">
      <w:r>
        <w:t>224.7145</w:t>
      </w:r>
      <w:r>
        <w:tab/>
        <w:t>1.013e0</w:t>
      </w:r>
    </w:p>
    <w:p w:rsidR="007B6A46" w:rsidRDefault="007B6A46" w:rsidP="007B6A46">
      <w:r>
        <w:t>224.7222</w:t>
      </w:r>
      <w:r>
        <w:tab/>
        <w:t>1.013e0</w:t>
      </w:r>
    </w:p>
    <w:p w:rsidR="007B6A46" w:rsidRDefault="007B6A46" w:rsidP="007B6A46">
      <w:r>
        <w:t>224.7466</w:t>
      </w:r>
      <w:r>
        <w:tab/>
        <w:t>1.013e0</w:t>
      </w:r>
    </w:p>
    <w:p w:rsidR="007B6A46" w:rsidRDefault="007B6A46" w:rsidP="007B6A46">
      <w:r>
        <w:t>224.7704</w:t>
      </w:r>
      <w:r>
        <w:tab/>
        <w:t>2.025e0</w:t>
      </w:r>
    </w:p>
    <w:p w:rsidR="007B6A46" w:rsidRDefault="007B6A46" w:rsidP="007B6A46">
      <w:r>
        <w:t>224.8452</w:t>
      </w:r>
      <w:r>
        <w:tab/>
        <w:t>3.038e0</w:t>
      </w:r>
    </w:p>
    <w:p w:rsidR="007B6A46" w:rsidRDefault="007B6A46" w:rsidP="007B6A46">
      <w:r>
        <w:t>224.8537</w:t>
      </w:r>
      <w:r>
        <w:tab/>
        <w:t>1.013e0</w:t>
      </w:r>
    </w:p>
    <w:p w:rsidR="007B6A46" w:rsidRDefault="007B6A46" w:rsidP="007B6A46">
      <w:r>
        <w:t>224.8739</w:t>
      </w:r>
      <w:r>
        <w:tab/>
        <w:t>1.013e0</w:t>
      </w:r>
    </w:p>
    <w:p w:rsidR="007B6A46" w:rsidRDefault="007B6A46" w:rsidP="007B6A46">
      <w:r>
        <w:t>224.9075</w:t>
      </w:r>
      <w:r>
        <w:tab/>
        <w:t>2.025e0</w:t>
      </w:r>
    </w:p>
    <w:p w:rsidR="007B6A46" w:rsidRDefault="007B6A46" w:rsidP="007B6A46">
      <w:r>
        <w:lastRenderedPageBreak/>
        <w:t>224.9291</w:t>
      </w:r>
      <w:r>
        <w:tab/>
        <w:t>1.013e0</w:t>
      </w:r>
    </w:p>
    <w:p w:rsidR="007B6A46" w:rsidRDefault="007B6A46" w:rsidP="007B6A46">
      <w:r>
        <w:t>224.9530</w:t>
      </w:r>
      <w:r>
        <w:tab/>
        <w:t>2.025e0</w:t>
      </w:r>
    </w:p>
    <w:p w:rsidR="007B6A46" w:rsidRDefault="007B6A46" w:rsidP="007B6A46">
      <w:r>
        <w:t>224.9894</w:t>
      </w:r>
      <w:r>
        <w:tab/>
        <w:t>6.905e0</w:t>
      </w:r>
    </w:p>
    <w:p w:rsidR="007B6A46" w:rsidRDefault="007B6A46" w:rsidP="007B6A46">
      <w:r>
        <w:t>224.9942</w:t>
      </w:r>
      <w:r>
        <w:tab/>
        <w:t>3.038e0</w:t>
      </w:r>
    </w:p>
    <w:p w:rsidR="007B6A46" w:rsidRDefault="007B6A46" w:rsidP="007B6A46">
      <w:r>
        <w:t>225.0021</w:t>
      </w:r>
      <w:r>
        <w:tab/>
        <w:t>1.156e1</w:t>
      </w:r>
    </w:p>
    <w:p w:rsidR="007B6A46" w:rsidRDefault="007B6A46" w:rsidP="007B6A46">
      <w:r>
        <w:t>225.0146</w:t>
      </w:r>
      <w:r>
        <w:tab/>
        <w:t>2.937e1</w:t>
      </w:r>
    </w:p>
    <w:p w:rsidR="007B6A46" w:rsidRDefault="007B6A46" w:rsidP="007B6A46">
      <w:r>
        <w:t>225.0164</w:t>
      </w:r>
      <w:r>
        <w:tab/>
        <w:t>3.259e1</w:t>
      </w:r>
    </w:p>
    <w:p w:rsidR="007B6A46" w:rsidRDefault="007B6A46" w:rsidP="007B6A46">
      <w:r>
        <w:t>225.0218</w:t>
      </w:r>
      <w:r>
        <w:tab/>
        <w:t>8.101e0</w:t>
      </w:r>
    </w:p>
    <w:p w:rsidR="007B6A46" w:rsidRDefault="007B6A46" w:rsidP="007B6A46">
      <w:r>
        <w:t>225.0506</w:t>
      </w:r>
      <w:r>
        <w:tab/>
        <w:t>3.038e0</w:t>
      </w:r>
    </w:p>
    <w:p w:rsidR="007B6A46" w:rsidRDefault="007B6A46" w:rsidP="007B6A46">
      <w:r>
        <w:t>225.0744</w:t>
      </w:r>
      <w:r>
        <w:tab/>
        <w:t>6.076e0</w:t>
      </w:r>
    </w:p>
    <w:p w:rsidR="007B6A46" w:rsidRDefault="007B6A46" w:rsidP="007B6A46">
      <w:r>
        <w:t>225.0822</w:t>
      </w:r>
      <w:r>
        <w:tab/>
        <w:t>6.076e0</w:t>
      </w:r>
    </w:p>
    <w:p w:rsidR="007B6A46" w:rsidRDefault="007B6A46" w:rsidP="007B6A46">
      <w:r>
        <w:t>225.0889</w:t>
      </w:r>
      <w:r>
        <w:tab/>
        <w:t>7.089e0</w:t>
      </w:r>
    </w:p>
    <w:p w:rsidR="007B6A46" w:rsidRDefault="007B6A46" w:rsidP="007B6A46">
      <w:r>
        <w:t>225.0905</w:t>
      </w:r>
      <w:r>
        <w:tab/>
        <w:t>5.986e0</w:t>
      </w:r>
    </w:p>
    <w:p w:rsidR="007B6A46" w:rsidRDefault="007B6A46" w:rsidP="007B6A46">
      <w:r>
        <w:t>225.0920</w:t>
      </w:r>
      <w:r>
        <w:tab/>
        <w:t>6.999e0</w:t>
      </w:r>
    </w:p>
    <w:p w:rsidR="007B6A46" w:rsidRDefault="007B6A46" w:rsidP="007B6A46">
      <w:r>
        <w:t>225.1260</w:t>
      </w:r>
      <w:r>
        <w:tab/>
        <w:t>1.418e1</w:t>
      </w:r>
    </w:p>
    <w:p w:rsidR="007B6A46" w:rsidRDefault="007B6A46" w:rsidP="007B6A46">
      <w:r>
        <w:t>225.1279</w:t>
      </w:r>
      <w:r>
        <w:tab/>
        <w:t>1.236e1</w:t>
      </w:r>
    </w:p>
    <w:p w:rsidR="007B6A46" w:rsidRDefault="007B6A46" w:rsidP="007B6A46">
      <w:r>
        <w:t>225.1298</w:t>
      </w:r>
      <w:r>
        <w:tab/>
        <w:t>1.682e1</w:t>
      </w:r>
    </w:p>
    <w:p w:rsidR="007B6A46" w:rsidRDefault="007B6A46" w:rsidP="007B6A46">
      <w:r>
        <w:t>225.1308</w:t>
      </w:r>
      <w:r>
        <w:tab/>
        <w:t>1.141e1</w:t>
      </w:r>
    </w:p>
    <w:p w:rsidR="007B6A46" w:rsidRDefault="007B6A46" w:rsidP="007B6A46">
      <w:r>
        <w:t>225.1320</w:t>
      </w:r>
      <w:r>
        <w:tab/>
        <w:t>2.363e1</w:t>
      </w:r>
    </w:p>
    <w:p w:rsidR="007B6A46" w:rsidRDefault="007B6A46" w:rsidP="007B6A46">
      <w:r>
        <w:lastRenderedPageBreak/>
        <w:t>225.1520</w:t>
      </w:r>
      <w:r>
        <w:tab/>
        <w:t>6.948e0</w:t>
      </w:r>
    </w:p>
    <w:p w:rsidR="007B6A46" w:rsidRDefault="007B6A46" w:rsidP="007B6A46">
      <w:r>
        <w:t>225.1631</w:t>
      </w:r>
      <w:r>
        <w:tab/>
        <w:t>3.038e0</w:t>
      </w:r>
    </w:p>
    <w:p w:rsidR="007B6A46" w:rsidRDefault="007B6A46" w:rsidP="007B6A46">
      <w:r>
        <w:t>225.1705</w:t>
      </w:r>
      <w:r>
        <w:tab/>
        <w:t>2.025e0</w:t>
      </w:r>
    </w:p>
    <w:p w:rsidR="007B6A46" w:rsidRDefault="007B6A46" w:rsidP="007B6A46">
      <w:r>
        <w:t>225.1882</w:t>
      </w:r>
      <w:r>
        <w:tab/>
        <w:t>1.013e0</w:t>
      </w:r>
    </w:p>
    <w:p w:rsidR="007B6A46" w:rsidRDefault="007B6A46" w:rsidP="007B6A46">
      <w:r>
        <w:t>225.2109</w:t>
      </w:r>
      <w:r>
        <w:tab/>
        <w:t>2.025e0</w:t>
      </w:r>
    </w:p>
    <w:p w:rsidR="007B6A46" w:rsidRDefault="007B6A46" w:rsidP="007B6A46">
      <w:r>
        <w:t>225.2212</w:t>
      </w:r>
      <w:r>
        <w:tab/>
        <w:t>2.025e0</w:t>
      </w:r>
    </w:p>
    <w:p w:rsidR="007B6A46" w:rsidRDefault="007B6A46" w:rsidP="007B6A46">
      <w:r>
        <w:t>225.2544</w:t>
      </w:r>
      <w:r>
        <w:tab/>
        <w:t>2.025e0</w:t>
      </w:r>
    </w:p>
    <w:p w:rsidR="007B6A46" w:rsidRDefault="007B6A46" w:rsidP="007B6A46">
      <w:r>
        <w:t>225.2605</w:t>
      </w:r>
      <w:r>
        <w:tab/>
        <w:t>1.013e0</w:t>
      </w:r>
    </w:p>
    <w:p w:rsidR="007B6A46" w:rsidRDefault="007B6A46" w:rsidP="007B6A46">
      <w:r>
        <w:t>225.3082</w:t>
      </w:r>
      <w:r>
        <w:tab/>
        <w:t>1.013e0</w:t>
      </w:r>
    </w:p>
    <w:p w:rsidR="007B6A46" w:rsidRDefault="007B6A46" w:rsidP="007B6A46">
      <w:r>
        <w:t>225.3301</w:t>
      </w:r>
      <w:r>
        <w:tab/>
        <w:t>3.038e0</w:t>
      </w:r>
    </w:p>
    <w:p w:rsidR="007B6A46" w:rsidRDefault="007B6A46" w:rsidP="007B6A46">
      <w:r>
        <w:t>225.3356</w:t>
      </w:r>
      <w:r>
        <w:tab/>
        <w:t>4.051e0</w:t>
      </w:r>
    </w:p>
    <w:p w:rsidR="007B6A46" w:rsidRDefault="007B6A46" w:rsidP="007B6A46">
      <w:r>
        <w:t>225.3643</w:t>
      </w:r>
      <w:r>
        <w:tab/>
        <w:t>2.025e0</w:t>
      </w:r>
    </w:p>
    <w:p w:rsidR="007B6A46" w:rsidRDefault="007B6A46" w:rsidP="007B6A46">
      <w:r>
        <w:t>225.4278</w:t>
      </w:r>
      <w:r>
        <w:tab/>
        <w:t>1.013e0</w:t>
      </w:r>
    </w:p>
    <w:p w:rsidR="007B6A46" w:rsidRDefault="007B6A46" w:rsidP="007B6A46">
      <w:r>
        <w:t>225.4435</w:t>
      </w:r>
      <w:r>
        <w:tab/>
        <w:t>1.013e0</w:t>
      </w:r>
    </w:p>
    <w:p w:rsidR="007B6A46" w:rsidRDefault="007B6A46" w:rsidP="007B6A46">
      <w:r>
        <w:t>225.4703</w:t>
      </w:r>
      <w:r>
        <w:tab/>
        <w:t>2.025e0</w:t>
      </w:r>
    </w:p>
    <w:p w:rsidR="007B6A46" w:rsidRDefault="007B6A46" w:rsidP="007B6A46">
      <w:r>
        <w:t>225.4766</w:t>
      </w:r>
      <w:r>
        <w:tab/>
        <w:t>1.013e0</w:t>
      </w:r>
    </w:p>
    <w:p w:rsidR="007B6A46" w:rsidRDefault="007B6A46" w:rsidP="007B6A46">
      <w:r>
        <w:t>225.4998</w:t>
      </w:r>
      <w:r>
        <w:tab/>
        <w:t>1.013e0</w:t>
      </w:r>
    </w:p>
    <w:p w:rsidR="007B6A46" w:rsidRDefault="007B6A46" w:rsidP="007B6A46">
      <w:r>
        <w:t>225.5085</w:t>
      </w:r>
      <w:r>
        <w:tab/>
        <w:t>2.025e0</w:t>
      </w:r>
    </w:p>
    <w:p w:rsidR="007B6A46" w:rsidRDefault="007B6A46" w:rsidP="007B6A46">
      <w:r>
        <w:t>225.5401</w:t>
      </w:r>
      <w:r>
        <w:tab/>
        <w:t>1.013e0</w:t>
      </w:r>
    </w:p>
    <w:p w:rsidR="007B6A46" w:rsidRDefault="007B6A46" w:rsidP="007B6A46">
      <w:r>
        <w:lastRenderedPageBreak/>
        <w:t>225.5443</w:t>
      </w:r>
      <w:r>
        <w:tab/>
        <w:t>1.013e0</w:t>
      </w:r>
    </w:p>
    <w:p w:rsidR="007B6A46" w:rsidRDefault="007B6A46" w:rsidP="007B6A46">
      <w:r>
        <w:t>225.5633</w:t>
      </w:r>
      <w:r>
        <w:tab/>
        <w:t>1.013e0</w:t>
      </w:r>
    </w:p>
    <w:p w:rsidR="007B6A46" w:rsidRDefault="007B6A46" w:rsidP="007B6A46">
      <w:r>
        <w:t>225.5651</w:t>
      </w:r>
      <w:r>
        <w:tab/>
        <w:t>2.025e0</w:t>
      </w:r>
    </w:p>
    <w:p w:rsidR="007B6A46" w:rsidRDefault="007B6A46" w:rsidP="007B6A46">
      <w:r>
        <w:t>225.6039</w:t>
      </w:r>
      <w:r>
        <w:tab/>
        <w:t>2.025e0</w:t>
      </w:r>
    </w:p>
    <w:p w:rsidR="007B6A46" w:rsidRDefault="007B6A46" w:rsidP="007B6A46">
      <w:r>
        <w:t>225.6082</w:t>
      </w:r>
      <w:r>
        <w:tab/>
        <w:t>1.013e0</w:t>
      </w:r>
    </w:p>
    <w:p w:rsidR="007B6A46" w:rsidRDefault="007B6A46" w:rsidP="007B6A46">
      <w:r>
        <w:t>225.6375</w:t>
      </w:r>
      <w:r>
        <w:tab/>
        <w:t>2.025e0</w:t>
      </w:r>
    </w:p>
    <w:p w:rsidR="007B6A46" w:rsidRDefault="007B6A46" w:rsidP="007B6A46">
      <w:r>
        <w:t>225.6911</w:t>
      </w:r>
      <w:r>
        <w:tab/>
        <w:t>1.013e0</w:t>
      </w:r>
    </w:p>
    <w:p w:rsidR="007B6A46" w:rsidRDefault="007B6A46" w:rsidP="007B6A46">
      <w:r>
        <w:t>225.6952</w:t>
      </w:r>
      <w:r>
        <w:tab/>
        <w:t>1.013e0</w:t>
      </w:r>
    </w:p>
    <w:p w:rsidR="007B6A46" w:rsidRDefault="007B6A46" w:rsidP="007B6A46">
      <w:r>
        <w:t>225.6992</w:t>
      </w:r>
      <w:r>
        <w:tab/>
        <w:t>2.025e0</w:t>
      </w:r>
    </w:p>
    <w:p w:rsidR="007B6A46" w:rsidRDefault="007B6A46" w:rsidP="007B6A46">
      <w:r>
        <w:t>225.7100</w:t>
      </w:r>
      <w:r>
        <w:tab/>
        <w:t>2.025e0</w:t>
      </w:r>
    </w:p>
    <w:p w:rsidR="007B6A46" w:rsidRDefault="007B6A46" w:rsidP="007B6A46">
      <w:r>
        <w:t>225.7712</w:t>
      </w:r>
      <w:r>
        <w:tab/>
        <w:t>1.013e0</w:t>
      </w:r>
    </w:p>
    <w:p w:rsidR="007B6A46" w:rsidRDefault="007B6A46" w:rsidP="007B6A46">
      <w:r>
        <w:t>225.8033</w:t>
      </w:r>
      <w:r>
        <w:tab/>
        <w:t>1.013e0</w:t>
      </w:r>
    </w:p>
    <w:p w:rsidR="007B6A46" w:rsidRDefault="007B6A46" w:rsidP="007B6A46">
      <w:r>
        <w:t>225.8076</w:t>
      </w:r>
      <w:r>
        <w:tab/>
        <w:t>1.013e0</w:t>
      </w:r>
    </w:p>
    <w:p w:rsidR="007B6A46" w:rsidRDefault="007B6A46" w:rsidP="007B6A46">
      <w:r>
        <w:t>225.8348</w:t>
      </w:r>
      <w:r>
        <w:tab/>
        <w:t>1.013e0</w:t>
      </w:r>
    </w:p>
    <w:p w:rsidR="007B6A46" w:rsidRDefault="007B6A46" w:rsidP="007B6A46">
      <w:r>
        <w:t>225.8561</w:t>
      </w:r>
      <w:r>
        <w:tab/>
        <w:t>1.013e0</w:t>
      </w:r>
    </w:p>
    <w:p w:rsidR="007B6A46" w:rsidRDefault="007B6A46" w:rsidP="007B6A46">
      <w:r>
        <w:t>225.8672</w:t>
      </w:r>
      <w:r>
        <w:tab/>
        <w:t>1.013e0</w:t>
      </w:r>
    </w:p>
    <w:p w:rsidR="007B6A46" w:rsidRDefault="007B6A46" w:rsidP="007B6A46">
      <w:r>
        <w:t>225.8711</w:t>
      </w:r>
      <w:r>
        <w:tab/>
        <w:t>2.025e0</w:t>
      </w:r>
    </w:p>
    <w:p w:rsidR="007B6A46" w:rsidRDefault="007B6A46" w:rsidP="007B6A46">
      <w:r>
        <w:t>225.8754</w:t>
      </w:r>
      <w:r>
        <w:tab/>
        <w:t>1.013e0</w:t>
      </w:r>
    </w:p>
    <w:p w:rsidR="007B6A46" w:rsidRDefault="007B6A46" w:rsidP="007B6A46">
      <w:r>
        <w:t>225.8991</w:t>
      </w:r>
      <w:r>
        <w:tab/>
        <w:t>1.013e0</w:t>
      </w:r>
    </w:p>
    <w:p w:rsidR="007B6A46" w:rsidRDefault="007B6A46" w:rsidP="007B6A46">
      <w:r>
        <w:lastRenderedPageBreak/>
        <w:t>225.9200</w:t>
      </w:r>
      <w:r>
        <w:tab/>
        <w:t>1.013e0</w:t>
      </w:r>
    </w:p>
    <w:p w:rsidR="007B6A46" w:rsidRDefault="007B6A46" w:rsidP="007B6A46">
      <w:r>
        <w:t>225.9274</w:t>
      </w:r>
      <w:r>
        <w:tab/>
        <w:t>2.025e0</w:t>
      </w:r>
    </w:p>
    <w:p w:rsidR="007B6A46" w:rsidRDefault="007B6A46" w:rsidP="007B6A46">
      <w:r>
        <w:t>225.9589</w:t>
      </w:r>
      <w:r>
        <w:tab/>
        <w:t>3.038e0</w:t>
      </w:r>
    </w:p>
    <w:p w:rsidR="007B6A46" w:rsidRDefault="007B6A46" w:rsidP="007B6A46">
      <w:r>
        <w:t>226.0092</w:t>
      </w:r>
      <w:r>
        <w:tab/>
        <w:t>6.913e0</w:t>
      </w:r>
    </w:p>
    <w:p w:rsidR="007B6A46" w:rsidRDefault="007B6A46" w:rsidP="007B6A46">
      <w:r>
        <w:t>226.0138</w:t>
      </w:r>
      <w:r>
        <w:tab/>
        <w:t>1.421e1</w:t>
      </w:r>
    </w:p>
    <w:p w:rsidR="007B6A46" w:rsidRDefault="007B6A46" w:rsidP="007B6A46">
      <w:r>
        <w:t>226.0175</w:t>
      </w:r>
      <w:r>
        <w:tab/>
        <w:t>5.694e1</w:t>
      </w:r>
    </w:p>
    <w:p w:rsidR="007B6A46" w:rsidRDefault="007B6A46" w:rsidP="007B6A46">
      <w:r>
        <w:t>226.0524</w:t>
      </w:r>
      <w:r>
        <w:tab/>
        <w:t>1.003e1</w:t>
      </w:r>
    </w:p>
    <w:p w:rsidR="007B6A46" w:rsidRDefault="007B6A46" w:rsidP="007B6A46">
      <w:r>
        <w:t>226.0546</w:t>
      </w:r>
      <w:r>
        <w:tab/>
        <w:t>1.003e1</w:t>
      </w:r>
    </w:p>
    <w:p w:rsidR="007B6A46" w:rsidRDefault="007B6A46" w:rsidP="007B6A46">
      <w:r>
        <w:t>226.0565</w:t>
      </w:r>
      <w:r>
        <w:tab/>
        <w:t>5.063e0</w:t>
      </w:r>
    </w:p>
    <w:p w:rsidR="007B6A46" w:rsidRDefault="007B6A46" w:rsidP="007B6A46">
      <w:r>
        <w:t>226.0578</w:t>
      </w:r>
      <w:r>
        <w:tab/>
        <w:t>7.089e0</w:t>
      </w:r>
    </w:p>
    <w:p w:rsidR="007B6A46" w:rsidRDefault="007B6A46" w:rsidP="007B6A46">
      <w:r>
        <w:t>226.0601</w:t>
      </w:r>
      <w:r>
        <w:tab/>
        <w:t>7.089e0</w:t>
      </w:r>
    </w:p>
    <w:p w:rsidR="007B6A46" w:rsidRDefault="007B6A46" w:rsidP="007B6A46">
      <w:r>
        <w:t>226.0892</w:t>
      </w:r>
      <w:r>
        <w:tab/>
        <w:t>2.025e0</w:t>
      </w:r>
    </w:p>
    <w:p w:rsidR="007B6A46" w:rsidRDefault="007B6A46" w:rsidP="007B6A46">
      <w:r>
        <w:t>226.0931</w:t>
      </w:r>
      <w:r>
        <w:tab/>
        <w:t>2.199e0</w:t>
      </w:r>
    </w:p>
    <w:p w:rsidR="007B6A46" w:rsidRDefault="007B6A46" w:rsidP="007B6A46">
      <w:r>
        <w:t>226.1214</w:t>
      </w:r>
      <w:r>
        <w:tab/>
        <w:t>2.025e0</w:t>
      </w:r>
    </w:p>
    <w:p w:rsidR="007B6A46" w:rsidRDefault="007B6A46" w:rsidP="007B6A46">
      <w:r>
        <w:t>226.1252</w:t>
      </w:r>
      <w:r>
        <w:tab/>
        <w:t>4.051e0</w:t>
      </w:r>
    </w:p>
    <w:p w:rsidR="007B6A46" w:rsidRDefault="007B6A46" w:rsidP="007B6A46">
      <w:r>
        <w:t>226.1268</w:t>
      </w:r>
      <w:r>
        <w:tab/>
        <w:t>6.076e0</w:t>
      </w:r>
    </w:p>
    <w:p w:rsidR="007B6A46" w:rsidRDefault="007B6A46" w:rsidP="007B6A46">
      <w:r>
        <w:t>226.1329</w:t>
      </w:r>
      <w:r>
        <w:tab/>
        <w:t>2.025e0</w:t>
      </w:r>
    </w:p>
    <w:p w:rsidR="007B6A46" w:rsidRDefault="007B6A46" w:rsidP="007B6A46">
      <w:r>
        <w:t>226.1535</w:t>
      </w:r>
      <w:r>
        <w:tab/>
        <w:t>2.025e0</w:t>
      </w:r>
    </w:p>
    <w:p w:rsidR="007B6A46" w:rsidRDefault="007B6A46" w:rsidP="007B6A46">
      <w:r>
        <w:t>226.1548</w:t>
      </w:r>
      <w:r>
        <w:tab/>
        <w:t>8.394e0</w:t>
      </w:r>
    </w:p>
    <w:p w:rsidR="007B6A46" w:rsidRDefault="007B6A46" w:rsidP="007B6A46">
      <w:r>
        <w:lastRenderedPageBreak/>
        <w:t>226.1587</w:t>
      </w:r>
      <w:r>
        <w:tab/>
        <w:t>2.025e0</w:t>
      </w:r>
    </w:p>
    <w:p w:rsidR="007B6A46" w:rsidRDefault="007B6A46" w:rsidP="007B6A46">
      <w:r>
        <w:t>226.1756</w:t>
      </w:r>
      <w:r>
        <w:tab/>
        <w:t>1.013e0</w:t>
      </w:r>
    </w:p>
    <w:p w:rsidR="007B6A46" w:rsidRDefault="007B6A46" w:rsidP="007B6A46">
      <w:r>
        <w:t>226.1833</w:t>
      </w:r>
      <w:r>
        <w:tab/>
        <w:t>1.013e0</w:t>
      </w:r>
    </w:p>
    <w:p w:rsidR="007B6A46" w:rsidRDefault="007B6A46" w:rsidP="007B6A46">
      <w:r>
        <w:t>226.2170</w:t>
      </w:r>
      <w:r>
        <w:tab/>
        <w:t>2.025e0</w:t>
      </w:r>
    </w:p>
    <w:p w:rsidR="007B6A46" w:rsidRDefault="007B6A46" w:rsidP="007B6A46">
      <w:r>
        <w:t>226.2317</w:t>
      </w:r>
      <w:r>
        <w:tab/>
        <w:t>2.025e0</w:t>
      </w:r>
    </w:p>
    <w:p w:rsidR="007B6A46" w:rsidRDefault="007B6A46" w:rsidP="007B6A46">
      <w:r>
        <w:t>226.2430</w:t>
      </w:r>
      <w:r>
        <w:tab/>
        <w:t>1.013e0</w:t>
      </w:r>
    </w:p>
    <w:p w:rsidR="007B6A46" w:rsidRDefault="007B6A46" w:rsidP="007B6A46">
      <w:r>
        <w:t>226.2550</w:t>
      </w:r>
      <w:r>
        <w:tab/>
        <w:t>2.025e0</w:t>
      </w:r>
    </w:p>
    <w:p w:rsidR="007B6A46" w:rsidRDefault="007B6A46" w:rsidP="007B6A46">
      <w:r>
        <w:t>226.2666</w:t>
      </w:r>
      <w:r>
        <w:tab/>
        <w:t>1.013e0</w:t>
      </w:r>
    </w:p>
    <w:p w:rsidR="007B6A46" w:rsidRDefault="007B6A46" w:rsidP="007B6A46">
      <w:r>
        <w:t>226.2700</w:t>
      </w:r>
      <w:r>
        <w:tab/>
        <w:t>1.013e0</w:t>
      </w:r>
    </w:p>
    <w:p w:rsidR="007B6A46" w:rsidRDefault="007B6A46" w:rsidP="007B6A46">
      <w:r>
        <w:t>226.2826</w:t>
      </w:r>
      <w:r>
        <w:tab/>
        <w:t>1.013e0</w:t>
      </w:r>
    </w:p>
    <w:p w:rsidR="007B6A46" w:rsidRDefault="007B6A46" w:rsidP="007B6A46">
      <w:r>
        <w:t>226.2915</w:t>
      </w:r>
      <w:r>
        <w:tab/>
        <w:t>1.013e0</w:t>
      </w:r>
    </w:p>
    <w:p w:rsidR="007B6A46" w:rsidRDefault="007B6A46" w:rsidP="007B6A46">
      <w:r>
        <w:t>226.3186</w:t>
      </w:r>
      <w:r>
        <w:tab/>
        <w:t>1.013e0</w:t>
      </w:r>
    </w:p>
    <w:p w:rsidR="007B6A46" w:rsidRDefault="007B6A46" w:rsidP="007B6A46">
      <w:r>
        <w:t>226.3199</w:t>
      </w:r>
      <w:r>
        <w:tab/>
        <w:t>3.038e0</w:t>
      </w:r>
    </w:p>
    <w:p w:rsidR="007B6A46" w:rsidRDefault="007B6A46" w:rsidP="007B6A46">
      <w:r>
        <w:t>226.3408</w:t>
      </w:r>
      <w:r>
        <w:tab/>
        <w:t>2.025e0</w:t>
      </w:r>
    </w:p>
    <w:p w:rsidR="007B6A46" w:rsidRDefault="007B6A46" w:rsidP="007B6A46">
      <w:r>
        <w:t>226.3510</w:t>
      </w:r>
      <w:r>
        <w:tab/>
        <w:t>2.025e0</w:t>
      </w:r>
    </w:p>
    <w:p w:rsidR="007B6A46" w:rsidRDefault="007B6A46" w:rsidP="007B6A46">
      <w:r>
        <w:t>226.3786</w:t>
      </w:r>
      <w:r>
        <w:tab/>
        <w:t>1.013e0</w:t>
      </w:r>
    </w:p>
    <w:p w:rsidR="007B6A46" w:rsidRDefault="007B6A46" w:rsidP="007B6A46">
      <w:r>
        <w:t>226.3982</w:t>
      </w:r>
      <w:r>
        <w:tab/>
        <w:t>1.013e0</w:t>
      </w:r>
    </w:p>
    <w:p w:rsidR="007B6A46" w:rsidRDefault="007B6A46" w:rsidP="007B6A46">
      <w:r>
        <w:t>226.4025</w:t>
      </w:r>
      <w:r>
        <w:tab/>
        <w:t>1.013e0</w:t>
      </w:r>
    </w:p>
    <w:p w:rsidR="007B6A46" w:rsidRDefault="007B6A46" w:rsidP="007B6A46">
      <w:r>
        <w:t>226.4149</w:t>
      </w:r>
      <w:r>
        <w:tab/>
        <w:t>1.013e0</w:t>
      </w:r>
    </w:p>
    <w:p w:rsidR="007B6A46" w:rsidRDefault="007B6A46" w:rsidP="007B6A46">
      <w:r>
        <w:lastRenderedPageBreak/>
        <w:t>226.4314</w:t>
      </w:r>
      <w:r>
        <w:tab/>
        <w:t>1.013e0</w:t>
      </w:r>
    </w:p>
    <w:p w:rsidR="007B6A46" w:rsidRDefault="007B6A46" w:rsidP="007B6A46">
      <w:r>
        <w:t>226.4348</w:t>
      </w:r>
      <w:r>
        <w:tab/>
        <w:t>2.025e0</w:t>
      </w:r>
    </w:p>
    <w:p w:rsidR="007B6A46" w:rsidRDefault="007B6A46" w:rsidP="007B6A46">
      <w:r>
        <w:t>226.4767</w:t>
      </w:r>
      <w:r>
        <w:tab/>
        <w:t>2.025e0</w:t>
      </w:r>
    </w:p>
    <w:p w:rsidR="007B6A46" w:rsidRDefault="007B6A46" w:rsidP="007B6A46">
      <w:r>
        <w:t>226.4833</w:t>
      </w:r>
      <w:r>
        <w:tab/>
        <w:t>1.013e0</w:t>
      </w:r>
    </w:p>
    <w:p w:rsidR="007B6A46" w:rsidRDefault="007B6A46" w:rsidP="007B6A46">
      <w:r>
        <w:t>226.5027</w:t>
      </w:r>
      <w:r>
        <w:tab/>
        <w:t>2.025e0</w:t>
      </w:r>
    </w:p>
    <w:p w:rsidR="007B6A46" w:rsidRDefault="007B6A46" w:rsidP="007B6A46">
      <w:r>
        <w:t>226.5175</w:t>
      </w:r>
      <w:r>
        <w:tab/>
        <w:t>4.051e0</w:t>
      </w:r>
    </w:p>
    <w:p w:rsidR="007B6A46" w:rsidRDefault="007B6A46" w:rsidP="007B6A46">
      <w:r>
        <w:t>226.5390</w:t>
      </w:r>
      <w:r>
        <w:tab/>
        <w:t>2.025e0</w:t>
      </w:r>
    </w:p>
    <w:p w:rsidR="007B6A46" w:rsidRDefault="007B6A46" w:rsidP="007B6A46">
      <w:r>
        <w:t>226.5516</w:t>
      </w:r>
      <w:r>
        <w:tab/>
        <w:t>1.013e0</w:t>
      </w:r>
    </w:p>
    <w:p w:rsidR="007B6A46" w:rsidRDefault="007B6A46" w:rsidP="007B6A46">
      <w:r>
        <w:t>226.5707</w:t>
      </w:r>
      <w:r>
        <w:tab/>
        <w:t>2.025e0</w:t>
      </w:r>
    </w:p>
    <w:p w:rsidR="007B6A46" w:rsidRDefault="007B6A46" w:rsidP="007B6A46">
      <w:r>
        <w:t>226.5763</w:t>
      </w:r>
      <w:r>
        <w:tab/>
        <w:t>2.025e0</w:t>
      </w:r>
    </w:p>
    <w:p w:rsidR="007B6A46" w:rsidRDefault="007B6A46" w:rsidP="007B6A46">
      <w:r>
        <w:t>226.6033</w:t>
      </w:r>
      <w:r>
        <w:tab/>
        <w:t>1.013e0</w:t>
      </w:r>
    </w:p>
    <w:p w:rsidR="007B6A46" w:rsidRDefault="007B6A46" w:rsidP="007B6A46">
      <w:r>
        <w:t>226.6072</w:t>
      </w:r>
      <w:r>
        <w:tab/>
        <w:t>1.013e0</w:t>
      </w:r>
    </w:p>
    <w:p w:rsidR="007B6A46" w:rsidRDefault="007B6A46" w:rsidP="007B6A46">
      <w:r>
        <w:t>226.6190</w:t>
      </w:r>
      <w:r>
        <w:tab/>
        <w:t>1.013e0</w:t>
      </w:r>
    </w:p>
    <w:p w:rsidR="007B6A46" w:rsidRDefault="007B6A46" w:rsidP="007B6A46">
      <w:r>
        <w:t>226.6833</w:t>
      </w:r>
      <w:r>
        <w:tab/>
        <w:t>1.013e0</w:t>
      </w:r>
    </w:p>
    <w:p w:rsidR="007B6A46" w:rsidRDefault="007B6A46" w:rsidP="007B6A46">
      <w:r>
        <w:t>226.6985</w:t>
      </w:r>
      <w:r>
        <w:tab/>
        <w:t>1.013e0</w:t>
      </w:r>
    </w:p>
    <w:p w:rsidR="007B6A46" w:rsidRDefault="007B6A46" w:rsidP="007B6A46">
      <w:r>
        <w:t>226.7272</w:t>
      </w:r>
      <w:r>
        <w:tab/>
        <w:t>1.013e0</w:t>
      </w:r>
    </w:p>
    <w:p w:rsidR="007B6A46" w:rsidRDefault="007B6A46" w:rsidP="007B6A46">
      <w:r>
        <w:t>226.7663</w:t>
      </w:r>
      <w:r>
        <w:tab/>
        <w:t>1.013e0</w:t>
      </w:r>
    </w:p>
    <w:p w:rsidR="007B6A46" w:rsidRDefault="007B6A46" w:rsidP="007B6A46">
      <w:r>
        <w:t>226.7871</w:t>
      </w:r>
      <w:r>
        <w:tab/>
        <w:t>1.013e0</w:t>
      </w:r>
    </w:p>
    <w:p w:rsidR="007B6A46" w:rsidRDefault="007B6A46" w:rsidP="007B6A46">
      <w:r>
        <w:t>226.7956</w:t>
      </w:r>
      <w:r>
        <w:tab/>
        <w:t>1.013e0</w:t>
      </w:r>
    </w:p>
    <w:p w:rsidR="007B6A46" w:rsidRDefault="007B6A46" w:rsidP="007B6A46">
      <w:r>
        <w:lastRenderedPageBreak/>
        <w:t>226.8071</w:t>
      </w:r>
      <w:r>
        <w:tab/>
        <w:t>1.013e0</w:t>
      </w:r>
    </w:p>
    <w:p w:rsidR="007B6A46" w:rsidRDefault="007B6A46" w:rsidP="007B6A46">
      <w:r>
        <w:t>226.8199</w:t>
      </w:r>
      <w:r>
        <w:tab/>
        <w:t>3.734e0</w:t>
      </w:r>
    </w:p>
    <w:p w:rsidR="007B6A46" w:rsidRDefault="007B6A46" w:rsidP="007B6A46">
      <w:r>
        <w:t>226.8423</w:t>
      </w:r>
      <w:r>
        <w:tab/>
        <w:t>1.013e0</w:t>
      </w:r>
    </w:p>
    <w:p w:rsidR="007B6A46" w:rsidRDefault="007B6A46" w:rsidP="007B6A46">
      <w:r>
        <w:t>226.8749</w:t>
      </w:r>
      <w:r>
        <w:tab/>
        <w:t>2.025e0</w:t>
      </w:r>
    </w:p>
    <w:p w:rsidR="007B6A46" w:rsidRDefault="007B6A46" w:rsidP="007B6A46">
      <w:r>
        <w:t>226.9013</w:t>
      </w:r>
      <w:r>
        <w:tab/>
        <w:t>2.025e0</w:t>
      </w:r>
    </w:p>
    <w:p w:rsidR="007B6A46" w:rsidRDefault="007B6A46" w:rsidP="007B6A46">
      <w:r>
        <w:t>226.9111</w:t>
      </w:r>
      <w:r>
        <w:tab/>
        <w:t>1.013e0</w:t>
      </w:r>
    </w:p>
    <w:p w:rsidR="007B6A46" w:rsidRDefault="007B6A46" w:rsidP="007B6A46">
      <w:r>
        <w:t>226.9240</w:t>
      </w:r>
      <w:r>
        <w:tab/>
        <w:t>2.025e0</w:t>
      </w:r>
    </w:p>
    <w:p w:rsidR="007B6A46" w:rsidRDefault="007B6A46" w:rsidP="007B6A46">
      <w:r>
        <w:t>226.9432</w:t>
      </w:r>
      <w:r>
        <w:tab/>
        <w:t>1.013e0</w:t>
      </w:r>
    </w:p>
    <w:p w:rsidR="007B6A46" w:rsidRDefault="007B6A46" w:rsidP="007B6A46">
      <w:r>
        <w:t>226.9467</w:t>
      </w:r>
      <w:r>
        <w:tab/>
        <w:t>3.038e0</w:t>
      </w:r>
    </w:p>
    <w:p w:rsidR="007B6A46" w:rsidRDefault="007B6A46" w:rsidP="007B6A46">
      <w:r>
        <w:t>226.9506</w:t>
      </w:r>
      <w:r>
        <w:tab/>
        <w:t>1.013e0</w:t>
      </w:r>
    </w:p>
    <w:p w:rsidR="007B6A46" w:rsidRDefault="007B6A46" w:rsidP="007B6A46">
      <w:r>
        <w:t>226.9549</w:t>
      </w:r>
      <w:r>
        <w:tab/>
        <w:t>2.025e0</w:t>
      </w:r>
    </w:p>
    <w:p w:rsidR="007B6A46" w:rsidRDefault="007B6A46" w:rsidP="007B6A46">
      <w:r>
        <w:t>226.9707</w:t>
      </w:r>
      <w:r>
        <w:tab/>
        <w:t>1.013e0</w:t>
      </w:r>
    </w:p>
    <w:p w:rsidR="007B6A46" w:rsidRDefault="007B6A46" w:rsidP="007B6A46">
      <w:r>
        <w:t>226.9835</w:t>
      </w:r>
      <w:r>
        <w:tab/>
        <w:t>1.013e0</w:t>
      </w:r>
    </w:p>
    <w:p w:rsidR="007B6A46" w:rsidRDefault="007B6A46" w:rsidP="007B6A46">
      <w:r>
        <w:t>226.9856</w:t>
      </w:r>
      <w:r>
        <w:tab/>
        <w:t>2.025e0</w:t>
      </w:r>
    </w:p>
    <w:p w:rsidR="007B6A46" w:rsidRDefault="007B6A46" w:rsidP="007B6A46">
      <w:r>
        <w:t>226.9994</w:t>
      </w:r>
      <w:r>
        <w:tab/>
        <w:t>1.013e0</w:t>
      </w:r>
    </w:p>
    <w:p w:rsidR="007B6A46" w:rsidRDefault="007B6A46" w:rsidP="007B6A46">
      <w:r>
        <w:t>227.0029</w:t>
      </w:r>
      <w:r>
        <w:tab/>
        <w:t>3.038e0</w:t>
      </w:r>
    </w:p>
    <w:p w:rsidR="007B6A46" w:rsidRDefault="007B6A46" w:rsidP="007B6A46">
      <w:r>
        <w:t>227.0129</w:t>
      </w:r>
      <w:r>
        <w:tab/>
        <w:t>4.051e0</w:t>
      </w:r>
    </w:p>
    <w:p w:rsidR="007B6A46" w:rsidRDefault="007B6A46" w:rsidP="007B6A46">
      <w:r>
        <w:t>227.0222</w:t>
      </w:r>
      <w:r>
        <w:tab/>
        <w:t>1.013e0</w:t>
      </w:r>
    </w:p>
    <w:p w:rsidR="007B6A46" w:rsidRDefault="007B6A46" w:rsidP="007B6A46">
      <w:r>
        <w:t>227.0395</w:t>
      </w:r>
      <w:r>
        <w:tab/>
        <w:t>2.025e0</w:t>
      </w:r>
    </w:p>
    <w:p w:rsidR="007B6A46" w:rsidRDefault="007B6A46" w:rsidP="007B6A46">
      <w:r>
        <w:lastRenderedPageBreak/>
        <w:t>227.0467</w:t>
      </w:r>
      <w:r>
        <w:tab/>
        <w:t>2.025e0</w:t>
      </w:r>
    </w:p>
    <w:p w:rsidR="007B6A46" w:rsidRDefault="007B6A46" w:rsidP="007B6A46">
      <w:r>
        <w:t>227.0515</w:t>
      </w:r>
      <w:r>
        <w:tab/>
        <w:t>2.025e0</w:t>
      </w:r>
    </w:p>
    <w:p w:rsidR="007B6A46" w:rsidRDefault="007B6A46" w:rsidP="007B6A46">
      <w:r>
        <w:t>227.0596</w:t>
      </w:r>
      <w:r>
        <w:tab/>
        <w:t>2.025e0</w:t>
      </w:r>
    </w:p>
    <w:p w:rsidR="007B6A46" w:rsidRDefault="007B6A46" w:rsidP="007B6A46">
      <w:r>
        <w:t>227.0650</w:t>
      </w:r>
      <w:r>
        <w:tab/>
        <w:t>2.025e0</w:t>
      </w:r>
    </w:p>
    <w:p w:rsidR="007B6A46" w:rsidRDefault="007B6A46" w:rsidP="007B6A46">
      <w:r>
        <w:t>227.0712</w:t>
      </w:r>
      <w:r>
        <w:tab/>
        <w:t>1.013e0</w:t>
      </w:r>
    </w:p>
    <w:p w:rsidR="007B6A46" w:rsidRDefault="007B6A46" w:rsidP="007B6A46">
      <w:r>
        <w:t>227.0891</w:t>
      </w:r>
      <w:r>
        <w:tab/>
        <w:t>2.025e0</w:t>
      </w:r>
    </w:p>
    <w:p w:rsidR="007B6A46" w:rsidRDefault="007B6A46" w:rsidP="007B6A46">
      <w:r>
        <w:t>227.0962</w:t>
      </w:r>
      <w:r>
        <w:tab/>
        <w:t>3.038e0</w:t>
      </w:r>
    </w:p>
    <w:p w:rsidR="007B6A46" w:rsidRDefault="007B6A46" w:rsidP="007B6A46">
      <w:r>
        <w:t>227.1197</w:t>
      </w:r>
      <w:r>
        <w:tab/>
        <w:t>1.013e0</w:t>
      </w:r>
    </w:p>
    <w:p w:rsidR="007B6A46" w:rsidRDefault="007B6A46" w:rsidP="007B6A46">
      <w:r>
        <w:t>227.1232</w:t>
      </w:r>
      <w:r>
        <w:tab/>
        <w:t>1.013e0</w:t>
      </w:r>
    </w:p>
    <w:p w:rsidR="007B6A46" w:rsidRDefault="007B6A46" w:rsidP="007B6A46">
      <w:r>
        <w:t>227.1252</w:t>
      </w:r>
      <w:r>
        <w:tab/>
        <w:t>3.038e0</w:t>
      </w:r>
    </w:p>
    <w:p w:rsidR="007B6A46" w:rsidRDefault="007B6A46" w:rsidP="007B6A46">
      <w:r>
        <w:t>227.1274</w:t>
      </w:r>
      <w:r>
        <w:tab/>
        <w:t>1.013e0</w:t>
      </w:r>
    </w:p>
    <w:p w:rsidR="007B6A46" w:rsidRDefault="007B6A46" w:rsidP="007B6A46">
      <w:r>
        <w:t>227.1506</w:t>
      </w:r>
      <w:r>
        <w:tab/>
        <w:t>3.038e0</w:t>
      </w:r>
    </w:p>
    <w:p w:rsidR="007B6A46" w:rsidRDefault="007B6A46" w:rsidP="007B6A46">
      <w:r>
        <w:t>227.1657</w:t>
      </w:r>
      <w:r>
        <w:tab/>
        <w:t>3.038e0</w:t>
      </w:r>
    </w:p>
    <w:p w:rsidR="007B6A46" w:rsidRDefault="007B6A46" w:rsidP="007B6A46">
      <w:r>
        <w:t>227.1723</w:t>
      </w:r>
      <w:r>
        <w:tab/>
        <w:t>1.013e0</w:t>
      </w:r>
    </w:p>
    <w:p w:rsidR="007B6A46" w:rsidRDefault="007B6A46" w:rsidP="007B6A46">
      <w:r>
        <w:t>227.1760</w:t>
      </w:r>
      <w:r>
        <w:tab/>
        <w:t>1.013e0</w:t>
      </w:r>
    </w:p>
    <w:p w:rsidR="007B6A46" w:rsidRDefault="007B6A46" w:rsidP="007B6A46">
      <w:r>
        <w:t>227.1776</w:t>
      </w:r>
      <w:r>
        <w:tab/>
        <w:t>2.025e0</w:t>
      </w:r>
    </w:p>
    <w:p w:rsidR="007B6A46" w:rsidRDefault="007B6A46" w:rsidP="007B6A46">
      <w:r>
        <w:t>227.2055</w:t>
      </w:r>
      <w:r>
        <w:tab/>
        <w:t>5.063e0</w:t>
      </w:r>
    </w:p>
    <w:p w:rsidR="007B6A46" w:rsidRDefault="007B6A46" w:rsidP="007B6A46">
      <w:r>
        <w:t>227.2069</w:t>
      </w:r>
      <w:r>
        <w:tab/>
        <w:t>1.013e0</w:t>
      </w:r>
    </w:p>
    <w:p w:rsidR="007B6A46" w:rsidRDefault="007B6A46" w:rsidP="007B6A46">
      <w:r>
        <w:t>227.2362</w:t>
      </w:r>
      <w:r>
        <w:tab/>
        <w:t>1.013e0</w:t>
      </w:r>
    </w:p>
    <w:p w:rsidR="007B6A46" w:rsidRDefault="007B6A46" w:rsidP="007B6A46">
      <w:r>
        <w:lastRenderedPageBreak/>
        <w:t>227.2477</w:t>
      </w:r>
      <w:r>
        <w:tab/>
        <w:t>1.013e0</w:t>
      </w:r>
    </w:p>
    <w:p w:rsidR="007B6A46" w:rsidRDefault="007B6A46" w:rsidP="007B6A46">
      <w:r>
        <w:t>227.2705</w:t>
      </w:r>
      <w:r>
        <w:tab/>
        <w:t>1.013e0</w:t>
      </w:r>
    </w:p>
    <w:p w:rsidR="007B6A46" w:rsidRDefault="007B6A46" w:rsidP="007B6A46">
      <w:r>
        <w:t>227.2836</w:t>
      </w:r>
      <w:r>
        <w:tab/>
        <w:t>1.013e0</w:t>
      </w:r>
    </w:p>
    <w:p w:rsidR="007B6A46" w:rsidRDefault="007B6A46" w:rsidP="007B6A46">
      <w:r>
        <w:t>227.3114</w:t>
      </w:r>
      <w:r>
        <w:tab/>
        <w:t>1.013e0</w:t>
      </w:r>
    </w:p>
    <w:p w:rsidR="007B6A46" w:rsidRDefault="007B6A46" w:rsidP="007B6A46">
      <w:r>
        <w:t>227.3234</w:t>
      </w:r>
      <w:r>
        <w:tab/>
        <w:t>1.013e0</w:t>
      </w:r>
    </w:p>
    <w:p w:rsidR="007B6A46" w:rsidRDefault="007B6A46" w:rsidP="007B6A46">
      <w:r>
        <w:t>227.3758</w:t>
      </w:r>
      <w:r>
        <w:tab/>
        <w:t>1.013e0</w:t>
      </w:r>
    </w:p>
    <w:p w:rsidR="007B6A46" w:rsidRDefault="007B6A46" w:rsidP="007B6A46">
      <w:r>
        <w:t>227.4036</w:t>
      </w:r>
      <w:r>
        <w:tab/>
        <w:t>1.013e0</w:t>
      </w:r>
    </w:p>
    <w:p w:rsidR="007B6A46" w:rsidRDefault="007B6A46" w:rsidP="007B6A46">
      <w:r>
        <w:t>227.4549</w:t>
      </w:r>
      <w:r>
        <w:tab/>
        <w:t>1.013e0</w:t>
      </w:r>
    </w:p>
    <w:p w:rsidR="007B6A46" w:rsidRDefault="007B6A46" w:rsidP="007B6A46">
      <w:r>
        <w:t>227.4808</w:t>
      </w:r>
      <w:r>
        <w:tab/>
        <w:t>1.013e0</w:t>
      </w:r>
    </w:p>
    <w:p w:rsidR="007B6A46" w:rsidRDefault="007B6A46" w:rsidP="007B6A46">
      <w:r>
        <w:t>227.5039</w:t>
      </w:r>
      <w:r>
        <w:tab/>
        <w:t>1.013e0</w:t>
      </w:r>
    </w:p>
    <w:p w:rsidR="007B6A46" w:rsidRDefault="007B6A46" w:rsidP="007B6A46">
      <w:r>
        <w:t>227.5280</w:t>
      </w:r>
      <w:r>
        <w:tab/>
        <w:t>1.013e0</w:t>
      </w:r>
    </w:p>
    <w:p w:rsidR="007B6A46" w:rsidRDefault="007B6A46" w:rsidP="007B6A46">
      <w:r>
        <w:t>227.5563</w:t>
      </w:r>
      <w:r>
        <w:tab/>
        <w:t>1.013e0</w:t>
      </w:r>
    </w:p>
    <w:p w:rsidR="007B6A46" w:rsidRDefault="007B6A46" w:rsidP="007B6A46">
      <w:r>
        <w:t>227.5676</w:t>
      </w:r>
      <w:r>
        <w:tab/>
        <w:t>1.013e0</w:t>
      </w:r>
    </w:p>
    <w:p w:rsidR="007B6A46" w:rsidRDefault="007B6A46" w:rsidP="007B6A46">
      <w:r>
        <w:t>227.5941</w:t>
      </w:r>
      <w:r>
        <w:tab/>
        <w:t>2.025e0</w:t>
      </w:r>
    </w:p>
    <w:p w:rsidR="007B6A46" w:rsidRDefault="007B6A46" w:rsidP="007B6A46">
      <w:r>
        <w:t>227.6204</w:t>
      </w:r>
      <w:r>
        <w:tab/>
        <w:t>1.013e0</w:t>
      </w:r>
    </w:p>
    <w:p w:rsidR="007B6A46" w:rsidRDefault="007B6A46" w:rsidP="007B6A46">
      <w:r>
        <w:t>227.6563</w:t>
      </w:r>
      <w:r>
        <w:tab/>
        <w:t>1.013e0</w:t>
      </w:r>
    </w:p>
    <w:p w:rsidR="007B6A46" w:rsidRDefault="007B6A46" w:rsidP="007B6A46">
      <w:r>
        <w:t>227.6997</w:t>
      </w:r>
      <w:r>
        <w:tab/>
        <w:t>2.025e0</w:t>
      </w:r>
    </w:p>
    <w:p w:rsidR="007B6A46" w:rsidRDefault="007B6A46" w:rsidP="007B6A46">
      <w:r>
        <w:t>227.7124</w:t>
      </w:r>
      <w:r>
        <w:tab/>
        <w:t>1.013e0</w:t>
      </w:r>
    </w:p>
    <w:p w:rsidR="007B6A46" w:rsidRDefault="007B6A46" w:rsidP="007B6A46">
      <w:r>
        <w:t>227.7765</w:t>
      </w:r>
      <w:r>
        <w:tab/>
        <w:t>1.013e0</w:t>
      </w:r>
    </w:p>
    <w:p w:rsidR="007B6A46" w:rsidRDefault="007B6A46" w:rsidP="007B6A46">
      <w:r>
        <w:lastRenderedPageBreak/>
        <w:t>227.8045</w:t>
      </w:r>
      <w:r>
        <w:tab/>
        <w:t>1.013e0</w:t>
      </w:r>
    </w:p>
    <w:p w:rsidR="007B6A46" w:rsidRDefault="007B6A46" w:rsidP="007B6A46">
      <w:r>
        <w:t>227.8165</w:t>
      </w:r>
      <w:r>
        <w:tab/>
        <w:t>1.013e0</w:t>
      </w:r>
    </w:p>
    <w:p w:rsidR="007B6A46" w:rsidRDefault="007B6A46" w:rsidP="007B6A46">
      <w:r>
        <w:t>227.8241</w:t>
      </w:r>
      <w:r>
        <w:tab/>
        <w:t>1.013e0</w:t>
      </w:r>
    </w:p>
    <w:p w:rsidR="007B6A46" w:rsidRDefault="007B6A46" w:rsidP="007B6A46">
      <w:r>
        <w:t>227.8468</w:t>
      </w:r>
      <w:r>
        <w:tab/>
        <w:t>2.025e0</w:t>
      </w:r>
    </w:p>
    <w:p w:rsidR="007B6A46" w:rsidRDefault="007B6A46" w:rsidP="007B6A46">
      <w:r>
        <w:t>227.8884</w:t>
      </w:r>
      <w:r>
        <w:tab/>
        <w:t>1.013e0</w:t>
      </w:r>
    </w:p>
    <w:p w:rsidR="007B6A46" w:rsidRDefault="007B6A46" w:rsidP="007B6A46">
      <w:r>
        <w:t>227.9137</w:t>
      </w:r>
      <w:r>
        <w:tab/>
        <w:t>1.013e0</w:t>
      </w:r>
    </w:p>
    <w:p w:rsidR="007B6A46" w:rsidRDefault="007B6A46" w:rsidP="007B6A46">
      <w:r>
        <w:t>227.9175</w:t>
      </w:r>
      <w:r>
        <w:tab/>
        <w:t>1.013e0</w:t>
      </w:r>
    </w:p>
    <w:p w:rsidR="007B6A46" w:rsidRDefault="007B6A46" w:rsidP="007B6A46">
      <w:r>
        <w:t>227.9756</w:t>
      </w:r>
      <w:r>
        <w:tab/>
        <w:t>1.266e1</w:t>
      </w:r>
    </w:p>
    <w:p w:rsidR="007B6A46" w:rsidRDefault="007B6A46" w:rsidP="007B6A46">
      <w:r>
        <w:t>227.9845</w:t>
      </w:r>
      <w:r>
        <w:tab/>
        <w:t>2.532e1</w:t>
      </w:r>
    </w:p>
    <w:p w:rsidR="007B6A46" w:rsidRDefault="007B6A46" w:rsidP="007B6A46">
      <w:r>
        <w:t>227.9861</w:t>
      </w:r>
      <w:r>
        <w:tab/>
        <w:t>2.329e1</w:t>
      </w:r>
    </w:p>
    <w:p w:rsidR="007B6A46" w:rsidRDefault="007B6A46" w:rsidP="007B6A46">
      <w:r>
        <w:t>227.9892</w:t>
      </w:r>
      <w:r>
        <w:tab/>
        <w:t>3.110e1</w:t>
      </w:r>
    </w:p>
    <w:p w:rsidR="007B6A46" w:rsidRDefault="007B6A46" w:rsidP="007B6A46">
      <w:r>
        <w:t>227.9960</w:t>
      </w:r>
      <w:r>
        <w:tab/>
        <w:t>1.106e1</w:t>
      </w:r>
    </w:p>
    <w:p w:rsidR="007B6A46" w:rsidRDefault="007B6A46" w:rsidP="007B6A46">
      <w:r>
        <w:t>228.0110</w:t>
      </w:r>
      <w:r>
        <w:tab/>
        <w:t>5.063e0</w:t>
      </w:r>
    </w:p>
    <w:p w:rsidR="007B6A46" w:rsidRDefault="007B6A46" w:rsidP="007B6A46">
      <w:r>
        <w:t>228.0418</w:t>
      </w:r>
      <w:r>
        <w:tab/>
        <w:t>1.013e0</w:t>
      </w:r>
    </w:p>
    <w:p w:rsidR="007B6A46" w:rsidRDefault="007B6A46" w:rsidP="007B6A46">
      <w:r>
        <w:t>228.0496</w:t>
      </w:r>
      <w:r>
        <w:tab/>
        <w:t>4.782e0</w:t>
      </w:r>
    </w:p>
    <w:p w:rsidR="007B6A46" w:rsidRDefault="007B6A46" w:rsidP="007B6A46">
      <w:r>
        <w:t>228.0658</w:t>
      </w:r>
      <w:r>
        <w:tab/>
        <w:t>2.025e0</w:t>
      </w:r>
    </w:p>
    <w:p w:rsidR="007B6A46" w:rsidRDefault="007B6A46" w:rsidP="007B6A46">
      <w:r>
        <w:t>228.0941</w:t>
      </w:r>
      <w:r>
        <w:tab/>
        <w:t>1.013e0</w:t>
      </w:r>
    </w:p>
    <w:p w:rsidR="007B6A46" w:rsidRDefault="007B6A46" w:rsidP="007B6A46">
      <w:r>
        <w:t>228.0961</w:t>
      </w:r>
      <w:r>
        <w:tab/>
        <w:t>2.025e0</w:t>
      </w:r>
    </w:p>
    <w:p w:rsidR="007B6A46" w:rsidRDefault="007B6A46" w:rsidP="007B6A46">
      <w:r>
        <w:t>228.1095</w:t>
      </w:r>
      <w:r>
        <w:tab/>
        <w:t>1.013e0</w:t>
      </w:r>
    </w:p>
    <w:p w:rsidR="007B6A46" w:rsidRDefault="007B6A46" w:rsidP="007B6A46">
      <w:r>
        <w:lastRenderedPageBreak/>
        <w:t>228.1211</w:t>
      </w:r>
      <w:r>
        <w:tab/>
        <w:t>1.013e0</w:t>
      </w:r>
    </w:p>
    <w:p w:rsidR="007B6A46" w:rsidRDefault="007B6A46" w:rsidP="007B6A46">
      <w:r>
        <w:t>228.1425</w:t>
      </w:r>
      <w:r>
        <w:tab/>
        <w:t>6.076e0</w:t>
      </w:r>
    </w:p>
    <w:p w:rsidR="007B6A46" w:rsidRDefault="007B6A46" w:rsidP="007B6A46">
      <w:r>
        <w:t>228.1562</w:t>
      </w:r>
      <w:r>
        <w:tab/>
        <w:t>2.025e0</w:t>
      </w:r>
    </w:p>
    <w:p w:rsidR="007B6A46" w:rsidRDefault="007B6A46" w:rsidP="007B6A46">
      <w:r>
        <w:t>228.1697</w:t>
      </w:r>
      <w:r>
        <w:tab/>
        <w:t>1.013e0</w:t>
      </w:r>
    </w:p>
    <w:p w:rsidR="007B6A46" w:rsidRDefault="007B6A46" w:rsidP="007B6A46">
      <w:r>
        <w:t>228.1893</w:t>
      </w:r>
      <w:r>
        <w:tab/>
        <w:t>1.013e0</w:t>
      </w:r>
    </w:p>
    <w:p w:rsidR="007B6A46" w:rsidRDefault="007B6A46" w:rsidP="007B6A46">
      <w:r>
        <w:t>228.1965</w:t>
      </w:r>
      <w:r>
        <w:tab/>
        <w:t>2.025e0</w:t>
      </w:r>
    </w:p>
    <w:p w:rsidR="007B6A46" w:rsidRDefault="007B6A46" w:rsidP="007B6A46">
      <w:r>
        <w:t>228.1978</w:t>
      </w:r>
      <w:r>
        <w:tab/>
        <w:t>1.013e0</w:t>
      </w:r>
    </w:p>
    <w:p w:rsidR="007B6A46" w:rsidRDefault="007B6A46" w:rsidP="007B6A46">
      <w:r>
        <w:t>228.2014</w:t>
      </w:r>
      <w:r>
        <w:tab/>
        <w:t>5.063e0</w:t>
      </w:r>
    </w:p>
    <w:p w:rsidR="007B6A46" w:rsidRDefault="007B6A46" w:rsidP="007B6A46">
      <w:r>
        <w:t>228.2187</w:t>
      </w:r>
      <w:r>
        <w:tab/>
        <w:t>1.013e0</w:t>
      </w:r>
    </w:p>
    <w:p w:rsidR="007B6A46" w:rsidRDefault="007B6A46" w:rsidP="007B6A46">
      <w:r>
        <w:t>228.2301</w:t>
      </w:r>
      <w:r>
        <w:tab/>
        <w:t>2.025e0</w:t>
      </w:r>
    </w:p>
    <w:p w:rsidR="007B6A46" w:rsidRDefault="007B6A46" w:rsidP="007B6A46">
      <w:r>
        <w:t>228.3139</w:t>
      </w:r>
      <w:r>
        <w:tab/>
        <w:t>1.013e0</w:t>
      </w:r>
    </w:p>
    <w:p w:rsidR="007B6A46" w:rsidRDefault="007B6A46" w:rsidP="007B6A46">
      <w:r>
        <w:t>228.3265</w:t>
      </w:r>
      <w:r>
        <w:tab/>
        <w:t>1.013e0</w:t>
      </w:r>
    </w:p>
    <w:p w:rsidR="007B6A46" w:rsidRDefault="007B6A46" w:rsidP="007B6A46">
      <w:r>
        <w:t>228.3427</w:t>
      </w:r>
      <w:r>
        <w:tab/>
        <w:t>1.013e0</w:t>
      </w:r>
    </w:p>
    <w:p w:rsidR="007B6A46" w:rsidRDefault="007B6A46" w:rsidP="007B6A46">
      <w:r>
        <w:t>228.3586</w:t>
      </w:r>
      <w:r>
        <w:tab/>
        <w:t>1.013e0</w:t>
      </w:r>
    </w:p>
    <w:p w:rsidR="007B6A46" w:rsidRDefault="007B6A46" w:rsidP="007B6A46">
      <w:r>
        <w:t>228.3811</w:t>
      </w:r>
      <w:r>
        <w:tab/>
        <w:t>2.025e0</w:t>
      </w:r>
    </w:p>
    <w:p w:rsidR="007B6A46" w:rsidRDefault="007B6A46" w:rsidP="007B6A46">
      <w:r>
        <w:t>228.3957</w:t>
      </w:r>
      <w:r>
        <w:tab/>
        <w:t>1.013e0</w:t>
      </w:r>
    </w:p>
    <w:p w:rsidR="007B6A46" w:rsidRDefault="007B6A46" w:rsidP="007B6A46">
      <w:r>
        <w:t>228.4068</w:t>
      </w:r>
      <w:r>
        <w:tab/>
        <w:t>1.013e0</w:t>
      </w:r>
    </w:p>
    <w:p w:rsidR="007B6A46" w:rsidRDefault="007B6A46" w:rsidP="007B6A46">
      <w:r>
        <w:t>228.4385</w:t>
      </w:r>
      <w:r>
        <w:tab/>
        <w:t>2.025e0</w:t>
      </w:r>
    </w:p>
    <w:p w:rsidR="007B6A46" w:rsidRDefault="007B6A46" w:rsidP="007B6A46">
      <w:r>
        <w:t>228.4632</w:t>
      </w:r>
      <w:r>
        <w:tab/>
        <w:t>1.013e0</w:t>
      </w:r>
    </w:p>
    <w:p w:rsidR="007B6A46" w:rsidRDefault="007B6A46" w:rsidP="007B6A46">
      <w:r>
        <w:lastRenderedPageBreak/>
        <w:t>228.4748</w:t>
      </w:r>
      <w:r>
        <w:tab/>
        <w:t>1.013e0</w:t>
      </w:r>
    </w:p>
    <w:p w:rsidR="007B6A46" w:rsidRDefault="007B6A46" w:rsidP="007B6A46">
      <w:r>
        <w:t>228.4868</w:t>
      </w:r>
      <w:r>
        <w:tab/>
        <w:t>1.013e0</w:t>
      </w:r>
    </w:p>
    <w:p w:rsidR="007B6A46" w:rsidRDefault="007B6A46" w:rsidP="007B6A46">
      <w:r>
        <w:t>228.5194</w:t>
      </w:r>
      <w:r>
        <w:tab/>
        <w:t>3.038e0</w:t>
      </w:r>
    </w:p>
    <w:p w:rsidR="007B6A46" w:rsidRDefault="007B6A46" w:rsidP="007B6A46">
      <w:r>
        <w:t>228.5837</w:t>
      </w:r>
      <w:r>
        <w:tab/>
        <w:t>1.013e0</w:t>
      </w:r>
    </w:p>
    <w:p w:rsidR="007B6A46" w:rsidRDefault="007B6A46" w:rsidP="007B6A46">
      <w:r>
        <w:t>228.6035</w:t>
      </w:r>
      <w:r>
        <w:tab/>
        <w:t>1.013e0</w:t>
      </w:r>
    </w:p>
    <w:p w:rsidR="007B6A46" w:rsidRDefault="007B6A46" w:rsidP="007B6A46">
      <w:r>
        <w:t>228.6710</w:t>
      </w:r>
      <w:r>
        <w:tab/>
        <w:t>1.013e0</w:t>
      </w:r>
    </w:p>
    <w:p w:rsidR="007B6A46" w:rsidRDefault="007B6A46" w:rsidP="007B6A46">
      <w:r>
        <w:t>228.6841</w:t>
      </w:r>
      <w:r>
        <w:tab/>
        <w:t>1.013e0</w:t>
      </w:r>
    </w:p>
    <w:p w:rsidR="007B6A46" w:rsidRDefault="007B6A46" w:rsidP="007B6A46">
      <w:r>
        <w:t>228.7358</w:t>
      </w:r>
      <w:r>
        <w:tab/>
        <w:t>1.013e0</w:t>
      </w:r>
    </w:p>
    <w:p w:rsidR="007B6A46" w:rsidRDefault="007B6A46" w:rsidP="007B6A46">
      <w:r>
        <w:t>228.7530</w:t>
      </w:r>
      <w:r>
        <w:tab/>
        <w:t>1.013e0</w:t>
      </w:r>
    </w:p>
    <w:p w:rsidR="007B6A46" w:rsidRDefault="007B6A46" w:rsidP="007B6A46">
      <w:r>
        <w:t>228.7840</w:t>
      </w:r>
      <w:r>
        <w:tab/>
        <w:t>1.013e0</w:t>
      </w:r>
    </w:p>
    <w:p w:rsidR="007B6A46" w:rsidRDefault="007B6A46" w:rsidP="007B6A46">
      <w:r>
        <w:t>228.8132</w:t>
      </w:r>
      <w:r>
        <w:tab/>
        <w:t>2.025e0</w:t>
      </w:r>
    </w:p>
    <w:p w:rsidR="007B6A46" w:rsidRDefault="007B6A46" w:rsidP="007B6A46">
      <w:r>
        <w:t>228.8214</w:t>
      </w:r>
      <w:r>
        <w:tab/>
        <w:t>1.013e0</w:t>
      </w:r>
    </w:p>
    <w:p w:rsidR="007B6A46" w:rsidRDefault="007B6A46" w:rsidP="007B6A46">
      <w:r>
        <w:t>228.8369</w:t>
      </w:r>
      <w:r>
        <w:tab/>
        <w:t>1.013e0</w:t>
      </w:r>
    </w:p>
    <w:p w:rsidR="007B6A46" w:rsidRDefault="007B6A46" w:rsidP="007B6A46">
      <w:r>
        <w:t>228.8749</w:t>
      </w:r>
      <w:r>
        <w:tab/>
        <w:t>2.025e0</w:t>
      </w:r>
    </w:p>
    <w:p w:rsidR="007B6A46" w:rsidRDefault="007B6A46" w:rsidP="007B6A46">
      <w:r>
        <w:t>228.9164</w:t>
      </w:r>
      <w:r>
        <w:tab/>
        <w:t>1.013e0</w:t>
      </w:r>
    </w:p>
    <w:p w:rsidR="007B6A46" w:rsidRDefault="007B6A46" w:rsidP="007B6A46">
      <w:r>
        <w:t>228.9686</w:t>
      </w:r>
      <w:r>
        <w:tab/>
        <w:t>1.013e0</w:t>
      </w:r>
    </w:p>
    <w:p w:rsidR="007B6A46" w:rsidRDefault="007B6A46" w:rsidP="007B6A46">
      <w:r>
        <w:t>228.9772</w:t>
      </w:r>
      <w:r>
        <w:tab/>
        <w:t>8.101e0</w:t>
      </w:r>
    </w:p>
    <w:p w:rsidR="007B6A46" w:rsidRDefault="007B6A46" w:rsidP="007B6A46">
      <w:r>
        <w:t>228.9944</w:t>
      </w:r>
      <w:r>
        <w:tab/>
        <w:t>1.013e0</w:t>
      </w:r>
    </w:p>
    <w:p w:rsidR="007B6A46" w:rsidRDefault="007B6A46" w:rsidP="007B6A46">
      <w:r>
        <w:t>229.0002</w:t>
      </w:r>
      <w:r>
        <w:tab/>
        <w:t>3.038e0</w:t>
      </w:r>
    </w:p>
    <w:p w:rsidR="007B6A46" w:rsidRDefault="007B6A46" w:rsidP="007B6A46">
      <w:r>
        <w:lastRenderedPageBreak/>
        <w:t>229.0019</w:t>
      </w:r>
      <w:r>
        <w:tab/>
        <w:t>1.013e0</w:t>
      </w:r>
    </w:p>
    <w:p w:rsidR="007B6A46" w:rsidRDefault="007B6A46" w:rsidP="007B6A46">
      <w:r>
        <w:t>229.0135</w:t>
      </w:r>
      <w:r>
        <w:tab/>
        <w:t>2.025e0</w:t>
      </w:r>
    </w:p>
    <w:p w:rsidR="007B6A46" w:rsidRDefault="007B6A46" w:rsidP="007B6A46">
      <w:r>
        <w:t>229.0399</w:t>
      </w:r>
      <w:r>
        <w:tab/>
        <w:t>2.025e0</w:t>
      </w:r>
    </w:p>
    <w:p w:rsidR="007B6A46" w:rsidRDefault="007B6A46" w:rsidP="007B6A46">
      <w:r>
        <w:t>229.0421</w:t>
      </w:r>
      <w:r>
        <w:tab/>
        <w:t>2.025e0</w:t>
      </w:r>
    </w:p>
    <w:p w:rsidR="007B6A46" w:rsidRDefault="007B6A46" w:rsidP="007B6A46">
      <w:r>
        <w:t>229.0436</w:t>
      </w:r>
      <w:r>
        <w:tab/>
        <w:t>2.025e0</w:t>
      </w:r>
    </w:p>
    <w:p w:rsidR="007B6A46" w:rsidRDefault="007B6A46" w:rsidP="007B6A46">
      <w:r>
        <w:t>229.0594</w:t>
      </w:r>
      <w:r>
        <w:tab/>
        <w:t>3.038e0</w:t>
      </w:r>
    </w:p>
    <w:p w:rsidR="007B6A46" w:rsidRDefault="007B6A46" w:rsidP="007B6A46">
      <w:r>
        <w:t>229.0641</w:t>
      </w:r>
      <w:r>
        <w:tab/>
        <w:t>2.025e0</w:t>
      </w:r>
    </w:p>
    <w:p w:rsidR="007B6A46" w:rsidRDefault="007B6A46" w:rsidP="007B6A46">
      <w:r>
        <w:t>229.0664</w:t>
      </w:r>
      <w:r>
        <w:tab/>
        <w:t>1.013e0</w:t>
      </w:r>
    </w:p>
    <w:p w:rsidR="007B6A46" w:rsidRDefault="007B6A46" w:rsidP="007B6A46">
      <w:r>
        <w:t>229.1047</w:t>
      </w:r>
      <w:r>
        <w:tab/>
        <w:t>3.038e0</w:t>
      </w:r>
    </w:p>
    <w:p w:rsidR="007B6A46" w:rsidRDefault="007B6A46" w:rsidP="007B6A46">
      <w:r>
        <w:t>229.1066</w:t>
      </w:r>
      <w:r>
        <w:tab/>
        <w:t>1.013e0</w:t>
      </w:r>
    </w:p>
    <w:p w:rsidR="007B6A46" w:rsidRDefault="007B6A46" w:rsidP="007B6A46">
      <w:r>
        <w:t>229.1362</w:t>
      </w:r>
      <w:r>
        <w:tab/>
        <w:t>3.038e0</w:t>
      </w:r>
    </w:p>
    <w:p w:rsidR="007B6A46" w:rsidRDefault="007B6A46" w:rsidP="007B6A46">
      <w:r>
        <w:t>229.1384</w:t>
      </w:r>
      <w:r>
        <w:tab/>
        <w:t>1.013e0</w:t>
      </w:r>
    </w:p>
    <w:p w:rsidR="007B6A46" w:rsidRDefault="007B6A46" w:rsidP="007B6A46">
      <w:r>
        <w:t>229.1461</w:t>
      </w:r>
      <w:r>
        <w:tab/>
        <w:t>1.013e0</w:t>
      </w:r>
    </w:p>
    <w:p w:rsidR="007B6A46" w:rsidRDefault="007B6A46" w:rsidP="007B6A46">
      <w:r>
        <w:t>229.1561</w:t>
      </w:r>
      <w:r>
        <w:tab/>
        <w:t>2.025e0</w:t>
      </w:r>
    </w:p>
    <w:p w:rsidR="007B6A46" w:rsidRDefault="007B6A46" w:rsidP="007B6A46">
      <w:r>
        <w:t>229.1583</w:t>
      </w:r>
      <w:r>
        <w:tab/>
        <w:t>1.013e0</w:t>
      </w:r>
    </w:p>
    <w:p w:rsidR="007B6A46" w:rsidRDefault="007B6A46" w:rsidP="007B6A46">
      <w:r>
        <w:t>229.1606</w:t>
      </w:r>
      <w:r>
        <w:tab/>
        <w:t>2.025e0</w:t>
      </w:r>
    </w:p>
    <w:p w:rsidR="007B6A46" w:rsidRDefault="007B6A46" w:rsidP="007B6A46">
      <w:r>
        <w:t>229.1666</w:t>
      </w:r>
      <w:r>
        <w:tab/>
        <w:t>1.013e0</w:t>
      </w:r>
    </w:p>
    <w:p w:rsidR="007B6A46" w:rsidRDefault="007B6A46" w:rsidP="007B6A46">
      <w:r>
        <w:t>229.1756</w:t>
      </w:r>
      <w:r>
        <w:tab/>
        <w:t>1.013e0</w:t>
      </w:r>
    </w:p>
    <w:p w:rsidR="007B6A46" w:rsidRDefault="007B6A46" w:rsidP="007B6A46">
      <w:r>
        <w:t>229.1909</w:t>
      </w:r>
      <w:r>
        <w:tab/>
        <w:t>2.025e0</w:t>
      </w:r>
    </w:p>
    <w:p w:rsidR="007B6A46" w:rsidRDefault="007B6A46" w:rsidP="007B6A46">
      <w:r>
        <w:lastRenderedPageBreak/>
        <w:t>229.1948</w:t>
      </w:r>
      <w:r>
        <w:tab/>
        <w:t>1.013e0</w:t>
      </w:r>
    </w:p>
    <w:p w:rsidR="007B6A46" w:rsidRDefault="007B6A46" w:rsidP="007B6A46">
      <w:r>
        <w:t>229.2061</w:t>
      </w:r>
      <w:r>
        <w:tab/>
        <w:t>3.038e0</w:t>
      </w:r>
    </w:p>
    <w:p w:rsidR="007B6A46" w:rsidRDefault="007B6A46" w:rsidP="007B6A46">
      <w:r>
        <w:t>229.2313</w:t>
      </w:r>
      <w:r>
        <w:tab/>
        <w:t>1.013e0</w:t>
      </w:r>
    </w:p>
    <w:p w:rsidR="007B6A46" w:rsidRDefault="007B6A46" w:rsidP="007B6A46">
      <w:r>
        <w:t>229.2667</w:t>
      </w:r>
      <w:r>
        <w:tab/>
        <w:t>1.013e0</w:t>
      </w:r>
    </w:p>
    <w:p w:rsidR="007B6A46" w:rsidRDefault="007B6A46" w:rsidP="007B6A46">
      <w:r>
        <w:t>229.2792</w:t>
      </w:r>
      <w:r>
        <w:tab/>
        <w:t>1.013e0</w:t>
      </w:r>
    </w:p>
    <w:p w:rsidR="007B6A46" w:rsidRDefault="007B6A46" w:rsidP="007B6A46">
      <w:r>
        <w:t>229.3038</w:t>
      </w:r>
      <w:r>
        <w:tab/>
        <w:t>1.013e0</w:t>
      </w:r>
    </w:p>
    <w:p w:rsidR="007B6A46" w:rsidRDefault="007B6A46" w:rsidP="007B6A46">
      <w:r>
        <w:t>229.3194</w:t>
      </w:r>
      <w:r>
        <w:tab/>
        <w:t>1.013e0</w:t>
      </w:r>
    </w:p>
    <w:p w:rsidR="007B6A46" w:rsidRDefault="007B6A46" w:rsidP="007B6A46">
      <w:r>
        <w:t>229.3873</w:t>
      </w:r>
      <w:r>
        <w:tab/>
        <w:t>1.013e0</w:t>
      </w:r>
    </w:p>
    <w:p w:rsidR="007B6A46" w:rsidRDefault="007B6A46" w:rsidP="007B6A46">
      <w:r>
        <w:t>229.3914</w:t>
      </w:r>
      <w:r>
        <w:tab/>
        <w:t>1.013e0</w:t>
      </w:r>
    </w:p>
    <w:p w:rsidR="007B6A46" w:rsidRDefault="007B6A46" w:rsidP="007B6A46">
      <w:r>
        <w:t>229.4087</w:t>
      </w:r>
      <w:r>
        <w:tab/>
        <w:t>1.013e0</w:t>
      </w:r>
    </w:p>
    <w:p w:rsidR="007B6A46" w:rsidRDefault="007B6A46" w:rsidP="007B6A46">
      <w:r>
        <w:t>229.4206</w:t>
      </w:r>
      <w:r>
        <w:tab/>
        <w:t>1.013e0</w:t>
      </w:r>
    </w:p>
    <w:p w:rsidR="007B6A46" w:rsidRDefault="007B6A46" w:rsidP="007B6A46">
      <w:r>
        <w:t>229.4283</w:t>
      </w:r>
      <w:r>
        <w:tab/>
        <w:t>1.013e0</w:t>
      </w:r>
    </w:p>
    <w:p w:rsidR="007B6A46" w:rsidRDefault="007B6A46" w:rsidP="007B6A46">
      <w:r>
        <w:t>229.4342</w:t>
      </w:r>
      <w:r>
        <w:tab/>
        <w:t>2.025e0</w:t>
      </w:r>
    </w:p>
    <w:p w:rsidR="007B6A46" w:rsidRDefault="007B6A46" w:rsidP="007B6A46">
      <w:r>
        <w:t>229.4435</w:t>
      </w:r>
      <w:r>
        <w:tab/>
        <w:t>1.013e0</w:t>
      </w:r>
    </w:p>
    <w:p w:rsidR="007B6A46" w:rsidRDefault="007B6A46" w:rsidP="007B6A46">
      <w:r>
        <w:t>229.4767</w:t>
      </w:r>
      <w:r>
        <w:tab/>
        <w:t>2.025e0</w:t>
      </w:r>
    </w:p>
    <w:p w:rsidR="007B6A46" w:rsidRDefault="007B6A46" w:rsidP="007B6A46">
      <w:r>
        <w:t>229.5250</w:t>
      </w:r>
      <w:r>
        <w:tab/>
        <w:t>1.013e0</w:t>
      </w:r>
    </w:p>
    <w:p w:rsidR="007B6A46" w:rsidRDefault="007B6A46" w:rsidP="007B6A46">
      <w:r>
        <w:t>229.5293</w:t>
      </w:r>
      <w:r>
        <w:tab/>
        <w:t>1.013e0</w:t>
      </w:r>
    </w:p>
    <w:p w:rsidR="007B6A46" w:rsidRDefault="007B6A46" w:rsidP="007B6A46">
      <w:r>
        <w:t>229.5792</w:t>
      </w:r>
      <w:r>
        <w:tab/>
        <w:t>2.025e0</w:t>
      </w:r>
    </w:p>
    <w:p w:rsidR="007B6A46" w:rsidRDefault="007B6A46" w:rsidP="007B6A46">
      <w:r>
        <w:t>229.5804</w:t>
      </w:r>
      <w:r>
        <w:tab/>
        <w:t>2.025e0</w:t>
      </w:r>
    </w:p>
    <w:p w:rsidR="007B6A46" w:rsidRDefault="007B6A46" w:rsidP="007B6A46">
      <w:r>
        <w:lastRenderedPageBreak/>
        <w:t>229.6091</w:t>
      </w:r>
      <w:r>
        <w:tab/>
        <w:t>2.025e0</w:t>
      </w:r>
    </w:p>
    <w:p w:rsidR="007B6A46" w:rsidRDefault="007B6A46" w:rsidP="007B6A46">
      <w:r>
        <w:t>229.6133</w:t>
      </w:r>
      <w:r>
        <w:tab/>
        <w:t>1.013e0</w:t>
      </w:r>
    </w:p>
    <w:p w:rsidR="007B6A46" w:rsidRDefault="007B6A46" w:rsidP="007B6A46">
      <w:r>
        <w:t>229.6377</w:t>
      </w:r>
      <w:r>
        <w:tab/>
        <w:t>1.013e0</w:t>
      </w:r>
    </w:p>
    <w:p w:rsidR="007B6A46" w:rsidRDefault="007B6A46" w:rsidP="007B6A46">
      <w:r>
        <w:t>229.6577</w:t>
      </w:r>
      <w:r>
        <w:tab/>
        <w:t>1.013e0</w:t>
      </w:r>
    </w:p>
    <w:p w:rsidR="007B6A46" w:rsidRDefault="007B6A46" w:rsidP="007B6A46">
      <w:r>
        <w:t>229.7746</w:t>
      </w:r>
      <w:r>
        <w:tab/>
        <w:t>1.013e0</w:t>
      </w:r>
    </w:p>
    <w:p w:rsidR="007B6A46" w:rsidRDefault="007B6A46" w:rsidP="007B6A46">
      <w:r>
        <w:t>229.8150</w:t>
      </w:r>
      <w:r>
        <w:tab/>
        <w:t>1.013e0</w:t>
      </w:r>
    </w:p>
    <w:p w:rsidR="007B6A46" w:rsidRDefault="007B6A46" w:rsidP="007B6A46">
      <w:r>
        <w:t>229.8190</w:t>
      </w:r>
      <w:r>
        <w:tab/>
        <w:t>1.013e0</w:t>
      </w:r>
    </w:p>
    <w:p w:rsidR="007B6A46" w:rsidRDefault="007B6A46" w:rsidP="007B6A46">
      <w:r>
        <w:t>229.8469</w:t>
      </w:r>
      <w:r>
        <w:tab/>
        <w:t>2.025e0</w:t>
      </w:r>
    </w:p>
    <w:p w:rsidR="007B6A46" w:rsidRDefault="007B6A46" w:rsidP="007B6A46">
      <w:r>
        <w:t>229.8842</w:t>
      </w:r>
      <w:r>
        <w:tab/>
        <w:t>1.013e0</w:t>
      </w:r>
    </w:p>
    <w:p w:rsidR="007B6A46" w:rsidRDefault="007B6A46" w:rsidP="007B6A46">
      <w:r>
        <w:t>229.8877</w:t>
      </w:r>
      <w:r>
        <w:tab/>
        <w:t>1.013e0</w:t>
      </w:r>
    </w:p>
    <w:p w:rsidR="007B6A46" w:rsidRDefault="007B6A46" w:rsidP="007B6A46">
      <w:r>
        <w:t>229.8996</w:t>
      </w:r>
      <w:r>
        <w:tab/>
        <w:t>1.013e0</w:t>
      </w:r>
    </w:p>
    <w:p w:rsidR="007B6A46" w:rsidRDefault="007B6A46" w:rsidP="007B6A46">
      <w:r>
        <w:t>229.9484</w:t>
      </w:r>
      <w:r>
        <w:tab/>
        <w:t>1.013e0</w:t>
      </w:r>
    </w:p>
    <w:p w:rsidR="007B6A46" w:rsidRDefault="007B6A46" w:rsidP="007B6A46">
      <w:r>
        <w:t>229.9678</w:t>
      </w:r>
      <w:r>
        <w:tab/>
        <w:t>1.013e0</w:t>
      </w:r>
    </w:p>
    <w:p w:rsidR="007B6A46" w:rsidRDefault="007B6A46" w:rsidP="007B6A46">
      <w:r>
        <w:t>229.9834</w:t>
      </w:r>
      <w:r>
        <w:tab/>
        <w:t>1.013e0</w:t>
      </w:r>
    </w:p>
    <w:p w:rsidR="007B6A46" w:rsidRDefault="007B6A46" w:rsidP="007B6A46">
      <w:r>
        <w:t>229.9949</w:t>
      </w:r>
      <w:r>
        <w:tab/>
        <w:t>3.038e0</w:t>
      </w:r>
    </w:p>
    <w:p w:rsidR="007B6A46" w:rsidRDefault="007B6A46" w:rsidP="007B6A46">
      <w:r>
        <w:t>230.0126</w:t>
      </w:r>
      <w:r>
        <w:tab/>
        <w:t>1.013e0</w:t>
      </w:r>
    </w:p>
    <w:p w:rsidR="007B6A46" w:rsidRDefault="007B6A46" w:rsidP="007B6A46">
      <w:r>
        <w:t>230.0316</w:t>
      </w:r>
      <w:r>
        <w:tab/>
        <w:t>1.013e0</w:t>
      </w:r>
    </w:p>
    <w:p w:rsidR="007B6A46" w:rsidRDefault="007B6A46" w:rsidP="007B6A46">
      <w:r>
        <w:t>230.0529</w:t>
      </w:r>
      <w:r>
        <w:tab/>
        <w:t>2.025e0</w:t>
      </w:r>
    </w:p>
    <w:p w:rsidR="007B6A46" w:rsidRDefault="007B6A46" w:rsidP="007B6A46">
      <w:r>
        <w:t>230.0691</w:t>
      </w:r>
      <w:r>
        <w:tab/>
        <w:t>1.013e0</w:t>
      </w:r>
    </w:p>
    <w:p w:rsidR="007B6A46" w:rsidRDefault="007B6A46" w:rsidP="007B6A46">
      <w:r>
        <w:lastRenderedPageBreak/>
        <w:t>230.1071</w:t>
      </w:r>
      <w:r>
        <w:tab/>
        <w:t>2.025e0</w:t>
      </w:r>
    </w:p>
    <w:p w:rsidR="007B6A46" w:rsidRDefault="007B6A46" w:rsidP="007B6A46">
      <w:r>
        <w:t>230.1137</w:t>
      </w:r>
      <w:r>
        <w:tab/>
        <w:t>1.013e0</w:t>
      </w:r>
    </w:p>
    <w:p w:rsidR="007B6A46" w:rsidRDefault="007B6A46" w:rsidP="007B6A46">
      <w:r>
        <w:t>230.1180</w:t>
      </w:r>
      <w:r>
        <w:tab/>
        <w:t>1.013e0</w:t>
      </w:r>
    </w:p>
    <w:p w:rsidR="007B6A46" w:rsidRDefault="007B6A46" w:rsidP="007B6A46">
      <w:r>
        <w:t>230.1291</w:t>
      </w:r>
      <w:r>
        <w:tab/>
        <w:t>1.013e0</w:t>
      </w:r>
    </w:p>
    <w:p w:rsidR="007B6A46" w:rsidRDefault="007B6A46" w:rsidP="007B6A46">
      <w:r>
        <w:t>230.1489</w:t>
      </w:r>
      <w:r>
        <w:tab/>
        <w:t>1.013e0</w:t>
      </w:r>
    </w:p>
    <w:p w:rsidR="007B6A46" w:rsidRDefault="007B6A46" w:rsidP="007B6A46">
      <w:r>
        <w:t>230.1742</w:t>
      </w:r>
      <w:r>
        <w:tab/>
        <w:t>3.038e0</w:t>
      </w:r>
    </w:p>
    <w:p w:rsidR="007B6A46" w:rsidRDefault="007B6A46" w:rsidP="007B6A46">
      <w:r>
        <w:t>230.1786</w:t>
      </w:r>
      <w:r>
        <w:tab/>
        <w:t>3.038e0</w:t>
      </w:r>
    </w:p>
    <w:p w:rsidR="007B6A46" w:rsidRDefault="007B6A46" w:rsidP="007B6A46">
      <w:r>
        <w:t>230.2263</w:t>
      </w:r>
      <w:r>
        <w:tab/>
        <w:t>1.013e0</w:t>
      </w:r>
    </w:p>
    <w:p w:rsidR="007B6A46" w:rsidRDefault="007B6A46" w:rsidP="007B6A46">
      <w:r>
        <w:t>230.2464</w:t>
      </w:r>
      <w:r>
        <w:tab/>
        <w:t>1.013e0</w:t>
      </w:r>
    </w:p>
    <w:p w:rsidR="007B6A46" w:rsidRDefault="007B6A46" w:rsidP="007B6A46">
      <w:r>
        <w:t>230.2500</w:t>
      </w:r>
      <w:r>
        <w:tab/>
        <w:t>7.089e0</w:t>
      </w:r>
    </w:p>
    <w:p w:rsidR="007B6A46" w:rsidRDefault="007B6A46" w:rsidP="007B6A46">
      <w:r>
        <w:t>230.2617</w:t>
      </w:r>
      <w:r>
        <w:tab/>
        <w:t>1.013e0</w:t>
      </w:r>
    </w:p>
    <w:p w:rsidR="007B6A46" w:rsidRDefault="007B6A46" w:rsidP="007B6A46">
      <w:r>
        <w:t>230.3069</w:t>
      </w:r>
      <w:r>
        <w:tab/>
        <w:t>1.013e0</w:t>
      </w:r>
    </w:p>
    <w:p w:rsidR="007B6A46" w:rsidRDefault="007B6A46" w:rsidP="007B6A46">
      <w:r>
        <w:t>230.3476</w:t>
      </w:r>
      <w:r>
        <w:tab/>
        <w:t>1.013e0</w:t>
      </w:r>
    </w:p>
    <w:p w:rsidR="007B6A46" w:rsidRDefault="007B6A46" w:rsidP="007B6A46">
      <w:r>
        <w:t>230.3519</w:t>
      </w:r>
      <w:r>
        <w:tab/>
        <w:t>1.013e0</w:t>
      </w:r>
    </w:p>
    <w:p w:rsidR="007B6A46" w:rsidRDefault="007B6A46" w:rsidP="007B6A46">
      <w:r>
        <w:t>230.3673</w:t>
      </w:r>
      <w:r>
        <w:tab/>
        <w:t>1.013e0</w:t>
      </w:r>
    </w:p>
    <w:p w:rsidR="007B6A46" w:rsidRDefault="007B6A46" w:rsidP="007B6A46">
      <w:r>
        <w:t>230.3996</w:t>
      </w:r>
      <w:r>
        <w:tab/>
        <w:t>1.013e0</w:t>
      </w:r>
    </w:p>
    <w:p w:rsidR="007B6A46" w:rsidRDefault="007B6A46" w:rsidP="007B6A46">
      <w:r>
        <w:t>230.4238</w:t>
      </w:r>
      <w:r>
        <w:tab/>
        <w:t>1.013e0</w:t>
      </w:r>
    </w:p>
    <w:p w:rsidR="007B6A46" w:rsidRDefault="007B6A46" w:rsidP="007B6A46">
      <w:r>
        <w:t>230.4560</w:t>
      </w:r>
      <w:r>
        <w:tab/>
        <w:t>1.013e0</w:t>
      </w:r>
    </w:p>
    <w:p w:rsidR="007B6A46" w:rsidRDefault="007B6A46" w:rsidP="007B6A46">
      <w:r>
        <w:t>230.4685</w:t>
      </w:r>
      <w:r>
        <w:tab/>
        <w:t>1.013e0</w:t>
      </w:r>
    </w:p>
    <w:p w:rsidR="007B6A46" w:rsidRDefault="007B6A46" w:rsidP="007B6A46">
      <w:r>
        <w:lastRenderedPageBreak/>
        <w:t>230.4878</w:t>
      </w:r>
      <w:r>
        <w:tab/>
        <w:t>1.013e0</w:t>
      </w:r>
    </w:p>
    <w:p w:rsidR="007B6A46" w:rsidRDefault="007B6A46" w:rsidP="007B6A46">
      <w:r>
        <w:t>230.4921</w:t>
      </w:r>
      <w:r>
        <w:tab/>
        <w:t>1.013e0</w:t>
      </w:r>
    </w:p>
    <w:p w:rsidR="007B6A46" w:rsidRDefault="007B6A46" w:rsidP="007B6A46">
      <w:r>
        <w:t>230.5254</w:t>
      </w:r>
      <w:r>
        <w:tab/>
        <w:t>1.013e0</w:t>
      </w:r>
    </w:p>
    <w:p w:rsidR="007B6A46" w:rsidRDefault="007B6A46" w:rsidP="007B6A46">
      <w:r>
        <w:t>230.5289</w:t>
      </w:r>
      <w:r>
        <w:tab/>
        <w:t>1.013e0</w:t>
      </w:r>
    </w:p>
    <w:p w:rsidR="007B6A46" w:rsidRDefault="007B6A46" w:rsidP="007B6A46">
      <w:r>
        <w:t>230.5774</w:t>
      </w:r>
      <w:r>
        <w:tab/>
        <w:t>1.013e0</w:t>
      </w:r>
    </w:p>
    <w:p w:rsidR="007B6A46" w:rsidRDefault="007B6A46" w:rsidP="007B6A46">
      <w:r>
        <w:t>230.6613</w:t>
      </w:r>
      <w:r>
        <w:tab/>
        <w:t>1.013e0</w:t>
      </w:r>
    </w:p>
    <w:p w:rsidR="007B6A46" w:rsidRDefault="007B6A46" w:rsidP="007B6A46">
      <w:r>
        <w:t>230.7143</w:t>
      </w:r>
      <w:r>
        <w:tab/>
        <w:t>1.013e0</w:t>
      </w:r>
    </w:p>
    <w:p w:rsidR="007B6A46" w:rsidRDefault="007B6A46" w:rsidP="007B6A46">
      <w:r>
        <w:t>230.7903</w:t>
      </w:r>
      <w:r>
        <w:tab/>
        <w:t>1.013e0</w:t>
      </w:r>
    </w:p>
    <w:p w:rsidR="007B6A46" w:rsidRDefault="007B6A46" w:rsidP="007B6A46">
      <w:r>
        <w:t>230.8275</w:t>
      </w:r>
      <w:r>
        <w:tab/>
        <w:t>1.013e0</w:t>
      </w:r>
    </w:p>
    <w:p w:rsidR="007B6A46" w:rsidRDefault="007B6A46" w:rsidP="007B6A46">
      <w:r>
        <w:t>230.8726</w:t>
      </w:r>
      <w:r>
        <w:tab/>
        <w:t>1.013e0</w:t>
      </w:r>
    </w:p>
    <w:p w:rsidR="007B6A46" w:rsidRDefault="007B6A46" w:rsidP="007B6A46">
      <w:r>
        <w:t>230.9768</w:t>
      </w:r>
      <w:r>
        <w:tab/>
        <w:t>2.025e0</w:t>
      </w:r>
    </w:p>
    <w:p w:rsidR="007B6A46" w:rsidRDefault="007B6A46" w:rsidP="007B6A46">
      <w:r>
        <w:t>230.9812</w:t>
      </w:r>
      <w:r>
        <w:tab/>
        <w:t>1.013e0</w:t>
      </w:r>
    </w:p>
    <w:p w:rsidR="007B6A46" w:rsidRDefault="007B6A46" w:rsidP="007B6A46">
      <w:r>
        <w:t>231.0011</w:t>
      </w:r>
      <w:r>
        <w:tab/>
        <w:t>2.025e0</w:t>
      </w:r>
    </w:p>
    <w:p w:rsidR="007B6A46" w:rsidRDefault="007B6A46" w:rsidP="007B6A46">
      <w:r>
        <w:t>231.0050</w:t>
      </w:r>
      <w:r>
        <w:tab/>
        <w:t>1.013e0</w:t>
      </w:r>
    </w:p>
    <w:p w:rsidR="007B6A46" w:rsidRDefault="007B6A46" w:rsidP="007B6A46">
      <w:r>
        <w:t>231.0498</w:t>
      </w:r>
      <w:r>
        <w:tab/>
        <w:t>2.025e0</w:t>
      </w:r>
    </w:p>
    <w:p w:rsidR="007B6A46" w:rsidRDefault="007B6A46" w:rsidP="007B6A46">
      <w:r>
        <w:t>231.0577</w:t>
      </w:r>
      <w:r>
        <w:tab/>
        <w:t>1.013e0</w:t>
      </w:r>
    </w:p>
    <w:p w:rsidR="007B6A46" w:rsidRDefault="007B6A46" w:rsidP="007B6A46">
      <w:r>
        <w:t>231.0671</w:t>
      </w:r>
      <w:r>
        <w:tab/>
        <w:t>2.025e0</w:t>
      </w:r>
    </w:p>
    <w:p w:rsidR="007B6A46" w:rsidRDefault="007B6A46" w:rsidP="007B6A46">
      <w:r>
        <w:t>231.0694</w:t>
      </w:r>
      <w:r>
        <w:tab/>
        <w:t>1.013e0</w:t>
      </w:r>
    </w:p>
    <w:p w:rsidR="007B6A46" w:rsidRDefault="007B6A46" w:rsidP="007B6A46">
      <w:r>
        <w:t>231.1024</w:t>
      </w:r>
      <w:r>
        <w:tab/>
        <w:t>1.013e0</w:t>
      </w:r>
    </w:p>
    <w:p w:rsidR="007B6A46" w:rsidRDefault="007B6A46" w:rsidP="007B6A46">
      <w:r>
        <w:lastRenderedPageBreak/>
        <w:t>231.1066</w:t>
      </w:r>
      <w:r>
        <w:tab/>
        <w:t>3.038e0</w:t>
      </w:r>
    </w:p>
    <w:p w:rsidR="007B6A46" w:rsidRDefault="007B6A46" w:rsidP="007B6A46">
      <w:r>
        <w:t>231.1182</w:t>
      </w:r>
      <w:r>
        <w:tab/>
        <w:t>3.038e0</w:t>
      </w:r>
    </w:p>
    <w:p w:rsidR="007B6A46" w:rsidRDefault="007B6A46" w:rsidP="007B6A46">
      <w:r>
        <w:t>231.1217</w:t>
      </w:r>
      <w:r>
        <w:tab/>
        <w:t>1.013e0</w:t>
      </w:r>
    </w:p>
    <w:p w:rsidR="007B6A46" w:rsidRDefault="007B6A46" w:rsidP="007B6A46">
      <w:r>
        <w:t>231.1280</w:t>
      </w:r>
      <w:r>
        <w:tab/>
        <w:t>3.038e0</w:t>
      </w:r>
    </w:p>
    <w:p w:rsidR="007B6A46" w:rsidRDefault="007B6A46" w:rsidP="007B6A46">
      <w:r>
        <w:t>231.1588</w:t>
      </w:r>
      <w:r>
        <w:tab/>
        <w:t>3.038e0</w:t>
      </w:r>
    </w:p>
    <w:p w:rsidR="007B6A46" w:rsidRDefault="007B6A46" w:rsidP="007B6A46">
      <w:r>
        <w:t>231.1705</w:t>
      </w:r>
      <w:r>
        <w:tab/>
        <w:t>1.013e0</w:t>
      </w:r>
    </w:p>
    <w:p w:rsidR="007B6A46" w:rsidRDefault="007B6A46" w:rsidP="007B6A46">
      <w:r>
        <w:t>231.1883</w:t>
      </w:r>
      <w:r>
        <w:tab/>
        <w:t>2.025e0</w:t>
      </w:r>
    </w:p>
    <w:p w:rsidR="007B6A46" w:rsidRDefault="007B6A46" w:rsidP="007B6A46">
      <w:r>
        <w:t>231.2159</w:t>
      </w:r>
      <w:r>
        <w:tab/>
        <w:t>2.025e0</w:t>
      </w:r>
    </w:p>
    <w:p w:rsidR="007B6A46" w:rsidRDefault="007B6A46" w:rsidP="007B6A46">
      <w:r>
        <w:t>231.3159</w:t>
      </w:r>
      <w:r>
        <w:tab/>
        <w:t>1.013e0</w:t>
      </w:r>
    </w:p>
    <w:p w:rsidR="007B6A46" w:rsidRDefault="007B6A46" w:rsidP="007B6A46">
      <w:r>
        <w:t>231.3242</w:t>
      </w:r>
      <w:r>
        <w:tab/>
        <w:t>1.013e0</w:t>
      </w:r>
    </w:p>
    <w:p w:rsidR="007B6A46" w:rsidRDefault="007B6A46" w:rsidP="007B6A46">
      <w:r>
        <w:t>231.3315</w:t>
      </w:r>
      <w:r>
        <w:tab/>
        <w:t>2.025e0</w:t>
      </w:r>
    </w:p>
    <w:p w:rsidR="007B6A46" w:rsidRDefault="007B6A46" w:rsidP="007B6A46">
      <w:r>
        <w:t>231.3855</w:t>
      </w:r>
      <w:r>
        <w:tab/>
        <w:t>1.013e0</w:t>
      </w:r>
    </w:p>
    <w:p w:rsidR="007B6A46" w:rsidRDefault="007B6A46" w:rsidP="007B6A46">
      <w:r>
        <w:t>231.4012</w:t>
      </w:r>
      <w:r>
        <w:tab/>
        <w:t>1.013e0</w:t>
      </w:r>
    </w:p>
    <w:p w:rsidR="007B6A46" w:rsidRDefault="007B6A46" w:rsidP="007B6A46">
      <w:r>
        <w:t>231.4247</w:t>
      </w:r>
      <w:r>
        <w:tab/>
        <w:t>1.013e0</w:t>
      </w:r>
    </w:p>
    <w:p w:rsidR="007B6A46" w:rsidRDefault="007B6A46" w:rsidP="007B6A46">
      <w:r>
        <w:t>231.4578</w:t>
      </w:r>
      <w:r>
        <w:tab/>
        <w:t>2.025e0</w:t>
      </w:r>
    </w:p>
    <w:p w:rsidR="007B6A46" w:rsidRDefault="007B6A46" w:rsidP="007B6A46">
      <w:r>
        <w:t>231.5180</w:t>
      </w:r>
      <w:r>
        <w:tab/>
        <w:t>2.025e0</w:t>
      </w:r>
    </w:p>
    <w:p w:rsidR="007B6A46" w:rsidRDefault="007B6A46" w:rsidP="007B6A46">
      <w:r>
        <w:t>231.5634</w:t>
      </w:r>
      <w:r>
        <w:tab/>
        <w:t>1.013e0</w:t>
      </w:r>
    </w:p>
    <w:p w:rsidR="007B6A46" w:rsidRDefault="007B6A46" w:rsidP="007B6A46">
      <w:r>
        <w:t>231.5654</w:t>
      </w:r>
      <w:r>
        <w:tab/>
        <w:t>2.025e0</w:t>
      </w:r>
    </w:p>
    <w:p w:rsidR="007B6A46" w:rsidRDefault="007B6A46" w:rsidP="007B6A46">
      <w:r>
        <w:t>231.5824</w:t>
      </w:r>
      <w:r>
        <w:tab/>
        <w:t>1.013e0</w:t>
      </w:r>
    </w:p>
    <w:p w:rsidR="007B6A46" w:rsidRDefault="007B6A46" w:rsidP="007B6A46">
      <w:r>
        <w:lastRenderedPageBreak/>
        <w:t>231.5941</w:t>
      </w:r>
      <w:r>
        <w:tab/>
        <w:t>1.013e0</w:t>
      </w:r>
    </w:p>
    <w:p w:rsidR="007B6A46" w:rsidRDefault="007B6A46" w:rsidP="007B6A46">
      <w:r>
        <w:t>231.6511</w:t>
      </w:r>
      <w:r>
        <w:tab/>
        <w:t>1.013e0</w:t>
      </w:r>
    </w:p>
    <w:p w:rsidR="007B6A46" w:rsidRDefault="007B6A46" w:rsidP="007B6A46">
      <w:r>
        <w:t>231.6763</w:t>
      </w:r>
      <w:r>
        <w:tab/>
        <w:t>1.013e0</w:t>
      </w:r>
    </w:p>
    <w:p w:rsidR="007B6A46" w:rsidRDefault="007B6A46" w:rsidP="007B6A46">
      <w:r>
        <w:t>231.6882</w:t>
      </w:r>
      <w:r>
        <w:tab/>
        <w:t>1.013e0</w:t>
      </w:r>
    </w:p>
    <w:p w:rsidR="007B6A46" w:rsidRDefault="007B6A46" w:rsidP="007B6A46">
      <w:r>
        <w:t>231.7295</w:t>
      </w:r>
      <w:r>
        <w:tab/>
        <w:t>2.025e0</w:t>
      </w:r>
    </w:p>
    <w:p w:rsidR="007B6A46" w:rsidRDefault="007B6A46" w:rsidP="007B6A46">
      <w:r>
        <w:t>231.7683</w:t>
      </w:r>
      <w:r>
        <w:tab/>
        <w:t>1.013e0</w:t>
      </w:r>
    </w:p>
    <w:p w:rsidR="007B6A46" w:rsidRDefault="007B6A46" w:rsidP="007B6A46">
      <w:r>
        <w:t>231.7896</w:t>
      </w:r>
      <w:r>
        <w:tab/>
        <w:t>1.013e0</w:t>
      </w:r>
    </w:p>
    <w:p w:rsidR="007B6A46" w:rsidRDefault="007B6A46" w:rsidP="007B6A46">
      <w:r>
        <w:t>231.8253</w:t>
      </w:r>
      <w:r>
        <w:tab/>
        <w:t>1.013e0</w:t>
      </w:r>
    </w:p>
    <w:p w:rsidR="007B6A46" w:rsidRDefault="007B6A46" w:rsidP="007B6A46">
      <w:r>
        <w:t>231.8656</w:t>
      </w:r>
      <w:r>
        <w:tab/>
        <w:t>1.013e0</w:t>
      </w:r>
    </w:p>
    <w:p w:rsidR="007B6A46" w:rsidRDefault="007B6A46" w:rsidP="007B6A46">
      <w:r>
        <w:t>231.9516</w:t>
      </w:r>
      <w:r>
        <w:tab/>
        <w:t>2.025e0</w:t>
      </w:r>
    </w:p>
    <w:p w:rsidR="007B6A46" w:rsidRDefault="007B6A46" w:rsidP="007B6A46">
      <w:r>
        <w:t>231.9561</w:t>
      </w:r>
      <w:r>
        <w:tab/>
        <w:t>1.013e0</w:t>
      </w:r>
    </w:p>
    <w:p w:rsidR="007B6A46" w:rsidRDefault="007B6A46" w:rsidP="007B6A46">
      <w:r>
        <w:t>231.9906</w:t>
      </w:r>
      <w:r>
        <w:tab/>
        <w:t>1.013e0</w:t>
      </w:r>
    </w:p>
    <w:p w:rsidR="007B6A46" w:rsidRDefault="007B6A46" w:rsidP="007B6A46">
      <w:r>
        <w:t>231.9979</w:t>
      </w:r>
      <w:r>
        <w:tab/>
        <w:t>3.038e0</w:t>
      </w:r>
    </w:p>
    <w:p w:rsidR="007B6A46" w:rsidRDefault="007B6A46" w:rsidP="007B6A46">
      <w:r>
        <w:t>232.0025</w:t>
      </w:r>
      <w:r>
        <w:tab/>
        <w:t>3.038e0</w:t>
      </w:r>
    </w:p>
    <w:p w:rsidR="007B6A46" w:rsidRDefault="007B6A46" w:rsidP="007B6A46">
      <w:r>
        <w:t>232.0081</w:t>
      </w:r>
      <w:r>
        <w:tab/>
        <w:t>1.013e0</w:t>
      </w:r>
    </w:p>
    <w:p w:rsidR="007B6A46" w:rsidRDefault="007B6A46" w:rsidP="007B6A46">
      <w:r>
        <w:t>232.0204</w:t>
      </w:r>
      <w:r>
        <w:tab/>
        <w:t>3.038e0</w:t>
      </w:r>
    </w:p>
    <w:p w:rsidR="007B6A46" w:rsidRDefault="007B6A46" w:rsidP="007B6A46">
      <w:r>
        <w:t>232.0282</w:t>
      </w:r>
      <w:r>
        <w:tab/>
        <w:t>1.013e0</w:t>
      </w:r>
    </w:p>
    <w:p w:rsidR="007B6A46" w:rsidRDefault="007B6A46" w:rsidP="007B6A46">
      <w:r>
        <w:t>232.0317</w:t>
      </w:r>
      <w:r>
        <w:tab/>
        <w:t>1.013e0</w:t>
      </w:r>
    </w:p>
    <w:p w:rsidR="007B6A46" w:rsidRDefault="007B6A46" w:rsidP="007B6A46">
      <w:r>
        <w:t>232.0648</w:t>
      </w:r>
      <w:r>
        <w:tab/>
        <w:t>2.025e0</w:t>
      </w:r>
    </w:p>
    <w:p w:rsidR="007B6A46" w:rsidRDefault="007B6A46" w:rsidP="007B6A46">
      <w:r>
        <w:lastRenderedPageBreak/>
        <w:t>232.0663</w:t>
      </w:r>
      <w:r>
        <w:tab/>
        <w:t>2.025e0</w:t>
      </w:r>
    </w:p>
    <w:p w:rsidR="007B6A46" w:rsidRDefault="007B6A46" w:rsidP="007B6A46">
      <w:r>
        <w:t>232.0732</w:t>
      </w:r>
      <w:r>
        <w:tab/>
        <w:t>1.013e0</w:t>
      </w:r>
    </w:p>
    <w:p w:rsidR="007B6A46" w:rsidRDefault="007B6A46" w:rsidP="007B6A46">
      <w:r>
        <w:t>232.1680</w:t>
      </w:r>
      <w:r>
        <w:tab/>
        <w:t>2.025e0</w:t>
      </w:r>
    </w:p>
    <w:p w:rsidR="007B6A46" w:rsidRDefault="007B6A46" w:rsidP="007B6A46">
      <w:r>
        <w:t>232.1695</w:t>
      </w:r>
      <w:r>
        <w:tab/>
        <w:t>3.038e0</w:t>
      </w:r>
    </w:p>
    <w:p w:rsidR="007B6A46" w:rsidRDefault="007B6A46" w:rsidP="007B6A46">
      <w:r>
        <w:t>232.1866</w:t>
      </w:r>
      <w:r>
        <w:tab/>
        <w:t>1.013e0</w:t>
      </w:r>
    </w:p>
    <w:p w:rsidR="007B6A46" w:rsidRDefault="007B6A46" w:rsidP="007B6A46">
      <w:r>
        <w:t>232.1920</w:t>
      </w:r>
      <w:r>
        <w:tab/>
        <w:t>2.025e0</w:t>
      </w:r>
    </w:p>
    <w:p w:rsidR="007B6A46" w:rsidRDefault="007B6A46" w:rsidP="007B6A46">
      <w:r>
        <w:t>232.1982</w:t>
      </w:r>
      <w:r>
        <w:tab/>
        <w:t>2.025e0</w:t>
      </w:r>
    </w:p>
    <w:p w:rsidR="007B6A46" w:rsidRDefault="007B6A46" w:rsidP="007B6A46">
      <w:r>
        <w:t>232.2350</w:t>
      </w:r>
      <w:r>
        <w:tab/>
        <w:t>1.013e0</w:t>
      </w:r>
    </w:p>
    <w:p w:rsidR="007B6A46" w:rsidRDefault="007B6A46" w:rsidP="007B6A46">
      <w:r>
        <w:t>232.2506</w:t>
      </w:r>
      <w:r>
        <w:tab/>
        <w:t>1.013e0</w:t>
      </w:r>
    </w:p>
    <w:p w:rsidR="007B6A46" w:rsidRDefault="007B6A46" w:rsidP="007B6A46">
      <w:r>
        <w:t>232.3073</w:t>
      </w:r>
      <w:r>
        <w:tab/>
        <w:t>1.013e0</w:t>
      </w:r>
    </w:p>
    <w:p w:rsidR="007B6A46" w:rsidRDefault="007B6A46" w:rsidP="007B6A46">
      <w:r>
        <w:t>232.3116</w:t>
      </w:r>
      <w:r>
        <w:tab/>
        <w:t>1.013e0</w:t>
      </w:r>
    </w:p>
    <w:p w:rsidR="007B6A46" w:rsidRDefault="007B6A46" w:rsidP="007B6A46">
      <w:r>
        <w:t>232.3155</w:t>
      </w:r>
      <w:r>
        <w:tab/>
        <w:t>1.013e0</w:t>
      </w:r>
    </w:p>
    <w:p w:rsidR="007B6A46" w:rsidRDefault="007B6A46" w:rsidP="007B6A46">
      <w:r>
        <w:t>232.3379</w:t>
      </w:r>
      <w:r>
        <w:tab/>
        <w:t>2.025e0</w:t>
      </w:r>
    </w:p>
    <w:p w:rsidR="007B6A46" w:rsidRDefault="007B6A46" w:rsidP="007B6A46">
      <w:r>
        <w:t>232.3524</w:t>
      </w:r>
      <w:r>
        <w:tab/>
        <w:t>1.013e0</w:t>
      </w:r>
    </w:p>
    <w:p w:rsidR="007B6A46" w:rsidRDefault="007B6A46" w:rsidP="007B6A46">
      <w:r>
        <w:t>232.3881</w:t>
      </w:r>
      <w:r>
        <w:tab/>
        <w:t>1.013e0</w:t>
      </w:r>
    </w:p>
    <w:p w:rsidR="007B6A46" w:rsidRDefault="007B6A46" w:rsidP="007B6A46">
      <w:r>
        <w:t>232.4738</w:t>
      </w:r>
      <w:r>
        <w:tab/>
        <w:t>1.013e0</w:t>
      </w:r>
    </w:p>
    <w:p w:rsidR="007B6A46" w:rsidRDefault="007B6A46" w:rsidP="007B6A46">
      <w:r>
        <w:t>232.4774</w:t>
      </w:r>
      <w:r>
        <w:tab/>
        <w:t>1.013e0</w:t>
      </w:r>
    </w:p>
    <w:p w:rsidR="007B6A46" w:rsidRDefault="007B6A46" w:rsidP="007B6A46">
      <w:r>
        <w:t>232.5177</w:t>
      </w:r>
      <w:r>
        <w:tab/>
        <w:t>2.025e0</w:t>
      </w:r>
    </w:p>
    <w:p w:rsidR="007B6A46" w:rsidRDefault="007B6A46" w:rsidP="007B6A46">
      <w:r>
        <w:t>232.5423</w:t>
      </w:r>
      <w:r>
        <w:tab/>
        <w:t>1.013e0</w:t>
      </w:r>
    </w:p>
    <w:p w:rsidR="007B6A46" w:rsidRDefault="007B6A46" w:rsidP="007B6A46">
      <w:r>
        <w:lastRenderedPageBreak/>
        <w:t>232.5503</w:t>
      </w:r>
      <w:r>
        <w:tab/>
        <w:t>2.025e0</w:t>
      </w:r>
    </w:p>
    <w:p w:rsidR="007B6A46" w:rsidRDefault="007B6A46" w:rsidP="007B6A46">
      <w:r>
        <w:t>232.5585</w:t>
      </w:r>
      <w:r>
        <w:tab/>
        <w:t>1.013e0</w:t>
      </w:r>
    </w:p>
    <w:p w:rsidR="007B6A46" w:rsidRDefault="007B6A46" w:rsidP="007B6A46">
      <w:r>
        <w:t>232.5834</w:t>
      </w:r>
      <w:r>
        <w:tab/>
        <w:t>1.013e0</w:t>
      </w:r>
    </w:p>
    <w:p w:rsidR="007B6A46" w:rsidRDefault="007B6A46" w:rsidP="007B6A46">
      <w:r>
        <w:t>232.6150</w:t>
      </w:r>
      <w:r>
        <w:tab/>
        <w:t>1.013e0</w:t>
      </w:r>
    </w:p>
    <w:p w:rsidR="007B6A46" w:rsidRDefault="007B6A46" w:rsidP="007B6A46">
      <w:r>
        <w:t>232.6176</w:t>
      </w:r>
      <w:r>
        <w:tab/>
        <w:t>2.025e0</w:t>
      </w:r>
    </w:p>
    <w:p w:rsidR="007B6A46" w:rsidRDefault="007B6A46" w:rsidP="007B6A46">
      <w:r>
        <w:t>232.6197</w:t>
      </w:r>
      <w:r>
        <w:tab/>
        <w:t>1.013e0</w:t>
      </w:r>
    </w:p>
    <w:p w:rsidR="007B6A46" w:rsidRDefault="007B6A46" w:rsidP="007B6A46">
      <w:r>
        <w:t>232.6358</w:t>
      </w:r>
      <w:r>
        <w:tab/>
        <w:t>1.013e0</w:t>
      </w:r>
    </w:p>
    <w:p w:rsidR="007B6A46" w:rsidRDefault="007B6A46" w:rsidP="007B6A46">
      <w:r>
        <w:t>232.6595</w:t>
      </w:r>
      <w:r>
        <w:tab/>
        <w:t>1.013e0</w:t>
      </w:r>
    </w:p>
    <w:p w:rsidR="007B6A46" w:rsidRDefault="007B6A46" w:rsidP="007B6A46">
      <w:r>
        <w:t>232.6887</w:t>
      </w:r>
      <w:r>
        <w:tab/>
        <w:t>1.013e0</w:t>
      </w:r>
    </w:p>
    <w:p w:rsidR="007B6A46" w:rsidRDefault="007B6A46" w:rsidP="007B6A46">
      <w:r>
        <w:t>232.6929</w:t>
      </w:r>
      <w:r>
        <w:tab/>
        <w:t>1.013e0</w:t>
      </w:r>
    </w:p>
    <w:p w:rsidR="007B6A46" w:rsidRDefault="007B6A46" w:rsidP="007B6A46">
      <w:r>
        <w:t>232.7246</w:t>
      </w:r>
      <w:r>
        <w:tab/>
        <w:t>1.013e0</w:t>
      </w:r>
    </w:p>
    <w:p w:rsidR="007B6A46" w:rsidRDefault="007B6A46" w:rsidP="007B6A46">
      <w:r>
        <w:t>232.7386</w:t>
      </w:r>
      <w:r>
        <w:tab/>
        <w:t>2.025e0</w:t>
      </w:r>
    </w:p>
    <w:p w:rsidR="007B6A46" w:rsidRDefault="007B6A46" w:rsidP="007B6A46">
      <w:r>
        <w:t>232.7759</w:t>
      </w:r>
      <w:r>
        <w:tab/>
        <w:t>2.025e0</w:t>
      </w:r>
    </w:p>
    <w:p w:rsidR="007B6A46" w:rsidRDefault="007B6A46" w:rsidP="007B6A46">
      <w:r>
        <w:t>232.8060</w:t>
      </w:r>
      <w:r>
        <w:tab/>
        <w:t>1.013e0</w:t>
      </w:r>
    </w:p>
    <w:p w:rsidR="007B6A46" w:rsidRDefault="007B6A46" w:rsidP="007B6A46">
      <w:r>
        <w:t>232.8181</w:t>
      </w:r>
      <w:r>
        <w:tab/>
        <w:t>1.013e0</w:t>
      </w:r>
    </w:p>
    <w:p w:rsidR="007B6A46" w:rsidRDefault="007B6A46" w:rsidP="007B6A46">
      <w:r>
        <w:t>232.8554</w:t>
      </w:r>
      <w:r>
        <w:tab/>
        <w:t>1.013e0</w:t>
      </w:r>
    </w:p>
    <w:p w:rsidR="007B6A46" w:rsidRDefault="007B6A46" w:rsidP="007B6A46">
      <w:r>
        <w:t>232.8763</w:t>
      </w:r>
      <w:r>
        <w:tab/>
        <w:t>2.025e0</w:t>
      </w:r>
    </w:p>
    <w:p w:rsidR="007B6A46" w:rsidRDefault="007B6A46" w:rsidP="007B6A46">
      <w:r>
        <w:t>232.9033</w:t>
      </w:r>
      <w:r>
        <w:tab/>
        <w:t>3.038e0</w:t>
      </w:r>
    </w:p>
    <w:p w:rsidR="007B6A46" w:rsidRDefault="007B6A46" w:rsidP="007B6A46">
      <w:r>
        <w:t>232.9159</w:t>
      </w:r>
      <w:r>
        <w:tab/>
        <w:t>1.013e0</w:t>
      </w:r>
    </w:p>
    <w:p w:rsidR="007B6A46" w:rsidRDefault="007B6A46" w:rsidP="007B6A46">
      <w:r>
        <w:lastRenderedPageBreak/>
        <w:t>232.9434</w:t>
      </w:r>
      <w:r>
        <w:tab/>
        <w:t>1.013e0</w:t>
      </w:r>
    </w:p>
    <w:p w:rsidR="007B6A46" w:rsidRDefault="007B6A46" w:rsidP="007B6A46">
      <w:r>
        <w:t>232.9561</w:t>
      </w:r>
      <w:r>
        <w:tab/>
        <w:t>1.013e0</w:t>
      </w:r>
    </w:p>
    <w:p w:rsidR="007B6A46" w:rsidRDefault="007B6A46" w:rsidP="007B6A46">
      <w:r>
        <w:t>232.9917</w:t>
      </w:r>
      <w:r>
        <w:tab/>
        <w:t>1.013e0</w:t>
      </w:r>
    </w:p>
    <w:p w:rsidR="007B6A46" w:rsidRDefault="007B6A46" w:rsidP="007B6A46">
      <w:r>
        <w:t>233.0049</w:t>
      </w:r>
      <w:r>
        <w:tab/>
        <w:t>2.025e0</w:t>
      </w:r>
    </w:p>
    <w:p w:rsidR="007B6A46" w:rsidRDefault="007B6A46" w:rsidP="007B6A46">
      <w:r>
        <w:t>233.0069</w:t>
      </w:r>
      <w:r>
        <w:tab/>
        <w:t>2.025e0</w:t>
      </w:r>
    </w:p>
    <w:p w:rsidR="007B6A46" w:rsidRDefault="007B6A46" w:rsidP="007B6A46">
      <w:r>
        <w:t>233.0134</w:t>
      </w:r>
      <w:r>
        <w:tab/>
        <w:t>1.013e0</w:t>
      </w:r>
    </w:p>
    <w:p w:rsidR="007B6A46" w:rsidRDefault="007B6A46" w:rsidP="007B6A46">
      <w:r>
        <w:t>233.0188</w:t>
      </w:r>
      <w:r>
        <w:tab/>
        <w:t>3.038e0</w:t>
      </w:r>
    </w:p>
    <w:p w:rsidR="007B6A46" w:rsidRDefault="007B6A46" w:rsidP="007B6A46">
      <w:r>
        <w:t>233.0528</w:t>
      </w:r>
      <w:r>
        <w:tab/>
        <w:t>1.013e0</w:t>
      </w:r>
    </w:p>
    <w:p w:rsidR="007B6A46" w:rsidRDefault="007B6A46" w:rsidP="007B6A46">
      <w:r>
        <w:t>233.0592</w:t>
      </w:r>
      <w:r>
        <w:tab/>
        <w:t>2.025e0</w:t>
      </w:r>
    </w:p>
    <w:p w:rsidR="007B6A46" w:rsidRDefault="007B6A46" w:rsidP="007B6A46">
      <w:r>
        <w:t>233.0743</w:t>
      </w:r>
      <w:r>
        <w:tab/>
        <w:t>3.038e0</w:t>
      </w:r>
    </w:p>
    <w:p w:rsidR="007B6A46" w:rsidRDefault="007B6A46" w:rsidP="007B6A46">
      <w:r>
        <w:t>233.0936</w:t>
      </w:r>
      <w:r>
        <w:tab/>
        <w:t>2.025e0</w:t>
      </w:r>
    </w:p>
    <w:p w:rsidR="007B6A46" w:rsidRDefault="007B6A46" w:rsidP="007B6A46">
      <w:r>
        <w:t>233.1015</w:t>
      </w:r>
      <w:r>
        <w:tab/>
        <w:t>2.025e0</w:t>
      </w:r>
    </w:p>
    <w:p w:rsidR="007B6A46" w:rsidRDefault="007B6A46" w:rsidP="007B6A46">
      <w:r>
        <w:t>233.1141</w:t>
      </w:r>
      <w:r>
        <w:tab/>
        <w:t>2.025e0</w:t>
      </w:r>
    </w:p>
    <w:p w:rsidR="007B6A46" w:rsidRDefault="007B6A46" w:rsidP="007B6A46">
      <w:r>
        <w:t>233.1228</w:t>
      </w:r>
      <w:r>
        <w:tab/>
        <w:t>1.013e0</w:t>
      </w:r>
    </w:p>
    <w:p w:rsidR="007B6A46" w:rsidRDefault="007B6A46" w:rsidP="007B6A46">
      <w:r>
        <w:t>233.1269</w:t>
      </w:r>
      <w:r>
        <w:tab/>
        <w:t>1.013e0</w:t>
      </w:r>
    </w:p>
    <w:p w:rsidR="007B6A46" w:rsidRDefault="007B6A46" w:rsidP="007B6A46">
      <w:r>
        <w:t>233.1507</w:t>
      </w:r>
      <w:r>
        <w:tab/>
        <w:t>2.025e0</w:t>
      </w:r>
    </w:p>
    <w:p w:rsidR="007B6A46" w:rsidRDefault="007B6A46" w:rsidP="007B6A46">
      <w:r>
        <w:t>233.1580</w:t>
      </w:r>
      <w:r>
        <w:tab/>
        <w:t>2.025e0</w:t>
      </w:r>
    </w:p>
    <w:p w:rsidR="007B6A46" w:rsidRDefault="007B6A46" w:rsidP="007B6A46">
      <w:r>
        <w:t>233.1750</w:t>
      </w:r>
      <w:r>
        <w:tab/>
        <w:t>1.013e0</w:t>
      </w:r>
    </w:p>
    <w:p w:rsidR="007B6A46" w:rsidRDefault="007B6A46" w:rsidP="007B6A46">
      <w:r>
        <w:t>233.1816</w:t>
      </w:r>
      <w:r>
        <w:tab/>
        <w:t>2.025e0</w:t>
      </w:r>
    </w:p>
    <w:p w:rsidR="007B6A46" w:rsidRDefault="007B6A46" w:rsidP="007B6A46">
      <w:r>
        <w:lastRenderedPageBreak/>
        <w:t>233.1842</w:t>
      </w:r>
      <w:r>
        <w:tab/>
        <w:t>1.013e0</w:t>
      </w:r>
    </w:p>
    <w:p w:rsidR="007B6A46" w:rsidRDefault="007B6A46" w:rsidP="007B6A46">
      <w:r>
        <w:t>233.1993</w:t>
      </w:r>
      <w:r>
        <w:tab/>
        <w:t>1.013e0</w:t>
      </w:r>
    </w:p>
    <w:p w:rsidR="007B6A46" w:rsidRDefault="007B6A46" w:rsidP="007B6A46">
      <w:r>
        <w:t>233.2075</w:t>
      </w:r>
      <w:r>
        <w:tab/>
        <w:t>1.013e0</w:t>
      </w:r>
    </w:p>
    <w:p w:rsidR="007B6A46" w:rsidRDefault="007B6A46" w:rsidP="007B6A46">
      <w:r>
        <w:t>233.2448</w:t>
      </w:r>
      <w:r>
        <w:tab/>
        <w:t>1.013e0</w:t>
      </w:r>
    </w:p>
    <w:p w:rsidR="007B6A46" w:rsidRDefault="007B6A46" w:rsidP="007B6A46">
      <w:r>
        <w:t>233.2564</w:t>
      </w:r>
      <w:r>
        <w:tab/>
        <w:t>1.013e0</w:t>
      </w:r>
    </w:p>
    <w:p w:rsidR="007B6A46" w:rsidRDefault="007B6A46" w:rsidP="007B6A46">
      <w:r>
        <w:t>233.2719</w:t>
      </w:r>
      <w:r>
        <w:tab/>
        <w:t>1.013e0</w:t>
      </w:r>
    </w:p>
    <w:p w:rsidR="007B6A46" w:rsidRDefault="007B6A46" w:rsidP="007B6A46">
      <w:r>
        <w:t>233.3244</w:t>
      </w:r>
      <w:r>
        <w:tab/>
        <w:t>1.013e0</w:t>
      </w:r>
    </w:p>
    <w:p w:rsidR="007B6A46" w:rsidRDefault="007B6A46" w:rsidP="007B6A46">
      <w:r>
        <w:t>233.3375</w:t>
      </w:r>
      <w:r>
        <w:tab/>
        <w:t>1.013e0</w:t>
      </w:r>
    </w:p>
    <w:p w:rsidR="007B6A46" w:rsidRDefault="007B6A46" w:rsidP="007B6A46">
      <w:r>
        <w:t>233.3777</w:t>
      </w:r>
      <w:r>
        <w:tab/>
        <w:t>1.013e0</w:t>
      </w:r>
    </w:p>
    <w:p w:rsidR="007B6A46" w:rsidRDefault="007B6A46" w:rsidP="007B6A46">
      <w:r>
        <w:t>233.3987</w:t>
      </w:r>
      <w:r>
        <w:tab/>
        <w:t>2.025e0</w:t>
      </w:r>
    </w:p>
    <w:p w:rsidR="007B6A46" w:rsidRDefault="007B6A46" w:rsidP="007B6A46">
      <w:r>
        <w:t>233.4515</w:t>
      </w:r>
      <w:r>
        <w:tab/>
        <w:t>1.013e0</w:t>
      </w:r>
    </w:p>
    <w:p w:rsidR="007B6A46" w:rsidRDefault="007B6A46" w:rsidP="007B6A46">
      <w:r>
        <w:t>233.4997</w:t>
      </w:r>
      <w:r>
        <w:tab/>
        <w:t>1.013e0</w:t>
      </w:r>
    </w:p>
    <w:p w:rsidR="007B6A46" w:rsidRDefault="007B6A46" w:rsidP="007B6A46">
      <w:r>
        <w:t>233.5247</w:t>
      </w:r>
      <w:r>
        <w:tab/>
        <w:t>1.013e0</w:t>
      </w:r>
    </w:p>
    <w:p w:rsidR="007B6A46" w:rsidRDefault="007B6A46" w:rsidP="007B6A46">
      <w:r>
        <w:t>233.5321</w:t>
      </w:r>
      <w:r>
        <w:tab/>
        <w:t>1.013e0</w:t>
      </w:r>
    </w:p>
    <w:p w:rsidR="007B6A46" w:rsidRDefault="007B6A46" w:rsidP="007B6A46">
      <w:r>
        <w:t>233.5660</w:t>
      </w:r>
      <w:r>
        <w:tab/>
        <w:t>3.038e0</w:t>
      </w:r>
    </w:p>
    <w:p w:rsidR="007B6A46" w:rsidRDefault="007B6A46" w:rsidP="007B6A46">
      <w:r>
        <w:t>233.5893</w:t>
      </w:r>
      <w:r>
        <w:tab/>
        <w:t>1.013e0</w:t>
      </w:r>
    </w:p>
    <w:p w:rsidR="007B6A46" w:rsidRDefault="007B6A46" w:rsidP="007B6A46">
      <w:r>
        <w:t>233.6096</w:t>
      </w:r>
      <w:r>
        <w:tab/>
        <w:t>3.038e0</w:t>
      </w:r>
    </w:p>
    <w:p w:rsidR="007B6A46" w:rsidRDefault="007B6A46" w:rsidP="007B6A46">
      <w:r>
        <w:t>233.6305</w:t>
      </w:r>
      <w:r>
        <w:tab/>
        <w:t>1.013e0</w:t>
      </w:r>
    </w:p>
    <w:p w:rsidR="007B6A46" w:rsidRDefault="007B6A46" w:rsidP="007B6A46">
      <w:r>
        <w:t>233.6418</w:t>
      </w:r>
      <w:r>
        <w:tab/>
        <w:t>1.013e0</w:t>
      </w:r>
    </w:p>
    <w:p w:rsidR="007B6A46" w:rsidRDefault="007B6A46" w:rsidP="007B6A46">
      <w:r>
        <w:lastRenderedPageBreak/>
        <w:t>233.6834</w:t>
      </w:r>
      <w:r>
        <w:tab/>
        <w:t>1.013e0</w:t>
      </w:r>
    </w:p>
    <w:p w:rsidR="007B6A46" w:rsidRDefault="007B6A46" w:rsidP="007B6A46">
      <w:r>
        <w:t>233.6947</w:t>
      </w:r>
      <w:r>
        <w:tab/>
        <w:t>1.013e0</w:t>
      </w:r>
    </w:p>
    <w:p w:rsidR="007B6A46" w:rsidRDefault="007B6A46" w:rsidP="007B6A46">
      <w:r>
        <w:t>233.7104</w:t>
      </w:r>
      <w:r>
        <w:tab/>
        <w:t>2.025e0</w:t>
      </w:r>
    </w:p>
    <w:p w:rsidR="007B6A46" w:rsidRDefault="007B6A46" w:rsidP="007B6A46">
      <w:r>
        <w:t>233.7231</w:t>
      </w:r>
      <w:r>
        <w:tab/>
        <w:t>1.013e0</w:t>
      </w:r>
    </w:p>
    <w:p w:rsidR="007B6A46" w:rsidRDefault="007B6A46" w:rsidP="007B6A46">
      <w:r>
        <w:t>233.7437</w:t>
      </w:r>
      <w:r>
        <w:tab/>
        <w:t>1.013e0</w:t>
      </w:r>
    </w:p>
    <w:p w:rsidR="007B6A46" w:rsidRDefault="007B6A46" w:rsidP="007B6A46">
      <w:r>
        <w:t>233.8244</w:t>
      </w:r>
      <w:r>
        <w:tab/>
        <w:t>1.013e0</w:t>
      </w:r>
    </w:p>
    <w:p w:rsidR="007B6A46" w:rsidRDefault="007B6A46" w:rsidP="007B6A46">
      <w:r>
        <w:t>233.9145</w:t>
      </w:r>
      <w:r>
        <w:tab/>
        <w:t>1.013e0</w:t>
      </w:r>
    </w:p>
    <w:p w:rsidR="007B6A46" w:rsidRDefault="007B6A46" w:rsidP="007B6A46">
      <w:r>
        <w:t>233.9866</w:t>
      </w:r>
      <w:r>
        <w:tab/>
        <w:t>1.013e0</w:t>
      </w:r>
    </w:p>
    <w:p w:rsidR="007B6A46" w:rsidRDefault="007B6A46" w:rsidP="007B6A46">
      <w:r>
        <w:t>233.9940</w:t>
      </w:r>
      <w:r>
        <w:tab/>
        <w:t>2.025e0</w:t>
      </w:r>
    </w:p>
    <w:p w:rsidR="007B6A46" w:rsidRDefault="007B6A46" w:rsidP="007B6A46">
      <w:r>
        <w:t>233.9957</w:t>
      </w:r>
      <w:r>
        <w:tab/>
        <w:t>1.013e0</w:t>
      </w:r>
    </w:p>
    <w:p w:rsidR="007B6A46" w:rsidRDefault="007B6A46" w:rsidP="007B6A46">
      <w:r>
        <w:t>233.9998</w:t>
      </w:r>
      <w:r>
        <w:tab/>
        <w:t>2.025e0</w:t>
      </w:r>
    </w:p>
    <w:p w:rsidR="007B6A46" w:rsidRDefault="007B6A46" w:rsidP="007B6A46">
      <w:r>
        <w:t>234.0278</w:t>
      </w:r>
      <w:r>
        <w:tab/>
        <w:t>1.013e0</w:t>
      </w:r>
    </w:p>
    <w:p w:rsidR="007B6A46" w:rsidRDefault="007B6A46" w:rsidP="007B6A46">
      <w:r>
        <w:t>234.0573</w:t>
      </w:r>
      <w:r>
        <w:tab/>
        <w:t>1.013e0</w:t>
      </w:r>
    </w:p>
    <w:p w:rsidR="007B6A46" w:rsidRDefault="007B6A46" w:rsidP="007B6A46">
      <w:r>
        <w:t>234.0902</w:t>
      </w:r>
      <w:r>
        <w:tab/>
        <w:t>4.051e0</w:t>
      </w:r>
    </w:p>
    <w:p w:rsidR="007B6A46" w:rsidRDefault="007B6A46" w:rsidP="007B6A46">
      <w:r>
        <w:t>234.0960</w:t>
      </w:r>
      <w:r>
        <w:tab/>
        <w:t>2.249e1</w:t>
      </w:r>
    </w:p>
    <w:p w:rsidR="007B6A46" w:rsidRDefault="007B6A46" w:rsidP="007B6A46">
      <w:r>
        <w:t>234.1057</w:t>
      </w:r>
      <w:r>
        <w:tab/>
        <w:t>9.474e0</w:t>
      </w:r>
    </w:p>
    <w:p w:rsidR="007B6A46" w:rsidRDefault="007B6A46" w:rsidP="007B6A46">
      <w:r>
        <w:t>234.1172</w:t>
      </w:r>
      <w:r>
        <w:tab/>
        <w:t>4.051e0</w:t>
      </w:r>
    </w:p>
    <w:p w:rsidR="007B6A46" w:rsidRDefault="007B6A46" w:rsidP="007B6A46">
      <w:r>
        <w:t>234.1595</w:t>
      </w:r>
      <w:r>
        <w:tab/>
        <w:t>3.038e0</w:t>
      </w:r>
    </w:p>
    <w:p w:rsidR="007B6A46" w:rsidRDefault="007B6A46" w:rsidP="007B6A46">
      <w:r>
        <w:t>234.1657</w:t>
      </w:r>
      <w:r>
        <w:tab/>
        <w:t>2.025e0</w:t>
      </w:r>
    </w:p>
    <w:p w:rsidR="007B6A46" w:rsidRDefault="007B6A46" w:rsidP="007B6A46">
      <w:r>
        <w:lastRenderedPageBreak/>
        <w:t>234.2020</w:t>
      </w:r>
      <w:r>
        <w:tab/>
        <w:t>1.013e0</w:t>
      </w:r>
    </w:p>
    <w:p w:rsidR="007B6A46" w:rsidRDefault="007B6A46" w:rsidP="007B6A46">
      <w:r>
        <w:t>234.2067</w:t>
      </w:r>
      <w:r>
        <w:tab/>
        <w:t>1.013e0</w:t>
      </w:r>
    </w:p>
    <w:p w:rsidR="007B6A46" w:rsidRDefault="007B6A46" w:rsidP="007B6A46">
      <w:r>
        <w:t>234.2199</w:t>
      </w:r>
      <w:r>
        <w:tab/>
        <w:t>1.013e0</w:t>
      </w:r>
    </w:p>
    <w:p w:rsidR="007B6A46" w:rsidRDefault="007B6A46" w:rsidP="007B6A46">
      <w:r>
        <w:t>234.2473</w:t>
      </w:r>
      <w:r>
        <w:tab/>
        <w:t>1.013e0</w:t>
      </w:r>
    </w:p>
    <w:p w:rsidR="007B6A46" w:rsidRDefault="007B6A46" w:rsidP="007B6A46">
      <w:r>
        <w:t>234.2639</w:t>
      </w:r>
      <w:r>
        <w:tab/>
        <w:t>1.013e0</w:t>
      </w:r>
    </w:p>
    <w:p w:rsidR="007B6A46" w:rsidRDefault="007B6A46" w:rsidP="007B6A46">
      <w:r>
        <w:t>234.3163</w:t>
      </w:r>
      <w:r>
        <w:tab/>
        <w:t>1.013e0</w:t>
      </w:r>
    </w:p>
    <w:p w:rsidR="007B6A46" w:rsidRDefault="007B6A46" w:rsidP="007B6A46">
      <w:r>
        <w:t>234.3298</w:t>
      </w:r>
      <w:r>
        <w:tab/>
        <w:t>1.013e0</w:t>
      </w:r>
    </w:p>
    <w:p w:rsidR="007B6A46" w:rsidRDefault="007B6A46" w:rsidP="007B6A46">
      <w:r>
        <w:t>234.3613</w:t>
      </w:r>
      <w:r>
        <w:tab/>
        <w:t>1.013e0</w:t>
      </w:r>
    </w:p>
    <w:p w:rsidR="007B6A46" w:rsidRDefault="007B6A46" w:rsidP="007B6A46">
      <w:r>
        <w:t>234.4263</w:t>
      </w:r>
      <w:r>
        <w:tab/>
        <w:t>1.013e0</w:t>
      </w:r>
    </w:p>
    <w:p w:rsidR="007B6A46" w:rsidRDefault="007B6A46" w:rsidP="007B6A46">
      <w:r>
        <w:t>234.4497</w:t>
      </w:r>
      <w:r>
        <w:tab/>
        <w:t>2.025e0</w:t>
      </w:r>
    </w:p>
    <w:p w:rsidR="007B6A46" w:rsidRDefault="007B6A46" w:rsidP="007B6A46">
      <w:r>
        <w:t>234.4750</w:t>
      </w:r>
      <w:r>
        <w:tab/>
        <w:t>1.013e0</w:t>
      </w:r>
    </w:p>
    <w:p w:rsidR="007B6A46" w:rsidRDefault="007B6A46" w:rsidP="007B6A46">
      <w:r>
        <w:t>234.5084</w:t>
      </w:r>
      <w:r>
        <w:tab/>
        <w:t>2.025e0</w:t>
      </w:r>
    </w:p>
    <w:p w:rsidR="007B6A46" w:rsidRDefault="007B6A46" w:rsidP="007B6A46">
      <w:r>
        <w:t>234.5236</w:t>
      </w:r>
      <w:r>
        <w:tab/>
        <w:t>1.013e0</w:t>
      </w:r>
    </w:p>
    <w:p w:rsidR="007B6A46" w:rsidRDefault="007B6A46" w:rsidP="007B6A46">
      <w:r>
        <w:t>234.5323</w:t>
      </w:r>
      <w:r>
        <w:tab/>
        <w:t>1.013e0</w:t>
      </w:r>
    </w:p>
    <w:p w:rsidR="007B6A46" w:rsidRDefault="007B6A46" w:rsidP="007B6A46">
      <w:r>
        <w:t>234.5495</w:t>
      </w:r>
      <w:r>
        <w:tab/>
        <w:t>1.013e0</w:t>
      </w:r>
    </w:p>
    <w:p w:rsidR="007B6A46" w:rsidRDefault="007B6A46" w:rsidP="007B6A46">
      <w:r>
        <w:t>234.5766</w:t>
      </w:r>
      <w:r>
        <w:tab/>
        <w:t>1.013e0</w:t>
      </w:r>
    </w:p>
    <w:p w:rsidR="007B6A46" w:rsidRDefault="007B6A46" w:rsidP="007B6A46">
      <w:r>
        <w:t>234.5983</w:t>
      </w:r>
      <w:r>
        <w:tab/>
        <w:t>1.013e0</w:t>
      </w:r>
    </w:p>
    <w:p w:rsidR="007B6A46" w:rsidRDefault="007B6A46" w:rsidP="007B6A46">
      <w:r>
        <w:t>234.6296</w:t>
      </w:r>
      <w:r>
        <w:tab/>
        <w:t>1.013e0</w:t>
      </w:r>
    </w:p>
    <w:p w:rsidR="007B6A46" w:rsidRDefault="007B6A46" w:rsidP="007B6A46">
      <w:r>
        <w:t>234.6338</w:t>
      </w:r>
      <w:r>
        <w:tab/>
        <w:t>1.013e0</w:t>
      </w:r>
    </w:p>
    <w:p w:rsidR="007B6A46" w:rsidRDefault="007B6A46" w:rsidP="007B6A46">
      <w:r>
        <w:lastRenderedPageBreak/>
        <w:t>234.6552</w:t>
      </w:r>
      <w:r>
        <w:tab/>
        <w:t>1.013e0</w:t>
      </w:r>
    </w:p>
    <w:p w:rsidR="007B6A46" w:rsidRDefault="007B6A46" w:rsidP="007B6A46">
      <w:r>
        <w:t>234.6809</w:t>
      </w:r>
      <w:r>
        <w:tab/>
        <w:t>2.025e0</w:t>
      </w:r>
    </w:p>
    <w:p w:rsidR="007B6A46" w:rsidRDefault="007B6A46" w:rsidP="007B6A46">
      <w:r>
        <w:t>234.6952</w:t>
      </w:r>
      <w:r>
        <w:tab/>
        <w:t>1.013e0</w:t>
      </w:r>
    </w:p>
    <w:p w:rsidR="007B6A46" w:rsidRDefault="007B6A46" w:rsidP="007B6A46">
      <w:r>
        <w:t>234.7084</w:t>
      </w:r>
      <w:r>
        <w:tab/>
        <w:t>1.013e0</w:t>
      </w:r>
    </w:p>
    <w:p w:rsidR="007B6A46" w:rsidRDefault="007B6A46" w:rsidP="007B6A46">
      <w:r>
        <w:t>234.7771</w:t>
      </w:r>
      <w:r>
        <w:tab/>
        <w:t>1.013e0</w:t>
      </w:r>
    </w:p>
    <w:p w:rsidR="007B6A46" w:rsidRDefault="007B6A46" w:rsidP="007B6A46">
      <w:r>
        <w:t>234.7962</w:t>
      </w:r>
      <w:r>
        <w:tab/>
        <w:t>1.013e0</w:t>
      </w:r>
    </w:p>
    <w:p w:rsidR="007B6A46" w:rsidRDefault="007B6A46" w:rsidP="007B6A46">
      <w:r>
        <w:t>234.8097</w:t>
      </w:r>
      <w:r>
        <w:tab/>
        <w:t>2.025e0</w:t>
      </w:r>
    </w:p>
    <w:p w:rsidR="007B6A46" w:rsidRDefault="007B6A46" w:rsidP="007B6A46">
      <w:r>
        <w:t>234.8182</w:t>
      </w:r>
      <w:r>
        <w:tab/>
        <w:t>1.013e0</w:t>
      </w:r>
    </w:p>
    <w:p w:rsidR="007B6A46" w:rsidRDefault="007B6A46" w:rsidP="007B6A46">
      <w:r>
        <w:t>234.8380</w:t>
      </w:r>
      <w:r>
        <w:tab/>
        <w:t>1.013e0</w:t>
      </w:r>
    </w:p>
    <w:p w:rsidR="007B6A46" w:rsidRDefault="007B6A46" w:rsidP="007B6A46">
      <w:r>
        <w:t>234.8419</w:t>
      </w:r>
      <w:r>
        <w:tab/>
        <w:t>1.013e0</w:t>
      </w:r>
    </w:p>
    <w:p w:rsidR="007B6A46" w:rsidRDefault="007B6A46" w:rsidP="007B6A46">
      <w:r>
        <w:t>234.8746</w:t>
      </w:r>
      <w:r>
        <w:tab/>
        <w:t>3.038e0</w:t>
      </w:r>
    </w:p>
    <w:p w:rsidR="007B6A46" w:rsidRDefault="007B6A46" w:rsidP="007B6A46">
      <w:r>
        <w:t>234.8831</w:t>
      </w:r>
      <w:r>
        <w:tab/>
        <w:t>1.013e0</w:t>
      </w:r>
    </w:p>
    <w:p w:rsidR="007B6A46" w:rsidRDefault="007B6A46" w:rsidP="007B6A46">
      <w:r>
        <w:t>234.8870</w:t>
      </w:r>
      <w:r>
        <w:tab/>
        <w:t>1.013e0</w:t>
      </w:r>
    </w:p>
    <w:p w:rsidR="007B6A46" w:rsidRDefault="007B6A46" w:rsidP="007B6A46">
      <w:r>
        <w:t>234.9067</w:t>
      </w:r>
      <w:r>
        <w:tab/>
        <w:t>1.013e0</w:t>
      </w:r>
    </w:p>
    <w:p w:rsidR="007B6A46" w:rsidRDefault="007B6A46" w:rsidP="007B6A46">
      <w:r>
        <w:t>234.9416</w:t>
      </w:r>
      <w:r>
        <w:tab/>
        <w:t>2.025e0</w:t>
      </w:r>
    </w:p>
    <w:p w:rsidR="007B6A46" w:rsidRDefault="007B6A46" w:rsidP="007B6A46">
      <w:r>
        <w:t>234.9617</w:t>
      </w:r>
      <w:r>
        <w:tab/>
        <w:t>2.025e0</w:t>
      </w:r>
    </w:p>
    <w:p w:rsidR="007B6A46" w:rsidRDefault="007B6A46" w:rsidP="007B6A46">
      <w:r>
        <w:t>234.9636</w:t>
      </w:r>
      <w:r>
        <w:tab/>
        <w:t>1.013e0</w:t>
      </w:r>
    </w:p>
    <w:p w:rsidR="007B6A46" w:rsidRDefault="007B6A46" w:rsidP="007B6A46">
      <w:r>
        <w:t>234.9969</w:t>
      </w:r>
      <w:r>
        <w:tab/>
        <w:t>1.013e0</w:t>
      </w:r>
    </w:p>
    <w:p w:rsidR="007B6A46" w:rsidRDefault="007B6A46" w:rsidP="007B6A46">
      <w:r>
        <w:t>234.9985</w:t>
      </w:r>
      <w:r>
        <w:tab/>
        <w:t>2.025e0</w:t>
      </w:r>
    </w:p>
    <w:p w:rsidR="007B6A46" w:rsidRDefault="007B6A46" w:rsidP="007B6A46">
      <w:r>
        <w:lastRenderedPageBreak/>
        <w:t>235.0048</w:t>
      </w:r>
      <w:r>
        <w:tab/>
        <w:t>3.038e0</w:t>
      </w:r>
    </w:p>
    <w:p w:rsidR="007B6A46" w:rsidRDefault="007B6A46" w:rsidP="007B6A46">
      <w:r>
        <w:t>235.0296</w:t>
      </w:r>
      <w:r>
        <w:tab/>
        <w:t>2.025e0</w:t>
      </w:r>
    </w:p>
    <w:p w:rsidR="007B6A46" w:rsidRDefault="007B6A46" w:rsidP="007B6A46">
      <w:r>
        <w:t>235.0355</w:t>
      </w:r>
      <w:r>
        <w:tab/>
        <w:t>3.038e0</w:t>
      </w:r>
    </w:p>
    <w:p w:rsidR="007B6A46" w:rsidRDefault="007B6A46" w:rsidP="007B6A46">
      <w:r>
        <w:t>235.0378</w:t>
      </w:r>
      <w:r>
        <w:tab/>
        <w:t>1.013e0</w:t>
      </w:r>
    </w:p>
    <w:p w:rsidR="007B6A46" w:rsidRDefault="007B6A46" w:rsidP="007B6A46">
      <w:r>
        <w:t>235.0442</w:t>
      </w:r>
      <w:r>
        <w:tab/>
        <w:t>3.038e0</w:t>
      </w:r>
    </w:p>
    <w:p w:rsidR="007B6A46" w:rsidRDefault="007B6A46" w:rsidP="007B6A46">
      <w:r>
        <w:t>235.0499</w:t>
      </w:r>
      <w:r>
        <w:tab/>
        <w:t>1.013e0</w:t>
      </w:r>
    </w:p>
    <w:p w:rsidR="007B6A46" w:rsidRDefault="007B6A46" w:rsidP="007B6A46">
      <w:r>
        <w:t>235.1107</w:t>
      </w:r>
      <w:r>
        <w:tab/>
        <w:t>1.013e0</w:t>
      </w:r>
    </w:p>
    <w:p w:rsidR="007B6A46" w:rsidRDefault="007B6A46" w:rsidP="007B6A46">
      <w:r>
        <w:t>235.1316</w:t>
      </w:r>
      <w:r>
        <w:tab/>
        <w:t>2.025e0</w:t>
      </w:r>
    </w:p>
    <w:p w:rsidR="007B6A46" w:rsidRDefault="007B6A46" w:rsidP="007B6A46">
      <w:r>
        <w:t>235.1367</w:t>
      </w:r>
      <w:r>
        <w:tab/>
        <w:t>2.025e0</w:t>
      </w:r>
    </w:p>
    <w:p w:rsidR="007B6A46" w:rsidRDefault="007B6A46" w:rsidP="007B6A46">
      <w:r>
        <w:t>235.1501</w:t>
      </w:r>
      <w:r>
        <w:tab/>
        <w:t>2.025e0</w:t>
      </w:r>
    </w:p>
    <w:p w:rsidR="007B6A46" w:rsidRDefault="007B6A46" w:rsidP="007B6A46">
      <w:r>
        <w:t>235.1516</w:t>
      </w:r>
      <w:r>
        <w:tab/>
        <w:t>1.013e0</w:t>
      </w:r>
    </w:p>
    <w:p w:rsidR="007B6A46" w:rsidRDefault="007B6A46" w:rsidP="007B6A46">
      <w:r>
        <w:t>235.1714</w:t>
      </w:r>
      <w:r>
        <w:tab/>
        <w:t>1.013e0</w:t>
      </w:r>
    </w:p>
    <w:p w:rsidR="007B6A46" w:rsidRDefault="007B6A46" w:rsidP="007B6A46">
      <w:r>
        <w:t>235.1757</w:t>
      </w:r>
      <w:r>
        <w:tab/>
        <w:t>2.025e0</w:t>
      </w:r>
    </w:p>
    <w:p w:rsidR="007B6A46" w:rsidRDefault="007B6A46" w:rsidP="007B6A46">
      <w:r>
        <w:t>235.1798</w:t>
      </w:r>
      <w:r>
        <w:tab/>
        <w:t>2.025e0</w:t>
      </w:r>
    </w:p>
    <w:p w:rsidR="007B6A46" w:rsidRDefault="007B6A46" w:rsidP="007B6A46">
      <w:r>
        <w:t>235.1846</w:t>
      </w:r>
      <w:r>
        <w:tab/>
        <w:t>2.025e0</w:t>
      </w:r>
    </w:p>
    <w:p w:rsidR="007B6A46" w:rsidRDefault="007B6A46" w:rsidP="007B6A46">
      <w:r>
        <w:t>235.2164</w:t>
      </w:r>
      <w:r>
        <w:tab/>
        <w:t>1.013e0</w:t>
      </w:r>
    </w:p>
    <w:p w:rsidR="007B6A46" w:rsidRDefault="007B6A46" w:rsidP="007B6A46">
      <w:r>
        <w:t>235.2375</w:t>
      </w:r>
      <w:r>
        <w:tab/>
        <w:t>1.013e0</w:t>
      </w:r>
    </w:p>
    <w:p w:rsidR="007B6A46" w:rsidRDefault="007B6A46" w:rsidP="007B6A46">
      <w:r>
        <w:t>235.2499</w:t>
      </w:r>
      <w:r>
        <w:tab/>
        <w:t>1.013e0</w:t>
      </w:r>
    </w:p>
    <w:p w:rsidR="007B6A46" w:rsidRDefault="007B6A46" w:rsidP="007B6A46">
      <w:r>
        <w:t>235.3033</w:t>
      </w:r>
      <w:r>
        <w:tab/>
        <w:t>1.013e0</w:t>
      </w:r>
    </w:p>
    <w:p w:rsidR="007B6A46" w:rsidRDefault="007B6A46" w:rsidP="007B6A46">
      <w:r>
        <w:lastRenderedPageBreak/>
        <w:t>235.3640</w:t>
      </w:r>
      <w:r>
        <w:tab/>
        <w:t>1.013e0</w:t>
      </w:r>
    </w:p>
    <w:p w:rsidR="007B6A46" w:rsidRDefault="007B6A46" w:rsidP="007B6A46">
      <w:r>
        <w:t>235.3675</w:t>
      </w:r>
      <w:r>
        <w:tab/>
        <w:t>1.013e0</w:t>
      </w:r>
    </w:p>
    <w:p w:rsidR="007B6A46" w:rsidRDefault="007B6A46" w:rsidP="007B6A46">
      <w:r>
        <w:t>235.4209</w:t>
      </w:r>
      <w:r>
        <w:tab/>
        <w:t>1.013e0</w:t>
      </w:r>
    </w:p>
    <w:p w:rsidR="007B6A46" w:rsidRDefault="007B6A46" w:rsidP="007B6A46">
      <w:r>
        <w:t>235.4494</w:t>
      </w:r>
      <w:r>
        <w:tab/>
        <w:t>1.013e0</w:t>
      </w:r>
    </w:p>
    <w:p w:rsidR="007B6A46" w:rsidRDefault="007B6A46" w:rsidP="007B6A46">
      <w:r>
        <w:t>235.4539</w:t>
      </w:r>
      <w:r>
        <w:tab/>
        <w:t>1.013e0</w:t>
      </w:r>
    </w:p>
    <w:p w:rsidR="007B6A46" w:rsidRDefault="007B6A46" w:rsidP="007B6A46">
      <w:r>
        <w:t>235.5251</w:t>
      </w:r>
      <w:r>
        <w:tab/>
        <w:t>2.025e0</w:t>
      </w:r>
    </w:p>
    <w:p w:rsidR="007B6A46" w:rsidRDefault="007B6A46" w:rsidP="007B6A46">
      <w:r>
        <w:t>235.5270</w:t>
      </w:r>
      <w:r>
        <w:tab/>
        <w:t>2.025e0</w:t>
      </w:r>
    </w:p>
    <w:p w:rsidR="007B6A46" w:rsidRDefault="007B6A46" w:rsidP="007B6A46">
      <w:r>
        <w:t>235.5466</w:t>
      </w:r>
      <w:r>
        <w:tab/>
        <w:t>1.013e0</w:t>
      </w:r>
    </w:p>
    <w:p w:rsidR="007B6A46" w:rsidRDefault="007B6A46" w:rsidP="007B6A46">
      <w:r>
        <w:t>235.5595</w:t>
      </w:r>
      <w:r>
        <w:tab/>
        <w:t>1.013e0</w:t>
      </w:r>
    </w:p>
    <w:p w:rsidR="007B6A46" w:rsidRDefault="007B6A46" w:rsidP="007B6A46">
      <w:r>
        <w:t>235.5684</w:t>
      </w:r>
      <w:r>
        <w:tab/>
        <w:t>1.013e0</w:t>
      </w:r>
    </w:p>
    <w:p w:rsidR="007B6A46" w:rsidRDefault="007B6A46" w:rsidP="007B6A46">
      <w:r>
        <w:t>235.6037</w:t>
      </w:r>
      <w:r>
        <w:tab/>
        <w:t>1.013e0</w:t>
      </w:r>
    </w:p>
    <w:p w:rsidR="007B6A46" w:rsidRDefault="007B6A46" w:rsidP="007B6A46">
      <w:r>
        <w:t>235.6291</w:t>
      </w:r>
      <w:r>
        <w:tab/>
        <w:t>1.013e0</w:t>
      </w:r>
    </w:p>
    <w:p w:rsidR="007B6A46" w:rsidRDefault="007B6A46" w:rsidP="007B6A46">
      <w:r>
        <w:t>235.6527</w:t>
      </w:r>
      <w:r>
        <w:tab/>
        <w:t>1.013e0</w:t>
      </w:r>
    </w:p>
    <w:p w:rsidR="007B6A46" w:rsidRDefault="007B6A46" w:rsidP="007B6A46">
      <w:r>
        <w:t>235.6615</w:t>
      </w:r>
      <w:r>
        <w:tab/>
        <w:t>1.013e0</w:t>
      </w:r>
    </w:p>
    <w:p w:rsidR="007B6A46" w:rsidRDefault="007B6A46" w:rsidP="007B6A46">
      <w:r>
        <w:t>235.6656</w:t>
      </w:r>
      <w:r>
        <w:tab/>
        <w:t>1.013e0</w:t>
      </w:r>
    </w:p>
    <w:p w:rsidR="007B6A46" w:rsidRDefault="007B6A46" w:rsidP="007B6A46">
      <w:r>
        <w:t>235.6821</w:t>
      </w:r>
      <w:r>
        <w:tab/>
        <w:t>1.013e0</w:t>
      </w:r>
    </w:p>
    <w:p w:rsidR="007B6A46" w:rsidRDefault="007B6A46" w:rsidP="007B6A46">
      <w:r>
        <w:t>235.7054</w:t>
      </w:r>
      <w:r>
        <w:tab/>
        <w:t>1.013e0</w:t>
      </w:r>
    </w:p>
    <w:p w:rsidR="007B6A46" w:rsidRDefault="007B6A46" w:rsidP="007B6A46">
      <w:r>
        <w:t>235.7391</w:t>
      </w:r>
      <w:r>
        <w:tab/>
        <w:t>1.013e0</w:t>
      </w:r>
    </w:p>
    <w:p w:rsidR="007B6A46" w:rsidRDefault="007B6A46" w:rsidP="007B6A46">
      <w:r>
        <w:t>235.7547</w:t>
      </w:r>
      <w:r>
        <w:tab/>
        <w:t>1.013e0</w:t>
      </w:r>
    </w:p>
    <w:p w:rsidR="007B6A46" w:rsidRDefault="007B6A46" w:rsidP="007B6A46">
      <w:r>
        <w:lastRenderedPageBreak/>
        <w:t>235.7996</w:t>
      </w:r>
      <w:r>
        <w:tab/>
        <w:t>2.025e0</w:t>
      </w:r>
    </w:p>
    <w:p w:rsidR="007B6A46" w:rsidRDefault="007B6A46" w:rsidP="007B6A46">
      <w:r>
        <w:t>235.8370</w:t>
      </w:r>
      <w:r>
        <w:tab/>
        <w:t>1.013e0</w:t>
      </w:r>
    </w:p>
    <w:p w:rsidR="007B6A46" w:rsidRDefault="007B6A46" w:rsidP="007B6A46">
      <w:r>
        <w:t>235.9096</w:t>
      </w:r>
      <w:r>
        <w:tab/>
        <w:t>1.013e0</w:t>
      </w:r>
    </w:p>
    <w:p w:rsidR="007B6A46" w:rsidRDefault="007B6A46" w:rsidP="007B6A46">
      <w:r>
        <w:t>235.9186</w:t>
      </w:r>
      <w:r>
        <w:tab/>
        <w:t>2.025e0</w:t>
      </w:r>
    </w:p>
    <w:p w:rsidR="007B6A46" w:rsidRDefault="007B6A46" w:rsidP="007B6A46">
      <w:r>
        <w:t>235.9431</w:t>
      </w:r>
      <w:r>
        <w:tab/>
        <w:t>1.013e0</w:t>
      </w:r>
    </w:p>
    <w:p w:rsidR="007B6A46" w:rsidRDefault="007B6A46" w:rsidP="007B6A46">
      <w:r>
        <w:t>235.9709</w:t>
      </w:r>
      <w:r>
        <w:tab/>
        <w:t>2.025e0</w:t>
      </w:r>
    </w:p>
    <w:p w:rsidR="007B6A46" w:rsidRDefault="007B6A46" w:rsidP="007B6A46">
      <w:r>
        <w:t>235.9927</w:t>
      </w:r>
      <w:r>
        <w:tab/>
        <w:t>2.025e0</w:t>
      </w:r>
    </w:p>
    <w:p w:rsidR="007B6A46" w:rsidRDefault="007B6A46" w:rsidP="007B6A46">
      <w:r>
        <w:t>236.0097</w:t>
      </w:r>
      <w:r>
        <w:tab/>
        <w:t>1.316e1</w:t>
      </w:r>
    </w:p>
    <w:p w:rsidR="007B6A46" w:rsidRDefault="007B6A46" w:rsidP="007B6A46">
      <w:r>
        <w:t>236.0122</w:t>
      </w:r>
      <w:r>
        <w:tab/>
        <w:t>1.013e0</w:t>
      </w:r>
    </w:p>
    <w:p w:rsidR="007B6A46" w:rsidRDefault="007B6A46" w:rsidP="007B6A46">
      <w:r>
        <w:t>236.0164</w:t>
      </w:r>
      <w:r>
        <w:tab/>
        <w:t>2.025e0</w:t>
      </w:r>
    </w:p>
    <w:p w:rsidR="007B6A46" w:rsidRDefault="007B6A46" w:rsidP="007B6A46">
      <w:r>
        <w:t>236.0186</w:t>
      </w:r>
      <w:r>
        <w:tab/>
        <w:t>7.089e0</w:t>
      </w:r>
    </w:p>
    <w:p w:rsidR="007B6A46" w:rsidRDefault="007B6A46" w:rsidP="007B6A46">
      <w:r>
        <w:t>236.0454</w:t>
      </w:r>
      <w:r>
        <w:tab/>
        <w:t>1.013e0</w:t>
      </w:r>
    </w:p>
    <w:p w:rsidR="007B6A46" w:rsidRDefault="007B6A46" w:rsidP="007B6A46">
      <w:r>
        <w:t>236.0496</w:t>
      </w:r>
      <w:r>
        <w:tab/>
        <w:t>1.013e0</w:t>
      </w:r>
    </w:p>
    <w:p w:rsidR="007B6A46" w:rsidRDefault="007B6A46" w:rsidP="007B6A46">
      <w:r>
        <w:t>236.0814</w:t>
      </w:r>
      <w:r>
        <w:tab/>
        <w:t>1.013e0</w:t>
      </w:r>
    </w:p>
    <w:p w:rsidR="007B6A46" w:rsidRDefault="007B6A46" w:rsidP="007B6A46">
      <w:r>
        <w:t>236.0860</w:t>
      </w:r>
      <w:r>
        <w:tab/>
        <w:t>2.025e0</w:t>
      </w:r>
    </w:p>
    <w:p w:rsidR="007B6A46" w:rsidRDefault="007B6A46" w:rsidP="007B6A46">
      <w:r>
        <w:t>236.1141</w:t>
      </w:r>
      <w:r>
        <w:tab/>
        <w:t>1.013e0</w:t>
      </w:r>
    </w:p>
    <w:p w:rsidR="007B6A46" w:rsidRDefault="007B6A46" w:rsidP="007B6A46">
      <w:r>
        <w:t>236.1305</w:t>
      </w:r>
      <w:r>
        <w:tab/>
        <w:t>2.025e0</w:t>
      </w:r>
    </w:p>
    <w:p w:rsidR="007B6A46" w:rsidRDefault="007B6A46" w:rsidP="007B6A46">
      <w:r>
        <w:t>236.1394</w:t>
      </w:r>
      <w:r>
        <w:tab/>
        <w:t>1.013e0</w:t>
      </w:r>
    </w:p>
    <w:p w:rsidR="007B6A46" w:rsidRDefault="007B6A46" w:rsidP="007B6A46">
      <w:r>
        <w:t>236.1597</w:t>
      </w:r>
      <w:r>
        <w:tab/>
        <w:t>1.013e0</w:t>
      </w:r>
    </w:p>
    <w:p w:rsidR="007B6A46" w:rsidRDefault="007B6A46" w:rsidP="007B6A46">
      <w:r>
        <w:lastRenderedPageBreak/>
        <w:t>236.1632</w:t>
      </w:r>
      <w:r>
        <w:tab/>
        <w:t>1.013e0</w:t>
      </w:r>
    </w:p>
    <w:p w:rsidR="007B6A46" w:rsidRDefault="007B6A46" w:rsidP="007B6A46">
      <w:r>
        <w:t>236.1925</w:t>
      </w:r>
      <w:r>
        <w:tab/>
        <w:t>1.013e0</w:t>
      </w:r>
    </w:p>
    <w:p w:rsidR="007B6A46" w:rsidRDefault="007B6A46" w:rsidP="007B6A46">
      <w:r>
        <w:t>236.1969</w:t>
      </w:r>
      <w:r>
        <w:tab/>
        <w:t>1.013e0</w:t>
      </w:r>
    </w:p>
    <w:p w:rsidR="007B6A46" w:rsidRDefault="007B6A46" w:rsidP="007B6A46">
      <w:r>
        <w:t>236.2124</w:t>
      </w:r>
      <w:r>
        <w:tab/>
        <w:t>1.013e0</w:t>
      </w:r>
    </w:p>
    <w:p w:rsidR="007B6A46" w:rsidRDefault="007B6A46" w:rsidP="007B6A46">
      <w:r>
        <w:t>236.2163</w:t>
      </w:r>
      <w:r>
        <w:tab/>
        <w:t>1.013e0</w:t>
      </w:r>
    </w:p>
    <w:p w:rsidR="007B6A46" w:rsidRDefault="007B6A46" w:rsidP="007B6A46">
      <w:r>
        <w:t>236.2412</w:t>
      </w:r>
      <w:r>
        <w:tab/>
        <w:t>1.013e0</w:t>
      </w:r>
    </w:p>
    <w:p w:rsidR="007B6A46" w:rsidRDefault="007B6A46" w:rsidP="007B6A46">
      <w:r>
        <w:t>236.2658</w:t>
      </w:r>
      <w:r>
        <w:tab/>
        <w:t>2.025e0</w:t>
      </w:r>
    </w:p>
    <w:p w:rsidR="007B6A46" w:rsidRDefault="007B6A46" w:rsidP="007B6A46">
      <w:r>
        <w:t>236.2772</w:t>
      </w:r>
      <w:r>
        <w:tab/>
        <w:t>1.013e0</w:t>
      </w:r>
    </w:p>
    <w:p w:rsidR="007B6A46" w:rsidRDefault="007B6A46" w:rsidP="007B6A46">
      <w:r>
        <w:t>236.2810</w:t>
      </w:r>
      <w:r>
        <w:tab/>
        <w:t>1.013e0</w:t>
      </w:r>
    </w:p>
    <w:p w:rsidR="007B6A46" w:rsidRDefault="007B6A46" w:rsidP="007B6A46">
      <w:r>
        <w:t>236.3306</w:t>
      </w:r>
      <w:r>
        <w:tab/>
        <w:t>1.013e0</w:t>
      </w:r>
    </w:p>
    <w:p w:rsidR="007B6A46" w:rsidRDefault="007B6A46" w:rsidP="007B6A46">
      <w:r>
        <w:t>236.3720</w:t>
      </w:r>
      <w:r>
        <w:tab/>
        <w:t>1.013e0</w:t>
      </w:r>
    </w:p>
    <w:p w:rsidR="007B6A46" w:rsidRDefault="007B6A46" w:rsidP="007B6A46">
      <w:r>
        <w:t>236.3759</w:t>
      </w:r>
      <w:r>
        <w:tab/>
        <w:t>1.013e0</w:t>
      </w:r>
    </w:p>
    <w:p w:rsidR="007B6A46" w:rsidRDefault="007B6A46" w:rsidP="007B6A46">
      <w:r>
        <w:t>236.3919</w:t>
      </w:r>
      <w:r>
        <w:tab/>
        <w:t>1.013e0</w:t>
      </w:r>
    </w:p>
    <w:p w:rsidR="007B6A46" w:rsidRDefault="007B6A46" w:rsidP="007B6A46">
      <w:r>
        <w:t>236.4048</w:t>
      </w:r>
      <w:r>
        <w:tab/>
        <w:t>1.013e0</w:t>
      </w:r>
    </w:p>
    <w:p w:rsidR="007B6A46" w:rsidRDefault="007B6A46" w:rsidP="007B6A46">
      <w:r>
        <w:t>236.4821</w:t>
      </w:r>
      <w:r>
        <w:tab/>
        <w:t>1.013e0</w:t>
      </w:r>
    </w:p>
    <w:p w:rsidR="007B6A46" w:rsidRDefault="007B6A46" w:rsidP="007B6A46">
      <w:r>
        <w:t>236.5068</w:t>
      </w:r>
      <w:r>
        <w:tab/>
        <w:t>1.013e0</w:t>
      </w:r>
    </w:p>
    <w:p w:rsidR="007B6A46" w:rsidRDefault="007B6A46" w:rsidP="007B6A46">
      <w:r>
        <w:t>236.5471</w:t>
      </w:r>
      <w:r>
        <w:tab/>
        <w:t>1.013e0</w:t>
      </w:r>
    </w:p>
    <w:p w:rsidR="007B6A46" w:rsidRDefault="007B6A46" w:rsidP="007B6A46">
      <w:r>
        <w:t>236.5726</w:t>
      </w:r>
      <w:r>
        <w:tab/>
        <w:t>1.013e0</w:t>
      </w:r>
    </w:p>
    <w:p w:rsidR="007B6A46" w:rsidRDefault="007B6A46" w:rsidP="007B6A46">
      <w:r>
        <w:t>236.5922</w:t>
      </w:r>
      <w:r>
        <w:tab/>
        <w:t>1.013e0</w:t>
      </w:r>
    </w:p>
    <w:p w:rsidR="007B6A46" w:rsidRDefault="007B6A46" w:rsidP="007B6A46">
      <w:r>
        <w:lastRenderedPageBreak/>
        <w:t>236.5960</w:t>
      </w:r>
      <w:r>
        <w:tab/>
        <w:t>1.013e0</w:t>
      </w:r>
    </w:p>
    <w:p w:rsidR="007B6A46" w:rsidRDefault="007B6A46" w:rsidP="007B6A46">
      <w:r>
        <w:t>236.6219</w:t>
      </w:r>
      <w:r>
        <w:tab/>
        <w:t>1.013e0</w:t>
      </w:r>
    </w:p>
    <w:p w:rsidR="007B6A46" w:rsidRDefault="007B6A46" w:rsidP="007B6A46">
      <w:r>
        <w:t>236.6843</w:t>
      </w:r>
      <w:r>
        <w:tab/>
        <w:t>2.025e0</w:t>
      </w:r>
    </w:p>
    <w:p w:rsidR="007B6A46" w:rsidRDefault="007B6A46" w:rsidP="007B6A46">
      <w:r>
        <w:t>236.7316</w:t>
      </w:r>
      <w:r>
        <w:tab/>
        <w:t>1.013e0</w:t>
      </w:r>
    </w:p>
    <w:p w:rsidR="007B6A46" w:rsidRDefault="007B6A46" w:rsidP="007B6A46">
      <w:r>
        <w:t>236.7394</w:t>
      </w:r>
      <w:r>
        <w:tab/>
        <w:t>1.013e0</w:t>
      </w:r>
    </w:p>
    <w:p w:rsidR="007B6A46" w:rsidRDefault="007B6A46" w:rsidP="007B6A46">
      <w:r>
        <w:t>236.7793</w:t>
      </w:r>
      <w:r>
        <w:tab/>
        <w:t>2.025e0</w:t>
      </w:r>
    </w:p>
    <w:p w:rsidR="007B6A46" w:rsidRDefault="007B6A46" w:rsidP="007B6A46">
      <w:r>
        <w:t>236.7812</w:t>
      </w:r>
      <w:r>
        <w:tab/>
        <w:t>1.013e0</w:t>
      </w:r>
    </w:p>
    <w:p w:rsidR="007B6A46" w:rsidRDefault="007B6A46" w:rsidP="007B6A46">
      <w:r>
        <w:t>236.8133</w:t>
      </w:r>
      <w:r>
        <w:tab/>
        <w:t>1.013e0</w:t>
      </w:r>
    </w:p>
    <w:p w:rsidR="007B6A46" w:rsidRDefault="007B6A46" w:rsidP="007B6A46">
      <w:r>
        <w:t>236.8797</w:t>
      </w:r>
      <w:r>
        <w:tab/>
        <w:t>1.013e0</w:t>
      </w:r>
    </w:p>
    <w:p w:rsidR="007B6A46" w:rsidRDefault="007B6A46" w:rsidP="007B6A46">
      <w:r>
        <w:t>236.8870</w:t>
      </w:r>
      <w:r>
        <w:tab/>
        <w:t>1.013e0</w:t>
      </w:r>
    </w:p>
    <w:p w:rsidR="007B6A46" w:rsidRDefault="007B6A46" w:rsidP="007B6A46">
      <w:r>
        <w:t>236.9027</w:t>
      </w:r>
      <w:r>
        <w:tab/>
        <w:t>1.013e0</w:t>
      </w:r>
    </w:p>
    <w:p w:rsidR="007B6A46" w:rsidRDefault="007B6A46" w:rsidP="007B6A46">
      <w:r>
        <w:t>236.9109</w:t>
      </w:r>
      <w:r>
        <w:tab/>
        <w:t>1.013e0</w:t>
      </w:r>
    </w:p>
    <w:p w:rsidR="007B6A46" w:rsidRDefault="007B6A46" w:rsidP="007B6A46">
      <w:r>
        <w:t>236.9776</w:t>
      </w:r>
      <w:r>
        <w:tab/>
        <w:t>1.013e0</w:t>
      </w:r>
    </w:p>
    <w:p w:rsidR="007B6A46" w:rsidRDefault="007B6A46" w:rsidP="007B6A46">
      <w:r>
        <w:t>237.0166</w:t>
      </w:r>
      <w:r>
        <w:tab/>
        <w:t>6.587e0</w:t>
      </w:r>
    </w:p>
    <w:p w:rsidR="007B6A46" w:rsidRDefault="007B6A46" w:rsidP="007B6A46">
      <w:r>
        <w:t>237.0191</w:t>
      </w:r>
      <w:r>
        <w:tab/>
        <w:t>6.076e0</w:t>
      </w:r>
    </w:p>
    <w:p w:rsidR="007B6A46" w:rsidRDefault="007B6A46" w:rsidP="007B6A46">
      <w:r>
        <w:t>237.0212</w:t>
      </w:r>
      <w:r>
        <w:tab/>
        <w:t>2.475e1</w:t>
      </w:r>
    </w:p>
    <w:p w:rsidR="007B6A46" w:rsidRDefault="007B6A46" w:rsidP="007B6A46">
      <w:r>
        <w:t>237.0732</w:t>
      </w:r>
      <w:r>
        <w:tab/>
        <w:t>2.025e0</w:t>
      </w:r>
    </w:p>
    <w:p w:rsidR="007B6A46" w:rsidRDefault="007B6A46" w:rsidP="007B6A46">
      <w:r>
        <w:t>237.0879</w:t>
      </w:r>
      <w:r>
        <w:tab/>
        <w:t>1.013e0</w:t>
      </w:r>
    </w:p>
    <w:p w:rsidR="007B6A46" w:rsidRDefault="007B6A46" w:rsidP="007B6A46">
      <w:r>
        <w:t>237.1074</w:t>
      </w:r>
      <w:r>
        <w:tab/>
        <w:t>1.013e0</w:t>
      </w:r>
    </w:p>
    <w:p w:rsidR="007B6A46" w:rsidRDefault="007B6A46" w:rsidP="007B6A46">
      <w:r>
        <w:lastRenderedPageBreak/>
        <w:t>237.1116</w:t>
      </w:r>
      <w:r>
        <w:tab/>
        <w:t>1.013e0</w:t>
      </w:r>
    </w:p>
    <w:p w:rsidR="007B6A46" w:rsidRDefault="007B6A46" w:rsidP="007B6A46">
      <w:r>
        <w:t>237.1190</w:t>
      </w:r>
      <w:r>
        <w:tab/>
        <w:t>4.051e0</w:t>
      </w:r>
    </w:p>
    <w:p w:rsidR="007B6A46" w:rsidRDefault="007B6A46" w:rsidP="007B6A46">
      <w:r>
        <w:t>237.1531</w:t>
      </w:r>
      <w:r>
        <w:tab/>
        <w:t>2.025e0</w:t>
      </w:r>
    </w:p>
    <w:p w:rsidR="007B6A46" w:rsidRDefault="007B6A46" w:rsidP="007B6A46">
      <w:r>
        <w:t>237.1551</w:t>
      </w:r>
      <w:r>
        <w:tab/>
        <w:t>3.807e0</w:t>
      </w:r>
    </w:p>
    <w:p w:rsidR="007B6A46" w:rsidRDefault="007B6A46" w:rsidP="007B6A46">
      <w:r>
        <w:t>237.1609</w:t>
      </w:r>
      <w:r>
        <w:tab/>
        <w:t>2.025e0</w:t>
      </w:r>
    </w:p>
    <w:p w:rsidR="007B6A46" w:rsidRDefault="007B6A46" w:rsidP="007B6A46">
      <w:r>
        <w:t>237.1903</w:t>
      </w:r>
      <w:r>
        <w:tab/>
        <w:t>1.013e0</w:t>
      </w:r>
    </w:p>
    <w:p w:rsidR="007B6A46" w:rsidRDefault="007B6A46" w:rsidP="007B6A46">
      <w:r>
        <w:t>237.2179</w:t>
      </w:r>
      <w:r>
        <w:tab/>
        <w:t>1.013e0</w:t>
      </w:r>
    </w:p>
    <w:p w:rsidR="007B6A46" w:rsidRDefault="007B6A46" w:rsidP="007B6A46">
      <w:r>
        <w:t>237.2216</w:t>
      </w:r>
      <w:r>
        <w:tab/>
        <w:t>1.013e0</w:t>
      </w:r>
    </w:p>
    <w:p w:rsidR="007B6A46" w:rsidRDefault="007B6A46" w:rsidP="007B6A46">
      <w:r>
        <w:t>237.2353</w:t>
      </w:r>
      <w:r>
        <w:tab/>
        <w:t>2.025e0</w:t>
      </w:r>
    </w:p>
    <w:p w:rsidR="007B6A46" w:rsidRDefault="007B6A46" w:rsidP="007B6A46">
      <w:r>
        <w:t>237.2574</w:t>
      </w:r>
      <w:r>
        <w:tab/>
        <w:t>2.025e0</w:t>
      </w:r>
    </w:p>
    <w:p w:rsidR="007B6A46" w:rsidRDefault="007B6A46" w:rsidP="007B6A46">
      <w:r>
        <w:t>237.2887</w:t>
      </w:r>
      <w:r>
        <w:tab/>
        <w:t>1.013e0</w:t>
      </w:r>
    </w:p>
    <w:p w:rsidR="007B6A46" w:rsidRDefault="007B6A46" w:rsidP="007B6A46">
      <w:r>
        <w:t>237.3082</w:t>
      </w:r>
      <w:r>
        <w:tab/>
        <w:t>1.013e0</w:t>
      </w:r>
    </w:p>
    <w:p w:rsidR="007B6A46" w:rsidRDefault="007B6A46" w:rsidP="007B6A46">
      <w:r>
        <w:t>237.3164</w:t>
      </w:r>
      <w:r>
        <w:tab/>
        <w:t>1.013e0</w:t>
      </w:r>
    </w:p>
    <w:p w:rsidR="007B6A46" w:rsidRDefault="007B6A46" w:rsidP="007B6A46">
      <w:r>
        <w:t>237.5095</w:t>
      </w:r>
      <w:r>
        <w:tab/>
        <w:t>1.013e0</w:t>
      </w:r>
    </w:p>
    <w:p w:rsidR="007B6A46" w:rsidRDefault="007B6A46" w:rsidP="007B6A46">
      <w:r>
        <w:t>237.5330</w:t>
      </w:r>
      <w:r>
        <w:tab/>
        <w:t>1.013e0</w:t>
      </w:r>
    </w:p>
    <w:p w:rsidR="007B6A46" w:rsidRDefault="007B6A46" w:rsidP="007B6A46">
      <w:r>
        <w:t>237.5467</w:t>
      </w:r>
      <w:r>
        <w:tab/>
        <w:t>1.013e0</w:t>
      </w:r>
    </w:p>
    <w:p w:rsidR="007B6A46" w:rsidRDefault="007B6A46" w:rsidP="007B6A46">
      <w:r>
        <w:t>237.5823</w:t>
      </w:r>
      <w:r>
        <w:tab/>
        <w:t>1.013e0</w:t>
      </w:r>
    </w:p>
    <w:p w:rsidR="007B6A46" w:rsidRDefault="007B6A46" w:rsidP="007B6A46">
      <w:r>
        <w:t>237.5835</w:t>
      </w:r>
      <w:r>
        <w:tab/>
        <w:t>2.025e0</w:t>
      </w:r>
    </w:p>
    <w:p w:rsidR="007B6A46" w:rsidRDefault="007B6A46" w:rsidP="007B6A46">
      <w:r>
        <w:t>237.6119</w:t>
      </w:r>
      <w:r>
        <w:tab/>
        <w:t>1.013e0</w:t>
      </w:r>
    </w:p>
    <w:p w:rsidR="007B6A46" w:rsidRDefault="007B6A46" w:rsidP="007B6A46">
      <w:r>
        <w:lastRenderedPageBreak/>
        <w:t>237.6198</w:t>
      </w:r>
      <w:r>
        <w:tab/>
        <w:t>1.013e0</w:t>
      </w:r>
    </w:p>
    <w:p w:rsidR="007B6A46" w:rsidRDefault="007B6A46" w:rsidP="007B6A46">
      <w:r>
        <w:t>237.6272</w:t>
      </w:r>
      <w:r>
        <w:tab/>
        <w:t>1.013e0</w:t>
      </w:r>
    </w:p>
    <w:p w:rsidR="007B6A46" w:rsidRDefault="007B6A46" w:rsidP="007B6A46">
      <w:r>
        <w:t>237.6535</w:t>
      </w:r>
      <w:r>
        <w:tab/>
        <w:t>2.025e0</w:t>
      </w:r>
    </w:p>
    <w:p w:rsidR="007B6A46" w:rsidRDefault="007B6A46" w:rsidP="007B6A46">
      <w:r>
        <w:t>237.6706</w:t>
      </w:r>
      <w:r>
        <w:tab/>
        <w:t>4.051e0</w:t>
      </w:r>
    </w:p>
    <w:p w:rsidR="007B6A46" w:rsidRDefault="007B6A46" w:rsidP="007B6A46">
      <w:r>
        <w:t>237.6765</w:t>
      </w:r>
      <w:r>
        <w:tab/>
        <w:t>1.013e0</w:t>
      </w:r>
    </w:p>
    <w:p w:rsidR="007B6A46" w:rsidRDefault="007B6A46" w:rsidP="007B6A46">
      <w:r>
        <w:t>237.7066</w:t>
      </w:r>
      <w:r>
        <w:tab/>
        <w:t>1.013e0</w:t>
      </w:r>
    </w:p>
    <w:p w:rsidR="007B6A46" w:rsidRDefault="007B6A46" w:rsidP="007B6A46">
      <w:r>
        <w:t>237.7711</w:t>
      </w:r>
      <w:r>
        <w:tab/>
        <w:t>1.013e0</w:t>
      </w:r>
    </w:p>
    <w:p w:rsidR="007B6A46" w:rsidRDefault="007B6A46" w:rsidP="007B6A46">
      <w:r>
        <w:t>237.7828</w:t>
      </w:r>
      <w:r>
        <w:tab/>
        <w:t>1.013e0</w:t>
      </w:r>
    </w:p>
    <w:p w:rsidR="007B6A46" w:rsidRDefault="007B6A46" w:rsidP="007B6A46">
      <w:r>
        <w:t>237.7957</w:t>
      </w:r>
      <w:r>
        <w:tab/>
        <w:t>1.013e0</w:t>
      </w:r>
    </w:p>
    <w:p w:rsidR="007B6A46" w:rsidRDefault="007B6A46" w:rsidP="007B6A46">
      <w:r>
        <w:t>237.8129</w:t>
      </w:r>
      <w:r>
        <w:tab/>
        <w:t>1.013e0</w:t>
      </w:r>
    </w:p>
    <w:p w:rsidR="007B6A46" w:rsidRDefault="007B6A46" w:rsidP="007B6A46">
      <w:r>
        <w:t>237.8168</w:t>
      </w:r>
      <w:r>
        <w:tab/>
        <w:t>1.013e0</w:t>
      </w:r>
    </w:p>
    <w:p w:rsidR="007B6A46" w:rsidRDefault="007B6A46" w:rsidP="007B6A46">
      <w:r>
        <w:t>237.8913</w:t>
      </w:r>
      <w:r>
        <w:tab/>
        <w:t>2.025e0</w:t>
      </w:r>
    </w:p>
    <w:p w:rsidR="007B6A46" w:rsidRDefault="007B6A46" w:rsidP="007B6A46">
      <w:r>
        <w:t>237.9000</w:t>
      </w:r>
      <w:r>
        <w:tab/>
        <w:t>2.025e0</w:t>
      </w:r>
    </w:p>
    <w:p w:rsidR="007B6A46" w:rsidRDefault="007B6A46" w:rsidP="007B6A46">
      <w:r>
        <w:t>237.9030</w:t>
      </w:r>
      <w:r>
        <w:tab/>
        <w:t>1.013e0</w:t>
      </w:r>
    </w:p>
    <w:p w:rsidR="007B6A46" w:rsidRDefault="007B6A46" w:rsidP="007B6A46">
      <w:r>
        <w:t>237.9075</w:t>
      </w:r>
      <w:r>
        <w:tab/>
        <w:t>1.013e0</w:t>
      </w:r>
    </w:p>
    <w:p w:rsidR="007B6A46" w:rsidRDefault="007B6A46" w:rsidP="007B6A46">
      <w:r>
        <w:t>237.9431</w:t>
      </w:r>
      <w:r>
        <w:tab/>
        <w:t>1.013e0</w:t>
      </w:r>
    </w:p>
    <w:p w:rsidR="007B6A46" w:rsidRDefault="007B6A46" w:rsidP="007B6A46">
      <w:r>
        <w:t>237.9663</w:t>
      </w:r>
      <w:r>
        <w:tab/>
        <w:t>2.025e0</w:t>
      </w:r>
    </w:p>
    <w:p w:rsidR="007B6A46" w:rsidRDefault="007B6A46" w:rsidP="007B6A46">
      <w:r>
        <w:t>237.9842</w:t>
      </w:r>
      <w:r>
        <w:tab/>
        <w:t>2.025e0</w:t>
      </w:r>
    </w:p>
    <w:p w:rsidR="007B6A46" w:rsidRDefault="007B6A46" w:rsidP="007B6A46">
      <w:r>
        <w:t>237.9962</w:t>
      </w:r>
      <w:r>
        <w:tab/>
        <w:t>1.013e0</w:t>
      </w:r>
    </w:p>
    <w:p w:rsidR="007B6A46" w:rsidRDefault="007B6A46" w:rsidP="007B6A46">
      <w:r>
        <w:lastRenderedPageBreak/>
        <w:t>238.0254</w:t>
      </w:r>
      <w:r>
        <w:tab/>
        <w:t>3.038e0</w:t>
      </w:r>
    </w:p>
    <w:p w:rsidR="007B6A46" w:rsidRDefault="007B6A46" w:rsidP="007B6A46">
      <w:r>
        <w:t>238.0288</w:t>
      </w:r>
      <w:r>
        <w:tab/>
        <w:t>8.101e0</w:t>
      </w:r>
    </w:p>
    <w:p w:rsidR="007B6A46" w:rsidRDefault="007B6A46" w:rsidP="007B6A46">
      <w:r>
        <w:t>238.0320</w:t>
      </w:r>
      <w:r>
        <w:tab/>
        <w:t>5.063e0</w:t>
      </w:r>
    </w:p>
    <w:p w:rsidR="007B6A46" w:rsidRDefault="007B6A46" w:rsidP="007B6A46">
      <w:r>
        <w:t>238.0590</w:t>
      </w:r>
      <w:r>
        <w:tab/>
        <w:t>1.013e0</w:t>
      </w:r>
    </w:p>
    <w:p w:rsidR="007B6A46" w:rsidRDefault="007B6A46" w:rsidP="007B6A46">
      <w:r>
        <w:t>238.0995</w:t>
      </w:r>
      <w:r>
        <w:tab/>
        <w:t>2.025e0</w:t>
      </w:r>
    </w:p>
    <w:p w:rsidR="007B6A46" w:rsidRDefault="007B6A46" w:rsidP="007B6A46">
      <w:r>
        <w:t>238.1017</w:t>
      </w:r>
      <w:r>
        <w:tab/>
        <w:t>3.038e0</w:t>
      </w:r>
    </w:p>
    <w:p w:rsidR="007B6A46" w:rsidRDefault="007B6A46" w:rsidP="007B6A46">
      <w:r>
        <w:t>238.1077</w:t>
      </w:r>
      <w:r>
        <w:tab/>
        <w:t>1.013e0</w:t>
      </w:r>
    </w:p>
    <w:p w:rsidR="007B6A46" w:rsidRDefault="007B6A46" w:rsidP="007B6A46">
      <w:r>
        <w:t>238.1438</w:t>
      </w:r>
      <w:r>
        <w:tab/>
        <w:t>2.025e0</w:t>
      </w:r>
    </w:p>
    <w:p w:rsidR="007B6A46" w:rsidRDefault="007B6A46" w:rsidP="007B6A46">
      <w:r>
        <w:t>238.1523</w:t>
      </w:r>
      <w:r>
        <w:tab/>
        <w:t>1.013e0</w:t>
      </w:r>
    </w:p>
    <w:p w:rsidR="007B6A46" w:rsidRDefault="007B6A46" w:rsidP="007B6A46">
      <w:r>
        <w:t>238.1775</w:t>
      </w:r>
      <w:r>
        <w:tab/>
        <w:t>1.013e0</w:t>
      </w:r>
    </w:p>
    <w:p w:rsidR="007B6A46" w:rsidRDefault="007B6A46" w:rsidP="007B6A46">
      <w:r>
        <w:t>238.2505</w:t>
      </w:r>
      <w:r>
        <w:tab/>
        <w:t>1.013e0</w:t>
      </w:r>
    </w:p>
    <w:p w:rsidR="007B6A46" w:rsidRDefault="007B6A46" w:rsidP="007B6A46">
      <w:r>
        <w:t>238.2594</w:t>
      </w:r>
      <w:r>
        <w:tab/>
        <w:t>1.013e0</w:t>
      </w:r>
    </w:p>
    <w:p w:rsidR="007B6A46" w:rsidRDefault="007B6A46" w:rsidP="007B6A46">
      <w:r>
        <w:t>238.2642</w:t>
      </w:r>
      <w:r>
        <w:tab/>
        <w:t>1.013e0</w:t>
      </w:r>
    </w:p>
    <w:p w:rsidR="007B6A46" w:rsidRDefault="007B6A46" w:rsidP="007B6A46">
      <w:r>
        <w:t>238.3044</w:t>
      </w:r>
      <w:r>
        <w:tab/>
        <w:t>1.013e0</w:t>
      </w:r>
    </w:p>
    <w:p w:rsidR="007B6A46" w:rsidRDefault="007B6A46" w:rsidP="007B6A46">
      <w:r>
        <w:t>238.3177</w:t>
      </w:r>
      <w:r>
        <w:tab/>
        <w:t>2.025e0</w:t>
      </w:r>
    </w:p>
    <w:p w:rsidR="007B6A46" w:rsidRDefault="007B6A46" w:rsidP="007B6A46">
      <w:r>
        <w:t>238.3708</w:t>
      </w:r>
      <w:r>
        <w:tab/>
        <w:t>1.013e0</w:t>
      </w:r>
    </w:p>
    <w:p w:rsidR="007B6A46" w:rsidRDefault="007B6A46" w:rsidP="007B6A46">
      <w:r>
        <w:t>238.3942</w:t>
      </w:r>
      <w:r>
        <w:tab/>
        <w:t>1.013e0</w:t>
      </w:r>
    </w:p>
    <w:p w:rsidR="007B6A46" w:rsidRDefault="007B6A46" w:rsidP="007B6A46">
      <w:r>
        <w:t>238.4358</w:t>
      </w:r>
      <w:r>
        <w:tab/>
        <w:t>1.013e0</w:t>
      </w:r>
    </w:p>
    <w:p w:rsidR="007B6A46" w:rsidRDefault="007B6A46" w:rsidP="007B6A46">
      <w:r>
        <w:t>238.4393</w:t>
      </w:r>
      <w:r>
        <w:tab/>
        <w:t>1.013e0</w:t>
      </w:r>
    </w:p>
    <w:p w:rsidR="007B6A46" w:rsidRDefault="007B6A46" w:rsidP="007B6A46">
      <w:r>
        <w:lastRenderedPageBreak/>
        <w:t>238.4562</w:t>
      </w:r>
      <w:r>
        <w:tab/>
        <w:t>1.013e0</w:t>
      </w:r>
    </w:p>
    <w:p w:rsidR="007B6A46" w:rsidRDefault="007B6A46" w:rsidP="007B6A46">
      <w:r>
        <w:t>238.4811</w:t>
      </w:r>
      <w:r>
        <w:tab/>
        <w:t>1.013e0</w:t>
      </w:r>
    </w:p>
    <w:p w:rsidR="007B6A46" w:rsidRDefault="007B6A46" w:rsidP="007B6A46">
      <w:r>
        <w:t>238.4927</w:t>
      </w:r>
      <w:r>
        <w:tab/>
        <w:t>3.038e0</w:t>
      </w:r>
    </w:p>
    <w:p w:rsidR="007B6A46" w:rsidRDefault="007B6A46" w:rsidP="007B6A46">
      <w:r>
        <w:t>238.5876</w:t>
      </w:r>
      <w:r>
        <w:tab/>
        <w:t>1.013e0</w:t>
      </w:r>
    </w:p>
    <w:p w:rsidR="007B6A46" w:rsidRDefault="007B6A46" w:rsidP="007B6A46">
      <w:r>
        <w:t>238.5954</w:t>
      </w:r>
      <w:r>
        <w:tab/>
        <w:t>1.013e0</w:t>
      </w:r>
    </w:p>
    <w:p w:rsidR="007B6A46" w:rsidRDefault="007B6A46" w:rsidP="007B6A46">
      <w:r>
        <w:t>238.6448</w:t>
      </w:r>
      <w:r>
        <w:tab/>
        <w:t>1.013e0</w:t>
      </w:r>
    </w:p>
    <w:p w:rsidR="007B6A46" w:rsidRDefault="007B6A46" w:rsidP="007B6A46">
      <w:r>
        <w:t>238.6524</w:t>
      </w:r>
      <w:r>
        <w:tab/>
        <w:t>1.013e0</w:t>
      </w:r>
    </w:p>
    <w:p w:rsidR="007B6A46" w:rsidRDefault="007B6A46" w:rsidP="007B6A46">
      <w:r>
        <w:t>238.7153</w:t>
      </w:r>
      <w:r>
        <w:tab/>
        <w:t>1.013e0</w:t>
      </w:r>
    </w:p>
    <w:p w:rsidR="007B6A46" w:rsidRDefault="007B6A46" w:rsidP="007B6A46">
      <w:r>
        <w:t>238.7600</w:t>
      </w:r>
      <w:r>
        <w:tab/>
        <w:t>1.013e0</w:t>
      </w:r>
    </w:p>
    <w:p w:rsidR="007B6A46" w:rsidRDefault="007B6A46" w:rsidP="007B6A46">
      <w:r>
        <w:t>238.7690</w:t>
      </w:r>
      <w:r>
        <w:tab/>
        <w:t>1.013e0</w:t>
      </w:r>
    </w:p>
    <w:p w:rsidR="007B6A46" w:rsidRDefault="007B6A46" w:rsidP="007B6A46">
      <w:r>
        <w:t>238.8759</w:t>
      </w:r>
      <w:r>
        <w:tab/>
        <w:t>1.013e0</w:t>
      </w:r>
    </w:p>
    <w:p w:rsidR="007B6A46" w:rsidRDefault="007B6A46" w:rsidP="007B6A46">
      <w:r>
        <w:t>238.8832</w:t>
      </w:r>
      <w:r>
        <w:tab/>
        <w:t>1.013e0</w:t>
      </w:r>
    </w:p>
    <w:p w:rsidR="007B6A46" w:rsidRDefault="007B6A46" w:rsidP="007B6A46">
      <w:r>
        <w:t>238.9252</w:t>
      </w:r>
      <w:r>
        <w:tab/>
        <w:t>1.013e0</w:t>
      </w:r>
    </w:p>
    <w:p w:rsidR="007B6A46" w:rsidRDefault="007B6A46" w:rsidP="007B6A46">
      <w:r>
        <w:t>238.9289</w:t>
      </w:r>
      <w:r>
        <w:tab/>
        <w:t>2.025e0</w:t>
      </w:r>
    </w:p>
    <w:p w:rsidR="007B6A46" w:rsidRDefault="007B6A46" w:rsidP="007B6A46">
      <w:r>
        <w:t>239.0014</w:t>
      </w:r>
      <w:r>
        <w:tab/>
        <w:t>1.013e0</w:t>
      </w:r>
    </w:p>
    <w:p w:rsidR="007B6A46" w:rsidRDefault="007B6A46" w:rsidP="007B6A46">
      <w:r>
        <w:t>239.0256</w:t>
      </w:r>
      <w:r>
        <w:tab/>
        <w:t>2.025e0</w:t>
      </w:r>
    </w:p>
    <w:p w:rsidR="007B6A46" w:rsidRDefault="007B6A46" w:rsidP="007B6A46">
      <w:r>
        <w:t>239.0317</w:t>
      </w:r>
      <w:r>
        <w:tab/>
        <w:t>2.025e0</w:t>
      </w:r>
    </w:p>
    <w:p w:rsidR="007B6A46" w:rsidRDefault="007B6A46" w:rsidP="007B6A46">
      <w:r>
        <w:t>239.0391</w:t>
      </w:r>
      <w:r>
        <w:tab/>
        <w:t>1.013e0</w:t>
      </w:r>
    </w:p>
    <w:p w:rsidR="007B6A46" w:rsidRDefault="007B6A46" w:rsidP="007B6A46">
      <w:r>
        <w:t>239.0768</w:t>
      </w:r>
      <w:r>
        <w:tab/>
        <w:t>1.013e0</w:t>
      </w:r>
    </w:p>
    <w:p w:rsidR="007B6A46" w:rsidRDefault="007B6A46" w:rsidP="007B6A46">
      <w:r>
        <w:lastRenderedPageBreak/>
        <w:t>239.0924</w:t>
      </w:r>
      <w:r>
        <w:tab/>
        <w:t>1.013e0</w:t>
      </w:r>
    </w:p>
    <w:p w:rsidR="007B6A46" w:rsidRDefault="007B6A46" w:rsidP="007B6A46">
      <w:r>
        <w:t>239.1134</w:t>
      </w:r>
      <w:r>
        <w:tab/>
        <w:t>4.051e0</w:t>
      </w:r>
    </w:p>
    <w:p w:rsidR="007B6A46" w:rsidRDefault="007B6A46" w:rsidP="007B6A46">
      <w:r>
        <w:t>239.1461</w:t>
      </w:r>
      <w:r>
        <w:tab/>
        <w:t>1.013e0</w:t>
      </w:r>
    </w:p>
    <w:p w:rsidR="007B6A46" w:rsidRDefault="007B6A46" w:rsidP="007B6A46">
      <w:r>
        <w:t>239.1496</w:t>
      </w:r>
      <w:r>
        <w:tab/>
        <w:t>1.013e0</w:t>
      </w:r>
    </w:p>
    <w:p w:rsidR="007B6A46" w:rsidRDefault="007B6A46" w:rsidP="007B6A46">
      <w:r>
        <w:t>239.1520</w:t>
      </w:r>
      <w:r>
        <w:tab/>
        <w:t>2.025e0</w:t>
      </w:r>
    </w:p>
    <w:p w:rsidR="007B6A46" w:rsidRDefault="007B6A46" w:rsidP="007B6A46">
      <w:r>
        <w:t>239.1604</w:t>
      </w:r>
      <w:r>
        <w:tab/>
        <w:t>4.051e0</w:t>
      </w:r>
    </w:p>
    <w:p w:rsidR="007B6A46" w:rsidRDefault="007B6A46" w:rsidP="007B6A46">
      <w:r>
        <w:t>239.1836</w:t>
      </w:r>
      <w:r>
        <w:tab/>
        <w:t>1.013e0</w:t>
      </w:r>
    </w:p>
    <w:p w:rsidR="007B6A46" w:rsidRDefault="007B6A46" w:rsidP="007B6A46">
      <w:r>
        <w:t>239.2115</w:t>
      </w:r>
      <w:r>
        <w:tab/>
        <w:t>1.013e0</w:t>
      </w:r>
    </w:p>
    <w:p w:rsidR="007B6A46" w:rsidRDefault="007B6A46" w:rsidP="007B6A46">
      <w:r>
        <w:t>239.2287</w:t>
      </w:r>
      <w:r>
        <w:tab/>
        <w:t>1.013e0</w:t>
      </w:r>
    </w:p>
    <w:p w:rsidR="007B6A46" w:rsidRDefault="007B6A46" w:rsidP="007B6A46">
      <w:r>
        <w:t>239.2330</w:t>
      </w:r>
      <w:r>
        <w:tab/>
        <w:t>1.013e0</w:t>
      </w:r>
    </w:p>
    <w:p w:rsidR="007B6A46" w:rsidRDefault="007B6A46" w:rsidP="007B6A46">
      <w:r>
        <w:t>239.2365</w:t>
      </w:r>
      <w:r>
        <w:tab/>
        <w:t>1.013e0</w:t>
      </w:r>
    </w:p>
    <w:p w:rsidR="007B6A46" w:rsidRDefault="007B6A46" w:rsidP="007B6A46">
      <w:r>
        <w:t>239.2448</w:t>
      </w:r>
      <w:r>
        <w:tab/>
        <w:t>1.013e0</w:t>
      </w:r>
    </w:p>
    <w:p w:rsidR="007B6A46" w:rsidRDefault="007B6A46" w:rsidP="007B6A46">
      <w:r>
        <w:t>239.3092</w:t>
      </w:r>
      <w:r>
        <w:tab/>
        <w:t>2.025e0</w:t>
      </w:r>
    </w:p>
    <w:p w:rsidR="007B6A46" w:rsidRDefault="007B6A46" w:rsidP="007B6A46">
      <w:r>
        <w:t>239.3149</w:t>
      </w:r>
      <w:r>
        <w:tab/>
        <w:t>1.013e0</w:t>
      </w:r>
    </w:p>
    <w:p w:rsidR="007B6A46" w:rsidRDefault="007B6A46" w:rsidP="007B6A46">
      <w:r>
        <w:t>239.3451</w:t>
      </w:r>
      <w:r>
        <w:tab/>
        <w:t>2.025e0</w:t>
      </w:r>
    </w:p>
    <w:p w:rsidR="007B6A46" w:rsidRDefault="007B6A46" w:rsidP="007B6A46">
      <w:r>
        <w:t>239.3811</w:t>
      </w:r>
      <w:r>
        <w:tab/>
        <w:t>1.013e0</w:t>
      </w:r>
    </w:p>
    <w:p w:rsidR="007B6A46" w:rsidRDefault="007B6A46" w:rsidP="007B6A46">
      <w:r>
        <w:t>239.5076</w:t>
      </w:r>
      <w:r>
        <w:tab/>
        <w:t>1.013e0</w:t>
      </w:r>
    </w:p>
    <w:p w:rsidR="007B6A46" w:rsidRDefault="007B6A46" w:rsidP="007B6A46">
      <w:r>
        <w:t>239.5207</w:t>
      </w:r>
      <w:r>
        <w:tab/>
        <w:t>1.013e0</w:t>
      </w:r>
    </w:p>
    <w:p w:rsidR="007B6A46" w:rsidRDefault="007B6A46" w:rsidP="007B6A46">
      <w:r>
        <w:t>239.5943</w:t>
      </w:r>
      <w:r>
        <w:tab/>
        <w:t>2.025e0</w:t>
      </w:r>
    </w:p>
    <w:p w:rsidR="007B6A46" w:rsidRDefault="007B6A46" w:rsidP="007B6A46">
      <w:r>
        <w:lastRenderedPageBreak/>
        <w:t>239.6644</w:t>
      </w:r>
      <w:r>
        <w:tab/>
        <w:t>2.025e0</w:t>
      </w:r>
    </w:p>
    <w:p w:rsidR="007B6A46" w:rsidRDefault="007B6A46" w:rsidP="007B6A46">
      <w:r>
        <w:t>239.6687</w:t>
      </w:r>
      <w:r>
        <w:tab/>
        <w:t>1.013e0</w:t>
      </w:r>
    </w:p>
    <w:p w:rsidR="007B6A46" w:rsidRDefault="007B6A46" w:rsidP="007B6A46">
      <w:r>
        <w:t>239.6971</w:t>
      </w:r>
      <w:r>
        <w:tab/>
        <w:t>1.013e0</w:t>
      </w:r>
    </w:p>
    <w:p w:rsidR="007B6A46" w:rsidRDefault="007B6A46" w:rsidP="007B6A46">
      <w:r>
        <w:t>239.7135</w:t>
      </w:r>
      <w:r>
        <w:tab/>
        <w:t>1.013e0</w:t>
      </w:r>
    </w:p>
    <w:p w:rsidR="007B6A46" w:rsidRDefault="007B6A46" w:rsidP="007B6A46">
      <w:r>
        <w:t>239.7464</w:t>
      </w:r>
      <w:r>
        <w:tab/>
        <w:t>1.013e0</w:t>
      </w:r>
    </w:p>
    <w:p w:rsidR="007B6A46" w:rsidRDefault="007B6A46" w:rsidP="007B6A46">
      <w:r>
        <w:t>239.7674</w:t>
      </w:r>
      <w:r>
        <w:tab/>
        <w:t>1.013e0</w:t>
      </w:r>
    </w:p>
    <w:p w:rsidR="007B6A46" w:rsidRDefault="007B6A46" w:rsidP="007B6A46">
      <w:r>
        <w:t>239.7840</w:t>
      </w:r>
      <w:r>
        <w:tab/>
        <w:t>1.013e0</w:t>
      </w:r>
    </w:p>
    <w:p w:rsidR="007B6A46" w:rsidRDefault="007B6A46" w:rsidP="007B6A46">
      <w:r>
        <w:t>239.8033</w:t>
      </w:r>
      <w:r>
        <w:tab/>
        <w:t>2.025e0</w:t>
      </w:r>
    </w:p>
    <w:p w:rsidR="007B6A46" w:rsidRDefault="007B6A46" w:rsidP="007B6A46">
      <w:r>
        <w:t>239.8530</w:t>
      </w:r>
      <w:r>
        <w:tab/>
        <w:t>1.013e0</w:t>
      </w:r>
    </w:p>
    <w:p w:rsidR="007B6A46" w:rsidRDefault="007B6A46" w:rsidP="007B6A46">
      <w:r>
        <w:t>239.8706</w:t>
      </w:r>
      <w:r>
        <w:tab/>
        <w:t>1.013e0</w:t>
      </w:r>
    </w:p>
    <w:p w:rsidR="007B6A46" w:rsidRDefault="007B6A46" w:rsidP="007B6A46">
      <w:r>
        <w:t>239.9611</w:t>
      </w:r>
      <w:r>
        <w:tab/>
        <w:t>2.025e0</w:t>
      </w:r>
    </w:p>
    <w:p w:rsidR="007B6A46" w:rsidRDefault="007B6A46" w:rsidP="007B6A46">
      <w:r>
        <w:t>239.9817</w:t>
      </w:r>
      <w:r>
        <w:tab/>
        <w:t>1.013e0</w:t>
      </w:r>
    </w:p>
    <w:p w:rsidR="007B6A46" w:rsidRDefault="007B6A46" w:rsidP="007B6A46">
      <w:r>
        <w:t>240.0249</w:t>
      </w:r>
      <w:r>
        <w:tab/>
        <w:t>2.025e0</w:t>
      </w:r>
    </w:p>
    <w:p w:rsidR="007B6A46" w:rsidRDefault="007B6A46" w:rsidP="007B6A46">
      <w:r>
        <w:t>240.0272</w:t>
      </w:r>
      <w:r>
        <w:tab/>
        <w:t>1.013e0</w:t>
      </w:r>
    </w:p>
    <w:p w:rsidR="007B6A46" w:rsidRDefault="007B6A46" w:rsidP="007B6A46">
      <w:r>
        <w:t>240.0350</w:t>
      </w:r>
      <w:r>
        <w:tab/>
        <w:t>3.038e0</w:t>
      </w:r>
    </w:p>
    <w:p w:rsidR="007B6A46" w:rsidRDefault="007B6A46" w:rsidP="007B6A46">
      <w:r>
        <w:t>240.0508</w:t>
      </w:r>
      <w:r>
        <w:tab/>
        <w:t>2.025e0</w:t>
      </w:r>
    </w:p>
    <w:p w:rsidR="007B6A46" w:rsidRDefault="007B6A46" w:rsidP="007B6A46">
      <w:r>
        <w:t>240.0696</w:t>
      </w:r>
      <w:r>
        <w:tab/>
        <w:t>2.025e0</w:t>
      </w:r>
    </w:p>
    <w:p w:rsidR="007B6A46" w:rsidRDefault="007B6A46" w:rsidP="007B6A46">
      <w:r>
        <w:t>240.0962</w:t>
      </w:r>
      <w:r>
        <w:tab/>
        <w:t>1.013e0</w:t>
      </w:r>
    </w:p>
    <w:p w:rsidR="007B6A46" w:rsidRDefault="007B6A46" w:rsidP="007B6A46">
      <w:r>
        <w:t>240.0972</w:t>
      </w:r>
      <w:r>
        <w:tab/>
        <w:t>4.051e0</w:t>
      </w:r>
    </w:p>
    <w:p w:rsidR="007B6A46" w:rsidRDefault="007B6A46" w:rsidP="007B6A46">
      <w:r>
        <w:lastRenderedPageBreak/>
        <w:t>240.1041</w:t>
      </w:r>
      <w:r>
        <w:tab/>
        <w:t>1.013e0</w:t>
      </w:r>
    </w:p>
    <w:p w:rsidR="007B6A46" w:rsidRDefault="007B6A46" w:rsidP="007B6A46">
      <w:r>
        <w:t>240.1280</w:t>
      </w:r>
      <w:r>
        <w:tab/>
        <w:t>2.025e0</w:t>
      </w:r>
    </w:p>
    <w:p w:rsidR="007B6A46" w:rsidRDefault="007B6A46" w:rsidP="007B6A46">
      <w:r>
        <w:t>240.1295</w:t>
      </w:r>
      <w:r>
        <w:tab/>
        <w:t>1.013e0</w:t>
      </w:r>
    </w:p>
    <w:p w:rsidR="007B6A46" w:rsidRDefault="007B6A46" w:rsidP="007B6A46">
      <w:r>
        <w:t>240.1456</w:t>
      </w:r>
      <w:r>
        <w:tab/>
        <w:t>1.013e0</w:t>
      </w:r>
    </w:p>
    <w:p w:rsidR="007B6A46" w:rsidRDefault="007B6A46" w:rsidP="007B6A46">
      <w:r>
        <w:t>240.1629</w:t>
      </w:r>
      <w:r>
        <w:tab/>
        <w:t>1.013e0</w:t>
      </w:r>
    </w:p>
    <w:p w:rsidR="007B6A46" w:rsidRDefault="007B6A46" w:rsidP="007B6A46">
      <w:r>
        <w:t>240.1875</w:t>
      </w:r>
      <w:r>
        <w:tab/>
        <w:t>3.038e0</w:t>
      </w:r>
    </w:p>
    <w:p w:rsidR="007B6A46" w:rsidRDefault="007B6A46" w:rsidP="007B6A46">
      <w:r>
        <w:t>240.1985</w:t>
      </w:r>
      <w:r>
        <w:tab/>
        <w:t>1.013e0</w:t>
      </w:r>
    </w:p>
    <w:p w:rsidR="007B6A46" w:rsidRDefault="007B6A46" w:rsidP="007B6A46">
      <w:r>
        <w:t>240.2269</w:t>
      </w:r>
      <w:r>
        <w:tab/>
        <w:t>2.025e0</w:t>
      </w:r>
    </w:p>
    <w:p w:rsidR="007B6A46" w:rsidRDefault="007B6A46" w:rsidP="007B6A46">
      <w:r>
        <w:t>240.2302</w:t>
      </w:r>
      <w:r>
        <w:tab/>
        <w:t>3.038e0</w:t>
      </w:r>
    </w:p>
    <w:p w:rsidR="007B6A46" w:rsidRDefault="007B6A46" w:rsidP="007B6A46">
      <w:r>
        <w:t>240.2363</w:t>
      </w:r>
      <w:r>
        <w:tab/>
        <w:t>2.025e0</w:t>
      </w:r>
    </w:p>
    <w:p w:rsidR="007B6A46" w:rsidRDefault="007B6A46" w:rsidP="007B6A46">
      <w:r>
        <w:t>240.2414</w:t>
      </w:r>
      <w:r>
        <w:tab/>
        <w:t>3.038e0</w:t>
      </w:r>
    </w:p>
    <w:p w:rsidR="007B6A46" w:rsidRDefault="007B6A46" w:rsidP="007B6A46">
      <w:r>
        <w:t>240.2653</w:t>
      </w:r>
      <w:r>
        <w:tab/>
        <w:t>2.025e0</w:t>
      </w:r>
    </w:p>
    <w:p w:rsidR="007B6A46" w:rsidRDefault="007B6A46" w:rsidP="007B6A46">
      <w:r>
        <w:t>240.2739</w:t>
      </w:r>
      <w:r>
        <w:tab/>
        <w:t>1.013e0</w:t>
      </w:r>
    </w:p>
    <w:p w:rsidR="007B6A46" w:rsidRDefault="007B6A46" w:rsidP="007B6A46">
      <w:r>
        <w:t>240.2900</w:t>
      </w:r>
      <w:r>
        <w:tab/>
        <w:t>1.013e0</w:t>
      </w:r>
    </w:p>
    <w:p w:rsidR="007B6A46" w:rsidRDefault="007B6A46" w:rsidP="007B6A46">
      <w:r>
        <w:t>240.2973</w:t>
      </w:r>
      <w:r>
        <w:tab/>
        <w:t>1.126e0</w:t>
      </w:r>
    </w:p>
    <w:p w:rsidR="007B6A46" w:rsidRDefault="007B6A46" w:rsidP="007B6A46">
      <w:r>
        <w:t>240.3157</w:t>
      </w:r>
      <w:r>
        <w:tab/>
        <w:t>1.013e0</w:t>
      </w:r>
    </w:p>
    <w:p w:rsidR="007B6A46" w:rsidRDefault="007B6A46" w:rsidP="007B6A46">
      <w:r>
        <w:t>240.3229</w:t>
      </w:r>
      <w:r>
        <w:tab/>
        <w:t>2.025e0</w:t>
      </w:r>
    </w:p>
    <w:p w:rsidR="007B6A46" w:rsidRDefault="007B6A46" w:rsidP="007B6A46">
      <w:r>
        <w:t>240.3846</w:t>
      </w:r>
      <w:r>
        <w:tab/>
        <w:t>1.013e0</w:t>
      </w:r>
    </w:p>
    <w:p w:rsidR="007B6A46" w:rsidRDefault="007B6A46" w:rsidP="007B6A46">
      <w:r>
        <w:t>240.4101</w:t>
      </w:r>
      <w:r>
        <w:tab/>
        <w:t>1.013e0</w:t>
      </w:r>
    </w:p>
    <w:p w:rsidR="007B6A46" w:rsidRDefault="007B6A46" w:rsidP="007B6A46">
      <w:r>
        <w:lastRenderedPageBreak/>
        <w:t>240.4224</w:t>
      </w:r>
      <w:r>
        <w:tab/>
        <w:t>2.025e0</w:t>
      </w:r>
    </w:p>
    <w:p w:rsidR="007B6A46" w:rsidRDefault="007B6A46" w:rsidP="007B6A46">
      <w:r>
        <w:t>240.4379</w:t>
      </w:r>
      <w:r>
        <w:tab/>
        <w:t>1.013e0</w:t>
      </w:r>
    </w:p>
    <w:p w:rsidR="007B6A46" w:rsidRDefault="007B6A46" w:rsidP="007B6A46">
      <w:r>
        <w:t>240.4596</w:t>
      </w:r>
      <w:r>
        <w:tab/>
        <w:t>1.013e0</w:t>
      </w:r>
    </w:p>
    <w:p w:rsidR="007B6A46" w:rsidRDefault="007B6A46" w:rsidP="007B6A46">
      <w:r>
        <w:t>240.5087</w:t>
      </w:r>
      <w:r>
        <w:tab/>
        <w:t>1.013e0</w:t>
      </w:r>
    </w:p>
    <w:p w:rsidR="007B6A46" w:rsidRDefault="007B6A46" w:rsidP="007B6A46">
      <w:r>
        <w:t>240.5176</w:t>
      </w:r>
      <w:r>
        <w:tab/>
        <w:t>1.013e0</w:t>
      </w:r>
    </w:p>
    <w:p w:rsidR="007B6A46" w:rsidRDefault="007B6A46" w:rsidP="007B6A46">
      <w:r>
        <w:t>240.5215</w:t>
      </w:r>
      <w:r>
        <w:tab/>
        <w:t>1.013e0</w:t>
      </w:r>
    </w:p>
    <w:p w:rsidR="007B6A46" w:rsidRDefault="007B6A46" w:rsidP="007B6A46">
      <w:r>
        <w:t>240.5541</w:t>
      </w:r>
      <w:r>
        <w:tab/>
        <w:t>2.025e0</w:t>
      </w:r>
    </w:p>
    <w:p w:rsidR="007B6A46" w:rsidRDefault="007B6A46" w:rsidP="007B6A46">
      <w:r>
        <w:t>240.5867</w:t>
      </w:r>
      <w:r>
        <w:tab/>
        <w:t>1.013e0</w:t>
      </w:r>
    </w:p>
    <w:p w:rsidR="007B6A46" w:rsidRDefault="007B6A46" w:rsidP="007B6A46">
      <w:r>
        <w:t>240.6239</w:t>
      </w:r>
      <w:r>
        <w:tab/>
        <w:t>1.013e0</w:t>
      </w:r>
    </w:p>
    <w:p w:rsidR="007B6A46" w:rsidRDefault="007B6A46" w:rsidP="007B6A46">
      <w:r>
        <w:t>240.7388</w:t>
      </w:r>
      <w:r>
        <w:tab/>
        <w:t>1.013e0</w:t>
      </w:r>
    </w:p>
    <w:p w:rsidR="007B6A46" w:rsidRDefault="007B6A46" w:rsidP="007B6A46">
      <w:r>
        <w:t>240.7766</w:t>
      </w:r>
      <w:r>
        <w:tab/>
        <w:t>1.013e0</w:t>
      </w:r>
    </w:p>
    <w:p w:rsidR="007B6A46" w:rsidRDefault="007B6A46" w:rsidP="007B6A46">
      <w:r>
        <w:t>240.8062</w:t>
      </w:r>
      <w:r>
        <w:tab/>
        <w:t>1.013e0</w:t>
      </w:r>
    </w:p>
    <w:p w:rsidR="007B6A46" w:rsidRDefault="007B6A46" w:rsidP="007B6A46">
      <w:r>
        <w:t>240.8105</w:t>
      </w:r>
      <w:r>
        <w:tab/>
        <w:t>1.013e0</w:t>
      </w:r>
    </w:p>
    <w:p w:rsidR="007B6A46" w:rsidRDefault="007B6A46" w:rsidP="007B6A46">
      <w:r>
        <w:t>240.8300</w:t>
      </w:r>
      <w:r>
        <w:tab/>
        <w:t>1.013e0</w:t>
      </w:r>
    </w:p>
    <w:p w:rsidR="007B6A46" w:rsidRDefault="007B6A46" w:rsidP="007B6A46">
      <w:r>
        <w:t>240.8467</w:t>
      </w:r>
      <w:r>
        <w:tab/>
        <w:t>1.013e0</w:t>
      </w:r>
    </w:p>
    <w:p w:rsidR="007B6A46" w:rsidRDefault="007B6A46" w:rsidP="007B6A46">
      <w:r>
        <w:t>240.8752</w:t>
      </w:r>
      <w:r>
        <w:tab/>
        <w:t>1.013e0</w:t>
      </w:r>
    </w:p>
    <w:p w:rsidR="007B6A46" w:rsidRDefault="007B6A46" w:rsidP="007B6A46">
      <w:r>
        <w:t>240.9129</w:t>
      </w:r>
      <w:r>
        <w:tab/>
        <w:t>1.013e0</w:t>
      </w:r>
    </w:p>
    <w:p w:rsidR="007B6A46" w:rsidRDefault="007B6A46" w:rsidP="007B6A46">
      <w:r>
        <w:t>240.9413</w:t>
      </w:r>
      <w:r>
        <w:tab/>
        <w:t>1.013e0</w:t>
      </w:r>
    </w:p>
    <w:p w:rsidR="007B6A46" w:rsidRDefault="007B6A46" w:rsidP="007B6A46">
      <w:r>
        <w:t>240.9493</w:t>
      </w:r>
      <w:r>
        <w:tab/>
        <w:t>2.025e0</w:t>
      </w:r>
    </w:p>
    <w:p w:rsidR="007B6A46" w:rsidRDefault="007B6A46" w:rsidP="007B6A46">
      <w:r>
        <w:lastRenderedPageBreak/>
        <w:t>240.9627</w:t>
      </w:r>
      <w:r>
        <w:tab/>
        <w:t>1.013e0</w:t>
      </w:r>
    </w:p>
    <w:p w:rsidR="007B6A46" w:rsidRDefault="007B6A46" w:rsidP="007B6A46">
      <w:r>
        <w:t>240.9991</w:t>
      </w:r>
      <w:r>
        <w:tab/>
        <w:t>2.025e0</w:t>
      </w:r>
    </w:p>
    <w:p w:rsidR="007B6A46" w:rsidRDefault="007B6A46" w:rsidP="007B6A46">
      <w:r>
        <w:t>241.0038</w:t>
      </w:r>
      <w:r>
        <w:tab/>
        <w:t>2.025e0</w:t>
      </w:r>
    </w:p>
    <w:p w:rsidR="007B6A46" w:rsidRDefault="007B6A46" w:rsidP="007B6A46">
      <w:r>
        <w:t>241.0142</w:t>
      </w:r>
      <w:r>
        <w:tab/>
        <w:t>2.025e0</w:t>
      </w:r>
    </w:p>
    <w:p w:rsidR="007B6A46" w:rsidRDefault="007B6A46" w:rsidP="007B6A46">
      <w:r>
        <w:t>241.0201</w:t>
      </w:r>
      <w:r>
        <w:tab/>
        <w:t>2.025e0</w:t>
      </w:r>
    </w:p>
    <w:p w:rsidR="007B6A46" w:rsidRDefault="007B6A46" w:rsidP="007B6A46">
      <w:r>
        <w:t>241.0265</w:t>
      </w:r>
      <w:r>
        <w:tab/>
        <w:t>3.038e0</w:t>
      </w:r>
    </w:p>
    <w:p w:rsidR="007B6A46" w:rsidRDefault="007B6A46" w:rsidP="007B6A46">
      <w:r>
        <w:t>241.0321</w:t>
      </w:r>
      <w:r>
        <w:tab/>
        <w:t>2.025e0</w:t>
      </w:r>
    </w:p>
    <w:p w:rsidR="007B6A46" w:rsidRDefault="007B6A46" w:rsidP="007B6A46">
      <w:r>
        <w:t>241.0437</w:t>
      </w:r>
      <w:r>
        <w:tab/>
        <w:t>3.038e0</w:t>
      </w:r>
    </w:p>
    <w:p w:rsidR="007B6A46" w:rsidRDefault="007B6A46" w:rsidP="007B6A46">
      <w:r>
        <w:t>241.0491</w:t>
      </w:r>
      <w:r>
        <w:tab/>
        <w:t>1.013e0</w:t>
      </w:r>
    </w:p>
    <w:p w:rsidR="007B6A46" w:rsidRDefault="007B6A46" w:rsidP="007B6A46">
      <w:r>
        <w:t>241.0557</w:t>
      </w:r>
      <w:r>
        <w:tab/>
        <w:t>2.025e0</w:t>
      </w:r>
    </w:p>
    <w:p w:rsidR="007B6A46" w:rsidRDefault="007B6A46" w:rsidP="007B6A46">
      <w:r>
        <w:t>241.0692</w:t>
      </w:r>
      <w:r>
        <w:tab/>
        <w:t>1.013e0</w:t>
      </w:r>
    </w:p>
    <w:p w:rsidR="007B6A46" w:rsidRDefault="007B6A46" w:rsidP="007B6A46">
      <w:r>
        <w:t>241.0808</w:t>
      </w:r>
      <w:r>
        <w:tab/>
        <w:t>1.013e0</w:t>
      </w:r>
    </w:p>
    <w:p w:rsidR="007B6A46" w:rsidRDefault="007B6A46" w:rsidP="007B6A46">
      <w:r>
        <w:t>241.0897</w:t>
      </w:r>
      <w:r>
        <w:tab/>
        <w:t>1.013e0</w:t>
      </w:r>
    </w:p>
    <w:p w:rsidR="007B6A46" w:rsidRDefault="007B6A46" w:rsidP="007B6A46">
      <w:r>
        <w:t>241.1034</w:t>
      </w:r>
      <w:r>
        <w:tab/>
        <w:t>1.013e0</w:t>
      </w:r>
    </w:p>
    <w:p w:rsidR="007B6A46" w:rsidRDefault="007B6A46" w:rsidP="007B6A46">
      <w:r>
        <w:t>241.1442</w:t>
      </w:r>
      <w:r>
        <w:tab/>
        <w:t>1.013e0</w:t>
      </w:r>
    </w:p>
    <w:p w:rsidR="007B6A46" w:rsidRDefault="007B6A46" w:rsidP="007B6A46">
      <w:r>
        <w:t>241.1483</w:t>
      </w:r>
      <w:r>
        <w:tab/>
        <w:t>1.013e0</w:t>
      </w:r>
    </w:p>
    <w:p w:rsidR="007B6A46" w:rsidRDefault="007B6A46" w:rsidP="007B6A46">
      <w:r>
        <w:t>241.1721</w:t>
      </w:r>
      <w:r>
        <w:tab/>
        <w:t>2.025e0</w:t>
      </w:r>
    </w:p>
    <w:p w:rsidR="007B6A46" w:rsidRDefault="007B6A46" w:rsidP="007B6A46">
      <w:r>
        <w:t>241.1802</w:t>
      </w:r>
      <w:r>
        <w:tab/>
        <w:t>1.013e0</w:t>
      </w:r>
    </w:p>
    <w:p w:rsidR="007B6A46" w:rsidRDefault="007B6A46" w:rsidP="007B6A46">
      <w:r>
        <w:t>241.2176</w:t>
      </w:r>
      <w:r>
        <w:tab/>
        <w:t>1.013e0</w:t>
      </w:r>
    </w:p>
    <w:p w:rsidR="007B6A46" w:rsidRDefault="007B6A46" w:rsidP="007B6A46">
      <w:r>
        <w:lastRenderedPageBreak/>
        <w:t>241.2434</w:t>
      </w:r>
      <w:r>
        <w:tab/>
        <w:t>1.013e0</w:t>
      </w:r>
    </w:p>
    <w:p w:rsidR="007B6A46" w:rsidRDefault="007B6A46" w:rsidP="007B6A46">
      <w:r>
        <w:t>241.2636</w:t>
      </w:r>
      <w:r>
        <w:tab/>
        <w:t>1.013e0</w:t>
      </w:r>
    </w:p>
    <w:p w:rsidR="007B6A46" w:rsidRDefault="007B6A46" w:rsidP="007B6A46">
      <w:r>
        <w:t>241.2710</w:t>
      </w:r>
      <w:r>
        <w:tab/>
        <w:t>2.025e0</w:t>
      </w:r>
    </w:p>
    <w:p w:rsidR="007B6A46" w:rsidRDefault="007B6A46" w:rsidP="007B6A46">
      <w:r>
        <w:t>241.3131</w:t>
      </w:r>
      <w:r>
        <w:tab/>
        <w:t>1.013e0</w:t>
      </w:r>
    </w:p>
    <w:p w:rsidR="007B6A46" w:rsidRDefault="007B6A46" w:rsidP="007B6A46">
      <w:r>
        <w:t>241.3704</w:t>
      </w:r>
      <w:r>
        <w:tab/>
        <w:t>1.013e0</w:t>
      </w:r>
    </w:p>
    <w:p w:rsidR="007B6A46" w:rsidRDefault="007B6A46" w:rsidP="007B6A46">
      <w:r>
        <w:t>241.3785</w:t>
      </w:r>
      <w:r>
        <w:tab/>
        <w:t>2.025e0</w:t>
      </w:r>
    </w:p>
    <w:p w:rsidR="007B6A46" w:rsidRDefault="007B6A46" w:rsidP="007B6A46">
      <w:r>
        <w:t>241.4459</w:t>
      </w:r>
      <w:r>
        <w:tab/>
        <w:t>1.013e0</w:t>
      </w:r>
    </w:p>
    <w:p w:rsidR="007B6A46" w:rsidRDefault="007B6A46" w:rsidP="007B6A46">
      <w:r>
        <w:t>241.4689</w:t>
      </w:r>
      <w:r>
        <w:tab/>
        <w:t>1.013e0</w:t>
      </w:r>
    </w:p>
    <w:p w:rsidR="007B6A46" w:rsidRDefault="007B6A46" w:rsidP="007B6A46">
      <w:r>
        <w:t>241.5257</w:t>
      </w:r>
      <w:r>
        <w:tab/>
        <w:t>2.025e0</w:t>
      </w:r>
    </w:p>
    <w:p w:rsidR="007B6A46" w:rsidRDefault="007B6A46" w:rsidP="007B6A46">
      <w:r>
        <w:t>241.5364</w:t>
      </w:r>
      <w:r>
        <w:tab/>
        <w:t>2.025e0</w:t>
      </w:r>
    </w:p>
    <w:p w:rsidR="007B6A46" w:rsidRDefault="007B6A46" w:rsidP="007B6A46">
      <w:r>
        <w:t>241.5488</w:t>
      </w:r>
      <w:r>
        <w:tab/>
        <w:t>1.013e0</w:t>
      </w:r>
    </w:p>
    <w:p w:rsidR="007B6A46" w:rsidRDefault="007B6A46" w:rsidP="007B6A46">
      <w:r>
        <w:t>241.5944</w:t>
      </w:r>
      <w:r>
        <w:tab/>
        <w:t>1.013e0</w:t>
      </w:r>
    </w:p>
    <w:p w:rsidR="007B6A46" w:rsidRDefault="007B6A46" w:rsidP="007B6A46">
      <w:r>
        <w:t>241.6225</w:t>
      </w:r>
      <w:r>
        <w:tab/>
        <w:t>1.013e0</w:t>
      </w:r>
    </w:p>
    <w:p w:rsidR="007B6A46" w:rsidRDefault="007B6A46" w:rsidP="007B6A46">
      <w:r>
        <w:t>241.6316</w:t>
      </w:r>
      <w:r>
        <w:tab/>
        <w:t>1.013e0</w:t>
      </w:r>
    </w:p>
    <w:p w:rsidR="007B6A46" w:rsidRDefault="007B6A46" w:rsidP="007B6A46">
      <w:r>
        <w:t>241.6439</w:t>
      </w:r>
      <w:r>
        <w:tab/>
        <w:t>1.013e0</w:t>
      </w:r>
    </w:p>
    <w:p w:rsidR="007B6A46" w:rsidRDefault="007B6A46" w:rsidP="007B6A46">
      <w:r>
        <w:t>241.7032</w:t>
      </w:r>
      <w:r>
        <w:tab/>
        <w:t>2.025e0</w:t>
      </w:r>
    </w:p>
    <w:p w:rsidR="007B6A46" w:rsidRDefault="007B6A46" w:rsidP="007B6A46">
      <w:r>
        <w:t>241.7052</w:t>
      </w:r>
      <w:r>
        <w:tab/>
        <w:t>1.013e0</w:t>
      </w:r>
    </w:p>
    <w:p w:rsidR="007B6A46" w:rsidRDefault="007B6A46" w:rsidP="007B6A46">
      <w:r>
        <w:t>241.7184</w:t>
      </w:r>
      <w:r>
        <w:tab/>
        <w:t>2.025e0</w:t>
      </w:r>
    </w:p>
    <w:p w:rsidR="007B6A46" w:rsidRDefault="007B6A46" w:rsidP="007B6A46">
      <w:r>
        <w:t>241.7803</w:t>
      </w:r>
      <w:r>
        <w:tab/>
        <w:t>1.013e0</w:t>
      </w:r>
    </w:p>
    <w:p w:rsidR="007B6A46" w:rsidRDefault="007B6A46" w:rsidP="007B6A46">
      <w:r>
        <w:lastRenderedPageBreak/>
        <w:t>241.7964</w:t>
      </w:r>
      <w:r>
        <w:tab/>
        <w:t>1.013e0</w:t>
      </w:r>
    </w:p>
    <w:p w:rsidR="007B6A46" w:rsidRDefault="007B6A46" w:rsidP="007B6A46">
      <w:r>
        <w:t>241.8380</w:t>
      </w:r>
      <w:r>
        <w:tab/>
        <w:t>1.013e0</w:t>
      </w:r>
    </w:p>
    <w:p w:rsidR="007B6A46" w:rsidRDefault="007B6A46" w:rsidP="007B6A46">
      <w:r>
        <w:t>241.8575</w:t>
      </w:r>
      <w:r>
        <w:tab/>
        <w:t>1.013e0</w:t>
      </w:r>
    </w:p>
    <w:p w:rsidR="007B6A46" w:rsidRDefault="007B6A46" w:rsidP="007B6A46">
      <w:r>
        <w:t>241.8798</w:t>
      </w:r>
      <w:r>
        <w:tab/>
        <w:t>1.013e0</w:t>
      </w:r>
    </w:p>
    <w:p w:rsidR="007B6A46" w:rsidRDefault="007B6A46" w:rsidP="007B6A46">
      <w:r>
        <w:t>241.8833</w:t>
      </w:r>
      <w:r>
        <w:tab/>
        <w:t>1.013e0</w:t>
      </w:r>
    </w:p>
    <w:p w:rsidR="007B6A46" w:rsidRDefault="007B6A46" w:rsidP="007B6A46">
      <w:r>
        <w:t>241.8875</w:t>
      </w:r>
      <w:r>
        <w:tab/>
        <w:t>1.013e0</w:t>
      </w:r>
    </w:p>
    <w:p w:rsidR="007B6A46" w:rsidRDefault="007B6A46" w:rsidP="007B6A46">
      <w:r>
        <w:t>241.9293</w:t>
      </w:r>
      <w:r>
        <w:tab/>
        <w:t>1.013e0</w:t>
      </w:r>
    </w:p>
    <w:p w:rsidR="007B6A46" w:rsidRDefault="007B6A46" w:rsidP="007B6A46">
      <w:r>
        <w:t>241.9371</w:t>
      </w:r>
      <w:r>
        <w:tab/>
        <w:t>1.013e0</w:t>
      </w:r>
    </w:p>
    <w:p w:rsidR="007B6A46" w:rsidRDefault="007B6A46" w:rsidP="007B6A46">
      <w:r>
        <w:t>241.9446</w:t>
      </w:r>
      <w:r>
        <w:tab/>
        <w:t>1.013e0</w:t>
      </w:r>
    </w:p>
    <w:p w:rsidR="007B6A46" w:rsidRDefault="007B6A46" w:rsidP="007B6A46">
      <w:r>
        <w:t>241.9706</w:t>
      </w:r>
      <w:r>
        <w:tab/>
        <w:t>1.013e0</w:t>
      </w:r>
    </w:p>
    <w:p w:rsidR="007B6A46" w:rsidRDefault="007B6A46" w:rsidP="007B6A46">
      <w:r>
        <w:t>242.0173</w:t>
      </w:r>
      <w:r>
        <w:tab/>
        <w:t>2.127e1</w:t>
      </w:r>
    </w:p>
    <w:p w:rsidR="007B6A46" w:rsidRDefault="007B6A46" w:rsidP="007B6A46">
      <w:r>
        <w:t>242.0238</w:t>
      </w:r>
      <w:r>
        <w:tab/>
        <w:t>2.486e1</w:t>
      </w:r>
    </w:p>
    <w:p w:rsidR="007B6A46" w:rsidRDefault="007B6A46" w:rsidP="007B6A46">
      <w:r>
        <w:t>242.0267</w:t>
      </w:r>
      <w:r>
        <w:tab/>
        <w:t>4.148e1</w:t>
      </w:r>
    </w:p>
    <w:p w:rsidR="007B6A46" w:rsidRDefault="007B6A46" w:rsidP="007B6A46">
      <w:r>
        <w:t>242.0306</w:t>
      </w:r>
      <w:r>
        <w:tab/>
        <w:t>1.316e1</w:t>
      </w:r>
    </w:p>
    <w:p w:rsidR="007B6A46" w:rsidRDefault="007B6A46" w:rsidP="007B6A46">
      <w:r>
        <w:t>242.0775</w:t>
      </w:r>
      <w:r>
        <w:tab/>
        <w:t>1.013e0</w:t>
      </w:r>
    </w:p>
    <w:p w:rsidR="007B6A46" w:rsidRDefault="007B6A46" w:rsidP="007B6A46">
      <w:r>
        <w:t>242.0936</w:t>
      </w:r>
      <w:r>
        <w:tab/>
        <w:t>1.013e0</w:t>
      </w:r>
    </w:p>
    <w:p w:rsidR="007B6A46" w:rsidRDefault="007B6A46" w:rsidP="007B6A46">
      <w:r>
        <w:t>242.1149</w:t>
      </w:r>
      <w:r>
        <w:tab/>
        <w:t>1.013e0</w:t>
      </w:r>
    </w:p>
    <w:p w:rsidR="007B6A46" w:rsidRDefault="007B6A46" w:rsidP="007B6A46">
      <w:r>
        <w:t>242.1231</w:t>
      </w:r>
      <w:r>
        <w:tab/>
        <w:t>1.013e0</w:t>
      </w:r>
    </w:p>
    <w:p w:rsidR="007B6A46" w:rsidRDefault="007B6A46" w:rsidP="007B6A46">
      <w:r>
        <w:t>242.1393</w:t>
      </w:r>
      <w:r>
        <w:tab/>
        <w:t>1.013e0</w:t>
      </w:r>
    </w:p>
    <w:p w:rsidR="007B6A46" w:rsidRDefault="007B6A46" w:rsidP="007B6A46">
      <w:r>
        <w:lastRenderedPageBreak/>
        <w:t>242.1427</w:t>
      </w:r>
      <w:r>
        <w:tab/>
        <w:t>1.013e0</w:t>
      </w:r>
    </w:p>
    <w:p w:rsidR="007B6A46" w:rsidRDefault="007B6A46" w:rsidP="007B6A46">
      <w:r>
        <w:t>242.1477</w:t>
      </w:r>
      <w:r>
        <w:tab/>
        <w:t>3.038e0</w:t>
      </w:r>
    </w:p>
    <w:p w:rsidR="007B6A46" w:rsidRDefault="007B6A46" w:rsidP="007B6A46">
      <w:r>
        <w:t>242.1669</w:t>
      </w:r>
      <w:r>
        <w:tab/>
        <w:t>2.025e0</w:t>
      </w:r>
    </w:p>
    <w:p w:rsidR="007B6A46" w:rsidRDefault="007B6A46" w:rsidP="007B6A46">
      <w:r>
        <w:t>242.1711</w:t>
      </w:r>
      <w:r>
        <w:tab/>
        <w:t>4.051e0</w:t>
      </w:r>
    </w:p>
    <w:p w:rsidR="007B6A46" w:rsidRDefault="007B6A46" w:rsidP="007B6A46">
      <w:r>
        <w:t>242.1724</w:t>
      </w:r>
      <w:r>
        <w:tab/>
        <w:t>2.025e0</w:t>
      </w:r>
    </w:p>
    <w:p w:rsidR="007B6A46" w:rsidRDefault="007B6A46" w:rsidP="007B6A46">
      <w:r>
        <w:t>242.1766</w:t>
      </w:r>
      <w:r>
        <w:tab/>
        <w:t>1.013e0</w:t>
      </w:r>
    </w:p>
    <w:p w:rsidR="007B6A46" w:rsidRDefault="007B6A46" w:rsidP="007B6A46">
      <w:r>
        <w:t>242.2058</w:t>
      </w:r>
      <w:r>
        <w:tab/>
        <w:t>1.013e0</w:t>
      </w:r>
    </w:p>
    <w:p w:rsidR="007B6A46" w:rsidRDefault="007B6A46" w:rsidP="007B6A46">
      <w:r>
        <w:t>242.2095</w:t>
      </w:r>
      <w:r>
        <w:tab/>
        <w:t>2.025e0</w:t>
      </w:r>
    </w:p>
    <w:p w:rsidR="007B6A46" w:rsidRDefault="007B6A46" w:rsidP="007B6A46">
      <w:r>
        <w:t>242.2122</w:t>
      </w:r>
      <w:r>
        <w:tab/>
        <w:t>2.025e0</w:t>
      </w:r>
    </w:p>
    <w:p w:rsidR="007B6A46" w:rsidRDefault="007B6A46" w:rsidP="007B6A46">
      <w:r>
        <w:t>242.2187</w:t>
      </w:r>
      <w:r>
        <w:tab/>
        <w:t>1.013e0</w:t>
      </w:r>
    </w:p>
    <w:p w:rsidR="007B6A46" w:rsidRDefault="007B6A46" w:rsidP="007B6A46">
      <w:r>
        <w:t>242.2342</w:t>
      </w:r>
      <w:r>
        <w:tab/>
        <w:t>3.038e0</w:t>
      </w:r>
    </w:p>
    <w:p w:rsidR="007B6A46" w:rsidRDefault="007B6A46" w:rsidP="007B6A46">
      <w:r>
        <w:t>242.2512</w:t>
      </w:r>
      <w:r>
        <w:tab/>
        <w:t>1.221e0</w:t>
      </w:r>
    </w:p>
    <w:p w:rsidR="007B6A46" w:rsidRDefault="007B6A46" w:rsidP="007B6A46">
      <w:r>
        <w:t>242.2830</w:t>
      </w:r>
      <w:r>
        <w:tab/>
        <w:t>1.316e1</w:t>
      </w:r>
    </w:p>
    <w:p w:rsidR="007B6A46" w:rsidRDefault="007B6A46" w:rsidP="007B6A46">
      <w:r>
        <w:t>242.2841</w:t>
      </w:r>
      <w:r>
        <w:tab/>
        <w:t>1.316e1</w:t>
      </w:r>
    </w:p>
    <w:p w:rsidR="007B6A46" w:rsidRDefault="007B6A46" w:rsidP="007B6A46">
      <w:r>
        <w:t>242.2868</w:t>
      </w:r>
      <w:r>
        <w:tab/>
        <w:t>1.823e1</w:t>
      </w:r>
    </w:p>
    <w:p w:rsidR="007B6A46" w:rsidRDefault="007B6A46" w:rsidP="007B6A46">
      <w:r>
        <w:t>242.2894</w:t>
      </w:r>
      <w:r>
        <w:tab/>
        <w:t>9.114e0</w:t>
      </w:r>
    </w:p>
    <w:p w:rsidR="007B6A46" w:rsidRDefault="007B6A46" w:rsidP="007B6A46">
      <w:r>
        <w:t>242.2923</w:t>
      </w:r>
      <w:r>
        <w:tab/>
        <w:t>1.418e1</w:t>
      </w:r>
    </w:p>
    <w:p w:rsidR="007B6A46" w:rsidRDefault="007B6A46" w:rsidP="007B6A46">
      <w:r>
        <w:t>242.3291</w:t>
      </w:r>
      <w:r>
        <w:tab/>
        <w:t>2.025e0</w:t>
      </w:r>
    </w:p>
    <w:p w:rsidR="007B6A46" w:rsidRDefault="007B6A46" w:rsidP="007B6A46">
      <w:r>
        <w:t>242.3634</w:t>
      </w:r>
      <w:r>
        <w:tab/>
        <w:t>1.013e0</w:t>
      </w:r>
    </w:p>
    <w:p w:rsidR="007B6A46" w:rsidRDefault="007B6A46" w:rsidP="007B6A46">
      <w:r>
        <w:lastRenderedPageBreak/>
        <w:t>242.3824</w:t>
      </w:r>
      <w:r>
        <w:tab/>
        <w:t>4.051e0</w:t>
      </w:r>
    </w:p>
    <w:p w:rsidR="007B6A46" w:rsidRDefault="007B6A46" w:rsidP="007B6A46">
      <w:r>
        <w:t>242.3866</w:t>
      </w:r>
      <w:r>
        <w:tab/>
        <w:t>1.013e0</w:t>
      </w:r>
    </w:p>
    <w:p w:rsidR="007B6A46" w:rsidRDefault="007B6A46" w:rsidP="007B6A46">
      <w:r>
        <w:t>242.4409</w:t>
      </w:r>
      <w:r>
        <w:tab/>
        <w:t>1.013e0</w:t>
      </w:r>
    </w:p>
    <w:p w:rsidR="007B6A46" w:rsidRDefault="007B6A46" w:rsidP="007B6A46">
      <w:r>
        <w:t>242.4680</w:t>
      </w:r>
      <w:r>
        <w:tab/>
        <w:t>2.025e0</w:t>
      </w:r>
    </w:p>
    <w:p w:rsidR="007B6A46" w:rsidRDefault="007B6A46" w:rsidP="007B6A46">
      <w:r>
        <w:t>242.4704</w:t>
      </w:r>
      <w:r>
        <w:tab/>
        <w:t>1.013e0</w:t>
      </w:r>
    </w:p>
    <w:p w:rsidR="007B6A46" w:rsidRDefault="007B6A46" w:rsidP="007B6A46">
      <w:r>
        <w:t>242.4744</w:t>
      </w:r>
      <w:r>
        <w:tab/>
        <w:t>1.013e0</w:t>
      </w:r>
    </w:p>
    <w:p w:rsidR="007B6A46" w:rsidRDefault="007B6A46" w:rsidP="007B6A46">
      <w:r>
        <w:t>242.5002</w:t>
      </w:r>
      <w:r>
        <w:tab/>
        <w:t>1.013e0</w:t>
      </w:r>
    </w:p>
    <w:p w:rsidR="007B6A46" w:rsidRDefault="007B6A46" w:rsidP="007B6A46">
      <w:r>
        <w:t>242.5082</w:t>
      </w:r>
      <w:r>
        <w:tab/>
        <w:t>1.013e0</w:t>
      </w:r>
    </w:p>
    <w:p w:rsidR="007B6A46" w:rsidRDefault="007B6A46" w:rsidP="007B6A46">
      <w:r>
        <w:t>242.5361</w:t>
      </w:r>
      <w:r>
        <w:tab/>
        <w:t>1.013e0</w:t>
      </w:r>
    </w:p>
    <w:p w:rsidR="007B6A46" w:rsidRDefault="007B6A46" w:rsidP="007B6A46">
      <w:r>
        <w:t>242.5512</w:t>
      </w:r>
      <w:r>
        <w:tab/>
        <w:t>2.025e0</w:t>
      </w:r>
    </w:p>
    <w:p w:rsidR="007B6A46" w:rsidRDefault="007B6A46" w:rsidP="007B6A46">
      <w:r>
        <w:t>242.5653</w:t>
      </w:r>
      <w:r>
        <w:tab/>
        <w:t>1.013e0</w:t>
      </w:r>
    </w:p>
    <w:p w:rsidR="007B6A46" w:rsidRDefault="007B6A46" w:rsidP="007B6A46">
      <w:r>
        <w:t>242.5866</w:t>
      </w:r>
      <w:r>
        <w:tab/>
        <w:t>2.025e0</w:t>
      </w:r>
    </w:p>
    <w:p w:rsidR="007B6A46" w:rsidRDefault="007B6A46" w:rsidP="007B6A46">
      <w:r>
        <w:t>242.6069</w:t>
      </w:r>
      <w:r>
        <w:tab/>
        <w:t>2.025e0</w:t>
      </w:r>
    </w:p>
    <w:p w:rsidR="007B6A46" w:rsidRDefault="007B6A46" w:rsidP="007B6A46">
      <w:r>
        <w:t>242.6271</w:t>
      </w:r>
      <w:r>
        <w:tab/>
        <w:t>1.013e0</w:t>
      </w:r>
    </w:p>
    <w:p w:rsidR="007B6A46" w:rsidRDefault="007B6A46" w:rsidP="007B6A46">
      <w:r>
        <w:t>242.7359</w:t>
      </w:r>
      <w:r>
        <w:tab/>
        <w:t>1.013e0</w:t>
      </w:r>
    </w:p>
    <w:p w:rsidR="007B6A46" w:rsidRDefault="007B6A46" w:rsidP="007B6A46">
      <w:r>
        <w:t>242.7443</w:t>
      </w:r>
      <w:r>
        <w:tab/>
        <w:t>1.013e0</w:t>
      </w:r>
    </w:p>
    <w:p w:rsidR="007B6A46" w:rsidRDefault="007B6A46" w:rsidP="007B6A46">
      <w:r>
        <w:t>242.7478</w:t>
      </w:r>
      <w:r>
        <w:tab/>
        <w:t>2.025e0</w:t>
      </w:r>
    </w:p>
    <w:p w:rsidR="007B6A46" w:rsidRDefault="007B6A46" w:rsidP="007B6A46">
      <w:r>
        <w:t>242.8131</w:t>
      </w:r>
      <w:r>
        <w:tab/>
        <w:t>1.013e0</w:t>
      </w:r>
    </w:p>
    <w:p w:rsidR="007B6A46" w:rsidRDefault="007B6A46" w:rsidP="007B6A46">
      <w:r>
        <w:t>242.8807</w:t>
      </w:r>
      <w:r>
        <w:tab/>
        <w:t>1.013e0</w:t>
      </w:r>
    </w:p>
    <w:p w:rsidR="007B6A46" w:rsidRDefault="007B6A46" w:rsidP="007B6A46">
      <w:r>
        <w:lastRenderedPageBreak/>
        <w:t>242.9006</w:t>
      </w:r>
      <w:r>
        <w:tab/>
        <w:t>1.013e0</w:t>
      </w:r>
    </w:p>
    <w:p w:rsidR="007B6A46" w:rsidRDefault="007B6A46" w:rsidP="007B6A46">
      <w:r>
        <w:t>242.9346</w:t>
      </w:r>
      <w:r>
        <w:tab/>
        <w:t>2.025e0</w:t>
      </w:r>
    </w:p>
    <w:p w:rsidR="007B6A46" w:rsidRDefault="007B6A46" w:rsidP="007B6A46">
      <w:r>
        <w:t>242.9617</w:t>
      </w:r>
      <w:r>
        <w:tab/>
        <w:t>2.025e0</w:t>
      </w:r>
    </w:p>
    <w:p w:rsidR="007B6A46" w:rsidRDefault="007B6A46" w:rsidP="007B6A46">
      <w:r>
        <w:t>242.9879</w:t>
      </w:r>
      <w:r>
        <w:tab/>
        <w:t>1.013e0</w:t>
      </w:r>
    </w:p>
    <w:p w:rsidR="007B6A46" w:rsidRDefault="007B6A46" w:rsidP="007B6A46">
      <w:r>
        <w:t>243.0127</w:t>
      </w:r>
      <w:r>
        <w:tab/>
        <w:t>2.025e0</w:t>
      </w:r>
    </w:p>
    <w:p w:rsidR="007B6A46" w:rsidRDefault="007B6A46" w:rsidP="007B6A46">
      <w:r>
        <w:t>243.0264</w:t>
      </w:r>
      <w:r>
        <w:tab/>
        <w:t>7.089e0</w:t>
      </w:r>
    </w:p>
    <w:p w:rsidR="007B6A46" w:rsidRDefault="007B6A46" w:rsidP="007B6A46">
      <w:r>
        <w:t>243.0278</w:t>
      </w:r>
      <w:r>
        <w:tab/>
        <w:t>4.051e0</w:t>
      </w:r>
    </w:p>
    <w:p w:rsidR="007B6A46" w:rsidRDefault="007B6A46" w:rsidP="007B6A46">
      <w:r>
        <w:t>243.0644</w:t>
      </w:r>
      <w:r>
        <w:tab/>
        <w:t>2.025e0</w:t>
      </w:r>
    </w:p>
    <w:p w:rsidR="007B6A46" w:rsidRDefault="007B6A46" w:rsidP="007B6A46">
      <w:r>
        <w:t>243.0717</w:t>
      </w:r>
      <w:r>
        <w:tab/>
        <w:t>1.013e0</w:t>
      </w:r>
    </w:p>
    <w:p w:rsidR="007B6A46" w:rsidRDefault="007B6A46" w:rsidP="007B6A46">
      <w:r>
        <w:t>243.0915</w:t>
      </w:r>
      <w:r>
        <w:tab/>
        <w:t>1.013e0</w:t>
      </w:r>
    </w:p>
    <w:p w:rsidR="007B6A46" w:rsidRDefault="007B6A46" w:rsidP="007B6A46">
      <w:r>
        <w:t>243.1095</w:t>
      </w:r>
      <w:r>
        <w:tab/>
        <w:t>3.038e0</w:t>
      </w:r>
    </w:p>
    <w:p w:rsidR="007B6A46" w:rsidRDefault="007B6A46" w:rsidP="007B6A46">
      <w:r>
        <w:t>243.1116</w:t>
      </w:r>
      <w:r>
        <w:tab/>
        <w:t>4.051e0</w:t>
      </w:r>
    </w:p>
    <w:p w:rsidR="007B6A46" w:rsidRDefault="007B6A46" w:rsidP="007B6A46">
      <w:r>
        <w:t>243.1215</w:t>
      </w:r>
      <w:r>
        <w:tab/>
        <w:t>1.013e0</w:t>
      </w:r>
    </w:p>
    <w:p w:rsidR="007B6A46" w:rsidRDefault="007B6A46" w:rsidP="007B6A46">
      <w:r>
        <w:t>243.1411</w:t>
      </w:r>
      <w:r>
        <w:tab/>
        <w:t>2.025e0</w:t>
      </w:r>
    </w:p>
    <w:p w:rsidR="007B6A46" w:rsidRDefault="007B6A46" w:rsidP="007B6A46">
      <w:r>
        <w:t>243.1531</w:t>
      </w:r>
      <w:r>
        <w:tab/>
        <w:t>1.013e0</w:t>
      </w:r>
    </w:p>
    <w:p w:rsidR="007B6A46" w:rsidRDefault="007B6A46" w:rsidP="007B6A46">
      <w:r>
        <w:t>243.1626</w:t>
      </w:r>
      <w:r>
        <w:tab/>
        <w:t>1.013e0</w:t>
      </w:r>
    </w:p>
    <w:p w:rsidR="007B6A46" w:rsidRDefault="007B6A46" w:rsidP="007B6A46">
      <w:r>
        <w:t>243.1785</w:t>
      </w:r>
      <w:r>
        <w:tab/>
        <w:t>2.025e0</w:t>
      </w:r>
    </w:p>
    <w:p w:rsidR="007B6A46" w:rsidRDefault="007B6A46" w:rsidP="007B6A46">
      <w:r>
        <w:t>243.1868</w:t>
      </w:r>
      <w:r>
        <w:tab/>
        <w:t>1.013e0</w:t>
      </w:r>
    </w:p>
    <w:p w:rsidR="007B6A46" w:rsidRDefault="007B6A46" w:rsidP="007B6A46">
      <w:r>
        <w:t>243.2080</w:t>
      </w:r>
      <w:r>
        <w:tab/>
        <w:t>2.025e0</w:t>
      </w:r>
    </w:p>
    <w:p w:rsidR="007B6A46" w:rsidRDefault="007B6A46" w:rsidP="007B6A46">
      <w:r>
        <w:lastRenderedPageBreak/>
        <w:t>243.2164</w:t>
      </w:r>
      <w:r>
        <w:tab/>
        <w:t>1.013e0</w:t>
      </w:r>
    </w:p>
    <w:p w:rsidR="007B6A46" w:rsidRDefault="007B6A46" w:rsidP="007B6A46">
      <w:r>
        <w:t>243.2530</w:t>
      </w:r>
      <w:r>
        <w:tab/>
        <w:t>1.013e0</w:t>
      </w:r>
    </w:p>
    <w:p w:rsidR="007B6A46" w:rsidRDefault="007B6A46" w:rsidP="007B6A46">
      <w:r>
        <w:t>243.2574</w:t>
      </w:r>
      <w:r>
        <w:tab/>
        <w:t>2.025e0</w:t>
      </w:r>
    </w:p>
    <w:p w:rsidR="007B6A46" w:rsidRDefault="007B6A46" w:rsidP="007B6A46">
      <w:r>
        <w:t>243.2861</w:t>
      </w:r>
      <w:r>
        <w:tab/>
        <w:t>3.038e0</w:t>
      </w:r>
    </w:p>
    <w:p w:rsidR="007B6A46" w:rsidRDefault="007B6A46" w:rsidP="007B6A46">
      <w:r>
        <w:t>243.2907</w:t>
      </w:r>
      <w:r>
        <w:tab/>
        <w:t>4.051e0</w:t>
      </w:r>
    </w:p>
    <w:p w:rsidR="007B6A46" w:rsidRDefault="007B6A46" w:rsidP="007B6A46">
      <w:r>
        <w:t>243.2962</w:t>
      </w:r>
      <w:r>
        <w:tab/>
        <w:t>6.076e0</w:t>
      </w:r>
    </w:p>
    <w:p w:rsidR="007B6A46" w:rsidRDefault="007B6A46" w:rsidP="007B6A46">
      <w:r>
        <w:t>243.3121</w:t>
      </w:r>
      <w:r>
        <w:tab/>
        <w:t>1.013e0</w:t>
      </w:r>
    </w:p>
    <w:p w:rsidR="007B6A46" w:rsidRDefault="007B6A46" w:rsidP="007B6A46">
      <w:r>
        <w:t>243.4030</w:t>
      </w:r>
      <w:r>
        <w:tab/>
        <w:t>1.013e0</w:t>
      </w:r>
    </w:p>
    <w:p w:rsidR="007B6A46" w:rsidRDefault="007B6A46" w:rsidP="007B6A46">
      <w:r>
        <w:t>243.4151</w:t>
      </w:r>
      <w:r>
        <w:tab/>
        <w:t>1.013e0</w:t>
      </w:r>
    </w:p>
    <w:p w:rsidR="007B6A46" w:rsidRDefault="007B6A46" w:rsidP="007B6A46">
      <w:r>
        <w:t>243.4688</w:t>
      </w:r>
      <w:r>
        <w:tab/>
        <w:t>1.013e0</w:t>
      </w:r>
    </w:p>
    <w:p w:rsidR="007B6A46" w:rsidRDefault="007B6A46" w:rsidP="007B6A46">
      <w:r>
        <w:t>243.4727</w:t>
      </w:r>
      <w:r>
        <w:tab/>
        <w:t>1.013e0</w:t>
      </w:r>
    </w:p>
    <w:p w:rsidR="007B6A46" w:rsidRDefault="007B6A46" w:rsidP="007B6A46">
      <w:r>
        <w:t>243.4943</w:t>
      </w:r>
      <w:r>
        <w:tab/>
        <w:t>1.013e0</w:t>
      </w:r>
    </w:p>
    <w:p w:rsidR="007B6A46" w:rsidRDefault="007B6A46" w:rsidP="007B6A46">
      <w:r>
        <w:t>243.5223</w:t>
      </w:r>
      <w:r>
        <w:tab/>
        <w:t>2.025e0</w:t>
      </w:r>
    </w:p>
    <w:p w:rsidR="007B6A46" w:rsidRDefault="007B6A46" w:rsidP="007B6A46">
      <w:r>
        <w:t>243.5522</w:t>
      </w:r>
      <w:r>
        <w:tab/>
        <w:t>1.013e0</w:t>
      </w:r>
    </w:p>
    <w:p w:rsidR="007B6A46" w:rsidRDefault="007B6A46" w:rsidP="007B6A46">
      <w:r>
        <w:t>243.5598</w:t>
      </w:r>
      <w:r>
        <w:tab/>
        <w:t>1.013e0</w:t>
      </w:r>
    </w:p>
    <w:p w:rsidR="007B6A46" w:rsidRDefault="007B6A46" w:rsidP="007B6A46">
      <w:r>
        <w:t>243.5680</w:t>
      </w:r>
      <w:r>
        <w:tab/>
        <w:t>1.013e0</w:t>
      </w:r>
    </w:p>
    <w:p w:rsidR="007B6A46" w:rsidRDefault="007B6A46" w:rsidP="007B6A46">
      <w:r>
        <w:t>243.6019</w:t>
      </w:r>
      <w:r>
        <w:tab/>
        <w:t>1.013e0</w:t>
      </w:r>
    </w:p>
    <w:p w:rsidR="007B6A46" w:rsidRDefault="007B6A46" w:rsidP="007B6A46">
      <w:r>
        <w:t>243.6349</w:t>
      </w:r>
      <w:r>
        <w:tab/>
        <w:t>1.013e0</w:t>
      </w:r>
    </w:p>
    <w:p w:rsidR="007B6A46" w:rsidRDefault="007B6A46" w:rsidP="007B6A46">
      <w:r>
        <w:t>243.6485</w:t>
      </w:r>
      <w:r>
        <w:tab/>
        <w:t>3.038e0</w:t>
      </w:r>
    </w:p>
    <w:p w:rsidR="007B6A46" w:rsidRDefault="007B6A46" w:rsidP="007B6A46">
      <w:r>
        <w:lastRenderedPageBreak/>
        <w:t>243.6515</w:t>
      </w:r>
      <w:r>
        <w:tab/>
        <w:t>3.038e0</w:t>
      </w:r>
    </w:p>
    <w:p w:rsidR="007B6A46" w:rsidRDefault="007B6A46" w:rsidP="007B6A46">
      <w:r>
        <w:t>243.7168</w:t>
      </w:r>
      <w:r>
        <w:tab/>
        <w:t>2.025e0</w:t>
      </w:r>
    </w:p>
    <w:p w:rsidR="007B6A46" w:rsidRDefault="007B6A46" w:rsidP="007B6A46">
      <w:r>
        <w:t>243.7224</w:t>
      </w:r>
      <w:r>
        <w:tab/>
        <w:t>2.025e0</w:t>
      </w:r>
    </w:p>
    <w:p w:rsidR="007B6A46" w:rsidRDefault="007B6A46" w:rsidP="007B6A46">
      <w:r>
        <w:t>243.7429</w:t>
      </w:r>
      <w:r>
        <w:tab/>
        <w:t>1.013e0</w:t>
      </w:r>
    </w:p>
    <w:p w:rsidR="007B6A46" w:rsidRDefault="007B6A46" w:rsidP="007B6A46">
      <w:r>
        <w:t>243.7809</w:t>
      </w:r>
      <w:r>
        <w:tab/>
        <w:t>1.013e0</w:t>
      </w:r>
    </w:p>
    <w:p w:rsidR="007B6A46" w:rsidRDefault="007B6A46" w:rsidP="007B6A46">
      <w:r>
        <w:t>243.8082</w:t>
      </w:r>
      <w:r>
        <w:tab/>
        <w:t>1.013e0</w:t>
      </w:r>
    </w:p>
    <w:p w:rsidR="007B6A46" w:rsidRDefault="007B6A46" w:rsidP="007B6A46">
      <w:r>
        <w:t>243.8462</w:t>
      </w:r>
      <w:r>
        <w:tab/>
        <w:t>1.013e0</w:t>
      </w:r>
    </w:p>
    <w:p w:rsidR="007B6A46" w:rsidRDefault="007B6A46" w:rsidP="007B6A46">
      <w:r>
        <w:t>243.8674</w:t>
      </w:r>
      <w:r>
        <w:tab/>
        <w:t>1.013e0</w:t>
      </w:r>
    </w:p>
    <w:p w:rsidR="007B6A46" w:rsidRDefault="007B6A46" w:rsidP="007B6A46">
      <w:r>
        <w:t>243.8920</w:t>
      </w:r>
      <w:r>
        <w:tab/>
        <w:t>1.013e0</w:t>
      </w:r>
    </w:p>
    <w:p w:rsidR="007B6A46" w:rsidRDefault="007B6A46" w:rsidP="007B6A46">
      <w:r>
        <w:t>243.8997</w:t>
      </w:r>
      <w:r>
        <w:tab/>
        <w:t>1.013e0</w:t>
      </w:r>
    </w:p>
    <w:p w:rsidR="007B6A46" w:rsidRDefault="007B6A46" w:rsidP="007B6A46">
      <w:r>
        <w:t>243.9631</w:t>
      </w:r>
      <w:r>
        <w:tab/>
        <w:t>1.013e0</w:t>
      </w:r>
    </w:p>
    <w:p w:rsidR="007B6A46" w:rsidRDefault="007B6A46" w:rsidP="007B6A46">
      <w:r>
        <w:t>243.9751</w:t>
      </w:r>
      <w:r>
        <w:tab/>
        <w:t>1.013e0</w:t>
      </w:r>
    </w:p>
    <w:p w:rsidR="007B6A46" w:rsidRDefault="007B6A46" w:rsidP="007B6A46">
      <w:r>
        <w:t>243.9834</w:t>
      </w:r>
      <w:r>
        <w:tab/>
        <w:t>1.013e0</w:t>
      </w:r>
    </w:p>
    <w:p w:rsidR="007B6A46" w:rsidRDefault="007B6A46" w:rsidP="007B6A46">
      <w:r>
        <w:t>243.9950</w:t>
      </w:r>
      <w:r>
        <w:tab/>
        <w:t>1.013e0</w:t>
      </w:r>
    </w:p>
    <w:p w:rsidR="007B6A46" w:rsidRDefault="007B6A46" w:rsidP="007B6A46">
      <w:r>
        <w:t>244.0082</w:t>
      </w:r>
      <w:r>
        <w:tab/>
        <w:t>1.013e0</w:t>
      </w:r>
    </w:p>
    <w:p w:rsidR="007B6A46" w:rsidRDefault="007B6A46" w:rsidP="007B6A46">
      <w:r>
        <w:t>244.0291</w:t>
      </w:r>
      <w:r>
        <w:tab/>
        <w:t>3.038e0</w:t>
      </w:r>
    </w:p>
    <w:p w:rsidR="007B6A46" w:rsidRDefault="007B6A46" w:rsidP="007B6A46">
      <w:r>
        <w:t>244.0473</w:t>
      </w:r>
      <w:r>
        <w:tab/>
        <w:t>2.025e0</w:t>
      </w:r>
    </w:p>
    <w:p w:rsidR="007B6A46" w:rsidRDefault="007B6A46" w:rsidP="007B6A46">
      <w:r>
        <w:t>244.0689</w:t>
      </w:r>
      <w:r>
        <w:tab/>
        <w:t>3.038e0</w:t>
      </w:r>
    </w:p>
    <w:p w:rsidR="007B6A46" w:rsidRDefault="007B6A46" w:rsidP="007B6A46">
      <w:r>
        <w:t>244.0744</w:t>
      </w:r>
      <w:r>
        <w:tab/>
        <w:t>1.013e0</w:t>
      </w:r>
    </w:p>
    <w:p w:rsidR="007B6A46" w:rsidRDefault="007B6A46" w:rsidP="007B6A46">
      <w:r>
        <w:lastRenderedPageBreak/>
        <w:t>244.0906</w:t>
      </w:r>
      <w:r>
        <w:tab/>
        <w:t>1.013e0</w:t>
      </w:r>
    </w:p>
    <w:p w:rsidR="007B6A46" w:rsidRDefault="007B6A46" w:rsidP="007B6A46">
      <w:r>
        <w:t>244.0994</w:t>
      </w:r>
      <w:r>
        <w:tab/>
        <w:t>1.013e0</w:t>
      </w:r>
    </w:p>
    <w:p w:rsidR="007B6A46" w:rsidRDefault="007B6A46" w:rsidP="007B6A46">
      <w:r>
        <w:t>244.1039</w:t>
      </w:r>
      <w:r>
        <w:tab/>
        <w:t>1.013e0</w:t>
      </w:r>
    </w:p>
    <w:p w:rsidR="007B6A46" w:rsidRDefault="007B6A46" w:rsidP="007B6A46">
      <w:r>
        <w:t>244.1166</w:t>
      </w:r>
      <w:r>
        <w:tab/>
        <w:t>1.013e0</w:t>
      </w:r>
    </w:p>
    <w:p w:rsidR="007B6A46" w:rsidRDefault="007B6A46" w:rsidP="007B6A46">
      <w:r>
        <w:t>244.1323</w:t>
      </w:r>
      <w:r>
        <w:tab/>
        <w:t>2.025e0</w:t>
      </w:r>
    </w:p>
    <w:p w:rsidR="007B6A46" w:rsidRDefault="007B6A46" w:rsidP="007B6A46">
      <w:r>
        <w:t>244.1364</w:t>
      </w:r>
      <w:r>
        <w:tab/>
        <w:t>3.038e0</w:t>
      </w:r>
    </w:p>
    <w:p w:rsidR="007B6A46" w:rsidRDefault="007B6A46" w:rsidP="007B6A46">
      <w:r>
        <w:t>244.1449</w:t>
      </w:r>
      <w:r>
        <w:tab/>
        <w:t>1.013e0</w:t>
      </w:r>
    </w:p>
    <w:p w:rsidR="007B6A46" w:rsidRDefault="007B6A46" w:rsidP="007B6A46">
      <w:r>
        <w:t>244.1909</w:t>
      </w:r>
      <w:r>
        <w:tab/>
        <w:t>1.013e0</w:t>
      </w:r>
    </w:p>
    <w:p w:rsidR="007B6A46" w:rsidRDefault="007B6A46" w:rsidP="007B6A46">
      <w:r>
        <w:t>244.1950</w:t>
      </w:r>
      <w:r>
        <w:tab/>
        <w:t>3.038e0</w:t>
      </w:r>
    </w:p>
    <w:p w:rsidR="007B6A46" w:rsidRDefault="007B6A46" w:rsidP="007B6A46">
      <w:r>
        <w:t>244.1975</w:t>
      </w:r>
      <w:r>
        <w:tab/>
        <w:t>3.449e0</w:t>
      </w:r>
    </w:p>
    <w:p w:rsidR="007B6A46" w:rsidRDefault="007B6A46" w:rsidP="007B6A46">
      <w:r>
        <w:t>244.2116</w:t>
      </w:r>
      <w:r>
        <w:tab/>
        <w:t>1.013e0</w:t>
      </w:r>
    </w:p>
    <w:p w:rsidR="007B6A46" w:rsidRDefault="007B6A46" w:rsidP="007B6A46">
      <w:r>
        <w:t>244.2363</w:t>
      </w:r>
      <w:r>
        <w:tab/>
        <w:t>2.025e0</w:t>
      </w:r>
    </w:p>
    <w:p w:rsidR="007B6A46" w:rsidRDefault="007B6A46" w:rsidP="007B6A46">
      <w:r>
        <w:t>244.2657</w:t>
      </w:r>
      <w:r>
        <w:tab/>
        <w:t>1.013e0</w:t>
      </w:r>
    </w:p>
    <w:p w:rsidR="007B6A46" w:rsidRDefault="007B6A46" w:rsidP="007B6A46">
      <w:r>
        <w:t>244.2771</w:t>
      </w:r>
      <w:r>
        <w:tab/>
        <w:t>2.025e0</w:t>
      </w:r>
    </w:p>
    <w:p w:rsidR="007B6A46" w:rsidRDefault="007B6A46" w:rsidP="007B6A46">
      <w:r>
        <w:t>244.2992</w:t>
      </w:r>
      <w:r>
        <w:tab/>
        <w:t>1.013e0</w:t>
      </w:r>
    </w:p>
    <w:p w:rsidR="007B6A46" w:rsidRDefault="007B6A46" w:rsidP="007B6A46">
      <w:r>
        <w:t>244.3055</w:t>
      </w:r>
      <w:r>
        <w:tab/>
        <w:t>2.025e0</w:t>
      </w:r>
    </w:p>
    <w:p w:rsidR="007B6A46" w:rsidRDefault="007B6A46" w:rsidP="007B6A46">
      <w:r>
        <w:t>244.3150</w:t>
      </w:r>
      <w:r>
        <w:tab/>
        <w:t>1.013e0</w:t>
      </w:r>
    </w:p>
    <w:p w:rsidR="007B6A46" w:rsidRDefault="007B6A46" w:rsidP="007B6A46">
      <w:r>
        <w:t>244.3323</w:t>
      </w:r>
      <w:r>
        <w:tab/>
        <w:t>1.013e0</w:t>
      </w:r>
    </w:p>
    <w:p w:rsidR="007B6A46" w:rsidRDefault="007B6A46" w:rsidP="007B6A46">
      <w:r>
        <w:t>244.3364</w:t>
      </w:r>
      <w:r>
        <w:tab/>
        <w:t>1.013e0</w:t>
      </w:r>
    </w:p>
    <w:p w:rsidR="007B6A46" w:rsidRDefault="007B6A46" w:rsidP="007B6A46">
      <w:r>
        <w:lastRenderedPageBreak/>
        <w:t>244.3532</w:t>
      </w:r>
      <w:r>
        <w:tab/>
        <w:t>1.013e0</w:t>
      </w:r>
    </w:p>
    <w:p w:rsidR="007B6A46" w:rsidRDefault="007B6A46" w:rsidP="007B6A46">
      <w:r>
        <w:t>244.3629</w:t>
      </w:r>
      <w:r>
        <w:tab/>
        <w:t>2.025e0</w:t>
      </w:r>
    </w:p>
    <w:p w:rsidR="007B6A46" w:rsidRDefault="007B6A46" w:rsidP="007B6A46">
      <w:r>
        <w:t>244.3733</w:t>
      </w:r>
      <w:r>
        <w:tab/>
        <w:t>1.013e0</w:t>
      </w:r>
    </w:p>
    <w:p w:rsidR="007B6A46" w:rsidRDefault="007B6A46" w:rsidP="007B6A46">
      <w:r>
        <w:t>244.3820</w:t>
      </w:r>
      <w:r>
        <w:tab/>
        <w:t>1.013e0</w:t>
      </w:r>
    </w:p>
    <w:p w:rsidR="007B6A46" w:rsidRDefault="007B6A46" w:rsidP="007B6A46">
      <w:r>
        <w:t>244.3989</w:t>
      </w:r>
      <w:r>
        <w:tab/>
        <w:t>1.013e0</w:t>
      </w:r>
    </w:p>
    <w:p w:rsidR="007B6A46" w:rsidRDefault="007B6A46" w:rsidP="007B6A46">
      <w:r>
        <w:t>244.4108</w:t>
      </w:r>
      <w:r>
        <w:tab/>
        <w:t>1.013e0</w:t>
      </w:r>
    </w:p>
    <w:p w:rsidR="007B6A46" w:rsidRDefault="007B6A46" w:rsidP="007B6A46">
      <w:r>
        <w:t>244.4235</w:t>
      </w:r>
      <w:r>
        <w:tab/>
        <w:t>1.013e0</w:t>
      </w:r>
    </w:p>
    <w:p w:rsidR="007B6A46" w:rsidRDefault="007B6A46" w:rsidP="007B6A46">
      <w:r>
        <w:t>244.4326</w:t>
      </w:r>
      <w:r>
        <w:tab/>
        <w:t>1.013e0</w:t>
      </w:r>
    </w:p>
    <w:p w:rsidR="007B6A46" w:rsidRDefault="007B6A46" w:rsidP="007B6A46">
      <w:r>
        <w:t>244.4447</w:t>
      </w:r>
      <w:r>
        <w:tab/>
        <w:t>1.013e0</w:t>
      </w:r>
    </w:p>
    <w:p w:rsidR="007B6A46" w:rsidRDefault="007B6A46" w:rsidP="007B6A46">
      <w:r>
        <w:t>244.4782</w:t>
      </w:r>
      <w:r>
        <w:tab/>
        <w:t>1.013e0</w:t>
      </w:r>
    </w:p>
    <w:p w:rsidR="007B6A46" w:rsidRDefault="007B6A46" w:rsidP="007B6A46">
      <w:r>
        <w:t>244.4861</w:t>
      </w:r>
      <w:r>
        <w:tab/>
        <w:t>1.013e0</w:t>
      </w:r>
    </w:p>
    <w:p w:rsidR="007B6A46" w:rsidRDefault="007B6A46" w:rsidP="007B6A46">
      <w:r>
        <w:t>244.4940</w:t>
      </w:r>
      <w:r>
        <w:tab/>
        <w:t>1.013e0</w:t>
      </w:r>
    </w:p>
    <w:p w:rsidR="007B6A46" w:rsidRDefault="007B6A46" w:rsidP="007B6A46">
      <w:r>
        <w:t>244.5061</w:t>
      </w:r>
      <w:r>
        <w:tab/>
        <w:t>1.013e0</w:t>
      </w:r>
    </w:p>
    <w:p w:rsidR="007B6A46" w:rsidRDefault="007B6A46" w:rsidP="007B6A46">
      <w:r>
        <w:t>244.5189</w:t>
      </w:r>
      <w:r>
        <w:tab/>
        <w:t>1.013e0</w:t>
      </w:r>
    </w:p>
    <w:p w:rsidR="007B6A46" w:rsidRDefault="007B6A46" w:rsidP="007B6A46">
      <w:r>
        <w:t>244.5555</w:t>
      </w:r>
      <w:r>
        <w:tab/>
        <w:t>1.013e0</w:t>
      </w:r>
    </w:p>
    <w:p w:rsidR="007B6A46" w:rsidRDefault="007B6A46" w:rsidP="007B6A46">
      <w:r>
        <w:t>244.5819</w:t>
      </w:r>
      <w:r>
        <w:tab/>
        <w:t>1.013e0</w:t>
      </w:r>
    </w:p>
    <w:p w:rsidR="007B6A46" w:rsidRDefault="007B6A46" w:rsidP="007B6A46">
      <w:r>
        <w:t>244.6011</w:t>
      </w:r>
      <w:r>
        <w:tab/>
        <w:t>1.013e0</w:t>
      </w:r>
    </w:p>
    <w:p w:rsidR="007B6A46" w:rsidRDefault="007B6A46" w:rsidP="007B6A46">
      <w:r>
        <w:t>244.6152</w:t>
      </w:r>
      <w:r>
        <w:tab/>
        <w:t>1.013e0</w:t>
      </w:r>
    </w:p>
    <w:p w:rsidR="007B6A46" w:rsidRDefault="007B6A46" w:rsidP="007B6A46">
      <w:r>
        <w:t>244.6274</w:t>
      </w:r>
      <w:r>
        <w:tab/>
        <w:t>2.025e0</w:t>
      </w:r>
    </w:p>
    <w:p w:rsidR="007B6A46" w:rsidRDefault="007B6A46" w:rsidP="007B6A46">
      <w:r>
        <w:lastRenderedPageBreak/>
        <w:t>244.6735</w:t>
      </w:r>
      <w:r>
        <w:tab/>
        <w:t>1.013e0</w:t>
      </w:r>
    </w:p>
    <w:p w:rsidR="007B6A46" w:rsidRDefault="007B6A46" w:rsidP="007B6A46">
      <w:r>
        <w:t>244.7065</w:t>
      </w:r>
      <w:r>
        <w:tab/>
        <w:t>1.013e0</w:t>
      </w:r>
    </w:p>
    <w:p w:rsidR="007B6A46" w:rsidRDefault="007B6A46" w:rsidP="007B6A46">
      <w:r>
        <w:t>244.7650</w:t>
      </w:r>
      <w:r>
        <w:tab/>
        <w:t>1.013e0</w:t>
      </w:r>
    </w:p>
    <w:p w:rsidR="007B6A46" w:rsidRDefault="007B6A46" w:rsidP="007B6A46">
      <w:r>
        <w:t>244.7689</w:t>
      </w:r>
      <w:r>
        <w:tab/>
        <w:t>1.013e0</w:t>
      </w:r>
    </w:p>
    <w:p w:rsidR="007B6A46" w:rsidRDefault="007B6A46" w:rsidP="007B6A46">
      <w:r>
        <w:t>244.7769</w:t>
      </w:r>
      <w:r>
        <w:tab/>
        <w:t>1.013e0</w:t>
      </w:r>
    </w:p>
    <w:p w:rsidR="007B6A46" w:rsidRDefault="007B6A46" w:rsidP="007B6A46">
      <w:r>
        <w:t>244.7979</w:t>
      </w:r>
      <w:r>
        <w:tab/>
        <w:t>1.013e0</w:t>
      </w:r>
    </w:p>
    <w:p w:rsidR="007B6A46" w:rsidRDefault="007B6A46" w:rsidP="007B6A46">
      <w:r>
        <w:t>244.8070</w:t>
      </w:r>
      <w:r>
        <w:tab/>
        <w:t>1.013e0</w:t>
      </w:r>
    </w:p>
    <w:p w:rsidR="007B6A46" w:rsidRDefault="007B6A46" w:rsidP="007B6A46">
      <w:r>
        <w:t>244.8108</w:t>
      </w:r>
      <w:r>
        <w:tab/>
        <w:t>1.013e0</w:t>
      </w:r>
    </w:p>
    <w:p w:rsidR="007B6A46" w:rsidRDefault="007B6A46" w:rsidP="007B6A46">
      <w:r>
        <w:t>244.8143</w:t>
      </w:r>
      <w:r>
        <w:tab/>
        <w:t>1.013e0</w:t>
      </w:r>
    </w:p>
    <w:p w:rsidR="007B6A46" w:rsidRDefault="007B6A46" w:rsidP="007B6A46">
      <w:r>
        <w:t>244.8344</w:t>
      </w:r>
      <w:r>
        <w:tab/>
        <w:t>2.025e0</w:t>
      </w:r>
    </w:p>
    <w:p w:rsidR="007B6A46" w:rsidRDefault="007B6A46" w:rsidP="007B6A46">
      <w:r>
        <w:t>244.9098</w:t>
      </w:r>
      <w:r>
        <w:tab/>
        <w:t>2.025e0</w:t>
      </w:r>
    </w:p>
    <w:p w:rsidR="007B6A46" w:rsidRDefault="007B6A46" w:rsidP="007B6A46">
      <w:r>
        <w:t>244.9140</w:t>
      </w:r>
      <w:r>
        <w:tab/>
        <w:t>3.038e0</w:t>
      </w:r>
    </w:p>
    <w:p w:rsidR="007B6A46" w:rsidRDefault="007B6A46" w:rsidP="007B6A46">
      <w:r>
        <w:t>244.9811</w:t>
      </w:r>
      <w:r>
        <w:tab/>
        <w:t>2.025e0</w:t>
      </w:r>
    </w:p>
    <w:p w:rsidR="007B6A46" w:rsidRDefault="007B6A46" w:rsidP="007B6A46">
      <w:r>
        <w:t>244.9936</w:t>
      </w:r>
      <w:r>
        <w:tab/>
        <w:t>1.013e0</w:t>
      </w:r>
    </w:p>
    <w:p w:rsidR="007B6A46" w:rsidRDefault="007B6A46" w:rsidP="007B6A46">
      <w:r>
        <w:t>245.0219</w:t>
      </w:r>
      <w:r>
        <w:tab/>
        <w:t>1.620e1</w:t>
      </w:r>
    </w:p>
    <w:p w:rsidR="007B6A46" w:rsidRDefault="007B6A46" w:rsidP="007B6A46">
      <w:r>
        <w:t>245.0266</w:t>
      </w:r>
      <w:r>
        <w:tab/>
        <w:t>1.600e1</w:t>
      </w:r>
    </w:p>
    <w:p w:rsidR="007B6A46" w:rsidRDefault="007B6A46" w:rsidP="007B6A46">
      <w:r>
        <w:t>245.0285</w:t>
      </w:r>
      <w:r>
        <w:tab/>
        <w:t>4.051e1</w:t>
      </w:r>
    </w:p>
    <w:p w:rsidR="007B6A46" w:rsidRDefault="007B6A46" w:rsidP="007B6A46">
      <w:r>
        <w:t>245.0546</w:t>
      </w:r>
      <w:r>
        <w:tab/>
        <w:t>3.038e0</w:t>
      </w:r>
    </w:p>
    <w:p w:rsidR="007B6A46" w:rsidRDefault="007B6A46" w:rsidP="007B6A46">
      <w:r>
        <w:t>245.0852</w:t>
      </w:r>
      <w:r>
        <w:tab/>
        <w:t>1.013e0</w:t>
      </w:r>
    </w:p>
    <w:p w:rsidR="007B6A46" w:rsidRDefault="007B6A46" w:rsidP="007B6A46">
      <w:r>
        <w:lastRenderedPageBreak/>
        <w:t>245.1126</w:t>
      </w:r>
      <w:r>
        <w:tab/>
        <w:t>4.051e0</w:t>
      </w:r>
    </w:p>
    <w:p w:rsidR="007B6A46" w:rsidRDefault="007B6A46" w:rsidP="007B6A46">
      <w:r>
        <w:t>245.1178</w:t>
      </w:r>
      <w:r>
        <w:tab/>
        <w:t>1.013e0</w:t>
      </w:r>
    </w:p>
    <w:p w:rsidR="007B6A46" w:rsidRDefault="007B6A46" w:rsidP="007B6A46">
      <w:r>
        <w:t>245.1352</w:t>
      </w:r>
      <w:r>
        <w:tab/>
        <w:t>1.013e0</w:t>
      </w:r>
    </w:p>
    <w:p w:rsidR="007B6A46" w:rsidRDefault="007B6A46" w:rsidP="007B6A46">
      <w:r>
        <w:t>245.1467</w:t>
      </w:r>
      <w:r>
        <w:tab/>
        <w:t>1.013e0</w:t>
      </w:r>
    </w:p>
    <w:p w:rsidR="007B6A46" w:rsidRDefault="007B6A46" w:rsidP="007B6A46">
      <w:r>
        <w:t>245.1510</w:t>
      </w:r>
      <w:r>
        <w:tab/>
        <w:t>1.013e0</w:t>
      </w:r>
    </w:p>
    <w:p w:rsidR="007B6A46" w:rsidRDefault="007B6A46" w:rsidP="007B6A46">
      <w:r>
        <w:t>245.1677</w:t>
      </w:r>
      <w:r>
        <w:tab/>
        <w:t>1.013e0</w:t>
      </w:r>
    </w:p>
    <w:p w:rsidR="007B6A46" w:rsidRDefault="007B6A46" w:rsidP="007B6A46">
      <w:r>
        <w:t>245.1929</w:t>
      </w:r>
      <w:r>
        <w:tab/>
        <w:t>1.013e0</w:t>
      </w:r>
    </w:p>
    <w:p w:rsidR="007B6A46" w:rsidRDefault="007B6A46" w:rsidP="007B6A46">
      <w:r>
        <w:t>245.2089</w:t>
      </w:r>
      <w:r>
        <w:tab/>
        <w:t>1.013e0</w:t>
      </w:r>
    </w:p>
    <w:p w:rsidR="007B6A46" w:rsidRDefault="007B6A46" w:rsidP="007B6A46">
      <w:r>
        <w:t>245.2345</w:t>
      </w:r>
      <w:r>
        <w:tab/>
        <w:t>2.025e0</w:t>
      </w:r>
    </w:p>
    <w:p w:rsidR="007B6A46" w:rsidRDefault="007B6A46" w:rsidP="007B6A46">
      <w:r>
        <w:t>245.2383</w:t>
      </w:r>
      <w:r>
        <w:tab/>
        <w:t>1.013e0</w:t>
      </w:r>
    </w:p>
    <w:p w:rsidR="007B6A46" w:rsidRDefault="007B6A46" w:rsidP="007B6A46">
      <w:r>
        <w:t>245.2882</w:t>
      </w:r>
      <w:r>
        <w:tab/>
        <w:t>2.025e0</w:t>
      </w:r>
    </w:p>
    <w:p w:rsidR="007B6A46" w:rsidRDefault="007B6A46" w:rsidP="007B6A46">
      <w:r>
        <w:t>245.3050</w:t>
      </w:r>
      <w:r>
        <w:tab/>
        <w:t>1.013e0</w:t>
      </w:r>
    </w:p>
    <w:p w:rsidR="007B6A46" w:rsidRDefault="007B6A46" w:rsidP="007B6A46">
      <w:r>
        <w:t>245.4059</w:t>
      </w:r>
      <w:r>
        <w:tab/>
        <w:t>2.025e0</w:t>
      </w:r>
    </w:p>
    <w:p w:rsidR="007B6A46" w:rsidRDefault="007B6A46" w:rsidP="007B6A46">
      <w:r>
        <w:t>245.4258</w:t>
      </w:r>
      <w:r>
        <w:tab/>
        <w:t>1.013e0</w:t>
      </w:r>
    </w:p>
    <w:p w:rsidR="007B6A46" w:rsidRDefault="007B6A46" w:rsidP="007B6A46">
      <w:r>
        <w:t>245.4427</w:t>
      </w:r>
      <w:r>
        <w:tab/>
        <w:t>1.013e0</w:t>
      </w:r>
    </w:p>
    <w:p w:rsidR="007B6A46" w:rsidRDefault="007B6A46" w:rsidP="007B6A46">
      <w:r>
        <w:t>245.4473</w:t>
      </w:r>
      <w:r>
        <w:tab/>
        <w:t>1.013e0</w:t>
      </w:r>
    </w:p>
    <w:p w:rsidR="007B6A46" w:rsidRDefault="007B6A46" w:rsidP="007B6A46">
      <w:r>
        <w:t>245.4673</w:t>
      </w:r>
      <w:r>
        <w:tab/>
        <w:t>1.013e0</w:t>
      </w:r>
    </w:p>
    <w:p w:rsidR="007B6A46" w:rsidRDefault="007B6A46" w:rsidP="007B6A46">
      <w:r>
        <w:t>245.4751</w:t>
      </w:r>
      <w:r>
        <w:tab/>
        <w:t>1.013e0</w:t>
      </w:r>
    </w:p>
    <w:p w:rsidR="007B6A46" w:rsidRDefault="007B6A46" w:rsidP="007B6A46">
      <w:r>
        <w:t>245.4966</w:t>
      </w:r>
      <w:r>
        <w:tab/>
        <w:t>2.025e0</w:t>
      </w:r>
    </w:p>
    <w:p w:rsidR="007B6A46" w:rsidRDefault="007B6A46" w:rsidP="007B6A46">
      <w:r>
        <w:lastRenderedPageBreak/>
        <w:t>245.4977</w:t>
      </w:r>
      <w:r>
        <w:tab/>
        <w:t>1.013e0</w:t>
      </w:r>
    </w:p>
    <w:p w:rsidR="007B6A46" w:rsidRDefault="007B6A46" w:rsidP="007B6A46">
      <w:r>
        <w:t>245.5252</w:t>
      </w:r>
      <w:r>
        <w:tab/>
        <w:t>1.013e0</w:t>
      </w:r>
    </w:p>
    <w:p w:rsidR="007B6A46" w:rsidRDefault="007B6A46" w:rsidP="007B6A46">
      <w:r>
        <w:t>245.5441</w:t>
      </w:r>
      <w:r>
        <w:tab/>
        <w:t>1.983e0</w:t>
      </w:r>
    </w:p>
    <w:p w:rsidR="007B6A46" w:rsidRDefault="007B6A46" w:rsidP="007B6A46">
      <w:r>
        <w:t>245.5553</w:t>
      </w:r>
      <w:r>
        <w:tab/>
        <w:t>1.013e0</w:t>
      </w:r>
    </w:p>
    <w:p w:rsidR="007B6A46" w:rsidRDefault="007B6A46" w:rsidP="007B6A46">
      <w:r>
        <w:t>245.5706</w:t>
      </w:r>
      <w:r>
        <w:tab/>
        <w:t>1.013e0</w:t>
      </w:r>
    </w:p>
    <w:p w:rsidR="007B6A46" w:rsidRDefault="007B6A46" w:rsidP="007B6A46">
      <w:r>
        <w:t>245.6168</w:t>
      </w:r>
      <w:r>
        <w:tab/>
        <w:t>1.013e0</w:t>
      </w:r>
    </w:p>
    <w:p w:rsidR="007B6A46" w:rsidRDefault="007B6A46" w:rsidP="007B6A46">
      <w:r>
        <w:t>245.6672</w:t>
      </w:r>
      <w:r>
        <w:tab/>
        <w:t>1.013e0</w:t>
      </w:r>
    </w:p>
    <w:p w:rsidR="007B6A46" w:rsidRDefault="007B6A46" w:rsidP="007B6A46">
      <w:r>
        <w:t>245.6809</w:t>
      </w:r>
      <w:r>
        <w:tab/>
        <w:t>1.013e0</w:t>
      </w:r>
    </w:p>
    <w:p w:rsidR="007B6A46" w:rsidRDefault="007B6A46" w:rsidP="007B6A46">
      <w:r>
        <w:t>245.7304</w:t>
      </w:r>
      <w:r>
        <w:tab/>
        <w:t>2.025e0</w:t>
      </w:r>
    </w:p>
    <w:p w:rsidR="007B6A46" w:rsidRDefault="007B6A46" w:rsidP="007B6A46">
      <w:r>
        <w:t>245.7805</w:t>
      </w:r>
      <w:r>
        <w:tab/>
        <w:t>1.013e0</w:t>
      </w:r>
    </w:p>
    <w:p w:rsidR="007B6A46" w:rsidRDefault="007B6A46" w:rsidP="007B6A46">
      <w:r>
        <w:t>245.7969</w:t>
      </w:r>
      <w:r>
        <w:tab/>
        <w:t>2.025e0</w:t>
      </w:r>
    </w:p>
    <w:p w:rsidR="007B6A46" w:rsidRDefault="007B6A46" w:rsidP="007B6A46">
      <w:r>
        <w:t>245.8362</w:t>
      </w:r>
      <w:r>
        <w:tab/>
        <w:t>2.025e0</w:t>
      </w:r>
    </w:p>
    <w:p w:rsidR="007B6A46" w:rsidRDefault="007B6A46" w:rsidP="007B6A46">
      <w:r>
        <w:t>245.8417</w:t>
      </w:r>
      <w:r>
        <w:tab/>
        <w:t>1.013e0</w:t>
      </w:r>
    </w:p>
    <w:p w:rsidR="007B6A46" w:rsidRDefault="007B6A46" w:rsidP="007B6A46">
      <w:r>
        <w:t>245.8840</w:t>
      </w:r>
      <w:r>
        <w:tab/>
        <w:t>1.013e0</w:t>
      </w:r>
    </w:p>
    <w:p w:rsidR="007B6A46" w:rsidRDefault="007B6A46" w:rsidP="007B6A46">
      <w:r>
        <w:t>245.9176</w:t>
      </w:r>
      <w:r>
        <w:tab/>
        <w:t>1.013e0</w:t>
      </w:r>
    </w:p>
    <w:p w:rsidR="007B6A46" w:rsidRDefault="007B6A46" w:rsidP="007B6A46">
      <w:r>
        <w:t>245.9200</w:t>
      </w:r>
      <w:r>
        <w:tab/>
        <w:t>2.025e0</w:t>
      </w:r>
    </w:p>
    <w:p w:rsidR="007B6A46" w:rsidRDefault="007B6A46" w:rsidP="007B6A46">
      <w:r>
        <w:t>245.9337</w:t>
      </w:r>
      <w:r>
        <w:tab/>
        <w:t>1.013e0</w:t>
      </w:r>
    </w:p>
    <w:p w:rsidR="007B6A46" w:rsidRDefault="007B6A46" w:rsidP="007B6A46">
      <w:r>
        <w:t>245.9373</w:t>
      </w:r>
      <w:r>
        <w:tab/>
        <w:t>1.013e0</w:t>
      </w:r>
    </w:p>
    <w:p w:rsidR="007B6A46" w:rsidRDefault="007B6A46" w:rsidP="007B6A46">
      <w:r>
        <w:t>245.9677</w:t>
      </w:r>
      <w:r>
        <w:tab/>
        <w:t>1.013e0</w:t>
      </w:r>
    </w:p>
    <w:p w:rsidR="007B6A46" w:rsidRDefault="007B6A46" w:rsidP="007B6A46">
      <w:r>
        <w:lastRenderedPageBreak/>
        <w:t>245.9757</w:t>
      </w:r>
      <w:r>
        <w:tab/>
        <w:t>1.013e0</w:t>
      </w:r>
    </w:p>
    <w:p w:rsidR="007B6A46" w:rsidRDefault="007B6A46" w:rsidP="007B6A46">
      <w:r>
        <w:t>245.9895</w:t>
      </w:r>
      <w:r>
        <w:tab/>
        <w:t>9.114e0</w:t>
      </w:r>
    </w:p>
    <w:p w:rsidR="007B6A46" w:rsidRDefault="007B6A46" w:rsidP="007B6A46">
      <w:r>
        <w:t>246.0046</w:t>
      </w:r>
      <w:r>
        <w:tab/>
        <w:t>4.051e0</w:t>
      </w:r>
    </w:p>
    <w:p w:rsidR="007B6A46" w:rsidRDefault="007B6A46" w:rsidP="007B6A46">
      <w:r>
        <w:t>246.0087</w:t>
      </w:r>
      <w:r>
        <w:tab/>
        <w:t>3.038e0</w:t>
      </w:r>
    </w:p>
    <w:p w:rsidR="007B6A46" w:rsidRDefault="007B6A46" w:rsidP="007B6A46">
      <w:r>
        <w:t>246.0215</w:t>
      </w:r>
      <w:r>
        <w:tab/>
        <w:t>3.038e0</w:t>
      </w:r>
    </w:p>
    <w:p w:rsidR="007B6A46" w:rsidRDefault="007B6A46" w:rsidP="007B6A46">
      <w:r>
        <w:t>246.0259</w:t>
      </w:r>
      <w:r>
        <w:tab/>
        <w:t>6.076e0</w:t>
      </w:r>
    </w:p>
    <w:p w:rsidR="007B6A46" w:rsidRDefault="007B6A46" w:rsidP="007B6A46">
      <w:r>
        <w:t>246.0344</w:t>
      </w:r>
      <w:r>
        <w:tab/>
        <w:t>2.025e0</w:t>
      </w:r>
    </w:p>
    <w:p w:rsidR="007B6A46" w:rsidRDefault="007B6A46" w:rsidP="007B6A46">
      <w:r>
        <w:t>246.0409</w:t>
      </w:r>
      <w:r>
        <w:tab/>
        <w:t>3.038e0</w:t>
      </w:r>
    </w:p>
    <w:p w:rsidR="007B6A46" w:rsidRDefault="007B6A46" w:rsidP="007B6A46">
      <w:r>
        <w:t>246.0426</w:t>
      </w:r>
      <w:r>
        <w:tab/>
        <w:t>2.025e0</w:t>
      </w:r>
    </w:p>
    <w:p w:rsidR="007B6A46" w:rsidRDefault="007B6A46" w:rsidP="007B6A46">
      <w:r>
        <w:t>246.0526</w:t>
      </w:r>
      <w:r>
        <w:tab/>
        <w:t>3.038e0</w:t>
      </w:r>
    </w:p>
    <w:p w:rsidR="007B6A46" w:rsidRDefault="007B6A46" w:rsidP="007B6A46">
      <w:r>
        <w:t>246.0688</w:t>
      </w:r>
      <w:r>
        <w:tab/>
        <w:t>2.025e0</w:t>
      </w:r>
    </w:p>
    <w:p w:rsidR="007B6A46" w:rsidRDefault="007B6A46" w:rsidP="007B6A46">
      <w:r>
        <w:t>246.0749</w:t>
      </w:r>
      <w:r>
        <w:tab/>
        <w:t>1.013e0</w:t>
      </w:r>
    </w:p>
    <w:p w:rsidR="007B6A46" w:rsidRDefault="007B6A46" w:rsidP="007B6A46">
      <w:r>
        <w:t>246.0891</w:t>
      </w:r>
      <w:r>
        <w:tab/>
        <w:t>1.013e0</w:t>
      </w:r>
    </w:p>
    <w:p w:rsidR="007B6A46" w:rsidRDefault="007B6A46" w:rsidP="007B6A46">
      <w:r>
        <w:t>246.0918</w:t>
      </w:r>
      <w:r>
        <w:tab/>
        <w:t>2.025e0</w:t>
      </w:r>
    </w:p>
    <w:p w:rsidR="007B6A46" w:rsidRDefault="007B6A46" w:rsidP="007B6A46">
      <w:r>
        <w:t>246.0970</w:t>
      </w:r>
      <w:r>
        <w:tab/>
        <w:t>1.013e0</w:t>
      </w:r>
    </w:p>
    <w:p w:rsidR="007B6A46" w:rsidRDefault="007B6A46" w:rsidP="007B6A46">
      <w:r>
        <w:t>246.1167</w:t>
      </w:r>
      <w:r>
        <w:tab/>
        <w:t>1.013e0</w:t>
      </w:r>
    </w:p>
    <w:p w:rsidR="007B6A46" w:rsidRDefault="007B6A46" w:rsidP="007B6A46">
      <w:r>
        <w:t>246.1610</w:t>
      </w:r>
      <w:r>
        <w:tab/>
        <w:t>2.025e0</w:t>
      </w:r>
    </w:p>
    <w:p w:rsidR="007B6A46" w:rsidRDefault="007B6A46" w:rsidP="007B6A46">
      <w:r>
        <w:t>246.1671</w:t>
      </w:r>
      <w:r>
        <w:tab/>
        <w:t>1.013e0</w:t>
      </w:r>
    </w:p>
    <w:p w:rsidR="007B6A46" w:rsidRDefault="007B6A46" w:rsidP="007B6A46">
      <w:r>
        <w:t>246.1717</w:t>
      </w:r>
      <w:r>
        <w:tab/>
        <w:t>2.025e0</w:t>
      </w:r>
    </w:p>
    <w:p w:rsidR="007B6A46" w:rsidRDefault="007B6A46" w:rsidP="007B6A46">
      <w:r>
        <w:lastRenderedPageBreak/>
        <w:t>246.1799</w:t>
      </w:r>
      <w:r>
        <w:tab/>
        <w:t>3.038e0</w:t>
      </w:r>
    </w:p>
    <w:p w:rsidR="007B6A46" w:rsidRDefault="007B6A46" w:rsidP="007B6A46">
      <w:r>
        <w:t>246.1887</w:t>
      </w:r>
      <w:r>
        <w:tab/>
        <w:t>1.013e0</w:t>
      </w:r>
    </w:p>
    <w:p w:rsidR="007B6A46" w:rsidRDefault="007B6A46" w:rsidP="007B6A46">
      <w:r>
        <w:t>246.1959</w:t>
      </w:r>
      <w:r>
        <w:tab/>
        <w:t>2.842e0</w:t>
      </w:r>
    </w:p>
    <w:p w:rsidR="007B6A46" w:rsidRDefault="007B6A46" w:rsidP="007B6A46">
      <w:r>
        <w:t>246.2010</w:t>
      </w:r>
      <w:r>
        <w:tab/>
        <w:t>1.013e0</w:t>
      </w:r>
    </w:p>
    <w:p w:rsidR="007B6A46" w:rsidRDefault="007B6A46" w:rsidP="007B6A46">
      <w:r>
        <w:t>246.2349</w:t>
      </w:r>
      <w:r>
        <w:tab/>
        <w:t>1.013e0</w:t>
      </w:r>
    </w:p>
    <w:p w:rsidR="007B6A46" w:rsidRDefault="007B6A46" w:rsidP="007B6A46">
      <w:r>
        <w:t>246.2542</w:t>
      </w:r>
      <w:r>
        <w:tab/>
        <w:t>1.013e0</w:t>
      </w:r>
    </w:p>
    <w:p w:rsidR="007B6A46" w:rsidRDefault="007B6A46" w:rsidP="007B6A46">
      <w:r>
        <w:t>246.2804</w:t>
      </w:r>
      <w:r>
        <w:tab/>
        <w:t>1.013e0</w:t>
      </w:r>
    </w:p>
    <w:p w:rsidR="007B6A46" w:rsidRDefault="007B6A46" w:rsidP="007B6A46">
      <w:r>
        <w:t>246.3186</w:t>
      </w:r>
      <w:r>
        <w:tab/>
        <w:t>1.013e0</w:t>
      </w:r>
    </w:p>
    <w:p w:rsidR="007B6A46" w:rsidRDefault="007B6A46" w:rsidP="007B6A46">
      <w:r>
        <w:t>246.3383</w:t>
      </w:r>
      <w:r>
        <w:tab/>
        <w:t>2.025e0</w:t>
      </w:r>
    </w:p>
    <w:p w:rsidR="007B6A46" w:rsidRDefault="007B6A46" w:rsidP="007B6A46">
      <w:r>
        <w:t>246.3682</w:t>
      </w:r>
      <w:r>
        <w:tab/>
        <w:t>1.013e0</w:t>
      </w:r>
    </w:p>
    <w:p w:rsidR="007B6A46" w:rsidRDefault="007B6A46" w:rsidP="007B6A46">
      <w:r>
        <w:t>246.4141</w:t>
      </w:r>
      <w:r>
        <w:tab/>
        <w:t>1.013e0</w:t>
      </w:r>
    </w:p>
    <w:p w:rsidR="007B6A46" w:rsidRDefault="007B6A46" w:rsidP="007B6A46">
      <w:r>
        <w:t>246.4515</w:t>
      </w:r>
      <w:r>
        <w:tab/>
        <w:t>1.013e0</w:t>
      </w:r>
    </w:p>
    <w:p w:rsidR="007B6A46" w:rsidRDefault="007B6A46" w:rsidP="007B6A46">
      <w:r>
        <w:t>246.4761</w:t>
      </w:r>
      <w:r>
        <w:tab/>
        <w:t>1.013e0</w:t>
      </w:r>
    </w:p>
    <w:p w:rsidR="007B6A46" w:rsidRDefault="007B6A46" w:rsidP="007B6A46">
      <w:r>
        <w:t>246.4928</w:t>
      </w:r>
      <w:r>
        <w:tab/>
        <w:t>1.013e0</w:t>
      </w:r>
    </w:p>
    <w:p w:rsidR="007B6A46" w:rsidRDefault="007B6A46" w:rsidP="007B6A46">
      <w:r>
        <w:t>246.5024</w:t>
      </w:r>
      <w:r>
        <w:tab/>
        <w:t>1.013e0</w:t>
      </w:r>
    </w:p>
    <w:p w:rsidR="007B6A46" w:rsidRDefault="007B6A46" w:rsidP="007B6A46">
      <w:r>
        <w:t>246.5346</w:t>
      </w:r>
      <w:r>
        <w:tab/>
        <w:t>1.013e0</w:t>
      </w:r>
    </w:p>
    <w:p w:rsidR="007B6A46" w:rsidRDefault="007B6A46" w:rsidP="007B6A46">
      <w:r>
        <w:t>246.5388</w:t>
      </w:r>
      <w:r>
        <w:tab/>
        <w:t>1.013e0</w:t>
      </w:r>
    </w:p>
    <w:p w:rsidR="007B6A46" w:rsidRDefault="007B6A46" w:rsidP="007B6A46">
      <w:r>
        <w:t>246.5635</w:t>
      </w:r>
      <w:r>
        <w:tab/>
        <w:t>1.013e0</w:t>
      </w:r>
    </w:p>
    <w:p w:rsidR="007B6A46" w:rsidRDefault="007B6A46" w:rsidP="007B6A46">
      <w:r>
        <w:t>246.5852</w:t>
      </w:r>
      <w:r>
        <w:tab/>
        <w:t>1.013e0</w:t>
      </w:r>
    </w:p>
    <w:p w:rsidR="007B6A46" w:rsidRDefault="007B6A46" w:rsidP="007B6A46">
      <w:r>
        <w:lastRenderedPageBreak/>
        <w:t>246.6014</w:t>
      </w:r>
      <w:r>
        <w:tab/>
        <w:t>1.013e0</w:t>
      </w:r>
    </w:p>
    <w:p w:rsidR="007B6A46" w:rsidRDefault="007B6A46" w:rsidP="007B6A46">
      <w:r>
        <w:t>246.6264</w:t>
      </w:r>
      <w:r>
        <w:tab/>
        <w:t>2.025e0</w:t>
      </w:r>
    </w:p>
    <w:p w:rsidR="007B6A46" w:rsidRDefault="007B6A46" w:rsidP="007B6A46">
      <w:r>
        <w:t>246.6311</w:t>
      </w:r>
      <w:r>
        <w:tab/>
        <w:t>1.013e0</w:t>
      </w:r>
    </w:p>
    <w:p w:rsidR="007B6A46" w:rsidRDefault="007B6A46" w:rsidP="007B6A46">
      <w:r>
        <w:t>246.6721</w:t>
      </w:r>
      <w:r>
        <w:tab/>
        <w:t>1.013e0</w:t>
      </w:r>
    </w:p>
    <w:p w:rsidR="007B6A46" w:rsidRDefault="007B6A46" w:rsidP="007B6A46">
      <w:r>
        <w:t>246.6976</w:t>
      </w:r>
      <w:r>
        <w:tab/>
        <w:t>1.013e0</w:t>
      </w:r>
    </w:p>
    <w:p w:rsidR="007B6A46" w:rsidRDefault="007B6A46" w:rsidP="007B6A46">
      <w:r>
        <w:t>246.7316</w:t>
      </w:r>
      <w:r>
        <w:tab/>
        <w:t>1.013e0</w:t>
      </w:r>
    </w:p>
    <w:p w:rsidR="007B6A46" w:rsidRDefault="007B6A46" w:rsidP="007B6A46">
      <w:r>
        <w:t>246.7595</w:t>
      </w:r>
      <w:r>
        <w:tab/>
        <w:t>1.013e0</w:t>
      </w:r>
    </w:p>
    <w:p w:rsidR="007B6A46" w:rsidRDefault="007B6A46" w:rsidP="007B6A46">
      <w:r>
        <w:t>246.7814</w:t>
      </w:r>
      <w:r>
        <w:tab/>
        <w:t>1.013e0</w:t>
      </w:r>
    </w:p>
    <w:p w:rsidR="007B6A46" w:rsidRDefault="007B6A46" w:rsidP="007B6A46">
      <w:r>
        <w:t>246.7854</w:t>
      </w:r>
      <w:r>
        <w:tab/>
        <w:t>1.013e0</w:t>
      </w:r>
    </w:p>
    <w:p w:rsidR="007B6A46" w:rsidRDefault="007B6A46" w:rsidP="007B6A46">
      <w:r>
        <w:t>246.8234</w:t>
      </w:r>
      <w:r>
        <w:tab/>
        <w:t>1.013e0</w:t>
      </w:r>
    </w:p>
    <w:p w:rsidR="007B6A46" w:rsidRDefault="007B6A46" w:rsidP="007B6A46">
      <w:r>
        <w:t>246.8522</w:t>
      </w:r>
      <w:r>
        <w:tab/>
        <w:t>4.051e0</w:t>
      </w:r>
    </w:p>
    <w:p w:rsidR="007B6A46" w:rsidRDefault="007B6A46" w:rsidP="007B6A46">
      <w:r>
        <w:t>246.8976</w:t>
      </w:r>
      <w:r>
        <w:tab/>
        <w:t>1.013e0</w:t>
      </w:r>
    </w:p>
    <w:p w:rsidR="007B6A46" w:rsidRDefault="007B6A46" w:rsidP="007B6A46">
      <w:r>
        <w:t>246.9309</w:t>
      </w:r>
      <w:r>
        <w:tab/>
        <w:t>1.013e0</w:t>
      </w:r>
    </w:p>
    <w:p w:rsidR="007B6A46" w:rsidRDefault="007B6A46" w:rsidP="007B6A46">
      <w:r>
        <w:t>246.9532</w:t>
      </w:r>
      <w:r>
        <w:tab/>
        <w:t>1.013e0</w:t>
      </w:r>
    </w:p>
    <w:p w:rsidR="007B6A46" w:rsidRDefault="007B6A46" w:rsidP="007B6A46">
      <w:r>
        <w:t>246.9768</w:t>
      </w:r>
      <w:r>
        <w:tab/>
        <w:t>1.013e0</w:t>
      </w:r>
    </w:p>
    <w:p w:rsidR="007B6A46" w:rsidRDefault="007B6A46" w:rsidP="007B6A46">
      <w:r>
        <w:t>246.9964</w:t>
      </w:r>
      <w:r>
        <w:tab/>
        <w:t>3.038e0</w:t>
      </w:r>
    </w:p>
    <w:p w:rsidR="007B6A46" w:rsidRDefault="007B6A46" w:rsidP="007B6A46">
      <w:r>
        <w:t>246.9992</w:t>
      </w:r>
      <w:r>
        <w:tab/>
        <w:t>1.013e0</w:t>
      </w:r>
    </w:p>
    <w:p w:rsidR="007B6A46" w:rsidRDefault="007B6A46" w:rsidP="007B6A46">
      <w:r>
        <w:t>247.0062</w:t>
      </w:r>
      <w:r>
        <w:tab/>
        <w:t>5.063e0</w:t>
      </w:r>
    </w:p>
    <w:p w:rsidR="007B6A46" w:rsidRDefault="007B6A46" w:rsidP="007B6A46">
      <w:r>
        <w:t>247.0289</w:t>
      </w:r>
      <w:r>
        <w:tab/>
        <w:t>3.038e0</w:t>
      </w:r>
    </w:p>
    <w:p w:rsidR="007B6A46" w:rsidRDefault="007B6A46" w:rsidP="007B6A46">
      <w:r>
        <w:lastRenderedPageBreak/>
        <w:t>247.0354</w:t>
      </w:r>
      <w:r>
        <w:tab/>
        <w:t>4.372e0</w:t>
      </w:r>
    </w:p>
    <w:p w:rsidR="007B6A46" w:rsidRDefault="007B6A46" w:rsidP="007B6A46">
      <w:r>
        <w:t>247.0613</w:t>
      </w:r>
      <w:r>
        <w:tab/>
        <w:t>4.051e0</w:t>
      </w:r>
    </w:p>
    <w:p w:rsidR="007B6A46" w:rsidRDefault="007B6A46" w:rsidP="007B6A46">
      <w:r>
        <w:t>247.0674</w:t>
      </w:r>
      <w:r>
        <w:tab/>
        <w:t>4.051e0</w:t>
      </w:r>
    </w:p>
    <w:p w:rsidR="007B6A46" w:rsidRDefault="007B6A46" w:rsidP="007B6A46">
      <w:r>
        <w:t>247.0890</w:t>
      </w:r>
      <w:r>
        <w:tab/>
        <w:t>3.038e0</w:t>
      </w:r>
    </w:p>
    <w:p w:rsidR="007B6A46" w:rsidRDefault="007B6A46" w:rsidP="007B6A46">
      <w:r>
        <w:t>247.1027</w:t>
      </w:r>
      <w:r>
        <w:tab/>
        <w:t>1.013e0</w:t>
      </w:r>
    </w:p>
    <w:p w:rsidR="007B6A46" w:rsidRDefault="007B6A46" w:rsidP="007B6A46">
      <w:r>
        <w:t>247.1257</w:t>
      </w:r>
      <w:r>
        <w:tab/>
        <w:t>3.038e0</w:t>
      </w:r>
    </w:p>
    <w:p w:rsidR="007B6A46" w:rsidRDefault="007B6A46" w:rsidP="007B6A46">
      <w:r>
        <w:t>247.1364</w:t>
      </w:r>
      <w:r>
        <w:tab/>
        <w:t>1.013e0</w:t>
      </w:r>
    </w:p>
    <w:p w:rsidR="007B6A46" w:rsidRDefault="007B6A46" w:rsidP="007B6A46">
      <w:r>
        <w:t>247.1486</w:t>
      </w:r>
      <w:r>
        <w:tab/>
        <w:t>1.013e0</w:t>
      </w:r>
    </w:p>
    <w:p w:rsidR="007B6A46" w:rsidRDefault="007B6A46" w:rsidP="007B6A46">
      <w:r>
        <w:t>247.1526</w:t>
      </w:r>
      <w:r>
        <w:tab/>
        <w:t>1.013e0</w:t>
      </w:r>
    </w:p>
    <w:p w:rsidR="007B6A46" w:rsidRDefault="007B6A46" w:rsidP="007B6A46">
      <w:r>
        <w:t>247.1696</w:t>
      </w:r>
      <w:r>
        <w:tab/>
        <w:t>1.013e0</w:t>
      </w:r>
    </w:p>
    <w:p w:rsidR="007B6A46" w:rsidRDefault="007B6A46" w:rsidP="007B6A46">
      <w:r>
        <w:t>247.1823</w:t>
      </w:r>
      <w:r>
        <w:tab/>
        <w:t>1.013e0</w:t>
      </w:r>
    </w:p>
    <w:p w:rsidR="007B6A46" w:rsidRDefault="007B6A46" w:rsidP="007B6A46">
      <w:r>
        <w:t>247.2003</w:t>
      </w:r>
      <w:r>
        <w:tab/>
        <w:t>2.025e0</w:t>
      </w:r>
    </w:p>
    <w:p w:rsidR="007B6A46" w:rsidRDefault="007B6A46" w:rsidP="007B6A46">
      <w:r>
        <w:t>247.2023</w:t>
      </w:r>
      <w:r>
        <w:tab/>
        <w:t>1.013e0</w:t>
      </w:r>
    </w:p>
    <w:p w:rsidR="007B6A46" w:rsidRDefault="007B6A46" w:rsidP="007B6A46">
      <w:r>
        <w:t>247.2630</w:t>
      </w:r>
      <w:r>
        <w:tab/>
        <w:t>2.025e0</w:t>
      </w:r>
    </w:p>
    <w:p w:rsidR="007B6A46" w:rsidRDefault="007B6A46" w:rsidP="007B6A46">
      <w:r>
        <w:t>247.2765</w:t>
      </w:r>
      <w:r>
        <w:tab/>
        <w:t>2.025e0</w:t>
      </w:r>
    </w:p>
    <w:p w:rsidR="007B6A46" w:rsidRDefault="007B6A46" w:rsidP="007B6A46">
      <w:r>
        <w:t>247.3954</w:t>
      </w:r>
      <w:r>
        <w:tab/>
        <w:t>1.013e0</w:t>
      </w:r>
    </w:p>
    <w:p w:rsidR="007B6A46" w:rsidRDefault="007B6A46" w:rsidP="007B6A46">
      <w:r>
        <w:t>247.4621</w:t>
      </w:r>
      <w:r>
        <w:tab/>
        <w:t>1.013e0</w:t>
      </w:r>
    </w:p>
    <w:p w:rsidR="007B6A46" w:rsidRDefault="007B6A46" w:rsidP="007B6A46">
      <w:r>
        <w:t>247.4695</w:t>
      </w:r>
      <w:r>
        <w:tab/>
        <w:t>1.013e0</w:t>
      </w:r>
    </w:p>
    <w:p w:rsidR="007B6A46" w:rsidRDefault="007B6A46" w:rsidP="007B6A46">
      <w:r>
        <w:t>247.4872</w:t>
      </w:r>
      <w:r>
        <w:tab/>
        <w:t>2.025e0</w:t>
      </w:r>
    </w:p>
    <w:p w:rsidR="007B6A46" w:rsidRDefault="007B6A46" w:rsidP="007B6A46">
      <w:r>
        <w:lastRenderedPageBreak/>
        <w:t>247.5288</w:t>
      </w:r>
      <w:r>
        <w:tab/>
        <w:t>1.013e0</w:t>
      </w:r>
    </w:p>
    <w:p w:rsidR="007B6A46" w:rsidRDefault="007B6A46" w:rsidP="007B6A46">
      <w:r>
        <w:t>247.5406</w:t>
      </w:r>
      <w:r>
        <w:tab/>
        <w:t>3.038e0</w:t>
      </w:r>
    </w:p>
    <w:p w:rsidR="007B6A46" w:rsidRDefault="007B6A46" w:rsidP="007B6A46">
      <w:r>
        <w:t>247.5797</w:t>
      </w:r>
      <w:r>
        <w:tab/>
        <w:t>2.025e0</w:t>
      </w:r>
    </w:p>
    <w:p w:rsidR="007B6A46" w:rsidRDefault="007B6A46" w:rsidP="007B6A46">
      <w:r>
        <w:t>247.6034</w:t>
      </w:r>
      <w:r>
        <w:tab/>
        <w:t>1.013e0</w:t>
      </w:r>
    </w:p>
    <w:p w:rsidR="007B6A46" w:rsidRDefault="007B6A46" w:rsidP="007B6A46">
      <w:r>
        <w:t>247.6495</w:t>
      </w:r>
      <w:r>
        <w:tab/>
        <w:t>2.025e0</w:t>
      </w:r>
    </w:p>
    <w:p w:rsidR="007B6A46" w:rsidRDefault="007B6A46" w:rsidP="007B6A46">
      <w:r>
        <w:t>247.6721</w:t>
      </w:r>
      <w:r>
        <w:tab/>
        <w:t>1.013e0</w:t>
      </w:r>
    </w:p>
    <w:p w:rsidR="007B6A46" w:rsidRDefault="007B6A46" w:rsidP="007B6A46">
      <w:r>
        <w:t>247.6952</w:t>
      </w:r>
      <w:r>
        <w:tab/>
        <w:t>1.013e0</w:t>
      </w:r>
    </w:p>
    <w:p w:rsidR="007B6A46" w:rsidRDefault="007B6A46" w:rsidP="007B6A46">
      <w:r>
        <w:t>247.7117</w:t>
      </w:r>
      <w:r>
        <w:tab/>
        <w:t>2.025e0</w:t>
      </w:r>
    </w:p>
    <w:p w:rsidR="007B6A46" w:rsidRDefault="007B6A46" w:rsidP="007B6A46">
      <w:r>
        <w:t>247.7218</w:t>
      </w:r>
      <w:r>
        <w:tab/>
        <w:t>1.013e0</w:t>
      </w:r>
    </w:p>
    <w:p w:rsidR="007B6A46" w:rsidRDefault="007B6A46" w:rsidP="007B6A46">
      <w:r>
        <w:t>247.7964</w:t>
      </w:r>
      <w:r>
        <w:tab/>
        <w:t>1.013e0</w:t>
      </w:r>
    </w:p>
    <w:p w:rsidR="007B6A46" w:rsidRDefault="007B6A46" w:rsidP="007B6A46">
      <w:r>
        <w:t>247.8384</w:t>
      </w:r>
      <w:r>
        <w:tab/>
        <w:t>1.013e0</w:t>
      </w:r>
    </w:p>
    <w:p w:rsidR="007B6A46" w:rsidRDefault="007B6A46" w:rsidP="007B6A46">
      <w:r>
        <w:t>247.8596</w:t>
      </w:r>
      <w:r>
        <w:tab/>
        <w:t>1.013e0</w:t>
      </w:r>
    </w:p>
    <w:p w:rsidR="007B6A46" w:rsidRDefault="007B6A46" w:rsidP="007B6A46">
      <w:r>
        <w:t>247.8749</w:t>
      </w:r>
      <w:r>
        <w:tab/>
        <w:t>1.013e0</w:t>
      </w:r>
    </w:p>
    <w:p w:rsidR="007B6A46" w:rsidRDefault="007B6A46" w:rsidP="007B6A46">
      <w:r>
        <w:t>247.8796</w:t>
      </w:r>
      <w:r>
        <w:tab/>
        <w:t>1.013e0</w:t>
      </w:r>
    </w:p>
    <w:p w:rsidR="007B6A46" w:rsidRDefault="007B6A46" w:rsidP="007B6A46">
      <w:r>
        <w:t>247.9265</w:t>
      </w:r>
      <w:r>
        <w:tab/>
        <w:t>2.025e0</w:t>
      </w:r>
    </w:p>
    <w:p w:rsidR="007B6A46" w:rsidRDefault="007B6A46" w:rsidP="007B6A46">
      <w:r>
        <w:t>247.9395</w:t>
      </w:r>
      <w:r>
        <w:tab/>
        <w:t>1.013e0</w:t>
      </w:r>
    </w:p>
    <w:p w:rsidR="007B6A46" w:rsidRDefault="007B6A46" w:rsidP="007B6A46">
      <w:r>
        <w:t>247.9723</w:t>
      </w:r>
      <w:r>
        <w:tab/>
        <w:t>1.013e0</w:t>
      </w:r>
    </w:p>
    <w:p w:rsidR="007B6A46" w:rsidRDefault="007B6A46" w:rsidP="007B6A46">
      <w:r>
        <w:t>247.9857</w:t>
      </w:r>
      <w:r>
        <w:tab/>
        <w:t>1.013e0</w:t>
      </w:r>
    </w:p>
    <w:p w:rsidR="007B6A46" w:rsidRDefault="007B6A46" w:rsidP="007B6A46">
      <w:r>
        <w:t>247.9893</w:t>
      </w:r>
      <w:r>
        <w:tab/>
        <w:t>2.025e0</w:t>
      </w:r>
    </w:p>
    <w:p w:rsidR="007B6A46" w:rsidRDefault="007B6A46" w:rsidP="007B6A46">
      <w:r>
        <w:lastRenderedPageBreak/>
        <w:t>248.0232</w:t>
      </w:r>
      <w:r>
        <w:tab/>
        <w:t>1.013e0</w:t>
      </w:r>
    </w:p>
    <w:p w:rsidR="007B6A46" w:rsidRDefault="007B6A46" w:rsidP="007B6A46">
      <w:r>
        <w:t>248.0245</w:t>
      </w:r>
      <w:r>
        <w:tab/>
        <w:t>5.063e0</w:t>
      </w:r>
    </w:p>
    <w:p w:rsidR="007B6A46" w:rsidRDefault="007B6A46" w:rsidP="007B6A46">
      <w:r>
        <w:t>248.0280</w:t>
      </w:r>
      <w:r>
        <w:tab/>
        <w:t>4.051e0</w:t>
      </w:r>
    </w:p>
    <w:p w:rsidR="007B6A46" w:rsidRDefault="007B6A46" w:rsidP="007B6A46">
      <w:r>
        <w:t>248.0737</w:t>
      </w:r>
      <w:r>
        <w:tab/>
        <w:t>1.013e0</w:t>
      </w:r>
    </w:p>
    <w:p w:rsidR="007B6A46" w:rsidRDefault="007B6A46" w:rsidP="007B6A46">
      <w:r>
        <w:t>248.0890</w:t>
      </w:r>
      <w:r>
        <w:tab/>
        <w:t>2.025e0</w:t>
      </w:r>
    </w:p>
    <w:p w:rsidR="007B6A46" w:rsidRDefault="007B6A46" w:rsidP="007B6A46">
      <w:r>
        <w:t>248.1895</w:t>
      </w:r>
      <w:r>
        <w:tab/>
        <w:t>1.013e0</w:t>
      </w:r>
    </w:p>
    <w:p w:rsidR="007B6A46" w:rsidRDefault="007B6A46" w:rsidP="007B6A46">
      <w:r>
        <w:t>248.2439</w:t>
      </w:r>
      <w:r>
        <w:tab/>
        <w:t>2.025e0</w:t>
      </w:r>
    </w:p>
    <w:p w:rsidR="007B6A46" w:rsidRDefault="007B6A46" w:rsidP="007B6A46">
      <w:r>
        <w:t>248.2774</w:t>
      </w:r>
      <w:r>
        <w:tab/>
        <w:t>1.013e0</w:t>
      </w:r>
    </w:p>
    <w:p w:rsidR="007B6A46" w:rsidRDefault="007B6A46" w:rsidP="007B6A46">
      <w:r>
        <w:t>248.3110</w:t>
      </w:r>
      <w:r>
        <w:tab/>
        <w:t>1.013e0</w:t>
      </w:r>
    </w:p>
    <w:p w:rsidR="007B6A46" w:rsidRDefault="007B6A46" w:rsidP="007B6A46">
      <w:r>
        <w:t>248.3153</w:t>
      </w:r>
      <w:r>
        <w:tab/>
        <w:t>2.025e0</w:t>
      </w:r>
    </w:p>
    <w:p w:rsidR="007B6A46" w:rsidRDefault="007B6A46" w:rsidP="007B6A46">
      <w:r>
        <w:t>248.3375</w:t>
      </w:r>
      <w:r>
        <w:tab/>
        <w:t>1.013e0</w:t>
      </w:r>
    </w:p>
    <w:p w:rsidR="007B6A46" w:rsidRDefault="007B6A46" w:rsidP="007B6A46">
      <w:r>
        <w:t>248.3530</w:t>
      </w:r>
      <w:r>
        <w:tab/>
        <w:t>1.013e0</w:t>
      </w:r>
    </w:p>
    <w:p w:rsidR="007B6A46" w:rsidRDefault="007B6A46" w:rsidP="007B6A46">
      <w:r>
        <w:t>248.4116</w:t>
      </w:r>
      <w:r>
        <w:tab/>
        <w:t>1.013e0</w:t>
      </w:r>
    </w:p>
    <w:p w:rsidR="007B6A46" w:rsidRDefault="007B6A46" w:rsidP="007B6A46">
      <w:r>
        <w:t>248.4208</w:t>
      </w:r>
      <w:r>
        <w:tab/>
        <w:t>1.013e0</w:t>
      </w:r>
    </w:p>
    <w:p w:rsidR="007B6A46" w:rsidRDefault="007B6A46" w:rsidP="007B6A46">
      <w:r>
        <w:t>248.4671</w:t>
      </w:r>
      <w:r>
        <w:tab/>
        <w:t>1.013e0</w:t>
      </w:r>
    </w:p>
    <w:p w:rsidR="007B6A46" w:rsidRDefault="007B6A46" w:rsidP="007B6A46">
      <w:r>
        <w:t>248.4794</w:t>
      </w:r>
      <w:r>
        <w:tab/>
        <w:t>1.013e0</w:t>
      </w:r>
    </w:p>
    <w:p w:rsidR="007B6A46" w:rsidRDefault="007B6A46" w:rsidP="007B6A46">
      <w:r>
        <w:t>248.5290</w:t>
      </w:r>
      <w:r>
        <w:tab/>
        <w:t>1.013e0</w:t>
      </w:r>
    </w:p>
    <w:p w:rsidR="007B6A46" w:rsidRDefault="007B6A46" w:rsidP="007B6A46">
      <w:r>
        <w:t>248.5546</w:t>
      </w:r>
      <w:r>
        <w:tab/>
        <w:t>1.013e0</w:t>
      </w:r>
    </w:p>
    <w:p w:rsidR="007B6A46" w:rsidRDefault="007B6A46" w:rsidP="007B6A46">
      <w:r>
        <w:t>248.5827</w:t>
      </w:r>
      <w:r>
        <w:tab/>
        <w:t>1.013e0</w:t>
      </w:r>
    </w:p>
    <w:p w:rsidR="007B6A46" w:rsidRDefault="007B6A46" w:rsidP="007B6A46">
      <w:r>
        <w:lastRenderedPageBreak/>
        <w:t>248.5874</w:t>
      </w:r>
      <w:r>
        <w:tab/>
        <w:t>1.013e0</w:t>
      </w:r>
    </w:p>
    <w:p w:rsidR="007B6A46" w:rsidRDefault="007B6A46" w:rsidP="007B6A46">
      <w:r>
        <w:t>248.6013</w:t>
      </w:r>
      <w:r>
        <w:tab/>
        <w:t>2.025e0</w:t>
      </w:r>
    </w:p>
    <w:p w:rsidR="007B6A46" w:rsidRDefault="007B6A46" w:rsidP="007B6A46">
      <w:r>
        <w:t>248.6291</w:t>
      </w:r>
      <w:r>
        <w:tab/>
        <w:t>1.013e0</w:t>
      </w:r>
    </w:p>
    <w:p w:rsidR="007B6A46" w:rsidRDefault="007B6A46" w:rsidP="007B6A46">
      <w:r>
        <w:t>248.6504</w:t>
      </w:r>
      <w:r>
        <w:tab/>
        <w:t>2.025e0</w:t>
      </w:r>
    </w:p>
    <w:p w:rsidR="007B6A46" w:rsidRDefault="007B6A46" w:rsidP="007B6A46">
      <w:r>
        <w:t>248.7260</w:t>
      </w:r>
      <w:r>
        <w:tab/>
        <w:t>1.013e0</w:t>
      </w:r>
    </w:p>
    <w:p w:rsidR="007B6A46" w:rsidRDefault="007B6A46" w:rsidP="007B6A46">
      <w:r>
        <w:t>248.7392</w:t>
      </w:r>
      <w:r>
        <w:tab/>
        <w:t>1.013e0</w:t>
      </w:r>
    </w:p>
    <w:p w:rsidR="007B6A46" w:rsidRDefault="007B6A46" w:rsidP="007B6A46">
      <w:r>
        <w:t>248.7723</w:t>
      </w:r>
      <w:r>
        <w:tab/>
        <w:t>1.013e0</w:t>
      </w:r>
    </w:p>
    <w:p w:rsidR="007B6A46" w:rsidRDefault="007B6A46" w:rsidP="007B6A46">
      <w:r>
        <w:t>248.7974</w:t>
      </w:r>
      <w:r>
        <w:tab/>
        <w:t>2.025e0</w:t>
      </w:r>
    </w:p>
    <w:p w:rsidR="007B6A46" w:rsidRDefault="007B6A46" w:rsidP="007B6A46">
      <w:r>
        <w:t>248.8276</w:t>
      </w:r>
      <w:r>
        <w:tab/>
        <w:t>1.013e0</w:t>
      </w:r>
    </w:p>
    <w:p w:rsidR="007B6A46" w:rsidRDefault="007B6A46" w:rsidP="007B6A46">
      <w:r>
        <w:t>248.8515</w:t>
      </w:r>
      <w:r>
        <w:tab/>
        <w:t>1.013e0</w:t>
      </w:r>
    </w:p>
    <w:p w:rsidR="007B6A46" w:rsidRDefault="007B6A46" w:rsidP="007B6A46">
      <w:r>
        <w:t>248.8771</w:t>
      </w:r>
      <w:r>
        <w:tab/>
        <w:t>1.013e0</w:t>
      </w:r>
    </w:p>
    <w:p w:rsidR="007B6A46" w:rsidRDefault="007B6A46" w:rsidP="007B6A46">
      <w:r>
        <w:t>248.9481</w:t>
      </w:r>
      <w:r>
        <w:tab/>
        <w:t>2.025e0</w:t>
      </w:r>
    </w:p>
    <w:p w:rsidR="007B6A46" w:rsidRDefault="007B6A46" w:rsidP="007B6A46">
      <w:r>
        <w:t>248.9534</w:t>
      </w:r>
      <w:r>
        <w:tab/>
        <w:t>1.013e0</w:t>
      </w:r>
    </w:p>
    <w:p w:rsidR="007B6A46" w:rsidRDefault="007B6A46" w:rsidP="007B6A46">
      <w:r>
        <w:t>248.9655</w:t>
      </w:r>
      <w:r>
        <w:tab/>
        <w:t>2.025e0</w:t>
      </w:r>
    </w:p>
    <w:p w:rsidR="007B6A46" w:rsidRDefault="007B6A46" w:rsidP="007B6A46">
      <w:r>
        <w:t>248.9731</w:t>
      </w:r>
      <w:r>
        <w:tab/>
        <w:t>1.013e0</w:t>
      </w:r>
    </w:p>
    <w:p w:rsidR="007B6A46" w:rsidRDefault="007B6A46" w:rsidP="007B6A46">
      <w:r>
        <w:t>248.9871</w:t>
      </w:r>
      <w:r>
        <w:tab/>
        <w:t>2.025e0</w:t>
      </w:r>
    </w:p>
    <w:p w:rsidR="007B6A46" w:rsidRDefault="007B6A46" w:rsidP="007B6A46">
      <w:r>
        <w:t>249.0112</w:t>
      </w:r>
      <w:r>
        <w:tab/>
        <w:t>1.013e0</w:t>
      </w:r>
    </w:p>
    <w:p w:rsidR="007B6A46" w:rsidRDefault="007B6A46" w:rsidP="007B6A46">
      <w:r>
        <w:t>249.0322</w:t>
      </w:r>
      <w:r>
        <w:tab/>
        <w:t>2.025e0</w:t>
      </w:r>
    </w:p>
    <w:p w:rsidR="007B6A46" w:rsidRDefault="007B6A46" w:rsidP="007B6A46">
      <w:r>
        <w:t>249.0626</w:t>
      </w:r>
      <w:r>
        <w:tab/>
        <w:t>7.089e0</w:t>
      </w:r>
    </w:p>
    <w:p w:rsidR="007B6A46" w:rsidRDefault="007B6A46" w:rsidP="007B6A46">
      <w:r>
        <w:lastRenderedPageBreak/>
        <w:t>249.0641</w:t>
      </w:r>
      <w:r>
        <w:tab/>
        <w:t>8.101e0</w:t>
      </w:r>
    </w:p>
    <w:p w:rsidR="007B6A46" w:rsidRDefault="007B6A46" w:rsidP="007B6A46">
      <w:r>
        <w:t>249.0657</w:t>
      </w:r>
      <w:r>
        <w:tab/>
        <w:t>3.038e0</w:t>
      </w:r>
    </w:p>
    <w:p w:rsidR="007B6A46" w:rsidRDefault="007B6A46" w:rsidP="007B6A46">
      <w:r>
        <w:t>249.0676</w:t>
      </w:r>
      <w:r>
        <w:tab/>
        <w:t>8.369e0</w:t>
      </w:r>
    </w:p>
    <w:p w:rsidR="007B6A46" w:rsidRDefault="007B6A46" w:rsidP="007B6A46">
      <w:r>
        <w:t>249.0712</w:t>
      </w:r>
      <w:r>
        <w:tab/>
        <w:t>7.089e0</w:t>
      </w:r>
    </w:p>
    <w:p w:rsidR="007B6A46" w:rsidRDefault="007B6A46" w:rsidP="007B6A46">
      <w:r>
        <w:t>249.1036</w:t>
      </w:r>
      <w:r>
        <w:tab/>
        <w:t>1.013e0</w:t>
      </w:r>
    </w:p>
    <w:p w:rsidR="007B6A46" w:rsidRDefault="007B6A46" w:rsidP="007B6A46">
      <w:r>
        <w:t>249.1157</w:t>
      </w:r>
      <w:r>
        <w:tab/>
        <w:t>1.013e0</w:t>
      </w:r>
    </w:p>
    <w:p w:rsidR="007B6A46" w:rsidRDefault="007B6A46" w:rsidP="007B6A46">
      <w:r>
        <w:t>249.1377</w:t>
      </w:r>
      <w:r>
        <w:tab/>
        <w:t>1.013e0</w:t>
      </w:r>
    </w:p>
    <w:p w:rsidR="007B6A46" w:rsidRDefault="007B6A46" w:rsidP="007B6A46">
      <w:r>
        <w:t>249.1413</w:t>
      </w:r>
      <w:r>
        <w:tab/>
        <w:t>2.025e0</w:t>
      </w:r>
    </w:p>
    <w:p w:rsidR="007B6A46" w:rsidRDefault="007B6A46" w:rsidP="007B6A46">
      <w:r>
        <w:t>249.1457</w:t>
      </w:r>
      <w:r>
        <w:tab/>
        <w:t>2.025e0</w:t>
      </w:r>
    </w:p>
    <w:p w:rsidR="007B6A46" w:rsidRDefault="007B6A46" w:rsidP="007B6A46">
      <w:r>
        <w:t>249.1913</w:t>
      </w:r>
      <w:r>
        <w:tab/>
        <w:t>2.025e0</w:t>
      </w:r>
    </w:p>
    <w:p w:rsidR="007B6A46" w:rsidRDefault="007B6A46" w:rsidP="007B6A46">
      <w:r>
        <w:t>249.2837</w:t>
      </w:r>
      <w:r>
        <w:tab/>
        <w:t>1.013e0</w:t>
      </w:r>
    </w:p>
    <w:p w:rsidR="007B6A46" w:rsidRDefault="007B6A46" w:rsidP="007B6A46">
      <w:r>
        <w:t>249.3556</w:t>
      </w:r>
      <w:r>
        <w:tab/>
        <w:t>1.013e0</w:t>
      </w:r>
    </w:p>
    <w:p w:rsidR="007B6A46" w:rsidRDefault="007B6A46" w:rsidP="007B6A46">
      <w:r>
        <w:t>249.4520</w:t>
      </w:r>
      <w:r>
        <w:tab/>
        <w:t>1.013e0</w:t>
      </w:r>
    </w:p>
    <w:p w:rsidR="007B6A46" w:rsidRDefault="007B6A46" w:rsidP="007B6A46">
      <w:r>
        <w:t>249.4558</w:t>
      </w:r>
      <w:r>
        <w:tab/>
        <w:t>2.025e0</w:t>
      </w:r>
    </w:p>
    <w:p w:rsidR="007B6A46" w:rsidRDefault="007B6A46" w:rsidP="007B6A46">
      <w:r>
        <w:t>249.4634</w:t>
      </w:r>
      <w:r>
        <w:tab/>
        <w:t>1.013e0</w:t>
      </w:r>
    </w:p>
    <w:p w:rsidR="007B6A46" w:rsidRDefault="007B6A46" w:rsidP="007B6A46">
      <w:r>
        <w:t>249.5145</w:t>
      </w:r>
      <w:r>
        <w:tab/>
        <w:t>2.025e0</w:t>
      </w:r>
    </w:p>
    <w:p w:rsidR="007B6A46" w:rsidRDefault="007B6A46" w:rsidP="007B6A46">
      <w:r>
        <w:t>249.5242</w:t>
      </w:r>
      <w:r>
        <w:tab/>
        <w:t>1.013e0</w:t>
      </w:r>
    </w:p>
    <w:p w:rsidR="007B6A46" w:rsidRDefault="007B6A46" w:rsidP="007B6A46">
      <w:r>
        <w:t>249.5822</w:t>
      </w:r>
      <w:r>
        <w:tab/>
        <w:t>1.013e0</w:t>
      </w:r>
    </w:p>
    <w:p w:rsidR="007B6A46" w:rsidRDefault="007B6A46" w:rsidP="007B6A46">
      <w:r>
        <w:t>249.5939</w:t>
      </w:r>
      <w:r>
        <w:tab/>
        <w:t>1.013e0</w:t>
      </w:r>
    </w:p>
    <w:p w:rsidR="007B6A46" w:rsidRDefault="007B6A46" w:rsidP="007B6A46">
      <w:r>
        <w:lastRenderedPageBreak/>
        <w:t>249.6124</w:t>
      </w:r>
      <w:r>
        <w:tab/>
        <w:t>1.013e0</w:t>
      </w:r>
    </w:p>
    <w:p w:rsidR="007B6A46" w:rsidRDefault="007B6A46" w:rsidP="007B6A46">
      <w:r>
        <w:t>249.6203</w:t>
      </w:r>
      <w:r>
        <w:tab/>
        <w:t>2.025e0</w:t>
      </w:r>
    </w:p>
    <w:p w:rsidR="007B6A46" w:rsidRDefault="007B6A46" w:rsidP="007B6A46">
      <w:r>
        <w:t>249.6403</w:t>
      </w:r>
      <w:r>
        <w:tab/>
        <w:t>1.013e0</w:t>
      </w:r>
    </w:p>
    <w:p w:rsidR="007B6A46" w:rsidRDefault="007B6A46" w:rsidP="007B6A46">
      <w:r>
        <w:t>249.6496</w:t>
      </w:r>
      <w:r>
        <w:tab/>
        <w:t>1.013e0</w:t>
      </w:r>
    </w:p>
    <w:p w:rsidR="007B6A46" w:rsidRDefault="007B6A46" w:rsidP="007B6A46">
      <w:r>
        <w:t>249.6961</w:t>
      </w:r>
      <w:r>
        <w:tab/>
        <w:t>1.013e0</w:t>
      </w:r>
    </w:p>
    <w:p w:rsidR="007B6A46" w:rsidRDefault="007B6A46" w:rsidP="007B6A46">
      <w:r>
        <w:t>249.8002</w:t>
      </w:r>
      <w:r>
        <w:tab/>
        <w:t>1.013e0</w:t>
      </w:r>
    </w:p>
    <w:p w:rsidR="007B6A46" w:rsidRDefault="007B6A46" w:rsidP="007B6A46">
      <w:r>
        <w:t>249.8045</w:t>
      </w:r>
      <w:r>
        <w:tab/>
        <w:t>1.013e0</w:t>
      </w:r>
    </w:p>
    <w:p w:rsidR="007B6A46" w:rsidRDefault="007B6A46" w:rsidP="007B6A46">
      <w:r>
        <w:t>249.8343</w:t>
      </w:r>
      <w:r>
        <w:tab/>
        <w:t>1.013e0</w:t>
      </w:r>
    </w:p>
    <w:p w:rsidR="007B6A46" w:rsidRDefault="007B6A46" w:rsidP="007B6A46">
      <w:r>
        <w:t>249.9607</w:t>
      </w:r>
      <w:r>
        <w:tab/>
        <w:t>2.025e0</w:t>
      </w:r>
    </w:p>
    <w:p w:rsidR="007B6A46" w:rsidRDefault="007B6A46" w:rsidP="007B6A46">
      <w:r>
        <w:t>249.9725</w:t>
      </w:r>
      <w:r>
        <w:tab/>
        <w:t>1.013e0</w:t>
      </w:r>
    </w:p>
    <w:p w:rsidR="007B6A46" w:rsidRDefault="007B6A46" w:rsidP="007B6A46">
      <w:r>
        <w:t>250.0071</w:t>
      </w:r>
      <w:r>
        <w:tab/>
        <w:t>1.013e0</w:t>
      </w:r>
    </w:p>
    <w:p w:rsidR="007B6A46" w:rsidRDefault="007B6A46" w:rsidP="007B6A46">
      <w:r>
        <w:t>250.0088</w:t>
      </w:r>
      <w:r>
        <w:tab/>
        <w:t>2.025e0</w:t>
      </w:r>
    </w:p>
    <w:p w:rsidR="007B6A46" w:rsidRDefault="007B6A46" w:rsidP="007B6A46">
      <w:r>
        <w:t>250.0150</w:t>
      </w:r>
      <w:r>
        <w:tab/>
        <w:t>2.025e0</w:t>
      </w:r>
    </w:p>
    <w:p w:rsidR="007B6A46" w:rsidRDefault="007B6A46" w:rsidP="007B6A46">
      <w:r>
        <w:t>250.0229</w:t>
      </w:r>
      <w:r>
        <w:tab/>
        <w:t>1.013e0</w:t>
      </w:r>
    </w:p>
    <w:p w:rsidR="007B6A46" w:rsidRDefault="007B6A46" w:rsidP="007B6A46">
      <w:r>
        <w:t>250.0531</w:t>
      </w:r>
      <w:r>
        <w:tab/>
        <w:t>1.013e0</w:t>
      </w:r>
    </w:p>
    <w:p w:rsidR="007B6A46" w:rsidRDefault="007B6A46" w:rsidP="007B6A46">
      <w:r>
        <w:t>250.0568</w:t>
      </w:r>
      <w:r>
        <w:tab/>
        <w:t>3.038e0</w:t>
      </w:r>
    </w:p>
    <w:p w:rsidR="007B6A46" w:rsidRDefault="007B6A46" w:rsidP="007B6A46">
      <w:r>
        <w:t>250.0861</w:t>
      </w:r>
      <w:r>
        <w:tab/>
        <w:t>3.038e0</w:t>
      </w:r>
    </w:p>
    <w:p w:rsidR="007B6A46" w:rsidRDefault="007B6A46" w:rsidP="007B6A46">
      <w:r>
        <w:t>250.0912</w:t>
      </w:r>
      <w:r>
        <w:tab/>
        <w:t>2.025e0</w:t>
      </w:r>
    </w:p>
    <w:p w:rsidR="007B6A46" w:rsidRDefault="007B6A46" w:rsidP="007B6A46">
      <w:r>
        <w:t>250.1413</w:t>
      </w:r>
      <w:r>
        <w:tab/>
        <w:t>3.038e0</w:t>
      </w:r>
    </w:p>
    <w:p w:rsidR="007B6A46" w:rsidRDefault="007B6A46" w:rsidP="007B6A46">
      <w:r>
        <w:lastRenderedPageBreak/>
        <w:t>250.1489</w:t>
      </w:r>
      <w:r>
        <w:tab/>
        <w:t>1.013e0</w:t>
      </w:r>
    </w:p>
    <w:p w:rsidR="007B6A46" w:rsidRDefault="007B6A46" w:rsidP="007B6A46">
      <w:r>
        <w:t>250.1752</w:t>
      </w:r>
      <w:r>
        <w:tab/>
        <w:t>2.025e0</w:t>
      </w:r>
    </w:p>
    <w:p w:rsidR="007B6A46" w:rsidRDefault="007B6A46" w:rsidP="007B6A46">
      <w:r>
        <w:t>250.1792</w:t>
      </w:r>
      <w:r>
        <w:tab/>
        <w:t>1.013e0</w:t>
      </w:r>
    </w:p>
    <w:p w:rsidR="007B6A46" w:rsidRDefault="007B6A46" w:rsidP="007B6A46">
      <w:r>
        <w:t>250.1992</w:t>
      </w:r>
      <w:r>
        <w:tab/>
        <w:t>1.013e0</w:t>
      </w:r>
    </w:p>
    <w:p w:rsidR="007B6A46" w:rsidRDefault="007B6A46" w:rsidP="007B6A46">
      <w:r>
        <w:t>250.2078</w:t>
      </w:r>
      <w:r>
        <w:tab/>
        <w:t>1.013e0</w:t>
      </w:r>
    </w:p>
    <w:p w:rsidR="007B6A46" w:rsidRDefault="007B6A46" w:rsidP="007B6A46">
      <w:r>
        <w:t>250.2540</w:t>
      </w:r>
      <w:r>
        <w:tab/>
        <w:t>1.013e0</w:t>
      </w:r>
    </w:p>
    <w:p w:rsidR="007B6A46" w:rsidRDefault="007B6A46" w:rsidP="007B6A46">
      <w:r>
        <w:t>250.2986</w:t>
      </w:r>
      <w:r>
        <w:tab/>
        <w:t>2.025e0</w:t>
      </w:r>
    </w:p>
    <w:p w:rsidR="007B6A46" w:rsidRDefault="007B6A46" w:rsidP="007B6A46">
      <w:r>
        <w:t>250.3217</w:t>
      </w:r>
      <w:r>
        <w:tab/>
        <w:t>1.013e0</w:t>
      </w:r>
    </w:p>
    <w:p w:rsidR="007B6A46" w:rsidRDefault="007B6A46" w:rsidP="007B6A46">
      <w:r>
        <w:t>250.3378</w:t>
      </w:r>
      <w:r>
        <w:tab/>
        <w:t>1.013e0</w:t>
      </w:r>
    </w:p>
    <w:p w:rsidR="007B6A46" w:rsidRDefault="007B6A46" w:rsidP="007B6A46">
      <w:r>
        <w:t>250.3598</w:t>
      </w:r>
      <w:r>
        <w:tab/>
        <w:t>1.013e0</w:t>
      </w:r>
    </w:p>
    <w:p w:rsidR="007B6A46" w:rsidRDefault="007B6A46" w:rsidP="007B6A46">
      <w:r>
        <w:t>250.4520</w:t>
      </w:r>
      <w:r>
        <w:tab/>
        <w:t>1.013e0</w:t>
      </w:r>
    </w:p>
    <w:p w:rsidR="007B6A46" w:rsidRDefault="007B6A46" w:rsidP="007B6A46">
      <w:r>
        <w:t>250.4594</w:t>
      </w:r>
      <w:r>
        <w:tab/>
        <w:t>1.013e0</w:t>
      </w:r>
    </w:p>
    <w:p w:rsidR="007B6A46" w:rsidRDefault="007B6A46" w:rsidP="007B6A46">
      <w:r>
        <w:t>250.4819</w:t>
      </w:r>
      <w:r>
        <w:tab/>
        <w:t>1.013e0</w:t>
      </w:r>
    </w:p>
    <w:p w:rsidR="007B6A46" w:rsidRDefault="007B6A46" w:rsidP="007B6A46">
      <w:r>
        <w:t>250.5362</w:t>
      </w:r>
      <w:r>
        <w:tab/>
        <w:t>1.013e0</w:t>
      </w:r>
    </w:p>
    <w:p w:rsidR="007B6A46" w:rsidRDefault="007B6A46" w:rsidP="007B6A46">
      <w:r>
        <w:t>250.5744</w:t>
      </w:r>
      <w:r>
        <w:tab/>
        <w:t>1.013e0</w:t>
      </w:r>
    </w:p>
    <w:p w:rsidR="007B6A46" w:rsidRDefault="007B6A46" w:rsidP="007B6A46">
      <w:r>
        <w:t>250.5863</w:t>
      </w:r>
      <w:r>
        <w:tab/>
        <w:t>1.013e0</w:t>
      </w:r>
    </w:p>
    <w:p w:rsidR="007B6A46" w:rsidRDefault="007B6A46" w:rsidP="007B6A46">
      <w:r>
        <w:t>250.6010</w:t>
      </w:r>
      <w:r>
        <w:tab/>
        <w:t>2.025e0</w:t>
      </w:r>
    </w:p>
    <w:p w:rsidR="007B6A46" w:rsidRDefault="007B6A46" w:rsidP="007B6A46">
      <w:r>
        <w:t>250.6038</w:t>
      </w:r>
      <w:r>
        <w:tab/>
        <w:t>1.013e0</w:t>
      </w:r>
    </w:p>
    <w:p w:rsidR="007B6A46" w:rsidRDefault="007B6A46" w:rsidP="007B6A46">
      <w:r>
        <w:t>250.6281</w:t>
      </w:r>
      <w:r>
        <w:tab/>
        <w:t>1.013e0</w:t>
      </w:r>
    </w:p>
    <w:p w:rsidR="007B6A46" w:rsidRDefault="007B6A46" w:rsidP="007B6A46">
      <w:r>
        <w:lastRenderedPageBreak/>
        <w:t>250.7387</w:t>
      </w:r>
      <w:r>
        <w:tab/>
        <w:t>1.013e0</w:t>
      </w:r>
    </w:p>
    <w:p w:rsidR="007B6A46" w:rsidRDefault="007B6A46" w:rsidP="007B6A46">
      <w:r>
        <w:t>250.7430</w:t>
      </w:r>
      <w:r>
        <w:tab/>
        <w:t>1.013e0</w:t>
      </w:r>
    </w:p>
    <w:p w:rsidR="007B6A46" w:rsidRDefault="007B6A46" w:rsidP="007B6A46">
      <w:r>
        <w:t>250.7564</w:t>
      </w:r>
      <w:r>
        <w:tab/>
        <w:t>3.038e0</w:t>
      </w:r>
    </w:p>
    <w:p w:rsidR="007B6A46" w:rsidRDefault="007B6A46" w:rsidP="007B6A46">
      <w:r>
        <w:t>250.7584</w:t>
      </w:r>
      <w:r>
        <w:tab/>
        <w:t>1.013e0</w:t>
      </w:r>
    </w:p>
    <w:p w:rsidR="007B6A46" w:rsidRDefault="007B6A46" w:rsidP="007B6A46">
      <w:r>
        <w:t>250.7890</w:t>
      </w:r>
      <w:r>
        <w:tab/>
        <w:t>1.013e0</w:t>
      </w:r>
    </w:p>
    <w:p w:rsidR="007B6A46" w:rsidRDefault="007B6A46" w:rsidP="007B6A46">
      <w:r>
        <w:t>250.8387</w:t>
      </w:r>
      <w:r>
        <w:tab/>
        <w:t>1.013e0</w:t>
      </w:r>
    </w:p>
    <w:p w:rsidR="007B6A46" w:rsidRDefault="007B6A46" w:rsidP="007B6A46">
      <w:r>
        <w:t>250.8646</w:t>
      </w:r>
      <w:r>
        <w:tab/>
        <w:t>1.013e0</w:t>
      </w:r>
    </w:p>
    <w:p w:rsidR="007B6A46" w:rsidRDefault="007B6A46" w:rsidP="007B6A46">
      <w:r>
        <w:t>250.8892</w:t>
      </w:r>
      <w:r>
        <w:tab/>
        <w:t>1.013e0</w:t>
      </w:r>
    </w:p>
    <w:p w:rsidR="007B6A46" w:rsidRDefault="007B6A46" w:rsidP="007B6A46">
      <w:r>
        <w:t>250.8973</w:t>
      </w:r>
      <w:r>
        <w:tab/>
        <w:t>1.013e0</w:t>
      </w:r>
    </w:p>
    <w:p w:rsidR="007B6A46" w:rsidRDefault="007B6A46" w:rsidP="007B6A46">
      <w:r>
        <w:t>250.9194</w:t>
      </w:r>
      <w:r>
        <w:tab/>
        <w:t>1.013e0</w:t>
      </w:r>
    </w:p>
    <w:p w:rsidR="007B6A46" w:rsidRDefault="007B6A46" w:rsidP="007B6A46">
      <w:r>
        <w:t>250.9714</w:t>
      </w:r>
      <w:r>
        <w:tab/>
        <w:t>1.013e1</w:t>
      </w:r>
    </w:p>
    <w:p w:rsidR="007B6A46" w:rsidRDefault="007B6A46" w:rsidP="007B6A46">
      <w:r>
        <w:t>250.9757</w:t>
      </w:r>
      <w:r>
        <w:tab/>
        <w:t>1.846e1</w:t>
      </w:r>
    </w:p>
    <w:p w:rsidR="007B6A46" w:rsidRDefault="007B6A46" w:rsidP="007B6A46">
      <w:r>
        <w:t>250.9828</w:t>
      </w:r>
      <w:r>
        <w:tab/>
        <w:t>1.114e1</w:t>
      </w:r>
    </w:p>
    <w:p w:rsidR="007B6A46" w:rsidRDefault="007B6A46" w:rsidP="007B6A46">
      <w:r>
        <w:t>251.0037</w:t>
      </w:r>
      <w:r>
        <w:tab/>
        <w:t>2.025e0</w:t>
      </w:r>
    </w:p>
    <w:p w:rsidR="007B6A46" w:rsidRDefault="007B6A46" w:rsidP="007B6A46">
      <w:r>
        <w:t>251.0233</w:t>
      </w:r>
      <w:r>
        <w:tab/>
        <w:t>1.013e0</w:t>
      </w:r>
    </w:p>
    <w:p w:rsidR="007B6A46" w:rsidRDefault="007B6A46" w:rsidP="007B6A46">
      <w:r>
        <w:t>251.0390</w:t>
      </w:r>
      <w:r>
        <w:tab/>
        <w:t>3.038e0</w:t>
      </w:r>
    </w:p>
    <w:p w:rsidR="007B6A46" w:rsidRDefault="007B6A46" w:rsidP="007B6A46">
      <w:r>
        <w:t>251.0432</w:t>
      </w:r>
      <w:r>
        <w:tab/>
        <w:t>3.038e0</w:t>
      </w:r>
    </w:p>
    <w:p w:rsidR="007B6A46" w:rsidRDefault="007B6A46" w:rsidP="007B6A46">
      <w:r>
        <w:t>251.1303</w:t>
      </w:r>
      <w:r>
        <w:tab/>
        <w:t>2.025e0</w:t>
      </w:r>
    </w:p>
    <w:p w:rsidR="007B6A46" w:rsidRDefault="007B6A46" w:rsidP="007B6A46">
      <w:r>
        <w:t>251.1457</w:t>
      </w:r>
      <w:r>
        <w:tab/>
        <w:t>1.013e0</w:t>
      </w:r>
    </w:p>
    <w:p w:rsidR="007B6A46" w:rsidRDefault="007B6A46" w:rsidP="007B6A46">
      <w:r>
        <w:lastRenderedPageBreak/>
        <w:t>251.1687</w:t>
      </w:r>
      <w:r>
        <w:tab/>
        <w:t>3.038e0</w:t>
      </w:r>
    </w:p>
    <w:p w:rsidR="007B6A46" w:rsidRDefault="007B6A46" w:rsidP="007B6A46">
      <w:r>
        <w:t>251.1759</w:t>
      </w:r>
      <w:r>
        <w:tab/>
        <w:t>1.013e0</w:t>
      </w:r>
    </w:p>
    <w:p w:rsidR="007B6A46" w:rsidRDefault="007B6A46" w:rsidP="007B6A46">
      <w:r>
        <w:t>251.1823</w:t>
      </w:r>
      <w:r>
        <w:tab/>
        <w:t>2.025e0</w:t>
      </w:r>
    </w:p>
    <w:p w:rsidR="007B6A46" w:rsidRDefault="007B6A46" w:rsidP="007B6A46">
      <w:r>
        <w:t>251.2106</w:t>
      </w:r>
      <w:r>
        <w:tab/>
        <w:t>1.013e0</w:t>
      </w:r>
    </w:p>
    <w:p w:rsidR="007B6A46" w:rsidRDefault="007B6A46" w:rsidP="007B6A46">
      <w:r>
        <w:t>251.2146</w:t>
      </w:r>
      <w:r>
        <w:tab/>
        <w:t>1.013e0</w:t>
      </w:r>
    </w:p>
    <w:p w:rsidR="007B6A46" w:rsidRDefault="007B6A46" w:rsidP="007B6A46">
      <w:r>
        <w:t>251.2221</w:t>
      </w:r>
      <w:r>
        <w:tab/>
        <w:t>1.013e0</w:t>
      </w:r>
    </w:p>
    <w:p w:rsidR="007B6A46" w:rsidRDefault="007B6A46" w:rsidP="007B6A46">
      <w:r>
        <w:t>251.2265</w:t>
      </w:r>
      <w:r>
        <w:tab/>
        <w:t>1.013e0</w:t>
      </w:r>
    </w:p>
    <w:p w:rsidR="007B6A46" w:rsidRDefault="007B6A46" w:rsidP="007B6A46">
      <w:r>
        <w:t>251.2568</w:t>
      </w:r>
      <w:r>
        <w:tab/>
        <w:t>1.013e0</w:t>
      </w:r>
    </w:p>
    <w:p w:rsidR="007B6A46" w:rsidRDefault="007B6A46" w:rsidP="007B6A46">
      <w:r>
        <w:t>251.2682</w:t>
      </w:r>
      <w:r>
        <w:tab/>
        <w:t>1.013e0</w:t>
      </w:r>
    </w:p>
    <w:p w:rsidR="007B6A46" w:rsidRDefault="007B6A46" w:rsidP="007B6A46">
      <w:r>
        <w:t>251.2744</w:t>
      </w:r>
      <w:r>
        <w:tab/>
        <w:t>2.025e0</w:t>
      </w:r>
    </w:p>
    <w:p w:rsidR="007B6A46" w:rsidRDefault="007B6A46" w:rsidP="007B6A46">
      <w:r>
        <w:t>251.3486</w:t>
      </w:r>
      <w:r>
        <w:tab/>
        <w:t>1.013e0</w:t>
      </w:r>
    </w:p>
    <w:p w:rsidR="007B6A46" w:rsidRDefault="007B6A46" w:rsidP="007B6A46">
      <w:r>
        <w:t>251.3951</w:t>
      </w:r>
      <w:r>
        <w:tab/>
        <w:t>1.013e0</w:t>
      </w:r>
    </w:p>
    <w:p w:rsidR="007B6A46" w:rsidRDefault="007B6A46" w:rsidP="007B6A46">
      <w:r>
        <w:t>251.5296</w:t>
      </w:r>
      <w:r>
        <w:tab/>
        <w:t>3.038e0</w:t>
      </w:r>
    </w:p>
    <w:p w:rsidR="007B6A46" w:rsidRDefault="007B6A46" w:rsidP="007B6A46">
      <w:r>
        <w:t>251.5799</w:t>
      </w:r>
      <w:r>
        <w:tab/>
        <w:t>1.013e0</w:t>
      </w:r>
    </w:p>
    <w:p w:rsidR="007B6A46" w:rsidRDefault="007B6A46" w:rsidP="007B6A46">
      <w:r>
        <w:t>251.6247</w:t>
      </w:r>
      <w:r>
        <w:tab/>
        <w:t>2.025e0</w:t>
      </w:r>
    </w:p>
    <w:p w:rsidR="007B6A46" w:rsidRDefault="007B6A46" w:rsidP="007B6A46">
      <w:r>
        <w:t>251.6522</w:t>
      </w:r>
      <w:r>
        <w:tab/>
        <w:t>1.013e0</w:t>
      </w:r>
    </w:p>
    <w:p w:rsidR="007B6A46" w:rsidRDefault="007B6A46" w:rsidP="007B6A46">
      <w:r>
        <w:t>251.6664</w:t>
      </w:r>
      <w:r>
        <w:tab/>
        <w:t>3.238e0</w:t>
      </w:r>
    </w:p>
    <w:p w:rsidR="007B6A46" w:rsidRDefault="007B6A46" w:rsidP="007B6A46">
      <w:r>
        <w:t>251.6904</w:t>
      </w:r>
      <w:r>
        <w:tab/>
        <w:t>2.025e0</w:t>
      </w:r>
    </w:p>
    <w:p w:rsidR="007B6A46" w:rsidRDefault="007B6A46" w:rsidP="007B6A46">
      <w:r>
        <w:t>251.7401</w:t>
      </w:r>
      <w:r>
        <w:tab/>
        <w:t>1.013e0</w:t>
      </w:r>
    </w:p>
    <w:p w:rsidR="007B6A46" w:rsidRDefault="007B6A46" w:rsidP="007B6A46">
      <w:r>
        <w:lastRenderedPageBreak/>
        <w:t>251.7424</w:t>
      </w:r>
      <w:r>
        <w:tab/>
        <w:t>2.025e0</w:t>
      </w:r>
    </w:p>
    <w:p w:rsidR="007B6A46" w:rsidRDefault="007B6A46" w:rsidP="007B6A46">
      <w:r>
        <w:t>251.8169</w:t>
      </w:r>
      <w:r>
        <w:tab/>
        <w:t>1.013e0</w:t>
      </w:r>
    </w:p>
    <w:p w:rsidR="007B6A46" w:rsidRDefault="007B6A46" w:rsidP="007B6A46">
      <w:r>
        <w:t>251.8463</w:t>
      </w:r>
      <w:r>
        <w:tab/>
        <w:t>1.013e0</w:t>
      </w:r>
    </w:p>
    <w:p w:rsidR="007B6A46" w:rsidRDefault="007B6A46" w:rsidP="007B6A46">
      <w:r>
        <w:t>251.9415</w:t>
      </w:r>
      <w:r>
        <w:tab/>
        <w:t>2.025e0</w:t>
      </w:r>
    </w:p>
    <w:p w:rsidR="007B6A46" w:rsidRDefault="007B6A46" w:rsidP="007B6A46">
      <w:r>
        <w:t>251.9435</w:t>
      </w:r>
      <w:r>
        <w:tab/>
        <w:t>1.013e0</w:t>
      </w:r>
    </w:p>
    <w:p w:rsidR="007B6A46" w:rsidRDefault="007B6A46" w:rsidP="007B6A46">
      <w:r>
        <w:t>251.9638</w:t>
      </w:r>
      <w:r>
        <w:tab/>
        <w:t>1.013e0</w:t>
      </w:r>
    </w:p>
    <w:p w:rsidR="007B6A46" w:rsidRDefault="007B6A46" w:rsidP="007B6A46">
      <w:r>
        <w:t>251.9778</w:t>
      </w:r>
      <w:r>
        <w:tab/>
        <w:t>1.013e0</w:t>
      </w:r>
    </w:p>
    <w:p w:rsidR="007B6A46" w:rsidRDefault="007B6A46" w:rsidP="007B6A46">
      <w:r>
        <w:t>251.9853</w:t>
      </w:r>
      <w:r>
        <w:tab/>
        <w:t>2.025e0</w:t>
      </w:r>
    </w:p>
    <w:p w:rsidR="007B6A46" w:rsidRDefault="007B6A46" w:rsidP="007B6A46">
      <w:r>
        <w:t>252.0355</w:t>
      </w:r>
      <w:r>
        <w:tab/>
        <w:t>1.013e0</w:t>
      </w:r>
    </w:p>
    <w:p w:rsidR="007B6A46" w:rsidRDefault="007B6A46" w:rsidP="007B6A46">
      <w:r>
        <w:t>252.0399</w:t>
      </w:r>
      <w:r>
        <w:tab/>
        <w:t>1.013e0</w:t>
      </w:r>
    </w:p>
    <w:p w:rsidR="007B6A46" w:rsidRDefault="007B6A46" w:rsidP="007B6A46">
      <w:r>
        <w:t>252.0571</w:t>
      </w:r>
      <w:r>
        <w:tab/>
        <w:t>2.025e0</w:t>
      </w:r>
    </w:p>
    <w:p w:rsidR="007B6A46" w:rsidRDefault="007B6A46" w:rsidP="007B6A46">
      <w:r>
        <w:t>252.1081</w:t>
      </w:r>
      <w:r>
        <w:tab/>
        <w:t>1.013e0</w:t>
      </w:r>
    </w:p>
    <w:p w:rsidR="007B6A46" w:rsidRDefault="007B6A46" w:rsidP="007B6A46">
      <w:r>
        <w:t>252.1164</w:t>
      </w:r>
      <w:r>
        <w:tab/>
        <w:t>2.025e0</w:t>
      </w:r>
    </w:p>
    <w:p w:rsidR="007B6A46" w:rsidRDefault="007B6A46" w:rsidP="007B6A46">
      <w:r>
        <w:t>252.1704</w:t>
      </w:r>
      <w:r>
        <w:tab/>
        <w:t>1.013e0</w:t>
      </w:r>
    </w:p>
    <w:p w:rsidR="007B6A46" w:rsidRDefault="007B6A46" w:rsidP="007B6A46">
      <w:r>
        <w:t>252.1793</w:t>
      </w:r>
      <w:r>
        <w:tab/>
        <w:t>3.038e0</w:t>
      </w:r>
    </w:p>
    <w:p w:rsidR="007B6A46" w:rsidRDefault="007B6A46" w:rsidP="007B6A46">
      <w:r>
        <w:t>252.1887</w:t>
      </w:r>
      <w:r>
        <w:tab/>
        <w:t>1.013e0</w:t>
      </w:r>
    </w:p>
    <w:p w:rsidR="007B6A46" w:rsidRDefault="007B6A46" w:rsidP="007B6A46">
      <w:r>
        <w:t>252.2019</w:t>
      </w:r>
      <w:r>
        <w:tab/>
        <w:t>4.051e0</w:t>
      </w:r>
    </w:p>
    <w:p w:rsidR="007B6A46" w:rsidRDefault="007B6A46" w:rsidP="007B6A46">
      <w:r>
        <w:t>252.2087</w:t>
      </w:r>
      <w:r>
        <w:tab/>
        <w:t>1.013e0</w:t>
      </w:r>
    </w:p>
    <w:p w:rsidR="007B6A46" w:rsidRDefault="007B6A46" w:rsidP="007B6A46">
      <w:r>
        <w:t>252.2347</w:t>
      </w:r>
      <w:r>
        <w:tab/>
        <w:t>1.013e0</w:t>
      </w:r>
    </w:p>
    <w:p w:rsidR="007B6A46" w:rsidRDefault="007B6A46" w:rsidP="007B6A46">
      <w:r>
        <w:lastRenderedPageBreak/>
        <w:t>252.2509</w:t>
      </w:r>
      <w:r>
        <w:tab/>
        <w:t>1.013e0</w:t>
      </w:r>
    </w:p>
    <w:p w:rsidR="007B6A46" w:rsidRDefault="007B6A46" w:rsidP="007B6A46">
      <w:r>
        <w:t>252.2852</w:t>
      </w:r>
      <w:r>
        <w:tab/>
        <w:t>2.025e0</w:t>
      </w:r>
    </w:p>
    <w:p w:rsidR="007B6A46" w:rsidRDefault="007B6A46" w:rsidP="007B6A46">
      <w:r>
        <w:t>252.3951</w:t>
      </w:r>
      <w:r>
        <w:tab/>
        <w:t>1.013e0</w:t>
      </w:r>
    </w:p>
    <w:p w:rsidR="007B6A46" w:rsidRDefault="007B6A46" w:rsidP="007B6A46">
      <w:r>
        <w:t>252.4075</w:t>
      </w:r>
      <w:r>
        <w:tab/>
        <w:t>1.013e0</w:t>
      </w:r>
    </w:p>
    <w:p w:rsidR="007B6A46" w:rsidRDefault="007B6A46" w:rsidP="007B6A46">
      <w:r>
        <w:t>252.5307</w:t>
      </w:r>
      <w:r>
        <w:tab/>
        <w:t>1.013e0</w:t>
      </w:r>
    </w:p>
    <w:p w:rsidR="007B6A46" w:rsidRDefault="007B6A46" w:rsidP="007B6A46">
      <w:r>
        <w:t>252.5500</w:t>
      </w:r>
      <w:r>
        <w:tab/>
        <w:t>1.013e0</w:t>
      </w:r>
    </w:p>
    <w:p w:rsidR="007B6A46" w:rsidRDefault="007B6A46" w:rsidP="007B6A46">
      <w:r>
        <w:t>252.5729</w:t>
      </w:r>
      <w:r>
        <w:tab/>
        <w:t>1.013e0</w:t>
      </w:r>
    </w:p>
    <w:p w:rsidR="007B6A46" w:rsidRDefault="007B6A46" w:rsidP="007B6A46">
      <w:r>
        <w:t>252.5768</w:t>
      </w:r>
      <w:r>
        <w:tab/>
        <w:t>1.013e0</w:t>
      </w:r>
    </w:p>
    <w:p w:rsidR="007B6A46" w:rsidRDefault="007B6A46" w:rsidP="007B6A46">
      <w:r>
        <w:t>252.6438</w:t>
      </w:r>
      <w:r>
        <w:tab/>
        <w:t>1.013e0</w:t>
      </w:r>
    </w:p>
    <w:p w:rsidR="007B6A46" w:rsidRDefault="007B6A46" w:rsidP="007B6A46">
      <w:r>
        <w:t>252.6613</w:t>
      </w:r>
      <w:r>
        <w:tab/>
        <w:t>1.013e0</w:t>
      </w:r>
    </w:p>
    <w:p w:rsidR="007B6A46" w:rsidRDefault="007B6A46" w:rsidP="007B6A46">
      <w:r>
        <w:t>252.8501</w:t>
      </w:r>
      <w:r>
        <w:tab/>
        <w:t>1.013e0</w:t>
      </w:r>
    </w:p>
    <w:p w:rsidR="007B6A46" w:rsidRDefault="007B6A46" w:rsidP="007B6A46">
      <w:r>
        <w:t>252.8914</w:t>
      </w:r>
      <w:r>
        <w:tab/>
        <w:t>2.025e0</w:t>
      </w:r>
    </w:p>
    <w:p w:rsidR="007B6A46" w:rsidRDefault="007B6A46" w:rsidP="007B6A46">
      <w:r>
        <w:t>252.9183</w:t>
      </w:r>
      <w:r>
        <w:tab/>
        <w:t>1.013e0</w:t>
      </w:r>
    </w:p>
    <w:p w:rsidR="007B6A46" w:rsidRDefault="007B6A46" w:rsidP="007B6A46">
      <w:r>
        <w:t>252.9398</w:t>
      </w:r>
      <w:r>
        <w:tab/>
        <w:t>1.013e0</w:t>
      </w:r>
    </w:p>
    <w:p w:rsidR="007B6A46" w:rsidRDefault="007B6A46" w:rsidP="007B6A46">
      <w:r>
        <w:t>252.9751</w:t>
      </w:r>
      <w:r>
        <w:tab/>
        <w:t>2.025e0</w:t>
      </w:r>
    </w:p>
    <w:p w:rsidR="007B6A46" w:rsidRDefault="007B6A46" w:rsidP="007B6A46">
      <w:r>
        <w:t>252.9772</w:t>
      </w:r>
      <w:r>
        <w:tab/>
        <w:t>3.315e0</w:t>
      </w:r>
    </w:p>
    <w:p w:rsidR="007B6A46" w:rsidRDefault="007B6A46" w:rsidP="007B6A46">
      <w:r>
        <w:t>252.9864</w:t>
      </w:r>
      <w:r>
        <w:tab/>
        <w:t>1.013e0</w:t>
      </w:r>
    </w:p>
    <w:p w:rsidR="007B6A46" w:rsidRDefault="007B6A46" w:rsidP="007B6A46">
      <w:r>
        <w:t>253.0013</w:t>
      </w:r>
      <w:r>
        <w:tab/>
        <w:t>2.025e0</w:t>
      </w:r>
    </w:p>
    <w:p w:rsidR="007B6A46" w:rsidRDefault="007B6A46" w:rsidP="007B6A46">
      <w:r>
        <w:t>253.0028</w:t>
      </w:r>
      <w:r>
        <w:tab/>
        <w:t>1.013e0</w:t>
      </w:r>
    </w:p>
    <w:p w:rsidR="007B6A46" w:rsidRDefault="007B6A46" w:rsidP="007B6A46">
      <w:r>
        <w:lastRenderedPageBreak/>
        <w:t>253.0150</w:t>
      </w:r>
      <w:r>
        <w:tab/>
        <w:t>1.013e0</w:t>
      </w:r>
    </w:p>
    <w:p w:rsidR="007B6A46" w:rsidRDefault="007B6A46" w:rsidP="007B6A46">
      <w:r>
        <w:t>253.0326</w:t>
      </w:r>
      <w:r>
        <w:tab/>
        <w:t>3.206e0</w:t>
      </w:r>
    </w:p>
    <w:p w:rsidR="007B6A46" w:rsidRDefault="007B6A46" w:rsidP="007B6A46">
      <w:r>
        <w:t>253.0601</w:t>
      </w:r>
      <w:r>
        <w:tab/>
        <w:t>2.025e0</w:t>
      </w:r>
    </w:p>
    <w:p w:rsidR="007B6A46" w:rsidRDefault="007B6A46" w:rsidP="007B6A46">
      <w:r>
        <w:t>253.0663</w:t>
      </w:r>
      <w:r>
        <w:tab/>
        <w:t>1.013e0</w:t>
      </w:r>
    </w:p>
    <w:p w:rsidR="007B6A46" w:rsidRDefault="007B6A46" w:rsidP="007B6A46">
      <w:r>
        <w:t>253.0760</w:t>
      </w:r>
      <w:r>
        <w:tab/>
        <w:t>1.013e0</w:t>
      </w:r>
    </w:p>
    <w:p w:rsidR="007B6A46" w:rsidRDefault="007B6A46" w:rsidP="007B6A46">
      <w:r>
        <w:t>253.1359</w:t>
      </w:r>
      <w:r>
        <w:tab/>
        <w:t>2.025e0</w:t>
      </w:r>
    </w:p>
    <w:p w:rsidR="007B6A46" w:rsidRDefault="007B6A46" w:rsidP="007B6A46">
      <w:r>
        <w:t>253.1419</w:t>
      </w:r>
      <w:r>
        <w:tab/>
        <w:t>1.013e0</w:t>
      </w:r>
    </w:p>
    <w:p w:rsidR="007B6A46" w:rsidRDefault="007B6A46" w:rsidP="007B6A46">
      <w:r>
        <w:t>253.1620</w:t>
      </w:r>
      <w:r>
        <w:tab/>
        <w:t>5.063e0</w:t>
      </w:r>
    </w:p>
    <w:p w:rsidR="007B6A46" w:rsidRDefault="007B6A46" w:rsidP="007B6A46">
      <w:r>
        <w:t>253.1658</w:t>
      </w:r>
      <w:r>
        <w:tab/>
        <w:t>3.038e0</w:t>
      </w:r>
    </w:p>
    <w:p w:rsidR="007B6A46" w:rsidRDefault="007B6A46" w:rsidP="007B6A46">
      <w:r>
        <w:t>253.1749</w:t>
      </w:r>
      <w:r>
        <w:tab/>
        <w:t>3.038e0</w:t>
      </w:r>
    </w:p>
    <w:p w:rsidR="007B6A46" w:rsidRDefault="007B6A46" w:rsidP="007B6A46">
      <w:r>
        <w:t>253.1781</w:t>
      </w:r>
      <w:r>
        <w:tab/>
        <w:t>2.025e0</w:t>
      </w:r>
    </w:p>
    <w:p w:rsidR="007B6A46" w:rsidRDefault="007B6A46" w:rsidP="007B6A46">
      <w:r>
        <w:t>253.1847</w:t>
      </w:r>
      <w:r>
        <w:tab/>
        <w:t>3.038e0</w:t>
      </w:r>
    </w:p>
    <w:p w:rsidR="007B6A46" w:rsidRDefault="007B6A46" w:rsidP="007B6A46">
      <w:r>
        <w:t>253.2360</w:t>
      </w:r>
      <w:r>
        <w:tab/>
        <w:t>1.013e0</w:t>
      </w:r>
    </w:p>
    <w:p w:rsidR="007B6A46" w:rsidRDefault="007B6A46" w:rsidP="007B6A46">
      <w:r>
        <w:t>253.2526</w:t>
      </w:r>
      <w:r>
        <w:tab/>
        <w:t>2.025e0</w:t>
      </w:r>
    </w:p>
    <w:p w:rsidR="007B6A46" w:rsidRDefault="007B6A46" w:rsidP="007B6A46">
      <w:r>
        <w:t>253.2690</w:t>
      </w:r>
      <w:r>
        <w:tab/>
        <w:t>1.013e0</w:t>
      </w:r>
    </w:p>
    <w:p w:rsidR="007B6A46" w:rsidRDefault="007B6A46" w:rsidP="007B6A46">
      <w:r>
        <w:t>253.2737</w:t>
      </w:r>
      <w:r>
        <w:tab/>
        <w:t>1.013e0</w:t>
      </w:r>
    </w:p>
    <w:p w:rsidR="007B6A46" w:rsidRDefault="007B6A46" w:rsidP="007B6A46">
      <w:r>
        <w:t>253.2831</w:t>
      </w:r>
      <w:r>
        <w:tab/>
        <w:t>1.013e0</w:t>
      </w:r>
    </w:p>
    <w:p w:rsidR="007B6A46" w:rsidRDefault="007B6A46" w:rsidP="007B6A46">
      <w:r>
        <w:t>253.3065</w:t>
      </w:r>
      <w:r>
        <w:tab/>
        <w:t>1.013e0</w:t>
      </w:r>
    </w:p>
    <w:p w:rsidR="007B6A46" w:rsidRDefault="007B6A46" w:rsidP="007B6A46">
      <w:r>
        <w:t>253.3676</w:t>
      </w:r>
      <w:r>
        <w:tab/>
        <w:t>2.025e0</w:t>
      </w:r>
    </w:p>
    <w:p w:rsidR="007B6A46" w:rsidRDefault="007B6A46" w:rsidP="007B6A46">
      <w:r>
        <w:lastRenderedPageBreak/>
        <w:t>253.4255</w:t>
      </w:r>
      <w:r>
        <w:tab/>
        <w:t>1.013e0</w:t>
      </w:r>
    </w:p>
    <w:p w:rsidR="007B6A46" w:rsidRDefault="007B6A46" w:rsidP="007B6A46">
      <w:r>
        <w:t>253.4602</w:t>
      </w:r>
      <w:r>
        <w:tab/>
        <w:t>1.013e0</w:t>
      </w:r>
    </w:p>
    <w:p w:rsidR="007B6A46" w:rsidRDefault="007B6A46" w:rsidP="007B6A46">
      <w:r>
        <w:t>253.4985</w:t>
      </w:r>
      <w:r>
        <w:tab/>
        <w:t>1.013e0</w:t>
      </w:r>
    </w:p>
    <w:p w:rsidR="007B6A46" w:rsidRDefault="007B6A46" w:rsidP="007B6A46">
      <w:r>
        <w:t>253.5065</w:t>
      </w:r>
      <w:r>
        <w:tab/>
        <w:t>2.025e0</w:t>
      </w:r>
    </w:p>
    <w:p w:rsidR="007B6A46" w:rsidRDefault="007B6A46" w:rsidP="007B6A46">
      <w:r>
        <w:t>253.6080</w:t>
      </w:r>
      <w:r>
        <w:tab/>
        <w:t>1.013e0</w:t>
      </w:r>
    </w:p>
    <w:p w:rsidR="007B6A46" w:rsidRDefault="007B6A46" w:rsidP="007B6A46">
      <w:r>
        <w:t>253.6251</w:t>
      </w:r>
      <w:r>
        <w:tab/>
        <w:t>2.025e0</w:t>
      </w:r>
    </w:p>
    <w:p w:rsidR="007B6A46" w:rsidRDefault="007B6A46" w:rsidP="007B6A46">
      <w:r>
        <w:t>253.6830</w:t>
      </w:r>
      <w:r>
        <w:tab/>
        <w:t>1.013e0</w:t>
      </w:r>
    </w:p>
    <w:p w:rsidR="007B6A46" w:rsidRDefault="007B6A46" w:rsidP="007B6A46">
      <w:r>
        <w:t>253.6969</w:t>
      </w:r>
      <w:r>
        <w:tab/>
        <w:t>2.025e0</w:t>
      </w:r>
    </w:p>
    <w:p w:rsidR="007B6A46" w:rsidRDefault="007B6A46" w:rsidP="007B6A46">
      <w:r>
        <w:t>253.7581</w:t>
      </w:r>
      <w:r>
        <w:tab/>
        <w:t>2.025e0</w:t>
      </w:r>
    </w:p>
    <w:p w:rsidR="007B6A46" w:rsidRDefault="007B6A46" w:rsidP="007B6A46">
      <w:r>
        <w:t>253.8867</w:t>
      </w:r>
      <w:r>
        <w:tab/>
        <w:t>1.013e0</w:t>
      </w:r>
    </w:p>
    <w:p w:rsidR="007B6A46" w:rsidRDefault="007B6A46" w:rsidP="007B6A46">
      <w:r>
        <w:t>253.8944</w:t>
      </w:r>
      <w:r>
        <w:tab/>
        <w:t>2.025e0</w:t>
      </w:r>
    </w:p>
    <w:p w:rsidR="007B6A46" w:rsidRDefault="007B6A46" w:rsidP="007B6A46">
      <w:r>
        <w:t>253.9135</w:t>
      </w:r>
      <w:r>
        <w:tab/>
        <w:t>1.013e0</w:t>
      </w:r>
    </w:p>
    <w:p w:rsidR="007B6A46" w:rsidRDefault="007B6A46" w:rsidP="007B6A46">
      <w:r>
        <w:t>253.9250</w:t>
      </w:r>
      <w:r>
        <w:tab/>
        <w:t>1.013e0</w:t>
      </w:r>
    </w:p>
    <w:p w:rsidR="007B6A46" w:rsidRDefault="007B6A46" w:rsidP="007B6A46">
      <w:r>
        <w:t>253.9804</w:t>
      </w:r>
      <w:r>
        <w:tab/>
        <w:t>1.013e0</w:t>
      </w:r>
    </w:p>
    <w:p w:rsidR="007B6A46" w:rsidRDefault="007B6A46" w:rsidP="007B6A46">
      <w:r>
        <w:t>253.9847</w:t>
      </w:r>
      <w:r>
        <w:tab/>
        <w:t>1.013e0</w:t>
      </w:r>
    </w:p>
    <w:p w:rsidR="007B6A46" w:rsidRDefault="007B6A46" w:rsidP="007B6A46">
      <w:r>
        <w:t>254.0271</w:t>
      </w:r>
      <w:r>
        <w:tab/>
        <w:t>1.013e0</w:t>
      </w:r>
    </w:p>
    <w:p w:rsidR="007B6A46" w:rsidRDefault="007B6A46" w:rsidP="007B6A46">
      <w:r>
        <w:t>254.0286</w:t>
      </w:r>
      <w:r>
        <w:tab/>
        <w:t>3.382e0</w:t>
      </w:r>
    </w:p>
    <w:p w:rsidR="007B6A46" w:rsidRDefault="007B6A46" w:rsidP="007B6A46">
      <w:r>
        <w:t>254.0381</w:t>
      </w:r>
      <w:r>
        <w:tab/>
        <w:t>8.101e0</w:t>
      </w:r>
    </w:p>
    <w:p w:rsidR="007B6A46" w:rsidRDefault="007B6A46" w:rsidP="007B6A46">
      <w:r>
        <w:t>254.0401</w:t>
      </w:r>
      <w:r>
        <w:tab/>
        <w:t>5.063e0</w:t>
      </w:r>
    </w:p>
    <w:p w:rsidR="007B6A46" w:rsidRDefault="007B6A46" w:rsidP="007B6A46">
      <w:r>
        <w:lastRenderedPageBreak/>
        <w:t>254.0433</w:t>
      </w:r>
      <w:r>
        <w:tab/>
        <w:t>1.114e1</w:t>
      </w:r>
    </w:p>
    <w:p w:rsidR="007B6A46" w:rsidRDefault="007B6A46" w:rsidP="007B6A46">
      <w:r>
        <w:t>254.0541</w:t>
      </w:r>
      <w:r>
        <w:tab/>
        <w:t>6.745e0</w:t>
      </w:r>
    </w:p>
    <w:p w:rsidR="007B6A46" w:rsidRDefault="007B6A46" w:rsidP="007B6A46">
      <w:r>
        <w:t>254.0576</w:t>
      </w:r>
      <w:r>
        <w:tab/>
        <w:t>2.025e0</w:t>
      </w:r>
    </w:p>
    <w:p w:rsidR="007B6A46" w:rsidRDefault="007B6A46" w:rsidP="007B6A46">
      <w:r>
        <w:t>254.0862</w:t>
      </w:r>
      <w:r>
        <w:tab/>
        <w:t>1.013e0</w:t>
      </w:r>
    </w:p>
    <w:p w:rsidR="007B6A46" w:rsidRDefault="007B6A46" w:rsidP="007B6A46">
      <w:r>
        <w:t>254.0946</w:t>
      </w:r>
      <w:r>
        <w:tab/>
        <w:t>1.013e0</w:t>
      </w:r>
    </w:p>
    <w:p w:rsidR="007B6A46" w:rsidRDefault="007B6A46" w:rsidP="007B6A46">
      <w:r>
        <w:t>254.1290</w:t>
      </w:r>
      <w:r>
        <w:tab/>
        <w:t>1.013e0</w:t>
      </w:r>
    </w:p>
    <w:p w:rsidR="007B6A46" w:rsidRDefault="007B6A46" w:rsidP="007B6A46">
      <w:r>
        <w:t>254.1404</w:t>
      </w:r>
      <w:r>
        <w:tab/>
        <w:t>1.013e0</w:t>
      </w:r>
    </w:p>
    <w:p w:rsidR="007B6A46" w:rsidRDefault="007B6A46" w:rsidP="007B6A46">
      <w:r>
        <w:t>254.1545</w:t>
      </w:r>
      <w:r>
        <w:tab/>
        <w:t>1.013e0</w:t>
      </w:r>
    </w:p>
    <w:p w:rsidR="007B6A46" w:rsidRDefault="007B6A46" w:rsidP="007B6A46">
      <w:r>
        <w:t>254.1792</w:t>
      </w:r>
      <w:r>
        <w:tab/>
        <w:t>3.038e0</w:t>
      </w:r>
    </w:p>
    <w:p w:rsidR="007B6A46" w:rsidRDefault="007B6A46" w:rsidP="007B6A46">
      <w:r>
        <w:t>254.1833</w:t>
      </w:r>
      <w:r>
        <w:tab/>
        <w:t>1.013e0</w:t>
      </w:r>
    </w:p>
    <w:p w:rsidR="007B6A46" w:rsidRDefault="007B6A46" w:rsidP="007B6A46">
      <w:r>
        <w:t>254.1880</w:t>
      </w:r>
      <w:r>
        <w:tab/>
        <w:t>1.013e0</w:t>
      </w:r>
    </w:p>
    <w:p w:rsidR="007B6A46" w:rsidRDefault="007B6A46" w:rsidP="007B6A46">
      <w:r>
        <w:t>254.1900</w:t>
      </w:r>
      <w:r>
        <w:tab/>
        <w:t>2.025e0</w:t>
      </w:r>
    </w:p>
    <w:p w:rsidR="007B6A46" w:rsidRDefault="007B6A46" w:rsidP="007B6A46">
      <w:r>
        <w:t>254.2096</w:t>
      </w:r>
      <w:r>
        <w:tab/>
        <w:t>2.025e0</w:t>
      </w:r>
    </w:p>
    <w:p w:rsidR="007B6A46" w:rsidRDefault="007B6A46" w:rsidP="007B6A46">
      <w:r>
        <w:t>254.2440</w:t>
      </w:r>
      <w:r>
        <w:tab/>
        <w:t>1.013e0</w:t>
      </w:r>
    </w:p>
    <w:p w:rsidR="007B6A46" w:rsidRDefault="007B6A46" w:rsidP="007B6A46">
      <w:r>
        <w:t>254.2777</w:t>
      </w:r>
      <w:r>
        <w:tab/>
        <w:t>1.013e0</w:t>
      </w:r>
    </w:p>
    <w:p w:rsidR="007B6A46" w:rsidRDefault="007B6A46" w:rsidP="007B6A46">
      <w:r>
        <w:t>254.2824</w:t>
      </w:r>
      <w:r>
        <w:tab/>
        <w:t>1.013e0</w:t>
      </w:r>
    </w:p>
    <w:p w:rsidR="007B6A46" w:rsidRDefault="007B6A46" w:rsidP="007B6A46">
      <w:r>
        <w:t>254.3155</w:t>
      </w:r>
      <w:r>
        <w:tab/>
        <w:t>1.013e0</w:t>
      </w:r>
    </w:p>
    <w:p w:rsidR="007B6A46" w:rsidRDefault="007B6A46" w:rsidP="007B6A46">
      <w:r>
        <w:t>254.3366</w:t>
      </w:r>
      <w:r>
        <w:tab/>
        <w:t>1.013e0</w:t>
      </w:r>
    </w:p>
    <w:p w:rsidR="007B6A46" w:rsidRDefault="007B6A46" w:rsidP="007B6A46">
      <w:r>
        <w:t>254.3580</w:t>
      </w:r>
      <w:r>
        <w:tab/>
        <w:t>1.013e0</w:t>
      </w:r>
    </w:p>
    <w:p w:rsidR="007B6A46" w:rsidRDefault="007B6A46" w:rsidP="007B6A46">
      <w:r>
        <w:lastRenderedPageBreak/>
        <w:t>254.3765</w:t>
      </w:r>
      <w:r>
        <w:tab/>
        <w:t>2.025e0</w:t>
      </w:r>
    </w:p>
    <w:p w:rsidR="007B6A46" w:rsidRDefault="007B6A46" w:rsidP="007B6A46">
      <w:r>
        <w:t>254.4168</w:t>
      </w:r>
      <w:r>
        <w:tab/>
        <w:t>1.013e0</w:t>
      </w:r>
    </w:p>
    <w:p w:rsidR="007B6A46" w:rsidRDefault="007B6A46" w:rsidP="007B6A46">
      <w:r>
        <w:t>254.4209</w:t>
      </w:r>
      <w:r>
        <w:tab/>
        <w:t>2.025e0</w:t>
      </w:r>
    </w:p>
    <w:p w:rsidR="007B6A46" w:rsidRDefault="007B6A46" w:rsidP="007B6A46">
      <w:r>
        <w:t>254.4556</w:t>
      </w:r>
      <w:r>
        <w:tab/>
        <w:t>1.013e0</w:t>
      </w:r>
    </w:p>
    <w:p w:rsidR="007B6A46" w:rsidRDefault="007B6A46" w:rsidP="007B6A46">
      <w:r>
        <w:t>254.4632</w:t>
      </w:r>
      <w:r>
        <w:tab/>
        <w:t>1.013e0</w:t>
      </w:r>
    </w:p>
    <w:p w:rsidR="007B6A46" w:rsidRDefault="007B6A46" w:rsidP="007B6A46">
      <w:r>
        <w:t>254.4937</w:t>
      </w:r>
      <w:r>
        <w:tab/>
        <w:t>2.025e0</w:t>
      </w:r>
    </w:p>
    <w:p w:rsidR="007B6A46" w:rsidRDefault="007B6A46" w:rsidP="007B6A46">
      <w:r>
        <w:t>254.5402</w:t>
      </w:r>
      <w:r>
        <w:tab/>
        <w:t>1.013e0</w:t>
      </w:r>
    </w:p>
    <w:p w:rsidR="007B6A46" w:rsidRDefault="007B6A46" w:rsidP="007B6A46">
      <w:r>
        <w:t>254.5438</w:t>
      </w:r>
      <w:r>
        <w:tab/>
        <w:t>1.013e0</w:t>
      </w:r>
    </w:p>
    <w:p w:rsidR="007B6A46" w:rsidRDefault="007B6A46" w:rsidP="007B6A46">
      <w:r>
        <w:t>254.5782</w:t>
      </w:r>
      <w:r>
        <w:tab/>
        <w:t>1.013e0</w:t>
      </w:r>
    </w:p>
    <w:p w:rsidR="007B6A46" w:rsidRDefault="007B6A46" w:rsidP="007B6A46">
      <w:r>
        <w:t>254.6170</w:t>
      </w:r>
      <w:r>
        <w:tab/>
        <w:t>1.013e0</w:t>
      </w:r>
    </w:p>
    <w:p w:rsidR="007B6A46" w:rsidRDefault="007B6A46" w:rsidP="007B6A46">
      <w:r>
        <w:t>254.6632</w:t>
      </w:r>
      <w:r>
        <w:tab/>
        <w:t>1.013e0</w:t>
      </w:r>
    </w:p>
    <w:p w:rsidR="007B6A46" w:rsidRDefault="007B6A46" w:rsidP="007B6A46">
      <w:r>
        <w:t>254.7309</w:t>
      </w:r>
      <w:r>
        <w:tab/>
        <w:t>1.013e0</w:t>
      </w:r>
    </w:p>
    <w:p w:rsidR="007B6A46" w:rsidRDefault="007B6A46" w:rsidP="007B6A46">
      <w:r>
        <w:t>254.7961</w:t>
      </w:r>
      <w:r>
        <w:tab/>
        <w:t>2.025e0</w:t>
      </w:r>
    </w:p>
    <w:p w:rsidR="007B6A46" w:rsidRDefault="007B6A46" w:rsidP="007B6A46">
      <w:r>
        <w:t>254.8405</w:t>
      </w:r>
      <w:r>
        <w:tab/>
        <w:t>1.013e0</w:t>
      </w:r>
    </w:p>
    <w:p w:rsidR="007B6A46" w:rsidRDefault="007B6A46" w:rsidP="007B6A46">
      <w:r>
        <w:t>254.8670</w:t>
      </w:r>
      <w:r>
        <w:tab/>
        <w:t>1.013e0</w:t>
      </w:r>
    </w:p>
    <w:p w:rsidR="007B6A46" w:rsidRDefault="007B6A46" w:rsidP="007B6A46">
      <w:r>
        <w:t>254.9517</w:t>
      </w:r>
      <w:r>
        <w:tab/>
        <w:t>1.013e0</w:t>
      </w:r>
    </w:p>
    <w:p w:rsidR="007B6A46" w:rsidRDefault="007B6A46" w:rsidP="007B6A46">
      <w:r>
        <w:t>254.9774</w:t>
      </w:r>
      <w:r>
        <w:tab/>
        <w:t>1.013e0</w:t>
      </w:r>
    </w:p>
    <w:p w:rsidR="007B6A46" w:rsidRDefault="007B6A46" w:rsidP="007B6A46">
      <w:r>
        <w:t>254.9858</w:t>
      </w:r>
      <w:r>
        <w:tab/>
        <w:t>1.013e0</w:t>
      </w:r>
    </w:p>
    <w:p w:rsidR="007B6A46" w:rsidRDefault="007B6A46" w:rsidP="007B6A46">
      <w:r>
        <w:t>254.9901</w:t>
      </w:r>
      <w:r>
        <w:tab/>
        <w:t>1.013e0</w:t>
      </w:r>
    </w:p>
    <w:p w:rsidR="007B6A46" w:rsidRDefault="007B6A46" w:rsidP="007B6A46">
      <w:r>
        <w:lastRenderedPageBreak/>
        <w:t>254.9977</w:t>
      </w:r>
      <w:r>
        <w:tab/>
        <w:t>1.013e0</w:t>
      </w:r>
    </w:p>
    <w:p w:rsidR="007B6A46" w:rsidRDefault="007B6A46" w:rsidP="007B6A46">
      <w:r>
        <w:t>255.0105</w:t>
      </w:r>
      <w:r>
        <w:tab/>
        <w:t>1.013e0</w:t>
      </w:r>
    </w:p>
    <w:p w:rsidR="007B6A46" w:rsidRDefault="007B6A46" w:rsidP="007B6A46">
      <w:r>
        <w:t>255.0200</w:t>
      </w:r>
      <w:r>
        <w:tab/>
        <w:t>1.013e0</w:t>
      </w:r>
    </w:p>
    <w:p w:rsidR="007B6A46" w:rsidRDefault="007B6A46" w:rsidP="007B6A46">
      <w:r>
        <w:t>255.0325</w:t>
      </w:r>
      <w:r>
        <w:tab/>
        <w:t>2.025e0</w:t>
      </w:r>
    </w:p>
    <w:p w:rsidR="007B6A46" w:rsidRDefault="007B6A46" w:rsidP="007B6A46">
      <w:r>
        <w:t>255.0404</w:t>
      </w:r>
      <w:r>
        <w:tab/>
        <w:t>1.013e0</w:t>
      </w:r>
    </w:p>
    <w:p w:rsidR="007B6A46" w:rsidRDefault="007B6A46" w:rsidP="007B6A46">
      <w:r>
        <w:t>255.0670</w:t>
      </w:r>
      <w:r>
        <w:tab/>
        <w:t>1.013e0</w:t>
      </w:r>
    </w:p>
    <w:p w:rsidR="007B6A46" w:rsidRDefault="007B6A46" w:rsidP="007B6A46">
      <w:r>
        <w:t>255.0705</w:t>
      </w:r>
      <w:r>
        <w:tab/>
        <w:t>2.025e0</w:t>
      </w:r>
    </w:p>
    <w:p w:rsidR="007B6A46" w:rsidRDefault="007B6A46" w:rsidP="007B6A46">
      <w:r>
        <w:t>255.0997</w:t>
      </w:r>
      <w:r>
        <w:tab/>
        <w:t>2.025e0</w:t>
      </w:r>
    </w:p>
    <w:p w:rsidR="007B6A46" w:rsidRDefault="007B6A46" w:rsidP="007B6A46">
      <w:r>
        <w:t>255.1342</w:t>
      </w:r>
      <w:r>
        <w:tab/>
        <w:t>2.025e0</w:t>
      </w:r>
    </w:p>
    <w:p w:rsidR="007B6A46" w:rsidRDefault="007B6A46" w:rsidP="007B6A46">
      <w:r>
        <w:t>255.1631</w:t>
      </w:r>
      <w:r>
        <w:tab/>
        <w:t>1.013e0</w:t>
      </w:r>
    </w:p>
    <w:p w:rsidR="007B6A46" w:rsidRDefault="007B6A46" w:rsidP="007B6A46">
      <w:r>
        <w:t>255.1808</w:t>
      </w:r>
      <w:r>
        <w:tab/>
        <w:t>2.025e0</w:t>
      </w:r>
    </w:p>
    <w:p w:rsidR="007B6A46" w:rsidRDefault="007B6A46" w:rsidP="007B6A46">
      <w:r>
        <w:t>255.1993</w:t>
      </w:r>
      <w:r>
        <w:tab/>
        <w:t>5.063e0</w:t>
      </w:r>
    </w:p>
    <w:p w:rsidR="007B6A46" w:rsidRDefault="007B6A46" w:rsidP="007B6A46">
      <w:r>
        <w:t>255.2309</w:t>
      </w:r>
      <w:r>
        <w:tab/>
        <w:t>4.051e0</w:t>
      </w:r>
    </w:p>
    <w:p w:rsidR="007B6A46" w:rsidRDefault="007B6A46" w:rsidP="007B6A46">
      <w:r>
        <w:t>255.2747</w:t>
      </w:r>
      <w:r>
        <w:tab/>
        <w:t>2.025e0</w:t>
      </w:r>
    </w:p>
    <w:p w:rsidR="007B6A46" w:rsidRDefault="007B6A46" w:rsidP="007B6A46">
      <w:r>
        <w:t>255.2901</w:t>
      </w:r>
      <w:r>
        <w:tab/>
        <w:t>2.025e0</w:t>
      </w:r>
    </w:p>
    <w:p w:rsidR="007B6A46" w:rsidRDefault="007B6A46" w:rsidP="007B6A46">
      <w:r>
        <w:t>255.3468</w:t>
      </w:r>
      <w:r>
        <w:tab/>
        <w:t>1.013e0</w:t>
      </w:r>
    </w:p>
    <w:p w:rsidR="007B6A46" w:rsidRDefault="007B6A46" w:rsidP="007B6A46">
      <w:r>
        <w:t>255.3650</w:t>
      </w:r>
      <w:r>
        <w:tab/>
        <w:t>2.025e0</w:t>
      </w:r>
    </w:p>
    <w:p w:rsidR="007B6A46" w:rsidRDefault="007B6A46" w:rsidP="007B6A46">
      <w:r>
        <w:t>255.3748</w:t>
      </w:r>
      <w:r>
        <w:tab/>
        <w:t>1.013e0</w:t>
      </w:r>
    </w:p>
    <w:p w:rsidR="007B6A46" w:rsidRDefault="007B6A46" w:rsidP="007B6A46">
      <w:r>
        <w:t>255.3894</w:t>
      </w:r>
      <w:r>
        <w:tab/>
        <w:t>1.013e0</w:t>
      </w:r>
    </w:p>
    <w:p w:rsidR="007B6A46" w:rsidRDefault="007B6A46" w:rsidP="007B6A46">
      <w:r>
        <w:lastRenderedPageBreak/>
        <w:t>255.4121</w:t>
      </w:r>
      <w:r>
        <w:tab/>
        <w:t>2.025e0</w:t>
      </w:r>
    </w:p>
    <w:p w:rsidR="007B6A46" w:rsidRDefault="007B6A46" w:rsidP="007B6A46">
      <w:r>
        <w:t>255.4461</w:t>
      </w:r>
      <w:r>
        <w:tab/>
        <w:t>2.025e0</w:t>
      </w:r>
    </w:p>
    <w:p w:rsidR="007B6A46" w:rsidRDefault="007B6A46" w:rsidP="007B6A46">
      <w:r>
        <w:t>255.4649</w:t>
      </w:r>
      <w:r>
        <w:tab/>
        <w:t>1.013e0</w:t>
      </w:r>
    </w:p>
    <w:p w:rsidR="007B6A46" w:rsidRDefault="007B6A46" w:rsidP="007B6A46">
      <w:r>
        <w:t>255.4981</w:t>
      </w:r>
      <w:r>
        <w:tab/>
        <w:t>1.013e0</w:t>
      </w:r>
    </w:p>
    <w:p w:rsidR="007B6A46" w:rsidRDefault="007B6A46" w:rsidP="007B6A46">
      <w:r>
        <w:t>255.5123</w:t>
      </w:r>
      <w:r>
        <w:tab/>
        <w:t>1.013e0</w:t>
      </w:r>
    </w:p>
    <w:p w:rsidR="007B6A46" w:rsidRDefault="007B6A46" w:rsidP="007B6A46">
      <w:r>
        <w:t>255.5502</w:t>
      </w:r>
      <w:r>
        <w:tab/>
        <w:t>1.013e0</w:t>
      </w:r>
    </w:p>
    <w:p w:rsidR="007B6A46" w:rsidRDefault="007B6A46" w:rsidP="007B6A46">
      <w:r>
        <w:t>255.5933</w:t>
      </w:r>
      <w:r>
        <w:tab/>
        <w:t>2.025e0</w:t>
      </w:r>
    </w:p>
    <w:p w:rsidR="007B6A46" w:rsidRDefault="007B6A46" w:rsidP="007B6A46">
      <w:r>
        <w:t>255.6137</w:t>
      </w:r>
      <w:r>
        <w:tab/>
        <w:t>1.013e0</w:t>
      </w:r>
    </w:p>
    <w:p w:rsidR="007B6A46" w:rsidRDefault="007B6A46" w:rsidP="007B6A46">
      <w:r>
        <w:t>255.6265</w:t>
      </w:r>
      <w:r>
        <w:tab/>
        <w:t>1.013e0</w:t>
      </w:r>
    </w:p>
    <w:p w:rsidR="007B6A46" w:rsidRDefault="007B6A46" w:rsidP="007B6A46">
      <w:r>
        <w:t>255.6356</w:t>
      </w:r>
      <w:r>
        <w:tab/>
        <w:t>1.013e0</w:t>
      </w:r>
    </w:p>
    <w:p w:rsidR="007B6A46" w:rsidRDefault="007B6A46" w:rsidP="007B6A46">
      <w:r>
        <w:t>255.6402</w:t>
      </w:r>
      <w:r>
        <w:tab/>
        <w:t>1.013e0</w:t>
      </w:r>
    </w:p>
    <w:p w:rsidR="007B6A46" w:rsidRDefault="007B6A46" w:rsidP="007B6A46">
      <w:r>
        <w:t>255.6599</w:t>
      </w:r>
      <w:r>
        <w:tab/>
        <w:t>1.013e0</w:t>
      </w:r>
    </w:p>
    <w:p w:rsidR="007B6A46" w:rsidRDefault="007B6A46" w:rsidP="007B6A46">
      <w:r>
        <w:t>255.8302</w:t>
      </w:r>
      <w:r>
        <w:tab/>
        <w:t>1.013e0</w:t>
      </w:r>
    </w:p>
    <w:p w:rsidR="007B6A46" w:rsidRDefault="007B6A46" w:rsidP="007B6A46">
      <w:r>
        <w:t>255.8521</w:t>
      </w:r>
      <w:r>
        <w:tab/>
        <w:t>1.013e0</w:t>
      </w:r>
    </w:p>
    <w:p w:rsidR="007B6A46" w:rsidRDefault="007B6A46" w:rsidP="007B6A46">
      <w:r>
        <w:t>255.8681</w:t>
      </w:r>
      <w:r>
        <w:tab/>
        <w:t>1.013e0</w:t>
      </w:r>
    </w:p>
    <w:p w:rsidR="007B6A46" w:rsidRDefault="007B6A46" w:rsidP="007B6A46">
      <w:r>
        <w:t>255.8733</w:t>
      </w:r>
      <w:r>
        <w:tab/>
        <w:t>1.013e0</w:t>
      </w:r>
    </w:p>
    <w:p w:rsidR="007B6A46" w:rsidRDefault="007B6A46" w:rsidP="007B6A46">
      <w:r>
        <w:t>255.9246</w:t>
      </w:r>
      <w:r>
        <w:tab/>
        <w:t>1.013e0</w:t>
      </w:r>
    </w:p>
    <w:p w:rsidR="007B6A46" w:rsidRDefault="007B6A46" w:rsidP="007B6A46">
      <w:r>
        <w:t>255.9367</w:t>
      </w:r>
      <w:r>
        <w:tab/>
        <w:t>2.025e0</w:t>
      </w:r>
    </w:p>
    <w:p w:rsidR="007B6A46" w:rsidRDefault="007B6A46" w:rsidP="007B6A46">
      <w:r>
        <w:t>255.9789</w:t>
      </w:r>
      <w:r>
        <w:tab/>
        <w:t>1.013e0</w:t>
      </w:r>
    </w:p>
    <w:p w:rsidR="007B6A46" w:rsidRDefault="007B6A46" w:rsidP="007B6A46">
      <w:r>
        <w:lastRenderedPageBreak/>
        <w:t>255.9916</w:t>
      </w:r>
      <w:r>
        <w:tab/>
        <w:t>1.013e0</w:t>
      </w:r>
    </w:p>
    <w:p w:rsidR="007B6A46" w:rsidRDefault="007B6A46" w:rsidP="007B6A46">
      <w:r>
        <w:t>256.0098</w:t>
      </w:r>
      <w:r>
        <w:tab/>
        <w:t>2.025e0</w:t>
      </w:r>
    </w:p>
    <w:p w:rsidR="007B6A46" w:rsidRDefault="007B6A46" w:rsidP="007B6A46">
      <w:r>
        <w:t>256.0317</w:t>
      </w:r>
      <w:r>
        <w:tab/>
        <w:t>3.038e0</w:t>
      </w:r>
    </w:p>
    <w:p w:rsidR="007B6A46" w:rsidRDefault="007B6A46" w:rsidP="007B6A46">
      <w:r>
        <w:t>256.0347</w:t>
      </w:r>
      <w:r>
        <w:tab/>
        <w:t>5.063e0</w:t>
      </w:r>
    </w:p>
    <w:p w:rsidR="007B6A46" w:rsidRDefault="007B6A46" w:rsidP="007B6A46">
      <w:r>
        <w:t>256.0818</w:t>
      </w:r>
      <w:r>
        <w:tab/>
        <w:t>1.013e0</w:t>
      </w:r>
    </w:p>
    <w:p w:rsidR="007B6A46" w:rsidRDefault="007B6A46" w:rsidP="007B6A46">
      <w:r>
        <w:t>256.0941</w:t>
      </w:r>
      <w:r>
        <w:tab/>
        <w:t>1.013e0</w:t>
      </w:r>
    </w:p>
    <w:p w:rsidR="007B6A46" w:rsidRDefault="007B6A46" w:rsidP="007B6A46">
      <w:r>
        <w:t>256.1060</w:t>
      </w:r>
      <w:r>
        <w:tab/>
        <w:t>1.013e0</w:t>
      </w:r>
    </w:p>
    <w:p w:rsidR="007B6A46" w:rsidRDefault="007B6A46" w:rsidP="007B6A46">
      <w:r>
        <w:t>256.1449</w:t>
      </w:r>
      <w:r>
        <w:tab/>
        <w:t>1.013e0</w:t>
      </w:r>
    </w:p>
    <w:p w:rsidR="007B6A46" w:rsidRDefault="007B6A46" w:rsidP="007B6A46">
      <w:r>
        <w:t>256.1487</w:t>
      </w:r>
      <w:r>
        <w:tab/>
        <w:t>3.038e0</w:t>
      </w:r>
    </w:p>
    <w:p w:rsidR="007B6A46" w:rsidRDefault="007B6A46" w:rsidP="007B6A46">
      <w:r>
        <w:t>256.1688</w:t>
      </w:r>
      <w:r>
        <w:tab/>
        <w:t>2.025e0</w:t>
      </w:r>
    </w:p>
    <w:p w:rsidR="007B6A46" w:rsidRDefault="007B6A46" w:rsidP="007B6A46">
      <w:r>
        <w:t>256.1715</w:t>
      </w:r>
      <w:r>
        <w:tab/>
        <w:t>2.025e0</w:t>
      </w:r>
    </w:p>
    <w:p w:rsidR="007B6A46" w:rsidRDefault="007B6A46" w:rsidP="007B6A46">
      <w:r>
        <w:t>256.1750</w:t>
      </w:r>
      <w:r>
        <w:tab/>
        <w:t>1.013e0</w:t>
      </w:r>
    </w:p>
    <w:p w:rsidR="007B6A46" w:rsidRDefault="007B6A46" w:rsidP="007B6A46">
      <w:r>
        <w:t>256.1858</w:t>
      </w:r>
      <w:r>
        <w:tab/>
        <w:t>2.025e0</w:t>
      </w:r>
    </w:p>
    <w:p w:rsidR="007B6A46" w:rsidRDefault="007B6A46" w:rsidP="007B6A46">
      <w:r>
        <w:t>256.2021</w:t>
      </w:r>
      <w:r>
        <w:tab/>
        <w:t>5.063e0</w:t>
      </w:r>
    </w:p>
    <w:p w:rsidR="007B6A46" w:rsidRDefault="007B6A46" w:rsidP="007B6A46">
      <w:r>
        <w:t>256.2058</w:t>
      </w:r>
      <w:r>
        <w:tab/>
        <w:t>1.013e0</w:t>
      </w:r>
    </w:p>
    <w:p w:rsidR="007B6A46" w:rsidRDefault="007B6A46" w:rsidP="007B6A46">
      <w:r>
        <w:t>256.2174</w:t>
      </w:r>
      <w:r>
        <w:tab/>
        <w:t>1.013e0</w:t>
      </w:r>
    </w:p>
    <w:p w:rsidR="007B6A46" w:rsidRDefault="007B6A46" w:rsidP="007B6A46">
      <w:r>
        <w:t>256.2389</w:t>
      </w:r>
      <w:r>
        <w:tab/>
        <w:t>2.025e0</w:t>
      </w:r>
    </w:p>
    <w:p w:rsidR="007B6A46" w:rsidRDefault="007B6A46" w:rsidP="007B6A46">
      <w:r>
        <w:t>256.2661</w:t>
      </w:r>
      <w:r>
        <w:tab/>
        <w:t>2.025e0</w:t>
      </w:r>
    </w:p>
    <w:p w:rsidR="007B6A46" w:rsidRDefault="007B6A46" w:rsidP="007B6A46">
      <w:r>
        <w:t>256.2815</w:t>
      </w:r>
      <w:r>
        <w:tab/>
        <w:t>1.013e0</w:t>
      </w:r>
    </w:p>
    <w:p w:rsidR="007B6A46" w:rsidRDefault="007B6A46" w:rsidP="007B6A46">
      <w:r>
        <w:lastRenderedPageBreak/>
        <w:t>256.2862</w:t>
      </w:r>
      <w:r>
        <w:tab/>
        <w:t>1.013e0</w:t>
      </w:r>
    </w:p>
    <w:p w:rsidR="007B6A46" w:rsidRDefault="007B6A46" w:rsidP="007B6A46">
      <w:r>
        <w:t>256.4219</w:t>
      </w:r>
      <w:r>
        <w:tab/>
        <w:t>1.013e0</w:t>
      </w:r>
    </w:p>
    <w:p w:rsidR="007B6A46" w:rsidRDefault="007B6A46" w:rsidP="007B6A46">
      <w:r>
        <w:t>256.4860</w:t>
      </w:r>
      <w:r>
        <w:tab/>
        <w:t>1.013e0</w:t>
      </w:r>
    </w:p>
    <w:p w:rsidR="007B6A46" w:rsidRDefault="007B6A46" w:rsidP="007B6A46">
      <w:r>
        <w:t>256.4948</w:t>
      </w:r>
      <w:r>
        <w:tab/>
        <w:t>1.013e0</w:t>
      </w:r>
    </w:p>
    <w:p w:rsidR="007B6A46" w:rsidRDefault="007B6A46" w:rsidP="007B6A46">
      <w:r>
        <w:t>256.4965</w:t>
      </w:r>
      <w:r>
        <w:tab/>
        <w:t>2.025e0</w:t>
      </w:r>
    </w:p>
    <w:p w:rsidR="007B6A46" w:rsidRDefault="007B6A46" w:rsidP="007B6A46">
      <w:r>
        <w:t>256.5273</w:t>
      </w:r>
      <w:r>
        <w:tab/>
        <w:t>2.025e0</w:t>
      </w:r>
    </w:p>
    <w:p w:rsidR="007B6A46" w:rsidRDefault="007B6A46" w:rsidP="007B6A46">
      <w:r>
        <w:t>256.5331</w:t>
      </w:r>
      <w:r>
        <w:tab/>
        <w:t>2.025e0</w:t>
      </w:r>
    </w:p>
    <w:p w:rsidR="007B6A46" w:rsidRDefault="007B6A46" w:rsidP="007B6A46">
      <w:r>
        <w:t>256.5449</w:t>
      </w:r>
      <w:r>
        <w:tab/>
        <w:t>1.013e0</w:t>
      </w:r>
    </w:p>
    <w:p w:rsidR="007B6A46" w:rsidRDefault="007B6A46" w:rsidP="007B6A46">
      <w:r>
        <w:t>256.5521</w:t>
      </w:r>
      <w:r>
        <w:tab/>
        <w:t>2.025e0</w:t>
      </w:r>
    </w:p>
    <w:p w:rsidR="007B6A46" w:rsidRDefault="007B6A46" w:rsidP="007B6A46">
      <w:r>
        <w:t>256.5958</w:t>
      </w:r>
      <w:r>
        <w:tab/>
        <w:t>1.013e0</w:t>
      </w:r>
    </w:p>
    <w:p w:rsidR="007B6A46" w:rsidRDefault="007B6A46" w:rsidP="007B6A46">
      <w:r>
        <w:t>256.6006</w:t>
      </w:r>
      <w:r>
        <w:tab/>
        <w:t>1.013e0</w:t>
      </w:r>
    </w:p>
    <w:p w:rsidR="007B6A46" w:rsidRDefault="007B6A46" w:rsidP="007B6A46">
      <w:r>
        <w:t>256.6049</w:t>
      </w:r>
      <w:r>
        <w:tab/>
        <w:t>1.013e0</w:t>
      </w:r>
    </w:p>
    <w:p w:rsidR="007B6A46" w:rsidRDefault="007B6A46" w:rsidP="007B6A46">
      <w:r>
        <w:t>256.6257</w:t>
      </w:r>
      <w:r>
        <w:tab/>
        <w:t>1.013e0</w:t>
      </w:r>
    </w:p>
    <w:p w:rsidR="007B6A46" w:rsidRDefault="007B6A46" w:rsidP="007B6A46">
      <w:r>
        <w:t>256.6434</w:t>
      </w:r>
      <w:r>
        <w:tab/>
        <w:t>1.013e0</w:t>
      </w:r>
    </w:p>
    <w:p w:rsidR="007B6A46" w:rsidRDefault="007B6A46" w:rsidP="007B6A46">
      <w:r>
        <w:t>256.6527</w:t>
      </w:r>
      <w:r>
        <w:tab/>
        <w:t>1.013e0</w:t>
      </w:r>
    </w:p>
    <w:p w:rsidR="007B6A46" w:rsidRDefault="007B6A46" w:rsidP="007B6A46">
      <w:r>
        <w:t>256.8525</w:t>
      </w:r>
      <w:r>
        <w:tab/>
        <w:t>1.013e0</w:t>
      </w:r>
    </w:p>
    <w:p w:rsidR="007B6A46" w:rsidRDefault="007B6A46" w:rsidP="007B6A46">
      <w:r>
        <w:t>256.8688</w:t>
      </w:r>
      <w:r>
        <w:tab/>
        <w:t>1.013e0</w:t>
      </w:r>
    </w:p>
    <w:p w:rsidR="007B6A46" w:rsidRDefault="007B6A46" w:rsidP="007B6A46">
      <w:r>
        <w:t>256.8767</w:t>
      </w:r>
      <w:r>
        <w:tab/>
        <w:t>1.013e0</w:t>
      </w:r>
    </w:p>
    <w:p w:rsidR="007B6A46" w:rsidRDefault="007B6A46" w:rsidP="007B6A46">
      <w:r>
        <w:t>256.8993</w:t>
      </w:r>
      <w:r>
        <w:tab/>
        <w:t>1.013e0</w:t>
      </w:r>
    </w:p>
    <w:p w:rsidR="007B6A46" w:rsidRDefault="007B6A46" w:rsidP="007B6A46">
      <w:r>
        <w:lastRenderedPageBreak/>
        <w:t>256.9573</w:t>
      </w:r>
      <w:r>
        <w:tab/>
        <w:t>1.013e0</w:t>
      </w:r>
    </w:p>
    <w:p w:rsidR="007B6A46" w:rsidRDefault="007B6A46" w:rsidP="007B6A46">
      <w:r>
        <w:t>256.9673</w:t>
      </w:r>
      <w:r>
        <w:tab/>
        <w:t>1.013e0</w:t>
      </w:r>
    </w:p>
    <w:p w:rsidR="007B6A46" w:rsidRDefault="007B6A46" w:rsidP="007B6A46">
      <w:r>
        <w:t>256.9802</w:t>
      </w:r>
      <w:r>
        <w:tab/>
        <w:t>2.025e0</w:t>
      </w:r>
    </w:p>
    <w:p w:rsidR="007B6A46" w:rsidRDefault="007B6A46" w:rsidP="007B6A46">
      <w:r>
        <w:t>257.0266</w:t>
      </w:r>
      <w:r>
        <w:tab/>
        <w:t>3.038e0</w:t>
      </w:r>
    </w:p>
    <w:p w:rsidR="007B6A46" w:rsidRDefault="007B6A46" w:rsidP="007B6A46">
      <w:r>
        <w:t>257.0435</w:t>
      </w:r>
      <w:r>
        <w:tab/>
        <w:t>2.025e0</w:t>
      </w:r>
    </w:p>
    <w:p w:rsidR="007B6A46" w:rsidRDefault="007B6A46" w:rsidP="007B6A46">
      <w:r>
        <w:t>257.0483</w:t>
      </w:r>
      <w:r>
        <w:tab/>
        <w:t>1.013e0</w:t>
      </w:r>
    </w:p>
    <w:p w:rsidR="007B6A46" w:rsidRDefault="007B6A46" w:rsidP="007B6A46">
      <w:r>
        <w:t>257.0507</w:t>
      </w:r>
      <w:r>
        <w:tab/>
        <w:t>2.025e0</w:t>
      </w:r>
    </w:p>
    <w:p w:rsidR="007B6A46" w:rsidRDefault="007B6A46" w:rsidP="007B6A46">
      <w:r>
        <w:t>257.0765</w:t>
      </w:r>
      <w:r>
        <w:tab/>
        <w:t>1.013e0</w:t>
      </w:r>
    </w:p>
    <w:p w:rsidR="007B6A46" w:rsidRDefault="007B6A46" w:rsidP="007B6A46">
      <w:r>
        <w:t>257.0908</w:t>
      </w:r>
      <w:r>
        <w:tab/>
        <w:t>1.013e0</w:t>
      </w:r>
    </w:p>
    <w:p w:rsidR="007B6A46" w:rsidRDefault="007B6A46" w:rsidP="007B6A46">
      <w:r>
        <w:t>257.1400</w:t>
      </w:r>
      <w:r>
        <w:tab/>
        <w:t>4.051e0</w:t>
      </w:r>
    </w:p>
    <w:p w:rsidR="007B6A46" w:rsidRDefault="007B6A46" w:rsidP="007B6A46">
      <w:r>
        <w:t>257.1456</w:t>
      </w:r>
      <w:r>
        <w:tab/>
        <w:t>2.025e0</w:t>
      </w:r>
    </w:p>
    <w:p w:rsidR="007B6A46" w:rsidRDefault="007B6A46" w:rsidP="007B6A46">
      <w:r>
        <w:t>257.1648</w:t>
      </w:r>
      <w:r>
        <w:tab/>
        <w:t>2.025e0</w:t>
      </w:r>
    </w:p>
    <w:p w:rsidR="007B6A46" w:rsidRDefault="007B6A46" w:rsidP="007B6A46">
      <w:r>
        <w:t>257.1671</w:t>
      </w:r>
      <w:r>
        <w:tab/>
        <w:t>2.025e0</w:t>
      </w:r>
    </w:p>
    <w:p w:rsidR="007B6A46" w:rsidRDefault="007B6A46" w:rsidP="007B6A46">
      <w:r>
        <w:t>257.1801</w:t>
      </w:r>
      <w:r>
        <w:tab/>
        <w:t>1.013e0</w:t>
      </w:r>
    </w:p>
    <w:p w:rsidR="007B6A46" w:rsidRDefault="007B6A46" w:rsidP="007B6A46">
      <w:r>
        <w:t>257.1844</w:t>
      </w:r>
      <w:r>
        <w:tab/>
        <w:t>1.013e0</w:t>
      </w:r>
    </w:p>
    <w:p w:rsidR="007B6A46" w:rsidRDefault="007B6A46" w:rsidP="007B6A46">
      <w:r>
        <w:t>257.2144</w:t>
      </w:r>
      <w:r>
        <w:tab/>
        <w:t>2.025e0</w:t>
      </w:r>
    </w:p>
    <w:p w:rsidR="007B6A46" w:rsidRDefault="007B6A46" w:rsidP="007B6A46">
      <w:r>
        <w:t>257.2270</w:t>
      </w:r>
      <w:r>
        <w:tab/>
        <w:t>1.013e0</w:t>
      </w:r>
    </w:p>
    <w:p w:rsidR="007B6A46" w:rsidRDefault="007B6A46" w:rsidP="007B6A46">
      <w:r>
        <w:t>257.3464</w:t>
      </w:r>
      <w:r>
        <w:tab/>
        <w:t>2.025e0</w:t>
      </w:r>
    </w:p>
    <w:p w:rsidR="007B6A46" w:rsidRDefault="007B6A46" w:rsidP="007B6A46">
      <w:r>
        <w:t>257.3722</w:t>
      </w:r>
      <w:r>
        <w:tab/>
        <w:t>1.013e0</w:t>
      </w:r>
    </w:p>
    <w:p w:rsidR="007B6A46" w:rsidRDefault="007B6A46" w:rsidP="007B6A46">
      <w:r>
        <w:lastRenderedPageBreak/>
        <w:t>257.3766</w:t>
      </w:r>
      <w:r>
        <w:tab/>
        <w:t>2.025e0</w:t>
      </w:r>
    </w:p>
    <w:p w:rsidR="007B6A46" w:rsidRDefault="007B6A46" w:rsidP="007B6A46">
      <w:r>
        <w:t>257.3928</w:t>
      </w:r>
      <w:r>
        <w:tab/>
        <w:t>1.013e0</w:t>
      </w:r>
    </w:p>
    <w:p w:rsidR="007B6A46" w:rsidRDefault="007B6A46" w:rsidP="007B6A46">
      <w:r>
        <w:t>257.4056</w:t>
      </w:r>
      <w:r>
        <w:tab/>
        <w:t>1.013e0</w:t>
      </w:r>
    </w:p>
    <w:p w:rsidR="007B6A46" w:rsidRDefault="007B6A46" w:rsidP="007B6A46">
      <w:r>
        <w:t>257.5119</w:t>
      </w:r>
      <w:r>
        <w:tab/>
        <w:t>1.013e0</w:t>
      </w:r>
    </w:p>
    <w:p w:rsidR="007B6A46" w:rsidRDefault="007B6A46" w:rsidP="007B6A46">
      <w:r>
        <w:t>257.5384</w:t>
      </w:r>
      <w:r>
        <w:tab/>
        <w:t>1.013e0</w:t>
      </w:r>
    </w:p>
    <w:p w:rsidR="007B6A46" w:rsidRDefault="007B6A46" w:rsidP="007B6A46">
      <w:r>
        <w:t>257.5464</w:t>
      </w:r>
      <w:r>
        <w:tab/>
        <w:t>1.013e0</w:t>
      </w:r>
    </w:p>
    <w:p w:rsidR="007B6A46" w:rsidRDefault="007B6A46" w:rsidP="007B6A46">
      <w:r>
        <w:t>257.5683</w:t>
      </w:r>
      <w:r>
        <w:tab/>
        <w:t>1.013e0</w:t>
      </w:r>
    </w:p>
    <w:p w:rsidR="007B6A46" w:rsidRDefault="007B6A46" w:rsidP="007B6A46">
      <w:r>
        <w:t>257.5893</w:t>
      </w:r>
      <w:r>
        <w:tab/>
        <w:t>1.013e0</w:t>
      </w:r>
    </w:p>
    <w:p w:rsidR="007B6A46" w:rsidRDefault="007B6A46" w:rsidP="007B6A46">
      <w:r>
        <w:t>257.5928</w:t>
      </w:r>
      <w:r>
        <w:tab/>
        <w:t>1.013e0</w:t>
      </w:r>
    </w:p>
    <w:p w:rsidR="007B6A46" w:rsidRDefault="007B6A46" w:rsidP="007B6A46">
      <w:r>
        <w:t>257.6065</w:t>
      </w:r>
      <w:r>
        <w:tab/>
        <w:t>1.013e0</w:t>
      </w:r>
    </w:p>
    <w:p w:rsidR="007B6A46" w:rsidRDefault="007B6A46" w:rsidP="007B6A46">
      <w:r>
        <w:t>257.6396</w:t>
      </w:r>
      <w:r>
        <w:tab/>
        <w:t>1.013e0</w:t>
      </w:r>
    </w:p>
    <w:p w:rsidR="007B6A46" w:rsidRDefault="007B6A46" w:rsidP="007B6A46">
      <w:r>
        <w:t>257.6583</w:t>
      </w:r>
      <w:r>
        <w:tab/>
        <w:t>1.013e0</w:t>
      </w:r>
    </w:p>
    <w:p w:rsidR="007B6A46" w:rsidRDefault="007B6A46" w:rsidP="007B6A46">
      <w:r>
        <w:t>257.6658</w:t>
      </w:r>
      <w:r>
        <w:tab/>
        <w:t>1.013e0</w:t>
      </w:r>
    </w:p>
    <w:p w:rsidR="007B6A46" w:rsidRDefault="007B6A46" w:rsidP="007B6A46">
      <w:r>
        <w:t>257.6760</w:t>
      </w:r>
      <w:r>
        <w:tab/>
        <w:t>2.025e0</w:t>
      </w:r>
    </w:p>
    <w:p w:rsidR="007B6A46" w:rsidRDefault="007B6A46" w:rsidP="007B6A46">
      <w:r>
        <w:t>257.7208</w:t>
      </w:r>
      <w:r>
        <w:tab/>
        <w:t>1.013e0</w:t>
      </w:r>
    </w:p>
    <w:p w:rsidR="007B6A46" w:rsidRDefault="007B6A46" w:rsidP="007B6A46">
      <w:r>
        <w:t>257.7307</w:t>
      </w:r>
      <w:r>
        <w:tab/>
        <w:t>1.013e0</w:t>
      </w:r>
    </w:p>
    <w:p w:rsidR="007B6A46" w:rsidRDefault="007B6A46" w:rsidP="007B6A46">
      <w:r>
        <w:t>257.7393</w:t>
      </w:r>
      <w:r>
        <w:tab/>
        <w:t>1.013e0</w:t>
      </w:r>
    </w:p>
    <w:p w:rsidR="007B6A46" w:rsidRDefault="007B6A46" w:rsidP="007B6A46">
      <w:r>
        <w:t>257.8120</w:t>
      </w:r>
      <w:r>
        <w:tab/>
        <w:t>1.013e0</w:t>
      </w:r>
    </w:p>
    <w:p w:rsidR="007B6A46" w:rsidRDefault="007B6A46" w:rsidP="007B6A46">
      <w:r>
        <w:t>257.8766</w:t>
      </w:r>
      <w:r>
        <w:tab/>
        <w:t>2.025e0</w:t>
      </w:r>
    </w:p>
    <w:p w:rsidR="007B6A46" w:rsidRDefault="007B6A46" w:rsidP="007B6A46">
      <w:r>
        <w:lastRenderedPageBreak/>
        <w:t>257.9437</w:t>
      </w:r>
      <w:r>
        <w:tab/>
        <w:t>2.025e0</w:t>
      </w:r>
    </w:p>
    <w:p w:rsidR="007B6A46" w:rsidRDefault="007B6A46" w:rsidP="007B6A46">
      <w:r>
        <w:t>257.9716</w:t>
      </w:r>
      <w:r>
        <w:tab/>
        <w:t>2.025e0</w:t>
      </w:r>
    </w:p>
    <w:p w:rsidR="007B6A46" w:rsidRDefault="007B6A46" w:rsidP="007B6A46">
      <w:r>
        <w:t>257.9921</w:t>
      </w:r>
      <w:r>
        <w:tab/>
        <w:t>2.160e0</w:t>
      </w:r>
    </w:p>
    <w:p w:rsidR="007B6A46" w:rsidRDefault="007B6A46" w:rsidP="007B6A46">
      <w:r>
        <w:t>257.9937</w:t>
      </w:r>
      <w:r>
        <w:tab/>
        <w:t>1.013e0</w:t>
      </w:r>
    </w:p>
    <w:p w:rsidR="007B6A46" w:rsidRDefault="007B6A46" w:rsidP="007B6A46">
      <w:r>
        <w:t>258.0189</w:t>
      </w:r>
      <w:r>
        <w:tab/>
        <w:t>2.025e0</w:t>
      </w:r>
    </w:p>
    <w:p w:rsidR="007B6A46" w:rsidRDefault="007B6A46" w:rsidP="007B6A46">
      <w:r>
        <w:t>258.0323</w:t>
      </w:r>
      <w:r>
        <w:tab/>
        <w:t>1.013e0</w:t>
      </w:r>
    </w:p>
    <w:p w:rsidR="007B6A46" w:rsidRDefault="007B6A46" w:rsidP="007B6A46">
      <w:r>
        <w:t>258.0413</w:t>
      </w:r>
      <w:r>
        <w:tab/>
        <w:t>3.038e0</w:t>
      </w:r>
    </w:p>
    <w:p w:rsidR="007B6A46" w:rsidRDefault="007B6A46" w:rsidP="007B6A46">
      <w:r>
        <w:t>258.0554</w:t>
      </w:r>
      <w:r>
        <w:tab/>
        <w:t>1.013e0</w:t>
      </w:r>
    </w:p>
    <w:p w:rsidR="007B6A46" w:rsidRDefault="007B6A46" w:rsidP="007B6A46">
      <w:r>
        <w:t>258.1208</w:t>
      </w:r>
      <w:r>
        <w:tab/>
        <w:t>3.038e0</w:t>
      </w:r>
    </w:p>
    <w:p w:rsidR="007B6A46" w:rsidRDefault="007B6A46" w:rsidP="007B6A46">
      <w:r>
        <w:t>258.1223</w:t>
      </w:r>
      <w:r>
        <w:tab/>
        <w:t>1.013e0</w:t>
      </w:r>
    </w:p>
    <w:p w:rsidR="007B6A46" w:rsidRDefault="007B6A46" w:rsidP="007B6A46">
      <w:r>
        <w:t>258.1440</w:t>
      </w:r>
      <w:r>
        <w:tab/>
        <w:t>2.025e0</w:t>
      </w:r>
    </w:p>
    <w:p w:rsidR="007B6A46" w:rsidRDefault="007B6A46" w:rsidP="007B6A46">
      <w:r>
        <w:t>258.1518</w:t>
      </w:r>
      <w:r>
        <w:tab/>
        <w:t>1.013e0</w:t>
      </w:r>
    </w:p>
    <w:p w:rsidR="007B6A46" w:rsidRDefault="007B6A46" w:rsidP="007B6A46">
      <w:r>
        <w:t>258.1706</w:t>
      </w:r>
      <w:r>
        <w:tab/>
        <w:t>1.013e0</w:t>
      </w:r>
    </w:p>
    <w:p w:rsidR="007B6A46" w:rsidRDefault="007B6A46" w:rsidP="007B6A46">
      <w:r>
        <w:t>258.1749</w:t>
      </w:r>
      <w:r>
        <w:tab/>
        <w:t>1.013e0</w:t>
      </w:r>
    </w:p>
    <w:p w:rsidR="007B6A46" w:rsidRDefault="007B6A46" w:rsidP="007B6A46">
      <w:r>
        <w:t>258.1989</w:t>
      </w:r>
      <w:r>
        <w:tab/>
        <w:t>1.013e0</w:t>
      </w:r>
    </w:p>
    <w:p w:rsidR="007B6A46" w:rsidRDefault="007B6A46" w:rsidP="007B6A46">
      <w:r>
        <w:t>258.2072</w:t>
      </w:r>
      <w:r>
        <w:tab/>
        <w:t>3.038e0</w:t>
      </w:r>
    </w:p>
    <w:p w:rsidR="007B6A46" w:rsidRDefault="007B6A46" w:rsidP="007B6A46">
      <w:r>
        <w:t>258.2163</w:t>
      </w:r>
      <w:r>
        <w:tab/>
        <w:t>2.025e0</w:t>
      </w:r>
    </w:p>
    <w:p w:rsidR="007B6A46" w:rsidRDefault="007B6A46" w:rsidP="007B6A46">
      <w:r>
        <w:t>258.2213</w:t>
      </w:r>
      <w:r>
        <w:tab/>
        <w:t>1.013e0</w:t>
      </w:r>
    </w:p>
    <w:p w:rsidR="007B6A46" w:rsidRDefault="007B6A46" w:rsidP="007B6A46">
      <w:r>
        <w:t>258.2468</w:t>
      </w:r>
      <w:r>
        <w:tab/>
        <w:t>1.013e0</w:t>
      </w:r>
    </w:p>
    <w:p w:rsidR="007B6A46" w:rsidRDefault="007B6A46" w:rsidP="007B6A46">
      <w:r>
        <w:lastRenderedPageBreak/>
        <w:t>258.2678</w:t>
      </w:r>
      <w:r>
        <w:tab/>
        <w:t>2.025e0</w:t>
      </w:r>
    </w:p>
    <w:p w:rsidR="007B6A46" w:rsidRDefault="007B6A46" w:rsidP="007B6A46">
      <w:r>
        <w:t>258.2759</w:t>
      </w:r>
      <w:r>
        <w:tab/>
        <w:t>2.025e0</w:t>
      </w:r>
    </w:p>
    <w:p w:rsidR="007B6A46" w:rsidRDefault="007B6A46" w:rsidP="007B6A46">
      <w:r>
        <w:t>258.2903</w:t>
      </w:r>
      <w:r>
        <w:tab/>
        <w:t>1.013e0</w:t>
      </w:r>
    </w:p>
    <w:p w:rsidR="007B6A46" w:rsidRDefault="007B6A46" w:rsidP="007B6A46">
      <w:r>
        <w:t>258.2979</w:t>
      </w:r>
      <w:r>
        <w:tab/>
        <w:t>1.013e0</w:t>
      </w:r>
    </w:p>
    <w:p w:rsidR="007B6A46" w:rsidRDefault="007B6A46" w:rsidP="007B6A46">
      <w:r>
        <w:t>258.3573</w:t>
      </w:r>
      <w:r>
        <w:tab/>
        <w:t>1.013e0</w:t>
      </w:r>
    </w:p>
    <w:p w:rsidR="007B6A46" w:rsidRDefault="007B6A46" w:rsidP="007B6A46">
      <w:r>
        <w:t>258.3587</w:t>
      </w:r>
      <w:r>
        <w:tab/>
        <w:t>2.025e0</w:t>
      </w:r>
    </w:p>
    <w:p w:rsidR="007B6A46" w:rsidRDefault="007B6A46" w:rsidP="007B6A46">
      <w:r>
        <w:t>258.3830</w:t>
      </w:r>
      <w:r>
        <w:tab/>
        <w:t>1.013e0</w:t>
      </w:r>
    </w:p>
    <w:p w:rsidR="007B6A46" w:rsidRDefault="007B6A46" w:rsidP="007B6A46">
      <w:r>
        <w:t>258.4004</w:t>
      </w:r>
      <w:r>
        <w:tab/>
        <w:t>1.013e0</w:t>
      </w:r>
    </w:p>
    <w:p w:rsidR="007B6A46" w:rsidRDefault="007B6A46" w:rsidP="007B6A46">
      <w:r>
        <w:t>258.4564</w:t>
      </w:r>
      <w:r>
        <w:tab/>
        <w:t>1.013e0</w:t>
      </w:r>
    </w:p>
    <w:p w:rsidR="007B6A46" w:rsidRDefault="007B6A46" w:rsidP="007B6A46">
      <w:r>
        <w:t>258.5297</w:t>
      </w:r>
      <w:r>
        <w:tab/>
        <w:t>1.013e0</w:t>
      </w:r>
    </w:p>
    <w:p w:rsidR="007B6A46" w:rsidRDefault="007B6A46" w:rsidP="007B6A46">
      <w:r>
        <w:t>258.5680</w:t>
      </w:r>
      <w:r>
        <w:tab/>
        <w:t>1.013e0</w:t>
      </w:r>
    </w:p>
    <w:p w:rsidR="007B6A46" w:rsidRDefault="007B6A46" w:rsidP="007B6A46">
      <w:r>
        <w:t>258.6447</w:t>
      </w:r>
      <w:r>
        <w:tab/>
        <w:t>1.013e0</w:t>
      </w:r>
    </w:p>
    <w:p w:rsidR="007B6A46" w:rsidRDefault="007B6A46" w:rsidP="007B6A46">
      <w:r>
        <w:t>258.7727</w:t>
      </w:r>
      <w:r>
        <w:tab/>
        <w:t>1.013e0</w:t>
      </w:r>
    </w:p>
    <w:p w:rsidR="007B6A46" w:rsidRDefault="007B6A46" w:rsidP="007B6A46">
      <w:r>
        <w:t>258.8010</w:t>
      </w:r>
      <w:r>
        <w:tab/>
        <w:t>2.025e0</w:t>
      </w:r>
    </w:p>
    <w:p w:rsidR="007B6A46" w:rsidRDefault="007B6A46" w:rsidP="007B6A46">
      <w:r>
        <w:t>258.8796</w:t>
      </w:r>
      <w:r>
        <w:tab/>
        <w:t>1.013e0</w:t>
      </w:r>
    </w:p>
    <w:p w:rsidR="007B6A46" w:rsidRDefault="007B6A46" w:rsidP="007B6A46">
      <w:r>
        <w:t>258.8840</w:t>
      </w:r>
      <w:r>
        <w:tab/>
        <w:t>1.013e0</w:t>
      </w:r>
    </w:p>
    <w:p w:rsidR="007B6A46" w:rsidRDefault="007B6A46" w:rsidP="007B6A46">
      <w:r>
        <w:t>258.9309</w:t>
      </w:r>
      <w:r>
        <w:tab/>
        <w:t>1.013e0</w:t>
      </w:r>
    </w:p>
    <w:p w:rsidR="007B6A46" w:rsidRDefault="007B6A46" w:rsidP="007B6A46">
      <w:r>
        <w:t>258.9467</w:t>
      </w:r>
      <w:r>
        <w:tab/>
        <w:t>1.013e0</w:t>
      </w:r>
    </w:p>
    <w:p w:rsidR="007B6A46" w:rsidRDefault="007B6A46" w:rsidP="007B6A46">
      <w:r>
        <w:t>258.9656</w:t>
      </w:r>
      <w:r>
        <w:tab/>
        <w:t>1.013e0</w:t>
      </w:r>
    </w:p>
    <w:p w:rsidR="007B6A46" w:rsidRDefault="007B6A46" w:rsidP="007B6A46">
      <w:r>
        <w:lastRenderedPageBreak/>
        <w:t>258.9838</w:t>
      </w:r>
      <w:r>
        <w:tab/>
        <w:t>2.025e0</w:t>
      </w:r>
    </w:p>
    <w:p w:rsidR="007B6A46" w:rsidRDefault="007B6A46" w:rsidP="007B6A46">
      <w:r>
        <w:t>258.9969</w:t>
      </w:r>
      <w:r>
        <w:tab/>
        <w:t>2.025e0</w:t>
      </w:r>
    </w:p>
    <w:p w:rsidR="007B6A46" w:rsidRDefault="007B6A46" w:rsidP="007B6A46">
      <w:r>
        <w:t>258.9991</w:t>
      </w:r>
      <w:r>
        <w:tab/>
        <w:t>1.013e0</w:t>
      </w:r>
    </w:p>
    <w:p w:rsidR="007B6A46" w:rsidRDefault="007B6A46" w:rsidP="007B6A46">
      <w:r>
        <w:t>259.0044</w:t>
      </w:r>
      <w:r>
        <w:tab/>
        <w:t>3.038e0</w:t>
      </w:r>
    </w:p>
    <w:p w:rsidR="007B6A46" w:rsidRDefault="007B6A46" w:rsidP="007B6A46">
      <w:r>
        <w:t>259.0142</w:t>
      </w:r>
      <w:r>
        <w:tab/>
        <w:t>6.076e0</w:t>
      </w:r>
    </w:p>
    <w:p w:rsidR="007B6A46" w:rsidRDefault="007B6A46" w:rsidP="007B6A46">
      <w:r>
        <w:t>259.0464</w:t>
      </w:r>
      <w:r>
        <w:tab/>
        <w:t>2.025e0</w:t>
      </w:r>
    </w:p>
    <w:p w:rsidR="007B6A46" w:rsidRDefault="007B6A46" w:rsidP="007B6A46">
      <w:r>
        <w:t>259.0733</w:t>
      </w:r>
      <w:r>
        <w:tab/>
        <w:t>3.038e0</w:t>
      </w:r>
    </w:p>
    <w:p w:rsidR="007B6A46" w:rsidRDefault="007B6A46" w:rsidP="007B6A46">
      <w:r>
        <w:t>259.0763</w:t>
      </w:r>
      <w:r>
        <w:tab/>
        <w:t>1.013e0</w:t>
      </w:r>
    </w:p>
    <w:p w:rsidR="007B6A46" w:rsidRDefault="007B6A46" w:rsidP="007B6A46">
      <w:r>
        <w:t>259.0887</w:t>
      </w:r>
      <w:r>
        <w:tab/>
        <w:t>1.013e0</w:t>
      </w:r>
    </w:p>
    <w:p w:rsidR="007B6A46" w:rsidRDefault="007B6A46" w:rsidP="007B6A46">
      <w:r>
        <w:t>259.0971</w:t>
      </w:r>
      <w:r>
        <w:tab/>
        <w:t>1.013e0</w:t>
      </w:r>
    </w:p>
    <w:p w:rsidR="007B6A46" w:rsidRDefault="007B6A46" w:rsidP="007B6A46">
      <w:r>
        <w:t>259.1372</w:t>
      </w:r>
      <w:r>
        <w:tab/>
        <w:t>2.025e0</w:t>
      </w:r>
    </w:p>
    <w:p w:rsidR="007B6A46" w:rsidRDefault="007B6A46" w:rsidP="007B6A46">
      <w:r>
        <w:t>259.1552</w:t>
      </w:r>
      <w:r>
        <w:tab/>
        <w:t>2.025e0</w:t>
      </w:r>
    </w:p>
    <w:p w:rsidR="007B6A46" w:rsidRDefault="007B6A46" w:rsidP="007B6A46">
      <w:r>
        <w:t>259.1579</w:t>
      </w:r>
      <w:r>
        <w:tab/>
        <w:t>1.013e0</w:t>
      </w:r>
    </w:p>
    <w:p w:rsidR="007B6A46" w:rsidRDefault="007B6A46" w:rsidP="007B6A46">
      <w:r>
        <w:t>259.1889</w:t>
      </w:r>
      <w:r>
        <w:tab/>
        <w:t>2.025e0</w:t>
      </w:r>
    </w:p>
    <w:p w:rsidR="007B6A46" w:rsidRDefault="007B6A46" w:rsidP="007B6A46">
      <w:r>
        <w:t>259.1973</w:t>
      </w:r>
      <w:r>
        <w:tab/>
        <w:t>2.025e0</w:t>
      </w:r>
    </w:p>
    <w:p w:rsidR="007B6A46" w:rsidRDefault="007B6A46" w:rsidP="007B6A46">
      <w:r>
        <w:t>259.2395</w:t>
      </w:r>
      <w:r>
        <w:tab/>
        <w:t>1.013e0</w:t>
      </w:r>
    </w:p>
    <w:p w:rsidR="007B6A46" w:rsidRDefault="007B6A46" w:rsidP="007B6A46">
      <w:r>
        <w:t>259.2554</w:t>
      </w:r>
      <w:r>
        <w:tab/>
        <w:t>1.013e0</w:t>
      </w:r>
    </w:p>
    <w:p w:rsidR="007B6A46" w:rsidRDefault="007B6A46" w:rsidP="007B6A46">
      <w:r>
        <w:t>259.3206</w:t>
      </w:r>
      <w:r>
        <w:tab/>
        <w:t>1.013e0</w:t>
      </w:r>
    </w:p>
    <w:p w:rsidR="007B6A46" w:rsidRDefault="007B6A46" w:rsidP="007B6A46">
      <w:r>
        <w:t>259.3321</w:t>
      </w:r>
      <w:r>
        <w:tab/>
        <w:t>1.013e0</w:t>
      </w:r>
    </w:p>
    <w:p w:rsidR="007B6A46" w:rsidRDefault="007B6A46" w:rsidP="007B6A46">
      <w:r>
        <w:lastRenderedPageBreak/>
        <w:t>259.3631</w:t>
      </w:r>
      <w:r>
        <w:tab/>
        <w:t>1.013e0</w:t>
      </w:r>
    </w:p>
    <w:p w:rsidR="007B6A46" w:rsidRDefault="007B6A46" w:rsidP="007B6A46">
      <w:r>
        <w:t>259.4016</w:t>
      </w:r>
      <w:r>
        <w:tab/>
        <w:t>1.013e0</w:t>
      </w:r>
    </w:p>
    <w:p w:rsidR="007B6A46" w:rsidRDefault="007B6A46" w:rsidP="007B6A46">
      <w:r>
        <w:t>259.4097</w:t>
      </w:r>
      <w:r>
        <w:tab/>
        <w:t>1.013e0</w:t>
      </w:r>
    </w:p>
    <w:p w:rsidR="007B6A46" w:rsidRDefault="007B6A46" w:rsidP="007B6A46">
      <w:r>
        <w:t>259.4171</w:t>
      </w:r>
      <w:r>
        <w:tab/>
        <w:t>1.013e0</w:t>
      </w:r>
    </w:p>
    <w:p w:rsidR="007B6A46" w:rsidRDefault="007B6A46" w:rsidP="007B6A46">
      <w:r>
        <w:t>259.4847</w:t>
      </w:r>
      <w:r>
        <w:tab/>
        <w:t>3.038e0</w:t>
      </w:r>
    </w:p>
    <w:p w:rsidR="007B6A46" w:rsidRDefault="007B6A46" w:rsidP="007B6A46">
      <w:r>
        <w:t>259.4908</w:t>
      </w:r>
      <w:r>
        <w:tab/>
        <w:t>1.013e0</w:t>
      </w:r>
    </w:p>
    <w:p w:rsidR="007B6A46" w:rsidRDefault="007B6A46" w:rsidP="007B6A46">
      <w:r>
        <w:t>259.5134</w:t>
      </w:r>
      <w:r>
        <w:tab/>
        <w:t>1.013e0</w:t>
      </w:r>
    </w:p>
    <w:p w:rsidR="007B6A46" w:rsidRDefault="007B6A46" w:rsidP="007B6A46">
      <w:r>
        <w:t>259.5680</w:t>
      </w:r>
      <w:r>
        <w:tab/>
        <w:t>1.013e0</w:t>
      </w:r>
    </w:p>
    <w:p w:rsidR="007B6A46" w:rsidRDefault="007B6A46" w:rsidP="007B6A46">
      <w:r>
        <w:t>259.6644</w:t>
      </w:r>
      <w:r>
        <w:tab/>
        <w:t>3.038e0</w:t>
      </w:r>
    </w:p>
    <w:p w:rsidR="007B6A46" w:rsidRDefault="007B6A46" w:rsidP="007B6A46">
      <w:r>
        <w:t>259.6873</w:t>
      </w:r>
      <w:r>
        <w:tab/>
        <w:t>1.013e0</w:t>
      </w:r>
    </w:p>
    <w:p w:rsidR="007B6A46" w:rsidRDefault="007B6A46" w:rsidP="007B6A46">
      <w:r>
        <w:t>259.7392</w:t>
      </w:r>
      <w:r>
        <w:tab/>
        <w:t>2.025e0</w:t>
      </w:r>
    </w:p>
    <w:p w:rsidR="007B6A46" w:rsidRDefault="007B6A46" w:rsidP="007B6A46">
      <w:r>
        <w:t>259.7774</w:t>
      </w:r>
      <w:r>
        <w:tab/>
        <w:t>1.013e0</w:t>
      </w:r>
    </w:p>
    <w:p w:rsidR="007B6A46" w:rsidRDefault="007B6A46" w:rsidP="007B6A46">
      <w:r>
        <w:t>259.8301</w:t>
      </w:r>
      <w:r>
        <w:tab/>
        <w:t>1.013e0</w:t>
      </w:r>
    </w:p>
    <w:p w:rsidR="007B6A46" w:rsidRDefault="007B6A46" w:rsidP="007B6A46">
      <w:r>
        <w:t>259.9618</w:t>
      </w:r>
      <w:r>
        <w:tab/>
        <w:t>1.013e0</w:t>
      </w:r>
    </w:p>
    <w:p w:rsidR="007B6A46" w:rsidRDefault="007B6A46" w:rsidP="007B6A46">
      <w:r>
        <w:t>259.9752</w:t>
      </w:r>
      <w:r>
        <w:tab/>
        <w:t>2.025e0</w:t>
      </w:r>
    </w:p>
    <w:p w:rsidR="007B6A46" w:rsidRDefault="007B6A46" w:rsidP="007B6A46">
      <w:r>
        <w:t>259.9769</w:t>
      </w:r>
      <w:r>
        <w:tab/>
        <w:t>2.025e0</w:t>
      </w:r>
    </w:p>
    <w:p w:rsidR="007B6A46" w:rsidRDefault="007B6A46" w:rsidP="007B6A46">
      <w:r>
        <w:t>259.9901</w:t>
      </w:r>
      <w:r>
        <w:tab/>
        <w:t>2.081e0</w:t>
      </w:r>
    </w:p>
    <w:p w:rsidR="007B6A46" w:rsidRDefault="007B6A46" w:rsidP="007B6A46">
      <w:r>
        <w:t>259.9964</w:t>
      </w:r>
      <w:r>
        <w:tab/>
        <w:t>1.013e0</w:t>
      </w:r>
    </w:p>
    <w:p w:rsidR="007B6A46" w:rsidRDefault="007B6A46" w:rsidP="007B6A46">
      <w:r>
        <w:t>260.0024</w:t>
      </w:r>
      <w:r>
        <w:tab/>
        <w:t>2.025e0</w:t>
      </w:r>
    </w:p>
    <w:p w:rsidR="007B6A46" w:rsidRDefault="007B6A46" w:rsidP="007B6A46">
      <w:r>
        <w:lastRenderedPageBreak/>
        <w:t>260.0051</w:t>
      </w:r>
      <w:r>
        <w:tab/>
        <w:t>4.051e0</w:t>
      </w:r>
    </w:p>
    <w:p w:rsidR="007B6A46" w:rsidRDefault="007B6A46" w:rsidP="007B6A46">
      <w:r>
        <w:t>260.0072</w:t>
      </w:r>
      <w:r>
        <w:tab/>
        <w:t>3.038e0</w:t>
      </w:r>
    </w:p>
    <w:p w:rsidR="007B6A46" w:rsidRDefault="007B6A46" w:rsidP="007B6A46">
      <w:r>
        <w:t>260.0271</w:t>
      </w:r>
      <w:r>
        <w:tab/>
        <w:t>2.025e0</w:t>
      </w:r>
    </w:p>
    <w:p w:rsidR="007B6A46" w:rsidRDefault="007B6A46" w:rsidP="007B6A46">
      <w:r>
        <w:t>260.1467</w:t>
      </w:r>
      <w:r>
        <w:tab/>
        <w:t>3.038e0</w:t>
      </w:r>
    </w:p>
    <w:p w:rsidR="007B6A46" w:rsidRDefault="007B6A46" w:rsidP="007B6A46">
      <w:r>
        <w:t>260.1774</w:t>
      </w:r>
      <w:r>
        <w:tab/>
        <w:t>1.013e0</w:t>
      </w:r>
    </w:p>
    <w:p w:rsidR="007B6A46" w:rsidRDefault="007B6A46" w:rsidP="007B6A46">
      <w:r>
        <w:t>260.1811</w:t>
      </w:r>
      <w:r>
        <w:tab/>
        <w:t>1.013e0</w:t>
      </w:r>
    </w:p>
    <w:p w:rsidR="007B6A46" w:rsidRDefault="007B6A46" w:rsidP="007B6A46">
      <w:r>
        <w:t>260.2011</w:t>
      </w:r>
      <w:r>
        <w:tab/>
        <w:t>1.013e0</w:t>
      </w:r>
    </w:p>
    <w:p w:rsidR="007B6A46" w:rsidRDefault="007B6A46" w:rsidP="007B6A46">
      <w:r>
        <w:t>260.2063</w:t>
      </w:r>
      <w:r>
        <w:tab/>
        <w:t>1.013e0</w:t>
      </w:r>
    </w:p>
    <w:p w:rsidR="007B6A46" w:rsidRDefault="007B6A46" w:rsidP="007B6A46">
      <w:r>
        <w:t>260.2356</w:t>
      </w:r>
      <w:r>
        <w:tab/>
        <w:t>1.013e0</w:t>
      </w:r>
    </w:p>
    <w:p w:rsidR="007B6A46" w:rsidRDefault="007B6A46" w:rsidP="007B6A46">
      <w:r>
        <w:t>260.3012</w:t>
      </w:r>
      <w:r>
        <w:tab/>
        <w:t>1.013e0</w:t>
      </w:r>
    </w:p>
    <w:p w:rsidR="007B6A46" w:rsidRDefault="007B6A46" w:rsidP="007B6A46">
      <w:r>
        <w:t>260.3475</w:t>
      </w:r>
      <w:r>
        <w:tab/>
        <w:t>1.013e0</w:t>
      </w:r>
    </w:p>
    <w:p w:rsidR="007B6A46" w:rsidRDefault="007B6A46" w:rsidP="007B6A46">
      <w:r>
        <w:t>260.3746</w:t>
      </w:r>
      <w:r>
        <w:tab/>
        <w:t>1.013e0</w:t>
      </w:r>
    </w:p>
    <w:p w:rsidR="007B6A46" w:rsidRDefault="007B6A46" w:rsidP="007B6A46">
      <w:r>
        <w:t>260.4425</w:t>
      </w:r>
      <w:r>
        <w:tab/>
        <w:t>1.013e0</w:t>
      </w:r>
    </w:p>
    <w:p w:rsidR="007B6A46" w:rsidRDefault="007B6A46" w:rsidP="007B6A46">
      <w:r>
        <w:t>260.4855</w:t>
      </w:r>
      <w:r>
        <w:tab/>
        <w:t>1.013e0</w:t>
      </w:r>
    </w:p>
    <w:p w:rsidR="007B6A46" w:rsidRDefault="007B6A46" w:rsidP="007B6A46">
      <w:r>
        <w:t>260.4944</w:t>
      </w:r>
      <w:r>
        <w:tab/>
        <w:t>1.013e0</w:t>
      </w:r>
    </w:p>
    <w:p w:rsidR="007B6A46" w:rsidRDefault="007B6A46" w:rsidP="007B6A46">
      <w:r>
        <w:t>260.5197</w:t>
      </w:r>
      <w:r>
        <w:tab/>
        <w:t>1.013e0</w:t>
      </w:r>
    </w:p>
    <w:p w:rsidR="007B6A46" w:rsidRDefault="007B6A46" w:rsidP="007B6A46">
      <w:r>
        <w:t>260.5580</w:t>
      </w:r>
      <w:r>
        <w:tab/>
        <w:t>2.025e0</w:t>
      </w:r>
    </w:p>
    <w:p w:rsidR="007B6A46" w:rsidRDefault="007B6A46" w:rsidP="007B6A46">
      <w:r>
        <w:t>260.5796</w:t>
      </w:r>
      <w:r>
        <w:tab/>
        <w:t>1.013e0</w:t>
      </w:r>
    </w:p>
    <w:p w:rsidR="007B6A46" w:rsidRDefault="007B6A46" w:rsidP="007B6A46">
      <w:r>
        <w:t>260.6081</w:t>
      </w:r>
      <w:r>
        <w:tab/>
        <w:t>2.025e0</w:t>
      </w:r>
    </w:p>
    <w:p w:rsidR="007B6A46" w:rsidRDefault="007B6A46" w:rsidP="007B6A46">
      <w:r>
        <w:lastRenderedPageBreak/>
        <w:t>260.6103</w:t>
      </w:r>
      <w:r>
        <w:tab/>
        <w:t>2.025e0</w:t>
      </w:r>
    </w:p>
    <w:p w:rsidR="007B6A46" w:rsidRDefault="007B6A46" w:rsidP="007B6A46">
      <w:r>
        <w:t>260.6306</w:t>
      </w:r>
      <w:r>
        <w:tab/>
        <w:t>1.013e0</w:t>
      </w:r>
    </w:p>
    <w:p w:rsidR="007B6A46" w:rsidRDefault="007B6A46" w:rsidP="007B6A46">
      <w:r>
        <w:t>260.6398</w:t>
      </w:r>
      <w:r>
        <w:tab/>
        <w:t>1.013e0</w:t>
      </w:r>
    </w:p>
    <w:p w:rsidR="007B6A46" w:rsidRDefault="007B6A46" w:rsidP="007B6A46">
      <w:r>
        <w:t>260.6528</w:t>
      </w:r>
      <w:r>
        <w:tab/>
        <w:t>1.013e0</w:t>
      </w:r>
    </w:p>
    <w:p w:rsidR="007B6A46" w:rsidRDefault="007B6A46" w:rsidP="007B6A46">
      <w:r>
        <w:t>260.6688</w:t>
      </w:r>
      <w:r>
        <w:tab/>
        <w:t>1.013e0</w:t>
      </w:r>
    </w:p>
    <w:p w:rsidR="007B6A46" w:rsidRDefault="007B6A46" w:rsidP="007B6A46">
      <w:r>
        <w:t>260.6736</w:t>
      </w:r>
      <w:r>
        <w:tab/>
        <w:t>1.013e0</w:t>
      </w:r>
    </w:p>
    <w:p w:rsidR="007B6A46" w:rsidRDefault="007B6A46" w:rsidP="007B6A46">
      <w:r>
        <w:t>260.6837</w:t>
      </w:r>
      <w:r>
        <w:tab/>
        <w:t>2.025e0</w:t>
      </w:r>
    </w:p>
    <w:p w:rsidR="007B6A46" w:rsidRDefault="007B6A46" w:rsidP="007B6A46">
      <w:r>
        <w:t>260.7301</w:t>
      </w:r>
      <w:r>
        <w:tab/>
        <w:t>1.013e0</w:t>
      </w:r>
    </w:p>
    <w:p w:rsidR="007B6A46" w:rsidRDefault="007B6A46" w:rsidP="007B6A46">
      <w:r>
        <w:t>260.7898</w:t>
      </w:r>
      <w:r>
        <w:tab/>
        <w:t>2.025e0</w:t>
      </w:r>
    </w:p>
    <w:p w:rsidR="007B6A46" w:rsidRDefault="007B6A46" w:rsidP="007B6A46">
      <w:r>
        <w:t>260.8193</w:t>
      </w:r>
      <w:r>
        <w:tab/>
        <w:t>1.013e0</w:t>
      </w:r>
    </w:p>
    <w:p w:rsidR="007B6A46" w:rsidRDefault="007B6A46" w:rsidP="007B6A46">
      <w:r>
        <w:t>260.8285</w:t>
      </w:r>
      <w:r>
        <w:tab/>
        <w:t>1.013e0</w:t>
      </w:r>
    </w:p>
    <w:p w:rsidR="007B6A46" w:rsidRDefault="007B6A46" w:rsidP="007B6A46">
      <w:r>
        <w:t>260.8420</w:t>
      </w:r>
      <w:r>
        <w:tab/>
        <w:t>1.013e0</w:t>
      </w:r>
    </w:p>
    <w:p w:rsidR="007B6A46" w:rsidRDefault="007B6A46" w:rsidP="007B6A46">
      <w:r>
        <w:t>260.8767</w:t>
      </w:r>
      <w:r>
        <w:tab/>
        <w:t>1.013e0</w:t>
      </w:r>
    </w:p>
    <w:p w:rsidR="007B6A46" w:rsidRDefault="007B6A46" w:rsidP="007B6A46">
      <w:r>
        <w:t>260.9232</w:t>
      </w:r>
      <w:r>
        <w:tab/>
        <w:t>1.013e0</w:t>
      </w:r>
    </w:p>
    <w:p w:rsidR="007B6A46" w:rsidRDefault="007B6A46" w:rsidP="007B6A46">
      <w:r>
        <w:t>260.9492</w:t>
      </w:r>
      <w:r>
        <w:tab/>
        <w:t>1.013e0</w:t>
      </w:r>
    </w:p>
    <w:p w:rsidR="007B6A46" w:rsidRDefault="007B6A46" w:rsidP="007B6A46">
      <w:r>
        <w:t>260.9536</w:t>
      </w:r>
      <w:r>
        <w:tab/>
        <w:t>1.013e0</w:t>
      </w:r>
    </w:p>
    <w:p w:rsidR="007B6A46" w:rsidRDefault="007B6A46" w:rsidP="007B6A46">
      <w:r>
        <w:t>260.9640</w:t>
      </w:r>
      <w:r>
        <w:tab/>
        <w:t>2.025e0</w:t>
      </w:r>
    </w:p>
    <w:p w:rsidR="007B6A46" w:rsidRDefault="007B6A46" w:rsidP="007B6A46">
      <w:r>
        <w:t>261.0000</w:t>
      </w:r>
      <w:r>
        <w:tab/>
        <w:t>7.306e1</w:t>
      </w:r>
    </w:p>
    <w:p w:rsidR="007B6A46" w:rsidRDefault="007B6A46" w:rsidP="007B6A46">
      <w:r>
        <w:t>261.0030</w:t>
      </w:r>
      <w:r>
        <w:tab/>
        <w:t>7.190e1</w:t>
      </w:r>
    </w:p>
    <w:p w:rsidR="007B6A46" w:rsidRDefault="007B6A46" w:rsidP="007B6A46">
      <w:r>
        <w:lastRenderedPageBreak/>
        <w:t>261.0046</w:t>
      </w:r>
      <w:r>
        <w:tab/>
        <w:t>4.861e1</w:t>
      </w:r>
    </w:p>
    <w:p w:rsidR="007B6A46" w:rsidRDefault="007B6A46" w:rsidP="007B6A46">
      <w:r>
        <w:t>261.0599</w:t>
      </w:r>
      <w:r>
        <w:tab/>
        <w:t>1.013e0</w:t>
      </w:r>
    </w:p>
    <w:p w:rsidR="007B6A46" w:rsidRDefault="007B6A46" w:rsidP="007B6A46">
      <w:r>
        <w:t>261.0651</w:t>
      </w:r>
      <w:r>
        <w:tab/>
        <w:t>1.013e0</w:t>
      </w:r>
    </w:p>
    <w:p w:rsidR="007B6A46" w:rsidRDefault="007B6A46" w:rsidP="007B6A46">
      <w:r>
        <w:t>261.0838</w:t>
      </w:r>
      <w:r>
        <w:tab/>
        <w:t>2.025e0</w:t>
      </w:r>
    </w:p>
    <w:p w:rsidR="007B6A46" w:rsidRDefault="007B6A46" w:rsidP="007B6A46">
      <w:r>
        <w:t>261.1205</w:t>
      </w:r>
      <w:r>
        <w:tab/>
        <w:t>4.051e0</w:t>
      </w:r>
    </w:p>
    <w:p w:rsidR="007B6A46" w:rsidRDefault="007B6A46" w:rsidP="007B6A46">
      <w:r>
        <w:t>261.1352</w:t>
      </w:r>
      <w:r>
        <w:tab/>
        <w:t>4.051e0</w:t>
      </w:r>
    </w:p>
    <w:p w:rsidR="007B6A46" w:rsidRDefault="007B6A46" w:rsidP="007B6A46">
      <w:r>
        <w:t>261.1385</w:t>
      </w:r>
      <w:r>
        <w:tab/>
        <w:t>3.038e0</w:t>
      </w:r>
    </w:p>
    <w:p w:rsidR="007B6A46" w:rsidRDefault="007B6A46" w:rsidP="007B6A46">
      <w:r>
        <w:t>261.1435</w:t>
      </w:r>
      <w:r>
        <w:tab/>
        <w:t>2.025e0</w:t>
      </w:r>
    </w:p>
    <w:p w:rsidR="007B6A46" w:rsidRDefault="007B6A46" w:rsidP="007B6A46">
      <w:r>
        <w:t>261.1469</w:t>
      </w:r>
      <w:r>
        <w:tab/>
        <w:t>7.089e0</w:t>
      </w:r>
    </w:p>
    <w:p w:rsidR="007B6A46" w:rsidRDefault="007B6A46" w:rsidP="007B6A46">
      <w:r>
        <w:t>261.1536</w:t>
      </w:r>
      <w:r>
        <w:tab/>
        <w:t>4.051e0</w:t>
      </w:r>
    </w:p>
    <w:p w:rsidR="007B6A46" w:rsidRDefault="007B6A46" w:rsidP="007B6A46">
      <w:r>
        <w:t>261.1683</w:t>
      </w:r>
      <w:r>
        <w:tab/>
        <w:t>1.489e0</w:t>
      </w:r>
    </w:p>
    <w:p w:rsidR="007B6A46" w:rsidRDefault="007B6A46" w:rsidP="007B6A46">
      <w:r>
        <w:t>261.1765</w:t>
      </w:r>
      <w:r>
        <w:tab/>
        <w:t>2.025e0</w:t>
      </w:r>
    </w:p>
    <w:p w:rsidR="007B6A46" w:rsidRDefault="007B6A46" w:rsidP="007B6A46">
      <w:r>
        <w:t>261.1993</w:t>
      </w:r>
      <w:r>
        <w:tab/>
        <w:t>2.060e0</w:t>
      </w:r>
    </w:p>
    <w:p w:rsidR="007B6A46" w:rsidRDefault="007B6A46" w:rsidP="007B6A46">
      <w:r>
        <w:t>261.2016</w:t>
      </w:r>
      <w:r>
        <w:tab/>
        <w:t>2.025e0</w:t>
      </w:r>
    </w:p>
    <w:p w:rsidR="007B6A46" w:rsidRDefault="007B6A46" w:rsidP="007B6A46">
      <w:r>
        <w:t>261.2285</w:t>
      </w:r>
      <w:r>
        <w:tab/>
        <w:t>1.013e0</w:t>
      </w:r>
    </w:p>
    <w:p w:rsidR="007B6A46" w:rsidRDefault="007B6A46" w:rsidP="007B6A46">
      <w:r>
        <w:t>261.2534</w:t>
      </w:r>
      <w:r>
        <w:tab/>
        <w:t>2.025e0</w:t>
      </w:r>
    </w:p>
    <w:p w:rsidR="007B6A46" w:rsidRDefault="007B6A46" w:rsidP="007B6A46">
      <w:r>
        <w:t>261.2874</w:t>
      </w:r>
      <w:r>
        <w:tab/>
        <w:t>1.013e0</w:t>
      </w:r>
    </w:p>
    <w:p w:rsidR="007B6A46" w:rsidRDefault="007B6A46" w:rsidP="007B6A46">
      <w:r>
        <w:t>261.3261</w:t>
      </w:r>
      <w:r>
        <w:tab/>
        <w:t>1.013e0</w:t>
      </w:r>
    </w:p>
    <w:p w:rsidR="007B6A46" w:rsidRDefault="007B6A46" w:rsidP="007B6A46">
      <w:r>
        <w:t>261.3735</w:t>
      </w:r>
      <w:r>
        <w:tab/>
        <w:t>2.025e0</w:t>
      </w:r>
    </w:p>
    <w:p w:rsidR="007B6A46" w:rsidRDefault="007B6A46" w:rsidP="007B6A46">
      <w:r>
        <w:lastRenderedPageBreak/>
        <w:t>261.3792</w:t>
      </w:r>
      <w:r>
        <w:tab/>
        <w:t>1.013e0</w:t>
      </w:r>
    </w:p>
    <w:p w:rsidR="007B6A46" w:rsidRDefault="007B6A46" w:rsidP="007B6A46">
      <w:r>
        <w:t>261.4031</w:t>
      </w:r>
      <w:r>
        <w:tab/>
        <w:t>1.013e0</w:t>
      </w:r>
    </w:p>
    <w:p w:rsidR="007B6A46" w:rsidRDefault="007B6A46" w:rsidP="007B6A46">
      <w:r>
        <w:t>261.4337</w:t>
      </w:r>
      <w:r>
        <w:tab/>
        <w:t>1.013e0</w:t>
      </w:r>
    </w:p>
    <w:p w:rsidR="007B6A46" w:rsidRDefault="007B6A46" w:rsidP="007B6A46">
      <w:r>
        <w:t>261.4422</w:t>
      </w:r>
      <w:r>
        <w:tab/>
        <w:t>1.013e0</w:t>
      </w:r>
    </w:p>
    <w:p w:rsidR="007B6A46" w:rsidRDefault="007B6A46" w:rsidP="007B6A46">
      <w:r>
        <w:t>261.4515</w:t>
      </w:r>
      <w:r>
        <w:tab/>
        <w:t>1.013e0</w:t>
      </w:r>
    </w:p>
    <w:p w:rsidR="007B6A46" w:rsidRDefault="007B6A46" w:rsidP="007B6A46">
      <w:r>
        <w:t>261.5245</w:t>
      </w:r>
      <w:r>
        <w:tab/>
        <w:t>3.038e0</w:t>
      </w:r>
    </w:p>
    <w:p w:rsidR="007B6A46" w:rsidRDefault="007B6A46" w:rsidP="007B6A46">
      <w:r>
        <w:t>261.5840</w:t>
      </w:r>
      <w:r>
        <w:tab/>
        <w:t>1.013e0</w:t>
      </w:r>
    </w:p>
    <w:p w:rsidR="007B6A46" w:rsidRDefault="007B6A46" w:rsidP="007B6A46">
      <w:r>
        <w:t>261.6310</w:t>
      </w:r>
      <w:r>
        <w:tab/>
        <w:t>1.013e0</w:t>
      </w:r>
    </w:p>
    <w:p w:rsidR="007B6A46" w:rsidRDefault="007B6A46" w:rsidP="007B6A46">
      <w:r>
        <w:t>261.6354</w:t>
      </w:r>
      <w:r>
        <w:tab/>
        <w:t>1.013e0</w:t>
      </w:r>
    </w:p>
    <w:p w:rsidR="007B6A46" w:rsidRDefault="007B6A46" w:rsidP="007B6A46">
      <w:r>
        <w:t>261.6406</w:t>
      </w:r>
      <w:r>
        <w:tab/>
        <w:t>1.013e0</w:t>
      </w:r>
    </w:p>
    <w:p w:rsidR="007B6A46" w:rsidRDefault="007B6A46" w:rsidP="007B6A46">
      <w:r>
        <w:t>261.6467</w:t>
      </w:r>
      <w:r>
        <w:tab/>
        <w:t>3.038e0</w:t>
      </w:r>
    </w:p>
    <w:p w:rsidR="007B6A46" w:rsidRDefault="007B6A46" w:rsidP="007B6A46">
      <w:r>
        <w:t>261.6537</w:t>
      </w:r>
      <w:r>
        <w:tab/>
        <w:t>1.013e0</w:t>
      </w:r>
    </w:p>
    <w:p w:rsidR="007B6A46" w:rsidRDefault="007B6A46" w:rsidP="007B6A46">
      <w:r>
        <w:t>261.6613</w:t>
      </w:r>
      <w:r>
        <w:tab/>
        <w:t>1.013e0</w:t>
      </w:r>
    </w:p>
    <w:p w:rsidR="007B6A46" w:rsidRDefault="007B6A46" w:rsidP="007B6A46">
      <w:r>
        <w:t>261.6842</w:t>
      </w:r>
      <w:r>
        <w:tab/>
        <w:t>1.013e0</w:t>
      </w:r>
    </w:p>
    <w:p w:rsidR="007B6A46" w:rsidRDefault="007B6A46" w:rsidP="007B6A46">
      <w:r>
        <w:t>261.6960</w:t>
      </w:r>
      <w:r>
        <w:tab/>
        <w:t>1.013e0</w:t>
      </w:r>
    </w:p>
    <w:p w:rsidR="007B6A46" w:rsidRDefault="007B6A46" w:rsidP="007B6A46">
      <w:r>
        <w:t>261.7951</w:t>
      </w:r>
      <w:r>
        <w:tab/>
        <w:t>2.025e0</w:t>
      </w:r>
    </w:p>
    <w:p w:rsidR="007B6A46" w:rsidRDefault="007B6A46" w:rsidP="007B6A46">
      <w:r>
        <w:t>261.8511</w:t>
      </w:r>
      <w:r>
        <w:tab/>
        <w:t>1.013e0</w:t>
      </w:r>
    </w:p>
    <w:p w:rsidR="007B6A46" w:rsidRDefault="007B6A46" w:rsidP="007B6A46">
      <w:r>
        <w:t>261.8547</w:t>
      </w:r>
      <w:r>
        <w:tab/>
        <w:t>1.013e0</w:t>
      </w:r>
    </w:p>
    <w:p w:rsidR="007B6A46" w:rsidRDefault="007B6A46" w:rsidP="007B6A46">
      <w:r>
        <w:t>261.8742</w:t>
      </w:r>
      <w:r>
        <w:tab/>
        <w:t>2.025e0</w:t>
      </w:r>
    </w:p>
    <w:p w:rsidR="007B6A46" w:rsidRDefault="007B6A46" w:rsidP="007B6A46">
      <w:r>
        <w:lastRenderedPageBreak/>
        <w:t>261.9672</w:t>
      </w:r>
      <w:r>
        <w:tab/>
        <w:t>1.013e0</w:t>
      </w:r>
    </w:p>
    <w:p w:rsidR="007B6A46" w:rsidRDefault="007B6A46" w:rsidP="007B6A46">
      <w:r>
        <w:t>261.9832</w:t>
      </w:r>
      <w:r>
        <w:tab/>
        <w:t>4.051e0</w:t>
      </w:r>
    </w:p>
    <w:p w:rsidR="007B6A46" w:rsidRDefault="007B6A46" w:rsidP="007B6A46">
      <w:r>
        <w:t>261.9909</w:t>
      </w:r>
      <w:r>
        <w:tab/>
        <w:t>4.051e0</w:t>
      </w:r>
    </w:p>
    <w:p w:rsidR="007B6A46" w:rsidRDefault="007B6A46" w:rsidP="007B6A46">
      <w:r>
        <w:t>262.0019</w:t>
      </w:r>
      <w:r>
        <w:tab/>
        <w:t>7.089e0</w:t>
      </w:r>
    </w:p>
    <w:p w:rsidR="007B6A46" w:rsidRDefault="007B6A46" w:rsidP="007B6A46">
      <w:r>
        <w:t>262.0052</w:t>
      </w:r>
      <w:r>
        <w:tab/>
        <w:t>6.030e0</w:t>
      </w:r>
    </w:p>
    <w:p w:rsidR="007B6A46" w:rsidRDefault="007B6A46" w:rsidP="007B6A46">
      <w:r>
        <w:t>262.0105</w:t>
      </w:r>
      <w:r>
        <w:tab/>
        <w:t>5.063e0</w:t>
      </w:r>
    </w:p>
    <w:p w:rsidR="007B6A46" w:rsidRDefault="007B6A46" w:rsidP="007B6A46">
      <w:r>
        <w:t>262.0255</w:t>
      </w:r>
      <w:r>
        <w:tab/>
        <w:t>2.025e0</w:t>
      </w:r>
    </w:p>
    <w:p w:rsidR="007B6A46" w:rsidRDefault="007B6A46" w:rsidP="007B6A46">
      <w:r>
        <w:t>262.0520</w:t>
      </w:r>
      <w:r>
        <w:tab/>
        <w:t>1.013e0</w:t>
      </w:r>
    </w:p>
    <w:p w:rsidR="007B6A46" w:rsidRDefault="007B6A46" w:rsidP="007B6A46">
      <w:r>
        <w:t>262.0564</w:t>
      </w:r>
      <w:r>
        <w:tab/>
        <w:t>4.051e0</w:t>
      </w:r>
    </w:p>
    <w:p w:rsidR="007B6A46" w:rsidRDefault="007B6A46" w:rsidP="007B6A46">
      <w:r>
        <w:t>262.0642</w:t>
      </w:r>
      <w:r>
        <w:tab/>
        <w:t>2.025e0</w:t>
      </w:r>
    </w:p>
    <w:p w:rsidR="007B6A46" w:rsidRDefault="007B6A46" w:rsidP="007B6A46">
      <w:r>
        <w:t>262.0709</w:t>
      </w:r>
      <w:r>
        <w:tab/>
        <w:t>1.013e0</w:t>
      </w:r>
    </w:p>
    <w:p w:rsidR="007B6A46" w:rsidRDefault="007B6A46" w:rsidP="007B6A46">
      <w:r>
        <w:t>262.0956</w:t>
      </w:r>
      <w:r>
        <w:tab/>
        <w:t>1.013e0</w:t>
      </w:r>
    </w:p>
    <w:p w:rsidR="007B6A46" w:rsidRDefault="007B6A46" w:rsidP="007B6A46">
      <w:r>
        <w:t>262.1139</w:t>
      </w:r>
      <w:r>
        <w:tab/>
        <w:t>1.013e0</w:t>
      </w:r>
    </w:p>
    <w:p w:rsidR="007B6A46" w:rsidRDefault="007B6A46" w:rsidP="007B6A46">
      <w:r>
        <w:t>262.1368</w:t>
      </w:r>
      <w:r>
        <w:tab/>
        <w:t>2.025e0</w:t>
      </w:r>
    </w:p>
    <w:p w:rsidR="007B6A46" w:rsidRDefault="007B6A46" w:rsidP="007B6A46">
      <w:r>
        <w:t>262.1566</w:t>
      </w:r>
      <w:r>
        <w:tab/>
        <w:t>6.076e0</w:t>
      </w:r>
    </w:p>
    <w:p w:rsidR="007B6A46" w:rsidRDefault="007B6A46" w:rsidP="007B6A46">
      <w:r>
        <w:t>262.1797</w:t>
      </w:r>
      <w:r>
        <w:tab/>
        <w:t>3.038e0</w:t>
      </w:r>
    </w:p>
    <w:p w:rsidR="007B6A46" w:rsidRDefault="007B6A46" w:rsidP="007B6A46">
      <w:r>
        <w:t>262.1872</w:t>
      </w:r>
      <w:r>
        <w:tab/>
        <w:t>2.025e0</w:t>
      </w:r>
    </w:p>
    <w:p w:rsidR="007B6A46" w:rsidRDefault="007B6A46" w:rsidP="007B6A46">
      <w:r>
        <w:t>262.2124</w:t>
      </w:r>
      <w:r>
        <w:tab/>
        <w:t>1.013e0</w:t>
      </w:r>
    </w:p>
    <w:p w:rsidR="007B6A46" w:rsidRDefault="007B6A46" w:rsidP="007B6A46">
      <w:r>
        <w:t>262.2168</w:t>
      </w:r>
      <w:r>
        <w:tab/>
        <w:t>1.013e0</w:t>
      </w:r>
    </w:p>
    <w:p w:rsidR="007B6A46" w:rsidRDefault="007B6A46" w:rsidP="007B6A46">
      <w:r>
        <w:lastRenderedPageBreak/>
        <w:t>262.2380</w:t>
      </w:r>
      <w:r>
        <w:tab/>
        <w:t>1.013e0</w:t>
      </w:r>
    </w:p>
    <w:p w:rsidR="007B6A46" w:rsidRDefault="007B6A46" w:rsidP="007B6A46">
      <w:r>
        <w:t>262.2464</w:t>
      </w:r>
      <w:r>
        <w:tab/>
        <w:t>1.013e0</w:t>
      </w:r>
    </w:p>
    <w:p w:rsidR="007B6A46" w:rsidRDefault="007B6A46" w:rsidP="007B6A46">
      <w:r>
        <w:t>262.2609</w:t>
      </w:r>
      <w:r>
        <w:tab/>
        <w:t>1.013e0</w:t>
      </w:r>
    </w:p>
    <w:p w:rsidR="007B6A46" w:rsidRDefault="007B6A46" w:rsidP="007B6A46">
      <w:r>
        <w:t>262.2945</w:t>
      </w:r>
      <w:r>
        <w:tab/>
        <w:t>1.013e0</w:t>
      </w:r>
    </w:p>
    <w:p w:rsidR="007B6A46" w:rsidRDefault="007B6A46" w:rsidP="007B6A46">
      <w:r>
        <w:t>262.3034</w:t>
      </w:r>
      <w:r>
        <w:tab/>
        <w:t>1.013e0</w:t>
      </w:r>
    </w:p>
    <w:p w:rsidR="007B6A46" w:rsidRDefault="007B6A46" w:rsidP="007B6A46">
      <w:r>
        <w:t>262.4012</w:t>
      </w:r>
      <w:r>
        <w:tab/>
        <w:t>1.013e0</w:t>
      </w:r>
    </w:p>
    <w:p w:rsidR="007B6A46" w:rsidRDefault="007B6A46" w:rsidP="007B6A46">
      <w:r>
        <w:t>262.4314</w:t>
      </w:r>
      <w:r>
        <w:tab/>
        <w:t>1.013e0</w:t>
      </w:r>
    </w:p>
    <w:p w:rsidR="007B6A46" w:rsidRDefault="007B6A46" w:rsidP="007B6A46">
      <w:r>
        <w:t>262.4509</w:t>
      </w:r>
      <w:r>
        <w:tab/>
        <w:t>2.025e0</w:t>
      </w:r>
    </w:p>
    <w:p w:rsidR="007B6A46" w:rsidRDefault="007B6A46" w:rsidP="007B6A46">
      <w:r>
        <w:t>262.4662</w:t>
      </w:r>
      <w:r>
        <w:tab/>
        <w:t>1.013e0</w:t>
      </w:r>
    </w:p>
    <w:p w:rsidR="007B6A46" w:rsidRDefault="007B6A46" w:rsidP="007B6A46">
      <w:r>
        <w:t>262.4925</w:t>
      </w:r>
      <w:r>
        <w:tab/>
        <w:t>1.013e0</w:t>
      </w:r>
    </w:p>
    <w:p w:rsidR="007B6A46" w:rsidRDefault="007B6A46" w:rsidP="007B6A46">
      <w:r>
        <w:t>262.5703</w:t>
      </w:r>
      <w:r>
        <w:tab/>
        <w:t>1.013e0</w:t>
      </w:r>
    </w:p>
    <w:p w:rsidR="007B6A46" w:rsidRDefault="007B6A46" w:rsidP="007B6A46">
      <w:r>
        <w:t>262.5822</w:t>
      </w:r>
      <w:r>
        <w:tab/>
        <w:t>2.025e0</w:t>
      </w:r>
    </w:p>
    <w:p w:rsidR="007B6A46" w:rsidRDefault="007B6A46" w:rsidP="007B6A46">
      <w:r>
        <w:t>262.6086</w:t>
      </w:r>
      <w:r>
        <w:tab/>
        <w:t>1.013e0</w:t>
      </w:r>
    </w:p>
    <w:p w:rsidR="007B6A46" w:rsidRDefault="007B6A46" w:rsidP="007B6A46">
      <w:r>
        <w:t>262.6130</w:t>
      </w:r>
      <w:r>
        <w:tab/>
        <w:t>1.013e0</w:t>
      </w:r>
    </w:p>
    <w:p w:rsidR="007B6A46" w:rsidRDefault="007B6A46" w:rsidP="007B6A46">
      <w:r>
        <w:t>262.6298</w:t>
      </w:r>
      <w:r>
        <w:tab/>
        <w:t>1.013e0</w:t>
      </w:r>
    </w:p>
    <w:p w:rsidR="007B6A46" w:rsidRDefault="007B6A46" w:rsidP="007B6A46">
      <w:r>
        <w:t>262.6513</w:t>
      </w:r>
      <w:r>
        <w:tab/>
        <w:t>2.025e0</w:t>
      </w:r>
    </w:p>
    <w:p w:rsidR="007B6A46" w:rsidRDefault="007B6A46" w:rsidP="007B6A46">
      <w:r>
        <w:t>262.6638</w:t>
      </w:r>
      <w:r>
        <w:tab/>
        <w:t>1.013e0</w:t>
      </w:r>
    </w:p>
    <w:p w:rsidR="007B6A46" w:rsidRDefault="007B6A46" w:rsidP="007B6A46">
      <w:r>
        <w:t>262.6901</w:t>
      </w:r>
      <w:r>
        <w:tab/>
        <w:t>1.013e0</w:t>
      </w:r>
    </w:p>
    <w:p w:rsidR="007B6A46" w:rsidRDefault="007B6A46" w:rsidP="007B6A46">
      <w:r>
        <w:t>262.7552</w:t>
      </w:r>
      <w:r>
        <w:tab/>
        <w:t>2.025e0</w:t>
      </w:r>
    </w:p>
    <w:p w:rsidR="007B6A46" w:rsidRDefault="007B6A46" w:rsidP="007B6A46">
      <w:r>
        <w:lastRenderedPageBreak/>
        <w:t>262.7753</w:t>
      </w:r>
      <w:r>
        <w:tab/>
        <w:t>1.013e0</w:t>
      </w:r>
    </w:p>
    <w:p w:rsidR="007B6A46" w:rsidRDefault="007B6A46" w:rsidP="007B6A46">
      <w:r>
        <w:t>262.7947</w:t>
      </w:r>
      <w:r>
        <w:tab/>
        <w:t>2.025e0</w:t>
      </w:r>
    </w:p>
    <w:p w:rsidR="007B6A46" w:rsidRDefault="007B6A46" w:rsidP="007B6A46">
      <w:r>
        <w:t>262.8066</w:t>
      </w:r>
      <w:r>
        <w:tab/>
        <w:t>1.013e0</w:t>
      </w:r>
    </w:p>
    <w:p w:rsidR="007B6A46" w:rsidRDefault="007B6A46" w:rsidP="007B6A46">
      <w:r>
        <w:t>262.8578</w:t>
      </w:r>
      <w:r>
        <w:tab/>
        <w:t>1.013e0</w:t>
      </w:r>
    </w:p>
    <w:p w:rsidR="007B6A46" w:rsidRDefault="007B6A46" w:rsidP="007B6A46">
      <w:r>
        <w:t>262.8697</w:t>
      </w:r>
      <w:r>
        <w:tab/>
        <w:t>2.025e0</w:t>
      </w:r>
    </w:p>
    <w:p w:rsidR="007B6A46" w:rsidRDefault="007B6A46" w:rsidP="007B6A46">
      <w:r>
        <w:t>262.9611</w:t>
      </w:r>
      <w:r>
        <w:tab/>
        <w:t>2.025e0</w:t>
      </w:r>
    </w:p>
    <w:p w:rsidR="007B6A46" w:rsidRDefault="007B6A46" w:rsidP="007B6A46">
      <w:r>
        <w:t>262.9984</w:t>
      </w:r>
      <w:r>
        <w:tab/>
        <w:t>3.038e0</w:t>
      </w:r>
    </w:p>
    <w:p w:rsidR="007B6A46" w:rsidRDefault="007B6A46" w:rsidP="007B6A46">
      <w:r>
        <w:t>263.0036</w:t>
      </w:r>
      <w:r>
        <w:tab/>
        <w:t>7.089e0</w:t>
      </w:r>
    </w:p>
    <w:p w:rsidR="007B6A46" w:rsidRDefault="007B6A46" w:rsidP="007B6A46">
      <w:r>
        <w:t>263.0064</w:t>
      </w:r>
      <w:r>
        <w:tab/>
        <w:t>1.114e1</w:t>
      </w:r>
    </w:p>
    <w:p w:rsidR="007B6A46" w:rsidRDefault="007B6A46" w:rsidP="007B6A46">
      <w:r>
        <w:t>263.0132</w:t>
      </w:r>
      <w:r>
        <w:tab/>
        <w:t>4.051e0</w:t>
      </w:r>
    </w:p>
    <w:p w:rsidR="007B6A46" w:rsidRDefault="007B6A46" w:rsidP="007B6A46">
      <w:r>
        <w:t>263.0323</w:t>
      </w:r>
      <w:r>
        <w:tab/>
        <w:t>5.063e0</w:t>
      </w:r>
    </w:p>
    <w:p w:rsidR="007B6A46" w:rsidRDefault="007B6A46" w:rsidP="007B6A46">
      <w:r>
        <w:t>263.0377</w:t>
      </w:r>
      <w:r>
        <w:tab/>
        <w:t>6.191e0</w:t>
      </w:r>
    </w:p>
    <w:p w:rsidR="007B6A46" w:rsidRDefault="007B6A46" w:rsidP="007B6A46">
      <w:r>
        <w:t>263.0478</w:t>
      </w:r>
      <w:r>
        <w:tab/>
        <w:t>1.013e0</w:t>
      </w:r>
    </w:p>
    <w:p w:rsidR="007B6A46" w:rsidRDefault="007B6A46" w:rsidP="007B6A46">
      <w:r>
        <w:t>263.0571</w:t>
      </w:r>
      <w:r>
        <w:tab/>
        <w:t>2.025e0</w:t>
      </w:r>
    </w:p>
    <w:p w:rsidR="007B6A46" w:rsidRDefault="007B6A46" w:rsidP="007B6A46">
      <w:r>
        <w:t>263.0818</w:t>
      </w:r>
      <w:r>
        <w:tab/>
        <w:t>1.013e0</w:t>
      </w:r>
    </w:p>
    <w:p w:rsidR="007B6A46" w:rsidRDefault="007B6A46" w:rsidP="007B6A46">
      <w:r>
        <w:t>263.1235</w:t>
      </w:r>
      <w:r>
        <w:tab/>
        <w:t>2.025e0</w:t>
      </w:r>
    </w:p>
    <w:p w:rsidR="007B6A46" w:rsidRDefault="007B6A46" w:rsidP="007B6A46">
      <w:r>
        <w:t>263.1301</w:t>
      </w:r>
      <w:r>
        <w:tab/>
        <w:t>1.013e0</w:t>
      </w:r>
    </w:p>
    <w:p w:rsidR="007B6A46" w:rsidRDefault="007B6A46" w:rsidP="007B6A46">
      <w:r>
        <w:t>263.1392</w:t>
      </w:r>
      <w:r>
        <w:tab/>
        <w:t>1.013e0</w:t>
      </w:r>
    </w:p>
    <w:p w:rsidR="007B6A46" w:rsidRDefault="007B6A46" w:rsidP="007B6A46">
      <w:r>
        <w:t>263.1452</w:t>
      </w:r>
      <w:r>
        <w:tab/>
        <w:t>2.025e0</w:t>
      </w:r>
    </w:p>
    <w:p w:rsidR="007B6A46" w:rsidRDefault="007B6A46" w:rsidP="007B6A46">
      <w:r>
        <w:lastRenderedPageBreak/>
        <w:t>263.1583</w:t>
      </w:r>
      <w:r>
        <w:tab/>
        <w:t>2.025e0</w:t>
      </w:r>
    </w:p>
    <w:p w:rsidR="007B6A46" w:rsidRDefault="007B6A46" w:rsidP="007B6A46">
      <w:r>
        <w:t>263.1859</w:t>
      </w:r>
      <w:r>
        <w:tab/>
        <w:t>1.013e0</w:t>
      </w:r>
    </w:p>
    <w:p w:rsidR="007B6A46" w:rsidRDefault="007B6A46" w:rsidP="007B6A46">
      <w:r>
        <w:t>263.1937</w:t>
      </w:r>
      <w:r>
        <w:tab/>
        <w:t>1.013e0</w:t>
      </w:r>
    </w:p>
    <w:p w:rsidR="007B6A46" w:rsidRDefault="007B6A46" w:rsidP="007B6A46">
      <w:r>
        <w:t>263.1992</w:t>
      </w:r>
      <w:r>
        <w:tab/>
        <w:t>2.025e0</w:t>
      </w:r>
    </w:p>
    <w:p w:rsidR="007B6A46" w:rsidRDefault="007B6A46" w:rsidP="007B6A46">
      <w:r>
        <w:t>263.2035</w:t>
      </w:r>
      <w:r>
        <w:tab/>
        <w:t>1.013e0</w:t>
      </w:r>
    </w:p>
    <w:p w:rsidR="007B6A46" w:rsidRDefault="007B6A46" w:rsidP="007B6A46">
      <w:r>
        <w:t>263.2424</w:t>
      </w:r>
      <w:r>
        <w:tab/>
        <w:t>1.013e0</w:t>
      </w:r>
    </w:p>
    <w:p w:rsidR="007B6A46" w:rsidRDefault="007B6A46" w:rsidP="007B6A46">
      <w:r>
        <w:t>263.2862</w:t>
      </w:r>
      <w:r>
        <w:tab/>
        <w:t>1.013e0</w:t>
      </w:r>
    </w:p>
    <w:p w:rsidR="007B6A46" w:rsidRDefault="007B6A46" w:rsidP="007B6A46">
      <w:r>
        <w:t>263.3250</w:t>
      </w:r>
      <w:r>
        <w:tab/>
        <w:t>1.013e0</w:t>
      </w:r>
    </w:p>
    <w:p w:rsidR="007B6A46" w:rsidRDefault="007B6A46" w:rsidP="007B6A46">
      <w:r>
        <w:t>263.3572</w:t>
      </w:r>
      <w:r>
        <w:tab/>
        <w:t>3.038e0</w:t>
      </w:r>
    </w:p>
    <w:p w:rsidR="007B6A46" w:rsidRDefault="007B6A46" w:rsidP="007B6A46">
      <w:r>
        <w:t>263.4024</w:t>
      </w:r>
      <w:r>
        <w:tab/>
        <w:t>1.013e0</w:t>
      </w:r>
    </w:p>
    <w:p w:rsidR="007B6A46" w:rsidRDefault="007B6A46" w:rsidP="007B6A46">
      <w:r>
        <w:t>263.4225</w:t>
      </w:r>
      <w:r>
        <w:tab/>
        <w:t>1.013e0</w:t>
      </w:r>
    </w:p>
    <w:p w:rsidR="007B6A46" w:rsidRDefault="007B6A46" w:rsidP="007B6A46">
      <w:r>
        <w:t>263.4664</w:t>
      </w:r>
      <w:r>
        <w:tab/>
        <w:t>1.013e0</w:t>
      </w:r>
    </w:p>
    <w:p w:rsidR="007B6A46" w:rsidRDefault="007B6A46" w:rsidP="007B6A46">
      <w:r>
        <w:t>263.5147</w:t>
      </w:r>
      <w:r>
        <w:tab/>
        <w:t>1.013e0</w:t>
      </w:r>
    </w:p>
    <w:p w:rsidR="007B6A46" w:rsidRDefault="007B6A46" w:rsidP="007B6A46">
      <w:r>
        <w:t>263.5302</w:t>
      </w:r>
      <w:r>
        <w:tab/>
        <w:t>1.013e0</w:t>
      </w:r>
    </w:p>
    <w:p w:rsidR="007B6A46" w:rsidRDefault="007B6A46" w:rsidP="007B6A46">
      <w:r>
        <w:t>263.5341</w:t>
      </w:r>
      <w:r>
        <w:tab/>
        <w:t>1.013e0</w:t>
      </w:r>
    </w:p>
    <w:p w:rsidR="007B6A46" w:rsidRDefault="007B6A46" w:rsidP="007B6A46">
      <w:r>
        <w:t>263.5573</w:t>
      </w:r>
      <w:r>
        <w:tab/>
        <w:t>1.013e0</w:t>
      </w:r>
    </w:p>
    <w:p w:rsidR="007B6A46" w:rsidRDefault="007B6A46" w:rsidP="007B6A46">
      <w:r>
        <w:t>263.5921</w:t>
      </w:r>
      <w:r>
        <w:tab/>
        <w:t>1.013e0</w:t>
      </w:r>
    </w:p>
    <w:p w:rsidR="007B6A46" w:rsidRDefault="007B6A46" w:rsidP="007B6A46">
      <w:r>
        <w:t>263.6308</w:t>
      </w:r>
      <w:r>
        <w:tab/>
        <w:t>1.013e0</w:t>
      </w:r>
    </w:p>
    <w:p w:rsidR="007B6A46" w:rsidRDefault="007B6A46" w:rsidP="007B6A46">
      <w:r>
        <w:t>263.6428</w:t>
      </w:r>
      <w:r>
        <w:tab/>
        <w:t>1.013e0</w:t>
      </w:r>
    </w:p>
    <w:p w:rsidR="007B6A46" w:rsidRDefault="007B6A46" w:rsidP="007B6A46">
      <w:r>
        <w:lastRenderedPageBreak/>
        <w:t>263.6736</w:t>
      </w:r>
      <w:r>
        <w:tab/>
        <w:t>1.013e0</w:t>
      </w:r>
    </w:p>
    <w:p w:rsidR="007B6A46" w:rsidRDefault="007B6A46" w:rsidP="007B6A46">
      <w:r>
        <w:t>263.7044</w:t>
      </w:r>
      <w:r>
        <w:tab/>
        <w:t>1.013e0</w:t>
      </w:r>
    </w:p>
    <w:p w:rsidR="007B6A46" w:rsidRDefault="007B6A46" w:rsidP="007B6A46">
      <w:r>
        <w:t>263.7291</w:t>
      </w:r>
      <w:r>
        <w:tab/>
        <w:t>1.013e0</w:t>
      </w:r>
    </w:p>
    <w:p w:rsidR="007B6A46" w:rsidRDefault="007B6A46" w:rsidP="007B6A46">
      <w:r>
        <w:t>263.7551</w:t>
      </w:r>
      <w:r>
        <w:tab/>
        <w:t>1.013e0</w:t>
      </w:r>
    </w:p>
    <w:p w:rsidR="007B6A46" w:rsidRDefault="007B6A46" w:rsidP="007B6A46">
      <w:r>
        <w:t>263.8158</w:t>
      </w:r>
      <w:r>
        <w:tab/>
        <w:t>3.038e0</w:t>
      </w:r>
    </w:p>
    <w:p w:rsidR="007B6A46" w:rsidRDefault="007B6A46" w:rsidP="007B6A46">
      <w:r>
        <w:t>263.8202</w:t>
      </w:r>
      <w:r>
        <w:tab/>
        <w:t>1.013e0</w:t>
      </w:r>
    </w:p>
    <w:p w:rsidR="007B6A46" w:rsidRDefault="007B6A46" w:rsidP="007B6A46">
      <w:r>
        <w:t>263.8713</w:t>
      </w:r>
      <w:r>
        <w:tab/>
        <w:t>1.013e0</w:t>
      </w:r>
    </w:p>
    <w:p w:rsidR="007B6A46" w:rsidRDefault="007B6A46" w:rsidP="007B6A46">
      <w:r>
        <w:t>263.9096</w:t>
      </w:r>
      <w:r>
        <w:tab/>
        <w:t>1.013e0</w:t>
      </w:r>
    </w:p>
    <w:p w:rsidR="007B6A46" w:rsidRDefault="007B6A46" w:rsidP="007B6A46">
      <w:r>
        <w:t>263.9195</w:t>
      </w:r>
      <w:r>
        <w:tab/>
        <w:t>2.025e0</w:t>
      </w:r>
    </w:p>
    <w:p w:rsidR="007B6A46" w:rsidRDefault="007B6A46" w:rsidP="007B6A46">
      <w:r>
        <w:t>263.9757</w:t>
      </w:r>
      <w:r>
        <w:tab/>
        <w:t>1.013e0</w:t>
      </w:r>
    </w:p>
    <w:p w:rsidR="007B6A46" w:rsidRDefault="007B6A46" w:rsidP="007B6A46">
      <w:r>
        <w:t>263.9924</w:t>
      </w:r>
      <w:r>
        <w:tab/>
        <w:t>1.013e0</w:t>
      </w:r>
    </w:p>
    <w:p w:rsidR="007B6A46" w:rsidRDefault="007B6A46" w:rsidP="007B6A46">
      <w:r>
        <w:t>264.0160</w:t>
      </w:r>
      <w:r>
        <w:tab/>
        <w:t>2.025e0</w:t>
      </w:r>
    </w:p>
    <w:p w:rsidR="007B6A46" w:rsidRDefault="007B6A46" w:rsidP="007B6A46">
      <w:r>
        <w:t>264.0175</w:t>
      </w:r>
      <w:r>
        <w:tab/>
        <w:t>3.038e0</w:t>
      </w:r>
    </w:p>
    <w:p w:rsidR="007B6A46" w:rsidRDefault="007B6A46" w:rsidP="007B6A46">
      <w:r>
        <w:t>264.0200</w:t>
      </w:r>
      <w:r>
        <w:tab/>
        <w:t>3.038e0</w:t>
      </w:r>
    </w:p>
    <w:p w:rsidR="007B6A46" w:rsidRDefault="007B6A46" w:rsidP="007B6A46">
      <w:r>
        <w:t>264.0284</w:t>
      </w:r>
      <w:r>
        <w:tab/>
        <w:t>3.038e0</w:t>
      </w:r>
    </w:p>
    <w:p w:rsidR="007B6A46" w:rsidRDefault="007B6A46" w:rsidP="007B6A46">
      <w:r>
        <w:t>264.0367</w:t>
      </w:r>
      <w:r>
        <w:tab/>
        <w:t>1.013e0</w:t>
      </w:r>
    </w:p>
    <w:p w:rsidR="007B6A46" w:rsidRDefault="007B6A46" w:rsidP="007B6A46">
      <w:r>
        <w:t>264.0492</w:t>
      </w:r>
      <w:r>
        <w:tab/>
        <w:t>1.013e0</w:t>
      </w:r>
    </w:p>
    <w:p w:rsidR="007B6A46" w:rsidRDefault="007B6A46" w:rsidP="007B6A46">
      <w:r>
        <w:t>264.0649</w:t>
      </w:r>
      <w:r>
        <w:tab/>
        <w:t>2.025e0</w:t>
      </w:r>
    </w:p>
    <w:p w:rsidR="007B6A46" w:rsidRDefault="007B6A46" w:rsidP="007B6A46">
      <w:r>
        <w:t>264.0660</w:t>
      </w:r>
      <w:r>
        <w:tab/>
        <w:t>1.013e0</w:t>
      </w:r>
    </w:p>
    <w:p w:rsidR="007B6A46" w:rsidRDefault="007B6A46" w:rsidP="007B6A46">
      <w:r>
        <w:lastRenderedPageBreak/>
        <w:t>264.0920</w:t>
      </w:r>
      <w:r>
        <w:tab/>
        <w:t>1.013e0</w:t>
      </w:r>
    </w:p>
    <w:p w:rsidR="007B6A46" w:rsidRDefault="007B6A46" w:rsidP="007B6A46">
      <w:r>
        <w:t>264.1051</w:t>
      </w:r>
      <w:r>
        <w:tab/>
        <w:t>1.013e0</w:t>
      </w:r>
    </w:p>
    <w:p w:rsidR="007B6A46" w:rsidRDefault="007B6A46" w:rsidP="007B6A46">
      <w:r>
        <w:t>264.1347</w:t>
      </w:r>
      <w:r>
        <w:tab/>
        <w:t>1.013e0</w:t>
      </w:r>
    </w:p>
    <w:p w:rsidR="007B6A46" w:rsidRDefault="007B6A46" w:rsidP="007B6A46">
      <w:r>
        <w:t>264.1441</w:t>
      </w:r>
      <w:r>
        <w:tab/>
        <w:t>1.013e0</w:t>
      </w:r>
    </w:p>
    <w:p w:rsidR="007B6A46" w:rsidRDefault="007B6A46" w:rsidP="007B6A46">
      <w:r>
        <w:t>264.1696</w:t>
      </w:r>
      <w:r>
        <w:tab/>
        <w:t>1.013e0</w:t>
      </w:r>
    </w:p>
    <w:p w:rsidR="007B6A46" w:rsidRDefault="007B6A46" w:rsidP="007B6A46">
      <w:r>
        <w:t>264.1788</w:t>
      </w:r>
      <w:r>
        <w:tab/>
        <w:t>3.038e0</w:t>
      </w:r>
    </w:p>
    <w:p w:rsidR="007B6A46" w:rsidRDefault="007B6A46" w:rsidP="007B6A46">
      <w:r>
        <w:t>264.2083</w:t>
      </w:r>
      <w:r>
        <w:tab/>
        <w:t>1.013e0</w:t>
      </w:r>
    </w:p>
    <w:p w:rsidR="007B6A46" w:rsidRDefault="007B6A46" w:rsidP="007B6A46">
      <w:r>
        <w:t>264.2120</w:t>
      </w:r>
      <w:r>
        <w:tab/>
        <w:t>1.013e0</w:t>
      </w:r>
    </w:p>
    <w:p w:rsidR="007B6A46" w:rsidRDefault="007B6A46" w:rsidP="007B6A46">
      <w:r>
        <w:t>264.2560</w:t>
      </w:r>
      <w:r>
        <w:tab/>
        <w:t>1.013e0</w:t>
      </w:r>
    </w:p>
    <w:p w:rsidR="007B6A46" w:rsidRDefault="007B6A46" w:rsidP="007B6A46">
      <w:r>
        <w:t>264.3167</w:t>
      </w:r>
      <w:r>
        <w:tab/>
        <w:t>1.013e0</w:t>
      </w:r>
    </w:p>
    <w:p w:rsidR="007B6A46" w:rsidRDefault="007B6A46" w:rsidP="007B6A46">
      <w:r>
        <w:t>264.3514</w:t>
      </w:r>
      <w:r>
        <w:tab/>
        <w:t>2.025e0</w:t>
      </w:r>
    </w:p>
    <w:p w:rsidR="007B6A46" w:rsidRDefault="007B6A46" w:rsidP="007B6A46">
      <w:r>
        <w:t>264.3822</w:t>
      </w:r>
      <w:r>
        <w:tab/>
        <w:t>1.013e0</w:t>
      </w:r>
    </w:p>
    <w:p w:rsidR="007B6A46" w:rsidRDefault="007B6A46" w:rsidP="007B6A46">
      <w:r>
        <w:t>264.4638</w:t>
      </w:r>
      <w:r>
        <w:tab/>
        <w:t>2.025e0</w:t>
      </w:r>
    </w:p>
    <w:p w:rsidR="007B6A46" w:rsidRDefault="007B6A46" w:rsidP="007B6A46">
      <w:r>
        <w:t>264.4713</w:t>
      </w:r>
      <w:r>
        <w:tab/>
        <w:t>1.013e0</w:t>
      </w:r>
    </w:p>
    <w:p w:rsidR="007B6A46" w:rsidRDefault="007B6A46" w:rsidP="007B6A46">
      <w:r>
        <w:t>264.5149</w:t>
      </w:r>
      <w:r>
        <w:tab/>
        <w:t>1.013e0</w:t>
      </w:r>
    </w:p>
    <w:p w:rsidR="007B6A46" w:rsidRDefault="007B6A46" w:rsidP="007B6A46">
      <w:r>
        <w:t>264.5720</w:t>
      </w:r>
      <w:r>
        <w:tab/>
        <w:t>2.025e0</w:t>
      </w:r>
    </w:p>
    <w:p w:rsidR="007B6A46" w:rsidRDefault="007B6A46" w:rsidP="007B6A46">
      <w:r>
        <w:t>264.5841</w:t>
      </w:r>
      <w:r>
        <w:tab/>
        <w:t>1.013e0</w:t>
      </w:r>
    </w:p>
    <w:p w:rsidR="007B6A46" w:rsidRDefault="007B6A46" w:rsidP="007B6A46">
      <w:r>
        <w:t>264.5887</w:t>
      </w:r>
      <w:r>
        <w:tab/>
        <w:t>1.013e0</w:t>
      </w:r>
    </w:p>
    <w:p w:rsidR="007B6A46" w:rsidRDefault="007B6A46" w:rsidP="007B6A46">
      <w:r>
        <w:t>264.5984</w:t>
      </w:r>
      <w:r>
        <w:tab/>
        <w:t>1.013e0</w:t>
      </w:r>
    </w:p>
    <w:p w:rsidR="007B6A46" w:rsidRDefault="007B6A46" w:rsidP="007B6A46">
      <w:r>
        <w:lastRenderedPageBreak/>
        <w:t>264.6110</w:t>
      </w:r>
      <w:r>
        <w:tab/>
        <w:t>1.013e0</w:t>
      </w:r>
    </w:p>
    <w:p w:rsidR="007B6A46" w:rsidRDefault="007B6A46" w:rsidP="007B6A46">
      <w:r>
        <w:t>264.6378</w:t>
      </w:r>
      <w:r>
        <w:tab/>
        <w:t>3.038e0</w:t>
      </w:r>
    </w:p>
    <w:p w:rsidR="007B6A46" w:rsidRDefault="007B6A46" w:rsidP="007B6A46">
      <w:r>
        <w:t>264.6802</w:t>
      </w:r>
      <w:r>
        <w:tab/>
        <w:t>1.013e0</w:t>
      </w:r>
    </w:p>
    <w:p w:rsidR="007B6A46" w:rsidRDefault="007B6A46" w:rsidP="007B6A46">
      <w:r>
        <w:t>264.7229</w:t>
      </w:r>
      <w:r>
        <w:tab/>
        <w:t>1.013e0</w:t>
      </w:r>
    </w:p>
    <w:p w:rsidR="007B6A46" w:rsidRDefault="007B6A46" w:rsidP="007B6A46">
      <w:r>
        <w:t>264.7274</w:t>
      </w:r>
      <w:r>
        <w:tab/>
        <w:t>1.013e0</w:t>
      </w:r>
    </w:p>
    <w:p w:rsidR="007B6A46" w:rsidRDefault="007B6A46" w:rsidP="007B6A46">
      <w:r>
        <w:t>264.7745</w:t>
      </w:r>
      <w:r>
        <w:tab/>
        <w:t>1.013e0</w:t>
      </w:r>
    </w:p>
    <w:p w:rsidR="007B6A46" w:rsidRDefault="007B6A46" w:rsidP="007B6A46">
      <w:r>
        <w:t>264.8474</w:t>
      </w:r>
      <w:r>
        <w:tab/>
        <w:t>1.013e0</w:t>
      </w:r>
    </w:p>
    <w:p w:rsidR="007B6A46" w:rsidRDefault="007B6A46" w:rsidP="007B6A46">
      <w:r>
        <w:t>264.8746</w:t>
      </w:r>
      <w:r>
        <w:tab/>
        <w:t>1.013e0</w:t>
      </w:r>
    </w:p>
    <w:p w:rsidR="007B6A46" w:rsidRDefault="007B6A46" w:rsidP="007B6A46">
      <w:r>
        <w:t>264.8866</w:t>
      </w:r>
      <w:r>
        <w:tab/>
        <w:t>1.013e0</w:t>
      </w:r>
    </w:p>
    <w:p w:rsidR="007B6A46" w:rsidRDefault="007B6A46" w:rsidP="007B6A46">
      <w:r>
        <w:t>264.9306</w:t>
      </w:r>
      <w:r>
        <w:tab/>
        <w:t>1.013e0</w:t>
      </w:r>
    </w:p>
    <w:p w:rsidR="007B6A46" w:rsidRDefault="007B6A46" w:rsidP="007B6A46">
      <w:r>
        <w:t>264.9627</w:t>
      </w:r>
      <w:r>
        <w:tab/>
        <w:t>5.063e0</w:t>
      </w:r>
    </w:p>
    <w:p w:rsidR="007B6A46" w:rsidRDefault="007B6A46" w:rsidP="007B6A46">
      <w:r>
        <w:t>264.9720</w:t>
      </w:r>
      <w:r>
        <w:tab/>
        <w:t>4.051e0</w:t>
      </w:r>
    </w:p>
    <w:p w:rsidR="007B6A46" w:rsidRDefault="007B6A46" w:rsidP="007B6A46">
      <w:r>
        <w:t>264.9746</w:t>
      </w:r>
      <w:r>
        <w:tab/>
        <w:t>7.089e0</w:t>
      </w:r>
    </w:p>
    <w:p w:rsidR="007B6A46" w:rsidRDefault="007B6A46" w:rsidP="007B6A46">
      <w:r>
        <w:t>264.9813</w:t>
      </w:r>
      <w:r>
        <w:tab/>
        <w:t>1.215e1</w:t>
      </w:r>
    </w:p>
    <w:p w:rsidR="007B6A46" w:rsidRDefault="007B6A46" w:rsidP="007B6A46">
      <w:r>
        <w:t>264.9883</w:t>
      </w:r>
      <w:r>
        <w:tab/>
        <w:t>3.038e0</w:t>
      </w:r>
    </w:p>
    <w:p w:rsidR="007B6A46" w:rsidRDefault="007B6A46" w:rsidP="007B6A46">
      <w:r>
        <w:t>264.9926</w:t>
      </w:r>
      <w:r>
        <w:tab/>
        <w:t>2.233e0</w:t>
      </w:r>
    </w:p>
    <w:p w:rsidR="007B6A46" w:rsidRDefault="007B6A46" w:rsidP="007B6A46">
      <w:r>
        <w:t>265.0089</w:t>
      </w:r>
      <w:r>
        <w:tab/>
        <w:t>1.013e0</w:t>
      </w:r>
    </w:p>
    <w:p w:rsidR="007B6A46" w:rsidRDefault="007B6A46" w:rsidP="007B6A46">
      <w:r>
        <w:t>265.0298</w:t>
      </w:r>
      <w:r>
        <w:tab/>
        <w:t>1.013e0</w:t>
      </w:r>
    </w:p>
    <w:p w:rsidR="007B6A46" w:rsidRDefault="007B6A46" w:rsidP="007B6A46">
      <w:r>
        <w:t>265.0383</w:t>
      </w:r>
      <w:r>
        <w:tab/>
        <w:t>1.013e0</w:t>
      </w:r>
    </w:p>
    <w:p w:rsidR="007B6A46" w:rsidRDefault="007B6A46" w:rsidP="007B6A46">
      <w:r>
        <w:lastRenderedPageBreak/>
        <w:t>265.0436</w:t>
      </w:r>
      <w:r>
        <w:tab/>
        <w:t>1.013e0</w:t>
      </w:r>
    </w:p>
    <w:p w:rsidR="007B6A46" w:rsidRDefault="007B6A46" w:rsidP="007B6A46">
      <w:r>
        <w:t>265.0481</w:t>
      </w:r>
      <w:r>
        <w:tab/>
        <w:t>1.013e0</w:t>
      </w:r>
    </w:p>
    <w:p w:rsidR="007B6A46" w:rsidRDefault="007B6A46" w:rsidP="007B6A46">
      <w:r>
        <w:t>265.0668</w:t>
      </w:r>
      <w:r>
        <w:tab/>
        <w:t>2.025e0</w:t>
      </w:r>
    </w:p>
    <w:p w:rsidR="007B6A46" w:rsidRDefault="007B6A46" w:rsidP="007B6A46">
      <w:r>
        <w:t>265.0954</w:t>
      </w:r>
      <w:r>
        <w:tab/>
        <w:t>1.013e0</w:t>
      </w:r>
    </w:p>
    <w:p w:rsidR="007B6A46" w:rsidRDefault="007B6A46" w:rsidP="007B6A46">
      <w:r>
        <w:t>265.0991</w:t>
      </w:r>
      <w:r>
        <w:tab/>
        <w:t>1.013e0</w:t>
      </w:r>
    </w:p>
    <w:p w:rsidR="007B6A46" w:rsidRDefault="007B6A46" w:rsidP="007B6A46">
      <w:r>
        <w:t>265.1422</w:t>
      </w:r>
      <w:r>
        <w:tab/>
        <w:t>1.013e0</w:t>
      </w:r>
    </w:p>
    <w:p w:rsidR="007B6A46" w:rsidRDefault="007B6A46" w:rsidP="007B6A46">
      <w:r>
        <w:t>265.1483</w:t>
      </w:r>
      <w:r>
        <w:tab/>
        <w:t>2.025e0</w:t>
      </w:r>
    </w:p>
    <w:p w:rsidR="007B6A46" w:rsidRDefault="007B6A46" w:rsidP="007B6A46">
      <w:r>
        <w:t>265.1727</w:t>
      </w:r>
      <w:r>
        <w:tab/>
        <w:t>1.013e0</w:t>
      </w:r>
    </w:p>
    <w:p w:rsidR="007B6A46" w:rsidRDefault="007B6A46" w:rsidP="007B6A46">
      <w:r>
        <w:t>265.1857</w:t>
      </w:r>
      <w:r>
        <w:tab/>
        <w:t>3.038e0</w:t>
      </w:r>
    </w:p>
    <w:p w:rsidR="007B6A46" w:rsidRDefault="007B6A46" w:rsidP="007B6A46">
      <w:r>
        <w:t>265.2119</w:t>
      </w:r>
      <w:r>
        <w:tab/>
        <w:t>2.025e0</w:t>
      </w:r>
    </w:p>
    <w:p w:rsidR="007B6A46" w:rsidRDefault="007B6A46" w:rsidP="007B6A46">
      <w:r>
        <w:t>265.2224</w:t>
      </w:r>
      <w:r>
        <w:tab/>
        <w:t>2.025e0</w:t>
      </w:r>
    </w:p>
    <w:p w:rsidR="007B6A46" w:rsidRDefault="007B6A46" w:rsidP="007B6A46">
      <w:r>
        <w:t>265.2297</w:t>
      </w:r>
      <w:r>
        <w:tab/>
        <w:t>1.013e0</w:t>
      </w:r>
    </w:p>
    <w:p w:rsidR="007B6A46" w:rsidRDefault="007B6A46" w:rsidP="007B6A46">
      <w:r>
        <w:t>265.2587</w:t>
      </w:r>
      <w:r>
        <w:tab/>
        <w:t>1.013e0</w:t>
      </w:r>
    </w:p>
    <w:p w:rsidR="007B6A46" w:rsidRDefault="007B6A46" w:rsidP="007B6A46">
      <w:r>
        <w:t>265.2775</w:t>
      </w:r>
      <w:r>
        <w:tab/>
        <w:t>1.013e0</w:t>
      </w:r>
    </w:p>
    <w:p w:rsidR="007B6A46" w:rsidRDefault="007B6A46" w:rsidP="007B6A46">
      <w:r>
        <w:t>265.2934</w:t>
      </w:r>
      <w:r>
        <w:tab/>
        <w:t>1.013e0</w:t>
      </w:r>
    </w:p>
    <w:p w:rsidR="007B6A46" w:rsidRDefault="007B6A46" w:rsidP="007B6A46">
      <w:r>
        <w:t>265.3077</w:t>
      </w:r>
      <w:r>
        <w:tab/>
        <w:t>1.013e0</w:t>
      </w:r>
    </w:p>
    <w:p w:rsidR="007B6A46" w:rsidRDefault="007B6A46" w:rsidP="007B6A46">
      <w:r>
        <w:t>265.3279</w:t>
      </w:r>
      <w:r>
        <w:tab/>
        <w:t>1.013e0</w:t>
      </w:r>
    </w:p>
    <w:p w:rsidR="007B6A46" w:rsidRDefault="007B6A46" w:rsidP="007B6A46">
      <w:r>
        <w:t>265.3670</w:t>
      </w:r>
      <w:r>
        <w:tab/>
        <w:t>1.013e0</w:t>
      </w:r>
    </w:p>
    <w:p w:rsidR="007B6A46" w:rsidRDefault="007B6A46" w:rsidP="007B6A46">
      <w:r>
        <w:t>265.3763</w:t>
      </w:r>
      <w:r>
        <w:tab/>
        <w:t>1.013e0</w:t>
      </w:r>
    </w:p>
    <w:p w:rsidR="007B6A46" w:rsidRDefault="007B6A46" w:rsidP="007B6A46">
      <w:r>
        <w:lastRenderedPageBreak/>
        <w:t>265.4364</w:t>
      </w:r>
      <w:r>
        <w:tab/>
        <w:t>1.013e0</w:t>
      </w:r>
    </w:p>
    <w:p w:rsidR="007B6A46" w:rsidRDefault="007B6A46" w:rsidP="007B6A46">
      <w:r>
        <w:t>265.4756</w:t>
      </w:r>
      <w:r>
        <w:tab/>
        <w:t>2.025e0</w:t>
      </w:r>
    </w:p>
    <w:p w:rsidR="007B6A46" w:rsidRDefault="007B6A46" w:rsidP="007B6A46">
      <w:r>
        <w:t>265.5373</w:t>
      </w:r>
      <w:r>
        <w:tab/>
        <w:t>1.013e0</w:t>
      </w:r>
    </w:p>
    <w:p w:rsidR="007B6A46" w:rsidRDefault="007B6A46" w:rsidP="007B6A46">
      <w:r>
        <w:t>265.5718</w:t>
      </w:r>
      <w:r>
        <w:tab/>
        <w:t>1.013e0</w:t>
      </w:r>
    </w:p>
    <w:p w:rsidR="007B6A46" w:rsidRDefault="007B6A46" w:rsidP="007B6A46">
      <w:r>
        <w:t>265.5925</w:t>
      </w:r>
      <w:r>
        <w:tab/>
        <w:t>1.013e0</w:t>
      </w:r>
    </w:p>
    <w:p w:rsidR="007B6A46" w:rsidRDefault="007B6A46" w:rsidP="007B6A46">
      <w:r>
        <w:t>265.6334</w:t>
      </w:r>
      <w:r>
        <w:tab/>
        <w:t>3.038e0</w:t>
      </w:r>
    </w:p>
    <w:p w:rsidR="007B6A46" w:rsidRDefault="007B6A46" w:rsidP="007B6A46">
      <w:r>
        <w:t>265.6538</w:t>
      </w:r>
      <w:r>
        <w:tab/>
        <w:t>1.013e0</w:t>
      </w:r>
    </w:p>
    <w:p w:rsidR="007B6A46" w:rsidRDefault="007B6A46" w:rsidP="007B6A46">
      <w:r>
        <w:t>265.6923</w:t>
      </w:r>
      <w:r>
        <w:tab/>
        <w:t>2.025e0</w:t>
      </w:r>
    </w:p>
    <w:p w:rsidR="007B6A46" w:rsidRDefault="007B6A46" w:rsidP="007B6A46">
      <w:r>
        <w:t>265.7623</w:t>
      </w:r>
      <w:r>
        <w:tab/>
        <w:t>1.013e0</w:t>
      </w:r>
    </w:p>
    <w:p w:rsidR="007B6A46" w:rsidRDefault="007B6A46" w:rsidP="007B6A46">
      <w:r>
        <w:t>265.7738</w:t>
      </w:r>
      <w:r>
        <w:tab/>
        <w:t>1.013e0</w:t>
      </w:r>
    </w:p>
    <w:p w:rsidR="007B6A46" w:rsidRDefault="007B6A46" w:rsidP="007B6A46">
      <w:r>
        <w:t>265.7928</w:t>
      </w:r>
      <w:r>
        <w:tab/>
        <w:t>1.013e0</w:t>
      </w:r>
    </w:p>
    <w:p w:rsidR="007B6A46" w:rsidRDefault="007B6A46" w:rsidP="007B6A46">
      <w:r>
        <w:t>265.8153</w:t>
      </w:r>
      <w:r>
        <w:tab/>
        <w:t>2.025e0</w:t>
      </w:r>
    </w:p>
    <w:p w:rsidR="007B6A46" w:rsidRDefault="007B6A46" w:rsidP="007B6A46">
      <w:r>
        <w:t>265.8182</w:t>
      </w:r>
      <w:r>
        <w:tab/>
        <w:t>1.013e0</w:t>
      </w:r>
    </w:p>
    <w:p w:rsidR="007B6A46" w:rsidRDefault="007B6A46" w:rsidP="007B6A46">
      <w:r>
        <w:t>265.8440</w:t>
      </w:r>
      <w:r>
        <w:tab/>
        <w:t>1.013e0</w:t>
      </w:r>
    </w:p>
    <w:p w:rsidR="007B6A46" w:rsidRDefault="007B6A46" w:rsidP="007B6A46">
      <w:r>
        <w:t>265.8523</w:t>
      </w:r>
      <w:r>
        <w:tab/>
        <w:t>2.025e0</w:t>
      </w:r>
    </w:p>
    <w:p w:rsidR="007B6A46" w:rsidRDefault="007B6A46" w:rsidP="007B6A46">
      <w:r>
        <w:t>265.8708</w:t>
      </w:r>
      <w:r>
        <w:tab/>
        <w:t>1.013e0</w:t>
      </w:r>
    </w:p>
    <w:p w:rsidR="007B6A46" w:rsidRDefault="007B6A46" w:rsidP="007B6A46">
      <w:r>
        <w:t>265.9486</w:t>
      </w:r>
      <w:r>
        <w:tab/>
        <w:t>2.025e0</w:t>
      </w:r>
    </w:p>
    <w:p w:rsidR="007B6A46" w:rsidRDefault="007B6A46" w:rsidP="007B6A46">
      <w:r>
        <w:t>265.9526</w:t>
      </w:r>
      <w:r>
        <w:tab/>
        <w:t>1.013e0</w:t>
      </w:r>
    </w:p>
    <w:p w:rsidR="007B6A46" w:rsidRDefault="007B6A46" w:rsidP="007B6A46">
      <w:r>
        <w:t>265.9651</w:t>
      </w:r>
      <w:r>
        <w:tab/>
        <w:t>1.013e0</w:t>
      </w:r>
    </w:p>
    <w:p w:rsidR="007B6A46" w:rsidRDefault="007B6A46" w:rsidP="007B6A46">
      <w:r>
        <w:lastRenderedPageBreak/>
        <w:t>265.9794</w:t>
      </w:r>
      <w:r>
        <w:tab/>
        <w:t>1.013e0</w:t>
      </w:r>
    </w:p>
    <w:p w:rsidR="007B6A46" w:rsidRDefault="007B6A46" w:rsidP="007B6A46">
      <w:r>
        <w:t>265.9914</w:t>
      </w:r>
      <w:r>
        <w:tab/>
        <w:t>1.013e0</w:t>
      </w:r>
    </w:p>
    <w:p w:rsidR="007B6A46" w:rsidRDefault="007B6A46" w:rsidP="007B6A46">
      <w:r>
        <w:t>266.0043</w:t>
      </w:r>
      <w:r>
        <w:tab/>
        <w:t>1.013e0</w:t>
      </w:r>
    </w:p>
    <w:p w:rsidR="007B6A46" w:rsidRDefault="007B6A46" w:rsidP="007B6A46">
      <w:r>
        <w:t>266.0116</w:t>
      </w:r>
      <w:r>
        <w:tab/>
        <w:t>2.025e0</w:t>
      </w:r>
    </w:p>
    <w:p w:rsidR="007B6A46" w:rsidRDefault="007B6A46" w:rsidP="007B6A46">
      <w:r>
        <w:t>266.0244</w:t>
      </w:r>
      <w:r>
        <w:tab/>
        <w:t>5.063e0</w:t>
      </w:r>
    </w:p>
    <w:p w:rsidR="007B6A46" w:rsidRDefault="007B6A46" w:rsidP="007B6A46">
      <w:r>
        <w:t>266.0395</w:t>
      </w:r>
      <w:r>
        <w:tab/>
        <w:t>2.025e0</w:t>
      </w:r>
    </w:p>
    <w:p w:rsidR="007B6A46" w:rsidRDefault="007B6A46" w:rsidP="007B6A46">
      <w:r>
        <w:t>266.0424</w:t>
      </w:r>
      <w:r>
        <w:tab/>
        <w:t>5.063e0</w:t>
      </w:r>
    </w:p>
    <w:p w:rsidR="007B6A46" w:rsidRDefault="007B6A46" w:rsidP="007B6A46">
      <w:r>
        <w:t>266.0436</w:t>
      </w:r>
      <w:r>
        <w:tab/>
        <w:t>1.013e0</w:t>
      </w:r>
    </w:p>
    <w:p w:rsidR="007B6A46" w:rsidRDefault="007B6A46" w:rsidP="007B6A46">
      <w:r>
        <w:t>266.0531</w:t>
      </w:r>
      <w:r>
        <w:tab/>
        <w:t>1.013e0</w:t>
      </w:r>
    </w:p>
    <w:p w:rsidR="007B6A46" w:rsidRDefault="007B6A46" w:rsidP="007B6A46">
      <w:r>
        <w:t>266.0829</w:t>
      </w:r>
      <w:r>
        <w:tab/>
        <w:t>1.013e0</w:t>
      </w:r>
    </w:p>
    <w:p w:rsidR="007B6A46" w:rsidRDefault="007B6A46" w:rsidP="007B6A46">
      <w:r>
        <w:t>266.0853</w:t>
      </w:r>
      <w:r>
        <w:tab/>
        <w:t>2.025e0</w:t>
      </w:r>
    </w:p>
    <w:p w:rsidR="007B6A46" w:rsidRDefault="007B6A46" w:rsidP="007B6A46">
      <w:r>
        <w:t>266.1560</w:t>
      </w:r>
      <w:r>
        <w:tab/>
        <w:t>2.025e0</w:t>
      </w:r>
    </w:p>
    <w:p w:rsidR="007B6A46" w:rsidRDefault="007B6A46" w:rsidP="007B6A46">
      <w:r>
        <w:t>266.1776</w:t>
      </w:r>
      <w:r>
        <w:tab/>
        <w:t>1.013e0</w:t>
      </w:r>
    </w:p>
    <w:p w:rsidR="007B6A46" w:rsidRDefault="007B6A46" w:rsidP="007B6A46">
      <w:r>
        <w:t>266.1816</w:t>
      </w:r>
      <w:r>
        <w:tab/>
        <w:t>1.013e0</w:t>
      </w:r>
    </w:p>
    <w:p w:rsidR="007B6A46" w:rsidRDefault="007B6A46" w:rsidP="007B6A46">
      <w:r>
        <w:t>266.1910</w:t>
      </w:r>
      <w:r>
        <w:tab/>
        <w:t>1.013e0</w:t>
      </w:r>
    </w:p>
    <w:p w:rsidR="007B6A46" w:rsidRDefault="007B6A46" w:rsidP="007B6A46">
      <w:r>
        <w:t>266.2134</w:t>
      </w:r>
      <w:r>
        <w:tab/>
        <w:t>2.025e0</w:t>
      </w:r>
    </w:p>
    <w:p w:rsidR="007B6A46" w:rsidRDefault="007B6A46" w:rsidP="007B6A46">
      <w:r>
        <w:t>266.2201</w:t>
      </w:r>
      <w:r>
        <w:tab/>
        <w:t>2.025e0</w:t>
      </w:r>
    </w:p>
    <w:p w:rsidR="007B6A46" w:rsidRDefault="007B6A46" w:rsidP="007B6A46">
      <w:r>
        <w:t>266.2254</w:t>
      </w:r>
      <w:r>
        <w:tab/>
        <w:t>1.013e0</w:t>
      </w:r>
    </w:p>
    <w:p w:rsidR="007B6A46" w:rsidRDefault="007B6A46" w:rsidP="007B6A46">
      <w:r>
        <w:t>266.2393</w:t>
      </w:r>
      <w:r>
        <w:tab/>
        <w:t>1.013e0</w:t>
      </w:r>
    </w:p>
    <w:p w:rsidR="007B6A46" w:rsidRDefault="007B6A46" w:rsidP="007B6A46">
      <w:r>
        <w:lastRenderedPageBreak/>
        <w:t>266.3556</w:t>
      </w:r>
      <w:r>
        <w:tab/>
        <w:t>1.013e0</w:t>
      </w:r>
    </w:p>
    <w:p w:rsidR="007B6A46" w:rsidRDefault="007B6A46" w:rsidP="007B6A46">
      <w:r>
        <w:t>266.4172</w:t>
      </w:r>
      <w:r>
        <w:tab/>
        <w:t>1.013e0</w:t>
      </w:r>
    </w:p>
    <w:p w:rsidR="007B6A46" w:rsidRDefault="007B6A46" w:rsidP="007B6A46">
      <w:r>
        <w:t>266.4337</w:t>
      </w:r>
      <w:r>
        <w:tab/>
        <w:t>1.013e0</w:t>
      </w:r>
    </w:p>
    <w:p w:rsidR="007B6A46" w:rsidRDefault="007B6A46" w:rsidP="007B6A46">
      <w:r>
        <w:t>266.4418</w:t>
      </w:r>
      <w:r>
        <w:tab/>
        <w:t>1.013e0</w:t>
      </w:r>
    </w:p>
    <w:p w:rsidR="007B6A46" w:rsidRDefault="007B6A46" w:rsidP="007B6A46">
      <w:r>
        <w:t>266.4721</w:t>
      </w:r>
      <w:r>
        <w:tab/>
        <w:t>1.013e0</w:t>
      </w:r>
    </w:p>
    <w:p w:rsidR="007B6A46" w:rsidRDefault="007B6A46" w:rsidP="007B6A46">
      <w:r>
        <w:t>266.5423</w:t>
      </w:r>
      <w:r>
        <w:tab/>
        <w:t>1.013e0</w:t>
      </w:r>
    </w:p>
    <w:p w:rsidR="007B6A46" w:rsidRDefault="007B6A46" w:rsidP="007B6A46">
      <w:r>
        <w:t>266.5846</w:t>
      </w:r>
      <w:r>
        <w:tab/>
        <w:t>1.013e0</w:t>
      </w:r>
    </w:p>
    <w:p w:rsidR="007B6A46" w:rsidRDefault="007B6A46" w:rsidP="007B6A46">
      <w:r>
        <w:t>266.5947</w:t>
      </w:r>
      <w:r>
        <w:tab/>
        <w:t>1.013e0</w:t>
      </w:r>
    </w:p>
    <w:p w:rsidR="007B6A46" w:rsidRDefault="007B6A46" w:rsidP="007B6A46">
      <w:r>
        <w:t>266.5992</w:t>
      </w:r>
      <w:r>
        <w:tab/>
        <w:t>1.013e0</w:t>
      </w:r>
    </w:p>
    <w:p w:rsidR="007B6A46" w:rsidRDefault="007B6A46" w:rsidP="007B6A46">
      <w:r>
        <w:t>266.6386</w:t>
      </w:r>
      <w:r>
        <w:tab/>
        <w:t>1.013e0</w:t>
      </w:r>
    </w:p>
    <w:p w:rsidR="007B6A46" w:rsidRDefault="007B6A46" w:rsidP="007B6A46">
      <w:r>
        <w:t>266.6774</w:t>
      </w:r>
      <w:r>
        <w:tab/>
        <w:t>1.013e0</w:t>
      </w:r>
    </w:p>
    <w:p w:rsidR="007B6A46" w:rsidRDefault="007B6A46" w:rsidP="007B6A46">
      <w:r>
        <w:t>266.7576</w:t>
      </w:r>
      <w:r>
        <w:tab/>
        <w:t>2.025e0</w:t>
      </w:r>
    </w:p>
    <w:p w:rsidR="007B6A46" w:rsidRDefault="007B6A46" w:rsidP="007B6A46">
      <w:r>
        <w:t>266.8291</w:t>
      </w:r>
      <w:r>
        <w:tab/>
        <w:t>2.025e0</w:t>
      </w:r>
    </w:p>
    <w:p w:rsidR="007B6A46" w:rsidRDefault="007B6A46" w:rsidP="007B6A46">
      <w:r>
        <w:t>266.8503</w:t>
      </w:r>
      <w:r>
        <w:tab/>
        <w:t>2.025e0</w:t>
      </w:r>
    </w:p>
    <w:p w:rsidR="007B6A46" w:rsidRDefault="007B6A46" w:rsidP="007B6A46">
      <w:r>
        <w:t>266.8798</w:t>
      </w:r>
      <w:r>
        <w:tab/>
        <w:t>3.038e0</w:t>
      </w:r>
    </w:p>
    <w:p w:rsidR="007B6A46" w:rsidRDefault="007B6A46" w:rsidP="007B6A46">
      <w:r>
        <w:t>266.8836</w:t>
      </w:r>
      <w:r>
        <w:tab/>
        <w:t>2.025e0</w:t>
      </w:r>
    </w:p>
    <w:p w:rsidR="007B6A46" w:rsidRDefault="007B6A46" w:rsidP="007B6A46">
      <w:r>
        <w:t>266.9426</w:t>
      </w:r>
      <w:r>
        <w:tab/>
        <w:t>4.051e0</w:t>
      </w:r>
    </w:p>
    <w:p w:rsidR="007B6A46" w:rsidRDefault="007B6A46" w:rsidP="007B6A46">
      <w:r>
        <w:t>266.9460</w:t>
      </w:r>
      <w:r>
        <w:tab/>
        <w:t>1.013e0</w:t>
      </w:r>
    </w:p>
    <w:p w:rsidR="007B6A46" w:rsidRDefault="007B6A46" w:rsidP="007B6A46">
      <w:r>
        <w:t>266.9642</w:t>
      </w:r>
      <w:r>
        <w:tab/>
        <w:t>3.038e0</w:t>
      </w:r>
    </w:p>
    <w:p w:rsidR="007B6A46" w:rsidRDefault="007B6A46" w:rsidP="007B6A46">
      <w:r>
        <w:lastRenderedPageBreak/>
        <w:t>266.9865</w:t>
      </w:r>
      <w:r>
        <w:tab/>
        <w:t>2.025e0</w:t>
      </w:r>
    </w:p>
    <w:p w:rsidR="007B6A46" w:rsidRDefault="007B6A46" w:rsidP="007B6A46">
      <w:r>
        <w:t>267.0034</w:t>
      </w:r>
      <w:r>
        <w:tab/>
        <w:t>1.013e0</w:t>
      </w:r>
    </w:p>
    <w:p w:rsidR="007B6A46" w:rsidRDefault="007B6A46" w:rsidP="007B6A46">
      <w:r>
        <w:t>267.0193</w:t>
      </w:r>
      <w:r>
        <w:tab/>
        <w:t>3.038e0</w:t>
      </w:r>
    </w:p>
    <w:p w:rsidR="007B6A46" w:rsidRDefault="007B6A46" w:rsidP="007B6A46">
      <w:r>
        <w:t>267.0542</w:t>
      </w:r>
      <w:r>
        <w:tab/>
        <w:t>1.013e0</w:t>
      </w:r>
    </w:p>
    <w:p w:rsidR="007B6A46" w:rsidRDefault="007B6A46" w:rsidP="007B6A46">
      <w:r>
        <w:t>267.0586</w:t>
      </w:r>
      <w:r>
        <w:tab/>
        <w:t>1.013e0</w:t>
      </w:r>
    </w:p>
    <w:p w:rsidR="007B6A46" w:rsidRDefault="007B6A46" w:rsidP="007B6A46">
      <w:r>
        <w:t>267.0731</w:t>
      </w:r>
      <w:r>
        <w:tab/>
        <w:t>3.038e0</w:t>
      </w:r>
    </w:p>
    <w:p w:rsidR="007B6A46" w:rsidRDefault="007B6A46" w:rsidP="007B6A46">
      <w:r>
        <w:t>267.0811</w:t>
      </w:r>
      <w:r>
        <w:tab/>
        <w:t>1.013e0</w:t>
      </w:r>
    </w:p>
    <w:p w:rsidR="007B6A46" w:rsidRDefault="007B6A46" w:rsidP="007B6A46">
      <w:r>
        <w:t>267.0826</w:t>
      </w:r>
      <w:r>
        <w:tab/>
        <w:t>3.038e0</w:t>
      </w:r>
    </w:p>
    <w:p w:rsidR="007B6A46" w:rsidRDefault="007B6A46" w:rsidP="007B6A46">
      <w:r>
        <w:t>267.0855</w:t>
      </w:r>
      <w:r>
        <w:tab/>
        <w:t>1.013e0</w:t>
      </w:r>
    </w:p>
    <w:p w:rsidR="007B6A46" w:rsidRDefault="007B6A46" w:rsidP="007B6A46">
      <w:r>
        <w:t>267.1069</w:t>
      </w:r>
      <w:r>
        <w:tab/>
        <w:t>1.013e0</w:t>
      </w:r>
    </w:p>
    <w:p w:rsidR="007B6A46" w:rsidRDefault="007B6A46" w:rsidP="007B6A46">
      <w:r>
        <w:t>267.1171</w:t>
      </w:r>
      <w:r>
        <w:tab/>
        <w:t>1.621e0</w:t>
      </w:r>
    </w:p>
    <w:p w:rsidR="007B6A46" w:rsidRDefault="007B6A46" w:rsidP="007B6A46">
      <w:r>
        <w:t>267.1321</w:t>
      </w:r>
      <w:r>
        <w:tab/>
        <w:t>2.025e0</w:t>
      </w:r>
    </w:p>
    <w:p w:rsidR="007B6A46" w:rsidRDefault="007B6A46" w:rsidP="007B6A46">
      <w:r>
        <w:t>267.1579</w:t>
      </w:r>
      <w:r>
        <w:tab/>
        <w:t>3.038e0</w:t>
      </w:r>
    </w:p>
    <w:p w:rsidR="007B6A46" w:rsidRDefault="007B6A46" w:rsidP="007B6A46">
      <w:r>
        <w:t>267.1597</w:t>
      </w:r>
      <w:r>
        <w:tab/>
        <w:t>1.518e1</w:t>
      </w:r>
    </w:p>
    <w:p w:rsidR="007B6A46" w:rsidRDefault="007B6A46" w:rsidP="007B6A46">
      <w:r>
        <w:t>267.1609</w:t>
      </w:r>
      <w:r>
        <w:tab/>
        <w:t>6.076e0</w:t>
      </w:r>
    </w:p>
    <w:p w:rsidR="007B6A46" w:rsidRDefault="007B6A46" w:rsidP="007B6A46">
      <w:r>
        <w:t>267.1631</w:t>
      </w:r>
      <w:r>
        <w:tab/>
        <w:t>5.012e0</w:t>
      </w:r>
    </w:p>
    <w:p w:rsidR="007B6A46" w:rsidRDefault="007B6A46" w:rsidP="007B6A46">
      <w:r>
        <w:t>267.2057</w:t>
      </w:r>
      <w:r>
        <w:tab/>
        <w:t>1.013e0</w:t>
      </w:r>
    </w:p>
    <w:p w:rsidR="007B6A46" w:rsidRDefault="007B6A46" w:rsidP="007B6A46">
      <w:r>
        <w:t>267.2199</w:t>
      </w:r>
      <w:r>
        <w:tab/>
        <w:t>1.013e0</w:t>
      </w:r>
    </w:p>
    <w:p w:rsidR="007B6A46" w:rsidRDefault="007B6A46" w:rsidP="007B6A46">
      <w:r>
        <w:t>267.2365</w:t>
      </w:r>
      <w:r>
        <w:tab/>
        <w:t>3.038e0</w:t>
      </w:r>
    </w:p>
    <w:p w:rsidR="007B6A46" w:rsidRDefault="007B6A46" w:rsidP="007B6A46">
      <w:r>
        <w:lastRenderedPageBreak/>
        <w:t>267.2716</w:t>
      </w:r>
      <w:r>
        <w:tab/>
        <w:t>1.013e0</w:t>
      </w:r>
    </w:p>
    <w:p w:rsidR="007B6A46" w:rsidRDefault="007B6A46" w:rsidP="007B6A46">
      <w:r>
        <w:t>267.3239</w:t>
      </w:r>
      <w:r>
        <w:tab/>
        <w:t>1.013e0</w:t>
      </w:r>
    </w:p>
    <w:p w:rsidR="007B6A46" w:rsidRDefault="007B6A46" w:rsidP="007B6A46">
      <w:r>
        <w:t>267.3929</w:t>
      </w:r>
      <w:r>
        <w:tab/>
        <w:t>1.013e0</w:t>
      </w:r>
    </w:p>
    <w:p w:rsidR="007B6A46" w:rsidRDefault="007B6A46" w:rsidP="007B6A46">
      <w:r>
        <w:t>267.5011</w:t>
      </w:r>
      <w:r>
        <w:tab/>
        <w:t>1.013e0</w:t>
      </w:r>
    </w:p>
    <w:p w:rsidR="007B6A46" w:rsidRDefault="007B6A46" w:rsidP="007B6A46">
      <w:r>
        <w:t>267.5279</w:t>
      </w:r>
      <w:r>
        <w:tab/>
        <w:t>1.013e0</w:t>
      </w:r>
    </w:p>
    <w:p w:rsidR="007B6A46" w:rsidRDefault="007B6A46" w:rsidP="007B6A46">
      <w:r>
        <w:t>267.5509</w:t>
      </w:r>
      <w:r>
        <w:tab/>
        <w:t>1.013e0</w:t>
      </w:r>
    </w:p>
    <w:p w:rsidR="007B6A46" w:rsidRDefault="007B6A46" w:rsidP="007B6A46">
      <w:r>
        <w:t>267.5707</w:t>
      </w:r>
      <w:r>
        <w:tab/>
        <w:t>1.013e0</w:t>
      </w:r>
    </w:p>
    <w:p w:rsidR="007B6A46" w:rsidRDefault="007B6A46" w:rsidP="007B6A46">
      <w:r>
        <w:t>267.5903</w:t>
      </w:r>
      <w:r>
        <w:tab/>
        <w:t>1.013e0</w:t>
      </w:r>
    </w:p>
    <w:p w:rsidR="007B6A46" w:rsidRDefault="007B6A46" w:rsidP="007B6A46">
      <w:r>
        <w:t>267.6200</w:t>
      </w:r>
      <w:r>
        <w:tab/>
        <w:t>1.013e0</w:t>
      </w:r>
    </w:p>
    <w:p w:rsidR="007B6A46" w:rsidRDefault="007B6A46" w:rsidP="007B6A46">
      <w:r>
        <w:t>267.6718</w:t>
      </w:r>
      <w:r>
        <w:tab/>
        <w:t>2.025e0</w:t>
      </w:r>
    </w:p>
    <w:p w:rsidR="007B6A46" w:rsidRDefault="007B6A46" w:rsidP="007B6A46">
      <w:r>
        <w:t>267.6842</w:t>
      </w:r>
      <w:r>
        <w:tab/>
        <w:t>1.013e0</w:t>
      </w:r>
    </w:p>
    <w:p w:rsidR="007B6A46" w:rsidRDefault="007B6A46" w:rsidP="007B6A46">
      <w:r>
        <w:t>267.7632</w:t>
      </w:r>
      <w:r>
        <w:tab/>
        <w:t>1.013e0</w:t>
      </w:r>
    </w:p>
    <w:p w:rsidR="007B6A46" w:rsidRDefault="007B6A46" w:rsidP="007B6A46">
      <w:r>
        <w:t>267.8116</w:t>
      </w:r>
      <w:r>
        <w:tab/>
        <w:t>1.013e0</w:t>
      </w:r>
    </w:p>
    <w:p w:rsidR="007B6A46" w:rsidRDefault="007B6A46" w:rsidP="007B6A46">
      <w:r>
        <w:t>267.8369</w:t>
      </w:r>
      <w:r>
        <w:tab/>
        <w:t>1.013e0</w:t>
      </w:r>
    </w:p>
    <w:p w:rsidR="007B6A46" w:rsidRDefault="007B6A46" w:rsidP="007B6A46">
      <w:r>
        <w:t>267.8582</w:t>
      </w:r>
      <w:r>
        <w:tab/>
        <w:t>1.013e0</w:t>
      </w:r>
    </w:p>
    <w:p w:rsidR="007B6A46" w:rsidRDefault="007B6A46" w:rsidP="007B6A46">
      <w:r>
        <w:t>267.9110</w:t>
      </w:r>
      <w:r>
        <w:tab/>
        <w:t>1.013e0</w:t>
      </w:r>
    </w:p>
    <w:p w:rsidR="007B6A46" w:rsidRDefault="007B6A46" w:rsidP="007B6A46">
      <w:r>
        <w:t>267.9807</w:t>
      </w:r>
      <w:r>
        <w:tab/>
        <w:t>1.013e0</w:t>
      </w:r>
    </w:p>
    <w:p w:rsidR="007B6A46" w:rsidRDefault="007B6A46" w:rsidP="007B6A46">
      <w:r>
        <w:t>267.9852</w:t>
      </w:r>
      <w:r>
        <w:tab/>
        <w:t>1.013e0</w:t>
      </w:r>
    </w:p>
    <w:p w:rsidR="007B6A46" w:rsidRDefault="007B6A46" w:rsidP="007B6A46">
      <w:r>
        <w:t>267.9862</w:t>
      </w:r>
      <w:r>
        <w:tab/>
        <w:t>2.389e0</w:t>
      </w:r>
    </w:p>
    <w:p w:rsidR="007B6A46" w:rsidRDefault="007B6A46" w:rsidP="007B6A46">
      <w:r>
        <w:lastRenderedPageBreak/>
        <w:t>267.9904</w:t>
      </w:r>
      <w:r>
        <w:tab/>
        <w:t>1.013e0</w:t>
      </w:r>
    </w:p>
    <w:p w:rsidR="007B6A46" w:rsidRDefault="007B6A46" w:rsidP="007B6A46">
      <w:r>
        <w:t>268.0062</w:t>
      </w:r>
      <w:r>
        <w:tab/>
        <w:t>1.013e0</w:t>
      </w:r>
    </w:p>
    <w:p w:rsidR="007B6A46" w:rsidRDefault="007B6A46" w:rsidP="007B6A46">
      <w:r>
        <w:t>268.0214</w:t>
      </w:r>
      <w:r>
        <w:tab/>
        <w:t>2.025e0</w:t>
      </w:r>
    </w:p>
    <w:p w:rsidR="007B6A46" w:rsidRDefault="007B6A46" w:rsidP="007B6A46">
      <w:r>
        <w:t>268.0251</w:t>
      </w:r>
      <w:r>
        <w:tab/>
        <w:t>1.013e0</w:t>
      </w:r>
    </w:p>
    <w:p w:rsidR="007B6A46" w:rsidRDefault="007B6A46" w:rsidP="007B6A46">
      <w:r>
        <w:t>268.0450</w:t>
      </w:r>
      <w:r>
        <w:tab/>
        <w:t>1.013e0</w:t>
      </w:r>
    </w:p>
    <w:p w:rsidR="007B6A46" w:rsidRDefault="007B6A46" w:rsidP="007B6A46">
      <w:r>
        <w:t>268.0542</w:t>
      </w:r>
      <w:r>
        <w:tab/>
        <w:t>2.025e0</w:t>
      </w:r>
    </w:p>
    <w:p w:rsidR="007B6A46" w:rsidRDefault="007B6A46" w:rsidP="007B6A46">
      <w:r>
        <w:t>268.0721</w:t>
      </w:r>
      <w:r>
        <w:tab/>
        <w:t>1.013e0</w:t>
      </w:r>
    </w:p>
    <w:p w:rsidR="007B6A46" w:rsidRDefault="007B6A46" w:rsidP="007B6A46">
      <w:r>
        <w:t>268.0845</w:t>
      </w:r>
      <w:r>
        <w:tab/>
        <w:t>2.025e0</w:t>
      </w:r>
    </w:p>
    <w:p w:rsidR="007B6A46" w:rsidRDefault="007B6A46" w:rsidP="007B6A46">
      <w:r>
        <w:t>268.1030</w:t>
      </w:r>
      <w:r>
        <w:tab/>
        <w:t>1.013e0</w:t>
      </w:r>
    </w:p>
    <w:p w:rsidR="007B6A46" w:rsidRDefault="007B6A46" w:rsidP="007B6A46">
      <w:r>
        <w:t>268.1305</w:t>
      </w:r>
      <w:r>
        <w:tab/>
        <w:t>3.038e0</w:t>
      </w:r>
    </w:p>
    <w:p w:rsidR="007B6A46" w:rsidRDefault="007B6A46" w:rsidP="007B6A46">
      <w:r>
        <w:t>268.1379</w:t>
      </w:r>
      <w:r>
        <w:tab/>
        <w:t>2.025e0</w:t>
      </w:r>
    </w:p>
    <w:p w:rsidR="007B6A46" w:rsidRDefault="007B6A46" w:rsidP="007B6A46">
      <w:r>
        <w:t>268.1587</w:t>
      </w:r>
      <w:r>
        <w:tab/>
        <w:t>1.013e0</w:t>
      </w:r>
    </w:p>
    <w:p w:rsidR="007B6A46" w:rsidRDefault="007B6A46" w:rsidP="007B6A46">
      <w:r>
        <w:t>268.1684</w:t>
      </w:r>
      <w:r>
        <w:tab/>
        <w:t>2.025e0</w:t>
      </w:r>
    </w:p>
    <w:p w:rsidR="007B6A46" w:rsidRDefault="007B6A46" w:rsidP="007B6A46">
      <w:r>
        <w:t>268.1809</w:t>
      </w:r>
      <w:r>
        <w:tab/>
        <w:t>1.013e0</w:t>
      </w:r>
    </w:p>
    <w:p w:rsidR="007B6A46" w:rsidRDefault="007B6A46" w:rsidP="007B6A46">
      <w:r>
        <w:t>268.2118</w:t>
      </w:r>
      <w:r>
        <w:tab/>
        <w:t>1.013e0</w:t>
      </w:r>
    </w:p>
    <w:p w:rsidR="007B6A46" w:rsidRDefault="007B6A46" w:rsidP="007B6A46">
      <w:r>
        <w:t>268.2167</w:t>
      </w:r>
      <w:r>
        <w:tab/>
        <w:t>3.038e0</w:t>
      </w:r>
    </w:p>
    <w:p w:rsidR="007B6A46" w:rsidRDefault="007B6A46" w:rsidP="007B6A46">
      <w:r>
        <w:t>268.2195</w:t>
      </w:r>
      <w:r>
        <w:tab/>
        <w:t>1.013e0</w:t>
      </w:r>
    </w:p>
    <w:p w:rsidR="007B6A46" w:rsidRDefault="007B6A46" w:rsidP="007B6A46">
      <w:r>
        <w:t>268.2234</w:t>
      </w:r>
      <w:r>
        <w:tab/>
        <w:t>1.013e0</w:t>
      </w:r>
    </w:p>
    <w:p w:rsidR="007B6A46" w:rsidRDefault="007B6A46" w:rsidP="007B6A46">
      <w:r>
        <w:t>268.2544</w:t>
      </w:r>
      <w:r>
        <w:tab/>
        <w:t>1.013e0</w:t>
      </w:r>
    </w:p>
    <w:p w:rsidR="007B6A46" w:rsidRDefault="007B6A46" w:rsidP="007B6A46">
      <w:r>
        <w:lastRenderedPageBreak/>
        <w:t>268.2675</w:t>
      </w:r>
      <w:r>
        <w:tab/>
        <w:t>1.013e0</w:t>
      </w:r>
    </w:p>
    <w:p w:rsidR="007B6A46" w:rsidRDefault="007B6A46" w:rsidP="007B6A46">
      <w:r>
        <w:t>268.2933</w:t>
      </w:r>
      <w:r>
        <w:tab/>
        <w:t>1.013e0</w:t>
      </w:r>
    </w:p>
    <w:p w:rsidR="007B6A46" w:rsidRDefault="007B6A46" w:rsidP="007B6A46">
      <w:r>
        <w:t>268.3071</w:t>
      </w:r>
      <w:r>
        <w:tab/>
        <w:t>1.013e0</w:t>
      </w:r>
    </w:p>
    <w:p w:rsidR="007B6A46" w:rsidRDefault="007B6A46" w:rsidP="007B6A46">
      <w:r>
        <w:t>268.3552</w:t>
      </w:r>
      <w:r>
        <w:tab/>
        <w:t>1.013e0</w:t>
      </w:r>
    </w:p>
    <w:p w:rsidR="007B6A46" w:rsidRDefault="007B6A46" w:rsidP="007B6A46">
      <w:r>
        <w:t>268.3859</w:t>
      </w:r>
      <w:r>
        <w:tab/>
        <w:t>1.013e0</w:t>
      </w:r>
    </w:p>
    <w:p w:rsidR="007B6A46" w:rsidRDefault="007B6A46" w:rsidP="007B6A46">
      <w:r>
        <w:t>268.3901</w:t>
      </w:r>
      <w:r>
        <w:tab/>
        <w:t>1.013e0</w:t>
      </w:r>
    </w:p>
    <w:p w:rsidR="007B6A46" w:rsidRDefault="007B6A46" w:rsidP="007B6A46">
      <w:r>
        <w:t>268.4156</w:t>
      </w:r>
      <w:r>
        <w:tab/>
        <w:t>1.013e0</w:t>
      </w:r>
    </w:p>
    <w:p w:rsidR="007B6A46" w:rsidRDefault="007B6A46" w:rsidP="007B6A46">
      <w:r>
        <w:t>268.4256</w:t>
      </w:r>
      <w:r>
        <w:tab/>
        <w:t>1.013e0</w:t>
      </w:r>
    </w:p>
    <w:p w:rsidR="007B6A46" w:rsidRDefault="007B6A46" w:rsidP="007B6A46">
      <w:r>
        <w:t>268.4601</w:t>
      </w:r>
      <w:r>
        <w:tab/>
        <w:t>2.025e0</w:t>
      </w:r>
    </w:p>
    <w:p w:rsidR="007B6A46" w:rsidRDefault="007B6A46" w:rsidP="007B6A46">
      <w:r>
        <w:t>268.4613</w:t>
      </w:r>
      <w:r>
        <w:tab/>
        <w:t>2.025e0</w:t>
      </w:r>
    </w:p>
    <w:p w:rsidR="007B6A46" w:rsidRDefault="007B6A46" w:rsidP="007B6A46">
      <w:r>
        <w:t>268.4990</w:t>
      </w:r>
      <w:r>
        <w:tab/>
        <w:t>1.013e0</w:t>
      </w:r>
    </w:p>
    <w:p w:rsidR="007B6A46" w:rsidRDefault="007B6A46" w:rsidP="007B6A46">
      <w:r>
        <w:t>268.5033</w:t>
      </w:r>
      <w:r>
        <w:tab/>
        <w:t>1.013e0</w:t>
      </w:r>
    </w:p>
    <w:p w:rsidR="007B6A46" w:rsidRDefault="007B6A46" w:rsidP="007B6A46">
      <w:r>
        <w:t>268.5148</w:t>
      </w:r>
      <w:r>
        <w:tab/>
        <w:t>1.013e0</w:t>
      </w:r>
    </w:p>
    <w:p w:rsidR="007B6A46" w:rsidRDefault="007B6A46" w:rsidP="007B6A46">
      <w:r>
        <w:t>268.6117</w:t>
      </w:r>
      <w:r>
        <w:tab/>
        <w:t>1.013e0</w:t>
      </w:r>
    </w:p>
    <w:p w:rsidR="007B6A46" w:rsidRDefault="007B6A46" w:rsidP="007B6A46">
      <w:r>
        <w:t>268.6241</w:t>
      </w:r>
      <w:r>
        <w:tab/>
        <w:t>1.013e0</w:t>
      </w:r>
    </w:p>
    <w:p w:rsidR="007B6A46" w:rsidRDefault="007B6A46" w:rsidP="007B6A46">
      <w:r>
        <w:t>268.6471</w:t>
      </w:r>
      <w:r>
        <w:tab/>
        <w:t>1.013e0</w:t>
      </w:r>
    </w:p>
    <w:p w:rsidR="007B6A46" w:rsidRDefault="007B6A46" w:rsidP="007B6A46">
      <w:r>
        <w:t>268.6735</w:t>
      </w:r>
      <w:r>
        <w:tab/>
        <w:t>1.013e0</w:t>
      </w:r>
    </w:p>
    <w:p w:rsidR="007B6A46" w:rsidRDefault="007B6A46" w:rsidP="007B6A46">
      <w:r>
        <w:t>268.7011</w:t>
      </w:r>
      <w:r>
        <w:tab/>
        <w:t>2.025e0</w:t>
      </w:r>
    </w:p>
    <w:p w:rsidR="007B6A46" w:rsidRDefault="007B6A46" w:rsidP="007B6A46">
      <w:r>
        <w:t>268.7032</w:t>
      </w:r>
      <w:r>
        <w:tab/>
        <w:t>2.025e0</w:t>
      </w:r>
    </w:p>
    <w:p w:rsidR="007B6A46" w:rsidRDefault="007B6A46" w:rsidP="007B6A46">
      <w:r>
        <w:lastRenderedPageBreak/>
        <w:t>268.7429</w:t>
      </w:r>
      <w:r>
        <w:tab/>
        <w:t>1.013e0</w:t>
      </w:r>
    </w:p>
    <w:p w:rsidR="007B6A46" w:rsidRDefault="007B6A46" w:rsidP="007B6A46">
      <w:r>
        <w:t>268.7825</w:t>
      </w:r>
      <w:r>
        <w:tab/>
        <w:t>1.013e0</w:t>
      </w:r>
    </w:p>
    <w:p w:rsidR="007B6A46" w:rsidRDefault="007B6A46" w:rsidP="007B6A46">
      <w:r>
        <w:t>268.7986</w:t>
      </w:r>
      <w:r>
        <w:tab/>
        <w:t>1.013e0</w:t>
      </w:r>
    </w:p>
    <w:p w:rsidR="007B6A46" w:rsidRDefault="007B6A46" w:rsidP="007B6A46">
      <w:r>
        <w:t>268.8216</w:t>
      </w:r>
      <w:r>
        <w:tab/>
        <w:t>1.013e0</w:t>
      </w:r>
    </w:p>
    <w:p w:rsidR="007B6A46" w:rsidRDefault="007B6A46" w:rsidP="007B6A46">
      <w:r>
        <w:t>268.8565</w:t>
      </w:r>
      <w:r>
        <w:tab/>
        <w:t>2.025e0</w:t>
      </w:r>
    </w:p>
    <w:p w:rsidR="007B6A46" w:rsidRDefault="007B6A46" w:rsidP="007B6A46">
      <w:r>
        <w:t>268.8955</w:t>
      </w:r>
      <w:r>
        <w:tab/>
        <w:t>2.025e0</w:t>
      </w:r>
    </w:p>
    <w:p w:rsidR="007B6A46" w:rsidRDefault="007B6A46" w:rsidP="007B6A46">
      <w:r>
        <w:t>268.9659</w:t>
      </w:r>
      <w:r>
        <w:tab/>
        <w:t>1.013e0</w:t>
      </w:r>
    </w:p>
    <w:p w:rsidR="007B6A46" w:rsidRDefault="007B6A46" w:rsidP="007B6A46">
      <w:r>
        <w:t>268.9864</w:t>
      </w:r>
      <w:r>
        <w:tab/>
        <w:t>2.025e0</w:t>
      </w:r>
    </w:p>
    <w:p w:rsidR="007B6A46" w:rsidRDefault="007B6A46" w:rsidP="007B6A46">
      <w:r>
        <w:t>268.9892</w:t>
      </w:r>
      <w:r>
        <w:tab/>
        <w:t>3.038e0</w:t>
      </w:r>
    </w:p>
    <w:p w:rsidR="007B6A46" w:rsidRDefault="007B6A46" w:rsidP="007B6A46">
      <w:r>
        <w:t>269.0087</w:t>
      </w:r>
      <w:r>
        <w:tab/>
        <w:t>1.013e0</w:t>
      </w:r>
    </w:p>
    <w:p w:rsidR="007B6A46" w:rsidRDefault="007B6A46" w:rsidP="007B6A46">
      <w:r>
        <w:t>269.0206</w:t>
      </w:r>
      <w:r>
        <w:tab/>
        <w:t>1.013e0</w:t>
      </w:r>
    </w:p>
    <w:p w:rsidR="007B6A46" w:rsidRDefault="007B6A46" w:rsidP="007B6A46">
      <w:r>
        <w:t>269.0436</w:t>
      </w:r>
      <w:r>
        <w:tab/>
        <w:t>1.013e0</w:t>
      </w:r>
    </w:p>
    <w:p w:rsidR="007B6A46" w:rsidRDefault="007B6A46" w:rsidP="007B6A46">
      <w:r>
        <w:t>269.0477</w:t>
      </w:r>
      <w:r>
        <w:tab/>
        <w:t>1.013e0</w:t>
      </w:r>
    </w:p>
    <w:p w:rsidR="007B6A46" w:rsidRDefault="007B6A46" w:rsidP="007B6A46">
      <w:r>
        <w:t>269.0523</w:t>
      </w:r>
      <w:r>
        <w:tab/>
        <w:t>2.025e0</w:t>
      </w:r>
    </w:p>
    <w:p w:rsidR="007B6A46" w:rsidRDefault="007B6A46" w:rsidP="007B6A46">
      <w:r>
        <w:t>269.0702</w:t>
      </w:r>
      <w:r>
        <w:tab/>
        <w:t>1.013e0</w:t>
      </w:r>
    </w:p>
    <w:p w:rsidR="007B6A46" w:rsidRDefault="007B6A46" w:rsidP="007B6A46">
      <w:r>
        <w:t>269.0995</w:t>
      </w:r>
      <w:r>
        <w:tab/>
        <w:t>1.013e0</w:t>
      </w:r>
    </w:p>
    <w:p w:rsidR="007B6A46" w:rsidRDefault="007B6A46" w:rsidP="007B6A46">
      <w:r>
        <w:t>269.1016</w:t>
      </w:r>
      <w:r>
        <w:tab/>
        <w:t>2.025e0</w:t>
      </w:r>
    </w:p>
    <w:p w:rsidR="007B6A46" w:rsidRDefault="007B6A46" w:rsidP="007B6A46">
      <w:r>
        <w:t>269.1318</w:t>
      </w:r>
      <w:r>
        <w:tab/>
        <w:t>2.025e0</w:t>
      </w:r>
    </w:p>
    <w:p w:rsidR="007B6A46" w:rsidRDefault="007B6A46" w:rsidP="007B6A46">
      <w:r>
        <w:t>269.1365</w:t>
      </w:r>
      <w:r>
        <w:tab/>
        <w:t>3.038e0</w:t>
      </w:r>
    </w:p>
    <w:p w:rsidR="007B6A46" w:rsidRDefault="007B6A46" w:rsidP="007B6A46">
      <w:r>
        <w:lastRenderedPageBreak/>
        <w:t>269.1446</w:t>
      </w:r>
      <w:r>
        <w:tab/>
        <w:t>1.013e0</w:t>
      </w:r>
    </w:p>
    <w:p w:rsidR="007B6A46" w:rsidRDefault="007B6A46" w:rsidP="007B6A46">
      <w:r>
        <w:t>269.1482</w:t>
      </w:r>
      <w:r>
        <w:tab/>
        <w:t>2.025e0</w:t>
      </w:r>
    </w:p>
    <w:p w:rsidR="007B6A46" w:rsidRDefault="007B6A46" w:rsidP="007B6A46">
      <w:r>
        <w:t>269.1546</w:t>
      </w:r>
      <w:r>
        <w:tab/>
        <w:t>2.025e0</w:t>
      </w:r>
    </w:p>
    <w:p w:rsidR="007B6A46" w:rsidRDefault="007B6A46" w:rsidP="007B6A46">
      <w:r>
        <w:t>269.1718</w:t>
      </w:r>
      <w:r>
        <w:tab/>
        <w:t>4.051e0</w:t>
      </w:r>
    </w:p>
    <w:p w:rsidR="007B6A46" w:rsidRDefault="007B6A46" w:rsidP="007B6A46">
      <w:r>
        <w:t>269.1758</w:t>
      </w:r>
      <w:r>
        <w:tab/>
        <w:t>2.025e0</w:t>
      </w:r>
    </w:p>
    <w:p w:rsidR="007B6A46" w:rsidRDefault="007B6A46" w:rsidP="007B6A46">
      <w:r>
        <w:t>269.1836</w:t>
      </w:r>
      <w:r>
        <w:tab/>
        <w:t>1.013e0</w:t>
      </w:r>
    </w:p>
    <w:p w:rsidR="007B6A46" w:rsidRDefault="007B6A46" w:rsidP="007B6A46">
      <w:r>
        <w:t>269.2091</w:t>
      </w:r>
      <w:r>
        <w:tab/>
        <w:t>1.013e0</w:t>
      </w:r>
    </w:p>
    <w:p w:rsidR="007B6A46" w:rsidRDefault="007B6A46" w:rsidP="007B6A46">
      <w:r>
        <w:t>269.2140</w:t>
      </w:r>
      <w:r>
        <w:tab/>
        <w:t>3.038e0</w:t>
      </w:r>
    </w:p>
    <w:p w:rsidR="007B6A46" w:rsidRDefault="007B6A46" w:rsidP="007B6A46">
      <w:r>
        <w:t>269.2220</w:t>
      </w:r>
      <w:r>
        <w:tab/>
        <w:t>1.013e0</w:t>
      </w:r>
    </w:p>
    <w:p w:rsidR="007B6A46" w:rsidRDefault="007B6A46" w:rsidP="007B6A46">
      <w:r>
        <w:t>269.2440</w:t>
      </w:r>
      <w:r>
        <w:tab/>
        <w:t>2.025e0</w:t>
      </w:r>
    </w:p>
    <w:p w:rsidR="007B6A46" w:rsidRDefault="007B6A46" w:rsidP="007B6A46">
      <w:r>
        <w:t>269.2458</w:t>
      </w:r>
      <w:r>
        <w:tab/>
        <w:t>2.025e0</w:t>
      </w:r>
    </w:p>
    <w:p w:rsidR="007B6A46" w:rsidRDefault="007B6A46" w:rsidP="007B6A46">
      <w:r>
        <w:t>269.2484</w:t>
      </w:r>
      <w:r>
        <w:tab/>
        <w:t>1.013e0</w:t>
      </w:r>
    </w:p>
    <w:p w:rsidR="007B6A46" w:rsidRDefault="007B6A46" w:rsidP="007B6A46">
      <w:r>
        <w:t>269.2536</w:t>
      </w:r>
      <w:r>
        <w:tab/>
        <w:t>1.013e0</w:t>
      </w:r>
    </w:p>
    <w:p w:rsidR="007B6A46" w:rsidRDefault="007B6A46" w:rsidP="007B6A46">
      <w:r>
        <w:t>269.2690</w:t>
      </w:r>
      <w:r>
        <w:tab/>
        <w:t>1.013e0</w:t>
      </w:r>
    </w:p>
    <w:p w:rsidR="007B6A46" w:rsidRDefault="007B6A46" w:rsidP="007B6A46">
      <w:r>
        <w:t>269.3005</w:t>
      </w:r>
      <w:r>
        <w:tab/>
        <w:t>1.013e0</w:t>
      </w:r>
    </w:p>
    <w:p w:rsidR="007B6A46" w:rsidRDefault="007B6A46" w:rsidP="007B6A46">
      <w:r>
        <w:t>269.3133</w:t>
      </w:r>
      <w:r>
        <w:tab/>
        <w:t>1.013e0</w:t>
      </w:r>
    </w:p>
    <w:p w:rsidR="007B6A46" w:rsidRDefault="007B6A46" w:rsidP="007B6A46">
      <w:r>
        <w:t>269.3660</w:t>
      </w:r>
      <w:r>
        <w:tab/>
        <w:t>1.013e0</w:t>
      </w:r>
    </w:p>
    <w:p w:rsidR="007B6A46" w:rsidRDefault="007B6A46" w:rsidP="007B6A46">
      <w:r>
        <w:t>269.3924</w:t>
      </w:r>
      <w:r>
        <w:tab/>
        <w:t>1.013e0</w:t>
      </w:r>
    </w:p>
    <w:p w:rsidR="007B6A46" w:rsidRDefault="007B6A46" w:rsidP="007B6A46">
      <w:r>
        <w:t>269.4221</w:t>
      </w:r>
      <w:r>
        <w:tab/>
        <w:t>1.013e0</w:t>
      </w:r>
    </w:p>
    <w:p w:rsidR="007B6A46" w:rsidRDefault="007B6A46" w:rsidP="007B6A46">
      <w:r>
        <w:lastRenderedPageBreak/>
        <w:t>269.4403</w:t>
      </w:r>
      <w:r>
        <w:tab/>
        <w:t>1.013e0</w:t>
      </w:r>
    </w:p>
    <w:p w:rsidR="007B6A46" w:rsidRDefault="007B6A46" w:rsidP="007B6A46">
      <w:r>
        <w:t>269.4692</w:t>
      </w:r>
      <w:r>
        <w:tab/>
        <w:t>2.025e0</w:t>
      </w:r>
    </w:p>
    <w:p w:rsidR="007B6A46" w:rsidRDefault="007B6A46" w:rsidP="007B6A46">
      <w:r>
        <w:t>269.4967</w:t>
      </w:r>
      <w:r>
        <w:tab/>
        <w:t>1.013e0</w:t>
      </w:r>
    </w:p>
    <w:p w:rsidR="007B6A46" w:rsidRDefault="007B6A46" w:rsidP="007B6A46">
      <w:r>
        <w:t>269.5184</w:t>
      </w:r>
      <w:r>
        <w:tab/>
        <w:t>1.013e0</w:t>
      </w:r>
    </w:p>
    <w:p w:rsidR="007B6A46" w:rsidRDefault="007B6A46" w:rsidP="007B6A46">
      <w:r>
        <w:t>269.5434</w:t>
      </w:r>
      <w:r>
        <w:tab/>
        <w:t>2.025e0</w:t>
      </w:r>
    </w:p>
    <w:p w:rsidR="007B6A46" w:rsidRDefault="007B6A46" w:rsidP="007B6A46">
      <w:r>
        <w:t>269.5529</w:t>
      </w:r>
      <w:r>
        <w:tab/>
        <w:t>1.013e0</w:t>
      </w:r>
    </w:p>
    <w:p w:rsidR="007B6A46" w:rsidRDefault="007B6A46" w:rsidP="007B6A46">
      <w:r>
        <w:t>269.5760</w:t>
      </w:r>
      <w:r>
        <w:tab/>
        <w:t>1.013e0</w:t>
      </w:r>
    </w:p>
    <w:p w:rsidR="007B6A46" w:rsidRDefault="007B6A46" w:rsidP="007B6A46">
      <w:r>
        <w:t>269.6114</w:t>
      </w:r>
      <w:r>
        <w:tab/>
        <w:t>1.013e0</w:t>
      </w:r>
    </w:p>
    <w:p w:rsidR="007B6A46" w:rsidRDefault="007B6A46" w:rsidP="007B6A46">
      <w:r>
        <w:t>269.6458</w:t>
      </w:r>
      <w:r>
        <w:tab/>
        <w:t>1.013e0</w:t>
      </w:r>
    </w:p>
    <w:p w:rsidR="007B6A46" w:rsidRDefault="007B6A46" w:rsidP="007B6A46">
      <w:r>
        <w:t>269.7103</w:t>
      </w:r>
      <w:r>
        <w:tab/>
        <w:t>2.025e0</w:t>
      </w:r>
    </w:p>
    <w:p w:rsidR="007B6A46" w:rsidRDefault="007B6A46" w:rsidP="007B6A46">
      <w:r>
        <w:t>269.7754</w:t>
      </w:r>
      <w:r>
        <w:tab/>
        <w:t>2.025e0</w:t>
      </w:r>
    </w:p>
    <w:p w:rsidR="007B6A46" w:rsidRDefault="007B6A46" w:rsidP="007B6A46">
      <w:r>
        <w:t>269.7982</w:t>
      </w:r>
      <w:r>
        <w:tab/>
        <w:t>1.013e0</w:t>
      </w:r>
    </w:p>
    <w:p w:rsidR="007B6A46" w:rsidRDefault="007B6A46" w:rsidP="007B6A46">
      <w:r>
        <w:t>269.8152</w:t>
      </w:r>
      <w:r>
        <w:tab/>
        <w:t>1.013e0</w:t>
      </w:r>
    </w:p>
    <w:p w:rsidR="007B6A46" w:rsidRDefault="007B6A46" w:rsidP="007B6A46">
      <w:r>
        <w:t>269.8496</w:t>
      </w:r>
      <w:r>
        <w:tab/>
        <w:t>1.013e0</w:t>
      </w:r>
    </w:p>
    <w:p w:rsidR="007B6A46" w:rsidRDefault="007B6A46" w:rsidP="007B6A46">
      <w:r>
        <w:t>269.8723</w:t>
      </w:r>
      <w:r>
        <w:tab/>
        <w:t>1.013e0</w:t>
      </w:r>
    </w:p>
    <w:p w:rsidR="007B6A46" w:rsidRDefault="007B6A46" w:rsidP="007B6A46">
      <w:r>
        <w:t>269.8797</w:t>
      </w:r>
      <w:r>
        <w:tab/>
        <w:t>1.013e0</w:t>
      </w:r>
    </w:p>
    <w:p w:rsidR="007B6A46" w:rsidRDefault="007B6A46" w:rsidP="007B6A46">
      <w:r>
        <w:t>269.8844</w:t>
      </w:r>
      <w:r>
        <w:tab/>
        <w:t>1.013e0</w:t>
      </w:r>
    </w:p>
    <w:p w:rsidR="007B6A46" w:rsidRDefault="007B6A46" w:rsidP="007B6A46">
      <w:r>
        <w:t>269.9032</w:t>
      </w:r>
      <w:r>
        <w:tab/>
        <w:t>1.013e0</w:t>
      </w:r>
    </w:p>
    <w:p w:rsidR="007B6A46" w:rsidRDefault="007B6A46" w:rsidP="007B6A46">
      <w:r>
        <w:t>269.9463</w:t>
      </w:r>
      <w:r>
        <w:tab/>
        <w:t>1.013e0</w:t>
      </w:r>
    </w:p>
    <w:p w:rsidR="007B6A46" w:rsidRDefault="007B6A46" w:rsidP="007B6A46">
      <w:r>
        <w:lastRenderedPageBreak/>
        <w:t>269.9594</w:t>
      </w:r>
      <w:r>
        <w:tab/>
        <w:t>1.013e0</w:t>
      </w:r>
    </w:p>
    <w:p w:rsidR="007B6A46" w:rsidRDefault="007B6A46" w:rsidP="007B6A46">
      <w:r>
        <w:t>269.9640</w:t>
      </w:r>
      <w:r>
        <w:tab/>
        <w:t>1.013e0</w:t>
      </w:r>
    </w:p>
    <w:p w:rsidR="007B6A46" w:rsidRDefault="007B6A46" w:rsidP="007B6A46">
      <w:r>
        <w:t>269.9733</w:t>
      </w:r>
      <w:r>
        <w:tab/>
        <w:t>2.025e0</w:t>
      </w:r>
    </w:p>
    <w:p w:rsidR="007B6A46" w:rsidRDefault="007B6A46" w:rsidP="007B6A46">
      <w:r>
        <w:t>269.9889</w:t>
      </w:r>
      <w:r>
        <w:tab/>
        <w:t>1.013e0</w:t>
      </w:r>
    </w:p>
    <w:p w:rsidR="007B6A46" w:rsidRDefault="007B6A46" w:rsidP="007B6A46">
      <w:r>
        <w:t>270.0338</w:t>
      </w:r>
      <w:r>
        <w:tab/>
        <w:t>3.038e0</w:t>
      </w:r>
    </w:p>
    <w:p w:rsidR="007B6A46" w:rsidRDefault="007B6A46" w:rsidP="007B6A46">
      <w:r>
        <w:t>270.0560</w:t>
      </w:r>
      <w:r>
        <w:tab/>
        <w:t>4.051e0</w:t>
      </w:r>
    </w:p>
    <w:p w:rsidR="007B6A46" w:rsidRDefault="007B6A46" w:rsidP="007B6A46">
      <w:r>
        <w:t>270.0783</w:t>
      </w:r>
      <w:r>
        <w:tab/>
        <w:t>1.013e0</w:t>
      </w:r>
    </w:p>
    <w:p w:rsidR="007B6A46" w:rsidRDefault="007B6A46" w:rsidP="007B6A46">
      <w:r>
        <w:t>270.1034</w:t>
      </w:r>
      <w:r>
        <w:tab/>
        <w:t>1.013e0</w:t>
      </w:r>
    </w:p>
    <w:p w:rsidR="007B6A46" w:rsidRDefault="007B6A46" w:rsidP="007B6A46">
      <w:r>
        <w:t>270.1251</w:t>
      </w:r>
      <w:r>
        <w:tab/>
        <w:t>2.025e0</w:t>
      </w:r>
    </w:p>
    <w:p w:rsidR="007B6A46" w:rsidRDefault="007B6A46" w:rsidP="007B6A46">
      <w:r>
        <w:t>270.1357</w:t>
      </w:r>
      <w:r>
        <w:tab/>
        <w:t>2.363e0</w:t>
      </w:r>
    </w:p>
    <w:p w:rsidR="007B6A46" w:rsidRDefault="007B6A46" w:rsidP="007B6A46">
      <w:r>
        <w:t>270.1483</w:t>
      </w:r>
      <w:r>
        <w:tab/>
        <w:t>1.013e0</w:t>
      </w:r>
    </w:p>
    <w:p w:rsidR="007B6A46" w:rsidRDefault="007B6A46" w:rsidP="007B6A46">
      <w:r>
        <w:t>270.1558</w:t>
      </w:r>
      <w:r>
        <w:tab/>
        <w:t>1.013e0</w:t>
      </w:r>
    </w:p>
    <w:p w:rsidR="007B6A46" w:rsidRDefault="007B6A46" w:rsidP="007B6A46">
      <w:r>
        <w:t>270.1582</w:t>
      </w:r>
      <w:r>
        <w:tab/>
        <w:t>2.025e0</w:t>
      </w:r>
    </w:p>
    <w:p w:rsidR="007B6A46" w:rsidRDefault="007B6A46" w:rsidP="007B6A46">
      <w:r>
        <w:t>270.1759</w:t>
      </w:r>
      <w:r>
        <w:tab/>
        <w:t>2.025e0</w:t>
      </w:r>
    </w:p>
    <w:p w:rsidR="007B6A46" w:rsidRDefault="007B6A46" w:rsidP="007B6A46">
      <w:r>
        <w:t>270.1912</w:t>
      </w:r>
      <w:r>
        <w:tab/>
        <w:t>2.025e0</w:t>
      </w:r>
    </w:p>
    <w:p w:rsidR="007B6A46" w:rsidRDefault="007B6A46" w:rsidP="007B6A46">
      <w:r>
        <w:t>270.1992</w:t>
      </w:r>
      <w:r>
        <w:tab/>
        <w:t>1.013e0</w:t>
      </w:r>
    </w:p>
    <w:p w:rsidR="007B6A46" w:rsidRDefault="007B6A46" w:rsidP="007B6A46">
      <w:r>
        <w:t>270.2083</w:t>
      </w:r>
      <w:r>
        <w:tab/>
        <w:t>2.025e0</w:t>
      </w:r>
    </w:p>
    <w:p w:rsidR="007B6A46" w:rsidRDefault="007B6A46" w:rsidP="007B6A46">
      <w:r>
        <w:t>270.2222</w:t>
      </w:r>
      <w:r>
        <w:tab/>
        <w:t>1.013e0</w:t>
      </w:r>
    </w:p>
    <w:p w:rsidR="007B6A46" w:rsidRDefault="007B6A46" w:rsidP="007B6A46">
      <w:r>
        <w:t>270.2403</w:t>
      </w:r>
      <w:r>
        <w:tab/>
        <w:t>3.038e0</w:t>
      </w:r>
    </w:p>
    <w:p w:rsidR="007B6A46" w:rsidRDefault="007B6A46" w:rsidP="007B6A46">
      <w:r>
        <w:lastRenderedPageBreak/>
        <w:t>270.2876</w:t>
      </w:r>
      <w:r>
        <w:tab/>
        <w:t>1.013e0</w:t>
      </w:r>
    </w:p>
    <w:p w:rsidR="007B6A46" w:rsidRDefault="007B6A46" w:rsidP="007B6A46">
      <w:r>
        <w:t>270.3129</w:t>
      </w:r>
      <w:r>
        <w:tab/>
        <w:t>1.013e0</w:t>
      </w:r>
    </w:p>
    <w:p w:rsidR="007B6A46" w:rsidRDefault="007B6A46" w:rsidP="007B6A46">
      <w:r>
        <w:t>270.3179</w:t>
      </w:r>
      <w:r>
        <w:tab/>
        <w:t>1.013e0</w:t>
      </w:r>
    </w:p>
    <w:p w:rsidR="007B6A46" w:rsidRDefault="007B6A46" w:rsidP="007B6A46">
      <w:r>
        <w:t>270.3308</w:t>
      </w:r>
      <w:r>
        <w:tab/>
        <w:t>1.013e0</w:t>
      </w:r>
    </w:p>
    <w:p w:rsidR="007B6A46" w:rsidRDefault="007B6A46" w:rsidP="007B6A46">
      <w:r>
        <w:t>270.3523</w:t>
      </w:r>
      <w:r>
        <w:tab/>
        <w:t>1.013e0</w:t>
      </w:r>
    </w:p>
    <w:p w:rsidR="007B6A46" w:rsidRDefault="007B6A46" w:rsidP="007B6A46">
      <w:r>
        <w:t>270.3617</w:t>
      </w:r>
      <w:r>
        <w:tab/>
        <w:t>2.025e0</w:t>
      </w:r>
    </w:p>
    <w:p w:rsidR="007B6A46" w:rsidRDefault="007B6A46" w:rsidP="007B6A46">
      <w:r>
        <w:t>270.3874</w:t>
      </w:r>
      <w:r>
        <w:tab/>
        <w:t>2.025e0</w:t>
      </w:r>
    </w:p>
    <w:p w:rsidR="007B6A46" w:rsidRDefault="007B6A46" w:rsidP="007B6A46">
      <w:r>
        <w:t>270.4624</w:t>
      </w:r>
      <w:r>
        <w:tab/>
        <w:t>1.013e0</w:t>
      </w:r>
    </w:p>
    <w:p w:rsidR="007B6A46" w:rsidRDefault="007B6A46" w:rsidP="007B6A46">
      <w:r>
        <w:t>270.4709</w:t>
      </w:r>
      <w:r>
        <w:tab/>
        <w:t>1.013e0</w:t>
      </w:r>
    </w:p>
    <w:p w:rsidR="007B6A46" w:rsidRDefault="007B6A46" w:rsidP="007B6A46">
      <w:r>
        <w:t>270.5262</w:t>
      </w:r>
      <w:r>
        <w:tab/>
        <w:t>2.025e0</w:t>
      </w:r>
    </w:p>
    <w:p w:rsidR="007B6A46" w:rsidRDefault="007B6A46" w:rsidP="007B6A46">
      <w:r>
        <w:t>270.5490</w:t>
      </w:r>
      <w:r>
        <w:tab/>
        <w:t>1.013e0</w:t>
      </w:r>
    </w:p>
    <w:p w:rsidR="007B6A46" w:rsidRDefault="007B6A46" w:rsidP="007B6A46">
      <w:r>
        <w:t>270.5721</w:t>
      </w:r>
      <w:r>
        <w:tab/>
        <w:t>1.013e0</w:t>
      </w:r>
    </w:p>
    <w:p w:rsidR="007B6A46" w:rsidRDefault="007B6A46" w:rsidP="007B6A46">
      <w:r>
        <w:t>270.6154</w:t>
      </w:r>
      <w:r>
        <w:tab/>
        <w:t>1.013e0</w:t>
      </w:r>
    </w:p>
    <w:p w:rsidR="007B6A46" w:rsidRDefault="007B6A46" w:rsidP="007B6A46">
      <w:r>
        <w:t>270.6243</w:t>
      </w:r>
      <w:r>
        <w:tab/>
        <w:t>2.025e0</w:t>
      </w:r>
    </w:p>
    <w:p w:rsidR="007B6A46" w:rsidRDefault="007B6A46" w:rsidP="007B6A46">
      <w:r>
        <w:t>270.6461</w:t>
      </w:r>
      <w:r>
        <w:tab/>
        <w:t>1.013e0</w:t>
      </w:r>
    </w:p>
    <w:p w:rsidR="007B6A46" w:rsidRDefault="007B6A46" w:rsidP="007B6A46">
      <w:r>
        <w:t>270.6500</w:t>
      </w:r>
      <w:r>
        <w:tab/>
        <w:t>1.013e0</w:t>
      </w:r>
    </w:p>
    <w:p w:rsidR="007B6A46" w:rsidRDefault="007B6A46" w:rsidP="007B6A46">
      <w:r>
        <w:t>270.6668</w:t>
      </w:r>
      <w:r>
        <w:tab/>
        <w:t>1.013e0</w:t>
      </w:r>
    </w:p>
    <w:p w:rsidR="007B6A46" w:rsidRDefault="007B6A46" w:rsidP="007B6A46">
      <w:r>
        <w:t>270.8164</w:t>
      </w:r>
      <w:r>
        <w:tab/>
        <w:t>1.013e0</w:t>
      </w:r>
    </w:p>
    <w:p w:rsidR="007B6A46" w:rsidRDefault="007B6A46" w:rsidP="007B6A46">
      <w:r>
        <w:t>270.8287</w:t>
      </w:r>
      <w:r>
        <w:tab/>
        <w:t>2.025e0</w:t>
      </w:r>
    </w:p>
    <w:p w:rsidR="007B6A46" w:rsidRDefault="007B6A46" w:rsidP="007B6A46">
      <w:r>
        <w:lastRenderedPageBreak/>
        <w:t>270.8559</w:t>
      </w:r>
      <w:r>
        <w:tab/>
        <w:t>1.013e0</w:t>
      </w:r>
    </w:p>
    <w:p w:rsidR="007B6A46" w:rsidRDefault="007B6A46" w:rsidP="007B6A46">
      <w:r>
        <w:t>270.8602</w:t>
      </w:r>
      <w:r>
        <w:tab/>
        <w:t>1.013e0</w:t>
      </w:r>
    </w:p>
    <w:p w:rsidR="007B6A46" w:rsidRDefault="007B6A46" w:rsidP="007B6A46">
      <w:r>
        <w:t>270.8992</w:t>
      </w:r>
      <w:r>
        <w:tab/>
        <w:t>1.013e0</w:t>
      </w:r>
    </w:p>
    <w:p w:rsidR="007B6A46" w:rsidRDefault="007B6A46" w:rsidP="007B6A46">
      <w:r>
        <w:t>270.9861</w:t>
      </w:r>
      <w:r>
        <w:tab/>
        <w:t>1.013e0</w:t>
      </w:r>
    </w:p>
    <w:p w:rsidR="007B6A46" w:rsidRDefault="007B6A46" w:rsidP="007B6A46">
      <w:r>
        <w:t>270.9907</w:t>
      </w:r>
      <w:r>
        <w:tab/>
        <w:t>1.013e0</w:t>
      </w:r>
    </w:p>
    <w:p w:rsidR="007B6A46" w:rsidRDefault="007B6A46" w:rsidP="007B6A46">
      <w:r>
        <w:t>270.9957</w:t>
      </w:r>
      <w:r>
        <w:tab/>
        <w:t>1.013e0</w:t>
      </w:r>
    </w:p>
    <w:p w:rsidR="007B6A46" w:rsidRDefault="007B6A46" w:rsidP="007B6A46">
      <w:r>
        <w:t>271.0047</w:t>
      </w:r>
      <w:r>
        <w:tab/>
        <w:t>1.013e0</w:t>
      </w:r>
    </w:p>
    <w:p w:rsidR="007B6A46" w:rsidRDefault="007B6A46" w:rsidP="007B6A46">
      <w:r>
        <w:t>271.0306</w:t>
      </w:r>
      <w:r>
        <w:tab/>
        <w:t>1.013e0</w:t>
      </w:r>
    </w:p>
    <w:p w:rsidR="007B6A46" w:rsidRDefault="007B6A46" w:rsidP="007B6A46">
      <w:r>
        <w:t>271.0610</w:t>
      </w:r>
      <w:r>
        <w:tab/>
        <w:t>1.013e0</w:t>
      </w:r>
    </w:p>
    <w:p w:rsidR="007B6A46" w:rsidRDefault="007B6A46" w:rsidP="007B6A46">
      <w:r>
        <w:t>271.0711</w:t>
      </w:r>
      <w:r>
        <w:tab/>
        <w:t>4.051e0</w:t>
      </w:r>
    </w:p>
    <w:p w:rsidR="007B6A46" w:rsidRDefault="007B6A46" w:rsidP="007B6A46">
      <w:r>
        <w:t>271.0748</w:t>
      </w:r>
      <w:r>
        <w:tab/>
        <w:t>1.013e0</w:t>
      </w:r>
    </w:p>
    <w:p w:rsidR="007B6A46" w:rsidRDefault="007B6A46" w:rsidP="007B6A46">
      <w:r>
        <w:t>271.0886</w:t>
      </w:r>
      <w:r>
        <w:tab/>
        <w:t>2.025e0</w:t>
      </w:r>
    </w:p>
    <w:p w:rsidR="007B6A46" w:rsidRDefault="007B6A46" w:rsidP="007B6A46">
      <w:r>
        <w:t>271.1214</w:t>
      </w:r>
      <w:r>
        <w:tab/>
        <w:t>1.013e0</w:t>
      </w:r>
    </w:p>
    <w:p w:rsidR="007B6A46" w:rsidRDefault="007B6A46" w:rsidP="007B6A46">
      <w:r>
        <w:t>271.1525</w:t>
      </w:r>
      <w:r>
        <w:tab/>
        <w:t>1.013e0</w:t>
      </w:r>
    </w:p>
    <w:p w:rsidR="007B6A46" w:rsidRDefault="007B6A46" w:rsidP="007B6A46">
      <w:r>
        <w:t>271.1758</w:t>
      </w:r>
      <w:r>
        <w:tab/>
        <w:t>1.013e0</w:t>
      </w:r>
    </w:p>
    <w:p w:rsidR="007B6A46" w:rsidRDefault="007B6A46" w:rsidP="007B6A46">
      <w:r>
        <w:t>271.1882</w:t>
      </w:r>
      <w:r>
        <w:tab/>
        <w:t>4.051e0</w:t>
      </w:r>
    </w:p>
    <w:p w:rsidR="007B6A46" w:rsidRDefault="007B6A46" w:rsidP="007B6A46">
      <w:r>
        <w:t>271.1915</w:t>
      </w:r>
      <w:r>
        <w:tab/>
        <w:t>1.013e0</w:t>
      </w:r>
    </w:p>
    <w:p w:rsidR="007B6A46" w:rsidRDefault="007B6A46" w:rsidP="007B6A46">
      <w:r>
        <w:t>271.2008</w:t>
      </w:r>
      <w:r>
        <w:tab/>
        <w:t>1.013e0</w:t>
      </w:r>
    </w:p>
    <w:p w:rsidR="007B6A46" w:rsidRDefault="007B6A46" w:rsidP="007B6A46">
      <w:r>
        <w:t>271.2054</w:t>
      </w:r>
      <w:r>
        <w:tab/>
        <w:t>1.013e0</w:t>
      </w:r>
    </w:p>
    <w:p w:rsidR="007B6A46" w:rsidRDefault="007B6A46" w:rsidP="007B6A46">
      <w:r>
        <w:lastRenderedPageBreak/>
        <w:t>271.2404</w:t>
      </w:r>
      <w:r>
        <w:tab/>
        <w:t>1.013e0</w:t>
      </w:r>
    </w:p>
    <w:p w:rsidR="007B6A46" w:rsidRDefault="007B6A46" w:rsidP="007B6A46">
      <w:r>
        <w:t>271.2454</w:t>
      </w:r>
      <w:r>
        <w:tab/>
        <w:t>1.013e0</w:t>
      </w:r>
    </w:p>
    <w:p w:rsidR="007B6A46" w:rsidRDefault="007B6A46" w:rsidP="007B6A46">
      <w:r>
        <w:t>271.2516</w:t>
      </w:r>
      <w:r>
        <w:tab/>
        <w:t>2.025e0</w:t>
      </w:r>
    </w:p>
    <w:p w:rsidR="007B6A46" w:rsidRDefault="007B6A46" w:rsidP="007B6A46">
      <w:r>
        <w:t>271.2808</w:t>
      </w:r>
      <w:r>
        <w:tab/>
        <w:t>1.013e0</w:t>
      </w:r>
    </w:p>
    <w:p w:rsidR="007B6A46" w:rsidRDefault="007B6A46" w:rsidP="007B6A46">
      <w:r>
        <w:t>271.2851</w:t>
      </w:r>
      <w:r>
        <w:tab/>
        <w:t>1.013e0</w:t>
      </w:r>
    </w:p>
    <w:p w:rsidR="007B6A46" w:rsidRDefault="007B6A46" w:rsidP="007B6A46">
      <w:r>
        <w:t>271.2890</w:t>
      </w:r>
      <w:r>
        <w:tab/>
        <w:t>2.025e0</w:t>
      </w:r>
    </w:p>
    <w:p w:rsidR="007B6A46" w:rsidRDefault="007B6A46" w:rsidP="007B6A46">
      <w:r>
        <w:t>271.3281</w:t>
      </w:r>
      <w:r>
        <w:tab/>
        <w:t>1.013e0</w:t>
      </w:r>
    </w:p>
    <w:p w:rsidR="007B6A46" w:rsidRDefault="007B6A46" w:rsidP="007B6A46">
      <w:r>
        <w:t>271.4157</w:t>
      </w:r>
      <w:r>
        <w:tab/>
        <w:t>1.013e0</w:t>
      </w:r>
    </w:p>
    <w:p w:rsidR="007B6A46" w:rsidRDefault="007B6A46" w:rsidP="007B6A46">
      <w:r>
        <w:t>271.4408</w:t>
      </w:r>
      <w:r>
        <w:tab/>
        <w:t>1.013e0</w:t>
      </w:r>
    </w:p>
    <w:p w:rsidR="007B6A46" w:rsidRDefault="007B6A46" w:rsidP="007B6A46">
      <w:r>
        <w:t>271.4683</w:t>
      </w:r>
      <w:r>
        <w:tab/>
        <w:t>1.013e0</w:t>
      </w:r>
    </w:p>
    <w:p w:rsidR="007B6A46" w:rsidRDefault="007B6A46" w:rsidP="007B6A46">
      <w:r>
        <w:t>271.4724</w:t>
      </w:r>
      <w:r>
        <w:tab/>
        <w:t>1.013e0</w:t>
      </w:r>
    </w:p>
    <w:p w:rsidR="007B6A46" w:rsidRDefault="007B6A46" w:rsidP="007B6A46">
      <w:r>
        <w:t>271.5301</w:t>
      </w:r>
      <w:r>
        <w:tab/>
        <w:t>1.013e0</w:t>
      </w:r>
    </w:p>
    <w:p w:rsidR="007B6A46" w:rsidRDefault="007B6A46" w:rsidP="007B6A46">
      <w:r>
        <w:t>271.5344</w:t>
      </w:r>
      <w:r>
        <w:tab/>
        <w:t>1.013e0</w:t>
      </w:r>
    </w:p>
    <w:p w:rsidR="007B6A46" w:rsidRDefault="007B6A46" w:rsidP="007B6A46">
      <w:r>
        <w:t>271.5607</w:t>
      </w:r>
      <w:r>
        <w:tab/>
        <w:t>1.013e0</w:t>
      </w:r>
    </w:p>
    <w:p w:rsidR="007B6A46" w:rsidRDefault="007B6A46" w:rsidP="007B6A46">
      <w:r>
        <w:t>271.5692</w:t>
      </w:r>
      <w:r>
        <w:tab/>
        <w:t>2.025e0</w:t>
      </w:r>
    </w:p>
    <w:p w:rsidR="007B6A46" w:rsidRDefault="007B6A46" w:rsidP="007B6A46">
      <w:r>
        <w:t>271.5775</w:t>
      </w:r>
      <w:r>
        <w:tab/>
        <w:t>1.013e0</w:t>
      </w:r>
    </w:p>
    <w:p w:rsidR="007B6A46" w:rsidRDefault="007B6A46" w:rsidP="007B6A46">
      <w:r>
        <w:t>271.6165</w:t>
      </w:r>
      <w:r>
        <w:tab/>
        <w:t>1.013e0</w:t>
      </w:r>
    </w:p>
    <w:p w:rsidR="007B6A46" w:rsidRDefault="007B6A46" w:rsidP="007B6A46">
      <w:r>
        <w:t>271.6205</w:t>
      </w:r>
      <w:r>
        <w:tab/>
        <w:t>2.025e0</w:t>
      </w:r>
    </w:p>
    <w:p w:rsidR="007B6A46" w:rsidRDefault="007B6A46" w:rsidP="007B6A46">
      <w:r>
        <w:t>271.6558</w:t>
      </w:r>
      <w:r>
        <w:tab/>
        <w:t>1.013e0</w:t>
      </w:r>
    </w:p>
    <w:p w:rsidR="007B6A46" w:rsidRDefault="007B6A46" w:rsidP="007B6A46">
      <w:r>
        <w:lastRenderedPageBreak/>
        <w:t>271.6612</w:t>
      </w:r>
      <w:r>
        <w:tab/>
        <w:t>2.025e0</w:t>
      </w:r>
    </w:p>
    <w:p w:rsidR="007B6A46" w:rsidRDefault="007B6A46" w:rsidP="007B6A46">
      <w:r>
        <w:t>271.6786</w:t>
      </w:r>
      <w:r>
        <w:tab/>
        <w:t>1.013e0</w:t>
      </w:r>
    </w:p>
    <w:p w:rsidR="007B6A46" w:rsidRDefault="007B6A46" w:rsidP="007B6A46">
      <w:r>
        <w:t>271.7112</w:t>
      </w:r>
      <w:r>
        <w:tab/>
        <w:t>2.025e0</w:t>
      </w:r>
    </w:p>
    <w:p w:rsidR="007B6A46" w:rsidRDefault="007B6A46" w:rsidP="007B6A46">
      <w:r>
        <w:t>271.7563</w:t>
      </w:r>
      <w:r>
        <w:tab/>
        <w:t>1.013e0</w:t>
      </w:r>
    </w:p>
    <w:p w:rsidR="007B6A46" w:rsidRDefault="007B6A46" w:rsidP="007B6A46">
      <w:r>
        <w:t>271.8359</w:t>
      </w:r>
      <w:r>
        <w:tab/>
        <w:t>1.013e0</w:t>
      </w:r>
    </w:p>
    <w:p w:rsidR="007B6A46" w:rsidRDefault="007B6A46" w:rsidP="007B6A46">
      <w:r>
        <w:t>271.8654</w:t>
      </w:r>
      <w:r>
        <w:tab/>
        <w:t>3.038e0</w:t>
      </w:r>
    </w:p>
    <w:p w:rsidR="007B6A46" w:rsidRDefault="007B6A46" w:rsidP="007B6A46">
      <w:r>
        <w:t>271.8665</w:t>
      </w:r>
      <w:r>
        <w:tab/>
        <w:t>2.025e0</w:t>
      </w:r>
    </w:p>
    <w:p w:rsidR="007B6A46" w:rsidRDefault="007B6A46" w:rsidP="007B6A46">
      <w:r>
        <w:t>271.9460</w:t>
      </w:r>
      <w:r>
        <w:tab/>
        <w:t>1.013e0</w:t>
      </w:r>
    </w:p>
    <w:p w:rsidR="007B6A46" w:rsidRDefault="007B6A46" w:rsidP="007B6A46">
      <w:r>
        <w:t>271.9672</w:t>
      </w:r>
      <w:r>
        <w:tab/>
        <w:t>1.013e0</w:t>
      </w:r>
    </w:p>
    <w:p w:rsidR="007B6A46" w:rsidRDefault="007B6A46" w:rsidP="007B6A46">
      <w:r>
        <w:t>271.9706</w:t>
      </w:r>
      <w:r>
        <w:tab/>
        <w:t>1.013e0</w:t>
      </w:r>
    </w:p>
    <w:p w:rsidR="007B6A46" w:rsidRDefault="007B6A46" w:rsidP="007B6A46">
      <w:r>
        <w:t>271.9811</w:t>
      </w:r>
      <w:r>
        <w:tab/>
        <w:t>1.013e0</w:t>
      </w:r>
    </w:p>
    <w:p w:rsidR="007B6A46" w:rsidRDefault="007B6A46" w:rsidP="007B6A46">
      <w:r>
        <w:t>271.9937</w:t>
      </w:r>
      <w:r>
        <w:tab/>
        <w:t>1.013e0</w:t>
      </w:r>
    </w:p>
    <w:p w:rsidR="007B6A46" w:rsidRDefault="007B6A46" w:rsidP="007B6A46">
      <w:r>
        <w:t>272.0162</w:t>
      </w:r>
      <w:r>
        <w:tab/>
        <w:t>1.013e0</w:t>
      </w:r>
    </w:p>
    <w:p w:rsidR="007B6A46" w:rsidRDefault="007B6A46" w:rsidP="007B6A46">
      <w:r>
        <w:t>272.0249</w:t>
      </w:r>
      <w:r>
        <w:tab/>
        <w:t>1.013e0</w:t>
      </w:r>
    </w:p>
    <w:p w:rsidR="007B6A46" w:rsidRDefault="007B6A46" w:rsidP="007B6A46">
      <w:r>
        <w:t>272.0289</w:t>
      </w:r>
      <w:r>
        <w:tab/>
        <w:t>2.025e0</w:t>
      </w:r>
    </w:p>
    <w:p w:rsidR="007B6A46" w:rsidRDefault="007B6A46" w:rsidP="007B6A46">
      <w:r>
        <w:t>272.0333</w:t>
      </w:r>
      <w:r>
        <w:tab/>
        <w:t>1.013e0</w:t>
      </w:r>
    </w:p>
    <w:p w:rsidR="007B6A46" w:rsidRDefault="007B6A46" w:rsidP="007B6A46">
      <w:r>
        <w:t>272.0558</w:t>
      </w:r>
      <w:r>
        <w:tab/>
        <w:t>1.013e0</w:t>
      </w:r>
    </w:p>
    <w:p w:rsidR="007B6A46" w:rsidRDefault="007B6A46" w:rsidP="007B6A46">
      <w:r>
        <w:t>272.0758</w:t>
      </w:r>
      <w:r>
        <w:tab/>
        <w:t>1.013e0</w:t>
      </w:r>
    </w:p>
    <w:p w:rsidR="007B6A46" w:rsidRDefault="007B6A46" w:rsidP="007B6A46">
      <w:r>
        <w:t>272.0793</w:t>
      </w:r>
      <w:r>
        <w:tab/>
        <w:t>2.025e0</w:t>
      </w:r>
    </w:p>
    <w:p w:rsidR="007B6A46" w:rsidRDefault="007B6A46" w:rsidP="007B6A46">
      <w:r>
        <w:lastRenderedPageBreak/>
        <w:t>272.0913</w:t>
      </w:r>
      <w:r>
        <w:tab/>
        <w:t>1.013e0</w:t>
      </w:r>
    </w:p>
    <w:p w:rsidR="007B6A46" w:rsidRDefault="007B6A46" w:rsidP="007B6A46">
      <w:r>
        <w:t>272.1425</w:t>
      </w:r>
      <w:r>
        <w:tab/>
        <w:t>2.025e0</w:t>
      </w:r>
    </w:p>
    <w:p w:rsidR="007B6A46" w:rsidRDefault="007B6A46" w:rsidP="007B6A46">
      <w:r>
        <w:t>272.1693</w:t>
      </w:r>
      <w:r>
        <w:tab/>
        <w:t>2.025e0</w:t>
      </w:r>
    </w:p>
    <w:p w:rsidR="007B6A46" w:rsidRDefault="007B6A46" w:rsidP="007B6A46">
      <w:r>
        <w:t>272.1772</w:t>
      </w:r>
      <w:r>
        <w:tab/>
        <w:t>1.013e0</w:t>
      </w:r>
    </w:p>
    <w:p w:rsidR="007B6A46" w:rsidRDefault="007B6A46" w:rsidP="007B6A46">
      <w:r>
        <w:t>272.1845</w:t>
      </w:r>
      <w:r>
        <w:tab/>
        <w:t>2.025e0</w:t>
      </w:r>
    </w:p>
    <w:p w:rsidR="007B6A46" w:rsidRDefault="007B6A46" w:rsidP="007B6A46">
      <w:r>
        <w:t>272.2042</w:t>
      </w:r>
      <w:r>
        <w:tab/>
        <w:t>1.013e0</w:t>
      </w:r>
    </w:p>
    <w:p w:rsidR="007B6A46" w:rsidRDefault="007B6A46" w:rsidP="007B6A46">
      <w:r>
        <w:t>272.2083</w:t>
      </w:r>
      <w:r>
        <w:tab/>
        <w:t>2.025e0</w:t>
      </w:r>
    </w:p>
    <w:p w:rsidR="007B6A46" w:rsidRDefault="007B6A46" w:rsidP="007B6A46">
      <w:r>
        <w:t>272.2279</w:t>
      </w:r>
      <w:r>
        <w:tab/>
        <w:t>2.025e0</w:t>
      </w:r>
    </w:p>
    <w:p w:rsidR="007B6A46" w:rsidRDefault="007B6A46" w:rsidP="007B6A46">
      <w:r>
        <w:t>272.2433</w:t>
      </w:r>
      <w:r>
        <w:tab/>
        <w:t>1.013e0</w:t>
      </w:r>
    </w:p>
    <w:p w:rsidR="007B6A46" w:rsidRDefault="007B6A46" w:rsidP="007B6A46">
      <w:r>
        <w:t>272.2867</w:t>
      </w:r>
      <w:r>
        <w:tab/>
        <w:t>1.013e0</w:t>
      </w:r>
    </w:p>
    <w:p w:rsidR="007B6A46" w:rsidRDefault="007B6A46" w:rsidP="007B6A46">
      <w:r>
        <w:t>272.3139</w:t>
      </w:r>
      <w:r>
        <w:tab/>
        <w:t>1.013e0</w:t>
      </w:r>
    </w:p>
    <w:p w:rsidR="007B6A46" w:rsidRDefault="007B6A46" w:rsidP="007B6A46">
      <w:r>
        <w:t>272.3179</w:t>
      </w:r>
      <w:r>
        <w:tab/>
        <w:t>1.013e0</w:t>
      </w:r>
    </w:p>
    <w:p w:rsidR="007B6A46" w:rsidRDefault="007B6A46" w:rsidP="007B6A46">
      <w:r>
        <w:t>272.4622</w:t>
      </w:r>
      <w:r>
        <w:tab/>
        <w:t>1.013e0</w:t>
      </w:r>
    </w:p>
    <w:p w:rsidR="007B6A46" w:rsidRDefault="007B6A46" w:rsidP="007B6A46">
      <w:r>
        <w:t>272.4849</w:t>
      </w:r>
      <w:r>
        <w:tab/>
        <w:t>1.013e0</w:t>
      </w:r>
    </w:p>
    <w:p w:rsidR="007B6A46" w:rsidRDefault="007B6A46" w:rsidP="007B6A46">
      <w:r>
        <w:t>272.5024</w:t>
      </w:r>
      <w:r>
        <w:tab/>
        <w:t>2.025e0</w:t>
      </w:r>
    </w:p>
    <w:p w:rsidR="007B6A46" w:rsidRDefault="007B6A46" w:rsidP="007B6A46">
      <w:r>
        <w:t>272.5674</w:t>
      </w:r>
      <w:r>
        <w:tab/>
        <w:t>2.025e0</w:t>
      </w:r>
    </w:p>
    <w:p w:rsidR="007B6A46" w:rsidRDefault="007B6A46" w:rsidP="007B6A46">
      <w:r>
        <w:t>272.6027</w:t>
      </w:r>
      <w:r>
        <w:tab/>
        <w:t>1.013e0</w:t>
      </w:r>
    </w:p>
    <w:p w:rsidR="007B6A46" w:rsidRDefault="007B6A46" w:rsidP="007B6A46">
      <w:r>
        <w:t>272.6078</w:t>
      </w:r>
      <w:r>
        <w:tab/>
        <w:t>1.013e0</w:t>
      </w:r>
    </w:p>
    <w:p w:rsidR="007B6A46" w:rsidRDefault="007B6A46" w:rsidP="007B6A46">
      <w:r>
        <w:t>272.6337</w:t>
      </w:r>
      <w:r>
        <w:tab/>
        <w:t>1.013e0</w:t>
      </w:r>
    </w:p>
    <w:p w:rsidR="007B6A46" w:rsidRDefault="007B6A46" w:rsidP="007B6A46">
      <w:r>
        <w:lastRenderedPageBreak/>
        <w:t>272.6838</w:t>
      </w:r>
      <w:r>
        <w:tab/>
        <w:t>4.051e0</w:t>
      </w:r>
    </w:p>
    <w:p w:rsidR="007B6A46" w:rsidRDefault="007B6A46" w:rsidP="007B6A46">
      <w:r>
        <w:t>272.6959</w:t>
      </w:r>
      <w:r>
        <w:tab/>
        <w:t>1.013e0</w:t>
      </w:r>
    </w:p>
    <w:p w:rsidR="007B6A46" w:rsidRDefault="007B6A46" w:rsidP="007B6A46">
      <w:r>
        <w:t>272.7035</w:t>
      </w:r>
      <w:r>
        <w:tab/>
        <w:t>3.038e0</w:t>
      </w:r>
    </w:p>
    <w:p w:rsidR="007B6A46" w:rsidRDefault="007B6A46" w:rsidP="007B6A46">
      <w:r>
        <w:t>272.7928</w:t>
      </w:r>
      <w:r>
        <w:tab/>
        <w:t>1.013e0</w:t>
      </w:r>
    </w:p>
    <w:p w:rsidR="007B6A46" w:rsidRDefault="007B6A46" w:rsidP="007B6A46">
      <w:r>
        <w:t>272.8186</w:t>
      </w:r>
      <w:r>
        <w:tab/>
        <w:t>1.013e0</w:t>
      </w:r>
    </w:p>
    <w:p w:rsidR="007B6A46" w:rsidRDefault="007B6A46" w:rsidP="007B6A46">
      <w:r>
        <w:t>272.8343</w:t>
      </w:r>
      <w:r>
        <w:tab/>
        <w:t>2.025e0</w:t>
      </w:r>
    </w:p>
    <w:p w:rsidR="007B6A46" w:rsidRDefault="007B6A46" w:rsidP="007B6A46">
      <w:r>
        <w:t>272.8583</w:t>
      </w:r>
      <w:r>
        <w:tab/>
        <w:t>1.013e0</w:t>
      </w:r>
    </w:p>
    <w:p w:rsidR="007B6A46" w:rsidRDefault="007B6A46" w:rsidP="007B6A46">
      <w:r>
        <w:t>272.8714</w:t>
      </w:r>
      <w:r>
        <w:tab/>
        <w:t>1.013e0</w:t>
      </w:r>
    </w:p>
    <w:p w:rsidR="007B6A46" w:rsidRDefault="007B6A46" w:rsidP="007B6A46">
      <w:r>
        <w:t>272.9198</w:t>
      </w:r>
      <w:r>
        <w:tab/>
        <w:t>2.025e0</w:t>
      </w:r>
    </w:p>
    <w:p w:rsidR="007B6A46" w:rsidRDefault="007B6A46" w:rsidP="007B6A46">
      <w:r>
        <w:t>272.9334</w:t>
      </w:r>
      <w:r>
        <w:tab/>
        <w:t>2.025e0</w:t>
      </w:r>
    </w:p>
    <w:p w:rsidR="007B6A46" w:rsidRDefault="007B6A46" w:rsidP="007B6A46">
      <w:r>
        <w:t>272.9542</w:t>
      </w:r>
      <w:r>
        <w:tab/>
        <w:t>1.013e0</w:t>
      </w:r>
    </w:p>
    <w:p w:rsidR="007B6A46" w:rsidRDefault="007B6A46" w:rsidP="007B6A46">
      <w:r>
        <w:t>272.9722</w:t>
      </w:r>
      <w:r>
        <w:tab/>
        <w:t>1.013e0</w:t>
      </w:r>
    </w:p>
    <w:p w:rsidR="007B6A46" w:rsidRDefault="007B6A46" w:rsidP="007B6A46">
      <w:r>
        <w:t>272.9854</w:t>
      </w:r>
      <w:r>
        <w:tab/>
        <w:t>2.025e0</w:t>
      </w:r>
    </w:p>
    <w:p w:rsidR="007B6A46" w:rsidRDefault="007B6A46" w:rsidP="007B6A46">
      <w:r>
        <w:t>272.9891</w:t>
      </w:r>
      <w:r>
        <w:tab/>
        <w:t>2.025e0</w:t>
      </w:r>
    </w:p>
    <w:p w:rsidR="007B6A46" w:rsidRDefault="007B6A46" w:rsidP="007B6A46">
      <w:r>
        <w:t>273.0034</w:t>
      </w:r>
      <w:r>
        <w:tab/>
        <w:t>1.013e0</w:t>
      </w:r>
    </w:p>
    <w:p w:rsidR="007B6A46" w:rsidRDefault="007B6A46" w:rsidP="007B6A46">
      <w:r>
        <w:t>273.0077</w:t>
      </w:r>
      <w:r>
        <w:tab/>
        <w:t>2.025e0</w:t>
      </w:r>
    </w:p>
    <w:p w:rsidR="007B6A46" w:rsidRDefault="007B6A46" w:rsidP="007B6A46">
      <w:r>
        <w:t>273.0270</w:t>
      </w:r>
      <w:r>
        <w:tab/>
        <w:t>3.038e0</w:t>
      </w:r>
    </w:p>
    <w:p w:rsidR="007B6A46" w:rsidRDefault="007B6A46" w:rsidP="007B6A46">
      <w:r>
        <w:t>273.0296</w:t>
      </w:r>
      <w:r>
        <w:tab/>
        <w:t>1.013e0</w:t>
      </w:r>
    </w:p>
    <w:p w:rsidR="007B6A46" w:rsidRDefault="007B6A46" w:rsidP="007B6A46">
      <w:r>
        <w:t>273.0526</w:t>
      </w:r>
      <w:r>
        <w:tab/>
        <w:t>2.025e0</w:t>
      </w:r>
    </w:p>
    <w:p w:rsidR="007B6A46" w:rsidRDefault="007B6A46" w:rsidP="007B6A46">
      <w:r>
        <w:lastRenderedPageBreak/>
        <w:t>273.0856</w:t>
      </w:r>
      <w:r>
        <w:tab/>
        <w:t>1.013e0</w:t>
      </w:r>
    </w:p>
    <w:p w:rsidR="007B6A46" w:rsidRDefault="007B6A46" w:rsidP="007B6A46">
      <w:r>
        <w:t>273.0894</w:t>
      </w:r>
      <w:r>
        <w:tab/>
        <w:t>1.013e0</w:t>
      </w:r>
    </w:p>
    <w:p w:rsidR="007B6A46" w:rsidRDefault="007B6A46" w:rsidP="007B6A46">
      <w:r>
        <w:t>273.1302</w:t>
      </w:r>
      <w:r>
        <w:tab/>
        <w:t>2.025e0</w:t>
      </w:r>
    </w:p>
    <w:p w:rsidR="007B6A46" w:rsidRDefault="007B6A46" w:rsidP="007B6A46">
      <w:r>
        <w:t>273.1367</w:t>
      </w:r>
      <w:r>
        <w:tab/>
        <w:t>2.025e0</w:t>
      </w:r>
    </w:p>
    <w:p w:rsidR="007B6A46" w:rsidRDefault="007B6A46" w:rsidP="007B6A46">
      <w:r>
        <w:t>273.1482</w:t>
      </w:r>
      <w:r>
        <w:tab/>
        <w:t>1.013e0</w:t>
      </w:r>
    </w:p>
    <w:p w:rsidR="007B6A46" w:rsidRDefault="007B6A46" w:rsidP="007B6A46">
      <w:r>
        <w:t>273.1695</w:t>
      </w:r>
      <w:r>
        <w:tab/>
        <w:t>3.038e0</w:t>
      </w:r>
    </w:p>
    <w:p w:rsidR="007B6A46" w:rsidRDefault="007B6A46" w:rsidP="007B6A46">
      <w:r>
        <w:t>273.1711</w:t>
      </w:r>
      <w:r>
        <w:tab/>
        <w:t>5.650e0</w:t>
      </w:r>
    </w:p>
    <w:p w:rsidR="007B6A46" w:rsidRDefault="007B6A46" w:rsidP="007B6A46">
      <w:r>
        <w:t>273.1729</w:t>
      </w:r>
      <w:r>
        <w:tab/>
        <w:t>3.038e0</w:t>
      </w:r>
    </w:p>
    <w:p w:rsidR="007B6A46" w:rsidRDefault="007B6A46" w:rsidP="007B6A46">
      <w:r>
        <w:t>273.1753</w:t>
      </w:r>
      <w:r>
        <w:tab/>
        <w:t>1.013e0</w:t>
      </w:r>
    </w:p>
    <w:p w:rsidR="007B6A46" w:rsidRDefault="007B6A46" w:rsidP="007B6A46">
      <w:r>
        <w:t>273.2184</w:t>
      </w:r>
      <w:r>
        <w:tab/>
        <w:t>1.013e0</w:t>
      </w:r>
    </w:p>
    <w:p w:rsidR="007B6A46" w:rsidRDefault="007B6A46" w:rsidP="007B6A46">
      <w:r>
        <w:t>273.2220</w:t>
      </w:r>
      <w:r>
        <w:tab/>
        <w:t>2.025e0</w:t>
      </w:r>
    </w:p>
    <w:p w:rsidR="007B6A46" w:rsidRDefault="007B6A46" w:rsidP="007B6A46">
      <w:r>
        <w:t>273.2354</w:t>
      </w:r>
      <w:r>
        <w:tab/>
        <w:t>2.025e0</w:t>
      </w:r>
    </w:p>
    <w:p w:rsidR="007B6A46" w:rsidRDefault="007B6A46" w:rsidP="007B6A46">
      <w:r>
        <w:t>273.2992</w:t>
      </w:r>
      <w:r>
        <w:tab/>
        <w:t>2.025e0</w:t>
      </w:r>
    </w:p>
    <w:p w:rsidR="007B6A46" w:rsidRDefault="007B6A46" w:rsidP="007B6A46">
      <w:r>
        <w:t>273.3936</w:t>
      </w:r>
      <w:r>
        <w:tab/>
        <w:t>1.013e0</w:t>
      </w:r>
    </w:p>
    <w:p w:rsidR="007B6A46" w:rsidRDefault="007B6A46" w:rsidP="007B6A46">
      <w:r>
        <w:t>273.5421</w:t>
      </w:r>
      <w:r>
        <w:tab/>
        <w:t>2.025e0</w:t>
      </w:r>
    </w:p>
    <w:p w:rsidR="007B6A46" w:rsidRDefault="007B6A46" w:rsidP="007B6A46">
      <w:r>
        <w:t>273.5756</w:t>
      </w:r>
      <w:r>
        <w:tab/>
        <w:t>2.025e0</w:t>
      </w:r>
    </w:p>
    <w:p w:rsidR="007B6A46" w:rsidRDefault="007B6A46" w:rsidP="007B6A46">
      <w:r>
        <w:t>273.6087</w:t>
      </w:r>
      <w:r>
        <w:tab/>
        <w:t>1.013e0</w:t>
      </w:r>
    </w:p>
    <w:p w:rsidR="007B6A46" w:rsidRDefault="007B6A46" w:rsidP="007B6A46">
      <w:r>
        <w:t>273.6280</w:t>
      </w:r>
      <w:r>
        <w:tab/>
        <w:t>1.013e0</w:t>
      </w:r>
    </w:p>
    <w:p w:rsidR="007B6A46" w:rsidRDefault="007B6A46" w:rsidP="007B6A46">
      <w:r>
        <w:t>273.6533</w:t>
      </w:r>
      <w:r>
        <w:tab/>
        <w:t>1.013e0</w:t>
      </w:r>
    </w:p>
    <w:p w:rsidR="007B6A46" w:rsidRDefault="007B6A46" w:rsidP="007B6A46">
      <w:r>
        <w:lastRenderedPageBreak/>
        <w:t>273.6631</w:t>
      </w:r>
      <w:r>
        <w:tab/>
        <w:t>1.013e0</w:t>
      </w:r>
    </w:p>
    <w:p w:rsidR="007B6A46" w:rsidRDefault="007B6A46" w:rsidP="007B6A46">
      <w:r>
        <w:t>273.7057</w:t>
      </w:r>
      <w:r>
        <w:tab/>
        <w:t>1.013e0</w:t>
      </w:r>
    </w:p>
    <w:p w:rsidR="007B6A46" w:rsidRDefault="007B6A46" w:rsidP="007B6A46">
      <w:r>
        <w:t>273.7586</w:t>
      </w:r>
      <w:r>
        <w:tab/>
        <w:t>1.013e0</w:t>
      </w:r>
    </w:p>
    <w:p w:rsidR="007B6A46" w:rsidRDefault="007B6A46" w:rsidP="007B6A46">
      <w:r>
        <w:t>273.7764</w:t>
      </w:r>
      <w:r>
        <w:tab/>
        <w:t>1.013e0</w:t>
      </w:r>
    </w:p>
    <w:p w:rsidR="007B6A46" w:rsidRDefault="007B6A46" w:rsidP="007B6A46">
      <w:r>
        <w:t>273.8156</w:t>
      </w:r>
      <w:r>
        <w:tab/>
        <w:t>1.013e0</w:t>
      </w:r>
    </w:p>
    <w:p w:rsidR="007B6A46" w:rsidRDefault="007B6A46" w:rsidP="007B6A46">
      <w:r>
        <w:t>273.8346</w:t>
      </w:r>
      <w:r>
        <w:tab/>
        <w:t>2.025e0</w:t>
      </w:r>
    </w:p>
    <w:p w:rsidR="007B6A46" w:rsidRDefault="007B6A46" w:rsidP="007B6A46">
      <w:r>
        <w:t>273.8900</w:t>
      </w:r>
      <w:r>
        <w:tab/>
        <w:t>1.013e0</w:t>
      </w:r>
    </w:p>
    <w:p w:rsidR="007B6A46" w:rsidRDefault="007B6A46" w:rsidP="007B6A46">
      <w:r>
        <w:t>273.9209</w:t>
      </w:r>
      <w:r>
        <w:tab/>
        <w:t>2.025e0</w:t>
      </w:r>
    </w:p>
    <w:p w:rsidR="007B6A46" w:rsidRDefault="007B6A46" w:rsidP="007B6A46">
      <w:r>
        <w:t>273.9481</w:t>
      </w:r>
      <w:r>
        <w:tab/>
        <w:t>1.013e0</w:t>
      </w:r>
    </w:p>
    <w:p w:rsidR="007B6A46" w:rsidRDefault="007B6A46" w:rsidP="007B6A46">
      <w:r>
        <w:t>274.0011</w:t>
      </w:r>
      <w:r>
        <w:tab/>
        <w:t>6.076e0</w:t>
      </w:r>
    </w:p>
    <w:p w:rsidR="007B6A46" w:rsidRDefault="007B6A46" w:rsidP="007B6A46">
      <w:r>
        <w:t>274.0120</w:t>
      </w:r>
      <w:r>
        <w:tab/>
        <w:t>2.025e0</w:t>
      </w:r>
    </w:p>
    <w:p w:rsidR="007B6A46" w:rsidRDefault="007B6A46" w:rsidP="007B6A46">
      <w:r>
        <w:t>274.0143</w:t>
      </w:r>
      <w:r>
        <w:tab/>
        <w:t>1.013e0</w:t>
      </w:r>
    </w:p>
    <w:p w:rsidR="007B6A46" w:rsidRDefault="007B6A46" w:rsidP="007B6A46">
      <w:r>
        <w:t>274.0535</w:t>
      </w:r>
      <w:r>
        <w:tab/>
        <w:t>1.013e0</w:t>
      </w:r>
    </w:p>
    <w:p w:rsidR="007B6A46" w:rsidRDefault="007B6A46" w:rsidP="007B6A46">
      <w:r>
        <w:t>274.0841</w:t>
      </w:r>
      <w:r>
        <w:tab/>
        <w:t>1.013e0</w:t>
      </w:r>
    </w:p>
    <w:p w:rsidR="007B6A46" w:rsidRDefault="007B6A46" w:rsidP="007B6A46">
      <w:r>
        <w:t>274.0926</w:t>
      </w:r>
      <w:r>
        <w:tab/>
        <w:t>1.013e0</w:t>
      </w:r>
    </w:p>
    <w:p w:rsidR="007B6A46" w:rsidRDefault="007B6A46" w:rsidP="007B6A46">
      <w:r>
        <w:t>274.1045</w:t>
      </w:r>
      <w:r>
        <w:tab/>
        <w:t>3.038e0</w:t>
      </w:r>
    </w:p>
    <w:p w:rsidR="007B6A46" w:rsidRDefault="007B6A46" w:rsidP="007B6A46">
      <w:r>
        <w:t>274.1193</w:t>
      </w:r>
      <w:r>
        <w:tab/>
        <w:t>2.025e0</w:t>
      </w:r>
    </w:p>
    <w:p w:rsidR="007B6A46" w:rsidRDefault="007B6A46" w:rsidP="007B6A46">
      <w:r>
        <w:t>274.1395</w:t>
      </w:r>
      <w:r>
        <w:tab/>
        <w:t>2.025e0</w:t>
      </w:r>
    </w:p>
    <w:p w:rsidR="007B6A46" w:rsidRDefault="007B6A46" w:rsidP="007B6A46">
      <w:r>
        <w:t>274.1589</w:t>
      </w:r>
      <w:r>
        <w:tab/>
        <w:t>2.025e0</w:t>
      </w:r>
    </w:p>
    <w:p w:rsidR="007B6A46" w:rsidRDefault="007B6A46" w:rsidP="007B6A46">
      <w:r>
        <w:lastRenderedPageBreak/>
        <w:t>274.1721</w:t>
      </w:r>
      <w:r>
        <w:tab/>
        <w:t>4.051e0</w:t>
      </w:r>
    </w:p>
    <w:p w:rsidR="007B6A46" w:rsidRDefault="007B6A46" w:rsidP="007B6A46">
      <w:r>
        <w:t>274.1821</w:t>
      </w:r>
      <w:r>
        <w:tab/>
        <w:t>1.013e0</w:t>
      </w:r>
    </w:p>
    <w:p w:rsidR="007B6A46" w:rsidRDefault="007B6A46" w:rsidP="007B6A46">
      <w:r>
        <w:t>274.1941</w:t>
      </w:r>
      <w:r>
        <w:tab/>
        <w:t>1.013e0</w:t>
      </w:r>
    </w:p>
    <w:p w:rsidR="007B6A46" w:rsidRDefault="007B6A46" w:rsidP="007B6A46">
      <w:r>
        <w:t>274.2072</w:t>
      </w:r>
      <w:r>
        <w:tab/>
        <w:t>3.038e0</w:t>
      </w:r>
    </w:p>
    <w:p w:rsidR="007B6A46" w:rsidRDefault="007B6A46" w:rsidP="007B6A46">
      <w:r>
        <w:t>274.2212</w:t>
      </w:r>
      <w:r>
        <w:tab/>
        <w:t>2.025e0</w:t>
      </w:r>
    </w:p>
    <w:p w:rsidR="007B6A46" w:rsidRDefault="007B6A46" w:rsidP="007B6A46">
      <w:r>
        <w:t>274.2292</w:t>
      </w:r>
      <w:r>
        <w:tab/>
        <w:t>1.013e0</w:t>
      </w:r>
    </w:p>
    <w:p w:rsidR="007B6A46" w:rsidRDefault="007B6A46" w:rsidP="007B6A46">
      <w:r>
        <w:t>274.2382</w:t>
      </w:r>
      <w:r>
        <w:tab/>
        <w:t>2.025e0</w:t>
      </w:r>
    </w:p>
    <w:p w:rsidR="007B6A46" w:rsidRDefault="007B6A46" w:rsidP="007B6A46">
      <w:r>
        <w:t>274.2991</w:t>
      </w:r>
      <w:r>
        <w:tab/>
        <w:t>1.013e0</w:t>
      </w:r>
    </w:p>
    <w:p w:rsidR="007B6A46" w:rsidRDefault="007B6A46" w:rsidP="007B6A46">
      <w:r>
        <w:t>274.3081</w:t>
      </w:r>
      <w:r>
        <w:tab/>
        <w:t>1.013e0</w:t>
      </w:r>
    </w:p>
    <w:p w:rsidR="007B6A46" w:rsidRDefault="007B6A46" w:rsidP="007B6A46">
      <w:r>
        <w:t>274.3302</w:t>
      </w:r>
      <w:r>
        <w:tab/>
        <w:t>1.013e0</w:t>
      </w:r>
    </w:p>
    <w:p w:rsidR="007B6A46" w:rsidRDefault="007B6A46" w:rsidP="007B6A46">
      <w:r>
        <w:t>274.3404</w:t>
      </w:r>
      <w:r>
        <w:tab/>
        <w:t>2.025e0</w:t>
      </w:r>
    </w:p>
    <w:p w:rsidR="007B6A46" w:rsidRDefault="007B6A46" w:rsidP="007B6A46">
      <w:r>
        <w:t>274.4005</w:t>
      </w:r>
      <w:r>
        <w:tab/>
        <w:t>1.013e0</w:t>
      </w:r>
    </w:p>
    <w:p w:rsidR="007B6A46" w:rsidRDefault="007B6A46" w:rsidP="007B6A46">
      <w:r>
        <w:t>274.4444</w:t>
      </w:r>
      <w:r>
        <w:tab/>
        <w:t>1.013e0</w:t>
      </w:r>
    </w:p>
    <w:p w:rsidR="007B6A46" w:rsidRDefault="007B6A46" w:rsidP="007B6A46">
      <w:r>
        <w:t>274.4627</w:t>
      </w:r>
      <w:r>
        <w:tab/>
        <w:t>1.013e0</w:t>
      </w:r>
    </w:p>
    <w:p w:rsidR="007B6A46" w:rsidRDefault="007B6A46" w:rsidP="007B6A46">
      <w:r>
        <w:t>274.4801</w:t>
      </w:r>
      <w:r>
        <w:tab/>
        <w:t>1.013e0</w:t>
      </w:r>
    </w:p>
    <w:p w:rsidR="007B6A46" w:rsidRDefault="007B6A46" w:rsidP="007B6A46">
      <w:r>
        <w:t>274.5811</w:t>
      </w:r>
      <w:r>
        <w:tab/>
        <w:t>1.013e0</w:t>
      </w:r>
    </w:p>
    <w:p w:rsidR="007B6A46" w:rsidRDefault="007B6A46" w:rsidP="007B6A46">
      <w:r>
        <w:t>274.6211</w:t>
      </w:r>
      <w:r>
        <w:tab/>
        <w:t>1.013e0</w:t>
      </w:r>
    </w:p>
    <w:p w:rsidR="007B6A46" w:rsidRDefault="007B6A46" w:rsidP="007B6A46">
      <w:r>
        <w:t>274.6465</w:t>
      </w:r>
      <w:r>
        <w:tab/>
        <w:t>1.013e0</w:t>
      </w:r>
    </w:p>
    <w:p w:rsidR="007B6A46" w:rsidRDefault="007B6A46" w:rsidP="007B6A46">
      <w:r>
        <w:t>274.6569</w:t>
      </w:r>
      <w:r>
        <w:tab/>
        <w:t>1.013e0</w:t>
      </w:r>
    </w:p>
    <w:p w:rsidR="007B6A46" w:rsidRDefault="007B6A46" w:rsidP="007B6A46">
      <w:r>
        <w:lastRenderedPageBreak/>
        <w:t>274.6662</w:t>
      </w:r>
      <w:r>
        <w:tab/>
        <w:t>1.013e0</w:t>
      </w:r>
    </w:p>
    <w:p w:rsidR="007B6A46" w:rsidRDefault="007B6A46" w:rsidP="007B6A46">
      <w:r>
        <w:t>274.6872</w:t>
      </w:r>
      <w:r>
        <w:tab/>
        <w:t>1.013e0</w:t>
      </w:r>
    </w:p>
    <w:p w:rsidR="007B6A46" w:rsidRDefault="007B6A46" w:rsidP="007B6A46">
      <w:r>
        <w:t>274.7339</w:t>
      </w:r>
      <w:r>
        <w:tab/>
        <w:t>2.025e0</w:t>
      </w:r>
    </w:p>
    <w:p w:rsidR="007B6A46" w:rsidRDefault="007B6A46" w:rsidP="007B6A46">
      <w:r>
        <w:t>274.7401</w:t>
      </w:r>
      <w:r>
        <w:tab/>
        <w:t>1.013e0</w:t>
      </w:r>
    </w:p>
    <w:p w:rsidR="007B6A46" w:rsidRDefault="007B6A46" w:rsidP="007B6A46">
      <w:r>
        <w:t>274.7529</w:t>
      </w:r>
      <w:r>
        <w:tab/>
        <w:t>1.013e0</w:t>
      </w:r>
    </w:p>
    <w:p w:rsidR="007B6A46" w:rsidRDefault="007B6A46" w:rsidP="007B6A46">
      <w:r>
        <w:t>274.8187</w:t>
      </w:r>
      <w:r>
        <w:tab/>
        <w:t>1.013e0</w:t>
      </w:r>
    </w:p>
    <w:p w:rsidR="007B6A46" w:rsidRDefault="007B6A46" w:rsidP="007B6A46">
      <w:r>
        <w:t>274.8236</w:t>
      </w:r>
      <w:r>
        <w:tab/>
        <w:t>1.013e0</w:t>
      </w:r>
    </w:p>
    <w:p w:rsidR="007B6A46" w:rsidRDefault="007B6A46" w:rsidP="007B6A46">
      <w:r>
        <w:t>274.8376</w:t>
      </w:r>
      <w:r>
        <w:tab/>
        <w:t>1.013e0</w:t>
      </w:r>
    </w:p>
    <w:p w:rsidR="007B6A46" w:rsidRDefault="007B6A46" w:rsidP="007B6A46">
      <w:r>
        <w:t>274.8812</w:t>
      </w:r>
      <w:r>
        <w:tab/>
        <w:t>1.013e0</w:t>
      </w:r>
    </w:p>
    <w:p w:rsidR="007B6A46" w:rsidRDefault="007B6A46" w:rsidP="007B6A46">
      <w:r>
        <w:t>274.9123</w:t>
      </w:r>
      <w:r>
        <w:tab/>
        <w:t>1.013e0</w:t>
      </w:r>
    </w:p>
    <w:p w:rsidR="007B6A46" w:rsidRDefault="007B6A46" w:rsidP="007B6A46">
      <w:r>
        <w:t>274.9182</w:t>
      </w:r>
      <w:r>
        <w:tab/>
        <w:t>2.025e0</w:t>
      </w:r>
    </w:p>
    <w:p w:rsidR="007B6A46" w:rsidRDefault="007B6A46" w:rsidP="007B6A46">
      <w:r>
        <w:t>274.9807</w:t>
      </w:r>
      <w:r>
        <w:tab/>
        <w:t>2.025e0</w:t>
      </w:r>
    </w:p>
    <w:p w:rsidR="007B6A46" w:rsidRDefault="007B6A46" w:rsidP="007B6A46">
      <w:r>
        <w:t>274.9925</w:t>
      </w:r>
      <w:r>
        <w:tab/>
        <w:t>3.038e0</w:t>
      </w:r>
    </w:p>
    <w:p w:rsidR="007B6A46" w:rsidRDefault="007B6A46" w:rsidP="007B6A46">
      <w:r>
        <w:t>275.0001</w:t>
      </w:r>
      <w:r>
        <w:tab/>
        <w:t>1.013e0</w:t>
      </w:r>
    </w:p>
    <w:p w:rsidR="007B6A46" w:rsidRDefault="007B6A46" w:rsidP="007B6A46">
      <w:r>
        <w:t>275.0099</w:t>
      </w:r>
      <w:r>
        <w:tab/>
        <w:t>1.013e0</w:t>
      </w:r>
    </w:p>
    <w:p w:rsidR="007B6A46" w:rsidRDefault="007B6A46" w:rsidP="007B6A46">
      <w:r>
        <w:t>275.0254</w:t>
      </w:r>
      <w:r>
        <w:tab/>
        <w:t>1.013e0</w:t>
      </w:r>
    </w:p>
    <w:p w:rsidR="007B6A46" w:rsidRDefault="007B6A46" w:rsidP="007B6A46">
      <w:r>
        <w:t>275.0314</w:t>
      </w:r>
      <w:r>
        <w:tab/>
        <w:t>3.038e0</w:t>
      </w:r>
    </w:p>
    <w:p w:rsidR="007B6A46" w:rsidRDefault="007B6A46" w:rsidP="007B6A46">
      <w:r>
        <w:t>275.0379</w:t>
      </w:r>
      <w:r>
        <w:tab/>
        <w:t>5.063e0</w:t>
      </w:r>
    </w:p>
    <w:p w:rsidR="007B6A46" w:rsidRDefault="007B6A46" w:rsidP="007B6A46">
      <w:r>
        <w:t>275.0404</w:t>
      </w:r>
      <w:r>
        <w:tab/>
        <w:t>5.362e0</w:t>
      </w:r>
    </w:p>
    <w:p w:rsidR="007B6A46" w:rsidRDefault="007B6A46" w:rsidP="007B6A46">
      <w:r>
        <w:lastRenderedPageBreak/>
        <w:t>275.0612</w:t>
      </w:r>
      <w:r>
        <w:tab/>
        <w:t>1.013e0</w:t>
      </w:r>
    </w:p>
    <w:p w:rsidR="007B6A46" w:rsidRDefault="007B6A46" w:rsidP="007B6A46">
      <w:r>
        <w:t>275.0922</w:t>
      </w:r>
      <w:r>
        <w:tab/>
        <w:t>1.013e0</w:t>
      </w:r>
    </w:p>
    <w:p w:rsidR="007B6A46" w:rsidRDefault="007B6A46" w:rsidP="007B6A46">
      <w:r>
        <w:t>275.1194</w:t>
      </w:r>
      <w:r>
        <w:tab/>
        <w:t>2.025e0</w:t>
      </w:r>
    </w:p>
    <w:p w:rsidR="007B6A46" w:rsidRDefault="007B6A46" w:rsidP="007B6A46">
      <w:r>
        <w:t>275.1264</w:t>
      </w:r>
      <w:r>
        <w:tab/>
        <w:t>2.025e0</w:t>
      </w:r>
    </w:p>
    <w:p w:rsidR="007B6A46" w:rsidRDefault="007B6A46" w:rsidP="007B6A46">
      <w:r>
        <w:t>275.1648</w:t>
      </w:r>
      <w:r>
        <w:tab/>
        <w:t>2.025e0</w:t>
      </w:r>
    </w:p>
    <w:p w:rsidR="007B6A46" w:rsidRDefault="007B6A46" w:rsidP="007B6A46">
      <w:r>
        <w:t>275.1675</w:t>
      </w:r>
      <w:r>
        <w:tab/>
        <w:t>1.013e0</w:t>
      </w:r>
    </w:p>
    <w:p w:rsidR="007B6A46" w:rsidRDefault="007B6A46" w:rsidP="007B6A46">
      <w:r>
        <w:t>275.1721</w:t>
      </w:r>
      <w:r>
        <w:tab/>
        <w:t>2.025e0</w:t>
      </w:r>
    </w:p>
    <w:p w:rsidR="007B6A46" w:rsidRDefault="007B6A46" w:rsidP="007B6A46">
      <w:r>
        <w:t>275.2169</w:t>
      </w:r>
      <w:r>
        <w:tab/>
        <w:t>1.013e0</w:t>
      </w:r>
    </w:p>
    <w:p w:rsidR="007B6A46" w:rsidRDefault="007B6A46" w:rsidP="007B6A46">
      <w:r>
        <w:t>275.3092</w:t>
      </w:r>
      <w:r>
        <w:tab/>
        <w:t>1.013e0</w:t>
      </w:r>
    </w:p>
    <w:p w:rsidR="007B6A46" w:rsidRDefault="007B6A46" w:rsidP="007B6A46">
      <w:r>
        <w:t>275.3138</w:t>
      </w:r>
      <w:r>
        <w:tab/>
        <w:t>1.013e0</w:t>
      </w:r>
    </w:p>
    <w:p w:rsidR="007B6A46" w:rsidRDefault="007B6A46" w:rsidP="007B6A46">
      <w:r>
        <w:t>275.3265</w:t>
      </w:r>
      <w:r>
        <w:tab/>
        <w:t>1.013e0</w:t>
      </w:r>
    </w:p>
    <w:p w:rsidR="007B6A46" w:rsidRDefault="007B6A46" w:rsidP="007B6A46">
      <w:r>
        <w:t>275.4235</w:t>
      </w:r>
      <w:r>
        <w:tab/>
        <w:t>1.013e0</w:t>
      </w:r>
    </w:p>
    <w:p w:rsidR="007B6A46" w:rsidRDefault="007B6A46" w:rsidP="007B6A46">
      <w:r>
        <w:t>275.4552</w:t>
      </w:r>
      <w:r>
        <w:tab/>
        <w:t>1.013e0</w:t>
      </w:r>
    </w:p>
    <w:p w:rsidR="007B6A46" w:rsidRDefault="007B6A46" w:rsidP="007B6A46">
      <w:r>
        <w:t>275.4943</w:t>
      </w:r>
      <w:r>
        <w:tab/>
        <w:t>1.013e0</w:t>
      </w:r>
    </w:p>
    <w:p w:rsidR="007B6A46" w:rsidRDefault="007B6A46" w:rsidP="007B6A46">
      <w:r>
        <w:t>275.5117</w:t>
      </w:r>
      <w:r>
        <w:tab/>
        <w:t>1.013e0</w:t>
      </w:r>
    </w:p>
    <w:p w:rsidR="007B6A46" w:rsidRDefault="007B6A46" w:rsidP="007B6A46">
      <w:r>
        <w:t>275.5235</w:t>
      </w:r>
      <w:r>
        <w:tab/>
        <w:t>2.025e0</w:t>
      </w:r>
    </w:p>
    <w:p w:rsidR="007B6A46" w:rsidRDefault="007B6A46" w:rsidP="007B6A46">
      <w:r>
        <w:t>275.5251</w:t>
      </w:r>
      <w:r>
        <w:tab/>
        <w:t>1.013e0</w:t>
      </w:r>
    </w:p>
    <w:p w:rsidR="007B6A46" w:rsidRDefault="007B6A46" w:rsidP="007B6A46">
      <w:r>
        <w:t>275.6075</w:t>
      </w:r>
      <w:r>
        <w:tab/>
        <w:t>1.013e0</w:t>
      </w:r>
    </w:p>
    <w:p w:rsidR="007B6A46" w:rsidRDefault="007B6A46" w:rsidP="007B6A46">
      <w:r>
        <w:t>275.6536</w:t>
      </w:r>
      <w:r>
        <w:tab/>
        <w:t>1.013e0</w:t>
      </w:r>
    </w:p>
    <w:p w:rsidR="007B6A46" w:rsidRDefault="007B6A46" w:rsidP="007B6A46">
      <w:r>
        <w:lastRenderedPageBreak/>
        <w:t>275.6623</w:t>
      </w:r>
      <w:r>
        <w:tab/>
        <w:t>1.013e0</w:t>
      </w:r>
    </w:p>
    <w:p w:rsidR="007B6A46" w:rsidRDefault="007B6A46" w:rsidP="007B6A46">
      <w:r>
        <w:t>275.7245</w:t>
      </w:r>
      <w:r>
        <w:tab/>
        <w:t>1.013e0</w:t>
      </w:r>
    </w:p>
    <w:p w:rsidR="007B6A46" w:rsidRDefault="007B6A46" w:rsidP="007B6A46">
      <w:r>
        <w:t>275.7679</w:t>
      </w:r>
      <w:r>
        <w:tab/>
        <w:t>1.013e0</w:t>
      </w:r>
    </w:p>
    <w:p w:rsidR="007B6A46" w:rsidRDefault="007B6A46" w:rsidP="007B6A46">
      <w:r>
        <w:t>275.8072</w:t>
      </w:r>
      <w:r>
        <w:tab/>
        <w:t>1.013e0</w:t>
      </w:r>
    </w:p>
    <w:p w:rsidR="007B6A46" w:rsidRDefault="007B6A46" w:rsidP="007B6A46">
      <w:r>
        <w:t>275.8564</w:t>
      </w:r>
      <w:r>
        <w:tab/>
        <w:t>1.013e0</w:t>
      </w:r>
    </w:p>
    <w:p w:rsidR="007B6A46" w:rsidRDefault="007B6A46" w:rsidP="007B6A46">
      <w:r>
        <w:t>275.8614</w:t>
      </w:r>
      <w:r>
        <w:tab/>
        <w:t>1.013e0</w:t>
      </w:r>
    </w:p>
    <w:p w:rsidR="007B6A46" w:rsidRDefault="007B6A46" w:rsidP="007B6A46">
      <w:r>
        <w:t>275.9007</w:t>
      </w:r>
      <w:r>
        <w:tab/>
        <w:t>2.025e0</w:t>
      </w:r>
    </w:p>
    <w:p w:rsidR="007B6A46" w:rsidRDefault="007B6A46" w:rsidP="007B6A46">
      <w:r>
        <w:t>275.9042</w:t>
      </w:r>
      <w:r>
        <w:tab/>
        <w:t>1.013e0</w:t>
      </w:r>
    </w:p>
    <w:p w:rsidR="007B6A46" w:rsidRDefault="007B6A46" w:rsidP="007B6A46">
      <w:r>
        <w:t>275.9359</w:t>
      </w:r>
      <w:r>
        <w:tab/>
        <w:t>1.013e0</w:t>
      </w:r>
    </w:p>
    <w:p w:rsidR="007B6A46" w:rsidRDefault="007B6A46" w:rsidP="007B6A46">
      <w:r>
        <w:t>275.9561</w:t>
      </w:r>
      <w:r>
        <w:tab/>
        <w:t>3.038e0</w:t>
      </w:r>
    </w:p>
    <w:p w:rsidR="007B6A46" w:rsidRDefault="007B6A46" w:rsidP="007B6A46">
      <w:r>
        <w:t>275.9647</w:t>
      </w:r>
      <w:r>
        <w:tab/>
        <w:t>2.025e0</w:t>
      </w:r>
    </w:p>
    <w:p w:rsidR="007B6A46" w:rsidRDefault="007B6A46" w:rsidP="007B6A46">
      <w:r>
        <w:t>275.9781</w:t>
      </w:r>
      <w:r>
        <w:tab/>
        <w:t>3.038e0</w:t>
      </w:r>
    </w:p>
    <w:p w:rsidR="007B6A46" w:rsidRDefault="007B6A46" w:rsidP="007B6A46">
      <w:r>
        <w:t>275.9852</w:t>
      </w:r>
      <w:r>
        <w:tab/>
        <w:t>1.114e1</w:t>
      </w:r>
    </w:p>
    <w:p w:rsidR="007B6A46" w:rsidRDefault="007B6A46" w:rsidP="007B6A46">
      <w:r>
        <w:t>276.0063</w:t>
      </w:r>
      <w:r>
        <w:tab/>
        <w:t>2.025e0</w:t>
      </w:r>
    </w:p>
    <w:p w:rsidR="007B6A46" w:rsidRDefault="007B6A46" w:rsidP="007B6A46">
      <w:r>
        <w:t>276.0168</w:t>
      </w:r>
      <w:r>
        <w:tab/>
        <w:t>2.025e0</w:t>
      </w:r>
    </w:p>
    <w:p w:rsidR="007B6A46" w:rsidRDefault="007B6A46" w:rsidP="007B6A46">
      <w:r>
        <w:t>276.0218</w:t>
      </w:r>
      <w:r>
        <w:tab/>
        <w:t>2.025e0</w:t>
      </w:r>
    </w:p>
    <w:p w:rsidR="007B6A46" w:rsidRDefault="007B6A46" w:rsidP="007B6A46">
      <w:r>
        <w:t>276.0378</w:t>
      </w:r>
      <w:r>
        <w:tab/>
        <w:t>3.038e0</w:t>
      </w:r>
    </w:p>
    <w:p w:rsidR="007B6A46" w:rsidRDefault="007B6A46" w:rsidP="007B6A46">
      <w:r>
        <w:t>276.0456</w:t>
      </w:r>
      <w:r>
        <w:tab/>
        <w:t>1.013e0</w:t>
      </w:r>
    </w:p>
    <w:p w:rsidR="007B6A46" w:rsidRDefault="007B6A46" w:rsidP="007B6A46">
      <w:r>
        <w:t>276.0542</w:t>
      </w:r>
      <w:r>
        <w:tab/>
        <w:t>1.013e0</w:t>
      </w:r>
    </w:p>
    <w:p w:rsidR="007B6A46" w:rsidRDefault="007B6A46" w:rsidP="007B6A46">
      <w:r>
        <w:lastRenderedPageBreak/>
        <w:t>276.0948</w:t>
      </w:r>
      <w:r>
        <w:tab/>
        <w:t>1.013e0</w:t>
      </w:r>
    </w:p>
    <w:p w:rsidR="007B6A46" w:rsidRDefault="007B6A46" w:rsidP="007B6A46">
      <w:r>
        <w:t>276.1353</w:t>
      </w:r>
      <w:r>
        <w:tab/>
        <w:t>1.013e0</w:t>
      </w:r>
    </w:p>
    <w:p w:rsidR="007B6A46" w:rsidRDefault="007B6A46" w:rsidP="007B6A46">
      <w:r>
        <w:t>276.1387</w:t>
      </w:r>
      <w:r>
        <w:tab/>
        <w:t>1.013e0</w:t>
      </w:r>
    </w:p>
    <w:p w:rsidR="007B6A46" w:rsidRDefault="007B6A46" w:rsidP="007B6A46">
      <w:r>
        <w:t>276.1499</w:t>
      </w:r>
      <w:r>
        <w:tab/>
        <w:t>2.025e0</w:t>
      </w:r>
    </w:p>
    <w:p w:rsidR="007B6A46" w:rsidRDefault="007B6A46" w:rsidP="007B6A46">
      <w:r>
        <w:t>276.1511</w:t>
      </w:r>
      <w:r>
        <w:tab/>
        <w:t>1.013e0</w:t>
      </w:r>
    </w:p>
    <w:p w:rsidR="007B6A46" w:rsidRDefault="007B6A46" w:rsidP="007B6A46">
      <w:r>
        <w:t>276.1552</w:t>
      </w:r>
      <w:r>
        <w:tab/>
        <w:t>1.013e0</w:t>
      </w:r>
    </w:p>
    <w:p w:rsidR="007B6A46" w:rsidRDefault="007B6A46" w:rsidP="007B6A46">
      <w:r>
        <w:t>276.1658</w:t>
      </w:r>
      <w:r>
        <w:tab/>
        <w:t>1.013e0</w:t>
      </w:r>
    </w:p>
    <w:p w:rsidR="007B6A46" w:rsidRDefault="007B6A46" w:rsidP="007B6A46">
      <w:r>
        <w:t>276.1941</w:t>
      </w:r>
      <w:r>
        <w:tab/>
        <w:t>2.025e0</w:t>
      </w:r>
    </w:p>
    <w:p w:rsidR="007B6A46" w:rsidRDefault="007B6A46" w:rsidP="007B6A46">
      <w:r>
        <w:t>276.1963</w:t>
      </w:r>
      <w:r>
        <w:tab/>
        <w:t>1.013e0</w:t>
      </w:r>
    </w:p>
    <w:p w:rsidR="007B6A46" w:rsidRDefault="007B6A46" w:rsidP="007B6A46">
      <w:r>
        <w:t>276.1980</w:t>
      </w:r>
      <w:r>
        <w:tab/>
        <w:t>2.025e0</w:t>
      </w:r>
    </w:p>
    <w:p w:rsidR="007B6A46" w:rsidRDefault="007B6A46" w:rsidP="007B6A46">
      <w:r>
        <w:t>276.2136</w:t>
      </w:r>
      <w:r>
        <w:tab/>
        <w:t>1.013e0</w:t>
      </w:r>
    </w:p>
    <w:p w:rsidR="007B6A46" w:rsidRDefault="007B6A46" w:rsidP="007B6A46">
      <w:r>
        <w:t>276.2216</w:t>
      </w:r>
      <w:r>
        <w:tab/>
        <w:t>1.013e0</w:t>
      </w:r>
    </w:p>
    <w:p w:rsidR="007B6A46" w:rsidRDefault="007B6A46" w:rsidP="007B6A46">
      <w:r>
        <w:t>276.2289</w:t>
      </w:r>
      <w:r>
        <w:tab/>
        <w:t>3.038e0</w:t>
      </w:r>
    </w:p>
    <w:p w:rsidR="007B6A46" w:rsidRDefault="007B6A46" w:rsidP="007B6A46">
      <w:r>
        <w:t>276.2369</w:t>
      </w:r>
      <w:r>
        <w:tab/>
        <w:t>1.013e0</w:t>
      </w:r>
    </w:p>
    <w:p w:rsidR="007B6A46" w:rsidRDefault="007B6A46" w:rsidP="007B6A46">
      <w:r>
        <w:t>276.2387</w:t>
      </w:r>
      <w:r>
        <w:tab/>
        <w:t>2.025e0</w:t>
      </w:r>
    </w:p>
    <w:p w:rsidR="007B6A46" w:rsidRDefault="007B6A46" w:rsidP="007B6A46">
      <w:r>
        <w:t>276.2760</w:t>
      </w:r>
      <w:r>
        <w:tab/>
        <w:t>2.025e0</w:t>
      </w:r>
    </w:p>
    <w:p w:rsidR="007B6A46" w:rsidRDefault="007B6A46" w:rsidP="007B6A46">
      <w:r>
        <w:t>276.3152</w:t>
      </w:r>
      <w:r>
        <w:tab/>
        <w:t>1.013e0</w:t>
      </w:r>
    </w:p>
    <w:p w:rsidR="007B6A46" w:rsidRDefault="007B6A46" w:rsidP="007B6A46">
      <w:r>
        <w:t>276.3283</w:t>
      </w:r>
      <w:r>
        <w:tab/>
        <w:t>1.013e0</w:t>
      </w:r>
    </w:p>
    <w:p w:rsidR="007B6A46" w:rsidRDefault="007B6A46" w:rsidP="007B6A46">
      <w:r>
        <w:t>276.3896</w:t>
      </w:r>
      <w:r>
        <w:tab/>
        <w:t>1.013e0</w:t>
      </w:r>
    </w:p>
    <w:p w:rsidR="007B6A46" w:rsidRDefault="007B6A46" w:rsidP="007B6A46">
      <w:r>
        <w:lastRenderedPageBreak/>
        <w:t>276.3939</w:t>
      </w:r>
      <w:r>
        <w:tab/>
        <w:t>1.013e0</w:t>
      </w:r>
    </w:p>
    <w:p w:rsidR="007B6A46" w:rsidRDefault="007B6A46" w:rsidP="007B6A46">
      <w:r>
        <w:t>276.4204</w:t>
      </w:r>
      <w:r>
        <w:tab/>
        <w:t>1.013e0</w:t>
      </w:r>
    </w:p>
    <w:p w:rsidR="007B6A46" w:rsidRDefault="007B6A46" w:rsidP="007B6A46">
      <w:r>
        <w:t>276.4754</w:t>
      </w:r>
      <w:r>
        <w:tab/>
        <w:t>1.013e0</w:t>
      </w:r>
    </w:p>
    <w:p w:rsidR="007B6A46" w:rsidRDefault="007B6A46" w:rsidP="007B6A46">
      <w:r>
        <w:t>276.4828</w:t>
      </w:r>
      <w:r>
        <w:tab/>
        <w:t>1.013e0</w:t>
      </w:r>
    </w:p>
    <w:p w:rsidR="007B6A46" w:rsidRDefault="007B6A46" w:rsidP="007B6A46">
      <w:r>
        <w:t>276.5010</w:t>
      </w:r>
      <w:r>
        <w:tab/>
        <w:t>1.013e0</w:t>
      </w:r>
    </w:p>
    <w:p w:rsidR="007B6A46" w:rsidRDefault="007B6A46" w:rsidP="007B6A46">
      <w:r>
        <w:t>276.5140</w:t>
      </w:r>
      <w:r>
        <w:tab/>
        <w:t>1.013e0</w:t>
      </w:r>
    </w:p>
    <w:p w:rsidR="007B6A46" w:rsidRDefault="007B6A46" w:rsidP="007B6A46">
      <w:r>
        <w:t>276.5181</w:t>
      </w:r>
      <w:r>
        <w:tab/>
        <w:t>1.013e0</w:t>
      </w:r>
    </w:p>
    <w:p w:rsidR="007B6A46" w:rsidRDefault="007B6A46" w:rsidP="007B6A46">
      <w:r>
        <w:t>276.5366</w:t>
      </w:r>
      <w:r>
        <w:tab/>
        <w:t>1.013e0</w:t>
      </w:r>
    </w:p>
    <w:p w:rsidR="007B6A46" w:rsidRDefault="007B6A46" w:rsidP="007B6A46">
      <w:r>
        <w:t>276.6026</w:t>
      </w:r>
      <w:r>
        <w:tab/>
        <w:t>1.013e0</w:t>
      </w:r>
    </w:p>
    <w:p w:rsidR="007B6A46" w:rsidRDefault="007B6A46" w:rsidP="007B6A46">
      <w:r>
        <w:t>276.6276</w:t>
      </w:r>
      <w:r>
        <w:tab/>
        <w:t>1.013e0</w:t>
      </w:r>
    </w:p>
    <w:p w:rsidR="007B6A46" w:rsidRDefault="007B6A46" w:rsidP="007B6A46">
      <w:r>
        <w:t>276.6787</w:t>
      </w:r>
      <w:r>
        <w:tab/>
        <w:t>2.025e0</w:t>
      </w:r>
    </w:p>
    <w:p w:rsidR="007B6A46" w:rsidRDefault="007B6A46" w:rsidP="007B6A46">
      <w:r>
        <w:t>276.7259</w:t>
      </w:r>
      <w:r>
        <w:tab/>
        <w:t>1.013e0</w:t>
      </w:r>
    </w:p>
    <w:p w:rsidR="007B6A46" w:rsidRDefault="007B6A46" w:rsidP="007B6A46">
      <w:r>
        <w:t>276.7295</w:t>
      </w:r>
      <w:r>
        <w:tab/>
        <w:t>2.025e0</w:t>
      </w:r>
    </w:p>
    <w:p w:rsidR="007B6A46" w:rsidRDefault="007B6A46" w:rsidP="007B6A46">
      <w:r>
        <w:t>276.8055</w:t>
      </w:r>
      <w:r>
        <w:tab/>
        <w:t>1.013e0</w:t>
      </w:r>
    </w:p>
    <w:p w:rsidR="007B6A46" w:rsidRDefault="007B6A46" w:rsidP="007B6A46">
      <w:r>
        <w:t>276.8717</w:t>
      </w:r>
      <w:r>
        <w:tab/>
        <w:t>1.013e0</w:t>
      </w:r>
    </w:p>
    <w:p w:rsidR="007B6A46" w:rsidRDefault="007B6A46" w:rsidP="007B6A46">
      <w:r>
        <w:t>276.8936</w:t>
      </w:r>
      <w:r>
        <w:tab/>
        <w:t>1.013e0</w:t>
      </w:r>
    </w:p>
    <w:p w:rsidR="007B6A46" w:rsidRDefault="007B6A46" w:rsidP="007B6A46">
      <w:r>
        <w:t>276.9327</w:t>
      </w:r>
      <w:r>
        <w:tab/>
        <w:t>1.013e0</w:t>
      </w:r>
    </w:p>
    <w:p w:rsidR="007B6A46" w:rsidRDefault="007B6A46" w:rsidP="007B6A46">
      <w:r>
        <w:t>276.9484</w:t>
      </w:r>
      <w:r>
        <w:tab/>
        <w:t>1.013e0</w:t>
      </w:r>
    </w:p>
    <w:p w:rsidR="007B6A46" w:rsidRDefault="007B6A46" w:rsidP="007B6A46">
      <w:r>
        <w:t>277.0044</w:t>
      </w:r>
      <w:r>
        <w:tab/>
        <w:t>1.013e0</w:t>
      </w:r>
    </w:p>
    <w:p w:rsidR="007B6A46" w:rsidRDefault="007B6A46" w:rsidP="007B6A46">
      <w:r>
        <w:lastRenderedPageBreak/>
        <w:t>277.0091</w:t>
      </w:r>
      <w:r>
        <w:tab/>
        <w:t>1.013e0</w:t>
      </w:r>
    </w:p>
    <w:p w:rsidR="007B6A46" w:rsidRDefault="007B6A46" w:rsidP="007B6A46">
      <w:r>
        <w:t>277.0146</w:t>
      </w:r>
      <w:r>
        <w:tab/>
        <w:t>1.013e0</w:t>
      </w:r>
    </w:p>
    <w:p w:rsidR="007B6A46" w:rsidRDefault="007B6A46" w:rsidP="007B6A46">
      <w:r>
        <w:t>277.0185</w:t>
      </w:r>
      <w:r>
        <w:tab/>
        <w:t>1.013e0</w:t>
      </w:r>
    </w:p>
    <w:p w:rsidR="007B6A46" w:rsidRDefault="007B6A46" w:rsidP="007B6A46">
      <w:r>
        <w:t>277.0360</w:t>
      </w:r>
      <w:r>
        <w:tab/>
        <w:t>2.025e0</w:t>
      </w:r>
    </w:p>
    <w:p w:rsidR="007B6A46" w:rsidRDefault="007B6A46" w:rsidP="007B6A46">
      <w:r>
        <w:t>277.0396</w:t>
      </w:r>
      <w:r>
        <w:tab/>
        <w:t>1.013e0</w:t>
      </w:r>
    </w:p>
    <w:p w:rsidR="007B6A46" w:rsidRDefault="007B6A46" w:rsidP="007B6A46">
      <w:r>
        <w:t>277.0519</w:t>
      </w:r>
      <w:r>
        <w:tab/>
        <w:t>2.025e0</w:t>
      </w:r>
    </w:p>
    <w:p w:rsidR="007B6A46" w:rsidRDefault="007B6A46" w:rsidP="007B6A46">
      <w:r>
        <w:t>277.0915</w:t>
      </w:r>
      <w:r>
        <w:tab/>
        <w:t>2.025e0</w:t>
      </w:r>
    </w:p>
    <w:p w:rsidR="007B6A46" w:rsidRDefault="007B6A46" w:rsidP="007B6A46">
      <w:r>
        <w:t>277.0930</w:t>
      </w:r>
      <w:r>
        <w:tab/>
        <w:t>1.013e0</w:t>
      </w:r>
    </w:p>
    <w:p w:rsidR="007B6A46" w:rsidRDefault="007B6A46" w:rsidP="007B6A46">
      <w:r>
        <w:t>277.0972</w:t>
      </w:r>
      <w:r>
        <w:tab/>
        <w:t>2.025e0</w:t>
      </w:r>
    </w:p>
    <w:p w:rsidR="007B6A46" w:rsidRDefault="007B6A46" w:rsidP="007B6A46">
      <w:r>
        <w:t>277.1092</w:t>
      </w:r>
      <w:r>
        <w:tab/>
        <w:t>2.025e0</w:t>
      </w:r>
    </w:p>
    <w:p w:rsidR="007B6A46" w:rsidRDefault="007B6A46" w:rsidP="007B6A46">
      <w:r>
        <w:t>277.1341</w:t>
      </w:r>
      <w:r>
        <w:tab/>
        <w:t>2.025e0</w:t>
      </w:r>
    </w:p>
    <w:p w:rsidR="007B6A46" w:rsidRDefault="007B6A46" w:rsidP="007B6A46">
      <w:r>
        <w:t>277.1385</w:t>
      </w:r>
      <w:r>
        <w:tab/>
        <w:t>2.025e0</w:t>
      </w:r>
    </w:p>
    <w:p w:rsidR="007B6A46" w:rsidRDefault="007B6A46" w:rsidP="007B6A46">
      <w:r>
        <w:t>277.1565</w:t>
      </w:r>
      <w:r>
        <w:tab/>
        <w:t>3.038e0</w:t>
      </w:r>
    </w:p>
    <w:p w:rsidR="007B6A46" w:rsidRDefault="007B6A46" w:rsidP="007B6A46">
      <w:r>
        <w:t>277.2030</w:t>
      </w:r>
      <w:r>
        <w:tab/>
        <w:t>1.013e0</w:t>
      </w:r>
    </w:p>
    <w:p w:rsidR="007B6A46" w:rsidRDefault="007B6A46" w:rsidP="007B6A46">
      <w:r>
        <w:t>277.2079</w:t>
      </w:r>
      <w:r>
        <w:tab/>
        <w:t>3.038e0</w:t>
      </w:r>
    </w:p>
    <w:p w:rsidR="007B6A46" w:rsidRDefault="007B6A46" w:rsidP="007B6A46">
      <w:r>
        <w:t>277.2612</w:t>
      </w:r>
      <w:r>
        <w:tab/>
        <w:t>2.025e0</w:t>
      </w:r>
    </w:p>
    <w:p w:rsidR="007B6A46" w:rsidRDefault="007B6A46" w:rsidP="007B6A46">
      <w:r>
        <w:t>277.3005</w:t>
      </w:r>
      <w:r>
        <w:tab/>
        <w:t>1.013e0</w:t>
      </w:r>
    </w:p>
    <w:p w:rsidR="007B6A46" w:rsidRDefault="007B6A46" w:rsidP="007B6A46">
      <w:r>
        <w:t>277.3026</w:t>
      </w:r>
      <w:r>
        <w:tab/>
        <w:t>2.025e0</w:t>
      </w:r>
    </w:p>
    <w:p w:rsidR="007B6A46" w:rsidRDefault="007B6A46" w:rsidP="007B6A46">
      <w:r>
        <w:t>277.3241</w:t>
      </w:r>
      <w:r>
        <w:tab/>
        <w:t>1.013e0</w:t>
      </w:r>
    </w:p>
    <w:p w:rsidR="007B6A46" w:rsidRDefault="007B6A46" w:rsidP="007B6A46">
      <w:r>
        <w:lastRenderedPageBreak/>
        <w:t>277.3276</w:t>
      </w:r>
      <w:r>
        <w:tab/>
        <w:t>1.013e0</w:t>
      </w:r>
    </w:p>
    <w:p w:rsidR="007B6A46" w:rsidRDefault="007B6A46" w:rsidP="007B6A46">
      <w:r>
        <w:t>277.3762</w:t>
      </w:r>
      <w:r>
        <w:tab/>
        <w:t>1.013e0</w:t>
      </w:r>
    </w:p>
    <w:p w:rsidR="007B6A46" w:rsidRDefault="007B6A46" w:rsidP="007B6A46">
      <w:r>
        <w:t>277.4374</w:t>
      </w:r>
      <w:r>
        <w:tab/>
        <w:t>1.013e0</w:t>
      </w:r>
    </w:p>
    <w:p w:rsidR="007B6A46" w:rsidRDefault="007B6A46" w:rsidP="007B6A46">
      <w:r>
        <w:t>277.4776</w:t>
      </w:r>
      <w:r>
        <w:tab/>
        <w:t>1.013e0</w:t>
      </w:r>
    </w:p>
    <w:p w:rsidR="007B6A46" w:rsidRDefault="007B6A46" w:rsidP="007B6A46">
      <w:r>
        <w:t>277.4919</w:t>
      </w:r>
      <w:r>
        <w:tab/>
        <w:t>1.013e0</w:t>
      </w:r>
    </w:p>
    <w:p w:rsidR="007B6A46" w:rsidRDefault="007B6A46" w:rsidP="007B6A46">
      <w:r>
        <w:t>277.5086</w:t>
      </w:r>
      <w:r>
        <w:tab/>
        <w:t>1.013e0</w:t>
      </w:r>
    </w:p>
    <w:p w:rsidR="007B6A46" w:rsidRDefault="007B6A46" w:rsidP="007B6A46">
      <w:r>
        <w:t>277.5208</w:t>
      </w:r>
      <w:r>
        <w:tab/>
        <w:t>2.025e0</w:t>
      </w:r>
    </w:p>
    <w:p w:rsidR="007B6A46" w:rsidRDefault="007B6A46" w:rsidP="007B6A46">
      <w:r>
        <w:t>277.5745</w:t>
      </w:r>
      <w:r>
        <w:tab/>
        <w:t>1.013e0</w:t>
      </w:r>
    </w:p>
    <w:p w:rsidR="007B6A46" w:rsidRDefault="007B6A46" w:rsidP="007B6A46">
      <w:r>
        <w:t>277.5872</w:t>
      </w:r>
      <w:r>
        <w:tab/>
        <w:t>2.025e0</w:t>
      </w:r>
    </w:p>
    <w:p w:rsidR="007B6A46" w:rsidRDefault="007B6A46" w:rsidP="007B6A46">
      <w:r>
        <w:t>277.7487</w:t>
      </w:r>
      <w:r>
        <w:tab/>
        <w:t>2.025e0</w:t>
      </w:r>
    </w:p>
    <w:p w:rsidR="007B6A46" w:rsidRDefault="007B6A46" w:rsidP="007B6A46">
      <w:r>
        <w:t>277.7744</w:t>
      </w:r>
      <w:r>
        <w:tab/>
        <w:t>1.013e0</w:t>
      </w:r>
    </w:p>
    <w:p w:rsidR="007B6A46" w:rsidRDefault="007B6A46" w:rsidP="007B6A46">
      <w:r>
        <w:t>277.8012</w:t>
      </w:r>
      <w:r>
        <w:tab/>
        <w:t>1.013e0</w:t>
      </w:r>
    </w:p>
    <w:p w:rsidR="007B6A46" w:rsidRDefault="007B6A46" w:rsidP="007B6A46">
      <w:r>
        <w:t>277.8370</w:t>
      </w:r>
      <w:r>
        <w:tab/>
        <w:t>2.025e0</w:t>
      </w:r>
    </w:p>
    <w:p w:rsidR="007B6A46" w:rsidRDefault="007B6A46" w:rsidP="007B6A46">
      <w:r>
        <w:t>277.8603</w:t>
      </w:r>
      <w:r>
        <w:tab/>
        <w:t>1.013e0</w:t>
      </w:r>
    </w:p>
    <w:p w:rsidR="007B6A46" w:rsidRDefault="007B6A46" w:rsidP="007B6A46">
      <w:r>
        <w:t>277.8678</w:t>
      </w:r>
      <w:r>
        <w:tab/>
        <w:t>1.013e0</w:t>
      </w:r>
    </w:p>
    <w:p w:rsidR="007B6A46" w:rsidRDefault="007B6A46" w:rsidP="007B6A46">
      <w:r>
        <w:t>277.9680</w:t>
      </w:r>
      <w:r>
        <w:tab/>
        <w:t>7.089e0</w:t>
      </w:r>
    </w:p>
    <w:p w:rsidR="007B6A46" w:rsidRDefault="007B6A46" w:rsidP="007B6A46">
      <w:r>
        <w:t>277.9700</w:t>
      </w:r>
      <w:r>
        <w:tab/>
        <w:t>1.013e0</w:t>
      </w:r>
    </w:p>
    <w:p w:rsidR="007B6A46" w:rsidRDefault="007B6A46" w:rsidP="007B6A46">
      <w:r>
        <w:t>277.9731</w:t>
      </w:r>
      <w:r>
        <w:tab/>
        <w:t>3.038e0</w:t>
      </w:r>
    </w:p>
    <w:p w:rsidR="007B6A46" w:rsidRDefault="007B6A46" w:rsidP="007B6A46">
      <w:r>
        <w:t>277.9959</w:t>
      </w:r>
      <w:r>
        <w:tab/>
        <w:t>5.063e0</w:t>
      </w:r>
    </w:p>
    <w:p w:rsidR="007B6A46" w:rsidRDefault="007B6A46" w:rsidP="007B6A46">
      <w:r>
        <w:lastRenderedPageBreak/>
        <w:t>278.0088</w:t>
      </w:r>
      <w:r>
        <w:tab/>
        <w:t>1.013e0</w:t>
      </w:r>
    </w:p>
    <w:p w:rsidR="007B6A46" w:rsidRDefault="007B6A46" w:rsidP="007B6A46">
      <w:r>
        <w:t>278.0239</w:t>
      </w:r>
      <w:r>
        <w:tab/>
        <w:t>1.013e0</w:t>
      </w:r>
    </w:p>
    <w:p w:rsidR="007B6A46" w:rsidRDefault="007B6A46" w:rsidP="007B6A46">
      <w:r>
        <w:t>278.0365</w:t>
      </w:r>
      <w:r>
        <w:tab/>
        <w:t>2.025e0</w:t>
      </w:r>
    </w:p>
    <w:p w:rsidR="007B6A46" w:rsidRDefault="007B6A46" w:rsidP="007B6A46">
      <w:r>
        <w:t>278.0475</w:t>
      </w:r>
      <w:r>
        <w:tab/>
        <w:t>5.063e0</w:t>
      </w:r>
    </w:p>
    <w:p w:rsidR="007B6A46" w:rsidRDefault="007B6A46" w:rsidP="007B6A46">
      <w:r>
        <w:t>278.0645</w:t>
      </w:r>
      <w:r>
        <w:tab/>
        <w:t>4.051e0</w:t>
      </w:r>
    </w:p>
    <w:p w:rsidR="007B6A46" w:rsidRDefault="007B6A46" w:rsidP="007B6A46">
      <w:r>
        <w:t>278.0796</w:t>
      </w:r>
      <w:r>
        <w:tab/>
        <w:t>1.013e0</w:t>
      </w:r>
    </w:p>
    <w:p w:rsidR="007B6A46" w:rsidRDefault="007B6A46" w:rsidP="007B6A46">
      <w:r>
        <w:t>278.0903</w:t>
      </w:r>
      <w:r>
        <w:tab/>
        <w:t>1.013e0</w:t>
      </w:r>
    </w:p>
    <w:p w:rsidR="007B6A46" w:rsidRDefault="007B6A46" w:rsidP="007B6A46">
      <w:r>
        <w:t>278.1205</w:t>
      </w:r>
      <w:r>
        <w:tab/>
        <w:t>1.013e0</w:t>
      </w:r>
    </w:p>
    <w:p w:rsidR="007B6A46" w:rsidRDefault="007B6A46" w:rsidP="007B6A46">
      <w:r>
        <w:t>278.1567</w:t>
      </w:r>
      <w:r>
        <w:tab/>
        <w:t>1.013e0</w:t>
      </w:r>
    </w:p>
    <w:p w:rsidR="007B6A46" w:rsidRDefault="007B6A46" w:rsidP="007B6A46">
      <w:r>
        <w:t>278.1613</w:t>
      </w:r>
      <w:r>
        <w:tab/>
        <w:t>1.013e0</w:t>
      </w:r>
    </w:p>
    <w:p w:rsidR="007B6A46" w:rsidRDefault="007B6A46" w:rsidP="007B6A46">
      <w:r>
        <w:t>278.1648</w:t>
      </w:r>
      <w:r>
        <w:tab/>
        <w:t>5.063e0</w:t>
      </w:r>
    </w:p>
    <w:p w:rsidR="007B6A46" w:rsidRDefault="007B6A46" w:rsidP="007B6A46">
      <w:r>
        <w:t>278.1732</w:t>
      </w:r>
      <w:r>
        <w:tab/>
        <w:t>1.013e0</w:t>
      </w:r>
    </w:p>
    <w:p w:rsidR="007B6A46" w:rsidRDefault="007B6A46" w:rsidP="007B6A46">
      <w:r>
        <w:t>278.1850</w:t>
      </w:r>
      <w:r>
        <w:tab/>
        <w:t>2.025e0</w:t>
      </w:r>
    </w:p>
    <w:p w:rsidR="007B6A46" w:rsidRDefault="007B6A46" w:rsidP="007B6A46">
      <w:r>
        <w:t>278.2049</w:t>
      </w:r>
      <w:r>
        <w:tab/>
        <w:t>2.025e0</w:t>
      </w:r>
    </w:p>
    <w:p w:rsidR="007B6A46" w:rsidRDefault="007B6A46" w:rsidP="007B6A46">
      <w:r>
        <w:t>278.2227</w:t>
      </w:r>
      <w:r>
        <w:tab/>
        <w:t>1.013e0</w:t>
      </w:r>
    </w:p>
    <w:p w:rsidR="007B6A46" w:rsidRDefault="007B6A46" w:rsidP="007B6A46">
      <w:r>
        <w:t>278.2946</w:t>
      </w:r>
      <w:r>
        <w:tab/>
        <w:t>1.013e0</w:t>
      </w:r>
    </w:p>
    <w:p w:rsidR="007B6A46" w:rsidRDefault="007B6A46" w:rsidP="007B6A46">
      <w:r>
        <w:t>278.3376</w:t>
      </w:r>
      <w:r>
        <w:tab/>
        <w:t>1.013e0</w:t>
      </w:r>
    </w:p>
    <w:p w:rsidR="007B6A46" w:rsidRDefault="007B6A46" w:rsidP="007B6A46">
      <w:r>
        <w:t>278.3508</w:t>
      </w:r>
      <w:r>
        <w:tab/>
        <w:t>1.013e0</w:t>
      </w:r>
    </w:p>
    <w:p w:rsidR="007B6A46" w:rsidRDefault="007B6A46" w:rsidP="007B6A46">
      <w:r>
        <w:t>278.4041</w:t>
      </w:r>
      <w:r>
        <w:tab/>
        <w:t>1.013e0</w:t>
      </w:r>
    </w:p>
    <w:p w:rsidR="007B6A46" w:rsidRDefault="007B6A46" w:rsidP="007B6A46">
      <w:r>
        <w:lastRenderedPageBreak/>
        <w:t>278.4275</w:t>
      </w:r>
      <w:r>
        <w:tab/>
        <w:t>1.013e0</w:t>
      </w:r>
    </w:p>
    <w:p w:rsidR="007B6A46" w:rsidRDefault="007B6A46" w:rsidP="007B6A46">
      <w:r>
        <w:t>278.4786</w:t>
      </w:r>
      <w:r>
        <w:tab/>
        <w:t>1.013e0</w:t>
      </w:r>
    </w:p>
    <w:p w:rsidR="007B6A46" w:rsidRDefault="007B6A46" w:rsidP="007B6A46">
      <w:r>
        <w:t>278.4998</w:t>
      </w:r>
      <w:r>
        <w:tab/>
        <w:t>2.025e0</w:t>
      </w:r>
    </w:p>
    <w:p w:rsidR="007B6A46" w:rsidRDefault="007B6A46" w:rsidP="007B6A46">
      <w:r>
        <w:t>278.5019</w:t>
      </w:r>
      <w:r>
        <w:tab/>
        <w:t>1.013e0</w:t>
      </w:r>
    </w:p>
    <w:p w:rsidR="007B6A46" w:rsidRDefault="007B6A46" w:rsidP="007B6A46">
      <w:r>
        <w:t>278.5376</w:t>
      </w:r>
      <w:r>
        <w:tab/>
        <w:t>1.013e0</w:t>
      </w:r>
    </w:p>
    <w:p w:rsidR="007B6A46" w:rsidRDefault="007B6A46" w:rsidP="007B6A46">
      <w:r>
        <w:t>278.5414</w:t>
      </w:r>
      <w:r>
        <w:tab/>
        <w:t>3.038e0</w:t>
      </w:r>
    </w:p>
    <w:p w:rsidR="007B6A46" w:rsidRDefault="007B6A46" w:rsidP="007B6A46">
      <w:r>
        <w:t>278.5549</w:t>
      </w:r>
      <w:r>
        <w:tab/>
        <w:t>1.013e0</w:t>
      </w:r>
    </w:p>
    <w:p w:rsidR="007B6A46" w:rsidRDefault="007B6A46" w:rsidP="007B6A46">
      <w:r>
        <w:t>278.5730</w:t>
      </w:r>
      <w:r>
        <w:tab/>
        <w:t>1.013e0</w:t>
      </w:r>
    </w:p>
    <w:p w:rsidR="007B6A46" w:rsidRDefault="007B6A46" w:rsidP="007B6A46">
      <w:r>
        <w:t>278.6167</w:t>
      </w:r>
      <w:r>
        <w:tab/>
        <w:t>1.013e0</w:t>
      </w:r>
    </w:p>
    <w:p w:rsidR="007B6A46" w:rsidRDefault="007B6A46" w:rsidP="007B6A46">
      <w:r>
        <w:t>278.6396</w:t>
      </w:r>
      <w:r>
        <w:tab/>
        <w:t>1.013e0</w:t>
      </w:r>
    </w:p>
    <w:p w:rsidR="007B6A46" w:rsidRDefault="007B6A46" w:rsidP="007B6A46">
      <w:r>
        <w:t>278.6474</w:t>
      </w:r>
      <w:r>
        <w:tab/>
        <w:t>1.013e0</w:t>
      </w:r>
    </w:p>
    <w:p w:rsidR="007B6A46" w:rsidRDefault="007B6A46" w:rsidP="007B6A46">
      <w:r>
        <w:t>278.6749</w:t>
      </w:r>
      <w:r>
        <w:tab/>
        <w:t>1.013e0</w:t>
      </w:r>
    </w:p>
    <w:p w:rsidR="007B6A46" w:rsidRDefault="007B6A46" w:rsidP="007B6A46">
      <w:r>
        <w:t>278.6828</w:t>
      </w:r>
      <w:r>
        <w:tab/>
        <w:t>1.013e0</w:t>
      </w:r>
    </w:p>
    <w:p w:rsidR="007B6A46" w:rsidRDefault="007B6A46" w:rsidP="007B6A46">
      <w:r>
        <w:t>278.7263</w:t>
      </w:r>
      <w:r>
        <w:tab/>
        <w:t>2.025e0</w:t>
      </w:r>
    </w:p>
    <w:p w:rsidR="007B6A46" w:rsidRDefault="007B6A46" w:rsidP="007B6A46">
      <w:r>
        <w:t>278.7334</w:t>
      </w:r>
      <w:r>
        <w:tab/>
        <w:t>1.013e0</w:t>
      </w:r>
    </w:p>
    <w:p w:rsidR="007B6A46" w:rsidRDefault="007B6A46" w:rsidP="007B6A46">
      <w:r>
        <w:t>278.7369</w:t>
      </w:r>
      <w:r>
        <w:tab/>
        <w:t>1.013e0</w:t>
      </w:r>
    </w:p>
    <w:p w:rsidR="007B6A46" w:rsidRDefault="007B6A46" w:rsidP="007B6A46">
      <w:r>
        <w:t>278.7853</w:t>
      </w:r>
      <w:r>
        <w:tab/>
        <w:t>2.025e0</w:t>
      </w:r>
    </w:p>
    <w:p w:rsidR="007B6A46" w:rsidRDefault="007B6A46" w:rsidP="007B6A46">
      <w:r>
        <w:t>278.8080</w:t>
      </w:r>
      <w:r>
        <w:tab/>
        <w:t>1.013e0</w:t>
      </w:r>
    </w:p>
    <w:p w:rsidR="007B6A46" w:rsidRDefault="007B6A46" w:rsidP="007B6A46">
      <w:r>
        <w:t>278.8388</w:t>
      </w:r>
      <w:r>
        <w:tab/>
        <w:t>1.013e0</w:t>
      </w:r>
    </w:p>
    <w:p w:rsidR="007B6A46" w:rsidRDefault="007B6A46" w:rsidP="007B6A46">
      <w:r>
        <w:lastRenderedPageBreak/>
        <w:t>278.8521</w:t>
      </w:r>
      <w:r>
        <w:tab/>
        <w:t>1.013e0</w:t>
      </w:r>
    </w:p>
    <w:p w:rsidR="007B6A46" w:rsidRDefault="007B6A46" w:rsidP="007B6A46">
      <w:r>
        <w:t>278.8619</w:t>
      </w:r>
      <w:r>
        <w:tab/>
        <w:t>1.013e0</w:t>
      </w:r>
    </w:p>
    <w:p w:rsidR="007B6A46" w:rsidRDefault="007B6A46" w:rsidP="007B6A46">
      <w:r>
        <w:t>278.9018</w:t>
      </w:r>
      <w:r>
        <w:tab/>
        <w:t>1.013e0</w:t>
      </w:r>
    </w:p>
    <w:p w:rsidR="007B6A46" w:rsidRDefault="007B6A46" w:rsidP="007B6A46">
      <w:r>
        <w:t>278.9331</w:t>
      </w:r>
      <w:r>
        <w:tab/>
        <w:t>1.013e0</w:t>
      </w:r>
    </w:p>
    <w:p w:rsidR="007B6A46" w:rsidRDefault="007B6A46" w:rsidP="007B6A46">
      <w:r>
        <w:t>278.9452</w:t>
      </w:r>
      <w:r>
        <w:tab/>
        <w:t>1.013e0</w:t>
      </w:r>
    </w:p>
    <w:p w:rsidR="007B6A46" w:rsidRDefault="007B6A46" w:rsidP="007B6A46">
      <w:r>
        <w:t>278.9541</w:t>
      </w:r>
      <w:r>
        <w:tab/>
        <w:t>1.013e0</w:t>
      </w:r>
    </w:p>
    <w:p w:rsidR="007B6A46" w:rsidRDefault="007B6A46" w:rsidP="007B6A46">
      <w:r>
        <w:t>278.9641</w:t>
      </w:r>
      <w:r>
        <w:tab/>
        <w:t>1.013e0</w:t>
      </w:r>
    </w:p>
    <w:p w:rsidR="007B6A46" w:rsidRDefault="007B6A46" w:rsidP="007B6A46">
      <w:r>
        <w:t>278.9813</w:t>
      </w:r>
      <w:r>
        <w:tab/>
        <w:t>2.025e0</w:t>
      </w:r>
    </w:p>
    <w:p w:rsidR="007B6A46" w:rsidRDefault="007B6A46" w:rsidP="007B6A46">
      <w:r>
        <w:t>279.0049</w:t>
      </w:r>
      <w:r>
        <w:tab/>
        <w:t>5.063e0</w:t>
      </w:r>
    </w:p>
    <w:p w:rsidR="007B6A46" w:rsidRDefault="007B6A46" w:rsidP="007B6A46">
      <w:r>
        <w:t>279.0078</w:t>
      </w:r>
      <w:r>
        <w:tab/>
        <w:t>1.013e0</w:t>
      </w:r>
    </w:p>
    <w:p w:rsidR="007B6A46" w:rsidRDefault="007B6A46" w:rsidP="007B6A46">
      <w:r>
        <w:t>279.0256</w:t>
      </w:r>
      <w:r>
        <w:tab/>
        <w:t>3.038e0</w:t>
      </w:r>
    </w:p>
    <w:p w:rsidR="007B6A46" w:rsidRDefault="007B6A46" w:rsidP="007B6A46">
      <w:r>
        <w:t>279.0326</w:t>
      </w:r>
      <w:r>
        <w:tab/>
        <w:t>3.038e0</w:t>
      </w:r>
    </w:p>
    <w:p w:rsidR="007B6A46" w:rsidRDefault="007B6A46" w:rsidP="007B6A46">
      <w:r>
        <w:t>279.0431</w:t>
      </w:r>
      <w:r>
        <w:tab/>
        <w:t>1.013e0</w:t>
      </w:r>
    </w:p>
    <w:p w:rsidR="007B6A46" w:rsidRDefault="007B6A46" w:rsidP="007B6A46">
      <w:r>
        <w:t>279.0816</w:t>
      </w:r>
      <w:r>
        <w:tab/>
        <w:t>3.038e0</w:t>
      </w:r>
    </w:p>
    <w:p w:rsidR="007B6A46" w:rsidRDefault="007B6A46" w:rsidP="007B6A46">
      <w:r>
        <w:t>279.0841</w:t>
      </w:r>
      <w:r>
        <w:tab/>
        <w:t>4.051e0</w:t>
      </w:r>
    </w:p>
    <w:p w:rsidR="007B6A46" w:rsidRDefault="007B6A46" w:rsidP="007B6A46">
      <w:r>
        <w:t>279.0897</w:t>
      </w:r>
      <w:r>
        <w:tab/>
        <w:t>2.025e0</w:t>
      </w:r>
    </w:p>
    <w:p w:rsidR="007B6A46" w:rsidRDefault="007B6A46" w:rsidP="007B6A46">
      <w:r>
        <w:t>279.0947</w:t>
      </w:r>
      <w:r>
        <w:tab/>
        <w:t>4.051e0</w:t>
      </w:r>
    </w:p>
    <w:p w:rsidR="007B6A46" w:rsidRDefault="007B6A46" w:rsidP="007B6A46">
      <w:r>
        <w:t>279.1136</w:t>
      </w:r>
      <w:r>
        <w:tab/>
        <w:t>1.013e0</w:t>
      </w:r>
    </w:p>
    <w:p w:rsidR="007B6A46" w:rsidRDefault="007B6A46" w:rsidP="007B6A46">
      <w:r>
        <w:t>279.1160</w:t>
      </w:r>
      <w:r>
        <w:tab/>
        <w:t>2.025e0</w:t>
      </w:r>
    </w:p>
    <w:p w:rsidR="007B6A46" w:rsidRDefault="007B6A46" w:rsidP="007B6A46">
      <w:r>
        <w:lastRenderedPageBreak/>
        <w:t>279.1547</w:t>
      </w:r>
      <w:r>
        <w:tab/>
        <w:t>4.051e0</w:t>
      </w:r>
    </w:p>
    <w:p w:rsidR="007B6A46" w:rsidRDefault="007B6A46" w:rsidP="007B6A46">
      <w:r>
        <w:t>279.1592</w:t>
      </w:r>
      <w:r>
        <w:tab/>
        <w:t>1.686e1</w:t>
      </w:r>
    </w:p>
    <w:p w:rsidR="007B6A46" w:rsidRDefault="007B6A46" w:rsidP="007B6A46">
      <w:r>
        <w:t>279.1656</w:t>
      </w:r>
      <w:r>
        <w:tab/>
        <w:t>1.114e1</w:t>
      </w:r>
    </w:p>
    <w:p w:rsidR="007B6A46" w:rsidRDefault="007B6A46" w:rsidP="007B6A46">
      <w:r>
        <w:t>279.2256</w:t>
      </w:r>
      <w:r>
        <w:tab/>
        <w:t>1.013e0</w:t>
      </w:r>
    </w:p>
    <w:p w:rsidR="007B6A46" w:rsidRDefault="007B6A46" w:rsidP="007B6A46">
      <w:r>
        <w:t>279.2389</w:t>
      </w:r>
      <w:r>
        <w:tab/>
        <w:t>1.013e0</w:t>
      </w:r>
    </w:p>
    <w:p w:rsidR="007B6A46" w:rsidRDefault="007B6A46" w:rsidP="007B6A46">
      <w:r>
        <w:t>279.2568</w:t>
      </w:r>
      <w:r>
        <w:tab/>
        <w:t>1.013e0</w:t>
      </w:r>
    </w:p>
    <w:p w:rsidR="007B6A46" w:rsidRDefault="007B6A46" w:rsidP="007B6A46">
      <w:r>
        <w:t>279.2738</w:t>
      </w:r>
      <w:r>
        <w:tab/>
        <w:t>1.013e0</w:t>
      </w:r>
    </w:p>
    <w:p w:rsidR="007B6A46" w:rsidRDefault="007B6A46" w:rsidP="007B6A46">
      <w:r>
        <w:t>279.2782</w:t>
      </w:r>
      <w:r>
        <w:tab/>
        <w:t>1.013e0</w:t>
      </w:r>
    </w:p>
    <w:p w:rsidR="007B6A46" w:rsidRDefault="007B6A46" w:rsidP="007B6A46">
      <w:r>
        <w:t>279.3014</w:t>
      </w:r>
      <w:r>
        <w:tab/>
        <w:t>1.013e0</w:t>
      </w:r>
    </w:p>
    <w:p w:rsidR="007B6A46" w:rsidRDefault="007B6A46" w:rsidP="007B6A46">
      <w:r>
        <w:t>279.3367</w:t>
      </w:r>
      <w:r>
        <w:tab/>
        <w:t>1.013e0</w:t>
      </w:r>
    </w:p>
    <w:p w:rsidR="007B6A46" w:rsidRDefault="007B6A46" w:rsidP="007B6A46">
      <w:r>
        <w:t>279.3721</w:t>
      </w:r>
      <w:r>
        <w:tab/>
        <w:t>1.013e0</w:t>
      </w:r>
    </w:p>
    <w:p w:rsidR="007B6A46" w:rsidRDefault="007B6A46" w:rsidP="007B6A46">
      <w:r>
        <w:t>279.4114</w:t>
      </w:r>
      <w:r>
        <w:tab/>
        <w:t>1.013e0</w:t>
      </w:r>
    </w:p>
    <w:p w:rsidR="007B6A46" w:rsidRDefault="007B6A46" w:rsidP="007B6A46">
      <w:r>
        <w:t>279.4204</w:t>
      </w:r>
      <w:r>
        <w:tab/>
        <w:t>1.013e0</w:t>
      </w:r>
    </w:p>
    <w:p w:rsidR="007B6A46" w:rsidRDefault="007B6A46" w:rsidP="007B6A46">
      <w:r>
        <w:t>279.4619</w:t>
      </w:r>
      <w:r>
        <w:tab/>
        <w:t>1.013e0</w:t>
      </w:r>
    </w:p>
    <w:p w:rsidR="007B6A46" w:rsidRDefault="007B6A46" w:rsidP="007B6A46">
      <w:r>
        <w:t>279.5094</w:t>
      </w:r>
      <w:r>
        <w:tab/>
        <w:t>1.013e0</w:t>
      </w:r>
    </w:p>
    <w:p w:rsidR="007B6A46" w:rsidRDefault="007B6A46" w:rsidP="007B6A46">
      <w:r>
        <w:t>279.5234</w:t>
      </w:r>
      <w:r>
        <w:tab/>
        <w:t>1.013e0</w:t>
      </w:r>
    </w:p>
    <w:p w:rsidR="007B6A46" w:rsidRDefault="007B6A46" w:rsidP="007B6A46">
      <w:r>
        <w:t>279.5362</w:t>
      </w:r>
      <w:r>
        <w:tab/>
        <w:t>1.013e0</w:t>
      </w:r>
    </w:p>
    <w:p w:rsidR="007B6A46" w:rsidRDefault="007B6A46" w:rsidP="007B6A46">
      <w:r>
        <w:t>279.5538</w:t>
      </w:r>
      <w:r>
        <w:tab/>
        <w:t>1.013e0</w:t>
      </w:r>
    </w:p>
    <w:p w:rsidR="007B6A46" w:rsidRDefault="007B6A46" w:rsidP="007B6A46">
      <w:r>
        <w:t>279.5640</w:t>
      </w:r>
      <w:r>
        <w:tab/>
        <w:t>2.025e0</w:t>
      </w:r>
    </w:p>
    <w:p w:rsidR="007B6A46" w:rsidRDefault="007B6A46" w:rsidP="007B6A46">
      <w:r>
        <w:lastRenderedPageBreak/>
        <w:t>279.6158</w:t>
      </w:r>
      <w:r>
        <w:tab/>
        <w:t>1.013e0</w:t>
      </w:r>
    </w:p>
    <w:p w:rsidR="007B6A46" w:rsidRDefault="007B6A46" w:rsidP="007B6A46">
      <w:r>
        <w:t>279.6208</w:t>
      </w:r>
      <w:r>
        <w:tab/>
        <w:t>3.038e0</w:t>
      </w:r>
    </w:p>
    <w:p w:rsidR="007B6A46" w:rsidRDefault="007B6A46" w:rsidP="007B6A46">
      <w:r>
        <w:t>279.7903</w:t>
      </w:r>
      <w:r>
        <w:tab/>
        <w:t>1.013e0</w:t>
      </w:r>
    </w:p>
    <w:p w:rsidR="007B6A46" w:rsidRDefault="007B6A46" w:rsidP="007B6A46">
      <w:r>
        <w:t>279.8159</w:t>
      </w:r>
      <w:r>
        <w:tab/>
        <w:t>1.013e0</w:t>
      </w:r>
    </w:p>
    <w:p w:rsidR="007B6A46" w:rsidRDefault="007B6A46" w:rsidP="007B6A46">
      <w:r>
        <w:t>279.8345</w:t>
      </w:r>
      <w:r>
        <w:tab/>
        <w:t>1.013e0</w:t>
      </w:r>
    </w:p>
    <w:p w:rsidR="007B6A46" w:rsidRDefault="007B6A46" w:rsidP="007B6A46">
      <w:r>
        <w:t>279.8566</w:t>
      </w:r>
      <w:r>
        <w:tab/>
        <w:t>1.013e0</w:t>
      </w:r>
    </w:p>
    <w:p w:rsidR="007B6A46" w:rsidRDefault="007B6A46" w:rsidP="007B6A46">
      <w:r>
        <w:t>279.9542</w:t>
      </w:r>
      <w:r>
        <w:tab/>
        <w:t>1.013e0</w:t>
      </w:r>
    </w:p>
    <w:p w:rsidR="007B6A46" w:rsidRDefault="007B6A46" w:rsidP="007B6A46">
      <w:r>
        <w:t>279.9598</w:t>
      </w:r>
      <w:r>
        <w:tab/>
        <w:t>1.013e0</w:t>
      </w:r>
    </w:p>
    <w:p w:rsidR="007B6A46" w:rsidRDefault="007B6A46" w:rsidP="007B6A46">
      <w:r>
        <w:t>279.9673</w:t>
      </w:r>
      <w:r>
        <w:tab/>
        <w:t>1.013e0</w:t>
      </w:r>
    </w:p>
    <w:p w:rsidR="007B6A46" w:rsidRDefault="007B6A46" w:rsidP="007B6A46">
      <w:r>
        <w:t>279.9754</w:t>
      </w:r>
      <w:r>
        <w:tab/>
        <w:t>1.013e0</w:t>
      </w:r>
    </w:p>
    <w:p w:rsidR="007B6A46" w:rsidRDefault="007B6A46" w:rsidP="007B6A46">
      <w:r>
        <w:t>279.9854</w:t>
      </w:r>
      <w:r>
        <w:tab/>
        <w:t>1.013e0</w:t>
      </w:r>
    </w:p>
    <w:p w:rsidR="007B6A46" w:rsidRDefault="007B6A46" w:rsidP="007B6A46">
      <w:r>
        <w:t>279.9991</w:t>
      </w:r>
      <w:r>
        <w:tab/>
        <w:t>1.013e0</w:t>
      </w:r>
    </w:p>
    <w:p w:rsidR="007B6A46" w:rsidRDefault="007B6A46" w:rsidP="007B6A46">
      <w:r>
        <w:t>280.1011</w:t>
      </w:r>
      <w:r>
        <w:tab/>
        <w:t>2.025e0</w:t>
      </w:r>
    </w:p>
    <w:p w:rsidR="007B6A46" w:rsidRDefault="007B6A46" w:rsidP="007B6A46">
      <w:r>
        <w:t>280.1118</w:t>
      </w:r>
      <w:r>
        <w:tab/>
        <w:t>3.038e0</w:t>
      </w:r>
    </w:p>
    <w:p w:rsidR="007B6A46" w:rsidRDefault="007B6A46" w:rsidP="007B6A46">
      <w:r>
        <w:t>280.1139</w:t>
      </w:r>
      <w:r>
        <w:tab/>
        <w:t>1.013e0</w:t>
      </w:r>
    </w:p>
    <w:p w:rsidR="007B6A46" w:rsidRDefault="007B6A46" w:rsidP="007B6A46">
      <w:r>
        <w:t>280.1280</w:t>
      </w:r>
      <w:r>
        <w:tab/>
        <w:t>1.013e0</w:t>
      </w:r>
    </w:p>
    <w:p w:rsidR="007B6A46" w:rsidRDefault="007B6A46" w:rsidP="007B6A46">
      <w:r>
        <w:t>280.1319</w:t>
      </w:r>
      <w:r>
        <w:tab/>
        <w:t>2.025e0</w:t>
      </w:r>
    </w:p>
    <w:p w:rsidR="007B6A46" w:rsidRDefault="007B6A46" w:rsidP="007B6A46">
      <w:r>
        <w:t>280.1546</w:t>
      </w:r>
      <w:r>
        <w:tab/>
        <w:t>1.013e0</w:t>
      </w:r>
    </w:p>
    <w:p w:rsidR="007B6A46" w:rsidRDefault="007B6A46" w:rsidP="007B6A46">
      <w:r>
        <w:t>280.1641</w:t>
      </w:r>
      <w:r>
        <w:tab/>
        <w:t>3.038e0</w:t>
      </w:r>
    </w:p>
    <w:p w:rsidR="007B6A46" w:rsidRDefault="007B6A46" w:rsidP="007B6A46">
      <w:r>
        <w:lastRenderedPageBreak/>
        <w:t>280.1837</w:t>
      </w:r>
      <w:r>
        <w:tab/>
        <w:t>4.051e0</w:t>
      </w:r>
    </w:p>
    <w:p w:rsidR="007B6A46" w:rsidRDefault="007B6A46" w:rsidP="007B6A46">
      <w:r>
        <w:t>280.1910</w:t>
      </w:r>
      <w:r>
        <w:tab/>
        <w:t>1.013e0</w:t>
      </w:r>
    </w:p>
    <w:p w:rsidR="007B6A46" w:rsidRDefault="007B6A46" w:rsidP="007B6A46">
      <w:r>
        <w:t>280.1951</w:t>
      </w:r>
      <w:r>
        <w:tab/>
        <w:t>1.013e0</w:t>
      </w:r>
    </w:p>
    <w:p w:rsidR="007B6A46" w:rsidRDefault="007B6A46" w:rsidP="007B6A46">
      <w:r>
        <w:t>280.2258</w:t>
      </w:r>
      <w:r>
        <w:tab/>
        <w:t>3.038e0</w:t>
      </w:r>
    </w:p>
    <w:p w:rsidR="007B6A46" w:rsidRDefault="007B6A46" w:rsidP="007B6A46">
      <w:r>
        <w:t>280.2694</w:t>
      </w:r>
      <w:r>
        <w:tab/>
        <w:t>1.013e0</w:t>
      </w:r>
    </w:p>
    <w:p w:rsidR="007B6A46" w:rsidRDefault="007B6A46" w:rsidP="007B6A46">
      <w:r>
        <w:t>280.2780</w:t>
      </w:r>
      <w:r>
        <w:tab/>
        <w:t>1.013e0</w:t>
      </w:r>
    </w:p>
    <w:p w:rsidR="007B6A46" w:rsidRDefault="007B6A46" w:rsidP="007B6A46">
      <w:r>
        <w:t>280.2887</w:t>
      </w:r>
      <w:r>
        <w:tab/>
        <w:t>1.013e0</w:t>
      </w:r>
    </w:p>
    <w:p w:rsidR="007B6A46" w:rsidRDefault="007B6A46" w:rsidP="007B6A46">
      <w:r>
        <w:t>280.3453</w:t>
      </w:r>
      <w:r>
        <w:tab/>
        <w:t>1.013e0</w:t>
      </w:r>
    </w:p>
    <w:p w:rsidR="007B6A46" w:rsidRDefault="007B6A46" w:rsidP="007B6A46">
      <w:r>
        <w:t>280.3714</w:t>
      </w:r>
      <w:r>
        <w:tab/>
        <w:t>1.013e0</w:t>
      </w:r>
    </w:p>
    <w:p w:rsidR="007B6A46" w:rsidRDefault="007B6A46" w:rsidP="007B6A46">
      <w:r>
        <w:t>280.3912</w:t>
      </w:r>
      <w:r>
        <w:tab/>
        <w:t>1.013e0</w:t>
      </w:r>
    </w:p>
    <w:p w:rsidR="007B6A46" w:rsidRDefault="007B6A46" w:rsidP="007B6A46">
      <w:r>
        <w:t>280.4385</w:t>
      </w:r>
      <w:r>
        <w:tab/>
        <w:t>1.013e0</w:t>
      </w:r>
    </w:p>
    <w:p w:rsidR="007B6A46" w:rsidRDefault="007B6A46" w:rsidP="007B6A46">
      <w:r>
        <w:t>280.4889</w:t>
      </w:r>
      <w:r>
        <w:tab/>
        <w:t>1.013e0</w:t>
      </w:r>
    </w:p>
    <w:p w:rsidR="007B6A46" w:rsidRDefault="007B6A46" w:rsidP="007B6A46">
      <w:r>
        <w:t>280.5285</w:t>
      </w:r>
      <w:r>
        <w:tab/>
        <w:t>1.013e0</w:t>
      </w:r>
    </w:p>
    <w:p w:rsidR="007B6A46" w:rsidRDefault="007B6A46" w:rsidP="007B6A46">
      <w:r>
        <w:t>280.5675</w:t>
      </w:r>
      <w:r>
        <w:tab/>
        <w:t>2.025e0</w:t>
      </w:r>
    </w:p>
    <w:p w:rsidR="007B6A46" w:rsidRDefault="007B6A46" w:rsidP="007B6A46">
      <w:r>
        <w:t>280.6032</w:t>
      </w:r>
      <w:r>
        <w:tab/>
        <w:t>1.013e0</w:t>
      </w:r>
    </w:p>
    <w:p w:rsidR="007B6A46" w:rsidRDefault="007B6A46" w:rsidP="007B6A46">
      <w:r>
        <w:t>280.6124</w:t>
      </w:r>
      <w:r>
        <w:tab/>
        <w:t>1.013e0</w:t>
      </w:r>
    </w:p>
    <w:p w:rsidR="007B6A46" w:rsidRDefault="007B6A46" w:rsidP="007B6A46">
      <w:r>
        <w:t>280.6619</w:t>
      </w:r>
      <w:r>
        <w:tab/>
        <w:t>1.013e0</w:t>
      </w:r>
    </w:p>
    <w:p w:rsidR="007B6A46" w:rsidRDefault="007B6A46" w:rsidP="007B6A46">
      <w:r>
        <w:t>280.6849</w:t>
      </w:r>
      <w:r>
        <w:tab/>
        <w:t>1.013e0</w:t>
      </w:r>
    </w:p>
    <w:p w:rsidR="007B6A46" w:rsidRDefault="007B6A46" w:rsidP="007B6A46">
      <w:r>
        <w:t>280.7013</w:t>
      </w:r>
      <w:r>
        <w:tab/>
        <w:t>1.013e0</w:t>
      </w:r>
    </w:p>
    <w:p w:rsidR="007B6A46" w:rsidRDefault="007B6A46" w:rsidP="007B6A46">
      <w:r>
        <w:lastRenderedPageBreak/>
        <w:t>280.7158</w:t>
      </w:r>
      <w:r>
        <w:tab/>
        <w:t>1.013e0</w:t>
      </w:r>
    </w:p>
    <w:p w:rsidR="007B6A46" w:rsidRDefault="007B6A46" w:rsidP="007B6A46">
      <w:r>
        <w:t>280.7202</w:t>
      </w:r>
      <w:r>
        <w:tab/>
        <w:t>1.013e0</w:t>
      </w:r>
    </w:p>
    <w:p w:rsidR="007B6A46" w:rsidRDefault="007B6A46" w:rsidP="007B6A46">
      <w:r>
        <w:t>280.8029</w:t>
      </w:r>
      <w:r>
        <w:tab/>
        <w:t>1.013e0</w:t>
      </w:r>
    </w:p>
    <w:p w:rsidR="007B6A46" w:rsidRDefault="007B6A46" w:rsidP="007B6A46">
      <w:r>
        <w:t>280.8307</w:t>
      </w:r>
      <w:r>
        <w:tab/>
        <w:t>1.013e0</w:t>
      </w:r>
    </w:p>
    <w:p w:rsidR="007B6A46" w:rsidRDefault="007B6A46" w:rsidP="007B6A46">
      <w:r>
        <w:t>280.8346</w:t>
      </w:r>
      <w:r>
        <w:tab/>
        <w:t>1.013e0</w:t>
      </w:r>
    </w:p>
    <w:p w:rsidR="007B6A46" w:rsidRDefault="007B6A46" w:rsidP="007B6A46">
      <w:r>
        <w:t>280.8934</w:t>
      </w:r>
      <w:r>
        <w:tab/>
        <w:t>2.025e0</w:t>
      </w:r>
    </w:p>
    <w:p w:rsidR="007B6A46" w:rsidRDefault="007B6A46" w:rsidP="007B6A46">
      <w:r>
        <w:t>280.9167</w:t>
      </w:r>
      <w:r>
        <w:tab/>
        <w:t>1.013e0</w:t>
      </w:r>
    </w:p>
    <w:p w:rsidR="007B6A46" w:rsidRDefault="007B6A46" w:rsidP="007B6A46">
      <w:r>
        <w:t>280.9323</w:t>
      </w:r>
      <w:r>
        <w:tab/>
        <w:t>1.013e0</w:t>
      </w:r>
    </w:p>
    <w:p w:rsidR="007B6A46" w:rsidRDefault="007B6A46" w:rsidP="007B6A46">
      <w:r>
        <w:t>280.9611</w:t>
      </w:r>
      <w:r>
        <w:tab/>
        <w:t>3.038e0</w:t>
      </w:r>
    </w:p>
    <w:p w:rsidR="007B6A46" w:rsidRDefault="007B6A46" w:rsidP="007B6A46">
      <w:r>
        <w:t>280.9731</w:t>
      </w:r>
      <w:r>
        <w:tab/>
        <w:t>2.025e0</w:t>
      </w:r>
    </w:p>
    <w:p w:rsidR="007B6A46" w:rsidRDefault="007B6A46" w:rsidP="007B6A46">
      <w:r>
        <w:t>280.9785</w:t>
      </w:r>
      <w:r>
        <w:tab/>
        <w:t>1.013e0</w:t>
      </w:r>
    </w:p>
    <w:p w:rsidR="007B6A46" w:rsidRDefault="007B6A46" w:rsidP="007B6A46">
      <w:r>
        <w:t>281.0043</w:t>
      </w:r>
      <w:r>
        <w:tab/>
        <w:t>2.025e0</w:t>
      </w:r>
    </w:p>
    <w:p w:rsidR="007B6A46" w:rsidRDefault="007B6A46" w:rsidP="007B6A46">
      <w:r>
        <w:t>281.0264</w:t>
      </w:r>
      <w:r>
        <w:tab/>
        <w:t>1.013e0</w:t>
      </w:r>
    </w:p>
    <w:p w:rsidR="007B6A46" w:rsidRDefault="007B6A46" w:rsidP="007B6A46">
      <w:r>
        <w:t>281.0405</w:t>
      </w:r>
      <w:r>
        <w:tab/>
        <w:t>2.025e0</w:t>
      </w:r>
    </w:p>
    <w:p w:rsidR="007B6A46" w:rsidRDefault="007B6A46" w:rsidP="007B6A46">
      <w:r>
        <w:t>281.0582</w:t>
      </w:r>
      <w:r>
        <w:tab/>
        <w:t>1.013e0</w:t>
      </w:r>
    </w:p>
    <w:p w:rsidR="007B6A46" w:rsidRDefault="007B6A46" w:rsidP="007B6A46">
      <w:r>
        <w:t>281.0673</w:t>
      </w:r>
      <w:r>
        <w:tab/>
        <w:t>2.025e0</w:t>
      </w:r>
    </w:p>
    <w:p w:rsidR="007B6A46" w:rsidRDefault="007B6A46" w:rsidP="007B6A46">
      <w:r>
        <w:t>281.0708</w:t>
      </w:r>
      <w:r>
        <w:tab/>
        <w:t>1.013e0</w:t>
      </w:r>
    </w:p>
    <w:p w:rsidR="007B6A46" w:rsidRDefault="007B6A46" w:rsidP="007B6A46">
      <w:r>
        <w:t>281.1069</w:t>
      </w:r>
      <w:r>
        <w:tab/>
        <w:t>1.013e0</w:t>
      </w:r>
    </w:p>
    <w:p w:rsidR="007B6A46" w:rsidRDefault="007B6A46" w:rsidP="007B6A46">
      <w:r>
        <w:t>281.1125</w:t>
      </w:r>
      <w:r>
        <w:tab/>
        <w:t>1.013e0</w:t>
      </w:r>
    </w:p>
    <w:p w:rsidR="007B6A46" w:rsidRDefault="007B6A46" w:rsidP="007B6A46">
      <w:r>
        <w:lastRenderedPageBreak/>
        <w:t>281.1522</w:t>
      </w:r>
      <w:r>
        <w:tab/>
        <w:t>1.013e0</w:t>
      </w:r>
    </w:p>
    <w:p w:rsidR="007B6A46" w:rsidRDefault="007B6A46" w:rsidP="007B6A46">
      <w:r>
        <w:t>281.1603</w:t>
      </w:r>
      <w:r>
        <w:tab/>
        <w:t>1.013e0</w:t>
      </w:r>
    </w:p>
    <w:p w:rsidR="007B6A46" w:rsidRDefault="007B6A46" w:rsidP="007B6A46">
      <w:r>
        <w:t>281.1690</w:t>
      </w:r>
      <w:r>
        <w:tab/>
        <w:t>4.514e0</w:t>
      </w:r>
    </w:p>
    <w:p w:rsidR="007B6A46" w:rsidRDefault="007B6A46" w:rsidP="007B6A46">
      <w:r>
        <w:t>281.1831</w:t>
      </w:r>
      <w:r>
        <w:tab/>
        <w:t>1.013e0</w:t>
      </w:r>
    </w:p>
    <w:p w:rsidR="007B6A46" w:rsidRDefault="007B6A46" w:rsidP="007B6A46">
      <w:r>
        <w:t>281.1978</w:t>
      </w:r>
      <w:r>
        <w:tab/>
        <w:t>2.025e0</w:t>
      </w:r>
    </w:p>
    <w:p w:rsidR="007B6A46" w:rsidRDefault="007B6A46" w:rsidP="007B6A46">
      <w:r>
        <w:t>281.2108</w:t>
      </w:r>
      <w:r>
        <w:tab/>
        <w:t>2.025e0</w:t>
      </w:r>
    </w:p>
    <w:p w:rsidR="007B6A46" w:rsidRDefault="007B6A46" w:rsidP="007B6A46">
      <w:r>
        <w:t>281.2150</w:t>
      </w:r>
      <w:r>
        <w:tab/>
        <w:t>1.013e0</w:t>
      </w:r>
    </w:p>
    <w:p w:rsidR="007B6A46" w:rsidRDefault="007B6A46" w:rsidP="007B6A46">
      <w:r>
        <w:t>281.2330</w:t>
      </w:r>
      <w:r>
        <w:tab/>
        <w:t>3.038e0</w:t>
      </w:r>
    </w:p>
    <w:p w:rsidR="007B6A46" w:rsidRDefault="007B6A46" w:rsidP="007B6A46">
      <w:r>
        <w:t>281.2460</w:t>
      </w:r>
      <w:r>
        <w:tab/>
        <w:t>1.013e0</w:t>
      </w:r>
    </w:p>
    <w:p w:rsidR="007B6A46" w:rsidRDefault="007B6A46" w:rsidP="007B6A46">
      <w:r>
        <w:t>281.2503</w:t>
      </w:r>
      <w:r>
        <w:tab/>
        <w:t>1.013e0</w:t>
      </w:r>
    </w:p>
    <w:p w:rsidR="007B6A46" w:rsidRDefault="007B6A46" w:rsidP="007B6A46">
      <w:r>
        <w:t>281.2543</w:t>
      </w:r>
      <w:r>
        <w:tab/>
        <w:t>1.013e0</w:t>
      </w:r>
    </w:p>
    <w:p w:rsidR="007B6A46" w:rsidRDefault="007B6A46" w:rsidP="007B6A46">
      <w:r>
        <w:t>281.3211</w:t>
      </w:r>
      <w:r>
        <w:tab/>
        <w:t>1.013e0</w:t>
      </w:r>
    </w:p>
    <w:p w:rsidR="007B6A46" w:rsidRDefault="007B6A46" w:rsidP="007B6A46">
      <w:r>
        <w:t>281.3343</w:t>
      </w:r>
      <w:r>
        <w:tab/>
        <w:t>1.013e0</w:t>
      </w:r>
    </w:p>
    <w:p w:rsidR="007B6A46" w:rsidRDefault="007B6A46" w:rsidP="007B6A46">
      <w:r>
        <w:t>281.4460</w:t>
      </w:r>
      <w:r>
        <w:tab/>
        <w:t>1.013e0</w:t>
      </w:r>
    </w:p>
    <w:p w:rsidR="007B6A46" w:rsidRDefault="007B6A46" w:rsidP="007B6A46">
      <w:r>
        <w:t>281.5666</w:t>
      </w:r>
      <w:r>
        <w:tab/>
        <w:t>1.013e0</w:t>
      </w:r>
    </w:p>
    <w:p w:rsidR="007B6A46" w:rsidRDefault="007B6A46" w:rsidP="007B6A46">
      <w:r>
        <w:t>281.6229</w:t>
      </w:r>
      <w:r>
        <w:tab/>
        <w:t>1.013e0</w:t>
      </w:r>
    </w:p>
    <w:p w:rsidR="007B6A46" w:rsidRDefault="007B6A46" w:rsidP="007B6A46">
      <w:r>
        <w:t>281.6337</w:t>
      </w:r>
      <w:r>
        <w:tab/>
        <w:t>1.013e0</w:t>
      </w:r>
    </w:p>
    <w:p w:rsidR="007B6A46" w:rsidRDefault="007B6A46" w:rsidP="007B6A46">
      <w:r>
        <w:t>281.6591</w:t>
      </w:r>
      <w:r>
        <w:tab/>
        <w:t>1.013e0</w:t>
      </w:r>
    </w:p>
    <w:p w:rsidR="007B6A46" w:rsidRDefault="007B6A46" w:rsidP="007B6A46">
      <w:r>
        <w:t>281.7445</w:t>
      </w:r>
      <w:r>
        <w:tab/>
        <w:t>2.025e0</w:t>
      </w:r>
    </w:p>
    <w:p w:rsidR="007B6A46" w:rsidRDefault="007B6A46" w:rsidP="007B6A46">
      <w:r>
        <w:lastRenderedPageBreak/>
        <w:t>281.8347</w:t>
      </w:r>
      <w:r>
        <w:tab/>
        <w:t>1.013e0</w:t>
      </w:r>
    </w:p>
    <w:p w:rsidR="007B6A46" w:rsidRDefault="007B6A46" w:rsidP="007B6A46">
      <w:r>
        <w:t>281.8610</w:t>
      </w:r>
      <w:r>
        <w:tab/>
        <w:t>1.013e0</w:t>
      </w:r>
    </w:p>
    <w:p w:rsidR="007B6A46" w:rsidRDefault="007B6A46" w:rsidP="007B6A46">
      <w:r>
        <w:t>281.8734</w:t>
      </w:r>
      <w:r>
        <w:tab/>
        <w:t>2.025e0</w:t>
      </w:r>
    </w:p>
    <w:p w:rsidR="007B6A46" w:rsidRDefault="007B6A46" w:rsidP="007B6A46">
      <w:r>
        <w:t>281.8972</w:t>
      </w:r>
      <w:r>
        <w:tab/>
        <w:t>2.025e0</w:t>
      </w:r>
    </w:p>
    <w:p w:rsidR="007B6A46" w:rsidRDefault="007B6A46" w:rsidP="007B6A46">
      <w:r>
        <w:t>281.9764</w:t>
      </w:r>
      <w:r>
        <w:tab/>
        <w:t>2.025e0</w:t>
      </w:r>
    </w:p>
    <w:p w:rsidR="007B6A46" w:rsidRDefault="007B6A46" w:rsidP="007B6A46">
      <w:r>
        <w:t>282.0073</w:t>
      </w:r>
      <w:r>
        <w:tab/>
        <w:t>5.063e0</w:t>
      </w:r>
    </w:p>
    <w:p w:rsidR="007B6A46" w:rsidRDefault="007B6A46" w:rsidP="007B6A46">
      <w:r>
        <w:t>282.0097</w:t>
      </w:r>
      <w:r>
        <w:tab/>
        <w:t>4.051e0</w:t>
      </w:r>
    </w:p>
    <w:p w:rsidR="007B6A46" w:rsidRDefault="007B6A46" w:rsidP="007B6A46">
      <w:r>
        <w:t>282.0110</w:t>
      </w:r>
      <w:r>
        <w:tab/>
        <w:t>6.076e0</w:t>
      </w:r>
    </w:p>
    <w:p w:rsidR="007B6A46" w:rsidRDefault="007B6A46" w:rsidP="007B6A46">
      <w:r>
        <w:t>282.0311</w:t>
      </w:r>
      <w:r>
        <w:tab/>
        <w:t>1.013e0</w:t>
      </w:r>
    </w:p>
    <w:p w:rsidR="007B6A46" w:rsidRDefault="007B6A46" w:rsidP="007B6A46">
      <w:r>
        <w:t>282.0353</w:t>
      </w:r>
      <w:r>
        <w:tab/>
        <w:t>1.013e0</w:t>
      </w:r>
    </w:p>
    <w:p w:rsidR="007B6A46" w:rsidRDefault="007B6A46" w:rsidP="007B6A46">
      <w:r>
        <w:t>282.0623</w:t>
      </w:r>
      <w:r>
        <w:tab/>
        <w:t>3.038e0</w:t>
      </w:r>
    </w:p>
    <w:p w:rsidR="007B6A46" w:rsidRDefault="007B6A46" w:rsidP="007B6A46">
      <w:r>
        <w:t>282.0833</w:t>
      </w:r>
      <w:r>
        <w:tab/>
        <w:t>1.013e0</w:t>
      </w:r>
    </w:p>
    <w:p w:rsidR="007B6A46" w:rsidRDefault="007B6A46" w:rsidP="007B6A46">
      <w:r>
        <w:t>282.1057</w:t>
      </w:r>
      <w:r>
        <w:tab/>
        <w:t>1.013e0</w:t>
      </w:r>
    </w:p>
    <w:p w:rsidR="007B6A46" w:rsidRDefault="007B6A46" w:rsidP="007B6A46">
      <w:r>
        <w:t>282.1331</w:t>
      </w:r>
      <w:r>
        <w:tab/>
        <w:t>1.013e0</w:t>
      </w:r>
    </w:p>
    <w:p w:rsidR="007B6A46" w:rsidRDefault="007B6A46" w:rsidP="007B6A46">
      <w:r>
        <w:t>282.1412</w:t>
      </w:r>
      <w:r>
        <w:tab/>
        <w:t>1.013e0</w:t>
      </w:r>
    </w:p>
    <w:p w:rsidR="007B6A46" w:rsidRDefault="007B6A46" w:rsidP="007B6A46">
      <w:r>
        <w:t>282.1608</w:t>
      </w:r>
      <w:r>
        <w:tab/>
        <w:t>1.013e0</w:t>
      </w:r>
    </w:p>
    <w:p w:rsidR="007B6A46" w:rsidRDefault="007B6A46" w:rsidP="007B6A46">
      <w:r>
        <w:t>282.1685</w:t>
      </w:r>
      <w:r>
        <w:tab/>
        <w:t>1.013e0</w:t>
      </w:r>
    </w:p>
    <w:p w:rsidR="007B6A46" w:rsidRDefault="007B6A46" w:rsidP="007B6A46">
      <w:r>
        <w:t>282.1938</w:t>
      </w:r>
      <w:r>
        <w:tab/>
        <w:t>4.051e0</w:t>
      </w:r>
    </w:p>
    <w:p w:rsidR="007B6A46" w:rsidRDefault="007B6A46" w:rsidP="007B6A46">
      <w:r>
        <w:t>282.2199</w:t>
      </w:r>
      <w:r>
        <w:tab/>
        <w:t>3.038e0</w:t>
      </w:r>
    </w:p>
    <w:p w:rsidR="007B6A46" w:rsidRDefault="007B6A46" w:rsidP="007B6A46">
      <w:r>
        <w:lastRenderedPageBreak/>
        <w:t>282.2274</w:t>
      </w:r>
      <w:r>
        <w:tab/>
        <w:t>7.089e0</w:t>
      </w:r>
    </w:p>
    <w:p w:rsidR="007B6A46" w:rsidRDefault="007B6A46" w:rsidP="007B6A46">
      <w:r>
        <w:t>282.2317</w:t>
      </w:r>
      <w:r>
        <w:tab/>
        <w:t>1.013e0</w:t>
      </w:r>
    </w:p>
    <w:p w:rsidR="007B6A46" w:rsidRDefault="007B6A46" w:rsidP="007B6A46">
      <w:r>
        <w:t>282.2631</w:t>
      </w:r>
      <w:r>
        <w:tab/>
        <w:t>1.013e0</w:t>
      </w:r>
    </w:p>
    <w:p w:rsidR="007B6A46" w:rsidRDefault="007B6A46" w:rsidP="007B6A46">
      <w:r>
        <w:t>282.2902</w:t>
      </w:r>
      <w:r>
        <w:tab/>
        <w:t>1.013e0</w:t>
      </w:r>
    </w:p>
    <w:p w:rsidR="007B6A46" w:rsidRDefault="007B6A46" w:rsidP="007B6A46">
      <w:r>
        <w:t>282.4003</w:t>
      </w:r>
      <w:r>
        <w:tab/>
        <w:t>1.013e0</w:t>
      </w:r>
    </w:p>
    <w:p w:rsidR="007B6A46" w:rsidRDefault="007B6A46" w:rsidP="007B6A46">
      <w:r>
        <w:t>282.4403</w:t>
      </w:r>
      <w:r>
        <w:tab/>
        <w:t>1.013e0</w:t>
      </w:r>
    </w:p>
    <w:p w:rsidR="007B6A46" w:rsidRDefault="007B6A46" w:rsidP="007B6A46">
      <w:r>
        <w:t>282.4455</w:t>
      </w:r>
      <w:r>
        <w:tab/>
        <w:t>1.013e0</w:t>
      </w:r>
    </w:p>
    <w:p w:rsidR="007B6A46" w:rsidRDefault="007B6A46" w:rsidP="007B6A46">
      <w:r>
        <w:t>282.5749</w:t>
      </w:r>
      <w:r>
        <w:tab/>
        <w:t>1.013e0</w:t>
      </w:r>
    </w:p>
    <w:p w:rsidR="007B6A46" w:rsidRDefault="007B6A46" w:rsidP="007B6A46">
      <w:r>
        <w:t>282.6201</w:t>
      </w:r>
      <w:r>
        <w:tab/>
        <w:t>1.013e0</w:t>
      </w:r>
    </w:p>
    <w:p w:rsidR="007B6A46" w:rsidRDefault="007B6A46" w:rsidP="007B6A46">
      <w:r>
        <w:t>282.6347</w:t>
      </w:r>
      <w:r>
        <w:tab/>
        <w:t>2.025e0</w:t>
      </w:r>
    </w:p>
    <w:p w:rsidR="007B6A46" w:rsidRDefault="007B6A46" w:rsidP="007B6A46">
      <w:r>
        <w:t>282.6640</w:t>
      </w:r>
      <w:r>
        <w:tab/>
        <w:t>1.013e0</w:t>
      </w:r>
    </w:p>
    <w:p w:rsidR="007B6A46" w:rsidRDefault="007B6A46" w:rsidP="007B6A46">
      <w:r>
        <w:t>282.6682</w:t>
      </w:r>
      <w:r>
        <w:tab/>
        <w:t>1.013e0</w:t>
      </w:r>
    </w:p>
    <w:p w:rsidR="007B6A46" w:rsidRDefault="007B6A46" w:rsidP="007B6A46">
      <w:r>
        <w:t>282.7465</w:t>
      </w:r>
      <w:r>
        <w:tab/>
        <w:t>2.025e0</w:t>
      </w:r>
    </w:p>
    <w:p w:rsidR="007B6A46" w:rsidRDefault="007B6A46" w:rsidP="007B6A46">
      <w:r>
        <w:t>282.7718</w:t>
      </w:r>
      <w:r>
        <w:tab/>
        <w:t>1.013e0</w:t>
      </w:r>
    </w:p>
    <w:p w:rsidR="007B6A46" w:rsidRDefault="007B6A46" w:rsidP="007B6A46">
      <w:r>
        <w:t>282.7769</w:t>
      </w:r>
      <w:r>
        <w:tab/>
        <w:t>1.013e0</w:t>
      </w:r>
    </w:p>
    <w:p w:rsidR="007B6A46" w:rsidRDefault="007B6A46" w:rsidP="007B6A46">
      <w:r>
        <w:t>282.8284</w:t>
      </w:r>
      <w:r>
        <w:tab/>
        <w:t>1.013e0</w:t>
      </w:r>
    </w:p>
    <w:p w:rsidR="007B6A46" w:rsidRDefault="007B6A46" w:rsidP="007B6A46">
      <w:r>
        <w:t>282.9233</w:t>
      </w:r>
      <w:r>
        <w:tab/>
        <w:t>1.013e0</w:t>
      </w:r>
    </w:p>
    <w:p w:rsidR="007B6A46" w:rsidRDefault="007B6A46" w:rsidP="007B6A46">
      <w:r>
        <w:t>282.9325</w:t>
      </w:r>
      <w:r>
        <w:tab/>
        <w:t>1.013e0</w:t>
      </w:r>
    </w:p>
    <w:p w:rsidR="007B6A46" w:rsidRDefault="007B6A46" w:rsidP="007B6A46">
      <w:r>
        <w:t>282.9423</w:t>
      </w:r>
      <w:r>
        <w:tab/>
        <w:t>1.013e0</w:t>
      </w:r>
    </w:p>
    <w:p w:rsidR="007B6A46" w:rsidRDefault="007B6A46" w:rsidP="007B6A46">
      <w:r>
        <w:lastRenderedPageBreak/>
        <w:t>282.9680</w:t>
      </w:r>
      <w:r>
        <w:tab/>
        <w:t>2.488e0</w:t>
      </w:r>
    </w:p>
    <w:p w:rsidR="007B6A46" w:rsidRDefault="007B6A46" w:rsidP="007B6A46">
      <w:r>
        <w:t>282.9780</w:t>
      </w:r>
      <w:r>
        <w:tab/>
        <w:t>1.013e0</w:t>
      </w:r>
    </w:p>
    <w:p w:rsidR="007B6A46" w:rsidRDefault="007B6A46" w:rsidP="007B6A46">
      <w:r>
        <w:t>282.9850</w:t>
      </w:r>
      <w:r>
        <w:tab/>
        <w:t>4.051e0</w:t>
      </w:r>
    </w:p>
    <w:p w:rsidR="007B6A46" w:rsidRDefault="007B6A46" w:rsidP="007B6A46">
      <w:r>
        <w:t>282.9952</w:t>
      </w:r>
      <w:r>
        <w:tab/>
        <w:t>3.038e0</w:t>
      </w:r>
    </w:p>
    <w:p w:rsidR="007B6A46" w:rsidRDefault="007B6A46" w:rsidP="007B6A46">
      <w:r>
        <w:t>282.9997</w:t>
      </w:r>
      <w:r>
        <w:tab/>
        <w:t>3.038e0</w:t>
      </w:r>
    </w:p>
    <w:p w:rsidR="007B6A46" w:rsidRDefault="007B6A46" w:rsidP="007B6A46">
      <w:r>
        <w:t>283.0175</w:t>
      </w:r>
      <w:r>
        <w:tab/>
        <w:t>1.013e0</w:t>
      </w:r>
    </w:p>
    <w:p w:rsidR="007B6A46" w:rsidRDefault="007B6A46" w:rsidP="007B6A46">
      <w:r>
        <w:t>283.0338</w:t>
      </w:r>
      <w:r>
        <w:tab/>
        <w:t>3.038e0</w:t>
      </w:r>
    </w:p>
    <w:p w:rsidR="007B6A46" w:rsidRDefault="007B6A46" w:rsidP="007B6A46">
      <w:r>
        <w:t>283.0448</w:t>
      </w:r>
      <w:r>
        <w:tab/>
        <w:t>1.013e0</w:t>
      </w:r>
    </w:p>
    <w:p w:rsidR="007B6A46" w:rsidRDefault="007B6A46" w:rsidP="007B6A46">
      <w:r>
        <w:t>283.0489</w:t>
      </w:r>
      <w:r>
        <w:tab/>
        <w:t>3.038e0</w:t>
      </w:r>
    </w:p>
    <w:p w:rsidR="007B6A46" w:rsidRDefault="007B6A46" w:rsidP="007B6A46">
      <w:r>
        <w:t>283.0569</w:t>
      </w:r>
      <w:r>
        <w:tab/>
        <w:t>1.013e0</w:t>
      </w:r>
    </w:p>
    <w:p w:rsidR="007B6A46" w:rsidRDefault="007B6A46" w:rsidP="007B6A46">
      <w:r>
        <w:t>283.0609</w:t>
      </w:r>
      <w:r>
        <w:tab/>
        <w:t>3.038e0</w:t>
      </w:r>
    </w:p>
    <w:p w:rsidR="007B6A46" w:rsidRDefault="007B6A46" w:rsidP="007B6A46">
      <w:r>
        <w:t>283.0882</w:t>
      </w:r>
      <w:r>
        <w:tab/>
        <w:t>1.013e0</w:t>
      </w:r>
    </w:p>
    <w:p w:rsidR="007B6A46" w:rsidRDefault="007B6A46" w:rsidP="007B6A46">
      <w:r>
        <w:t>283.0980</w:t>
      </w:r>
      <w:r>
        <w:tab/>
        <w:t>4.051e0</w:t>
      </w:r>
    </w:p>
    <w:p w:rsidR="007B6A46" w:rsidRDefault="007B6A46" w:rsidP="007B6A46">
      <w:r>
        <w:t>283.1244</w:t>
      </w:r>
      <w:r>
        <w:tab/>
        <w:t>1.013e0</w:t>
      </w:r>
    </w:p>
    <w:p w:rsidR="007B6A46" w:rsidRDefault="007B6A46" w:rsidP="007B6A46">
      <w:r>
        <w:t>283.1507</w:t>
      </w:r>
      <w:r>
        <w:tab/>
        <w:t>1.013e0</w:t>
      </w:r>
    </w:p>
    <w:p w:rsidR="007B6A46" w:rsidRDefault="007B6A46" w:rsidP="007B6A46">
      <w:r>
        <w:t>283.1627</w:t>
      </w:r>
      <w:r>
        <w:tab/>
        <w:t>4.051e0</w:t>
      </w:r>
    </w:p>
    <w:p w:rsidR="007B6A46" w:rsidRDefault="007B6A46" w:rsidP="007B6A46">
      <w:r>
        <w:t>283.1786</w:t>
      </w:r>
      <w:r>
        <w:tab/>
        <w:t>1.013e0</w:t>
      </w:r>
    </w:p>
    <w:p w:rsidR="007B6A46" w:rsidRDefault="007B6A46" w:rsidP="007B6A46">
      <w:r>
        <w:t>283.1873</w:t>
      </w:r>
      <w:r>
        <w:tab/>
        <w:t>2.025e0</w:t>
      </w:r>
    </w:p>
    <w:p w:rsidR="007B6A46" w:rsidRDefault="007B6A46" w:rsidP="007B6A46">
      <w:r>
        <w:t>283.2059</w:t>
      </w:r>
      <w:r>
        <w:tab/>
        <w:t>1.013e0</w:t>
      </w:r>
    </w:p>
    <w:p w:rsidR="007B6A46" w:rsidRDefault="007B6A46" w:rsidP="007B6A46">
      <w:r>
        <w:lastRenderedPageBreak/>
        <w:t>283.2100</w:t>
      </w:r>
      <w:r>
        <w:tab/>
        <w:t>1.013e0</w:t>
      </w:r>
    </w:p>
    <w:p w:rsidR="007B6A46" w:rsidRDefault="007B6A46" w:rsidP="007B6A46">
      <w:r>
        <w:t>283.2139</w:t>
      </w:r>
      <w:r>
        <w:tab/>
        <w:t>2.025e0</w:t>
      </w:r>
    </w:p>
    <w:p w:rsidR="007B6A46" w:rsidRDefault="007B6A46" w:rsidP="007B6A46">
      <w:r>
        <w:t>283.2306</w:t>
      </w:r>
      <w:r>
        <w:tab/>
        <w:t>2.025e0</w:t>
      </w:r>
    </w:p>
    <w:p w:rsidR="007B6A46" w:rsidRDefault="007B6A46" w:rsidP="007B6A46">
      <w:r>
        <w:t>283.2414</w:t>
      </w:r>
      <w:r>
        <w:tab/>
        <w:t>2.025e0</w:t>
      </w:r>
    </w:p>
    <w:p w:rsidR="007B6A46" w:rsidRDefault="007B6A46" w:rsidP="007B6A46">
      <w:r>
        <w:t>283.2430</w:t>
      </w:r>
      <w:r>
        <w:tab/>
        <w:t>2.025e0</w:t>
      </w:r>
    </w:p>
    <w:p w:rsidR="007B6A46" w:rsidRDefault="007B6A46" w:rsidP="007B6A46">
      <w:r>
        <w:t>283.2924</w:t>
      </w:r>
      <w:r>
        <w:tab/>
        <w:t>2.025e0</w:t>
      </w:r>
    </w:p>
    <w:p w:rsidR="007B6A46" w:rsidRDefault="007B6A46" w:rsidP="007B6A46">
      <w:r>
        <w:t>283.3397</w:t>
      </w:r>
      <w:r>
        <w:tab/>
        <w:t>1.013e0</w:t>
      </w:r>
    </w:p>
    <w:p w:rsidR="007B6A46" w:rsidRDefault="007B6A46" w:rsidP="007B6A46">
      <w:r>
        <w:t>283.3476</w:t>
      </w:r>
      <w:r>
        <w:tab/>
        <w:t>1.013e0</w:t>
      </w:r>
    </w:p>
    <w:p w:rsidR="007B6A46" w:rsidRDefault="007B6A46" w:rsidP="007B6A46">
      <w:r>
        <w:t>283.4020</w:t>
      </w:r>
      <w:r>
        <w:tab/>
        <w:t>1.013e0</w:t>
      </w:r>
    </w:p>
    <w:p w:rsidR="007B6A46" w:rsidRDefault="007B6A46" w:rsidP="007B6A46">
      <w:r>
        <w:t>283.4653</w:t>
      </w:r>
      <w:r>
        <w:tab/>
        <w:t>1.013e0</w:t>
      </w:r>
    </w:p>
    <w:p w:rsidR="007B6A46" w:rsidRDefault="007B6A46" w:rsidP="007B6A46">
      <w:r>
        <w:t>283.4825</w:t>
      </w:r>
      <w:r>
        <w:tab/>
        <w:t>1.013e0</w:t>
      </w:r>
    </w:p>
    <w:p w:rsidR="007B6A46" w:rsidRDefault="007B6A46" w:rsidP="007B6A46">
      <w:r>
        <w:t>283.5044</w:t>
      </w:r>
      <w:r>
        <w:tab/>
        <w:t>1.013e0</w:t>
      </w:r>
    </w:p>
    <w:p w:rsidR="007B6A46" w:rsidRDefault="007B6A46" w:rsidP="007B6A46">
      <w:r>
        <w:t>283.5087</w:t>
      </w:r>
      <w:r>
        <w:tab/>
        <w:t>1.013e0</w:t>
      </w:r>
    </w:p>
    <w:p w:rsidR="007B6A46" w:rsidRDefault="007B6A46" w:rsidP="007B6A46">
      <w:r>
        <w:t>283.5133</w:t>
      </w:r>
      <w:r>
        <w:tab/>
        <w:t>1.013e0</w:t>
      </w:r>
    </w:p>
    <w:p w:rsidR="007B6A46" w:rsidRDefault="007B6A46" w:rsidP="007B6A46">
      <w:r>
        <w:t>283.5219</w:t>
      </w:r>
      <w:r>
        <w:tab/>
        <w:t>2.025e0</w:t>
      </w:r>
    </w:p>
    <w:p w:rsidR="007B6A46" w:rsidRDefault="007B6A46" w:rsidP="007B6A46">
      <w:r>
        <w:t>283.5677</w:t>
      </w:r>
      <w:r>
        <w:tab/>
        <w:t>1.013e0</w:t>
      </w:r>
    </w:p>
    <w:p w:rsidR="007B6A46" w:rsidRDefault="007B6A46" w:rsidP="007B6A46">
      <w:r>
        <w:t>283.6436</w:t>
      </w:r>
      <w:r>
        <w:tab/>
        <w:t>1.013e0</w:t>
      </w:r>
    </w:p>
    <w:p w:rsidR="007B6A46" w:rsidRDefault="007B6A46" w:rsidP="007B6A46">
      <w:r>
        <w:t>283.6488</w:t>
      </w:r>
      <w:r>
        <w:tab/>
        <w:t>1.013e0</w:t>
      </w:r>
    </w:p>
    <w:p w:rsidR="007B6A46" w:rsidRDefault="007B6A46" w:rsidP="007B6A46">
      <w:r>
        <w:t>283.6852</w:t>
      </w:r>
      <w:r>
        <w:tab/>
        <w:t>1.013e0</w:t>
      </w:r>
    </w:p>
    <w:p w:rsidR="007B6A46" w:rsidRDefault="007B6A46" w:rsidP="007B6A46">
      <w:r>
        <w:lastRenderedPageBreak/>
        <w:t>283.7107</w:t>
      </w:r>
      <w:r>
        <w:tab/>
        <w:t>1.013e0</w:t>
      </w:r>
    </w:p>
    <w:p w:rsidR="007B6A46" w:rsidRDefault="007B6A46" w:rsidP="007B6A46">
      <w:r>
        <w:t>283.7289</w:t>
      </w:r>
      <w:r>
        <w:tab/>
        <w:t>1.013e0</w:t>
      </w:r>
    </w:p>
    <w:p w:rsidR="007B6A46" w:rsidRDefault="007B6A46" w:rsidP="007B6A46">
      <w:r>
        <w:t>283.7523</w:t>
      </w:r>
      <w:r>
        <w:tab/>
        <w:t>1.013e0</w:t>
      </w:r>
    </w:p>
    <w:p w:rsidR="007B6A46" w:rsidRDefault="007B6A46" w:rsidP="007B6A46">
      <w:r>
        <w:t>283.8151</w:t>
      </w:r>
      <w:r>
        <w:tab/>
        <w:t>1.013e0</w:t>
      </w:r>
    </w:p>
    <w:p w:rsidR="007B6A46" w:rsidRDefault="007B6A46" w:rsidP="007B6A46">
      <w:r>
        <w:t>283.9253</w:t>
      </w:r>
      <w:r>
        <w:tab/>
        <w:t>2.025e0</w:t>
      </w:r>
    </w:p>
    <w:p w:rsidR="007B6A46" w:rsidRDefault="007B6A46" w:rsidP="007B6A46">
      <w:r>
        <w:t>283.9763</w:t>
      </w:r>
      <w:r>
        <w:tab/>
        <w:t>1.013e0</w:t>
      </w:r>
    </w:p>
    <w:p w:rsidR="007B6A46" w:rsidRDefault="007B6A46" w:rsidP="007B6A46">
      <w:r>
        <w:t>283.9843</w:t>
      </w:r>
      <w:r>
        <w:tab/>
        <w:t>2.025e0</w:t>
      </w:r>
    </w:p>
    <w:p w:rsidR="007B6A46" w:rsidRDefault="007B6A46" w:rsidP="007B6A46">
      <w:r>
        <w:t>283.9916</w:t>
      </w:r>
      <w:r>
        <w:tab/>
        <w:t>3.038e0</w:t>
      </w:r>
    </w:p>
    <w:p w:rsidR="007B6A46" w:rsidRDefault="007B6A46" w:rsidP="007B6A46">
      <w:r>
        <w:t>284.0180</w:t>
      </w:r>
      <w:r>
        <w:tab/>
        <w:t>3.038e0</w:t>
      </w:r>
    </w:p>
    <w:p w:rsidR="007B6A46" w:rsidRDefault="007B6A46" w:rsidP="007B6A46">
      <w:r>
        <w:t>284.0285</w:t>
      </w:r>
      <w:r>
        <w:tab/>
        <w:t>3.038e0</w:t>
      </w:r>
    </w:p>
    <w:p w:rsidR="007B6A46" w:rsidRDefault="007B6A46" w:rsidP="007B6A46">
      <w:r>
        <w:t>284.0336</w:t>
      </w:r>
      <w:r>
        <w:tab/>
        <w:t>1.013e0</w:t>
      </w:r>
    </w:p>
    <w:p w:rsidR="007B6A46" w:rsidRDefault="007B6A46" w:rsidP="007B6A46">
      <w:r>
        <w:t>284.0513</w:t>
      </w:r>
      <w:r>
        <w:tab/>
        <w:t>1.013e0</w:t>
      </w:r>
    </w:p>
    <w:p w:rsidR="007B6A46" w:rsidRDefault="007B6A46" w:rsidP="007B6A46">
      <w:r>
        <w:t>284.0594</w:t>
      </w:r>
      <w:r>
        <w:tab/>
        <w:t>2.025e0</w:t>
      </w:r>
    </w:p>
    <w:p w:rsidR="007B6A46" w:rsidRDefault="007B6A46" w:rsidP="007B6A46">
      <w:r>
        <w:t>284.0747</w:t>
      </w:r>
      <w:r>
        <w:tab/>
        <w:t>1.013e0</w:t>
      </w:r>
    </w:p>
    <w:p w:rsidR="007B6A46" w:rsidRDefault="007B6A46" w:rsidP="007B6A46">
      <w:r>
        <w:t>284.0904</w:t>
      </w:r>
      <w:r>
        <w:tab/>
        <w:t>1.013e0</w:t>
      </w:r>
    </w:p>
    <w:p w:rsidR="007B6A46" w:rsidRDefault="007B6A46" w:rsidP="007B6A46">
      <w:r>
        <w:t>284.1584</w:t>
      </w:r>
      <w:r>
        <w:tab/>
        <w:t>1.013e0</w:t>
      </w:r>
    </w:p>
    <w:p w:rsidR="007B6A46" w:rsidRDefault="007B6A46" w:rsidP="007B6A46">
      <w:r>
        <w:t>284.1598</w:t>
      </w:r>
      <w:r>
        <w:tab/>
        <w:t>3.038e0</w:t>
      </w:r>
    </w:p>
    <w:p w:rsidR="007B6A46" w:rsidRDefault="007B6A46" w:rsidP="007B6A46">
      <w:r>
        <w:t>284.1632</w:t>
      </w:r>
      <w:r>
        <w:tab/>
        <w:t>1.013e0</w:t>
      </w:r>
    </w:p>
    <w:p w:rsidR="007B6A46" w:rsidRDefault="007B6A46" w:rsidP="007B6A46">
      <w:r>
        <w:t>284.1850</w:t>
      </w:r>
      <w:r>
        <w:tab/>
        <w:t>1.013e0</w:t>
      </w:r>
    </w:p>
    <w:p w:rsidR="007B6A46" w:rsidRDefault="007B6A46" w:rsidP="007B6A46">
      <w:r>
        <w:lastRenderedPageBreak/>
        <w:t>284.2001</w:t>
      </w:r>
      <w:r>
        <w:tab/>
        <w:t>1.013e0</w:t>
      </w:r>
    </w:p>
    <w:p w:rsidR="007B6A46" w:rsidRDefault="007B6A46" w:rsidP="007B6A46">
      <w:r>
        <w:t>284.2080</w:t>
      </w:r>
      <w:r>
        <w:tab/>
        <w:t>1.013e0</w:t>
      </w:r>
    </w:p>
    <w:p w:rsidR="007B6A46" w:rsidRDefault="007B6A46" w:rsidP="007B6A46">
      <w:r>
        <w:t>284.2355</w:t>
      </w:r>
      <w:r>
        <w:tab/>
        <w:t>1.013e0</w:t>
      </w:r>
    </w:p>
    <w:p w:rsidR="007B6A46" w:rsidRDefault="007B6A46" w:rsidP="007B6A46">
      <w:r>
        <w:t>284.2522</w:t>
      </w:r>
      <w:r>
        <w:tab/>
        <w:t>1.013e0</w:t>
      </w:r>
    </w:p>
    <w:p w:rsidR="007B6A46" w:rsidRDefault="007B6A46" w:rsidP="007B6A46">
      <w:r>
        <w:t>284.2626</w:t>
      </w:r>
      <w:r>
        <w:tab/>
        <w:t>1.013e0</w:t>
      </w:r>
    </w:p>
    <w:p w:rsidR="007B6A46" w:rsidRDefault="007B6A46" w:rsidP="007B6A46">
      <w:r>
        <w:t>284.3199</w:t>
      </w:r>
      <w:r>
        <w:tab/>
        <w:t>1.013e0</w:t>
      </w:r>
    </w:p>
    <w:p w:rsidR="007B6A46" w:rsidRDefault="007B6A46" w:rsidP="007B6A46">
      <w:r>
        <w:t>284.3419</w:t>
      </w:r>
      <w:r>
        <w:tab/>
        <w:t>1.013e0</w:t>
      </w:r>
    </w:p>
    <w:p w:rsidR="007B6A46" w:rsidRDefault="007B6A46" w:rsidP="007B6A46">
      <w:r>
        <w:t>284.3463</w:t>
      </w:r>
      <w:r>
        <w:tab/>
        <w:t>1.013e0</w:t>
      </w:r>
    </w:p>
    <w:p w:rsidR="007B6A46" w:rsidRDefault="007B6A46" w:rsidP="007B6A46">
      <w:r>
        <w:t>284.3486</w:t>
      </w:r>
      <w:r>
        <w:tab/>
        <w:t>2.025e0</w:t>
      </w:r>
    </w:p>
    <w:p w:rsidR="007B6A46" w:rsidRDefault="007B6A46" w:rsidP="007B6A46">
      <w:r>
        <w:t>284.3875</w:t>
      </w:r>
      <w:r>
        <w:tab/>
        <w:t>1.013e0</w:t>
      </w:r>
    </w:p>
    <w:p w:rsidR="007B6A46" w:rsidRDefault="007B6A46" w:rsidP="007B6A46">
      <w:r>
        <w:t>284.4048</w:t>
      </w:r>
      <w:r>
        <w:tab/>
        <w:t>1.013e0</w:t>
      </w:r>
    </w:p>
    <w:p w:rsidR="007B6A46" w:rsidRDefault="007B6A46" w:rsidP="007B6A46">
      <w:r>
        <w:t>284.4322</w:t>
      </w:r>
      <w:r>
        <w:tab/>
        <w:t>1.013e0</w:t>
      </w:r>
    </w:p>
    <w:p w:rsidR="007B6A46" w:rsidRDefault="007B6A46" w:rsidP="007B6A46">
      <w:r>
        <w:t>284.4602</w:t>
      </w:r>
      <w:r>
        <w:tab/>
        <w:t>1.013e0</w:t>
      </w:r>
    </w:p>
    <w:p w:rsidR="007B6A46" w:rsidRDefault="007B6A46" w:rsidP="007B6A46">
      <w:r>
        <w:t>284.5016</w:t>
      </w:r>
      <w:r>
        <w:tab/>
        <w:t>2.025e0</w:t>
      </w:r>
    </w:p>
    <w:p w:rsidR="007B6A46" w:rsidRDefault="007B6A46" w:rsidP="007B6A46">
      <w:r>
        <w:t>284.5310</w:t>
      </w:r>
      <w:r>
        <w:tab/>
        <w:t>1.013e0</w:t>
      </w:r>
    </w:p>
    <w:p w:rsidR="007B6A46" w:rsidRDefault="007B6A46" w:rsidP="007B6A46">
      <w:r>
        <w:t>284.5625</w:t>
      </w:r>
      <w:r>
        <w:tab/>
        <w:t>1.013e0</w:t>
      </w:r>
    </w:p>
    <w:p w:rsidR="007B6A46" w:rsidRDefault="007B6A46" w:rsidP="007B6A46">
      <w:r>
        <w:t>284.5751</w:t>
      </w:r>
      <w:r>
        <w:tab/>
        <w:t>1.013e0</w:t>
      </w:r>
    </w:p>
    <w:p w:rsidR="007B6A46" w:rsidRDefault="007B6A46" w:rsidP="007B6A46">
      <w:r>
        <w:t>284.6803</w:t>
      </w:r>
      <w:r>
        <w:tab/>
        <w:t>2.025e0</w:t>
      </w:r>
    </w:p>
    <w:p w:rsidR="007B6A46" w:rsidRDefault="007B6A46" w:rsidP="007B6A46">
      <w:r>
        <w:t>284.6844</w:t>
      </w:r>
      <w:r>
        <w:tab/>
        <w:t>1.013e0</w:t>
      </w:r>
    </w:p>
    <w:p w:rsidR="007B6A46" w:rsidRDefault="007B6A46" w:rsidP="007B6A46">
      <w:r>
        <w:lastRenderedPageBreak/>
        <w:t>284.7318</w:t>
      </w:r>
      <w:r>
        <w:tab/>
        <w:t>2.025e0</w:t>
      </w:r>
    </w:p>
    <w:p w:rsidR="007B6A46" w:rsidRDefault="007B6A46" w:rsidP="007B6A46">
      <w:r>
        <w:t>284.7589</w:t>
      </w:r>
      <w:r>
        <w:tab/>
        <w:t>1.013e0</w:t>
      </w:r>
    </w:p>
    <w:p w:rsidR="007B6A46" w:rsidRDefault="007B6A46" w:rsidP="007B6A46">
      <w:r>
        <w:t>284.7732</w:t>
      </w:r>
      <w:r>
        <w:tab/>
        <w:t>1.013e0</w:t>
      </w:r>
    </w:p>
    <w:p w:rsidR="007B6A46" w:rsidRDefault="007B6A46" w:rsidP="007B6A46">
      <w:r>
        <w:t>284.7780</w:t>
      </w:r>
      <w:r>
        <w:tab/>
        <w:t>1.013e0</w:t>
      </w:r>
    </w:p>
    <w:p w:rsidR="007B6A46" w:rsidRDefault="007B6A46" w:rsidP="007B6A46">
      <w:r>
        <w:t>284.7908</w:t>
      </w:r>
      <w:r>
        <w:tab/>
        <w:t>1.013e0</w:t>
      </w:r>
    </w:p>
    <w:p w:rsidR="007B6A46" w:rsidRDefault="007B6A46" w:rsidP="007B6A46">
      <w:r>
        <w:t>284.8358</w:t>
      </w:r>
      <w:r>
        <w:tab/>
        <w:t>1.013e0</w:t>
      </w:r>
    </w:p>
    <w:p w:rsidR="007B6A46" w:rsidRDefault="007B6A46" w:rsidP="007B6A46">
      <w:r>
        <w:t>284.8410</w:t>
      </w:r>
      <w:r>
        <w:tab/>
        <w:t>1.013e0</w:t>
      </w:r>
    </w:p>
    <w:p w:rsidR="007B6A46" w:rsidRDefault="007B6A46" w:rsidP="007B6A46">
      <w:r>
        <w:t>284.8453</w:t>
      </w:r>
      <w:r>
        <w:tab/>
        <w:t>1.013e0</w:t>
      </w:r>
    </w:p>
    <w:p w:rsidR="007B6A46" w:rsidRDefault="007B6A46" w:rsidP="007B6A46">
      <w:r>
        <w:t>284.8772</w:t>
      </w:r>
      <w:r>
        <w:tab/>
        <w:t>1.013e0</w:t>
      </w:r>
    </w:p>
    <w:p w:rsidR="007B6A46" w:rsidRDefault="007B6A46" w:rsidP="007B6A46">
      <w:r>
        <w:t>284.9083</w:t>
      </w:r>
      <w:r>
        <w:tab/>
        <w:t>1.013e0</w:t>
      </w:r>
    </w:p>
    <w:p w:rsidR="007B6A46" w:rsidRDefault="007B6A46" w:rsidP="007B6A46">
      <w:r>
        <w:t>284.9560</w:t>
      </w:r>
      <w:r>
        <w:tab/>
        <w:t>1.013e0</w:t>
      </w:r>
    </w:p>
    <w:p w:rsidR="007B6A46" w:rsidRDefault="007B6A46" w:rsidP="007B6A46">
      <w:r>
        <w:t>284.9793</w:t>
      </w:r>
      <w:r>
        <w:tab/>
        <w:t>2.025e0</w:t>
      </w:r>
    </w:p>
    <w:p w:rsidR="007B6A46" w:rsidRDefault="007B6A46" w:rsidP="007B6A46">
      <w:r>
        <w:t>285.0369</w:t>
      </w:r>
      <w:r>
        <w:tab/>
        <w:t>7.089e0</w:t>
      </w:r>
    </w:p>
    <w:p w:rsidR="007B6A46" w:rsidRDefault="007B6A46" w:rsidP="007B6A46">
      <w:r>
        <w:t>285.0466</w:t>
      </w:r>
      <w:r>
        <w:tab/>
        <w:t>2.025e0</w:t>
      </w:r>
    </w:p>
    <w:p w:rsidR="007B6A46" w:rsidRDefault="007B6A46" w:rsidP="007B6A46">
      <w:r>
        <w:t>285.0820</w:t>
      </w:r>
      <w:r>
        <w:tab/>
        <w:t>1.013e0</w:t>
      </w:r>
    </w:p>
    <w:p w:rsidR="007B6A46" w:rsidRDefault="007B6A46" w:rsidP="007B6A46">
      <w:r>
        <w:t>285.1139</w:t>
      </w:r>
      <w:r>
        <w:tab/>
        <w:t>3.038e0</w:t>
      </w:r>
    </w:p>
    <w:p w:rsidR="007B6A46" w:rsidRDefault="007B6A46" w:rsidP="007B6A46">
      <w:r>
        <w:t>285.1280</w:t>
      </w:r>
      <w:r>
        <w:tab/>
        <w:t>1.013e0</w:t>
      </w:r>
    </w:p>
    <w:p w:rsidR="007B6A46" w:rsidRDefault="007B6A46" w:rsidP="007B6A46">
      <w:r>
        <w:t>285.1326</w:t>
      </w:r>
      <w:r>
        <w:tab/>
        <w:t>1.013e0</w:t>
      </w:r>
    </w:p>
    <w:p w:rsidR="007B6A46" w:rsidRDefault="007B6A46" w:rsidP="007B6A46">
      <w:r>
        <w:t>285.1541</w:t>
      </w:r>
      <w:r>
        <w:tab/>
        <w:t>1.013e0</w:t>
      </w:r>
    </w:p>
    <w:p w:rsidR="007B6A46" w:rsidRDefault="007B6A46" w:rsidP="007B6A46">
      <w:r>
        <w:lastRenderedPageBreak/>
        <w:t>285.1645</w:t>
      </w:r>
      <w:r>
        <w:tab/>
        <w:t>1.013e0</w:t>
      </w:r>
    </w:p>
    <w:p w:rsidR="007B6A46" w:rsidRDefault="007B6A46" w:rsidP="007B6A46">
      <w:r>
        <w:t>285.1847</w:t>
      </w:r>
      <w:r>
        <w:tab/>
        <w:t>3.038e0</w:t>
      </w:r>
    </w:p>
    <w:p w:rsidR="007B6A46" w:rsidRDefault="007B6A46" w:rsidP="007B6A46">
      <w:r>
        <w:t>285.2118</w:t>
      </w:r>
      <w:r>
        <w:tab/>
        <w:t>1.013e0</w:t>
      </w:r>
    </w:p>
    <w:p w:rsidR="007B6A46" w:rsidRDefault="007B6A46" w:rsidP="007B6A46">
      <w:r>
        <w:t>285.2330</w:t>
      </w:r>
      <w:r>
        <w:tab/>
        <w:t>2.025e0</w:t>
      </w:r>
    </w:p>
    <w:p w:rsidR="007B6A46" w:rsidRDefault="007B6A46" w:rsidP="007B6A46">
      <w:r>
        <w:t>285.2433</w:t>
      </w:r>
      <w:r>
        <w:tab/>
        <w:t>1.013e0</w:t>
      </w:r>
    </w:p>
    <w:p w:rsidR="007B6A46" w:rsidRDefault="007B6A46" w:rsidP="007B6A46">
      <w:r>
        <w:t>285.2668</w:t>
      </w:r>
      <w:r>
        <w:tab/>
        <w:t>2.025e0</w:t>
      </w:r>
    </w:p>
    <w:p w:rsidR="007B6A46" w:rsidRDefault="007B6A46" w:rsidP="007B6A46">
      <w:r>
        <w:t>285.2978</w:t>
      </w:r>
      <w:r>
        <w:tab/>
        <w:t>1.013e0</w:t>
      </w:r>
    </w:p>
    <w:p w:rsidR="007B6A46" w:rsidRDefault="007B6A46" w:rsidP="007B6A46">
      <w:r>
        <w:t>285.3003</w:t>
      </w:r>
      <w:r>
        <w:tab/>
        <w:t>2.025e0</w:t>
      </w:r>
    </w:p>
    <w:p w:rsidR="007B6A46" w:rsidRDefault="007B6A46" w:rsidP="007B6A46">
      <w:r>
        <w:t>285.3108</w:t>
      </w:r>
      <w:r>
        <w:tab/>
        <w:t>1.013e0</w:t>
      </w:r>
    </w:p>
    <w:p w:rsidR="007B6A46" w:rsidRDefault="007B6A46" w:rsidP="007B6A46">
      <w:r>
        <w:t>285.3469</w:t>
      </w:r>
      <w:r>
        <w:tab/>
        <w:t>1.013e0</w:t>
      </w:r>
    </w:p>
    <w:p w:rsidR="007B6A46" w:rsidRDefault="007B6A46" w:rsidP="007B6A46">
      <w:r>
        <w:t>285.3573</w:t>
      </w:r>
      <w:r>
        <w:tab/>
        <w:t>1.013e0</w:t>
      </w:r>
    </w:p>
    <w:p w:rsidR="007B6A46" w:rsidRDefault="007B6A46" w:rsidP="007B6A46">
      <w:r>
        <w:t>285.3966</w:t>
      </w:r>
      <w:r>
        <w:tab/>
        <w:t>2.025e0</w:t>
      </w:r>
    </w:p>
    <w:p w:rsidR="007B6A46" w:rsidRDefault="007B6A46" w:rsidP="007B6A46">
      <w:r>
        <w:t>285.4055</w:t>
      </w:r>
      <w:r>
        <w:tab/>
        <w:t>2.025e0</w:t>
      </w:r>
    </w:p>
    <w:p w:rsidR="007B6A46" w:rsidRDefault="007B6A46" w:rsidP="007B6A46">
      <w:r>
        <w:t>285.4362</w:t>
      </w:r>
      <w:r>
        <w:tab/>
        <w:t>1.013e0</w:t>
      </w:r>
    </w:p>
    <w:p w:rsidR="007B6A46" w:rsidRDefault="007B6A46" w:rsidP="007B6A46">
      <w:r>
        <w:t>285.4414</w:t>
      </w:r>
      <w:r>
        <w:tab/>
        <w:t>1.013e0</w:t>
      </w:r>
    </w:p>
    <w:p w:rsidR="007B6A46" w:rsidRDefault="007B6A46" w:rsidP="007B6A46">
      <w:r>
        <w:t>285.4992</w:t>
      </w:r>
      <w:r>
        <w:tab/>
        <w:t>1.013e0</w:t>
      </w:r>
    </w:p>
    <w:p w:rsidR="007B6A46" w:rsidRDefault="007B6A46" w:rsidP="007B6A46">
      <w:r>
        <w:t>285.5222</w:t>
      </w:r>
      <w:r>
        <w:tab/>
        <w:t>2.025e0</w:t>
      </w:r>
    </w:p>
    <w:p w:rsidR="007B6A46" w:rsidRDefault="007B6A46" w:rsidP="007B6A46">
      <w:r>
        <w:t>285.5268</w:t>
      </w:r>
      <w:r>
        <w:tab/>
        <w:t>1.013e0</w:t>
      </w:r>
    </w:p>
    <w:p w:rsidR="007B6A46" w:rsidRDefault="007B6A46" w:rsidP="007B6A46">
      <w:r>
        <w:t>285.5459</w:t>
      </w:r>
      <w:r>
        <w:tab/>
        <w:t>1.013e0</w:t>
      </w:r>
    </w:p>
    <w:p w:rsidR="007B6A46" w:rsidRDefault="007B6A46" w:rsidP="007B6A46">
      <w:r>
        <w:lastRenderedPageBreak/>
        <w:t>285.5721</w:t>
      </w:r>
      <w:r>
        <w:tab/>
        <w:t>1.013e0</w:t>
      </w:r>
    </w:p>
    <w:p w:rsidR="007B6A46" w:rsidRDefault="007B6A46" w:rsidP="007B6A46">
      <w:r>
        <w:t>285.6212</w:t>
      </w:r>
      <w:r>
        <w:tab/>
        <w:t>1.013e0</w:t>
      </w:r>
    </w:p>
    <w:p w:rsidR="007B6A46" w:rsidRDefault="007B6A46" w:rsidP="007B6A46">
      <w:r>
        <w:t>285.6363</w:t>
      </w:r>
      <w:r>
        <w:tab/>
        <w:t>2.025e0</w:t>
      </w:r>
    </w:p>
    <w:p w:rsidR="007B6A46" w:rsidRDefault="007B6A46" w:rsidP="007B6A46">
      <w:r>
        <w:t>285.6482</w:t>
      </w:r>
      <w:r>
        <w:tab/>
        <w:t>1.013e0</w:t>
      </w:r>
    </w:p>
    <w:p w:rsidR="007B6A46" w:rsidRDefault="007B6A46" w:rsidP="007B6A46">
      <w:r>
        <w:t>285.6567</w:t>
      </w:r>
      <w:r>
        <w:tab/>
        <w:t>1.013e0</w:t>
      </w:r>
    </w:p>
    <w:p w:rsidR="007B6A46" w:rsidRDefault="007B6A46" w:rsidP="007B6A46">
      <w:r>
        <w:t>285.7116</w:t>
      </w:r>
      <w:r>
        <w:tab/>
        <w:t>1.013e0</w:t>
      </w:r>
    </w:p>
    <w:p w:rsidR="007B6A46" w:rsidRDefault="007B6A46" w:rsidP="007B6A46">
      <w:r>
        <w:t>285.7341</w:t>
      </w:r>
      <w:r>
        <w:tab/>
        <w:t>1.013e0</w:t>
      </w:r>
    </w:p>
    <w:p w:rsidR="007B6A46" w:rsidRDefault="007B6A46" w:rsidP="007B6A46">
      <w:r>
        <w:t>285.7508</w:t>
      </w:r>
      <w:r>
        <w:tab/>
        <w:t>2.025e0</w:t>
      </w:r>
    </w:p>
    <w:p w:rsidR="007B6A46" w:rsidRDefault="007B6A46" w:rsidP="007B6A46">
      <w:r>
        <w:t>285.8283</w:t>
      </w:r>
      <w:r>
        <w:tab/>
        <w:t>1.013e0</w:t>
      </w:r>
    </w:p>
    <w:p w:rsidR="007B6A46" w:rsidRDefault="007B6A46" w:rsidP="007B6A46">
      <w:r>
        <w:t>285.8597</w:t>
      </w:r>
      <w:r>
        <w:tab/>
        <w:t>1.013e0</w:t>
      </w:r>
    </w:p>
    <w:p w:rsidR="007B6A46" w:rsidRDefault="007B6A46" w:rsidP="007B6A46">
      <w:r>
        <w:t>285.8859</w:t>
      </w:r>
      <w:r>
        <w:tab/>
        <w:t>1.013e0</w:t>
      </w:r>
    </w:p>
    <w:p w:rsidR="007B6A46" w:rsidRDefault="007B6A46" w:rsidP="007B6A46">
      <w:r>
        <w:t>285.9220</w:t>
      </w:r>
      <w:r>
        <w:tab/>
        <w:t>2.025e0</w:t>
      </w:r>
    </w:p>
    <w:p w:rsidR="007B6A46" w:rsidRDefault="007B6A46" w:rsidP="007B6A46">
      <w:r>
        <w:t>285.9632</w:t>
      </w:r>
      <w:r>
        <w:tab/>
        <w:t>1.013e0</w:t>
      </w:r>
    </w:p>
    <w:p w:rsidR="007B6A46" w:rsidRDefault="007B6A46" w:rsidP="007B6A46">
      <w:r>
        <w:t>285.9853</w:t>
      </w:r>
      <w:r>
        <w:tab/>
        <w:t>1.013e0</w:t>
      </w:r>
    </w:p>
    <w:p w:rsidR="007B6A46" w:rsidRDefault="007B6A46" w:rsidP="007B6A46">
      <w:r>
        <w:t>286.0095</w:t>
      </w:r>
      <w:r>
        <w:tab/>
        <w:t>3.038e0</w:t>
      </w:r>
    </w:p>
    <w:p w:rsidR="007B6A46" w:rsidRDefault="007B6A46" w:rsidP="007B6A46">
      <w:r>
        <w:t>286.0386</w:t>
      </w:r>
      <w:r>
        <w:tab/>
        <w:t>1.013e0</w:t>
      </w:r>
    </w:p>
    <w:p w:rsidR="007B6A46" w:rsidRDefault="007B6A46" w:rsidP="007B6A46">
      <w:r>
        <w:t>286.0616</w:t>
      </w:r>
      <w:r>
        <w:tab/>
        <w:t>1.013e0</w:t>
      </w:r>
    </w:p>
    <w:p w:rsidR="007B6A46" w:rsidRDefault="007B6A46" w:rsidP="007B6A46">
      <w:r>
        <w:t>286.1380</w:t>
      </w:r>
      <w:r>
        <w:tab/>
        <w:t>5.063e0</w:t>
      </w:r>
    </w:p>
    <w:p w:rsidR="007B6A46" w:rsidRDefault="007B6A46" w:rsidP="007B6A46">
      <w:r>
        <w:t>286.1523</w:t>
      </w:r>
      <w:r>
        <w:tab/>
        <w:t>1.013e0</w:t>
      </w:r>
    </w:p>
    <w:p w:rsidR="007B6A46" w:rsidRDefault="007B6A46" w:rsidP="007B6A46">
      <w:r>
        <w:lastRenderedPageBreak/>
        <w:t>286.1566</w:t>
      </w:r>
      <w:r>
        <w:tab/>
        <w:t>2.025e0</w:t>
      </w:r>
    </w:p>
    <w:p w:rsidR="007B6A46" w:rsidRDefault="007B6A46" w:rsidP="007B6A46">
      <w:r>
        <w:t>286.1606</w:t>
      </w:r>
      <w:r>
        <w:tab/>
        <w:t>1.013e0</w:t>
      </w:r>
    </w:p>
    <w:p w:rsidR="007B6A46" w:rsidRDefault="007B6A46" w:rsidP="007B6A46">
      <w:r>
        <w:t>286.1720</w:t>
      </w:r>
      <w:r>
        <w:tab/>
        <w:t>2.523e0</w:t>
      </w:r>
    </w:p>
    <w:p w:rsidR="007B6A46" w:rsidRDefault="007B6A46" w:rsidP="007B6A46">
      <w:r>
        <w:t>286.1921</w:t>
      </w:r>
      <w:r>
        <w:tab/>
        <w:t>2.025e0</w:t>
      </w:r>
    </w:p>
    <w:p w:rsidR="007B6A46" w:rsidRDefault="007B6A46" w:rsidP="007B6A46">
      <w:r>
        <w:t>286.2000</w:t>
      </w:r>
      <w:r>
        <w:tab/>
        <w:t>1.013e0</w:t>
      </w:r>
    </w:p>
    <w:p w:rsidR="007B6A46" w:rsidRDefault="007B6A46" w:rsidP="007B6A46">
      <w:r>
        <w:t>286.2156</w:t>
      </w:r>
      <w:r>
        <w:tab/>
        <w:t>2.025e0</w:t>
      </w:r>
    </w:p>
    <w:p w:rsidR="007B6A46" w:rsidRDefault="007B6A46" w:rsidP="007B6A46">
      <w:r>
        <w:t>286.2547</w:t>
      </w:r>
      <w:r>
        <w:tab/>
        <w:t>1.013e0</w:t>
      </w:r>
    </w:p>
    <w:p w:rsidR="007B6A46" w:rsidRDefault="007B6A46" w:rsidP="007B6A46">
      <w:r>
        <w:t>286.2592</w:t>
      </w:r>
      <w:r>
        <w:tab/>
        <w:t>1.013e0</w:t>
      </w:r>
    </w:p>
    <w:p w:rsidR="007B6A46" w:rsidRDefault="007B6A46" w:rsidP="007B6A46">
      <w:r>
        <w:t>286.2859</w:t>
      </w:r>
      <w:r>
        <w:tab/>
        <w:t>2.025e0</w:t>
      </w:r>
    </w:p>
    <w:p w:rsidR="007B6A46" w:rsidRDefault="007B6A46" w:rsidP="007B6A46">
      <w:r>
        <w:t>286.3177</w:t>
      </w:r>
      <w:r>
        <w:tab/>
        <w:t>2.025e0</w:t>
      </w:r>
    </w:p>
    <w:p w:rsidR="007B6A46" w:rsidRDefault="007B6A46" w:rsidP="007B6A46">
      <w:r>
        <w:t>286.3576</w:t>
      </w:r>
      <w:r>
        <w:tab/>
        <w:t>1.013e0</w:t>
      </w:r>
    </w:p>
    <w:p w:rsidR="007B6A46" w:rsidRDefault="007B6A46" w:rsidP="007B6A46">
      <w:r>
        <w:t>286.4442</w:t>
      </w:r>
      <w:r>
        <w:tab/>
        <w:t>1.013e0</w:t>
      </w:r>
    </w:p>
    <w:p w:rsidR="007B6A46" w:rsidRDefault="007B6A46" w:rsidP="007B6A46">
      <w:r>
        <w:t>286.4672</w:t>
      </w:r>
      <w:r>
        <w:tab/>
        <w:t>1.013e0</w:t>
      </w:r>
    </w:p>
    <w:p w:rsidR="007B6A46" w:rsidRDefault="007B6A46" w:rsidP="007B6A46">
      <w:r>
        <w:t>286.5926</w:t>
      </w:r>
      <w:r>
        <w:tab/>
        <w:t>1.013e0</w:t>
      </w:r>
    </w:p>
    <w:p w:rsidR="007B6A46" w:rsidRDefault="007B6A46" w:rsidP="007B6A46">
      <w:r>
        <w:t>286.6058</w:t>
      </w:r>
      <w:r>
        <w:tab/>
        <w:t>1.013e0</w:t>
      </w:r>
    </w:p>
    <w:p w:rsidR="007B6A46" w:rsidRDefault="007B6A46" w:rsidP="007B6A46">
      <w:r>
        <w:t>286.6093</w:t>
      </w:r>
      <w:r>
        <w:tab/>
        <w:t>1.013e0</w:t>
      </w:r>
    </w:p>
    <w:p w:rsidR="007B6A46" w:rsidRDefault="007B6A46" w:rsidP="007B6A46">
      <w:r>
        <w:t>286.6136</w:t>
      </w:r>
      <w:r>
        <w:tab/>
        <w:t>1.013e0</w:t>
      </w:r>
    </w:p>
    <w:p w:rsidR="007B6A46" w:rsidRDefault="007B6A46" w:rsidP="007B6A46">
      <w:r>
        <w:t>286.6293</w:t>
      </w:r>
      <w:r>
        <w:tab/>
        <w:t>2.025e0</w:t>
      </w:r>
    </w:p>
    <w:p w:rsidR="007B6A46" w:rsidRDefault="007B6A46" w:rsidP="007B6A46">
      <w:r>
        <w:t>286.6822</w:t>
      </w:r>
      <w:r>
        <w:tab/>
        <w:t>1.013e0</w:t>
      </w:r>
    </w:p>
    <w:p w:rsidR="007B6A46" w:rsidRDefault="007B6A46" w:rsidP="007B6A46">
      <w:r>
        <w:lastRenderedPageBreak/>
        <w:t>286.7278</w:t>
      </w:r>
      <w:r>
        <w:tab/>
        <w:t>1.013e0</w:t>
      </w:r>
    </w:p>
    <w:p w:rsidR="007B6A46" w:rsidRDefault="007B6A46" w:rsidP="007B6A46">
      <w:r>
        <w:t>286.8534</w:t>
      </w:r>
      <w:r>
        <w:tab/>
        <w:t>1.013e0</w:t>
      </w:r>
    </w:p>
    <w:p w:rsidR="007B6A46" w:rsidRDefault="007B6A46" w:rsidP="007B6A46">
      <w:r>
        <w:t>286.8894</w:t>
      </w:r>
      <w:r>
        <w:tab/>
        <w:t>1.013e0</w:t>
      </w:r>
    </w:p>
    <w:p w:rsidR="007B6A46" w:rsidRDefault="007B6A46" w:rsidP="007B6A46">
      <w:r>
        <w:t>286.9289</w:t>
      </w:r>
      <w:r>
        <w:tab/>
        <w:t>1.013e0</w:t>
      </w:r>
    </w:p>
    <w:p w:rsidR="007B6A46" w:rsidRDefault="007B6A46" w:rsidP="007B6A46">
      <w:r>
        <w:t>286.9484</w:t>
      </w:r>
      <w:r>
        <w:tab/>
        <w:t>1.013e0</w:t>
      </w:r>
    </w:p>
    <w:p w:rsidR="007B6A46" w:rsidRDefault="007B6A46" w:rsidP="007B6A46">
      <w:r>
        <w:t>286.9723</w:t>
      </w:r>
      <w:r>
        <w:tab/>
        <w:t>2.692e0</w:t>
      </w:r>
    </w:p>
    <w:p w:rsidR="007B6A46" w:rsidRDefault="007B6A46" w:rsidP="007B6A46">
      <w:r>
        <w:t>286.9840</w:t>
      </w:r>
      <w:r>
        <w:tab/>
        <w:t>2.025e0</w:t>
      </w:r>
    </w:p>
    <w:p w:rsidR="007B6A46" w:rsidRDefault="007B6A46" w:rsidP="007B6A46">
      <w:r>
        <w:t>286.9876</w:t>
      </w:r>
      <w:r>
        <w:tab/>
        <w:t>1.013e0</w:t>
      </w:r>
    </w:p>
    <w:p w:rsidR="007B6A46" w:rsidRDefault="007B6A46" w:rsidP="007B6A46">
      <w:r>
        <w:t>287.0155</w:t>
      </w:r>
      <w:r>
        <w:tab/>
        <w:t>1.013e0</w:t>
      </w:r>
    </w:p>
    <w:p w:rsidR="007B6A46" w:rsidRDefault="007B6A46" w:rsidP="007B6A46">
      <w:r>
        <w:t>287.0234</w:t>
      </w:r>
      <w:r>
        <w:tab/>
        <w:t>1.013e0</w:t>
      </w:r>
    </w:p>
    <w:p w:rsidR="007B6A46" w:rsidRDefault="007B6A46" w:rsidP="007B6A46">
      <w:r>
        <w:t>287.0466</w:t>
      </w:r>
      <w:r>
        <w:tab/>
        <w:t>1.013e0</w:t>
      </w:r>
    </w:p>
    <w:p w:rsidR="007B6A46" w:rsidRDefault="007B6A46" w:rsidP="007B6A46">
      <w:r>
        <w:t>287.0497</w:t>
      </w:r>
      <w:r>
        <w:tab/>
        <w:t>3.038e0</w:t>
      </w:r>
    </w:p>
    <w:p w:rsidR="007B6A46" w:rsidRDefault="007B6A46" w:rsidP="007B6A46">
      <w:r>
        <w:t>287.0535</w:t>
      </w:r>
      <w:r>
        <w:tab/>
        <w:t>6.076e0</w:t>
      </w:r>
    </w:p>
    <w:p w:rsidR="007B6A46" w:rsidRDefault="007B6A46" w:rsidP="007B6A46">
      <w:r>
        <w:t>287.0608</w:t>
      </w:r>
      <w:r>
        <w:tab/>
        <w:t>2.025e0</w:t>
      </w:r>
    </w:p>
    <w:p w:rsidR="007B6A46" w:rsidRDefault="007B6A46" w:rsidP="007B6A46">
      <w:r>
        <w:t>287.0665</w:t>
      </w:r>
      <w:r>
        <w:tab/>
        <w:t>2.025e0</w:t>
      </w:r>
    </w:p>
    <w:p w:rsidR="007B6A46" w:rsidRDefault="007B6A46" w:rsidP="007B6A46">
      <w:r>
        <w:t>287.0790</w:t>
      </w:r>
      <w:r>
        <w:tab/>
        <w:t>3.038e0</w:t>
      </w:r>
    </w:p>
    <w:p w:rsidR="007B6A46" w:rsidRDefault="007B6A46" w:rsidP="007B6A46">
      <w:r>
        <w:t>287.1056</w:t>
      </w:r>
      <w:r>
        <w:tab/>
        <w:t>1.013e0</w:t>
      </w:r>
    </w:p>
    <w:p w:rsidR="007B6A46" w:rsidRDefault="007B6A46" w:rsidP="007B6A46">
      <w:r>
        <w:t>287.1206</w:t>
      </w:r>
      <w:r>
        <w:tab/>
        <w:t>2.025e0</w:t>
      </w:r>
    </w:p>
    <w:p w:rsidR="007B6A46" w:rsidRDefault="007B6A46" w:rsidP="007B6A46">
      <w:r>
        <w:t>287.1284</w:t>
      </w:r>
      <w:r>
        <w:tab/>
        <w:t>1.013e0</w:t>
      </w:r>
    </w:p>
    <w:p w:rsidR="007B6A46" w:rsidRDefault="007B6A46" w:rsidP="007B6A46">
      <w:r>
        <w:lastRenderedPageBreak/>
        <w:t>287.1332</w:t>
      </w:r>
      <w:r>
        <w:tab/>
        <w:t>2.025e0</w:t>
      </w:r>
    </w:p>
    <w:p w:rsidR="007B6A46" w:rsidRDefault="007B6A46" w:rsidP="007B6A46">
      <w:r>
        <w:t>287.1416</w:t>
      </w:r>
      <w:r>
        <w:tab/>
        <w:t>1.013e0</w:t>
      </w:r>
    </w:p>
    <w:p w:rsidR="007B6A46" w:rsidRDefault="007B6A46" w:rsidP="007B6A46">
      <w:r>
        <w:t>287.1914</w:t>
      </w:r>
      <w:r>
        <w:tab/>
        <w:t>1.013e0</w:t>
      </w:r>
    </w:p>
    <w:p w:rsidR="007B6A46" w:rsidRDefault="007B6A46" w:rsidP="007B6A46">
      <w:r>
        <w:t>287.2182</w:t>
      </w:r>
      <w:r>
        <w:tab/>
        <w:t>2.025e0</w:t>
      </w:r>
    </w:p>
    <w:p w:rsidR="007B6A46" w:rsidRDefault="007B6A46" w:rsidP="007B6A46">
      <w:r>
        <w:t>287.2403</w:t>
      </w:r>
      <w:r>
        <w:tab/>
        <w:t>1.013e0</w:t>
      </w:r>
    </w:p>
    <w:p w:rsidR="007B6A46" w:rsidRDefault="007B6A46" w:rsidP="007B6A46">
      <w:r>
        <w:t>287.2635</w:t>
      </w:r>
      <w:r>
        <w:tab/>
        <w:t>2.025e0</w:t>
      </w:r>
    </w:p>
    <w:p w:rsidR="007B6A46" w:rsidRDefault="007B6A46" w:rsidP="007B6A46">
      <w:r>
        <w:t>287.3345</w:t>
      </w:r>
      <w:r>
        <w:tab/>
        <w:t>1.013e0</w:t>
      </w:r>
    </w:p>
    <w:p w:rsidR="007B6A46" w:rsidRDefault="007B6A46" w:rsidP="007B6A46">
      <w:r>
        <w:t>287.3859</w:t>
      </w:r>
      <w:r>
        <w:tab/>
        <w:t>1.013e0</w:t>
      </w:r>
    </w:p>
    <w:p w:rsidR="007B6A46" w:rsidRDefault="007B6A46" w:rsidP="007B6A46">
      <w:r>
        <w:t>287.3899</w:t>
      </w:r>
      <w:r>
        <w:tab/>
        <w:t>1.013e0</w:t>
      </w:r>
    </w:p>
    <w:p w:rsidR="007B6A46" w:rsidRDefault="007B6A46" w:rsidP="007B6A46">
      <w:r>
        <w:t>287.4700</w:t>
      </w:r>
      <w:r>
        <w:tab/>
        <w:t>1.013e0</w:t>
      </w:r>
    </w:p>
    <w:p w:rsidR="007B6A46" w:rsidRDefault="007B6A46" w:rsidP="007B6A46">
      <w:r>
        <w:t>287.5121</w:t>
      </w:r>
      <w:r>
        <w:tab/>
        <w:t>1.013e0</w:t>
      </w:r>
    </w:p>
    <w:p w:rsidR="007B6A46" w:rsidRDefault="007B6A46" w:rsidP="007B6A46">
      <w:r>
        <w:t>287.6399</w:t>
      </w:r>
      <w:r>
        <w:tab/>
        <w:t>3.038e0</w:t>
      </w:r>
    </w:p>
    <w:p w:rsidR="007B6A46" w:rsidRDefault="007B6A46" w:rsidP="007B6A46">
      <w:r>
        <w:t>287.6905</w:t>
      </w:r>
      <w:r>
        <w:tab/>
        <w:t>1.013e0</w:t>
      </w:r>
    </w:p>
    <w:p w:rsidR="007B6A46" w:rsidRDefault="007B6A46" w:rsidP="007B6A46">
      <w:r>
        <w:t>287.8630</w:t>
      </w:r>
      <w:r>
        <w:tab/>
        <w:t>1.013e0</w:t>
      </w:r>
    </w:p>
    <w:p w:rsidR="007B6A46" w:rsidRDefault="007B6A46" w:rsidP="007B6A46">
      <w:r>
        <w:t>287.8852</w:t>
      </w:r>
      <w:r>
        <w:tab/>
        <w:t>1.013e0</w:t>
      </w:r>
    </w:p>
    <w:p w:rsidR="007B6A46" w:rsidRDefault="007B6A46" w:rsidP="007B6A46">
      <w:r>
        <w:t>287.9027</w:t>
      </w:r>
      <w:r>
        <w:tab/>
        <w:t>1.013e0</w:t>
      </w:r>
    </w:p>
    <w:p w:rsidR="007B6A46" w:rsidRDefault="007B6A46" w:rsidP="007B6A46">
      <w:r>
        <w:t>287.9172</w:t>
      </w:r>
      <w:r>
        <w:tab/>
        <w:t>1.013e0</w:t>
      </w:r>
    </w:p>
    <w:p w:rsidR="007B6A46" w:rsidRDefault="007B6A46" w:rsidP="007B6A46">
      <w:r>
        <w:t>287.9257</w:t>
      </w:r>
      <w:r>
        <w:tab/>
        <w:t>1.013e0</w:t>
      </w:r>
    </w:p>
    <w:p w:rsidR="007B6A46" w:rsidRDefault="007B6A46" w:rsidP="007B6A46">
      <w:r>
        <w:t>287.9508</w:t>
      </w:r>
      <w:r>
        <w:tab/>
        <w:t>2.025e0</w:t>
      </w:r>
    </w:p>
    <w:p w:rsidR="007B6A46" w:rsidRDefault="007B6A46" w:rsidP="007B6A46">
      <w:r>
        <w:lastRenderedPageBreak/>
        <w:t>287.9533</w:t>
      </w:r>
      <w:r>
        <w:tab/>
        <w:t>1.013e0</w:t>
      </w:r>
    </w:p>
    <w:p w:rsidR="007B6A46" w:rsidRDefault="007B6A46" w:rsidP="007B6A46">
      <w:r>
        <w:t>287.9577</w:t>
      </w:r>
      <w:r>
        <w:tab/>
        <w:t>1.013e0</w:t>
      </w:r>
    </w:p>
    <w:p w:rsidR="007B6A46" w:rsidRDefault="007B6A46" w:rsidP="007B6A46">
      <w:r>
        <w:t>287.9613</w:t>
      </w:r>
      <w:r>
        <w:tab/>
        <w:t>1.013e0</w:t>
      </w:r>
    </w:p>
    <w:p w:rsidR="007B6A46" w:rsidRDefault="007B6A46" w:rsidP="007B6A46">
      <w:r>
        <w:t>287.9933</w:t>
      </w:r>
      <w:r>
        <w:tab/>
        <w:t>1.013e0</w:t>
      </w:r>
    </w:p>
    <w:p w:rsidR="007B6A46" w:rsidRDefault="007B6A46" w:rsidP="007B6A46">
      <w:r>
        <w:t>288.0087</w:t>
      </w:r>
      <w:r>
        <w:tab/>
        <w:t>1.397e0</w:t>
      </w:r>
    </w:p>
    <w:p w:rsidR="007B6A46" w:rsidRDefault="007B6A46" w:rsidP="007B6A46">
      <w:r>
        <w:t>288.0164</w:t>
      </w:r>
      <w:r>
        <w:tab/>
        <w:t>1.013e0</w:t>
      </w:r>
    </w:p>
    <w:p w:rsidR="007B6A46" w:rsidRDefault="007B6A46" w:rsidP="007B6A46">
      <w:r>
        <w:t>288.0331</w:t>
      </w:r>
      <w:r>
        <w:tab/>
        <w:t>1.013e0</w:t>
      </w:r>
    </w:p>
    <w:p w:rsidR="007B6A46" w:rsidRDefault="007B6A46" w:rsidP="007B6A46">
      <w:r>
        <w:t>288.0361</w:t>
      </w:r>
      <w:r>
        <w:tab/>
        <w:t>2.025e0</w:t>
      </w:r>
    </w:p>
    <w:p w:rsidR="007B6A46" w:rsidRDefault="007B6A46" w:rsidP="007B6A46">
      <w:r>
        <w:t>288.0408</w:t>
      </w:r>
      <w:r>
        <w:tab/>
        <w:t>2.025e0</w:t>
      </w:r>
    </w:p>
    <w:p w:rsidR="007B6A46" w:rsidRDefault="007B6A46" w:rsidP="007B6A46">
      <w:r>
        <w:t>288.0472</w:t>
      </w:r>
      <w:r>
        <w:tab/>
        <w:t>3.038e0</w:t>
      </w:r>
    </w:p>
    <w:p w:rsidR="007B6A46" w:rsidRDefault="007B6A46" w:rsidP="007B6A46">
      <w:r>
        <w:t>288.0876</w:t>
      </w:r>
      <w:r>
        <w:tab/>
        <w:t>1.013e0</w:t>
      </w:r>
    </w:p>
    <w:p w:rsidR="007B6A46" w:rsidRDefault="007B6A46" w:rsidP="007B6A46">
      <w:r>
        <w:t>288.1191</w:t>
      </w:r>
      <w:r>
        <w:tab/>
        <w:t>2.025e0</w:t>
      </w:r>
    </w:p>
    <w:p w:rsidR="007B6A46" w:rsidRDefault="007B6A46" w:rsidP="007B6A46">
      <w:r>
        <w:t>288.1385</w:t>
      </w:r>
      <w:r>
        <w:tab/>
        <w:t>1.013e0</w:t>
      </w:r>
    </w:p>
    <w:p w:rsidR="007B6A46" w:rsidRDefault="007B6A46" w:rsidP="007B6A46">
      <w:r>
        <w:t>288.1546</w:t>
      </w:r>
      <w:r>
        <w:tab/>
        <w:t>1.013e0</w:t>
      </w:r>
    </w:p>
    <w:p w:rsidR="007B6A46" w:rsidRDefault="007B6A46" w:rsidP="007B6A46">
      <w:r>
        <w:t>288.1648</w:t>
      </w:r>
      <w:r>
        <w:tab/>
        <w:t>1.013e0</w:t>
      </w:r>
    </w:p>
    <w:p w:rsidR="007B6A46" w:rsidRDefault="007B6A46" w:rsidP="007B6A46">
      <w:r>
        <w:t>288.1822</w:t>
      </w:r>
      <w:r>
        <w:tab/>
        <w:t>1.013e0</w:t>
      </w:r>
    </w:p>
    <w:p w:rsidR="007B6A46" w:rsidRDefault="007B6A46" w:rsidP="007B6A46">
      <w:r>
        <w:t>288.1907</w:t>
      </w:r>
      <w:r>
        <w:tab/>
        <w:t>1.013e0</w:t>
      </w:r>
    </w:p>
    <w:p w:rsidR="007B6A46" w:rsidRDefault="007B6A46" w:rsidP="007B6A46">
      <w:r>
        <w:t>288.1964</w:t>
      </w:r>
      <w:r>
        <w:tab/>
        <w:t>1.013e0</w:t>
      </w:r>
    </w:p>
    <w:p w:rsidR="007B6A46" w:rsidRDefault="007B6A46" w:rsidP="007B6A46">
      <w:r>
        <w:t>288.2377</w:t>
      </w:r>
      <w:r>
        <w:tab/>
        <w:t>1.013e0</w:t>
      </w:r>
    </w:p>
    <w:p w:rsidR="007B6A46" w:rsidRDefault="007B6A46" w:rsidP="007B6A46">
      <w:r>
        <w:lastRenderedPageBreak/>
        <w:t>288.2453</w:t>
      </w:r>
      <w:r>
        <w:tab/>
        <w:t>2.025e0</w:t>
      </w:r>
    </w:p>
    <w:p w:rsidR="007B6A46" w:rsidRDefault="007B6A46" w:rsidP="007B6A46">
      <w:r>
        <w:t>288.2544</w:t>
      </w:r>
      <w:r>
        <w:tab/>
        <w:t>1.013e0</w:t>
      </w:r>
    </w:p>
    <w:p w:rsidR="007B6A46" w:rsidRDefault="007B6A46" w:rsidP="007B6A46">
      <w:r>
        <w:t>288.2813</w:t>
      </w:r>
      <w:r>
        <w:tab/>
        <w:t>1.013e0</w:t>
      </w:r>
    </w:p>
    <w:p w:rsidR="007B6A46" w:rsidRDefault="007B6A46" w:rsidP="007B6A46">
      <w:r>
        <w:t>288.3124</w:t>
      </w:r>
      <w:r>
        <w:tab/>
        <w:t>1.013e0</w:t>
      </w:r>
    </w:p>
    <w:p w:rsidR="007B6A46" w:rsidRDefault="007B6A46" w:rsidP="007B6A46">
      <w:r>
        <w:t>288.3444</w:t>
      </w:r>
      <w:r>
        <w:tab/>
        <w:t>1.013e0</w:t>
      </w:r>
    </w:p>
    <w:p w:rsidR="007B6A46" w:rsidRDefault="007B6A46" w:rsidP="007B6A46">
      <w:r>
        <w:t>288.3541</w:t>
      </w:r>
      <w:r>
        <w:tab/>
        <w:t>1.013e0</w:t>
      </w:r>
    </w:p>
    <w:p w:rsidR="007B6A46" w:rsidRDefault="007B6A46" w:rsidP="007B6A46">
      <w:r>
        <w:t>288.3955</w:t>
      </w:r>
      <w:r>
        <w:tab/>
        <w:t>1.013e0</w:t>
      </w:r>
    </w:p>
    <w:p w:rsidR="007B6A46" w:rsidRDefault="007B6A46" w:rsidP="007B6A46">
      <w:r>
        <w:t>288.5217</w:t>
      </w:r>
      <w:r>
        <w:tab/>
        <w:t>1.013e0</w:t>
      </w:r>
    </w:p>
    <w:p w:rsidR="007B6A46" w:rsidRDefault="007B6A46" w:rsidP="007B6A46">
      <w:r>
        <w:t>288.5334</w:t>
      </w:r>
      <w:r>
        <w:tab/>
        <w:t>1.013e0</w:t>
      </w:r>
    </w:p>
    <w:p w:rsidR="007B6A46" w:rsidRDefault="007B6A46" w:rsidP="007B6A46">
      <w:r>
        <w:t>288.5444</w:t>
      </w:r>
      <w:r>
        <w:tab/>
        <w:t>1.013e0</w:t>
      </w:r>
    </w:p>
    <w:p w:rsidR="007B6A46" w:rsidRDefault="007B6A46" w:rsidP="007B6A46">
      <w:r>
        <w:t>288.5708</w:t>
      </w:r>
      <w:r>
        <w:tab/>
        <w:t>1.013e0</w:t>
      </w:r>
    </w:p>
    <w:p w:rsidR="007B6A46" w:rsidRDefault="007B6A46" w:rsidP="007B6A46">
      <w:r>
        <w:t>288.5930</w:t>
      </w:r>
      <w:r>
        <w:tab/>
        <w:t>1.013e0</w:t>
      </w:r>
    </w:p>
    <w:p w:rsidR="007B6A46" w:rsidRDefault="007B6A46" w:rsidP="007B6A46">
      <w:r>
        <w:t>288.6877</w:t>
      </w:r>
      <w:r>
        <w:tab/>
        <w:t>1.013e0</w:t>
      </w:r>
    </w:p>
    <w:p w:rsidR="007B6A46" w:rsidRDefault="007B6A46" w:rsidP="007B6A46">
      <w:r>
        <w:t>288.7555</w:t>
      </w:r>
      <w:r>
        <w:tab/>
        <w:t>1.013e0</w:t>
      </w:r>
    </w:p>
    <w:p w:rsidR="007B6A46" w:rsidRDefault="007B6A46" w:rsidP="007B6A46">
      <w:r>
        <w:t>288.8242</w:t>
      </w:r>
      <w:r>
        <w:tab/>
        <w:t>1.013e0</w:t>
      </w:r>
    </w:p>
    <w:p w:rsidR="007B6A46" w:rsidRDefault="007B6A46" w:rsidP="007B6A46">
      <w:r>
        <w:t>288.9618</w:t>
      </w:r>
      <w:r>
        <w:tab/>
        <w:t>2.025e0</w:t>
      </w:r>
    </w:p>
    <w:p w:rsidR="007B6A46" w:rsidRDefault="007B6A46" w:rsidP="007B6A46">
      <w:r>
        <w:t>288.9674</w:t>
      </w:r>
      <w:r>
        <w:tab/>
        <w:t>1.013e0</w:t>
      </w:r>
    </w:p>
    <w:p w:rsidR="007B6A46" w:rsidRDefault="007B6A46" w:rsidP="007B6A46">
      <w:r>
        <w:t>288.9695</w:t>
      </w:r>
      <w:r>
        <w:tab/>
        <w:t>3.038e0</w:t>
      </w:r>
    </w:p>
    <w:p w:rsidR="007B6A46" w:rsidRDefault="007B6A46" w:rsidP="007B6A46">
      <w:r>
        <w:t>288.9830</w:t>
      </w:r>
      <w:r>
        <w:tab/>
        <w:t>2.025e0</w:t>
      </w:r>
    </w:p>
    <w:p w:rsidR="007B6A46" w:rsidRDefault="007B6A46" w:rsidP="007B6A46">
      <w:r>
        <w:lastRenderedPageBreak/>
        <w:t>288.9909</w:t>
      </w:r>
      <w:r>
        <w:tab/>
        <w:t>1.013e0</w:t>
      </w:r>
    </w:p>
    <w:p w:rsidR="007B6A46" w:rsidRDefault="007B6A46" w:rsidP="007B6A46">
      <w:r>
        <w:t>289.0090</w:t>
      </w:r>
      <w:r>
        <w:tab/>
        <w:t>3.038e0</w:t>
      </w:r>
    </w:p>
    <w:p w:rsidR="007B6A46" w:rsidRDefault="007B6A46" w:rsidP="007B6A46">
      <w:r>
        <w:t>289.0621</w:t>
      </w:r>
      <w:r>
        <w:tab/>
        <w:t>1.013e0</w:t>
      </w:r>
    </w:p>
    <w:p w:rsidR="007B6A46" w:rsidRDefault="007B6A46" w:rsidP="007B6A46">
      <w:r>
        <w:t>289.0671</w:t>
      </w:r>
      <w:r>
        <w:tab/>
        <w:t>1.013e0</w:t>
      </w:r>
    </w:p>
    <w:p w:rsidR="007B6A46" w:rsidRDefault="007B6A46" w:rsidP="007B6A46">
      <w:r>
        <w:t>289.1132</w:t>
      </w:r>
      <w:r>
        <w:tab/>
        <w:t>1.013e0</w:t>
      </w:r>
    </w:p>
    <w:p w:rsidR="007B6A46" w:rsidRDefault="007B6A46" w:rsidP="007B6A46">
      <w:r>
        <w:t>289.1306</w:t>
      </w:r>
      <w:r>
        <w:tab/>
        <w:t>1.013e0</w:t>
      </w:r>
    </w:p>
    <w:p w:rsidR="007B6A46" w:rsidRDefault="007B6A46" w:rsidP="007B6A46">
      <w:r>
        <w:t>289.1336</w:t>
      </w:r>
      <w:r>
        <w:tab/>
        <w:t>2.025e0</w:t>
      </w:r>
    </w:p>
    <w:p w:rsidR="007B6A46" w:rsidRDefault="007B6A46" w:rsidP="007B6A46">
      <w:r>
        <w:t>289.1357</w:t>
      </w:r>
      <w:r>
        <w:tab/>
        <w:t>3.038e0</w:t>
      </w:r>
    </w:p>
    <w:p w:rsidR="007B6A46" w:rsidRDefault="007B6A46" w:rsidP="007B6A46">
      <w:r>
        <w:t>289.1448</w:t>
      </w:r>
      <w:r>
        <w:tab/>
        <w:t>1.013e0</w:t>
      </w:r>
    </w:p>
    <w:p w:rsidR="007B6A46" w:rsidRDefault="007B6A46" w:rsidP="007B6A46">
      <w:r>
        <w:t>289.1802</w:t>
      </w:r>
      <w:r>
        <w:tab/>
        <w:t>2.025e0</w:t>
      </w:r>
    </w:p>
    <w:p w:rsidR="007B6A46" w:rsidRDefault="007B6A46" w:rsidP="007B6A46">
      <w:r>
        <w:t>289.1992</w:t>
      </w:r>
      <w:r>
        <w:tab/>
        <w:t>1.013e0</w:t>
      </w:r>
    </w:p>
    <w:p w:rsidR="007B6A46" w:rsidRDefault="007B6A46" w:rsidP="007B6A46">
      <w:r>
        <w:t>289.2125</w:t>
      </w:r>
      <w:r>
        <w:tab/>
        <w:t>2.025e0</w:t>
      </w:r>
    </w:p>
    <w:p w:rsidR="007B6A46" w:rsidRDefault="007B6A46" w:rsidP="007B6A46">
      <w:r>
        <w:t>289.2278</w:t>
      </w:r>
      <w:r>
        <w:tab/>
        <w:t>2.025e0</w:t>
      </w:r>
    </w:p>
    <w:p w:rsidR="007B6A46" w:rsidRDefault="007B6A46" w:rsidP="007B6A46">
      <w:r>
        <w:t>289.2481</w:t>
      </w:r>
      <w:r>
        <w:tab/>
        <w:t>1.013e0</w:t>
      </w:r>
    </w:p>
    <w:p w:rsidR="007B6A46" w:rsidRDefault="007B6A46" w:rsidP="007B6A46">
      <w:r>
        <w:t>289.2711</w:t>
      </w:r>
      <w:r>
        <w:tab/>
        <w:t>1.013e0</w:t>
      </w:r>
    </w:p>
    <w:p w:rsidR="007B6A46" w:rsidRDefault="007B6A46" w:rsidP="007B6A46">
      <w:r>
        <w:t>289.3012</w:t>
      </w:r>
      <w:r>
        <w:tab/>
        <w:t>2.025e0</w:t>
      </w:r>
    </w:p>
    <w:p w:rsidR="007B6A46" w:rsidRDefault="007B6A46" w:rsidP="007B6A46">
      <w:r>
        <w:t>289.3112</w:t>
      </w:r>
      <w:r>
        <w:tab/>
        <w:t>2.025e0</w:t>
      </w:r>
    </w:p>
    <w:p w:rsidR="007B6A46" w:rsidRDefault="007B6A46" w:rsidP="007B6A46">
      <w:r>
        <w:t>289.3285</w:t>
      </w:r>
      <w:r>
        <w:tab/>
        <w:t>2.025e0</w:t>
      </w:r>
    </w:p>
    <w:p w:rsidR="007B6A46" w:rsidRDefault="007B6A46" w:rsidP="007B6A46">
      <w:r>
        <w:t>289.3384</w:t>
      </w:r>
      <w:r>
        <w:tab/>
        <w:t>1.013e0</w:t>
      </w:r>
    </w:p>
    <w:p w:rsidR="007B6A46" w:rsidRDefault="007B6A46" w:rsidP="007B6A46">
      <w:r>
        <w:lastRenderedPageBreak/>
        <w:t>289.3705</w:t>
      </w:r>
      <w:r>
        <w:tab/>
        <w:t>1.013e0</w:t>
      </w:r>
    </w:p>
    <w:p w:rsidR="007B6A46" w:rsidRDefault="007B6A46" w:rsidP="007B6A46">
      <w:r>
        <w:t>289.3762</w:t>
      </w:r>
      <w:r>
        <w:tab/>
        <w:t>2.025e0</w:t>
      </w:r>
    </w:p>
    <w:p w:rsidR="007B6A46" w:rsidRDefault="007B6A46" w:rsidP="007B6A46">
      <w:r>
        <w:t>289.3995</w:t>
      </w:r>
      <w:r>
        <w:tab/>
        <w:t>2.025e0</w:t>
      </w:r>
    </w:p>
    <w:p w:rsidR="007B6A46" w:rsidRDefault="007B6A46" w:rsidP="007B6A46">
      <w:r>
        <w:t>289.4108</w:t>
      </w:r>
      <w:r>
        <w:tab/>
        <w:t>1.013e0</w:t>
      </w:r>
    </w:p>
    <w:p w:rsidR="007B6A46" w:rsidRDefault="007B6A46" w:rsidP="007B6A46">
      <w:r>
        <w:t>289.4607</w:t>
      </w:r>
      <w:r>
        <w:tab/>
        <w:t>1.013e0</w:t>
      </w:r>
    </w:p>
    <w:p w:rsidR="007B6A46" w:rsidRDefault="007B6A46" w:rsidP="007B6A46">
      <w:r>
        <w:t>289.4652</w:t>
      </w:r>
      <w:r>
        <w:tab/>
        <w:t>1.013e0</w:t>
      </w:r>
    </w:p>
    <w:p w:rsidR="007B6A46" w:rsidRDefault="007B6A46" w:rsidP="007B6A46">
      <w:r>
        <w:t>289.4964</w:t>
      </w:r>
      <w:r>
        <w:tab/>
        <w:t>1.013e0</w:t>
      </w:r>
    </w:p>
    <w:p w:rsidR="007B6A46" w:rsidRDefault="007B6A46" w:rsidP="007B6A46">
      <w:r>
        <w:t>289.5600</w:t>
      </w:r>
      <w:r>
        <w:tab/>
        <w:t>1.013e0</w:t>
      </w:r>
    </w:p>
    <w:p w:rsidR="007B6A46" w:rsidRDefault="007B6A46" w:rsidP="007B6A46">
      <w:r>
        <w:t>289.5743</w:t>
      </w:r>
      <w:r>
        <w:tab/>
        <w:t>1.013e0</w:t>
      </w:r>
    </w:p>
    <w:p w:rsidR="007B6A46" w:rsidRDefault="007B6A46" w:rsidP="007B6A46">
      <w:r>
        <w:t>289.5916</w:t>
      </w:r>
      <w:r>
        <w:tab/>
        <w:t>1.013e0</w:t>
      </w:r>
    </w:p>
    <w:p w:rsidR="007B6A46" w:rsidRDefault="007B6A46" w:rsidP="007B6A46">
      <w:r>
        <w:t>289.5960</w:t>
      </w:r>
      <w:r>
        <w:tab/>
        <w:t>1.013e0</w:t>
      </w:r>
    </w:p>
    <w:p w:rsidR="007B6A46" w:rsidRDefault="007B6A46" w:rsidP="007B6A46">
      <w:r>
        <w:t>289.6066</w:t>
      </w:r>
      <w:r>
        <w:tab/>
        <w:t>1.013e0</w:t>
      </w:r>
    </w:p>
    <w:p w:rsidR="007B6A46" w:rsidRDefault="007B6A46" w:rsidP="007B6A46">
      <w:r>
        <w:t>289.6462</w:t>
      </w:r>
      <w:r>
        <w:tab/>
        <w:t>1.013e0</w:t>
      </w:r>
    </w:p>
    <w:p w:rsidR="007B6A46" w:rsidRDefault="007B6A46" w:rsidP="007B6A46">
      <w:r>
        <w:t>289.6819</w:t>
      </w:r>
      <w:r>
        <w:tab/>
        <w:t>1.013e0</w:t>
      </w:r>
    </w:p>
    <w:p w:rsidR="007B6A46" w:rsidRDefault="007B6A46" w:rsidP="007B6A46">
      <w:r>
        <w:t>289.7456</w:t>
      </w:r>
      <w:r>
        <w:tab/>
        <w:t>1.013e0</w:t>
      </w:r>
    </w:p>
    <w:p w:rsidR="007B6A46" w:rsidRDefault="007B6A46" w:rsidP="007B6A46">
      <w:r>
        <w:t>289.7648</w:t>
      </w:r>
      <w:r>
        <w:tab/>
        <w:t>1.013e0</w:t>
      </w:r>
    </w:p>
    <w:p w:rsidR="007B6A46" w:rsidRDefault="007B6A46" w:rsidP="007B6A46">
      <w:r>
        <w:t>289.7975</w:t>
      </w:r>
      <w:r>
        <w:tab/>
        <w:t>2.025e0</w:t>
      </w:r>
    </w:p>
    <w:p w:rsidR="007B6A46" w:rsidRDefault="007B6A46" w:rsidP="007B6A46">
      <w:r>
        <w:t>289.8002</w:t>
      </w:r>
      <w:r>
        <w:tab/>
        <w:t>1.013e0</w:t>
      </w:r>
    </w:p>
    <w:p w:rsidR="007B6A46" w:rsidRDefault="007B6A46" w:rsidP="007B6A46">
      <w:r>
        <w:t>289.8043</w:t>
      </w:r>
      <w:r>
        <w:tab/>
        <w:t>1.013e0</w:t>
      </w:r>
    </w:p>
    <w:p w:rsidR="007B6A46" w:rsidRDefault="007B6A46" w:rsidP="007B6A46">
      <w:r>
        <w:lastRenderedPageBreak/>
        <w:t>289.8279</w:t>
      </w:r>
      <w:r>
        <w:tab/>
        <w:t>1.013e0</w:t>
      </w:r>
    </w:p>
    <w:p w:rsidR="007B6A46" w:rsidRDefault="007B6A46" w:rsidP="007B6A46">
      <w:r>
        <w:t>289.8404</w:t>
      </w:r>
      <w:r>
        <w:tab/>
        <w:t>1.013e0</w:t>
      </w:r>
    </w:p>
    <w:p w:rsidR="007B6A46" w:rsidRDefault="007B6A46" w:rsidP="007B6A46">
      <w:r>
        <w:t>289.8448</w:t>
      </w:r>
      <w:r>
        <w:tab/>
        <w:t>1.013e0</w:t>
      </w:r>
    </w:p>
    <w:p w:rsidR="007B6A46" w:rsidRDefault="007B6A46" w:rsidP="007B6A46">
      <w:r>
        <w:t>289.8872</w:t>
      </w:r>
      <w:r>
        <w:tab/>
        <w:t>1.013e0</w:t>
      </w:r>
    </w:p>
    <w:p w:rsidR="007B6A46" w:rsidRDefault="007B6A46" w:rsidP="007B6A46">
      <w:r>
        <w:t>289.9715</w:t>
      </w:r>
      <w:r>
        <w:tab/>
        <w:t>1.013e0</w:t>
      </w:r>
    </w:p>
    <w:p w:rsidR="007B6A46" w:rsidRDefault="007B6A46" w:rsidP="007B6A46">
      <w:r>
        <w:t>289.9899</w:t>
      </w:r>
      <w:r>
        <w:tab/>
        <w:t>1.013e0</w:t>
      </w:r>
    </w:p>
    <w:p w:rsidR="007B6A46" w:rsidRDefault="007B6A46" w:rsidP="007B6A46">
      <w:r>
        <w:t>289.9944</w:t>
      </w:r>
      <w:r>
        <w:tab/>
        <w:t>1.013e0</w:t>
      </w:r>
    </w:p>
    <w:p w:rsidR="007B6A46" w:rsidRDefault="007B6A46" w:rsidP="007B6A46">
      <w:r>
        <w:t>289.9980</w:t>
      </w:r>
      <w:r>
        <w:tab/>
        <w:t>1.013e0</w:t>
      </w:r>
    </w:p>
    <w:p w:rsidR="007B6A46" w:rsidRDefault="007B6A46" w:rsidP="007B6A46">
      <w:r>
        <w:t>290.0090</w:t>
      </w:r>
      <w:r>
        <w:tab/>
        <w:t>1.013e0</w:t>
      </w:r>
    </w:p>
    <w:p w:rsidR="007B6A46" w:rsidRDefault="007B6A46" w:rsidP="007B6A46">
      <w:r>
        <w:t>290.0292</w:t>
      </w:r>
      <w:r>
        <w:tab/>
        <w:t>2.025e0</w:t>
      </w:r>
    </w:p>
    <w:p w:rsidR="007B6A46" w:rsidRDefault="007B6A46" w:rsidP="007B6A46">
      <w:r>
        <w:t>290.0616</w:t>
      </w:r>
      <w:r>
        <w:tab/>
        <w:t>1.013e0</w:t>
      </w:r>
    </w:p>
    <w:p w:rsidR="007B6A46" w:rsidRDefault="007B6A46" w:rsidP="007B6A46">
      <w:r>
        <w:t>290.0992</w:t>
      </w:r>
      <w:r>
        <w:tab/>
        <w:t>1.013e0</w:t>
      </w:r>
    </w:p>
    <w:p w:rsidR="007B6A46" w:rsidRDefault="007B6A46" w:rsidP="007B6A46">
      <w:r>
        <w:t>290.1252</w:t>
      </w:r>
      <w:r>
        <w:tab/>
        <w:t>2.025e0</w:t>
      </w:r>
    </w:p>
    <w:p w:rsidR="007B6A46" w:rsidRDefault="007B6A46" w:rsidP="007B6A46">
      <w:r>
        <w:t>290.1318</w:t>
      </w:r>
      <w:r>
        <w:tab/>
        <w:t>2.025e0</w:t>
      </w:r>
    </w:p>
    <w:p w:rsidR="007B6A46" w:rsidRDefault="007B6A46" w:rsidP="007B6A46">
      <w:r>
        <w:t>290.1403</w:t>
      </w:r>
      <w:r>
        <w:tab/>
        <w:t>1.013e0</w:t>
      </w:r>
    </w:p>
    <w:p w:rsidR="007B6A46" w:rsidRDefault="007B6A46" w:rsidP="007B6A46">
      <w:r>
        <w:t>290.1520</w:t>
      </w:r>
      <w:r>
        <w:tab/>
        <w:t>2.025e0</w:t>
      </w:r>
    </w:p>
    <w:p w:rsidR="007B6A46" w:rsidRDefault="007B6A46" w:rsidP="007B6A46">
      <w:r>
        <w:t>290.1623</w:t>
      </w:r>
      <w:r>
        <w:tab/>
        <w:t>1.013e0</w:t>
      </w:r>
    </w:p>
    <w:p w:rsidR="007B6A46" w:rsidRDefault="007B6A46" w:rsidP="007B6A46">
      <w:r>
        <w:t>290.1685</w:t>
      </w:r>
      <w:r>
        <w:tab/>
        <w:t>4.051e0</w:t>
      </w:r>
    </w:p>
    <w:p w:rsidR="007B6A46" w:rsidRDefault="007B6A46" w:rsidP="007B6A46">
      <w:r>
        <w:t>290.1937</w:t>
      </w:r>
      <w:r>
        <w:tab/>
        <w:t>2.025e0</w:t>
      </w:r>
    </w:p>
    <w:p w:rsidR="007B6A46" w:rsidRDefault="007B6A46" w:rsidP="007B6A46">
      <w:r>
        <w:lastRenderedPageBreak/>
        <w:t>290.1997</w:t>
      </w:r>
      <w:r>
        <w:tab/>
        <w:t>1.013e0</w:t>
      </w:r>
    </w:p>
    <w:p w:rsidR="007B6A46" w:rsidRDefault="007B6A46" w:rsidP="007B6A46">
      <w:r>
        <w:t>290.2264</w:t>
      </w:r>
      <w:r>
        <w:tab/>
        <w:t>1.013e0</w:t>
      </w:r>
    </w:p>
    <w:p w:rsidR="007B6A46" w:rsidRDefault="007B6A46" w:rsidP="007B6A46">
      <w:r>
        <w:t>290.2393</w:t>
      </w:r>
      <w:r>
        <w:tab/>
        <w:t>1.013e0</w:t>
      </w:r>
    </w:p>
    <w:p w:rsidR="007B6A46" w:rsidRDefault="007B6A46" w:rsidP="007B6A46">
      <w:r>
        <w:t>290.2471</w:t>
      </w:r>
      <w:r>
        <w:tab/>
        <w:t>1.013e0</w:t>
      </w:r>
    </w:p>
    <w:p w:rsidR="007B6A46" w:rsidRDefault="007B6A46" w:rsidP="007B6A46">
      <w:r>
        <w:t>290.2900</w:t>
      </w:r>
      <w:r>
        <w:tab/>
        <w:t>1.013e0</w:t>
      </w:r>
    </w:p>
    <w:p w:rsidR="007B6A46" w:rsidRDefault="007B6A46" w:rsidP="007B6A46">
      <w:r>
        <w:t>290.3375</w:t>
      </w:r>
      <w:r>
        <w:tab/>
        <w:t>1.013e0</w:t>
      </w:r>
    </w:p>
    <w:p w:rsidR="007B6A46" w:rsidRDefault="007B6A46" w:rsidP="007B6A46">
      <w:r>
        <w:t>290.4063</w:t>
      </w:r>
      <w:r>
        <w:tab/>
        <w:t>1.013e0</w:t>
      </w:r>
    </w:p>
    <w:p w:rsidR="007B6A46" w:rsidRDefault="007B6A46" w:rsidP="007B6A46">
      <w:r>
        <w:t>290.4382</w:t>
      </w:r>
      <w:r>
        <w:tab/>
        <w:t>3.038e0</w:t>
      </w:r>
    </w:p>
    <w:p w:rsidR="007B6A46" w:rsidRDefault="007B6A46" w:rsidP="007B6A46">
      <w:r>
        <w:t>290.4439</w:t>
      </w:r>
      <w:r>
        <w:tab/>
        <w:t>1.013e0</w:t>
      </w:r>
    </w:p>
    <w:p w:rsidR="007B6A46" w:rsidRDefault="007B6A46" w:rsidP="007B6A46">
      <w:r>
        <w:t>290.5071</w:t>
      </w:r>
      <w:r>
        <w:tab/>
        <w:t>1.013e0</w:t>
      </w:r>
    </w:p>
    <w:p w:rsidR="007B6A46" w:rsidRDefault="007B6A46" w:rsidP="007B6A46">
      <w:r>
        <w:t>290.5786</w:t>
      </w:r>
      <w:r>
        <w:tab/>
        <w:t>1.013e0</w:t>
      </w:r>
    </w:p>
    <w:p w:rsidR="007B6A46" w:rsidRDefault="007B6A46" w:rsidP="007B6A46">
      <w:r>
        <w:t>290.6186</w:t>
      </w:r>
      <w:r>
        <w:tab/>
        <w:t>1.013e0</w:t>
      </w:r>
    </w:p>
    <w:p w:rsidR="007B6A46" w:rsidRDefault="007B6A46" w:rsidP="007B6A46">
      <w:r>
        <w:t>290.6423</w:t>
      </w:r>
      <w:r>
        <w:tab/>
        <w:t>1.013e0</w:t>
      </w:r>
    </w:p>
    <w:p w:rsidR="007B6A46" w:rsidRDefault="007B6A46" w:rsidP="007B6A46">
      <w:r>
        <w:t>290.6653</w:t>
      </w:r>
      <w:r>
        <w:tab/>
        <w:t>2.025e0</w:t>
      </w:r>
    </w:p>
    <w:p w:rsidR="007B6A46" w:rsidRDefault="007B6A46" w:rsidP="007B6A46">
      <w:r>
        <w:t>290.8049</w:t>
      </w:r>
      <w:r>
        <w:tab/>
        <w:t>1.013e0</w:t>
      </w:r>
    </w:p>
    <w:p w:rsidR="007B6A46" w:rsidRDefault="007B6A46" w:rsidP="007B6A46">
      <w:r>
        <w:t>290.8195</w:t>
      </w:r>
      <w:r>
        <w:tab/>
        <w:t>1.013e0</w:t>
      </w:r>
    </w:p>
    <w:p w:rsidR="007B6A46" w:rsidRDefault="007B6A46" w:rsidP="007B6A46">
      <w:r>
        <w:t>290.8596</w:t>
      </w:r>
      <w:r>
        <w:tab/>
        <w:t>1.013e0</w:t>
      </w:r>
    </w:p>
    <w:p w:rsidR="007B6A46" w:rsidRDefault="007B6A46" w:rsidP="007B6A46">
      <w:r>
        <w:t>290.9373</w:t>
      </w:r>
      <w:r>
        <w:tab/>
        <w:t>1.013e0</w:t>
      </w:r>
    </w:p>
    <w:p w:rsidR="007B6A46" w:rsidRDefault="007B6A46" w:rsidP="007B6A46">
      <w:r>
        <w:t>290.9736</w:t>
      </w:r>
      <w:r>
        <w:tab/>
        <w:t>1.013e0</w:t>
      </w:r>
    </w:p>
    <w:p w:rsidR="007B6A46" w:rsidRDefault="007B6A46" w:rsidP="007B6A46">
      <w:r>
        <w:lastRenderedPageBreak/>
        <w:t>290.9749</w:t>
      </w:r>
      <w:r>
        <w:tab/>
        <w:t>2.025e0</w:t>
      </w:r>
    </w:p>
    <w:p w:rsidR="007B6A46" w:rsidRDefault="007B6A46" w:rsidP="007B6A46">
      <w:r>
        <w:t>291.0132</w:t>
      </w:r>
      <w:r>
        <w:tab/>
        <w:t>2.025e0</w:t>
      </w:r>
    </w:p>
    <w:p w:rsidR="007B6A46" w:rsidRDefault="007B6A46" w:rsidP="007B6A46">
      <w:r>
        <w:t>291.0302</w:t>
      </w:r>
      <w:r>
        <w:tab/>
        <w:t>2.025e0</w:t>
      </w:r>
    </w:p>
    <w:p w:rsidR="007B6A46" w:rsidRDefault="007B6A46" w:rsidP="007B6A46">
      <w:r>
        <w:t>291.0493</w:t>
      </w:r>
      <w:r>
        <w:tab/>
        <w:t>1.013e0</w:t>
      </w:r>
    </w:p>
    <w:p w:rsidR="007B6A46" w:rsidRDefault="007B6A46" w:rsidP="007B6A46">
      <w:r>
        <w:t>291.1322</w:t>
      </w:r>
      <w:r>
        <w:tab/>
        <w:t>1.013e0</w:t>
      </w:r>
    </w:p>
    <w:p w:rsidR="007B6A46" w:rsidRDefault="007B6A46" w:rsidP="007B6A46">
      <w:r>
        <w:t>291.1363</w:t>
      </w:r>
      <w:r>
        <w:tab/>
        <w:t>2.025e0</w:t>
      </w:r>
    </w:p>
    <w:p w:rsidR="007B6A46" w:rsidRDefault="007B6A46" w:rsidP="007B6A46">
      <w:r>
        <w:t>291.1398</w:t>
      </w:r>
      <w:r>
        <w:tab/>
        <w:t>3.038e0</w:t>
      </w:r>
    </w:p>
    <w:p w:rsidR="007B6A46" w:rsidRDefault="007B6A46" w:rsidP="007B6A46">
      <w:r>
        <w:t>291.1504</w:t>
      </w:r>
      <w:r>
        <w:tab/>
        <w:t>1.013e0</w:t>
      </w:r>
    </w:p>
    <w:p w:rsidR="007B6A46" w:rsidRDefault="007B6A46" w:rsidP="007B6A46">
      <w:r>
        <w:t>291.1639</w:t>
      </w:r>
      <w:r>
        <w:tab/>
        <w:t>1.013e0</w:t>
      </w:r>
    </w:p>
    <w:p w:rsidR="007B6A46" w:rsidRDefault="007B6A46" w:rsidP="007B6A46">
      <w:r>
        <w:t>291.1823</w:t>
      </w:r>
      <w:r>
        <w:tab/>
        <w:t>1.013e0</w:t>
      </w:r>
    </w:p>
    <w:p w:rsidR="007B6A46" w:rsidRDefault="007B6A46" w:rsidP="007B6A46">
      <w:r>
        <w:t>291.1912</w:t>
      </w:r>
      <w:r>
        <w:tab/>
        <w:t>2.025e0</w:t>
      </w:r>
    </w:p>
    <w:p w:rsidR="007B6A46" w:rsidRDefault="007B6A46" w:rsidP="007B6A46">
      <w:r>
        <w:t>291.2011</w:t>
      </w:r>
      <w:r>
        <w:tab/>
        <w:t>2.025e0</w:t>
      </w:r>
    </w:p>
    <w:p w:rsidR="007B6A46" w:rsidRDefault="007B6A46" w:rsidP="007B6A46">
      <w:r>
        <w:t>291.2036</w:t>
      </w:r>
      <w:r>
        <w:tab/>
        <w:t>1.013e0</w:t>
      </w:r>
    </w:p>
    <w:p w:rsidR="007B6A46" w:rsidRDefault="007B6A46" w:rsidP="007B6A46">
      <w:r>
        <w:t>291.2192</w:t>
      </w:r>
      <w:r>
        <w:tab/>
        <w:t>1.013e0</w:t>
      </w:r>
    </w:p>
    <w:p w:rsidR="007B6A46" w:rsidRDefault="007B6A46" w:rsidP="007B6A46">
      <w:r>
        <w:t>291.2727</w:t>
      </w:r>
      <w:r>
        <w:tab/>
        <w:t>1.013e0</w:t>
      </w:r>
    </w:p>
    <w:p w:rsidR="007B6A46" w:rsidRDefault="007B6A46" w:rsidP="007B6A46">
      <w:r>
        <w:t>291.2780</w:t>
      </w:r>
      <w:r>
        <w:tab/>
        <w:t>2.025e0</w:t>
      </w:r>
    </w:p>
    <w:p w:rsidR="007B6A46" w:rsidRDefault="007B6A46" w:rsidP="007B6A46">
      <w:r>
        <w:t>291.2993</w:t>
      </w:r>
      <w:r>
        <w:tab/>
        <w:t>1.013e0</w:t>
      </w:r>
    </w:p>
    <w:p w:rsidR="007B6A46" w:rsidRDefault="007B6A46" w:rsidP="007B6A46">
      <w:r>
        <w:t>291.3219</w:t>
      </w:r>
      <w:r>
        <w:tab/>
        <w:t>2.025e0</w:t>
      </w:r>
    </w:p>
    <w:p w:rsidR="007B6A46" w:rsidRDefault="007B6A46" w:rsidP="007B6A46">
      <w:r>
        <w:t>291.4481</w:t>
      </w:r>
      <w:r>
        <w:tab/>
        <w:t>1.013e0</w:t>
      </w:r>
    </w:p>
    <w:p w:rsidR="007B6A46" w:rsidRDefault="007B6A46" w:rsidP="007B6A46">
      <w:r>
        <w:lastRenderedPageBreak/>
        <w:t>291.4909</w:t>
      </w:r>
      <w:r>
        <w:tab/>
        <w:t>1.013e0</w:t>
      </w:r>
    </w:p>
    <w:p w:rsidR="007B6A46" w:rsidRDefault="007B6A46" w:rsidP="007B6A46">
      <w:r>
        <w:t>291.5122</w:t>
      </w:r>
      <w:r>
        <w:tab/>
        <w:t>1.013e0</w:t>
      </w:r>
    </w:p>
    <w:p w:rsidR="007B6A46" w:rsidRDefault="007B6A46" w:rsidP="007B6A46">
      <w:r>
        <w:t>291.5197</w:t>
      </w:r>
      <w:r>
        <w:tab/>
        <w:t>3.038e0</w:t>
      </w:r>
    </w:p>
    <w:p w:rsidR="007B6A46" w:rsidRDefault="007B6A46" w:rsidP="007B6A46">
      <w:r>
        <w:t>291.5592</w:t>
      </w:r>
      <w:r>
        <w:tab/>
        <w:t>1.013e0</w:t>
      </w:r>
    </w:p>
    <w:p w:rsidR="007B6A46" w:rsidRDefault="007B6A46" w:rsidP="007B6A46">
      <w:r>
        <w:t>291.6028</w:t>
      </w:r>
      <w:r>
        <w:tab/>
        <w:t>1.013e0</w:t>
      </w:r>
    </w:p>
    <w:p w:rsidR="007B6A46" w:rsidRDefault="007B6A46" w:rsidP="007B6A46">
      <w:r>
        <w:t>291.6453</w:t>
      </w:r>
      <w:r>
        <w:tab/>
        <w:t>1.013e0</w:t>
      </w:r>
    </w:p>
    <w:p w:rsidR="007B6A46" w:rsidRDefault="007B6A46" w:rsidP="007B6A46">
      <w:r>
        <w:t>291.6714</w:t>
      </w:r>
      <w:r>
        <w:tab/>
        <w:t>1.013e0</w:t>
      </w:r>
    </w:p>
    <w:p w:rsidR="007B6A46" w:rsidRDefault="007B6A46" w:rsidP="007B6A46">
      <w:r>
        <w:t>291.7491</w:t>
      </w:r>
      <w:r>
        <w:tab/>
        <w:t>1.013e0</w:t>
      </w:r>
    </w:p>
    <w:p w:rsidR="007B6A46" w:rsidRDefault="007B6A46" w:rsidP="007B6A46">
      <w:r>
        <w:t>291.8441</w:t>
      </w:r>
      <w:r>
        <w:tab/>
        <w:t>1.013e0</w:t>
      </w:r>
    </w:p>
    <w:p w:rsidR="007B6A46" w:rsidRDefault="007B6A46" w:rsidP="007B6A46">
      <w:r>
        <w:t>291.8715</w:t>
      </w:r>
      <w:r>
        <w:tab/>
        <w:t>2.025e0</w:t>
      </w:r>
    </w:p>
    <w:p w:rsidR="007B6A46" w:rsidRDefault="007B6A46" w:rsidP="007B6A46">
      <w:r>
        <w:t>291.9014</w:t>
      </w:r>
      <w:r>
        <w:tab/>
        <w:t>2.025e0</w:t>
      </w:r>
    </w:p>
    <w:p w:rsidR="007B6A46" w:rsidRDefault="007B6A46" w:rsidP="007B6A46">
      <w:r>
        <w:t>291.9117</w:t>
      </w:r>
      <w:r>
        <w:tab/>
        <w:t>1.013e0</w:t>
      </w:r>
    </w:p>
    <w:p w:rsidR="007B6A46" w:rsidRDefault="007B6A46" w:rsidP="007B6A46">
      <w:r>
        <w:t>291.9309</w:t>
      </w:r>
      <w:r>
        <w:tab/>
        <w:t>1.013e0</w:t>
      </w:r>
    </w:p>
    <w:p w:rsidR="007B6A46" w:rsidRDefault="007B6A46" w:rsidP="007B6A46">
      <w:r>
        <w:t>291.9351</w:t>
      </w:r>
      <w:r>
        <w:tab/>
        <w:t>1.013e0</w:t>
      </w:r>
    </w:p>
    <w:p w:rsidR="007B6A46" w:rsidRDefault="007B6A46" w:rsidP="007B6A46">
      <w:r>
        <w:t>291.9704</w:t>
      </w:r>
      <w:r>
        <w:tab/>
        <w:t>2.025e0</w:t>
      </w:r>
    </w:p>
    <w:p w:rsidR="007B6A46" w:rsidRDefault="007B6A46" w:rsidP="007B6A46">
      <w:r>
        <w:t>291.9881</w:t>
      </w:r>
      <w:r>
        <w:tab/>
        <w:t>5.063e0</w:t>
      </w:r>
    </w:p>
    <w:p w:rsidR="007B6A46" w:rsidRDefault="007B6A46" w:rsidP="007B6A46">
      <w:r>
        <w:t>292.0283</w:t>
      </w:r>
      <w:r>
        <w:tab/>
        <w:t>3.038e0</w:t>
      </w:r>
    </w:p>
    <w:p w:rsidR="007B6A46" w:rsidRDefault="007B6A46" w:rsidP="007B6A46">
      <w:r>
        <w:t>292.0295</w:t>
      </w:r>
      <w:r>
        <w:tab/>
        <w:t>1.013e0</w:t>
      </w:r>
    </w:p>
    <w:p w:rsidR="007B6A46" w:rsidRDefault="007B6A46" w:rsidP="007B6A46">
      <w:r>
        <w:t>292.0369</w:t>
      </w:r>
      <w:r>
        <w:tab/>
        <w:t>2.025e0</w:t>
      </w:r>
    </w:p>
    <w:p w:rsidR="007B6A46" w:rsidRDefault="007B6A46" w:rsidP="007B6A46">
      <w:r>
        <w:lastRenderedPageBreak/>
        <w:t>292.0663</w:t>
      </w:r>
      <w:r>
        <w:tab/>
        <w:t>1.013e0</w:t>
      </w:r>
    </w:p>
    <w:p w:rsidR="007B6A46" w:rsidRDefault="007B6A46" w:rsidP="007B6A46">
      <w:r>
        <w:t>292.0978</w:t>
      </w:r>
      <w:r>
        <w:tab/>
        <w:t>1.013e0</w:t>
      </w:r>
    </w:p>
    <w:p w:rsidR="007B6A46" w:rsidRDefault="007B6A46" w:rsidP="007B6A46">
      <w:r>
        <w:t>292.1129</w:t>
      </w:r>
      <w:r>
        <w:tab/>
        <w:t>1.013e0</w:t>
      </w:r>
    </w:p>
    <w:p w:rsidR="007B6A46" w:rsidRDefault="007B6A46" w:rsidP="007B6A46">
      <w:r>
        <w:t>292.1210</w:t>
      </w:r>
      <w:r>
        <w:tab/>
        <w:t>1.013e0</w:t>
      </w:r>
    </w:p>
    <w:p w:rsidR="007B6A46" w:rsidRDefault="007B6A46" w:rsidP="007B6A46">
      <w:r>
        <w:t>292.1704</w:t>
      </w:r>
      <w:r>
        <w:tab/>
        <w:t>3.038e0</w:t>
      </w:r>
    </w:p>
    <w:p w:rsidR="007B6A46" w:rsidRDefault="007B6A46" w:rsidP="007B6A46">
      <w:r>
        <w:t>292.1885</w:t>
      </w:r>
      <w:r>
        <w:tab/>
        <w:t>1.013e0</w:t>
      </w:r>
    </w:p>
    <w:p w:rsidR="007B6A46" w:rsidRDefault="007B6A46" w:rsidP="007B6A46">
      <w:r>
        <w:t>292.1996</w:t>
      </w:r>
      <w:r>
        <w:tab/>
        <w:t>3.038e0</w:t>
      </w:r>
    </w:p>
    <w:p w:rsidR="007B6A46" w:rsidRDefault="007B6A46" w:rsidP="007B6A46">
      <w:r>
        <w:t>292.2258</w:t>
      </w:r>
      <w:r>
        <w:tab/>
        <w:t>2.025e0</w:t>
      </w:r>
    </w:p>
    <w:p w:rsidR="007B6A46" w:rsidRDefault="007B6A46" w:rsidP="007B6A46">
      <w:r>
        <w:t>292.2628</w:t>
      </w:r>
      <w:r>
        <w:tab/>
        <w:t>1.013e0</w:t>
      </w:r>
    </w:p>
    <w:p w:rsidR="007B6A46" w:rsidRDefault="007B6A46" w:rsidP="007B6A46">
      <w:r>
        <w:t>292.2672</w:t>
      </w:r>
      <w:r>
        <w:tab/>
        <w:t>1.013e0</w:t>
      </w:r>
    </w:p>
    <w:p w:rsidR="007B6A46" w:rsidRDefault="007B6A46" w:rsidP="007B6A46">
      <w:r>
        <w:t>292.2796</w:t>
      </w:r>
      <w:r>
        <w:tab/>
        <w:t>1.013e0</w:t>
      </w:r>
    </w:p>
    <w:p w:rsidR="007B6A46" w:rsidRDefault="007B6A46" w:rsidP="007B6A46">
      <w:r>
        <w:t>292.2857</w:t>
      </w:r>
      <w:r>
        <w:tab/>
        <w:t>3.038e0</w:t>
      </w:r>
    </w:p>
    <w:p w:rsidR="007B6A46" w:rsidRDefault="007B6A46" w:rsidP="007B6A46">
      <w:r>
        <w:t>292.2984</w:t>
      </w:r>
      <w:r>
        <w:tab/>
        <w:t>1.013e0</w:t>
      </w:r>
    </w:p>
    <w:p w:rsidR="007B6A46" w:rsidRDefault="007B6A46" w:rsidP="007B6A46">
      <w:r>
        <w:t>292.4276</w:t>
      </w:r>
      <w:r>
        <w:tab/>
        <w:t>2.025e0</w:t>
      </w:r>
    </w:p>
    <w:p w:rsidR="007B6A46" w:rsidRDefault="007B6A46" w:rsidP="007B6A46">
      <w:r>
        <w:t>292.4573</w:t>
      </w:r>
      <w:r>
        <w:tab/>
        <w:t>1.013e0</w:t>
      </w:r>
    </w:p>
    <w:p w:rsidR="007B6A46" w:rsidRDefault="007B6A46" w:rsidP="007B6A46">
      <w:r>
        <w:t>292.4887</w:t>
      </w:r>
      <w:r>
        <w:tab/>
        <w:t>2.025e0</w:t>
      </w:r>
    </w:p>
    <w:p w:rsidR="007B6A46" w:rsidRDefault="007B6A46" w:rsidP="007B6A46">
      <w:r>
        <w:t>292.4943</w:t>
      </w:r>
      <w:r>
        <w:tab/>
        <w:t>2.025e0</w:t>
      </w:r>
    </w:p>
    <w:p w:rsidR="007B6A46" w:rsidRDefault="007B6A46" w:rsidP="007B6A46">
      <w:r>
        <w:t>292.5759</w:t>
      </w:r>
      <w:r>
        <w:tab/>
        <w:t>1.013e0</w:t>
      </w:r>
    </w:p>
    <w:p w:rsidR="007B6A46" w:rsidRDefault="007B6A46" w:rsidP="007B6A46">
      <w:r>
        <w:t>292.5992</w:t>
      </w:r>
      <w:r>
        <w:tab/>
        <w:t>1.013e0</w:t>
      </w:r>
    </w:p>
    <w:p w:rsidR="007B6A46" w:rsidRDefault="007B6A46" w:rsidP="007B6A46">
      <w:r>
        <w:lastRenderedPageBreak/>
        <w:t>292.6116</w:t>
      </w:r>
      <w:r>
        <w:tab/>
        <w:t>2.025e0</w:t>
      </w:r>
    </w:p>
    <w:p w:rsidR="007B6A46" w:rsidRDefault="007B6A46" w:rsidP="007B6A46">
      <w:r>
        <w:t>292.6313</w:t>
      </w:r>
      <w:r>
        <w:tab/>
        <w:t>1.013e0</w:t>
      </w:r>
    </w:p>
    <w:p w:rsidR="007B6A46" w:rsidRDefault="007B6A46" w:rsidP="007B6A46">
      <w:r>
        <w:t>292.6534</w:t>
      </w:r>
      <w:r>
        <w:tab/>
        <w:t>1.013e0</w:t>
      </w:r>
    </w:p>
    <w:p w:rsidR="007B6A46" w:rsidRDefault="007B6A46" w:rsidP="007B6A46">
      <w:r>
        <w:t>292.6669</w:t>
      </w:r>
      <w:r>
        <w:tab/>
        <w:t>1.013e0</w:t>
      </w:r>
    </w:p>
    <w:p w:rsidR="007B6A46" w:rsidRDefault="007B6A46" w:rsidP="007B6A46">
      <w:r>
        <w:t>292.6907</w:t>
      </w:r>
      <w:r>
        <w:tab/>
        <w:t>1.013e0</w:t>
      </w:r>
    </w:p>
    <w:p w:rsidR="007B6A46" w:rsidRDefault="007B6A46" w:rsidP="007B6A46">
      <w:r>
        <w:t>292.7026</w:t>
      </w:r>
      <w:r>
        <w:tab/>
        <w:t>1.013e0</w:t>
      </w:r>
    </w:p>
    <w:p w:rsidR="007B6A46" w:rsidRDefault="007B6A46" w:rsidP="007B6A46">
      <w:r>
        <w:t>292.7068</w:t>
      </w:r>
      <w:r>
        <w:tab/>
        <w:t>1.013e0</w:t>
      </w:r>
    </w:p>
    <w:p w:rsidR="007B6A46" w:rsidRDefault="007B6A46" w:rsidP="007B6A46">
      <w:r>
        <w:t>292.7365</w:t>
      </w:r>
      <w:r>
        <w:tab/>
        <w:t>2.025e0</w:t>
      </w:r>
    </w:p>
    <w:p w:rsidR="007B6A46" w:rsidRDefault="007B6A46" w:rsidP="007B6A46">
      <w:r>
        <w:t>292.7534</w:t>
      </w:r>
      <w:r>
        <w:tab/>
        <w:t>1.013e0</w:t>
      </w:r>
    </w:p>
    <w:p w:rsidR="007B6A46" w:rsidRDefault="007B6A46" w:rsidP="007B6A46">
      <w:r>
        <w:t>292.7579</w:t>
      </w:r>
      <w:r>
        <w:tab/>
        <w:t>1.013e0</w:t>
      </w:r>
    </w:p>
    <w:p w:rsidR="007B6A46" w:rsidRDefault="007B6A46" w:rsidP="007B6A46">
      <w:r>
        <w:t>292.8173</w:t>
      </w:r>
      <w:r>
        <w:tab/>
        <w:t>2.025e0</w:t>
      </w:r>
    </w:p>
    <w:p w:rsidR="007B6A46" w:rsidRDefault="007B6A46" w:rsidP="007B6A46">
      <w:r>
        <w:t>292.8346</w:t>
      </w:r>
      <w:r>
        <w:tab/>
        <w:t>1.013e0</w:t>
      </w:r>
    </w:p>
    <w:p w:rsidR="007B6A46" w:rsidRDefault="007B6A46" w:rsidP="007B6A46">
      <w:r>
        <w:t>292.8539</w:t>
      </w:r>
      <w:r>
        <w:tab/>
        <w:t>2.025e0</w:t>
      </w:r>
    </w:p>
    <w:p w:rsidR="007B6A46" w:rsidRDefault="007B6A46" w:rsidP="007B6A46">
      <w:r>
        <w:t>292.8881</w:t>
      </w:r>
      <w:r>
        <w:tab/>
        <w:t>1.013e0</w:t>
      </w:r>
    </w:p>
    <w:p w:rsidR="007B6A46" w:rsidRDefault="007B6A46" w:rsidP="007B6A46">
      <w:r>
        <w:t>292.9441</w:t>
      </w:r>
      <w:r>
        <w:tab/>
        <w:t>1.013e0</w:t>
      </w:r>
    </w:p>
    <w:p w:rsidR="007B6A46" w:rsidRDefault="007B6A46" w:rsidP="007B6A46">
      <w:r>
        <w:t>292.9480</w:t>
      </w:r>
      <w:r>
        <w:tab/>
        <w:t>1.013e0</w:t>
      </w:r>
    </w:p>
    <w:p w:rsidR="007B6A46" w:rsidRDefault="007B6A46" w:rsidP="007B6A46">
      <w:r>
        <w:t>292.9609</w:t>
      </w:r>
      <w:r>
        <w:tab/>
        <w:t>2.025e0</w:t>
      </w:r>
    </w:p>
    <w:p w:rsidR="007B6A46" w:rsidRDefault="007B6A46" w:rsidP="007B6A46">
      <w:r>
        <w:t>292.9677</w:t>
      </w:r>
      <w:r>
        <w:tab/>
        <w:t>1.013e0</w:t>
      </w:r>
    </w:p>
    <w:p w:rsidR="007B6A46" w:rsidRDefault="007B6A46" w:rsidP="007B6A46">
      <w:r>
        <w:t>293.0031</w:t>
      </w:r>
      <w:r>
        <w:tab/>
        <w:t>5.063e0</w:t>
      </w:r>
    </w:p>
    <w:p w:rsidR="007B6A46" w:rsidRDefault="007B6A46" w:rsidP="007B6A46">
      <w:r>
        <w:lastRenderedPageBreak/>
        <w:t>293.0093</w:t>
      </w:r>
      <w:r>
        <w:tab/>
        <w:t>2.025e0</w:t>
      </w:r>
    </w:p>
    <w:p w:rsidR="007B6A46" w:rsidRDefault="007B6A46" w:rsidP="007B6A46">
      <w:r>
        <w:t>293.0944</w:t>
      </w:r>
      <w:r>
        <w:tab/>
        <w:t>1.013e0</w:t>
      </w:r>
    </w:p>
    <w:p w:rsidR="007B6A46" w:rsidRDefault="007B6A46" w:rsidP="007B6A46">
      <w:r>
        <w:t>293.0963</w:t>
      </w:r>
      <w:r>
        <w:tab/>
        <w:t>2.025e0</w:t>
      </w:r>
    </w:p>
    <w:p w:rsidR="007B6A46" w:rsidRDefault="007B6A46" w:rsidP="007B6A46">
      <w:r>
        <w:t>293.1126</w:t>
      </w:r>
      <w:r>
        <w:tab/>
        <w:t>1.013e0</w:t>
      </w:r>
    </w:p>
    <w:p w:rsidR="007B6A46" w:rsidRDefault="007B6A46" w:rsidP="007B6A46">
      <w:r>
        <w:t>293.1177</w:t>
      </w:r>
      <w:r>
        <w:tab/>
        <w:t>1.013e0</w:t>
      </w:r>
    </w:p>
    <w:p w:rsidR="007B6A46" w:rsidRDefault="007B6A46" w:rsidP="007B6A46">
      <w:r>
        <w:t>293.1450</w:t>
      </w:r>
      <w:r>
        <w:tab/>
        <w:t>2.025e0</w:t>
      </w:r>
    </w:p>
    <w:p w:rsidR="007B6A46" w:rsidRDefault="007B6A46" w:rsidP="007B6A46">
      <w:r>
        <w:t>293.1546</w:t>
      </w:r>
      <w:r>
        <w:tab/>
        <w:t>3.038e0</w:t>
      </w:r>
    </w:p>
    <w:p w:rsidR="007B6A46" w:rsidRDefault="007B6A46" w:rsidP="007B6A46">
      <w:r>
        <w:t>293.1719</w:t>
      </w:r>
      <w:r>
        <w:tab/>
        <w:t>1.013e0</w:t>
      </w:r>
    </w:p>
    <w:p w:rsidR="007B6A46" w:rsidRDefault="007B6A46" w:rsidP="007B6A46">
      <w:r>
        <w:t>293.1773</w:t>
      </w:r>
      <w:r>
        <w:tab/>
        <w:t>1.013e0</w:t>
      </w:r>
    </w:p>
    <w:p w:rsidR="007B6A46" w:rsidRDefault="007B6A46" w:rsidP="007B6A46">
      <w:r>
        <w:t>293.2131</w:t>
      </w:r>
      <w:r>
        <w:tab/>
        <w:t>1.013e0</w:t>
      </w:r>
    </w:p>
    <w:p w:rsidR="007B6A46" w:rsidRDefault="007B6A46" w:rsidP="007B6A46">
      <w:r>
        <w:t>293.2405</w:t>
      </w:r>
      <w:r>
        <w:tab/>
        <w:t>3.038e0</w:t>
      </w:r>
    </w:p>
    <w:p w:rsidR="007B6A46" w:rsidRDefault="007B6A46" w:rsidP="007B6A46">
      <w:r>
        <w:t>293.3101</w:t>
      </w:r>
      <w:r>
        <w:tab/>
        <w:t>2.025e0</w:t>
      </w:r>
    </w:p>
    <w:p w:rsidR="007B6A46" w:rsidRDefault="007B6A46" w:rsidP="007B6A46">
      <w:r>
        <w:t>293.3676</w:t>
      </w:r>
      <w:r>
        <w:tab/>
        <w:t>2.025e0</w:t>
      </w:r>
    </w:p>
    <w:p w:rsidR="007B6A46" w:rsidRDefault="007B6A46" w:rsidP="007B6A46">
      <w:r>
        <w:t>293.4033</w:t>
      </w:r>
      <w:r>
        <w:tab/>
        <w:t>1.013e0</w:t>
      </w:r>
    </w:p>
    <w:p w:rsidR="007B6A46" w:rsidRDefault="007B6A46" w:rsidP="007B6A46">
      <w:r>
        <w:t>293.4123</w:t>
      </w:r>
      <w:r>
        <w:tab/>
        <w:t>1.013e0</w:t>
      </w:r>
    </w:p>
    <w:p w:rsidR="007B6A46" w:rsidRDefault="007B6A46" w:rsidP="007B6A46">
      <w:r>
        <w:t>293.4269</w:t>
      </w:r>
      <w:r>
        <w:tab/>
        <w:t>1.013e0</w:t>
      </w:r>
    </w:p>
    <w:p w:rsidR="007B6A46" w:rsidRDefault="007B6A46" w:rsidP="007B6A46">
      <w:r>
        <w:t>293.4766</w:t>
      </w:r>
      <w:r>
        <w:tab/>
        <w:t>1.013e0</w:t>
      </w:r>
    </w:p>
    <w:p w:rsidR="007B6A46" w:rsidRDefault="007B6A46" w:rsidP="007B6A46">
      <w:r>
        <w:t>293.4904</w:t>
      </w:r>
      <w:r>
        <w:tab/>
        <w:t>1.013e0</w:t>
      </w:r>
    </w:p>
    <w:p w:rsidR="007B6A46" w:rsidRDefault="007B6A46" w:rsidP="007B6A46">
      <w:r>
        <w:t>293.5627</w:t>
      </w:r>
      <w:r>
        <w:tab/>
        <w:t>1.013e0</w:t>
      </w:r>
    </w:p>
    <w:p w:rsidR="007B6A46" w:rsidRDefault="007B6A46" w:rsidP="007B6A46">
      <w:r>
        <w:lastRenderedPageBreak/>
        <w:t>293.5774</w:t>
      </w:r>
      <w:r>
        <w:tab/>
        <w:t>1.013e0</w:t>
      </w:r>
    </w:p>
    <w:p w:rsidR="007B6A46" w:rsidRDefault="007B6A46" w:rsidP="007B6A46">
      <w:r>
        <w:t>293.5944</w:t>
      </w:r>
      <w:r>
        <w:tab/>
        <w:t>1.013e0</w:t>
      </w:r>
    </w:p>
    <w:p w:rsidR="007B6A46" w:rsidRDefault="007B6A46" w:rsidP="007B6A46">
      <w:r>
        <w:t>293.6003</w:t>
      </w:r>
      <w:r>
        <w:tab/>
        <w:t>1.013e0</w:t>
      </w:r>
    </w:p>
    <w:p w:rsidR="007B6A46" w:rsidRDefault="007B6A46" w:rsidP="007B6A46">
      <w:r>
        <w:t>293.6408</w:t>
      </w:r>
      <w:r>
        <w:tab/>
        <w:t>1.013e0</w:t>
      </w:r>
    </w:p>
    <w:p w:rsidR="007B6A46" w:rsidRDefault="007B6A46" w:rsidP="007B6A46">
      <w:r>
        <w:t>293.7128</w:t>
      </w:r>
      <w:r>
        <w:tab/>
        <w:t>1.013e0</w:t>
      </w:r>
    </w:p>
    <w:p w:rsidR="007B6A46" w:rsidRDefault="007B6A46" w:rsidP="007B6A46">
      <w:r>
        <w:t>293.7360</w:t>
      </w:r>
      <w:r>
        <w:tab/>
        <w:t>1.013e0</w:t>
      </w:r>
    </w:p>
    <w:p w:rsidR="007B6A46" w:rsidRDefault="007B6A46" w:rsidP="007B6A46">
      <w:r>
        <w:t>293.7398</w:t>
      </w:r>
      <w:r>
        <w:tab/>
        <w:t>1.013e0</w:t>
      </w:r>
    </w:p>
    <w:p w:rsidR="007B6A46" w:rsidRDefault="007B6A46" w:rsidP="007B6A46">
      <w:r>
        <w:t>293.7457</w:t>
      </w:r>
      <w:r>
        <w:tab/>
        <w:t>2.025e0</w:t>
      </w:r>
    </w:p>
    <w:p w:rsidR="007B6A46" w:rsidRDefault="007B6A46" w:rsidP="007B6A46">
      <w:r>
        <w:t>293.7552</w:t>
      </w:r>
      <w:r>
        <w:tab/>
        <w:t>1.013e0</w:t>
      </w:r>
    </w:p>
    <w:p w:rsidR="007B6A46" w:rsidRDefault="007B6A46" w:rsidP="007B6A46">
      <w:r>
        <w:t>293.7820</w:t>
      </w:r>
      <w:r>
        <w:tab/>
        <w:t>1.013e0</w:t>
      </w:r>
    </w:p>
    <w:p w:rsidR="007B6A46" w:rsidRDefault="007B6A46" w:rsidP="007B6A46">
      <w:r>
        <w:t>293.8185</w:t>
      </w:r>
      <w:r>
        <w:tab/>
        <w:t>1.013e0</w:t>
      </w:r>
    </w:p>
    <w:p w:rsidR="007B6A46" w:rsidRDefault="007B6A46" w:rsidP="007B6A46">
      <w:r>
        <w:t>293.8682</w:t>
      </w:r>
      <w:r>
        <w:tab/>
        <w:t>1.013e0</w:t>
      </w:r>
    </w:p>
    <w:p w:rsidR="007B6A46" w:rsidRDefault="007B6A46" w:rsidP="007B6A46">
      <w:r>
        <w:t>293.8736</w:t>
      </w:r>
      <w:r>
        <w:tab/>
        <w:t>1.013e0</w:t>
      </w:r>
    </w:p>
    <w:p w:rsidR="007B6A46" w:rsidRDefault="007B6A46" w:rsidP="007B6A46">
      <w:r>
        <w:t>293.9141</w:t>
      </w:r>
      <w:r>
        <w:tab/>
        <w:t>1.013e0</w:t>
      </w:r>
    </w:p>
    <w:p w:rsidR="007B6A46" w:rsidRDefault="007B6A46" w:rsidP="007B6A46">
      <w:r>
        <w:t>293.9594</w:t>
      </w:r>
      <w:r>
        <w:tab/>
        <w:t>1.013e0</w:t>
      </w:r>
    </w:p>
    <w:p w:rsidR="007B6A46" w:rsidRDefault="007B6A46" w:rsidP="007B6A46">
      <w:r>
        <w:t>293.9730</w:t>
      </w:r>
      <w:r>
        <w:tab/>
        <w:t>1.013e0</w:t>
      </w:r>
    </w:p>
    <w:p w:rsidR="007B6A46" w:rsidRDefault="007B6A46" w:rsidP="007B6A46">
      <w:r>
        <w:t>293.9771</w:t>
      </w:r>
      <w:r>
        <w:tab/>
        <w:t>1.013e0</w:t>
      </w:r>
    </w:p>
    <w:p w:rsidR="007B6A46" w:rsidRDefault="007B6A46" w:rsidP="007B6A46">
      <w:r>
        <w:t>294.0052</w:t>
      </w:r>
      <w:r>
        <w:tab/>
        <w:t>1.013e0</w:t>
      </w:r>
    </w:p>
    <w:p w:rsidR="007B6A46" w:rsidRDefault="007B6A46" w:rsidP="007B6A46">
      <w:r>
        <w:t>294.0233</w:t>
      </w:r>
      <w:r>
        <w:tab/>
        <w:t>1.013e0</w:t>
      </w:r>
    </w:p>
    <w:p w:rsidR="007B6A46" w:rsidRDefault="007B6A46" w:rsidP="007B6A46">
      <w:r>
        <w:lastRenderedPageBreak/>
        <w:t>294.0349</w:t>
      </w:r>
      <w:r>
        <w:tab/>
        <w:t>2.025e0</w:t>
      </w:r>
    </w:p>
    <w:p w:rsidR="007B6A46" w:rsidRDefault="007B6A46" w:rsidP="007B6A46">
      <w:r>
        <w:t>294.0490</w:t>
      </w:r>
      <w:r>
        <w:tab/>
        <w:t>2.025e0</w:t>
      </w:r>
    </w:p>
    <w:p w:rsidR="007B6A46" w:rsidRDefault="007B6A46" w:rsidP="007B6A46">
      <w:r>
        <w:t>294.0769</w:t>
      </w:r>
      <w:r>
        <w:tab/>
        <w:t>1.013e0</w:t>
      </w:r>
    </w:p>
    <w:p w:rsidR="007B6A46" w:rsidRDefault="007B6A46" w:rsidP="007B6A46">
      <w:r>
        <w:t>294.1055</w:t>
      </w:r>
      <w:r>
        <w:tab/>
        <w:t>2.025e0</w:t>
      </w:r>
    </w:p>
    <w:p w:rsidR="007B6A46" w:rsidRDefault="007B6A46" w:rsidP="007B6A46">
      <w:r>
        <w:t>294.1199</w:t>
      </w:r>
      <w:r>
        <w:tab/>
        <w:t>2.025e0</w:t>
      </w:r>
    </w:p>
    <w:p w:rsidR="007B6A46" w:rsidRDefault="007B6A46" w:rsidP="007B6A46">
      <w:r>
        <w:t>294.1359</w:t>
      </w:r>
      <w:r>
        <w:tab/>
        <w:t>1.013e0</w:t>
      </w:r>
    </w:p>
    <w:p w:rsidR="007B6A46" w:rsidRDefault="007B6A46" w:rsidP="007B6A46">
      <w:r>
        <w:t>294.1413</w:t>
      </w:r>
      <w:r>
        <w:tab/>
        <w:t>1.013e0</w:t>
      </w:r>
    </w:p>
    <w:p w:rsidR="007B6A46" w:rsidRDefault="007B6A46" w:rsidP="007B6A46">
      <w:r>
        <w:t>294.1637</w:t>
      </w:r>
      <w:r>
        <w:tab/>
        <w:t>1.013e0</w:t>
      </w:r>
    </w:p>
    <w:p w:rsidR="007B6A46" w:rsidRDefault="007B6A46" w:rsidP="007B6A46">
      <w:r>
        <w:t>294.1789</w:t>
      </w:r>
      <w:r>
        <w:tab/>
        <w:t>1.013e0</w:t>
      </w:r>
    </w:p>
    <w:p w:rsidR="007B6A46" w:rsidRDefault="007B6A46" w:rsidP="007B6A46">
      <w:r>
        <w:t>294.1915</w:t>
      </w:r>
      <w:r>
        <w:tab/>
        <w:t>1.013e0</w:t>
      </w:r>
    </w:p>
    <w:p w:rsidR="007B6A46" w:rsidRDefault="007B6A46" w:rsidP="007B6A46">
      <w:r>
        <w:t>294.2061</w:t>
      </w:r>
      <w:r>
        <w:tab/>
        <w:t>1.013e0</w:t>
      </w:r>
    </w:p>
    <w:p w:rsidR="007B6A46" w:rsidRDefault="007B6A46" w:rsidP="007B6A46">
      <w:r>
        <w:t>294.2330</w:t>
      </w:r>
      <w:r>
        <w:tab/>
        <w:t>1.013e0</w:t>
      </w:r>
    </w:p>
    <w:p w:rsidR="007B6A46" w:rsidRDefault="007B6A46" w:rsidP="007B6A46">
      <w:r>
        <w:t>294.2652</w:t>
      </w:r>
      <w:r>
        <w:tab/>
        <w:t>1.013e0</w:t>
      </w:r>
    </w:p>
    <w:p w:rsidR="007B6A46" w:rsidRDefault="007B6A46" w:rsidP="007B6A46">
      <w:r>
        <w:t>294.3062</w:t>
      </w:r>
      <w:r>
        <w:tab/>
        <w:t>1.013e0</w:t>
      </w:r>
    </w:p>
    <w:p w:rsidR="007B6A46" w:rsidRDefault="007B6A46" w:rsidP="007B6A46">
      <w:r>
        <w:t>294.3616</w:t>
      </w:r>
      <w:r>
        <w:tab/>
        <w:t>2.025e0</w:t>
      </w:r>
    </w:p>
    <w:p w:rsidR="007B6A46" w:rsidRDefault="007B6A46" w:rsidP="007B6A46">
      <w:r>
        <w:t>294.3698</w:t>
      </w:r>
      <w:r>
        <w:tab/>
        <w:t>1.013e0</w:t>
      </w:r>
    </w:p>
    <w:p w:rsidR="007B6A46" w:rsidRDefault="007B6A46" w:rsidP="007B6A46">
      <w:r>
        <w:t>294.4102</w:t>
      </w:r>
      <w:r>
        <w:tab/>
        <w:t>1.013e0</w:t>
      </w:r>
    </w:p>
    <w:p w:rsidR="007B6A46" w:rsidRDefault="007B6A46" w:rsidP="007B6A46">
      <w:r>
        <w:t>294.4692</w:t>
      </w:r>
      <w:r>
        <w:tab/>
        <w:t>1.013e0</w:t>
      </w:r>
    </w:p>
    <w:p w:rsidR="007B6A46" w:rsidRDefault="007B6A46" w:rsidP="007B6A46">
      <w:r>
        <w:t>294.5015</w:t>
      </w:r>
      <w:r>
        <w:tab/>
        <w:t>1.013e0</w:t>
      </w:r>
    </w:p>
    <w:p w:rsidR="007B6A46" w:rsidRDefault="007B6A46" w:rsidP="007B6A46">
      <w:r>
        <w:lastRenderedPageBreak/>
        <w:t>294.5337</w:t>
      </w:r>
      <w:r>
        <w:tab/>
        <w:t>1.013e0</w:t>
      </w:r>
    </w:p>
    <w:p w:rsidR="007B6A46" w:rsidRDefault="007B6A46" w:rsidP="007B6A46">
      <w:r>
        <w:t>294.5479</w:t>
      </w:r>
      <w:r>
        <w:tab/>
        <w:t>1.013e0</w:t>
      </w:r>
    </w:p>
    <w:p w:rsidR="007B6A46" w:rsidRDefault="007B6A46" w:rsidP="007B6A46">
      <w:r>
        <w:t>294.6069</w:t>
      </w:r>
      <w:r>
        <w:tab/>
        <w:t>1.013e0</w:t>
      </w:r>
    </w:p>
    <w:p w:rsidR="007B6A46" w:rsidRDefault="007B6A46" w:rsidP="007B6A46">
      <w:r>
        <w:t>294.6519</w:t>
      </w:r>
      <w:r>
        <w:tab/>
        <w:t>1.013e0</w:t>
      </w:r>
    </w:p>
    <w:p w:rsidR="007B6A46" w:rsidRDefault="007B6A46" w:rsidP="007B6A46">
      <w:r>
        <w:t>294.8215</w:t>
      </w:r>
      <w:r>
        <w:tab/>
        <w:t>1.013e0</w:t>
      </w:r>
    </w:p>
    <w:p w:rsidR="007B6A46" w:rsidRDefault="007B6A46" w:rsidP="007B6A46">
      <w:r>
        <w:t>294.8669</w:t>
      </w:r>
      <w:r>
        <w:tab/>
        <w:t>1.013e0</w:t>
      </w:r>
    </w:p>
    <w:p w:rsidR="007B6A46" w:rsidRDefault="007B6A46" w:rsidP="007B6A46">
      <w:r>
        <w:t>294.9261</w:t>
      </w:r>
      <w:r>
        <w:tab/>
        <w:t>1.013e0</w:t>
      </w:r>
    </w:p>
    <w:p w:rsidR="007B6A46" w:rsidRDefault="007B6A46" w:rsidP="007B6A46">
      <w:r>
        <w:t>294.9525</w:t>
      </w:r>
      <w:r>
        <w:tab/>
        <w:t>1.013e0</w:t>
      </w:r>
    </w:p>
    <w:p w:rsidR="007B6A46" w:rsidRDefault="007B6A46" w:rsidP="007B6A46">
      <w:r>
        <w:t>294.9853</w:t>
      </w:r>
      <w:r>
        <w:tab/>
        <w:t>1.013e0</w:t>
      </w:r>
    </w:p>
    <w:p w:rsidR="007B6A46" w:rsidRDefault="007B6A46" w:rsidP="007B6A46">
      <w:r>
        <w:t>294.9923</w:t>
      </w:r>
      <w:r>
        <w:tab/>
        <w:t>2.025e0</w:t>
      </w:r>
    </w:p>
    <w:p w:rsidR="007B6A46" w:rsidRDefault="007B6A46" w:rsidP="007B6A46">
      <w:r>
        <w:t>295.0220</w:t>
      </w:r>
      <w:r>
        <w:tab/>
        <w:t>2.025e0</w:t>
      </w:r>
    </w:p>
    <w:p w:rsidR="007B6A46" w:rsidRDefault="007B6A46" w:rsidP="007B6A46">
      <w:r>
        <w:t>295.0593</w:t>
      </w:r>
      <w:r>
        <w:tab/>
        <w:t>2.025e0</w:t>
      </w:r>
    </w:p>
    <w:p w:rsidR="007B6A46" w:rsidRDefault="007B6A46" w:rsidP="007B6A46">
      <w:r>
        <w:t>295.0746</w:t>
      </w:r>
      <w:r>
        <w:tab/>
        <w:t>2.025e0</w:t>
      </w:r>
    </w:p>
    <w:p w:rsidR="007B6A46" w:rsidRDefault="007B6A46" w:rsidP="007B6A46">
      <w:r>
        <w:t>295.0821</w:t>
      </w:r>
      <w:r>
        <w:tab/>
        <w:t>1.013e0</w:t>
      </w:r>
    </w:p>
    <w:p w:rsidR="007B6A46" w:rsidRDefault="007B6A46" w:rsidP="007B6A46">
      <w:r>
        <w:t>295.1025</w:t>
      </w:r>
      <w:r>
        <w:tab/>
        <w:t>2.025e0</w:t>
      </w:r>
    </w:p>
    <w:p w:rsidR="007B6A46" w:rsidRDefault="007B6A46" w:rsidP="007B6A46">
      <w:r>
        <w:t>295.1282</w:t>
      </w:r>
      <w:r>
        <w:tab/>
        <w:t>2.025e0</w:t>
      </w:r>
    </w:p>
    <w:p w:rsidR="007B6A46" w:rsidRDefault="007B6A46" w:rsidP="007B6A46">
      <w:r>
        <w:t>295.1386</w:t>
      </w:r>
      <w:r>
        <w:tab/>
        <w:t>2.025e0</w:t>
      </w:r>
    </w:p>
    <w:p w:rsidR="007B6A46" w:rsidRDefault="007B6A46" w:rsidP="007B6A46">
      <w:r>
        <w:t>295.1504</w:t>
      </w:r>
      <w:r>
        <w:tab/>
        <w:t>3.038e0</w:t>
      </w:r>
    </w:p>
    <w:p w:rsidR="007B6A46" w:rsidRDefault="007B6A46" w:rsidP="007B6A46">
      <w:r>
        <w:t>295.1541</w:t>
      </w:r>
      <w:r>
        <w:tab/>
        <w:t>1.015e0</w:t>
      </w:r>
    </w:p>
    <w:p w:rsidR="007B6A46" w:rsidRDefault="007B6A46" w:rsidP="007B6A46">
      <w:r>
        <w:lastRenderedPageBreak/>
        <w:t>295.1650</w:t>
      </w:r>
      <w:r>
        <w:tab/>
        <w:t>4.051e0</w:t>
      </w:r>
    </w:p>
    <w:p w:rsidR="007B6A46" w:rsidRDefault="007B6A46" w:rsidP="007B6A46">
      <w:r>
        <w:t>295.1723</w:t>
      </w:r>
      <w:r>
        <w:tab/>
        <w:t>1.304e0</w:t>
      </w:r>
    </w:p>
    <w:p w:rsidR="007B6A46" w:rsidRDefault="007B6A46" w:rsidP="007B6A46">
      <w:r>
        <w:t>295.2001</w:t>
      </w:r>
      <w:r>
        <w:tab/>
        <w:t>1.013e0</w:t>
      </w:r>
    </w:p>
    <w:p w:rsidR="007B6A46" w:rsidRDefault="007B6A46" w:rsidP="007B6A46">
      <w:r>
        <w:t>295.2216</w:t>
      </w:r>
      <w:r>
        <w:tab/>
        <w:t>1.013e0</w:t>
      </w:r>
    </w:p>
    <w:p w:rsidR="007B6A46" w:rsidRDefault="007B6A46" w:rsidP="007B6A46">
      <w:r>
        <w:t>295.2378</w:t>
      </w:r>
      <w:r>
        <w:tab/>
        <w:t>2.025e0</w:t>
      </w:r>
    </w:p>
    <w:p w:rsidR="007B6A46" w:rsidRDefault="007B6A46" w:rsidP="007B6A46">
      <w:r>
        <w:t>295.2433</w:t>
      </w:r>
      <w:r>
        <w:tab/>
        <w:t>2.025e0</w:t>
      </w:r>
    </w:p>
    <w:p w:rsidR="007B6A46" w:rsidRDefault="007B6A46" w:rsidP="007B6A46">
      <w:r>
        <w:t>295.2973</w:t>
      </w:r>
      <w:r>
        <w:tab/>
        <w:t>1.013e0</w:t>
      </w:r>
    </w:p>
    <w:p w:rsidR="007B6A46" w:rsidRDefault="007B6A46" w:rsidP="007B6A46">
      <w:r>
        <w:t>295.3011</w:t>
      </w:r>
      <w:r>
        <w:tab/>
        <w:t>1.013e0</w:t>
      </w:r>
    </w:p>
    <w:p w:rsidR="007B6A46" w:rsidRDefault="007B6A46" w:rsidP="007B6A46">
      <w:r>
        <w:t>295.3052</w:t>
      </w:r>
      <w:r>
        <w:tab/>
        <w:t>1.013e0</w:t>
      </w:r>
    </w:p>
    <w:p w:rsidR="007B6A46" w:rsidRDefault="007B6A46" w:rsidP="007B6A46">
      <w:r>
        <w:t>295.3965</w:t>
      </w:r>
      <w:r>
        <w:tab/>
        <w:t>1.013e0</w:t>
      </w:r>
    </w:p>
    <w:p w:rsidR="007B6A46" w:rsidRDefault="007B6A46" w:rsidP="007B6A46">
      <w:r>
        <w:t>295.4023</w:t>
      </w:r>
      <w:r>
        <w:tab/>
        <w:t>2.025e0</w:t>
      </w:r>
    </w:p>
    <w:p w:rsidR="007B6A46" w:rsidRDefault="007B6A46" w:rsidP="007B6A46">
      <w:r>
        <w:t>295.4474</w:t>
      </w:r>
      <w:r>
        <w:tab/>
        <w:t>1.013e0</w:t>
      </w:r>
    </w:p>
    <w:p w:rsidR="007B6A46" w:rsidRDefault="007B6A46" w:rsidP="007B6A46">
      <w:r>
        <w:t>295.4559</w:t>
      </w:r>
      <w:r>
        <w:tab/>
        <w:t>1.013e0</w:t>
      </w:r>
    </w:p>
    <w:p w:rsidR="007B6A46" w:rsidRDefault="007B6A46" w:rsidP="007B6A46">
      <w:r>
        <w:t>295.4872</w:t>
      </w:r>
      <w:r>
        <w:tab/>
        <w:t>1.013e0</w:t>
      </w:r>
    </w:p>
    <w:p w:rsidR="007B6A46" w:rsidRDefault="007B6A46" w:rsidP="007B6A46">
      <w:r>
        <w:t>295.4967</w:t>
      </w:r>
      <w:r>
        <w:tab/>
        <w:t>1.013e0</w:t>
      </w:r>
    </w:p>
    <w:p w:rsidR="007B6A46" w:rsidRDefault="007B6A46" w:rsidP="007B6A46">
      <w:r>
        <w:t>295.5074</w:t>
      </w:r>
      <w:r>
        <w:tab/>
        <w:t>1.013e0</w:t>
      </w:r>
    </w:p>
    <w:p w:rsidR="007B6A46" w:rsidRDefault="007B6A46" w:rsidP="007B6A46">
      <w:r>
        <w:t>295.5286</w:t>
      </w:r>
      <w:r>
        <w:tab/>
        <w:t>1.013e0</w:t>
      </w:r>
    </w:p>
    <w:p w:rsidR="007B6A46" w:rsidRDefault="007B6A46" w:rsidP="007B6A46">
      <w:r>
        <w:t>295.5703</w:t>
      </w:r>
      <w:r>
        <w:tab/>
        <w:t>1.013e0</w:t>
      </w:r>
    </w:p>
    <w:p w:rsidR="007B6A46" w:rsidRDefault="007B6A46" w:rsidP="007B6A46">
      <w:r>
        <w:t>295.5981</w:t>
      </w:r>
      <w:r>
        <w:tab/>
        <w:t>1.013e0</w:t>
      </w:r>
    </w:p>
    <w:p w:rsidR="007B6A46" w:rsidRDefault="007B6A46" w:rsidP="007B6A46">
      <w:r>
        <w:lastRenderedPageBreak/>
        <w:t>295.6472</w:t>
      </w:r>
      <w:r>
        <w:tab/>
        <w:t>1.013e0</w:t>
      </w:r>
    </w:p>
    <w:p w:rsidR="007B6A46" w:rsidRDefault="007B6A46" w:rsidP="007B6A46">
      <w:r>
        <w:t>295.6661</w:t>
      </w:r>
      <w:r>
        <w:tab/>
        <w:t>1.013e0</w:t>
      </w:r>
    </w:p>
    <w:p w:rsidR="007B6A46" w:rsidRDefault="007B6A46" w:rsidP="007B6A46">
      <w:r>
        <w:t>295.7172</w:t>
      </w:r>
      <w:r>
        <w:tab/>
        <w:t>1.013e0</w:t>
      </w:r>
    </w:p>
    <w:p w:rsidR="007B6A46" w:rsidRDefault="007B6A46" w:rsidP="007B6A46">
      <w:r>
        <w:t>295.7393</w:t>
      </w:r>
      <w:r>
        <w:tab/>
        <w:t>1.013e0</w:t>
      </w:r>
    </w:p>
    <w:p w:rsidR="007B6A46" w:rsidRDefault="007B6A46" w:rsidP="007B6A46">
      <w:r>
        <w:t>295.7408</w:t>
      </w:r>
      <w:r>
        <w:tab/>
        <w:t>2.025e0</w:t>
      </w:r>
    </w:p>
    <w:p w:rsidR="007B6A46" w:rsidRDefault="007B6A46" w:rsidP="007B6A46">
      <w:r>
        <w:t>295.7488</w:t>
      </w:r>
      <w:r>
        <w:tab/>
        <w:t>1.013e0</w:t>
      </w:r>
    </w:p>
    <w:p w:rsidR="007B6A46" w:rsidRDefault="007B6A46" w:rsidP="007B6A46">
      <w:r>
        <w:t>295.8903</w:t>
      </w:r>
      <w:r>
        <w:tab/>
        <w:t>1.013e0</w:t>
      </w:r>
    </w:p>
    <w:p w:rsidR="007B6A46" w:rsidRDefault="007B6A46" w:rsidP="007B6A46">
      <w:r>
        <w:t>295.9535</w:t>
      </w:r>
      <w:r>
        <w:tab/>
        <w:t>4.051e0</w:t>
      </w:r>
    </w:p>
    <w:p w:rsidR="007B6A46" w:rsidRDefault="007B6A46" w:rsidP="007B6A46">
      <w:r>
        <w:t>295.9721</w:t>
      </w:r>
      <w:r>
        <w:tab/>
        <w:t>2.025e0</w:t>
      </w:r>
    </w:p>
    <w:p w:rsidR="007B6A46" w:rsidRDefault="007B6A46" w:rsidP="007B6A46">
      <w:r>
        <w:t>295.9953</w:t>
      </w:r>
      <w:r>
        <w:tab/>
        <w:t>2.025e0</w:t>
      </w:r>
    </w:p>
    <w:p w:rsidR="007B6A46" w:rsidRDefault="007B6A46" w:rsidP="007B6A46">
      <w:r>
        <w:t>295.9968</w:t>
      </w:r>
      <w:r>
        <w:tab/>
        <w:t>2.025e0</w:t>
      </w:r>
    </w:p>
    <w:p w:rsidR="007B6A46" w:rsidRDefault="007B6A46" w:rsidP="007B6A46">
      <w:r>
        <w:t>296.0090</w:t>
      </w:r>
      <w:r>
        <w:tab/>
        <w:t>1.013e0</w:t>
      </w:r>
    </w:p>
    <w:p w:rsidR="007B6A46" w:rsidRDefault="007B6A46" w:rsidP="007B6A46">
      <w:r>
        <w:t>296.0226</w:t>
      </w:r>
      <w:r>
        <w:tab/>
        <w:t>2.025e0</w:t>
      </w:r>
    </w:p>
    <w:p w:rsidR="007B6A46" w:rsidRDefault="007B6A46" w:rsidP="007B6A46">
      <w:r>
        <w:t>296.0548</w:t>
      </w:r>
      <w:r>
        <w:tab/>
        <w:t>1.013e0</w:t>
      </w:r>
    </w:p>
    <w:p w:rsidR="007B6A46" w:rsidRDefault="007B6A46" w:rsidP="007B6A46">
      <w:r>
        <w:t>296.0589</w:t>
      </w:r>
      <w:r>
        <w:tab/>
        <w:t>1.013e0</w:t>
      </w:r>
    </w:p>
    <w:p w:rsidR="007B6A46" w:rsidRDefault="007B6A46" w:rsidP="007B6A46">
      <w:r>
        <w:t>296.1061</w:t>
      </w:r>
      <w:r>
        <w:tab/>
        <w:t>1.013e0</w:t>
      </w:r>
    </w:p>
    <w:p w:rsidR="007B6A46" w:rsidRDefault="007B6A46" w:rsidP="007B6A46">
      <w:r>
        <w:t>296.1501</w:t>
      </w:r>
      <w:r>
        <w:tab/>
        <w:t>1.013e0</w:t>
      </w:r>
    </w:p>
    <w:p w:rsidR="007B6A46" w:rsidRDefault="007B6A46" w:rsidP="007B6A46">
      <w:r>
        <w:t>296.1733</w:t>
      </w:r>
      <w:r>
        <w:tab/>
        <w:t>1.013e0</w:t>
      </w:r>
    </w:p>
    <w:p w:rsidR="007B6A46" w:rsidRDefault="007B6A46" w:rsidP="007B6A46">
      <w:r>
        <w:t>296.1812</w:t>
      </w:r>
      <w:r>
        <w:tab/>
        <w:t>1.013e0</w:t>
      </w:r>
    </w:p>
    <w:p w:rsidR="007B6A46" w:rsidRDefault="007B6A46" w:rsidP="007B6A46">
      <w:r>
        <w:lastRenderedPageBreak/>
        <w:t>296.1871</w:t>
      </w:r>
      <w:r>
        <w:tab/>
        <w:t>1.013e0</w:t>
      </w:r>
    </w:p>
    <w:p w:rsidR="007B6A46" w:rsidRDefault="007B6A46" w:rsidP="007B6A46">
      <w:r>
        <w:t>296.2059</w:t>
      </w:r>
      <w:r>
        <w:tab/>
        <w:t>3.038e0</w:t>
      </w:r>
    </w:p>
    <w:p w:rsidR="007B6A46" w:rsidRDefault="007B6A46" w:rsidP="007B6A46">
      <w:r>
        <w:t>296.2234</w:t>
      </w:r>
      <w:r>
        <w:tab/>
        <w:t>2.025e0</w:t>
      </w:r>
    </w:p>
    <w:p w:rsidR="007B6A46" w:rsidRDefault="007B6A46" w:rsidP="007B6A46">
      <w:r>
        <w:t>296.2333</w:t>
      </w:r>
      <w:r>
        <w:tab/>
        <w:t>1.013e0</w:t>
      </w:r>
    </w:p>
    <w:p w:rsidR="007B6A46" w:rsidRDefault="007B6A46" w:rsidP="007B6A46">
      <w:r>
        <w:t>296.2606</w:t>
      </w:r>
      <w:r>
        <w:tab/>
        <w:t>1.013e0</w:t>
      </w:r>
    </w:p>
    <w:p w:rsidR="007B6A46" w:rsidRDefault="007B6A46" w:rsidP="007B6A46">
      <w:r>
        <w:t>296.4247</w:t>
      </w:r>
      <w:r>
        <w:tab/>
        <w:t>1.013e0</w:t>
      </w:r>
    </w:p>
    <w:p w:rsidR="007B6A46" w:rsidRDefault="007B6A46" w:rsidP="007B6A46">
      <w:r>
        <w:t>296.4472</w:t>
      </w:r>
      <w:r>
        <w:tab/>
        <w:t>1.013e0</w:t>
      </w:r>
    </w:p>
    <w:p w:rsidR="007B6A46" w:rsidRDefault="007B6A46" w:rsidP="007B6A46">
      <w:r>
        <w:t>296.4645</w:t>
      </w:r>
      <w:r>
        <w:tab/>
        <w:t>2.025e0</w:t>
      </w:r>
    </w:p>
    <w:p w:rsidR="007B6A46" w:rsidRDefault="007B6A46" w:rsidP="007B6A46">
      <w:r>
        <w:t>296.4750</w:t>
      </w:r>
      <w:r>
        <w:tab/>
        <w:t>1.013e0</w:t>
      </w:r>
    </w:p>
    <w:p w:rsidR="007B6A46" w:rsidRDefault="007B6A46" w:rsidP="007B6A46">
      <w:r>
        <w:t>296.5364</w:t>
      </w:r>
      <w:r>
        <w:tab/>
        <w:t>2.025e0</w:t>
      </w:r>
    </w:p>
    <w:p w:rsidR="007B6A46" w:rsidRDefault="007B6A46" w:rsidP="007B6A46">
      <w:r>
        <w:t>296.5385</w:t>
      </w:r>
      <w:r>
        <w:tab/>
        <w:t>1.013e0</w:t>
      </w:r>
    </w:p>
    <w:p w:rsidR="007B6A46" w:rsidRDefault="007B6A46" w:rsidP="007B6A46">
      <w:r>
        <w:t>296.5865</w:t>
      </w:r>
      <w:r>
        <w:tab/>
        <w:t>1.013e0</w:t>
      </w:r>
    </w:p>
    <w:p w:rsidR="007B6A46" w:rsidRDefault="007B6A46" w:rsidP="007B6A46">
      <w:r>
        <w:t>296.5985</w:t>
      </w:r>
      <w:r>
        <w:tab/>
        <w:t>1.013e0</w:t>
      </w:r>
    </w:p>
    <w:p w:rsidR="007B6A46" w:rsidRDefault="007B6A46" w:rsidP="007B6A46">
      <w:r>
        <w:t>296.6576</w:t>
      </w:r>
      <w:r>
        <w:tab/>
        <w:t>1.013e0</w:t>
      </w:r>
    </w:p>
    <w:p w:rsidR="007B6A46" w:rsidRDefault="007B6A46" w:rsidP="007B6A46">
      <w:r>
        <w:t>296.7238</w:t>
      </w:r>
      <w:r>
        <w:tab/>
        <w:t>2.025e0</w:t>
      </w:r>
    </w:p>
    <w:p w:rsidR="007B6A46" w:rsidRDefault="007B6A46" w:rsidP="007B6A46">
      <w:r>
        <w:t>296.7690</w:t>
      </w:r>
      <w:r>
        <w:tab/>
        <w:t>2.025e0</w:t>
      </w:r>
    </w:p>
    <w:p w:rsidR="007B6A46" w:rsidRDefault="007B6A46" w:rsidP="007B6A46">
      <w:r>
        <w:t>296.8245</w:t>
      </w:r>
      <w:r>
        <w:tab/>
        <w:t>2.025e0</w:t>
      </w:r>
    </w:p>
    <w:p w:rsidR="007B6A46" w:rsidRDefault="007B6A46" w:rsidP="007B6A46">
      <w:r>
        <w:t>296.8459</w:t>
      </w:r>
      <w:r>
        <w:tab/>
        <w:t>1.013e0</w:t>
      </w:r>
    </w:p>
    <w:p w:rsidR="007B6A46" w:rsidRDefault="007B6A46" w:rsidP="007B6A46">
      <w:r>
        <w:t>296.8518</w:t>
      </w:r>
      <w:r>
        <w:tab/>
        <w:t>1.013e0</w:t>
      </w:r>
    </w:p>
    <w:p w:rsidR="007B6A46" w:rsidRDefault="007B6A46" w:rsidP="007B6A46">
      <w:r>
        <w:lastRenderedPageBreak/>
        <w:t>296.9433</w:t>
      </w:r>
      <w:r>
        <w:tab/>
        <w:t>1.013e0</w:t>
      </w:r>
    </w:p>
    <w:p w:rsidR="007B6A46" w:rsidRDefault="007B6A46" w:rsidP="007B6A46">
      <w:r>
        <w:t>296.9654</w:t>
      </w:r>
      <w:r>
        <w:tab/>
        <w:t>1.013e0</w:t>
      </w:r>
    </w:p>
    <w:p w:rsidR="007B6A46" w:rsidRDefault="007B6A46" w:rsidP="007B6A46">
      <w:r>
        <w:t>296.9716</w:t>
      </w:r>
      <w:r>
        <w:tab/>
        <w:t>3.038e0</w:t>
      </w:r>
    </w:p>
    <w:p w:rsidR="007B6A46" w:rsidRDefault="007B6A46" w:rsidP="007B6A46">
      <w:r>
        <w:t>296.9738</w:t>
      </w:r>
      <w:r>
        <w:tab/>
        <w:t>6.052e0</w:t>
      </w:r>
    </w:p>
    <w:p w:rsidR="007B6A46" w:rsidRDefault="007B6A46" w:rsidP="007B6A46">
      <w:r>
        <w:t>296.9755</w:t>
      </w:r>
      <w:r>
        <w:tab/>
        <w:t>1.013e0</w:t>
      </w:r>
    </w:p>
    <w:p w:rsidR="007B6A46" w:rsidRDefault="007B6A46" w:rsidP="007B6A46">
      <w:r>
        <w:t>297.0468</w:t>
      </w:r>
      <w:r>
        <w:tab/>
        <w:t>2.025e0</w:t>
      </w:r>
    </w:p>
    <w:p w:rsidR="007B6A46" w:rsidRDefault="007B6A46" w:rsidP="007B6A46">
      <w:r>
        <w:t>297.0491</w:t>
      </w:r>
      <w:r>
        <w:tab/>
        <w:t>2.025e0</w:t>
      </w:r>
    </w:p>
    <w:p w:rsidR="007B6A46" w:rsidRDefault="007B6A46" w:rsidP="007B6A46">
      <w:r>
        <w:t>297.0667</w:t>
      </w:r>
      <w:r>
        <w:tab/>
        <w:t>1.013e0</w:t>
      </w:r>
    </w:p>
    <w:p w:rsidR="007B6A46" w:rsidRDefault="007B6A46" w:rsidP="007B6A46">
      <w:r>
        <w:t>297.1436</w:t>
      </w:r>
      <w:r>
        <w:tab/>
        <w:t>1.013e0</w:t>
      </w:r>
    </w:p>
    <w:p w:rsidR="007B6A46" w:rsidRDefault="007B6A46" w:rsidP="007B6A46">
      <w:r>
        <w:t>297.1465</w:t>
      </w:r>
      <w:r>
        <w:tab/>
        <w:t>2.025e0</w:t>
      </w:r>
    </w:p>
    <w:p w:rsidR="007B6A46" w:rsidRDefault="007B6A46" w:rsidP="007B6A46">
      <w:r>
        <w:t>297.1661</w:t>
      </w:r>
      <w:r>
        <w:tab/>
        <w:t>2.025e0</w:t>
      </w:r>
    </w:p>
    <w:p w:rsidR="007B6A46" w:rsidRDefault="007B6A46" w:rsidP="007B6A46">
      <w:r>
        <w:t>297.1815</w:t>
      </w:r>
      <w:r>
        <w:tab/>
        <w:t>1.013e0</w:t>
      </w:r>
    </w:p>
    <w:p w:rsidR="007B6A46" w:rsidRDefault="007B6A46" w:rsidP="007B6A46">
      <w:r>
        <w:t>297.1859</w:t>
      </w:r>
      <w:r>
        <w:tab/>
        <w:t>1.013e0</w:t>
      </w:r>
    </w:p>
    <w:p w:rsidR="007B6A46" w:rsidRDefault="007B6A46" w:rsidP="007B6A46">
      <w:r>
        <w:t>297.2083</w:t>
      </w:r>
      <w:r>
        <w:tab/>
        <w:t>3.038e0</w:t>
      </w:r>
    </w:p>
    <w:p w:rsidR="007B6A46" w:rsidRDefault="007B6A46" w:rsidP="007B6A46">
      <w:r>
        <w:t>297.2218</w:t>
      </w:r>
      <w:r>
        <w:tab/>
        <w:t>1.013e0</w:t>
      </w:r>
    </w:p>
    <w:p w:rsidR="007B6A46" w:rsidRDefault="007B6A46" w:rsidP="007B6A46">
      <w:r>
        <w:t>297.2413</w:t>
      </w:r>
      <w:r>
        <w:tab/>
        <w:t>3.038e0</w:t>
      </w:r>
    </w:p>
    <w:p w:rsidR="007B6A46" w:rsidRDefault="007B6A46" w:rsidP="007B6A46">
      <w:r>
        <w:t>297.2657</w:t>
      </w:r>
      <w:r>
        <w:tab/>
        <w:t>2.025e0</w:t>
      </w:r>
    </w:p>
    <w:p w:rsidR="007B6A46" w:rsidRDefault="007B6A46" w:rsidP="007B6A46">
      <w:r>
        <w:t>297.2813</w:t>
      </w:r>
      <w:r>
        <w:tab/>
        <w:t>1.013e0</w:t>
      </w:r>
    </w:p>
    <w:p w:rsidR="007B6A46" w:rsidRDefault="007B6A46" w:rsidP="007B6A46">
      <w:r>
        <w:t>297.2896</w:t>
      </w:r>
      <w:r>
        <w:tab/>
        <w:t>3.038e0</w:t>
      </w:r>
    </w:p>
    <w:p w:rsidR="007B6A46" w:rsidRDefault="007B6A46" w:rsidP="007B6A46">
      <w:r>
        <w:lastRenderedPageBreak/>
        <w:t>297.3156</w:t>
      </w:r>
      <w:r>
        <w:tab/>
        <w:t>2.025e0</w:t>
      </w:r>
    </w:p>
    <w:p w:rsidR="007B6A46" w:rsidRDefault="007B6A46" w:rsidP="007B6A46">
      <w:r>
        <w:t>297.3209</w:t>
      </w:r>
      <w:r>
        <w:tab/>
        <w:t>3.038e0</w:t>
      </w:r>
    </w:p>
    <w:p w:rsidR="007B6A46" w:rsidRDefault="007B6A46" w:rsidP="007B6A46">
      <w:r>
        <w:t>297.3223</w:t>
      </w:r>
      <w:r>
        <w:tab/>
        <w:t>1.013e0</w:t>
      </w:r>
    </w:p>
    <w:p w:rsidR="007B6A46" w:rsidRDefault="007B6A46" w:rsidP="007B6A46">
      <w:r>
        <w:t>297.4639</w:t>
      </w:r>
      <w:r>
        <w:tab/>
        <w:t>1.013e0</w:t>
      </w:r>
    </w:p>
    <w:p w:rsidR="007B6A46" w:rsidRDefault="007B6A46" w:rsidP="007B6A46">
      <w:r>
        <w:t>297.5192</w:t>
      </w:r>
      <w:r>
        <w:tab/>
        <w:t>1.013e0</w:t>
      </w:r>
    </w:p>
    <w:p w:rsidR="007B6A46" w:rsidRDefault="007B6A46" w:rsidP="007B6A46">
      <w:r>
        <w:t>297.6383</w:t>
      </w:r>
      <w:r>
        <w:tab/>
        <w:t>1.013e0</w:t>
      </w:r>
    </w:p>
    <w:p w:rsidR="007B6A46" w:rsidRDefault="007B6A46" w:rsidP="007B6A46">
      <w:r>
        <w:t>297.6409</w:t>
      </w:r>
      <w:r>
        <w:tab/>
        <w:t>2.025e0</w:t>
      </w:r>
    </w:p>
    <w:p w:rsidR="007B6A46" w:rsidRDefault="007B6A46" w:rsidP="007B6A46">
      <w:r>
        <w:t>297.6666</w:t>
      </w:r>
      <w:r>
        <w:tab/>
        <w:t>1.013e0</w:t>
      </w:r>
    </w:p>
    <w:p w:rsidR="007B6A46" w:rsidRDefault="007B6A46" w:rsidP="007B6A46">
      <w:r>
        <w:t>297.6705</w:t>
      </w:r>
      <w:r>
        <w:tab/>
        <w:t>1.013e0</w:t>
      </w:r>
    </w:p>
    <w:p w:rsidR="007B6A46" w:rsidRDefault="007B6A46" w:rsidP="007B6A46">
      <w:r>
        <w:t>297.6761</w:t>
      </w:r>
      <w:r>
        <w:tab/>
        <w:t>2.025e0</w:t>
      </w:r>
    </w:p>
    <w:p w:rsidR="007B6A46" w:rsidRDefault="007B6A46" w:rsidP="007B6A46">
      <w:r>
        <w:t>297.7022</w:t>
      </w:r>
      <w:r>
        <w:tab/>
        <w:t>1.013e0</w:t>
      </w:r>
    </w:p>
    <w:p w:rsidR="007B6A46" w:rsidRDefault="007B6A46" w:rsidP="007B6A46">
      <w:r>
        <w:t>297.7130</w:t>
      </w:r>
      <w:r>
        <w:tab/>
        <w:t>1.013e0</w:t>
      </w:r>
    </w:p>
    <w:p w:rsidR="007B6A46" w:rsidRDefault="007B6A46" w:rsidP="007B6A46">
      <w:r>
        <w:t>297.7897</w:t>
      </w:r>
      <w:r>
        <w:tab/>
        <w:t>1.013e0</w:t>
      </w:r>
    </w:p>
    <w:p w:rsidR="007B6A46" w:rsidRDefault="007B6A46" w:rsidP="007B6A46">
      <w:r>
        <w:t>297.8048</w:t>
      </w:r>
      <w:r>
        <w:tab/>
        <w:t>1.013e0</w:t>
      </w:r>
    </w:p>
    <w:p w:rsidR="007B6A46" w:rsidRDefault="007B6A46" w:rsidP="007B6A46">
      <w:r>
        <w:t>297.8570</w:t>
      </w:r>
      <w:r>
        <w:tab/>
        <w:t>2.025e0</w:t>
      </w:r>
    </w:p>
    <w:p w:rsidR="007B6A46" w:rsidRDefault="007B6A46" w:rsidP="007B6A46">
      <w:r>
        <w:t>297.9049</w:t>
      </w:r>
      <w:r>
        <w:tab/>
        <w:t>1.013e0</w:t>
      </w:r>
    </w:p>
    <w:p w:rsidR="007B6A46" w:rsidRDefault="007B6A46" w:rsidP="007B6A46">
      <w:r>
        <w:t>297.9163</w:t>
      </w:r>
      <w:r>
        <w:tab/>
        <w:t>2.025e0</w:t>
      </w:r>
    </w:p>
    <w:p w:rsidR="007B6A46" w:rsidRDefault="007B6A46" w:rsidP="007B6A46">
      <w:r>
        <w:t>297.9367</w:t>
      </w:r>
      <w:r>
        <w:tab/>
        <w:t>1.013e0</w:t>
      </w:r>
    </w:p>
    <w:p w:rsidR="007B6A46" w:rsidRDefault="007B6A46" w:rsidP="007B6A46">
      <w:r>
        <w:t>297.9464</w:t>
      </w:r>
      <w:r>
        <w:tab/>
        <w:t>1.013e0</w:t>
      </w:r>
    </w:p>
    <w:p w:rsidR="007B6A46" w:rsidRDefault="007B6A46" w:rsidP="007B6A46">
      <w:r>
        <w:lastRenderedPageBreak/>
        <w:t>297.9641</w:t>
      </w:r>
      <w:r>
        <w:tab/>
        <w:t>2.025e0</w:t>
      </w:r>
    </w:p>
    <w:p w:rsidR="007B6A46" w:rsidRDefault="007B6A46" w:rsidP="007B6A46">
      <w:r>
        <w:t>297.9868</w:t>
      </w:r>
      <w:r>
        <w:tab/>
        <w:t>3.120e0</w:t>
      </w:r>
    </w:p>
    <w:p w:rsidR="007B6A46" w:rsidRDefault="007B6A46" w:rsidP="007B6A46">
      <w:r>
        <w:t>297.9890</w:t>
      </w:r>
      <w:r>
        <w:tab/>
        <w:t>4.051e0</w:t>
      </w:r>
    </w:p>
    <w:p w:rsidR="007B6A46" w:rsidRDefault="007B6A46" w:rsidP="007B6A46">
      <w:r>
        <w:t>298.0016</w:t>
      </w:r>
      <w:r>
        <w:tab/>
        <w:t>3.038e0</w:t>
      </w:r>
    </w:p>
    <w:p w:rsidR="007B6A46" w:rsidRDefault="007B6A46" w:rsidP="007B6A46">
      <w:r>
        <w:t>298.0075</w:t>
      </w:r>
      <w:r>
        <w:tab/>
        <w:t>2.025e0</w:t>
      </w:r>
    </w:p>
    <w:p w:rsidR="007B6A46" w:rsidRDefault="007B6A46" w:rsidP="007B6A46">
      <w:r>
        <w:t>298.0435</w:t>
      </w:r>
      <w:r>
        <w:tab/>
        <w:t>1.013e0</w:t>
      </w:r>
    </w:p>
    <w:p w:rsidR="007B6A46" w:rsidRDefault="007B6A46" w:rsidP="007B6A46">
      <w:r>
        <w:t>298.0478</w:t>
      </w:r>
      <w:r>
        <w:tab/>
        <w:t>1.013e0</w:t>
      </w:r>
    </w:p>
    <w:p w:rsidR="007B6A46" w:rsidRDefault="007B6A46" w:rsidP="007B6A46">
      <w:r>
        <w:t>298.0519</w:t>
      </w:r>
      <w:r>
        <w:tab/>
        <w:t>1.013e0</w:t>
      </w:r>
    </w:p>
    <w:p w:rsidR="007B6A46" w:rsidRDefault="007B6A46" w:rsidP="007B6A46">
      <w:r>
        <w:t>298.0712</w:t>
      </w:r>
      <w:r>
        <w:tab/>
        <w:t>1.013e0</w:t>
      </w:r>
    </w:p>
    <w:p w:rsidR="007B6A46" w:rsidRDefault="007B6A46" w:rsidP="007B6A46">
      <w:r>
        <w:t>298.0833</w:t>
      </w:r>
      <w:r>
        <w:tab/>
        <w:t>1.013e0</w:t>
      </w:r>
    </w:p>
    <w:p w:rsidR="007B6A46" w:rsidRDefault="007B6A46" w:rsidP="007B6A46">
      <w:r>
        <w:t>298.1740</w:t>
      </w:r>
      <w:r>
        <w:tab/>
        <w:t>3.038e0</w:t>
      </w:r>
    </w:p>
    <w:p w:rsidR="007B6A46" w:rsidRDefault="007B6A46" w:rsidP="007B6A46">
      <w:r>
        <w:t>298.1827</w:t>
      </w:r>
      <w:r>
        <w:tab/>
        <w:t>2.025e0</w:t>
      </w:r>
    </w:p>
    <w:p w:rsidR="007B6A46" w:rsidRDefault="007B6A46" w:rsidP="007B6A46">
      <w:r>
        <w:t>298.1907</w:t>
      </w:r>
      <w:r>
        <w:tab/>
        <w:t>1.013e0</w:t>
      </w:r>
    </w:p>
    <w:p w:rsidR="007B6A46" w:rsidRDefault="007B6A46" w:rsidP="007B6A46">
      <w:r>
        <w:t>298.1922</w:t>
      </w:r>
      <w:r>
        <w:tab/>
        <w:t>2.025e0</w:t>
      </w:r>
    </w:p>
    <w:p w:rsidR="007B6A46" w:rsidRDefault="007B6A46" w:rsidP="007B6A46">
      <w:r>
        <w:t>298.2070</w:t>
      </w:r>
      <w:r>
        <w:tab/>
        <w:t>1.013e0</w:t>
      </w:r>
    </w:p>
    <w:p w:rsidR="007B6A46" w:rsidRDefault="007B6A46" w:rsidP="007B6A46">
      <w:r>
        <w:t>298.2119</w:t>
      </w:r>
      <w:r>
        <w:tab/>
        <w:t>1.013e0</w:t>
      </w:r>
    </w:p>
    <w:p w:rsidR="007B6A46" w:rsidRDefault="007B6A46" w:rsidP="007B6A46">
      <w:r>
        <w:t>298.2604</w:t>
      </w:r>
      <w:r>
        <w:tab/>
        <w:t>2.025e0</w:t>
      </w:r>
    </w:p>
    <w:p w:rsidR="007B6A46" w:rsidRDefault="007B6A46" w:rsidP="007B6A46">
      <w:r>
        <w:t>298.2697</w:t>
      </w:r>
      <w:r>
        <w:tab/>
        <w:t>3.038e0</w:t>
      </w:r>
    </w:p>
    <w:p w:rsidR="007B6A46" w:rsidRDefault="007B6A46" w:rsidP="007B6A46">
      <w:r>
        <w:t>298.2973</w:t>
      </w:r>
      <w:r>
        <w:tab/>
        <w:t>2.025e0</w:t>
      </w:r>
    </w:p>
    <w:p w:rsidR="007B6A46" w:rsidRDefault="007B6A46" w:rsidP="007B6A46">
      <w:r>
        <w:lastRenderedPageBreak/>
        <w:t>298.3140</w:t>
      </w:r>
      <w:r>
        <w:tab/>
        <w:t>1.013e0</w:t>
      </w:r>
    </w:p>
    <w:p w:rsidR="007B6A46" w:rsidRDefault="007B6A46" w:rsidP="007B6A46">
      <w:r>
        <w:t>298.3157</w:t>
      </w:r>
      <w:r>
        <w:tab/>
        <w:t>5.063e0</w:t>
      </w:r>
    </w:p>
    <w:p w:rsidR="007B6A46" w:rsidRDefault="007B6A46" w:rsidP="007B6A46">
      <w:r>
        <w:t>298.3419</w:t>
      </w:r>
      <w:r>
        <w:tab/>
        <w:t>1.013e0</w:t>
      </w:r>
    </w:p>
    <w:p w:rsidR="007B6A46" w:rsidRDefault="007B6A46" w:rsidP="007B6A46">
      <w:r>
        <w:t>298.3495</w:t>
      </w:r>
      <w:r>
        <w:tab/>
        <w:t>1.013e0</w:t>
      </w:r>
    </w:p>
    <w:p w:rsidR="007B6A46" w:rsidRDefault="007B6A46" w:rsidP="007B6A46">
      <w:r>
        <w:t>298.3731</w:t>
      </w:r>
      <w:r>
        <w:tab/>
        <w:t>1.013e0</w:t>
      </w:r>
    </w:p>
    <w:p w:rsidR="007B6A46" w:rsidRDefault="007B6A46" w:rsidP="007B6A46">
      <w:r>
        <w:t>298.3917</w:t>
      </w:r>
      <w:r>
        <w:tab/>
        <w:t>1.013e0</w:t>
      </w:r>
    </w:p>
    <w:p w:rsidR="007B6A46" w:rsidRDefault="007B6A46" w:rsidP="007B6A46">
      <w:r>
        <w:t>298.3971</w:t>
      </w:r>
      <w:r>
        <w:tab/>
        <w:t>1.013e0</w:t>
      </w:r>
    </w:p>
    <w:p w:rsidR="007B6A46" w:rsidRDefault="007B6A46" w:rsidP="007B6A46">
      <w:r>
        <w:t>298.4091</w:t>
      </w:r>
      <w:r>
        <w:tab/>
        <w:t>1.013e0</w:t>
      </w:r>
    </w:p>
    <w:p w:rsidR="007B6A46" w:rsidRDefault="007B6A46" w:rsidP="007B6A46">
      <w:r>
        <w:t>298.4243</w:t>
      </w:r>
      <w:r>
        <w:tab/>
        <w:t>1.013e0</w:t>
      </w:r>
    </w:p>
    <w:p w:rsidR="007B6A46" w:rsidRDefault="007B6A46" w:rsidP="007B6A46">
      <w:r>
        <w:t>298.4460</w:t>
      </w:r>
      <w:r>
        <w:tab/>
        <w:t>1.013e0</w:t>
      </w:r>
    </w:p>
    <w:p w:rsidR="007B6A46" w:rsidRDefault="007B6A46" w:rsidP="007B6A46">
      <w:r>
        <w:t>298.4841</w:t>
      </w:r>
      <w:r>
        <w:tab/>
        <w:t>1.013e0</w:t>
      </w:r>
    </w:p>
    <w:p w:rsidR="007B6A46" w:rsidRDefault="007B6A46" w:rsidP="007B6A46">
      <w:r>
        <w:t>298.5009</w:t>
      </w:r>
      <w:r>
        <w:tab/>
        <w:t>1.013e0</w:t>
      </w:r>
    </w:p>
    <w:p w:rsidR="007B6A46" w:rsidRDefault="007B6A46" w:rsidP="007B6A46">
      <w:r>
        <w:t>298.5113</w:t>
      </w:r>
      <w:r>
        <w:tab/>
        <w:t>1.013e0</w:t>
      </w:r>
    </w:p>
    <w:p w:rsidR="007B6A46" w:rsidRDefault="007B6A46" w:rsidP="007B6A46">
      <w:r>
        <w:t>298.5202</w:t>
      </w:r>
      <w:r>
        <w:tab/>
        <w:t>1.013e0</w:t>
      </w:r>
    </w:p>
    <w:p w:rsidR="007B6A46" w:rsidRDefault="007B6A46" w:rsidP="007B6A46">
      <w:r>
        <w:t>298.5243</w:t>
      </w:r>
      <w:r>
        <w:tab/>
        <w:t>1.013e0</w:t>
      </w:r>
    </w:p>
    <w:p w:rsidR="007B6A46" w:rsidRDefault="007B6A46" w:rsidP="007B6A46">
      <w:r>
        <w:t>298.5330</w:t>
      </w:r>
      <w:r>
        <w:tab/>
        <w:t>1.013e0</w:t>
      </w:r>
    </w:p>
    <w:p w:rsidR="007B6A46" w:rsidRDefault="007B6A46" w:rsidP="007B6A46">
      <w:r>
        <w:t>298.5439</w:t>
      </w:r>
      <w:r>
        <w:tab/>
        <w:t>1.013e0</w:t>
      </w:r>
    </w:p>
    <w:p w:rsidR="007B6A46" w:rsidRDefault="007B6A46" w:rsidP="007B6A46">
      <w:r>
        <w:t>298.6201</w:t>
      </w:r>
      <w:r>
        <w:tab/>
        <w:t>1.013e0</w:t>
      </w:r>
    </w:p>
    <w:p w:rsidR="007B6A46" w:rsidRDefault="007B6A46" w:rsidP="007B6A46">
      <w:r>
        <w:t>298.6399</w:t>
      </w:r>
      <w:r>
        <w:tab/>
        <w:t>1.013e0</w:t>
      </w:r>
    </w:p>
    <w:p w:rsidR="007B6A46" w:rsidRDefault="007B6A46" w:rsidP="007B6A46">
      <w:r>
        <w:lastRenderedPageBreak/>
        <w:t>298.6799</w:t>
      </w:r>
      <w:r>
        <w:tab/>
        <w:t>1.073e1</w:t>
      </w:r>
    </w:p>
    <w:p w:rsidR="007B6A46" w:rsidRDefault="007B6A46" w:rsidP="007B6A46">
      <w:r>
        <w:t>298.6817</w:t>
      </w:r>
      <w:r>
        <w:tab/>
        <w:t>8.101e0</w:t>
      </w:r>
    </w:p>
    <w:p w:rsidR="007B6A46" w:rsidRDefault="007B6A46" w:rsidP="007B6A46">
      <w:r>
        <w:t>298.6870</w:t>
      </w:r>
      <w:r>
        <w:tab/>
        <w:t>1.129e1</w:t>
      </w:r>
    </w:p>
    <w:p w:rsidR="007B6A46" w:rsidRDefault="007B6A46" w:rsidP="007B6A46">
      <w:r>
        <w:t>298.6891</w:t>
      </w:r>
      <w:r>
        <w:tab/>
        <w:t>1.294e1</w:t>
      </w:r>
    </w:p>
    <w:p w:rsidR="007B6A46" w:rsidRDefault="007B6A46" w:rsidP="007B6A46">
      <w:r>
        <w:t>298.6911</w:t>
      </w:r>
      <w:r>
        <w:tab/>
        <w:t>1.304e1</w:t>
      </w:r>
    </w:p>
    <w:p w:rsidR="007B6A46" w:rsidRDefault="007B6A46" w:rsidP="007B6A46">
      <w:r>
        <w:t>298.7149</w:t>
      </w:r>
      <w:r>
        <w:tab/>
        <w:t>2.025e0</w:t>
      </w:r>
    </w:p>
    <w:p w:rsidR="007B6A46" w:rsidRDefault="007B6A46" w:rsidP="007B6A46">
      <w:r>
        <w:t>298.7333</w:t>
      </w:r>
      <w:r>
        <w:tab/>
        <w:t>2.025e0</w:t>
      </w:r>
    </w:p>
    <w:p w:rsidR="007B6A46" w:rsidRDefault="007B6A46" w:rsidP="007B6A46">
      <w:r>
        <w:t>298.7995</w:t>
      </w:r>
      <w:r>
        <w:tab/>
        <w:t>1.013e0</w:t>
      </w:r>
    </w:p>
    <w:p w:rsidR="007B6A46" w:rsidRDefault="007B6A46" w:rsidP="007B6A46">
      <w:r>
        <w:t>298.8229</w:t>
      </w:r>
      <w:r>
        <w:tab/>
        <w:t>1.013e0</w:t>
      </w:r>
    </w:p>
    <w:p w:rsidR="007B6A46" w:rsidRDefault="007B6A46" w:rsidP="007B6A46">
      <w:r>
        <w:t>298.8371</w:t>
      </w:r>
      <w:r>
        <w:tab/>
        <w:t>1.013e0</w:t>
      </w:r>
    </w:p>
    <w:p w:rsidR="007B6A46" w:rsidRDefault="007B6A46" w:rsidP="007B6A46">
      <w:r>
        <w:t>298.8785</w:t>
      </w:r>
      <w:r>
        <w:tab/>
        <w:t>2.025e0</w:t>
      </w:r>
    </w:p>
    <w:p w:rsidR="007B6A46" w:rsidRDefault="007B6A46" w:rsidP="007B6A46">
      <w:r>
        <w:t>298.8800</w:t>
      </w:r>
      <w:r>
        <w:tab/>
        <w:t>2.025e0</w:t>
      </w:r>
    </w:p>
    <w:p w:rsidR="007B6A46" w:rsidRDefault="007B6A46" w:rsidP="007B6A46">
      <w:r>
        <w:t>298.8846</w:t>
      </w:r>
      <w:r>
        <w:tab/>
        <w:t>2.025e0</w:t>
      </w:r>
    </w:p>
    <w:p w:rsidR="007B6A46" w:rsidRDefault="007B6A46" w:rsidP="007B6A46">
      <w:r>
        <w:t>298.9099</w:t>
      </w:r>
      <w:r>
        <w:tab/>
        <w:t>1.013e0</w:t>
      </w:r>
    </w:p>
    <w:p w:rsidR="007B6A46" w:rsidRDefault="007B6A46" w:rsidP="007B6A46">
      <w:r>
        <w:t>298.9675</w:t>
      </w:r>
      <w:r>
        <w:tab/>
        <w:t>2.025e0</w:t>
      </w:r>
    </w:p>
    <w:p w:rsidR="007B6A46" w:rsidRDefault="007B6A46" w:rsidP="007B6A46">
      <w:r>
        <w:t>298.9854</w:t>
      </w:r>
      <w:r>
        <w:tab/>
        <w:t>3.038e0</w:t>
      </w:r>
    </w:p>
    <w:p w:rsidR="007B6A46" w:rsidRDefault="007B6A46" w:rsidP="007B6A46">
      <w:r>
        <w:t>299.0063</w:t>
      </w:r>
      <w:r>
        <w:tab/>
        <w:t>1.013e0</w:t>
      </w:r>
    </w:p>
    <w:p w:rsidR="007B6A46" w:rsidRDefault="007B6A46" w:rsidP="007B6A46">
      <w:r>
        <w:t>299.0118</w:t>
      </w:r>
      <w:r>
        <w:tab/>
        <w:t>1.013e0</w:t>
      </w:r>
    </w:p>
    <w:p w:rsidR="007B6A46" w:rsidRDefault="007B6A46" w:rsidP="007B6A46">
      <w:r>
        <w:t>299.0385</w:t>
      </w:r>
      <w:r>
        <w:tab/>
        <w:t>1.013e0</w:t>
      </w:r>
    </w:p>
    <w:p w:rsidR="007B6A46" w:rsidRDefault="007B6A46" w:rsidP="007B6A46">
      <w:r>
        <w:lastRenderedPageBreak/>
        <w:t>299.0495</w:t>
      </w:r>
      <w:r>
        <w:tab/>
        <w:t>1.013e0</w:t>
      </w:r>
    </w:p>
    <w:p w:rsidR="007B6A46" w:rsidRDefault="007B6A46" w:rsidP="007B6A46">
      <w:r>
        <w:t>299.0713</w:t>
      </w:r>
      <w:r>
        <w:tab/>
        <w:t>3.038e0</w:t>
      </w:r>
    </w:p>
    <w:p w:rsidR="007B6A46" w:rsidRDefault="007B6A46" w:rsidP="007B6A46">
      <w:r>
        <w:t>299.0853</w:t>
      </w:r>
      <w:r>
        <w:tab/>
        <w:t>1.013e0</w:t>
      </w:r>
    </w:p>
    <w:p w:rsidR="007B6A46" w:rsidRDefault="007B6A46" w:rsidP="007B6A46">
      <w:r>
        <w:t>299.0888</w:t>
      </w:r>
      <w:r>
        <w:tab/>
        <w:t>1.013e0</w:t>
      </w:r>
    </w:p>
    <w:p w:rsidR="007B6A46" w:rsidRDefault="007B6A46" w:rsidP="007B6A46">
      <w:r>
        <w:t>299.0935</w:t>
      </w:r>
      <w:r>
        <w:tab/>
        <w:t>1.013e0</w:t>
      </w:r>
    </w:p>
    <w:p w:rsidR="007B6A46" w:rsidRDefault="007B6A46" w:rsidP="007B6A46">
      <w:r>
        <w:t>299.1171</w:t>
      </w:r>
      <w:r>
        <w:tab/>
        <w:t>1.013e0</w:t>
      </w:r>
    </w:p>
    <w:p w:rsidR="007B6A46" w:rsidRDefault="007B6A46" w:rsidP="007B6A46">
      <w:r>
        <w:t>299.1326</w:t>
      </w:r>
      <w:r>
        <w:tab/>
        <w:t>2.025e0</w:t>
      </w:r>
    </w:p>
    <w:p w:rsidR="007B6A46" w:rsidRDefault="007B6A46" w:rsidP="007B6A46">
      <w:r>
        <w:t>299.1908</w:t>
      </w:r>
      <w:r>
        <w:tab/>
        <w:t>8.643e0</w:t>
      </w:r>
    </w:p>
    <w:p w:rsidR="007B6A46" w:rsidRDefault="007B6A46" w:rsidP="007B6A46">
      <w:r>
        <w:t>299.1928</w:t>
      </w:r>
      <w:r>
        <w:tab/>
        <w:t>5.063e0</w:t>
      </w:r>
    </w:p>
    <w:p w:rsidR="007B6A46" w:rsidRDefault="007B6A46" w:rsidP="007B6A46">
      <w:r>
        <w:t>299.1950</w:t>
      </w:r>
      <w:r>
        <w:tab/>
        <w:t>1.418e1</w:t>
      </w:r>
    </w:p>
    <w:p w:rsidR="007B6A46" w:rsidRDefault="007B6A46" w:rsidP="007B6A46">
      <w:r>
        <w:t>299.2260</w:t>
      </w:r>
      <w:r>
        <w:tab/>
        <w:t>2.025e0</w:t>
      </w:r>
    </w:p>
    <w:p w:rsidR="007B6A46" w:rsidRDefault="007B6A46" w:rsidP="007B6A46">
      <w:r>
        <w:t>299.2557</w:t>
      </w:r>
      <w:r>
        <w:tab/>
        <w:t>1.013e0</w:t>
      </w:r>
    </w:p>
    <w:p w:rsidR="007B6A46" w:rsidRDefault="007B6A46" w:rsidP="007B6A46">
      <w:r>
        <w:t>299.2617</w:t>
      </w:r>
      <w:r>
        <w:tab/>
        <w:t>2.025e0</w:t>
      </w:r>
    </w:p>
    <w:p w:rsidR="007B6A46" w:rsidRDefault="007B6A46" w:rsidP="007B6A46">
      <w:r>
        <w:t>299.2692</w:t>
      </w:r>
      <w:r>
        <w:tab/>
        <w:t>2.025e0</w:t>
      </w:r>
    </w:p>
    <w:p w:rsidR="007B6A46" w:rsidRDefault="007B6A46" w:rsidP="007B6A46">
      <w:r>
        <w:t>299.2939</w:t>
      </w:r>
      <w:r>
        <w:tab/>
        <w:t>2.025e0</w:t>
      </w:r>
    </w:p>
    <w:p w:rsidR="007B6A46" w:rsidRDefault="007B6A46" w:rsidP="007B6A46">
      <w:r>
        <w:t>299.4073</w:t>
      </w:r>
      <w:r>
        <w:tab/>
        <w:t>1.013e0</w:t>
      </w:r>
    </w:p>
    <w:p w:rsidR="007B6A46" w:rsidRDefault="007B6A46" w:rsidP="007B6A46">
      <w:r>
        <w:t>299.4476</w:t>
      </w:r>
      <w:r>
        <w:tab/>
        <w:t>1.013e0</w:t>
      </w:r>
    </w:p>
    <w:p w:rsidR="007B6A46" w:rsidRDefault="007B6A46" w:rsidP="007B6A46">
      <w:r>
        <w:t>299.4909</w:t>
      </w:r>
      <w:r>
        <w:tab/>
        <w:t>1.013e0</w:t>
      </w:r>
    </w:p>
    <w:p w:rsidR="007B6A46" w:rsidRDefault="007B6A46" w:rsidP="007B6A46">
      <w:r>
        <w:t>299.5505</w:t>
      </w:r>
      <w:r>
        <w:tab/>
        <w:t>1.013e0</w:t>
      </w:r>
    </w:p>
    <w:p w:rsidR="007B6A46" w:rsidRDefault="007B6A46" w:rsidP="007B6A46">
      <w:r>
        <w:lastRenderedPageBreak/>
        <w:t>299.5864</w:t>
      </w:r>
      <w:r>
        <w:tab/>
        <w:t>1.013e0</w:t>
      </w:r>
    </w:p>
    <w:p w:rsidR="007B6A46" w:rsidRDefault="007B6A46" w:rsidP="007B6A46">
      <w:r>
        <w:t>299.6331</w:t>
      </w:r>
      <w:r>
        <w:tab/>
        <w:t>1.013e0</w:t>
      </w:r>
    </w:p>
    <w:p w:rsidR="007B6A46" w:rsidRDefault="007B6A46" w:rsidP="007B6A46">
      <w:r>
        <w:t>299.6873</w:t>
      </w:r>
      <w:r>
        <w:tab/>
        <w:t>2.025e0</w:t>
      </w:r>
    </w:p>
    <w:p w:rsidR="007B6A46" w:rsidRDefault="007B6A46" w:rsidP="007B6A46">
      <w:r>
        <w:t>299.7016</w:t>
      </w:r>
      <w:r>
        <w:tab/>
        <w:t>1.013e0</w:t>
      </w:r>
    </w:p>
    <w:p w:rsidR="007B6A46" w:rsidRDefault="007B6A46" w:rsidP="007B6A46">
      <w:r>
        <w:t>299.7256</w:t>
      </w:r>
      <w:r>
        <w:tab/>
        <w:t>1.013e0</w:t>
      </w:r>
    </w:p>
    <w:p w:rsidR="007B6A46" w:rsidRDefault="007B6A46" w:rsidP="007B6A46">
      <w:r>
        <w:t>299.7336</w:t>
      </w:r>
      <w:r>
        <w:tab/>
        <w:t>1.013e0</w:t>
      </w:r>
    </w:p>
    <w:p w:rsidR="007B6A46" w:rsidRDefault="007B6A46" w:rsidP="007B6A46">
      <w:r>
        <w:t>299.7371</w:t>
      </w:r>
      <w:r>
        <w:tab/>
        <w:t>1.013e0</w:t>
      </w:r>
    </w:p>
    <w:p w:rsidR="007B6A46" w:rsidRDefault="007B6A46" w:rsidP="007B6A46">
      <w:r>
        <w:t>299.7476</w:t>
      </w:r>
      <w:r>
        <w:tab/>
        <w:t>1.013e0</w:t>
      </w:r>
    </w:p>
    <w:p w:rsidR="007B6A46" w:rsidRDefault="007B6A46" w:rsidP="007B6A46">
      <w:r>
        <w:t>299.7687</w:t>
      </w:r>
      <w:r>
        <w:tab/>
        <w:t>3.459e0</w:t>
      </w:r>
    </w:p>
    <w:p w:rsidR="007B6A46" w:rsidRDefault="007B6A46" w:rsidP="007B6A46">
      <w:r>
        <w:t>299.8529</w:t>
      </w:r>
      <w:r>
        <w:tab/>
        <w:t>1.013e0</w:t>
      </w:r>
    </w:p>
    <w:p w:rsidR="007B6A46" w:rsidRDefault="007B6A46" w:rsidP="007B6A46">
      <w:r>
        <w:t>299.8680</w:t>
      </w:r>
      <w:r>
        <w:tab/>
        <w:t>2.025e0</w:t>
      </w:r>
    </w:p>
    <w:p w:rsidR="007B6A46" w:rsidRDefault="007B6A46" w:rsidP="007B6A46">
      <w:r>
        <w:t>299.8766</w:t>
      </w:r>
      <w:r>
        <w:tab/>
        <w:t>1.013e0</w:t>
      </w:r>
    </w:p>
    <w:p w:rsidR="007B6A46" w:rsidRDefault="007B6A46" w:rsidP="007B6A46">
      <w:r>
        <w:t>299.9163</w:t>
      </w:r>
      <w:r>
        <w:tab/>
        <w:t>1.013e0</w:t>
      </w:r>
    </w:p>
    <w:p w:rsidR="007B6A46" w:rsidRDefault="007B6A46" w:rsidP="007B6A46">
      <w:r>
        <w:t>299.9324</w:t>
      </w:r>
      <w:r>
        <w:tab/>
        <w:t>1.013e0</w:t>
      </w:r>
    </w:p>
    <w:p w:rsidR="007B6A46" w:rsidRDefault="007B6A46" w:rsidP="007B6A46">
      <w:r>
        <w:t>299.9678</w:t>
      </w:r>
      <w:r>
        <w:tab/>
        <w:t>1.013e0</w:t>
      </w:r>
    </w:p>
    <w:p w:rsidR="007B6A46" w:rsidRDefault="007B6A46" w:rsidP="007B6A46">
      <w:r>
        <w:t>299.9714</w:t>
      </w:r>
      <w:r>
        <w:tab/>
        <w:t>3.038e0</w:t>
      </w:r>
    </w:p>
    <w:p w:rsidR="007B6A46" w:rsidRDefault="007B6A46" w:rsidP="007B6A46">
      <w:r>
        <w:t>299.9779</w:t>
      </w:r>
      <w:r>
        <w:tab/>
        <w:t>2.025e0</w:t>
      </w:r>
    </w:p>
    <w:p w:rsidR="007B6A46" w:rsidRDefault="007B6A46" w:rsidP="007B6A46">
      <w:r>
        <w:t>299.9953</w:t>
      </w:r>
      <w:r>
        <w:tab/>
        <w:t>2.025e0</w:t>
      </w:r>
    </w:p>
    <w:p w:rsidR="007B6A46" w:rsidRDefault="007B6A46" w:rsidP="007B6A46">
      <w:r>
        <w:t>300.0092</w:t>
      </w:r>
      <w:r>
        <w:tab/>
        <w:t>1.013e0</w:t>
      </w:r>
    </w:p>
    <w:p w:rsidR="007B6A46" w:rsidRDefault="007B6A46" w:rsidP="007B6A46">
      <w:r>
        <w:lastRenderedPageBreak/>
        <w:t>300.0151</w:t>
      </w:r>
      <w:r>
        <w:tab/>
        <w:t>1.013e0</w:t>
      </w:r>
    </w:p>
    <w:p w:rsidR="007B6A46" w:rsidRDefault="007B6A46" w:rsidP="007B6A46">
      <w:r>
        <w:t>300.0280</w:t>
      </w:r>
      <w:r>
        <w:tab/>
        <w:t>2.025e0</w:t>
      </w:r>
    </w:p>
    <w:p w:rsidR="007B6A46" w:rsidRDefault="007B6A46" w:rsidP="007B6A46">
      <w:r>
        <w:t>300.0314</w:t>
      </w:r>
      <w:r>
        <w:tab/>
        <w:t>1.013e0</w:t>
      </w:r>
    </w:p>
    <w:p w:rsidR="007B6A46" w:rsidRDefault="007B6A46" w:rsidP="007B6A46">
      <w:r>
        <w:t>300.0397</w:t>
      </w:r>
      <w:r>
        <w:tab/>
        <w:t>2.025e0</w:t>
      </w:r>
    </w:p>
    <w:p w:rsidR="007B6A46" w:rsidRDefault="007B6A46" w:rsidP="007B6A46">
      <w:r>
        <w:t>300.0512</w:t>
      </w:r>
      <w:r>
        <w:tab/>
        <w:t>1.013e0</w:t>
      </w:r>
    </w:p>
    <w:p w:rsidR="007B6A46" w:rsidRDefault="007B6A46" w:rsidP="007B6A46">
      <w:r>
        <w:t>300.0577</w:t>
      </w:r>
      <w:r>
        <w:tab/>
        <w:t>2.025e0</w:t>
      </w:r>
    </w:p>
    <w:p w:rsidR="007B6A46" w:rsidRDefault="007B6A46" w:rsidP="007B6A46">
      <w:r>
        <w:t>300.0793</w:t>
      </w:r>
      <w:r>
        <w:tab/>
        <w:t>2.025e0</w:t>
      </w:r>
    </w:p>
    <w:p w:rsidR="007B6A46" w:rsidRDefault="007B6A46" w:rsidP="007B6A46">
      <w:r>
        <w:t>300.0894</w:t>
      </w:r>
      <w:r>
        <w:tab/>
        <w:t>3.038e0</w:t>
      </w:r>
    </w:p>
    <w:p w:rsidR="007B6A46" w:rsidRDefault="007B6A46" w:rsidP="007B6A46">
      <w:r>
        <w:t>300.1151</w:t>
      </w:r>
      <w:r>
        <w:tab/>
        <w:t>1.013e0</w:t>
      </w:r>
    </w:p>
    <w:p w:rsidR="007B6A46" w:rsidRDefault="007B6A46" w:rsidP="007B6A46">
      <w:r>
        <w:t>300.1352</w:t>
      </w:r>
      <w:r>
        <w:tab/>
        <w:t>1.013e0</w:t>
      </w:r>
    </w:p>
    <w:p w:rsidR="007B6A46" w:rsidRDefault="007B6A46" w:rsidP="007B6A46">
      <w:r>
        <w:t>300.1512</w:t>
      </w:r>
      <w:r>
        <w:tab/>
        <w:t>1.013e0</w:t>
      </w:r>
    </w:p>
    <w:p w:rsidR="007B6A46" w:rsidRDefault="007B6A46" w:rsidP="007B6A46">
      <w:r>
        <w:t>300.1786</w:t>
      </w:r>
      <w:r>
        <w:tab/>
        <w:t>2.025e0</w:t>
      </w:r>
    </w:p>
    <w:p w:rsidR="007B6A46" w:rsidRDefault="007B6A46" w:rsidP="007B6A46">
      <w:r>
        <w:t>300.1878</w:t>
      </w:r>
      <w:r>
        <w:tab/>
        <w:t>3.038e0</w:t>
      </w:r>
    </w:p>
    <w:p w:rsidR="007B6A46" w:rsidRDefault="007B6A46" w:rsidP="007B6A46">
      <w:r>
        <w:t>300.1998</w:t>
      </w:r>
      <w:r>
        <w:tab/>
        <w:t>5.063e0</w:t>
      </w:r>
    </w:p>
    <w:p w:rsidR="007B6A46" w:rsidRDefault="007B6A46" w:rsidP="007B6A46">
      <w:r>
        <w:t>300.2023</w:t>
      </w:r>
      <w:r>
        <w:tab/>
        <w:t>4.051e0</w:t>
      </w:r>
    </w:p>
    <w:p w:rsidR="007B6A46" w:rsidRDefault="007B6A46" w:rsidP="007B6A46">
      <w:r>
        <w:t>300.2125</w:t>
      </w:r>
      <w:r>
        <w:tab/>
        <w:t>3.038e0</w:t>
      </w:r>
    </w:p>
    <w:p w:rsidR="007B6A46" w:rsidRDefault="007B6A46" w:rsidP="007B6A46">
      <w:r>
        <w:t>300.2167</w:t>
      </w:r>
      <w:r>
        <w:tab/>
        <w:t>2.025e0</w:t>
      </w:r>
    </w:p>
    <w:p w:rsidR="007B6A46" w:rsidRDefault="007B6A46" w:rsidP="007B6A46">
      <w:r>
        <w:t>300.2184</w:t>
      </w:r>
      <w:r>
        <w:tab/>
        <w:t>3.038e0</w:t>
      </w:r>
    </w:p>
    <w:p w:rsidR="007B6A46" w:rsidRDefault="007B6A46" w:rsidP="007B6A46">
      <w:r>
        <w:t>300.2390</w:t>
      </w:r>
      <w:r>
        <w:tab/>
        <w:t>1.013e0</w:t>
      </w:r>
    </w:p>
    <w:p w:rsidR="007B6A46" w:rsidRDefault="007B6A46" w:rsidP="007B6A46">
      <w:r>
        <w:lastRenderedPageBreak/>
        <w:t>300.2602</w:t>
      </w:r>
      <w:r>
        <w:tab/>
        <w:t>2.025e0</w:t>
      </w:r>
    </w:p>
    <w:p w:rsidR="007B6A46" w:rsidRDefault="007B6A46" w:rsidP="007B6A46">
      <w:r>
        <w:t>300.2789</w:t>
      </w:r>
      <w:r>
        <w:tab/>
        <w:t>3.038e0</w:t>
      </w:r>
    </w:p>
    <w:p w:rsidR="007B6A46" w:rsidRDefault="007B6A46" w:rsidP="007B6A46">
      <w:r>
        <w:t>300.3042</w:t>
      </w:r>
      <w:r>
        <w:tab/>
        <w:t>3.038e0</w:t>
      </w:r>
    </w:p>
    <w:p w:rsidR="007B6A46" w:rsidRDefault="007B6A46" w:rsidP="007B6A46">
      <w:r>
        <w:t>300.3101</w:t>
      </w:r>
      <w:r>
        <w:tab/>
        <w:t>1.013e0</w:t>
      </w:r>
    </w:p>
    <w:p w:rsidR="007B6A46" w:rsidRDefault="007B6A46" w:rsidP="007B6A46">
      <w:r>
        <w:t>300.3265</w:t>
      </w:r>
      <w:r>
        <w:tab/>
        <w:t>1.013e0</w:t>
      </w:r>
    </w:p>
    <w:p w:rsidR="007B6A46" w:rsidRDefault="007B6A46" w:rsidP="007B6A46">
      <w:r>
        <w:t>300.3499</w:t>
      </w:r>
      <w:r>
        <w:tab/>
        <w:t>1.013e0</w:t>
      </w:r>
    </w:p>
    <w:p w:rsidR="007B6A46" w:rsidRDefault="007B6A46" w:rsidP="007B6A46">
      <w:r>
        <w:t>300.4522</w:t>
      </w:r>
      <w:r>
        <w:tab/>
        <w:t>1.013e0</w:t>
      </w:r>
    </w:p>
    <w:p w:rsidR="007B6A46" w:rsidRDefault="007B6A46" w:rsidP="007B6A46">
      <w:r>
        <w:t>300.5254</w:t>
      </w:r>
      <w:r>
        <w:tab/>
        <w:t>1.013e0</w:t>
      </w:r>
    </w:p>
    <w:p w:rsidR="007B6A46" w:rsidRDefault="007B6A46" w:rsidP="007B6A46">
      <w:r>
        <w:t>300.7148</w:t>
      </w:r>
      <w:r>
        <w:tab/>
        <w:t>1.013e0</w:t>
      </w:r>
    </w:p>
    <w:p w:rsidR="007B6A46" w:rsidRDefault="007B6A46" w:rsidP="007B6A46">
      <w:r>
        <w:t>300.7279</w:t>
      </w:r>
      <w:r>
        <w:tab/>
        <w:t>1.013e0</w:t>
      </w:r>
    </w:p>
    <w:p w:rsidR="007B6A46" w:rsidRDefault="007B6A46" w:rsidP="007B6A46">
      <w:r>
        <w:t>300.7690</w:t>
      </w:r>
      <w:r>
        <w:tab/>
        <w:t>1.013e0</w:t>
      </w:r>
    </w:p>
    <w:p w:rsidR="007B6A46" w:rsidRDefault="007B6A46" w:rsidP="007B6A46">
      <w:r>
        <w:t>300.7921</w:t>
      </w:r>
      <w:r>
        <w:tab/>
        <w:t>1.013e0</w:t>
      </w:r>
    </w:p>
    <w:p w:rsidR="007B6A46" w:rsidRDefault="007B6A46" w:rsidP="007B6A46">
      <w:r>
        <w:t>300.8571</w:t>
      </w:r>
      <w:r>
        <w:tab/>
        <w:t>2.025e0</w:t>
      </w:r>
    </w:p>
    <w:p w:rsidR="007B6A46" w:rsidRDefault="007B6A46" w:rsidP="007B6A46">
      <w:r>
        <w:t>300.8797</w:t>
      </w:r>
      <w:r>
        <w:tab/>
        <w:t>2.025e0</w:t>
      </w:r>
    </w:p>
    <w:p w:rsidR="007B6A46" w:rsidRDefault="007B6A46" w:rsidP="007B6A46">
      <w:r>
        <w:t>300.9314</w:t>
      </w:r>
      <w:r>
        <w:tab/>
        <w:t>1.013e0</w:t>
      </w:r>
    </w:p>
    <w:p w:rsidR="007B6A46" w:rsidRDefault="007B6A46" w:rsidP="007B6A46">
      <w:r>
        <w:t>300.9802</w:t>
      </w:r>
      <w:r>
        <w:tab/>
        <w:t>2.025e0</w:t>
      </w:r>
    </w:p>
    <w:p w:rsidR="007B6A46" w:rsidRDefault="007B6A46" w:rsidP="007B6A46">
      <w:r>
        <w:t>300.9830</w:t>
      </w:r>
      <w:r>
        <w:tab/>
        <w:t>1.013e0</w:t>
      </w:r>
    </w:p>
    <w:p w:rsidR="007B6A46" w:rsidRDefault="007B6A46" w:rsidP="007B6A46">
      <w:r>
        <w:t>300.9911</w:t>
      </w:r>
      <w:r>
        <w:tab/>
        <w:t>1.013e0</w:t>
      </w:r>
    </w:p>
    <w:p w:rsidR="007B6A46" w:rsidRDefault="007B6A46" w:rsidP="007B6A46">
      <w:r>
        <w:t>301.0100</w:t>
      </w:r>
      <w:r>
        <w:tab/>
        <w:t>3.038e0</w:t>
      </w:r>
    </w:p>
    <w:p w:rsidR="007B6A46" w:rsidRDefault="007B6A46" w:rsidP="007B6A46">
      <w:r>
        <w:lastRenderedPageBreak/>
        <w:t>301.0210</w:t>
      </w:r>
      <w:r>
        <w:tab/>
        <w:t>2.025e0</w:t>
      </w:r>
    </w:p>
    <w:p w:rsidR="007B6A46" w:rsidRDefault="007B6A46" w:rsidP="007B6A46">
      <w:r>
        <w:t>301.0373</w:t>
      </w:r>
      <w:r>
        <w:tab/>
        <w:t>1.013e0</w:t>
      </w:r>
    </w:p>
    <w:p w:rsidR="007B6A46" w:rsidRDefault="007B6A46" w:rsidP="007B6A46">
      <w:r>
        <w:t>301.0469</w:t>
      </w:r>
      <w:r>
        <w:tab/>
        <w:t>2.025e0</w:t>
      </w:r>
    </w:p>
    <w:p w:rsidR="007B6A46" w:rsidRDefault="007B6A46" w:rsidP="007B6A46">
      <w:r>
        <w:t>301.0504</w:t>
      </w:r>
      <w:r>
        <w:tab/>
        <w:t>1.013e0</w:t>
      </w:r>
    </w:p>
    <w:p w:rsidR="007B6A46" w:rsidRDefault="007B6A46" w:rsidP="007B6A46">
      <w:r>
        <w:t>301.0647</w:t>
      </w:r>
      <w:r>
        <w:tab/>
        <w:t>1.013e0</w:t>
      </w:r>
    </w:p>
    <w:p w:rsidR="007B6A46" w:rsidRDefault="007B6A46" w:rsidP="007B6A46">
      <w:r>
        <w:t>301.1026</w:t>
      </w:r>
      <w:r>
        <w:tab/>
        <w:t>1.013e0</w:t>
      </w:r>
    </w:p>
    <w:p w:rsidR="007B6A46" w:rsidRDefault="007B6A46" w:rsidP="007B6A46">
      <w:r>
        <w:t>301.1066</w:t>
      </w:r>
      <w:r>
        <w:tab/>
        <w:t>2.025e0</w:t>
      </w:r>
    </w:p>
    <w:p w:rsidR="007B6A46" w:rsidRDefault="007B6A46" w:rsidP="007B6A46">
      <w:r>
        <w:t>301.1340</w:t>
      </w:r>
      <w:r>
        <w:tab/>
        <w:t>2.025e0</w:t>
      </w:r>
    </w:p>
    <w:p w:rsidR="007B6A46" w:rsidRDefault="007B6A46" w:rsidP="007B6A46">
      <w:r>
        <w:t>301.1380</w:t>
      </w:r>
      <w:r>
        <w:tab/>
        <w:t>3.038e0</w:t>
      </w:r>
    </w:p>
    <w:p w:rsidR="007B6A46" w:rsidRDefault="007B6A46" w:rsidP="007B6A46">
      <w:r>
        <w:t>301.1595</w:t>
      </w:r>
      <w:r>
        <w:tab/>
        <w:t>4.051e0</w:t>
      </w:r>
    </w:p>
    <w:p w:rsidR="007B6A46" w:rsidRDefault="007B6A46" w:rsidP="007B6A46">
      <w:r>
        <w:t>301.1704</w:t>
      </w:r>
      <w:r>
        <w:tab/>
        <w:t>3.038e0</w:t>
      </w:r>
    </w:p>
    <w:p w:rsidR="007B6A46" w:rsidRDefault="007B6A46" w:rsidP="007B6A46">
      <w:r>
        <w:t>301.1942</w:t>
      </w:r>
      <w:r>
        <w:tab/>
        <w:t>1.013e0</w:t>
      </w:r>
    </w:p>
    <w:p w:rsidR="007B6A46" w:rsidRDefault="007B6A46" w:rsidP="007B6A46">
      <w:r>
        <w:t>301.1978</w:t>
      </w:r>
      <w:r>
        <w:tab/>
        <w:t>1.013e0</w:t>
      </w:r>
    </w:p>
    <w:p w:rsidR="007B6A46" w:rsidRDefault="007B6A46" w:rsidP="007B6A46">
      <w:r>
        <w:t>301.2021</w:t>
      </w:r>
      <w:r>
        <w:tab/>
        <w:t>1.013e0</w:t>
      </w:r>
    </w:p>
    <w:p w:rsidR="007B6A46" w:rsidRDefault="007B6A46" w:rsidP="007B6A46">
      <w:r>
        <w:t>301.2259</w:t>
      </w:r>
      <w:r>
        <w:tab/>
        <w:t>2.025e0</w:t>
      </w:r>
    </w:p>
    <w:p w:rsidR="007B6A46" w:rsidRDefault="007B6A46" w:rsidP="007B6A46">
      <w:r>
        <w:t>301.2446</w:t>
      </w:r>
      <w:r>
        <w:tab/>
        <w:t>3.038e0</w:t>
      </w:r>
    </w:p>
    <w:p w:rsidR="007B6A46" w:rsidRDefault="007B6A46" w:rsidP="007B6A46">
      <w:r>
        <w:t>301.2540</w:t>
      </w:r>
      <w:r>
        <w:tab/>
        <w:t>1.013e0</w:t>
      </w:r>
    </w:p>
    <w:p w:rsidR="007B6A46" w:rsidRDefault="007B6A46" w:rsidP="007B6A46">
      <w:r>
        <w:t>301.2773</w:t>
      </w:r>
      <w:r>
        <w:tab/>
        <w:t>1.013e0</w:t>
      </w:r>
    </w:p>
    <w:p w:rsidR="007B6A46" w:rsidRDefault="007B6A46" w:rsidP="007B6A46">
      <w:r>
        <w:t>301.2898</w:t>
      </w:r>
      <w:r>
        <w:tab/>
        <w:t>1.013e0</w:t>
      </w:r>
    </w:p>
    <w:p w:rsidR="007B6A46" w:rsidRDefault="007B6A46" w:rsidP="007B6A46">
      <w:r>
        <w:lastRenderedPageBreak/>
        <w:t>301.2957</w:t>
      </w:r>
      <w:r>
        <w:tab/>
        <w:t>2.025e0</w:t>
      </w:r>
    </w:p>
    <w:p w:rsidR="007B6A46" w:rsidRDefault="007B6A46" w:rsidP="007B6A46">
      <w:r>
        <w:t>301.4292</w:t>
      </w:r>
      <w:r>
        <w:tab/>
        <w:t>1.013e0</w:t>
      </w:r>
    </w:p>
    <w:p w:rsidR="007B6A46" w:rsidRDefault="007B6A46" w:rsidP="007B6A46">
      <w:r>
        <w:t>301.4753</w:t>
      </w:r>
      <w:r>
        <w:tab/>
        <w:t>2.025e0</w:t>
      </w:r>
    </w:p>
    <w:p w:rsidR="007B6A46" w:rsidRDefault="007B6A46" w:rsidP="007B6A46">
      <w:r>
        <w:t>301.5859</w:t>
      </w:r>
      <w:r>
        <w:tab/>
        <w:t>1.013e0</w:t>
      </w:r>
    </w:p>
    <w:p w:rsidR="007B6A46" w:rsidRDefault="007B6A46" w:rsidP="007B6A46">
      <w:r>
        <w:t>301.6129</w:t>
      </w:r>
      <w:r>
        <w:tab/>
        <w:t>1.013e0</w:t>
      </w:r>
    </w:p>
    <w:p w:rsidR="007B6A46" w:rsidRDefault="007B6A46" w:rsidP="007B6A46">
      <w:r>
        <w:t>301.6638</w:t>
      </w:r>
      <w:r>
        <w:tab/>
        <w:t>1.013e0</w:t>
      </w:r>
    </w:p>
    <w:p w:rsidR="007B6A46" w:rsidRDefault="007B6A46" w:rsidP="007B6A46">
      <w:r>
        <w:t>301.7438</w:t>
      </w:r>
      <w:r>
        <w:tab/>
        <w:t>1.013e0</w:t>
      </w:r>
    </w:p>
    <w:p w:rsidR="007B6A46" w:rsidRDefault="007B6A46" w:rsidP="007B6A46">
      <w:r>
        <w:t>301.8494</w:t>
      </w:r>
      <w:r>
        <w:tab/>
        <w:t>1.013e0</w:t>
      </w:r>
    </w:p>
    <w:p w:rsidR="007B6A46" w:rsidRDefault="007B6A46" w:rsidP="007B6A46">
      <w:r>
        <w:t>301.8634</w:t>
      </w:r>
      <w:r>
        <w:tab/>
        <w:t>1.013e0</w:t>
      </w:r>
    </w:p>
    <w:p w:rsidR="007B6A46" w:rsidRDefault="007B6A46" w:rsidP="007B6A46">
      <w:r>
        <w:t>301.9043</w:t>
      </w:r>
      <w:r>
        <w:tab/>
        <w:t>1.013e0</w:t>
      </w:r>
    </w:p>
    <w:p w:rsidR="007B6A46" w:rsidRDefault="007B6A46" w:rsidP="007B6A46">
      <w:r>
        <w:t>301.9227</w:t>
      </w:r>
      <w:r>
        <w:tab/>
        <w:t>1.013e0</w:t>
      </w:r>
    </w:p>
    <w:p w:rsidR="007B6A46" w:rsidRDefault="007B6A46" w:rsidP="007B6A46">
      <w:r>
        <w:t>301.9525</w:t>
      </w:r>
      <w:r>
        <w:tab/>
        <w:t>2.025e0</w:t>
      </w:r>
    </w:p>
    <w:p w:rsidR="007B6A46" w:rsidRDefault="007B6A46" w:rsidP="007B6A46">
      <w:r>
        <w:t>301.9597</w:t>
      </w:r>
      <w:r>
        <w:tab/>
        <w:t>1.114e1</w:t>
      </w:r>
    </w:p>
    <w:p w:rsidR="007B6A46" w:rsidRDefault="007B6A46" w:rsidP="007B6A46">
      <w:r>
        <w:t>301.9635</w:t>
      </w:r>
      <w:r>
        <w:tab/>
        <w:t>9.114e0</w:t>
      </w:r>
    </w:p>
    <w:p w:rsidR="007B6A46" w:rsidRDefault="007B6A46" w:rsidP="007B6A46">
      <w:r>
        <w:t>301.9676</w:t>
      </w:r>
      <w:r>
        <w:tab/>
        <w:t>5.063e0</w:t>
      </w:r>
    </w:p>
    <w:p w:rsidR="007B6A46" w:rsidRDefault="007B6A46" w:rsidP="007B6A46">
      <w:r>
        <w:t>302.0069</w:t>
      </w:r>
      <w:r>
        <w:tab/>
        <w:t>2.025e0</w:t>
      </w:r>
    </w:p>
    <w:p w:rsidR="007B6A46" w:rsidRDefault="007B6A46" w:rsidP="007B6A46">
      <w:r>
        <w:t>302.0126</w:t>
      </w:r>
      <w:r>
        <w:tab/>
        <w:t>4.049e0</w:t>
      </w:r>
    </w:p>
    <w:p w:rsidR="007B6A46" w:rsidRDefault="007B6A46" w:rsidP="007B6A46">
      <w:r>
        <w:t>302.0194</w:t>
      </w:r>
      <w:r>
        <w:tab/>
        <w:t>2.025e0</w:t>
      </w:r>
    </w:p>
    <w:p w:rsidR="007B6A46" w:rsidRDefault="007B6A46" w:rsidP="007B6A46">
      <w:r>
        <w:t>302.0342</w:t>
      </w:r>
      <w:r>
        <w:tab/>
        <w:t>1.013e0</w:t>
      </w:r>
    </w:p>
    <w:p w:rsidR="007B6A46" w:rsidRDefault="007B6A46" w:rsidP="007B6A46">
      <w:r>
        <w:lastRenderedPageBreak/>
        <w:t>302.0581</w:t>
      </w:r>
      <w:r>
        <w:tab/>
        <w:t>1.013e0</w:t>
      </w:r>
    </w:p>
    <w:p w:rsidR="007B6A46" w:rsidRDefault="007B6A46" w:rsidP="007B6A46">
      <w:r>
        <w:t>302.0746</w:t>
      </w:r>
      <w:r>
        <w:tab/>
        <w:t>1.013e0</w:t>
      </w:r>
    </w:p>
    <w:p w:rsidR="007B6A46" w:rsidRDefault="007B6A46" w:rsidP="007B6A46">
      <w:r>
        <w:t>302.0905</w:t>
      </w:r>
      <w:r>
        <w:tab/>
        <w:t>1.013e0</w:t>
      </w:r>
    </w:p>
    <w:p w:rsidR="007B6A46" w:rsidRDefault="007B6A46" w:rsidP="007B6A46">
      <w:r>
        <w:t>302.1345</w:t>
      </w:r>
      <w:r>
        <w:tab/>
        <w:t>1.013e0</w:t>
      </w:r>
    </w:p>
    <w:p w:rsidR="007B6A46" w:rsidRDefault="007B6A46" w:rsidP="007B6A46">
      <w:r>
        <w:t>302.1543</w:t>
      </w:r>
      <w:r>
        <w:tab/>
        <w:t>1.013e0</w:t>
      </w:r>
    </w:p>
    <w:p w:rsidR="007B6A46" w:rsidRDefault="007B6A46" w:rsidP="007B6A46">
      <w:r>
        <w:t>302.1579</w:t>
      </w:r>
      <w:r>
        <w:tab/>
        <w:t>1.013e0</w:t>
      </w:r>
    </w:p>
    <w:p w:rsidR="007B6A46" w:rsidRDefault="007B6A46" w:rsidP="007B6A46">
      <w:r>
        <w:t>302.1620</w:t>
      </w:r>
      <w:r>
        <w:tab/>
        <w:t>1.013e0</w:t>
      </w:r>
    </w:p>
    <w:p w:rsidR="007B6A46" w:rsidRDefault="007B6A46" w:rsidP="007B6A46">
      <w:r>
        <w:t>302.1680</w:t>
      </w:r>
      <w:r>
        <w:tab/>
        <w:t>5.063e0</w:t>
      </w:r>
    </w:p>
    <w:p w:rsidR="007B6A46" w:rsidRDefault="007B6A46" w:rsidP="007B6A46">
      <w:r>
        <w:t>302.2056</w:t>
      </w:r>
      <w:r>
        <w:tab/>
        <w:t>1.013e0</w:t>
      </w:r>
    </w:p>
    <w:p w:rsidR="007B6A46" w:rsidRDefault="007B6A46" w:rsidP="007B6A46">
      <w:r>
        <w:t>302.2155</w:t>
      </w:r>
      <w:r>
        <w:tab/>
        <w:t>2.025e0</w:t>
      </w:r>
    </w:p>
    <w:p w:rsidR="007B6A46" w:rsidRDefault="007B6A46" w:rsidP="007B6A46">
      <w:r>
        <w:t>302.2334</w:t>
      </w:r>
      <w:r>
        <w:tab/>
        <w:t>2.025e0</w:t>
      </w:r>
    </w:p>
    <w:p w:rsidR="007B6A46" w:rsidRDefault="007B6A46" w:rsidP="007B6A46">
      <w:r>
        <w:t>302.2486</w:t>
      </w:r>
      <w:r>
        <w:tab/>
        <w:t>2.025e0</w:t>
      </w:r>
    </w:p>
    <w:p w:rsidR="007B6A46" w:rsidRDefault="007B6A46" w:rsidP="007B6A46">
      <w:r>
        <w:t>302.2649</w:t>
      </w:r>
      <w:r>
        <w:tab/>
        <w:t>2.025e0</w:t>
      </w:r>
    </w:p>
    <w:p w:rsidR="007B6A46" w:rsidRDefault="007B6A46" w:rsidP="007B6A46">
      <w:r>
        <w:t>302.2693</w:t>
      </w:r>
      <w:r>
        <w:tab/>
        <w:t>1.013e0</w:t>
      </w:r>
    </w:p>
    <w:p w:rsidR="007B6A46" w:rsidRDefault="007B6A46" w:rsidP="007B6A46">
      <w:r>
        <w:t>302.2896</w:t>
      </w:r>
      <w:r>
        <w:tab/>
        <w:t>5.063e0</w:t>
      </w:r>
    </w:p>
    <w:p w:rsidR="007B6A46" w:rsidRDefault="007B6A46" w:rsidP="007B6A46">
      <w:r>
        <w:t>302.2977</w:t>
      </w:r>
      <w:r>
        <w:tab/>
        <w:t>1.013e0</w:t>
      </w:r>
    </w:p>
    <w:p w:rsidR="007B6A46" w:rsidRDefault="007B6A46" w:rsidP="007B6A46">
      <w:r>
        <w:t>302.3159</w:t>
      </w:r>
      <w:r>
        <w:tab/>
        <w:t>1.013e0</w:t>
      </w:r>
    </w:p>
    <w:p w:rsidR="007B6A46" w:rsidRDefault="007B6A46" w:rsidP="007B6A46">
      <w:r>
        <w:t>302.3532</w:t>
      </w:r>
      <w:r>
        <w:tab/>
        <w:t>2.025e0</w:t>
      </w:r>
    </w:p>
    <w:p w:rsidR="007B6A46" w:rsidRDefault="007B6A46" w:rsidP="007B6A46">
      <w:r>
        <w:t>302.3895</w:t>
      </w:r>
      <w:r>
        <w:tab/>
        <w:t>1.013e0</w:t>
      </w:r>
    </w:p>
    <w:p w:rsidR="007B6A46" w:rsidRDefault="007B6A46" w:rsidP="007B6A46">
      <w:r>
        <w:lastRenderedPageBreak/>
        <w:t>302.4534</w:t>
      </w:r>
      <w:r>
        <w:tab/>
        <w:t>1.013e0</w:t>
      </w:r>
    </w:p>
    <w:p w:rsidR="007B6A46" w:rsidRDefault="007B6A46" w:rsidP="007B6A46">
      <w:r>
        <w:t>302.4772</w:t>
      </w:r>
      <w:r>
        <w:tab/>
        <w:t>1.013e0</w:t>
      </w:r>
    </w:p>
    <w:p w:rsidR="007B6A46" w:rsidRDefault="007B6A46" w:rsidP="007B6A46">
      <w:r>
        <w:t>302.4868</w:t>
      </w:r>
      <w:r>
        <w:tab/>
        <w:t>1.013e0</w:t>
      </w:r>
    </w:p>
    <w:p w:rsidR="007B6A46" w:rsidRDefault="007B6A46" w:rsidP="007B6A46">
      <w:r>
        <w:t>302.6520</w:t>
      </w:r>
      <w:r>
        <w:tab/>
        <w:t>1.013e0</w:t>
      </w:r>
    </w:p>
    <w:p w:rsidR="007B6A46" w:rsidRDefault="007B6A46" w:rsidP="007B6A46">
      <w:r>
        <w:t>302.6719</w:t>
      </w:r>
      <w:r>
        <w:tab/>
        <w:t>1.013e0</w:t>
      </w:r>
    </w:p>
    <w:p w:rsidR="007B6A46" w:rsidRDefault="007B6A46" w:rsidP="007B6A46">
      <w:r>
        <w:t>302.6792</w:t>
      </w:r>
      <w:r>
        <w:tab/>
        <w:t>2.025e0</w:t>
      </w:r>
    </w:p>
    <w:p w:rsidR="007B6A46" w:rsidRDefault="007B6A46" w:rsidP="007B6A46">
      <w:r>
        <w:t>302.7562</w:t>
      </w:r>
      <w:r>
        <w:tab/>
        <w:t>1.013e0</w:t>
      </w:r>
    </w:p>
    <w:p w:rsidR="007B6A46" w:rsidRDefault="007B6A46" w:rsidP="007B6A46">
      <w:r>
        <w:t>302.7880</w:t>
      </w:r>
      <w:r>
        <w:tab/>
        <w:t>1.013e0</w:t>
      </w:r>
    </w:p>
    <w:p w:rsidR="007B6A46" w:rsidRDefault="007B6A46" w:rsidP="007B6A46">
      <w:r>
        <w:t>302.8798</w:t>
      </w:r>
      <w:r>
        <w:tab/>
        <w:t>1.013e0</w:t>
      </w:r>
    </w:p>
    <w:p w:rsidR="007B6A46" w:rsidRDefault="007B6A46" w:rsidP="007B6A46">
      <w:r>
        <w:t>302.9031</w:t>
      </w:r>
      <w:r>
        <w:tab/>
        <w:t>1.013e0</w:t>
      </w:r>
    </w:p>
    <w:p w:rsidR="007B6A46" w:rsidRDefault="007B6A46" w:rsidP="007B6A46">
      <w:r>
        <w:t>302.9410</w:t>
      </w:r>
      <w:r>
        <w:tab/>
        <w:t>3.038e0</w:t>
      </w:r>
    </w:p>
    <w:p w:rsidR="007B6A46" w:rsidRDefault="007B6A46" w:rsidP="007B6A46">
      <w:r>
        <w:t>302.9432</w:t>
      </w:r>
      <w:r>
        <w:tab/>
        <w:t>1.013e0</w:t>
      </w:r>
    </w:p>
    <w:p w:rsidR="007B6A46" w:rsidRDefault="007B6A46" w:rsidP="007B6A46">
      <w:r>
        <w:t>302.9709</w:t>
      </w:r>
      <w:r>
        <w:tab/>
        <w:t>1.013e0</w:t>
      </w:r>
    </w:p>
    <w:p w:rsidR="007B6A46" w:rsidRDefault="007B6A46" w:rsidP="007B6A46">
      <w:r>
        <w:t>302.9874</w:t>
      </w:r>
      <w:r>
        <w:tab/>
        <w:t>1.013e0</w:t>
      </w:r>
    </w:p>
    <w:p w:rsidR="007B6A46" w:rsidRDefault="007B6A46" w:rsidP="007B6A46">
      <w:r>
        <w:t>302.9913</w:t>
      </w:r>
      <w:r>
        <w:tab/>
        <w:t>1.013e0</w:t>
      </w:r>
    </w:p>
    <w:p w:rsidR="007B6A46" w:rsidRDefault="007B6A46" w:rsidP="007B6A46">
      <w:r>
        <w:t>303.0098</w:t>
      </w:r>
      <w:r>
        <w:tab/>
        <w:t>1.013e0</w:t>
      </w:r>
    </w:p>
    <w:p w:rsidR="007B6A46" w:rsidRDefault="007B6A46" w:rsidP="007B6A46">
      <w:r>
        <w:t>303.0213</w:t>
      </w:r>
      <w:r>
        <w:tab/>
        <w:t>2.025e0</w:t>
      </w:r>
    </w:p>
    <w:p w:rsidR="007B6A46" w:rsidRDefault="007B6A46" w:rsidP="007B6A46">
      <w:r>
        <w:t>303.0281</w:t>
      </w:r>
      <w:r>
        <w:tab/>
        <w:t>8.101e0</w:t>
      </w:r>
    </w:p>
    <w:p w:rsidR="007B6A46" w:rsidRDefault="007B6A46" w:rsidP="007B6A46">
      <w:r>
        <w:t>303.0313</w:t>
      </w:r>
      <w:r>
        <w:tab/>
        <w:t>3.038e0</w:t>
      </w:r>
    </w:p>
    <w:p w:rsidR="007B6A46" w:rsidRDefault="007B6A46" w:rsidP="007B6A46">
      <w:r>
        <w:lastRenderedPageBreak/>
        <w:t>303.0420</w:t>
      </w:r>
      <w:r>
        <w:tab/>
        <w:t>8.101e0</w:t>
      </w:r>
    </w:p>
    <w:p w:rsidR="007B6A46" w:rsidRDefault="007B6A46" w:rsidP="007B6A46">
      <w:r>
        <w:t>303.0594</w:t>
      </w:r>
      <w:r>
        <w:tab/>
        <w:t>1.013e0</w:t>
      </w:r>
    </w:p>
    <w:p w:rsidR="007B6A46" w:rsidRDefault="007B6A46" w:rsidP="007B6A46">
      <w:r>
        <w:t>303.0831</w:t>
      </w:r>
      <w:r>
        <w:tab/>
        <w:t>2.025e0</w:t>
      </w:r>
    </w:p>
    <w:p w:rsidR="007B6A46" w:rsidRDefault="007B6A46" w:rsidP="007B6A46">
      <w:r>
        <w:t>303.0865</w:t>
      </w:r>
      <w:r>
        <w:tab/>
        <w:t>1.013e0</w:t>
      </w:r>
    </w:p>
    <w:p w:rsidR="007B6A46" w:rsidRDefault="007B6A46" w:rsidP="007B6A46">
      <w:r>
        <w:t>303.0975</w:t>
      </w:r>
      <w:r>
        <w:tab/>
        <w:t>1.013e0</w:t>
      </w:r>
    </w:p>
    <w:p w:rsidR="007B6A46" w:rsidRDefault="007B6A46" w:rsidP="007B6A46">
      <w:r>
        <w:t>303.1255</w:t>
      </w:r>
      <w:r>
        <w:tab/>
        <w:t>1.013e0</w:t>
      </w:r>
    </w:p>
    <w:p w:rsidR="007B6A46" w:rsidRDefault="007B6A46" w:rsidP="007B6A46">
      <w:r>
        <w:t>303.1476</w:t>
      </w:r>
      <w:r>
        <w:tab/>
        <w:t>1.013e0</w:t>
      </w:r>
    </w:p>
    <w:p w:rsidR="007B6A46" w:rsidRDefault="007B6A46" w:rsidP="007B6A46">
      <w:r>
        <w:t>303.1664</w:t>
      </w:r>
      <w:r>
        <w:tab/>
        <w:t>2.025e0</w:t>
      </w:r>
    </w:p>
    <w:p w:rsidR="007B6A46" w:rsidRDefault="007B6A46" w:rsidP="007B6A46">
      <w:r>
        <w:t>303.1948</w:t>
      </w:r>
      <w:r>
        <w:tab/>
        <w:t>2.025e0</w:t>
      </w:r>
    </w:p>
    <w:p w:rsidR="007B6A46" w:rsidRDefault="007B6A46" w:rsidP="007B6A46">
      <w:r>
        <w:t>303.2137</w:t>
      </w:r>
      <w:r>
        <w:tab/>
        <w:t>1.013e0</w:t>
      </w:r>
    </w:p>
    <w:p w:rsidR="007B6A46" w:rsidRDefault="007B6A46" w:rsidP="007B6A46">
      <w:r>
        <w:t>303.2267</w:t>
      </w:r>
      <w:r>
        <w:tab/>
        <w:t>1.013e0</w:t>
      </w:r>
    </w:p>
    <w:p w:rsidR="007B6A46" w:rsidRDefault="007B6A46" w:rsidP="007B6A46">
      <w:r>
        <w:t>303.2282</w:t>
      </w:r>
      <w:r>
        <w:tab/>
        <w:t>2.025e0</w:t>
      </w:r>
    </w:p>
    <w:p w:rsidR="007B6A46" w:rsidRDefault="007B6A46" w:rsidP="007B6A46">
      <w:r>
        <w:t>303.2355</w:t>
      </w:r>
      <w:r>
        <w:tab/>
        <w:t>2.025e0</w:t>
      </w:r>
    </w:p>
    <w:p w:rsidR="007B6A46" w:rsidRDefault="007B6A46" w:rsidP="007B6A46">
      <w:r>
        <w:t>303.2434</w:t>
      </w:r>
      <w:r>
        <w:tab/>
        <w:t>2.025e0</w:t>
      </w:r>
    </w:p>
    <w:p w:rsidR="007B6A46" w:rsidRDefault="007B6A46" w:rsidP="007B6A46">
      <w:r>
        <w:t>303.2586</w:t>
      </w:r>
      <w:r>
        <w:tab/>
        <w:t>1.013e0</w:t>
      </w:r>
    </w:p>
    <w:p w:rsidR="007B6A46" w:rsidRDefault="007B6A46" w:rsidP="007B6A46">
      <w:r>
        <w:t>303.3419</w:t>
      </w:r>
      <w:r>
        <w:tab/>
        <w:t>1.013e0</w:t>
      </w:r>
    </w:p>
    <w:p w:rsidR="007B6A46" w:rsidRDefault="007B6A46" w:rsidP="007B6A46">
      <w:r>
        <w:t>303.3515</w:t>
      </w:r>
      <w:r>
        <w:tab/>
        <w:t>1.013e0</w:t>
      </w:r>
    </w:p>
    <w:p w:rsidR="007B6A46" w:rsidRDefault="007B6A46" w:rsidP="007B6A46">
      <w:r>
        <w:t>303.3842</w:t>
      </w:r>
      <w:r>
        <w:tab/>
        <w:t>1.013e0</w:t>
      </w:r>
    </w:p>
    <w:p w:rsidR="007B6A46" w:rsidRDefault="007B6A46" w:rsidP="007B6A46">
      <w:r>
        <w:t>303.3896</w:t>
      </w:r>
      <w:r>
        <w:tab/>
        <w:t>1.013e0</w:t>
      </w:r>
    </w:p>
    <w:p w:rsidR="007B6A46" w:rsidRDefault="007B6A46" w:rsidP="007B6A46">
      <w:r>
        <w:lastRenderedPageBreak/>
        <w:t>303.4301</w:t>
      </w:r>
      <w:r>
        <w:tab/>
        <w:t>1.013e0</w:t>
      </w:r>
    </w:p>
    <w:p w:rsidR="007B6A46" w:rsidRDefault="007B6A46" w:rsidP="007B6A46">
      <w:r>
        <w:t>303.4398</w:t>
      </w:r>
      <w:r>
        <w:tab/>
        <w:t>1.013e0</w:t>
      </w:r>
    </w:p>
    <w:p w:rsidR="007B6A46" w:rsidRDefault="007B6A46" w:rsidP="007B6A46">
      <w:r>
        <w:t>303.5336</w:t>
      </w:r>
      <w:r>
        <w:tab/>
        <w:t>1.013e0</w:t>
      </w:r>
    </w:p>
    <w:p w:rsidR="007B6A46" w:rsidRDefault="007B6A46" w:rsidP="007B6A46">
      <w:r>
        <w:t>303.5556</w:t>
      </w:r>
      <w:r>
        <w:tab/>
        <w:t>1.013e0</w:t>
      </w:r>
    </w:p>
    <w:p w:rsidR="007B6A46" w:rsidRDefault="007B6A46" w:rsidP="007B6A46">
      <w:r>
        <w:t>303.6108</w:t>
      </w:r>
      <w:r>
        <w:tab/>
        <w:t>1.013e0</w:t>
      </w:r>
    </w:p>
    <w:p w:rsidR="007B6A46" w:rsidRDefault="007B6A46" w:rsidP="007B6A46">
      <w:r>
        <w:t>303.6469</w:t>
      </w:r>
      <w:r>
        <w:tab/>
        <w:t>2.025e0</w:t>
      </w:r>
    </w:p>
    <w:p w:rsidR="007B6A46" w:rsidRDefault="007B6A46" w:rsidP="007B6A46">
      <w:r>
        <w:t>303.6811</w:t>
      </w:r>
      <w:r>
        <w:tab/>
        <w:t>2.025e0</w:t>
      </w:r>
    </w:p>
    <w:p w:rsidR="007B6A46" w:rsidRDefault="007B6A46" w:rsidP="007B6A46">
      <w:r>
        <w:t>303.9308</w:t>
      </w:r>
      <w:r>
        <w:tab/>
        <w:t>2.025e0</w:t>
      </w:r>
    </w:p>
    <w:p w:rsidR="007B6A46" w:rsidRDefault="007B6A46" w:rsidP="007B6A46">
      <w:r>
        <w:t>303.9342</w:t>
      </w:r>
      <w:r>
        <w:tab/>
        <w:t>2.025e0</w:t>
      </w:r>
    </w:p>
    <w:p w:rsidR="007B6A46" w:rsidRDefault="007B6A46" w:rsidP="007B6A46">
      <w:r>
        <w:t>303.9527</w:t>
      </w:r>
      <w:r>
        <w:tab/>
        <w:t>1.013e0</w:t>
      </w:r>
    </w:p>
    <w:p w:rsidR="007B6A46" w:rsidRDefault="007B6A46" w:rsidP="007B6A46">
      <w:r>
        <w:t>303.9940</w:t>
      </w:r>
      <w:r>
        <w:tab/>
        <w:t>2.025e0</w:t>
      </w:r>
    </w:p>
    <w:p w:rsidR="007B6A46" w:rsidRDefault="007B6A46" w:rsidP="007B6A46">
      <w:r>
        <w:t>304.0001</w:t>
      </w:r>
      <w:r>
        <w:tab/>
        <w:t>1.013e0</w:t>
      </w:r>
    </w:p>
    <w:p w:rsidR="007B6A46" w:rsidRDefault="007B6A46" w:rsidP="007B6A46">
      <w:r>
        <w:t>304.0090</w:t>
      </w:r>
      <w:r>
        <w:tab/>
        <w:t>4.051e0</w:t>
      </w:r>
    </w:p>
    <w:p w:rsidR="007B6A46" w:rsidRDefault="007B6A46" w:rsidP="007B6A46">
      <w:r>
        <w:t>304.0410</w:t>
      </w:r>
      <w:r>
        <w:tab/>
        <w:t>4.051e0</w:t>
      </w:r>
    </w:p>
    <w:p w:rsidR="007B6A46" w:rsidRDefault="007B6A46" w:rsidP="007B6A46">
      <w:r>
        <w:t>304.0446</w:t>
      </w:r>
      <w:r>
        <w:tab/>
        <w:t>4.051e0</w:t>
      </w:r>
    </w:p>
    <w:p w:rsidR="007B6A46" w:rsidRDefault="007B6A46" w:rsidP="007B6A46">
      <w:r>
        <w:t>304.0884</w:t>
      </w:r>
      <w:r>
        <w:tab/>
        <w:t>2.025e0</w:t>
      </w:r>
    </w:p>
    <w:p w:rsidR="007B6A46" w:rsidRDefault="007B6A46" w:rsidP="007B6A46">
      <w:r>
        <w:t>304.0918</w:t>
      </w:r>
      <w:r>
        <w:tab/>
        <w:t>3.038e0</w:t>
      </w:r>
    </w:p>
    <w:p w:rsidR="007B6A46" w:rsidRDefault="007B6A46" w:rsidP="007B6A46">
      <w:r>
        <w:t>304.0963</w:t>
      </w:r>
      <w:r>
        <w:tab/>
        <w:t>1.013e0</w:t>
      </w:r>
    </w:p>
    <w:p w:rsidR="007B6A46" w:rsidRDefault="007B6A46" w:rsidP="007B6A46">
      <w:r>
        <w:t>304.1514</w:t>
      </w:r>
      <w:r>
        <w:tab/>
        <w:t>2.025e0</w:t>
      </w:r>
    </w:p>
    <w:p w:rsidR="007B6A46" w:rsidRDefault="007B6A46" w:rsidP="007B6A46">
      <w:r>
        <w:lastRenderedPageBreak/>
        <w:t>304.1576</w:t>
      </w:r>
      <w:r>
        <w:tab/>
        <w:t>1.013e0</w:t>
      </w:r>
    </w:p>
    <w:p w:rsidR="007B6A46" w:rsidRDefault="007B6A46" w:rsidP="007B6A46">
      <w:r>
        <w:t>304.1680</w:t>
      </w:r>
      <w:r>
        <w:tab/>
        <w:t>5.063e0</w:t>
      </w:r>
    </w:p>
    <w:p w:rsidR="007B6A46" w:rsidRDefault="007B6A46" w:rsidP="007B6A46">
      <w:r>
        <w:t>304.1913</w:t>
      </w:r>
      <w:r>
        <w:tab/>
        <w:t>2.025e0</w:t>
      </w:r>
    </w:p>
    <w:p w:rsidR="007B6A46" w:rsidRDefault="007B6A46" w:rsidP="007B6A46">
      <w:r>
        <w:t>304.2042</w:t>
      </w:r>
      <w:r>
        <w:tab/>
        <w:t>1.013e0</w:t>
      </w:r>
    </w:p>
    <w:p w:rsidR="007B6A46" w:rsidRDefault="007B6A46" w:rsidP="007B6A46">
      <w:r>
        <w:t>304.2129</w:t>
      </w:r>
      <w:r>
        <w:tab/>
        <w:t>1.013e0</w:t>
      </w:r>
    </w:p>
    <w:p w:rsidR="007B6A46" w:rsidRDefault="007B6A46" w:rsidP="007B6A46">
      <w:r>
        <w:t>304.2179</w:t>
      </w:r>
      <w:r>
        <w:tab/>
        <w:t>1.013e0</w:t>
      </w:r>
    </w:p>
    <w:p w:rsidR="007B6A46" w:rsidRDefault="007B6A46" w:rsidP="007B6A46">
      <w:r>
        <w:t>304.2321</w:t>
      </w:r>
      <w:r>
        <w:tab/>
        <w:t>2.025e0</w:t>
      </w:r>
    </w:p>
    <w:p w:rsidR="007B6A46" w:rsidRDefault="007B6A46" w:rsidP="007B6A46">
      <w:r>
        <w:t>304.2340</w:t>
      </w:r>
      <w:r>
        <w:tab/>
        <w:t>2.025e0</w:t>
      </w:r>
    </w:p>
    <w:p w:rsidR="007B6A46" w:rsidRDefault="007B6A46" w:rsidP="007B6A46">
      <w:r>
        <w:t>304.2401</w:t>
      </w:r>
      <w:r>
        <w:tab/>
        <w:t>1.013e0</w:t>
      </w:r>
    </w:p>
    <w:p w:rsidR="007B6A46" w:rsidRDefault="007B6A46" w:rsidP="007B6A46">
      <w:r>
        <w:t>304.2737</w:t>
      </w:r>
      <w:r>
        <w:tab/>
        <w:t>1.013e0</w:t>
      </w:r>
    </w:p>
    <w:p w:rsidR="007B6A46" w:rsidRDefault="007B6A46" w:rsidP="007B6A46">
      <w:r>
        <w:t>304.2899</w:t>
      </w:r>
      <w:r>
        <w:tab/>
        <w:t>2.025e0</w:t>
      </w:r>
    </w:p>
    <w:p w:rsidR="007B6A46" w:rsidRDefault="007B6A46" w:rsidP="007B6A46">
      <w:r>
        <w:t>304.2989</w:t>
      </w:r>
      <w:r>
        <w:tab/>
        <w:t>8.101e0</w:t>
      </w:r>
    </w:p>
    <w:p w:rsidR="007B6A46" w:rsidRDefault="007B6A46" w:rsidP="007B6A46">
      <w:r>
        <w:t>304.3035</w:t>
      </w:r>
      <w:r>
        <w:tab/>
        <w:t>7.089e0</w:t>
      </w:r>
    </w:p>
    <w:p w:rsidR="007B6A46" w:rsidRDefault="007B6A46" w:rsidP="007B6A46">
      <w:r>
        <w:t>304.3045</w:t>
      </w:r>
      <w:r>
        <w:tab/>
        <w:t>5.063e0</w:t>
      </w:r>
    </w:p>
    <w:p w:rsidR="007B6A46" w:rsidRDefault="007B6A46" w:rsidP="007B6A46">
      <w:r>
        <w:t>304.3157</w:t>
      </w:r>
      <w:r>
        <w:tab/>
        <w:t>6.076e0</w:t>
      </w:r>
    </w:p>
    <w:p w:rsidR="007B6A46" w:rsidRDefault="007B6A46" w:rsidP="007B6A46">
      <w:r>
        <w:t>304.3474</w:t>
      </w:r>
      <w:r>
        <w:tab/>
        <w:t>1.013e0</w:t>
      </w:r>
    </w:p>
    <w:p w:rsidR="007B6A46" w:rsidRDefault="007B6A46" w:rsidP="007B6A46">
      <w:r>
        <w:t>304.3894</w:t>
      </w:r>
      <w:r>
        <w:tab/>
        <w:t>1.013e0</w:t>
      </w:r>
    </w:p>
    <w:p w:rsidR="007B6A46" w:rsidRDefault="007B6A46" w:rsidP="007B6A46">
      <w:r>
        <w:t>304.4230</w:t>
      </w:r>
      <w:r>
        <w:tab/>
        <w:t>1.013e0</w:t>
      </w:r>
    </w:p>
    <w:p w:rsidR="007B6A46" w:rsidRDefault="007B6A46" w:rsidP="007B6A46">
      <w:r>
        <w:t>304.4271</w:t>
      </w:r>
      <w:r>
        <w:tab/>
        <w:t>1.013e0</w:t>
      </w:r>
    </w:p>
    <w:p w:rsidR="007B6A46" w:rsidRDefault="007B6A46" w:rsidP="007B6A46">
      <w:r>
        <w:lastRenderedPageBreak/>
        <w:t>304.4352</w:t>
      </w:r>
      <w:r>
        <w:tab/>
        <w:t>1.013e0</w:t>
      </w:r>
    </w:p>
    <w:p w:rsidR="007B6A46" w:rsidRDefault="007B6A46" w:rsidP="007B6A46">
      <w:r>
        <w:t>304.4396</w:t>
      </w:r>
      <w:r>
        <w:tab/>
        <w:t>1.013e0</w:t>
      </w:r>
    </w:p>
    <w:p w:rsidR="007B6A46" w:rsidRDefault="007B6A46" w:rsidP="007B6A46">
      <w:r>
        <w:t>304.4672</w:t>
      </w:r>
      <w:r>
        <w:tab/>
        <w:t>2.025e0</w:t>
      </w:r>
    </w:p>
    <w:p w:rsidR="007B6A46" w:rsidRDefault="007B6A46" w:rsidP="007B6A46">
      <w:r>
        <w:t>304.4955</w:t>
      </w:r>
      <w:r>
        <w:tab/>
        <w:t>1.013e0</w:t>
      </w:r>
    </w:p>
    <w:p w:rsidR="007B6A46" w:rsidRDefault="007B6A46" w:rsidP="007B6A46">
      <w:r>
        <w:t>304.5005</w:t>
      </w:r>
      <w:r>
        <w:tab/>
        <w:t>1.013e0</w:t>
      </w:r>
    </w:p>
    <w:p w:rsidR="007B6A46" w:rsidRDefault="007B6A46" w:rsidP="007B6A46">
      <w:r>
        <w:t>304.5190</w:t>
      </w:r>
      <w:r>
        <w:tab/>
        <w:t>1.013e0</w:t>
      </w:r>
    </w:p>
    <w:p w:rsidR="007B6A46" w:rsidRDefault="007B6A46" w:rsidP="007B6A46">
      <w:r>
        <w:t>304.6218</w:t>
      </w:r>
      <w:r>
        <w:tab/>
        <w:t>1.013e0</w:t>
      </w:r>
    </w:p>
    <w:p w:rsidR="007B6A46" w:rsidRDefault="007B6A46" w:rsidP="007B6A46">
      <w:r>
        <w:t>304.6272</w:t>
      </w:r>
      <w:r>
        <w:tab/>
        <w:t>1.013e0</w:t>
      </w:r>
    </w:p>
    <w:p w:rsidR="007B6A46" w:rsidRDefault="007B6A46" w:rsidP="007B6A46">
      <w:r>
        <w:t>304.6391</w:t>
      </w:r>
      <w:r>
        <w:tab/>
        <w:t>1.013e0</w:t>
      </w:r>
    </w:p>
    <w:p w:rsidR="007B6A46" w:rsidRDefault="007B6A46" w:rsidP="007B6A46">
      <w:r>
        <w:t>304.6831</w:t>
      </w:r>
      <w:r>
        <w:tab/>
        <w:t>1.013e0</w:t>
      </w:r>
    </w:p>
    <w:p w:rsidR="007B6A46" w:rsidRDefault="007B6A46" w:rsidP="007B6A46">
      <w:r>
        <w:t>304.6868</w:t>
      </w:r>
      <w:r>
        <w:tab/>
        <w:t>2.025e0</w:t>
      </w:r>
    </w:p>
    <w:p w:rsidR="007B6A46" w:rsidRDefault="007B6A46" w:rsidP="007B6A46">
      <w:r>
        <w:t>304.7226</w:t>
      </w:r>
      <w:r>
        <w:tab/>
        <w:t>1.013e0</w:t>
      </w:r>
    </w:p>
    <w:p w:rsidR="007B6A46" w:rsidRDefault="007B6A46" w:rsidP="007B6A46">
      <w:r>
        <w:t>304.7659</w:t>
      </w:r>
      <w:r>
        <w:tab/>
        <w:t>2.025e0</w:t>
      </w:r>
    </w:p>
    <w:p w:rsidR="007B6A46" w:rsidRDefault="007B6A46" w:rsidP="007B6A46">
      <w:r>
        <w:t>304.7709</w:t>
      </w:r>
      <w:r>
        <w:tab/>
        <w:t>1.013e0</w:t>
      </w:r>
    </w:p>
    <w:p w:rsidR="007B6A46" w:rsidRDefault="007B6A46" w:rsidP="007B6A46">
      <w:r>
        <w:t>304.8216</w:t>
      </w:r>
      <w:r>
        <w:tab/>
        <w:t>1.013e0</w:t>
      </w:r>
    </w:p>
    <w:p w:rsidR="007B6A46" w:rsidRDefault="007B6A46" w:rsidP="007B6A46">
      <w:r>
        <w:t>304.8709</w:t>
      </w:r>
      <w:r>
        <w:tab/>
        <w:t>1.013e0</w:t>
      </w:r>
    </w:p>
    <w:p w:rsidR="007B6A46" w:rsidRDefault="007B6A46" w:rsidP="007B6A46">
      <w:r>
        <w:t>304.8998</w:t>
      </w:r>
      <w:r>
        <w:tab/>
        <w:t>2.025e0</w:t>
      </w:r>
    </w:p>
    <w:p w:rsidR="007B6A46" w:rsidRDefault="007B6A46" w:rsidP="007B6A46">
      <w:r>
        <w:t>304.9102</w:t>
      </w:r>
      <w:r>
        <w:tab/>
        <w:t>1.013e0</w:t>
      </w:r>
    </w:p>
    <w:p w:rsidR="007B6A46" w:rsidRDefault="007B6A46" w:rsidP="007B6A46">
      <w:r>
        <w:t>304.9146</w:t>
      </w:r>
      <w:r>
        <w:tab/>
        <w:t>1.013e0</w:t>
      </w:r>
    </w:p>
    <w:p w:rsidR="007B6A46" w:rsidRDefault="007B6A46" w:rsidP="007B6A46">
      <w:r>
        <w:lastRenderedPageBreak/>
        <w:t>304.9182</w:t>
      </w:r>
      <w:r>
        <w:tab/>
        <w:t>1.013e0</w:t>
      </w:r>
    </w:p>
    <w:p w:rsidR="007B6A46" w:rsidRDefault="007B6A46" w:rsidP="007B6A46">
      <w:r>
        <w:t>304.9379</w:t>
      </w:r>
      <w:r>
        <w:tab/>
        <w:t>1.013e0</w:t>
      </w:r>
    </w:p>
    <w:p w:rsidR="007B6A46" w:rsidRDefault="007B6A46" w:rsidP="007B6A46">
      <w:r>
        <w:t>305.0150</w:t>
      </w:r>
      <w:r>
        <w:tab/>
        <w:t>2.025e0</w:t>
      </w:r>
    </w:p>
    <w:p w:rsidR="007B6A46" w:rsidRDefault="007B6A46" w:rsidP="007B6A46">
      <w:r>
        <w:t>305.0210</w:t>
      </w:r>
      <w:r>
        <w:tab/>
        <w:t>2.025e0</w:t>
      </w:r>
    </w:p>
    <w:p w:rsidR="007B6A46" w:rsidRDefault="007B6A46" w:rsidP="007B6A46">
      <w:r>
        <w:t>305.0543</w:t>
      </w:r>
      <w:r>
        <w:tab/>
        <w:t>1.013e0</w:t>
      </w:r>
    </w:p>
    <w:p w:rsidR="007B6A46" w:rsidRDefault="007B6A46" w:rsidP="007B6A46">
      <w:r>
        <w:t>305.0635</w:t>
      </w:r>
      <w:r>
        <w:tab/>
        <w:t>3.038e0</w:t>
      </w:r>
    </w:p>
    <w:p w:rsidR="007B6A46" w:rsidRDefault="007B6A46" w:rsidP="007B6A46">
      <w:r>
        <w:t>305.0858</w:t>
      </w:r>
      <w:r>
        <w:tab/>
        <w:t>1.013e0</w:t>
      </w:r>
    </w:p>
    <w:p w:rsidR="007B6A46" w:rsidRDefault="007B6A46" w:rsidP="007B6A46">
      <w:r>
        <w:t>305.0986</w:t>
      </w:r>
      <w:r>
        <w:tab/>
        <w:t>1.013e0</w:t>
      </w:r>
    </w:p>
    <w:p w:rsidR="007B6A46" w:rsidRDefault="007B6A46" w:rsidP="007B6A46">
      <w:r>
        <w:t>305.1092</w:t>
      </w:r>
      <w:r>
        <w:tab/>
        <w:t>1.013e0</w:t>
      </w:r>
    </w:p>
    <w:p w:rsidR="007B6A46" w:rsidRDefault="007B6A46" w:rsidP="007B6A46">
      <w:r>
        <w:t>305.1508</w:t>
      </w:r>
      <w:r>
        <w:tab/>
        <w:t>4.051e0</w:t>
      </w:r>
    </w:p>
    <w:p w:rsidR="007B6A46" w:rsidRDefault="007B6A46" w:rsidP="007B6A46">
      <w:r>
        <w:t>305.1630</w:t>
      </w:r>
      <w:r>
        <w:tab/>
        <w:t>6.076e0</w:t>
      </w:r>
    </w:p>
    <w:p w:rsidR="007B6A46" w:rsidRDefault="007B6A46" w:rsidP="007B6A46">
      <w:r>
        <w:t>305.1650</w:t>
      </w:r>
      <w:r>
        <w:tab/>
        <w:t>2.623e0</w:t>
      </w:r>
    </w:p>
    <w:p w:rsidR="007B6A46" w:rsidRDefault="007B6A46" w:rsidP="007B6A46">
      <w:r>
        <w:t>305.1727</w:t>
      </w:r>
      <w:r>
        <w:tab/>
        <w:t>4.051e0</w:t>
      </w:r>
    </w:p>
    <w:p w:rsidR="007B6A46" w:rsidRDefault="007B6A46" w:rsidP="007B6A46">
      <w:r>
        <w:t>305.1825</w:t>
      </w:r>
      <w:r>
        <w:tab/>
        <w:t>3.038e0</w:t>
      </w:r>
    </w:p>
    <w:p w:rsidR="007B6A46" w:rsidRDefault="007B6A46" w:rsidP="007B6A46">
      <w:r>
        <w:t>305.1969</w:t>
      </w:r>
      <w:r>
        <w:tab/>
        <w:t>2.025e0</w:t>
      </w:r>
    </w:p>
    <w:p w:rsidR="007B6A46" w:rsidRDefault="007B6A46" w:rsidP="007B6A46">
      <w:r>
        <w:t>305.2136</w:t>
      </w:r>
      <w:r>
        <w:tab/>
        <w:t>3.038e0</w:t>
      </w:r>
    </w:p>
    <w:p w:rsidR="007B6A46" w:rsidRDefault="007B6A46" w:rsidP="007B6A46">
      <w:r>
        <w:t>305.2305</w:t>
      </w:r>
      <w:r>
        <w:tab/>
        <w:t>3.038e0</w:t>
      </w:r>
    </w:p>
    <w:p w:rsidR="007B6A46" w:rsidRDefault="007B6A46" w:rsidP="007B6A46">
      <w:r>
        <w:t>305.2422</w:t>
      </w:r>
      <w:r>
        <w:tab/>
        <w:t>1.013e0</w:t>
      </w:r>
    </w:p>
    <w:p w:rsidR="007B6A46" w:rsidRDefault="007B6A46" w:rsidP="007B6A46">
      <w:r>
        <w:t>305.2438</w:t>
      </w:r>
      <w:r>
        <w:tab/>
        <w:t>2.025e0</w:t>
      </w:r>
    </w:p>
    <w:p w:rsidR="007B6A46" w:rsidRDefault="007B6A46" w:rsidP="007B6A46">
      <w:r>
        <w:lastRenderedPageBreak/>
        <w:t>305.2896</w:t>
      </w:r>
      <w:r>
        <w:tab/>
        <w:t>1.013e0</w:t>
      </w:r>
    </w:p>
    <w:p w:rsidR="007B6A46" w:rsidRDefault="007B6A46" w:rsidP="007B6A46">
      <w:r>
        <w:t>305.2982</w:t>
      </w:r>
      <w:r>
        <w:tab/>
        <w:t>1.013e0</w:t>
      </w:r>
    </w:p>
    <w:p w:rsidR="007B6A46" w:rsidRDefault="007B6A46" w:rsidP="007B6A46">
      <w:r>
        <w:t>305.3037</w:t>
      </w:r>
      <w:r>
        <w:tab/>
        <w:t>1.013e0</w:t>
      </w:r>
    </w:p>
    <w:p w:rsidR="007B6A46" w:rsidRDefault="007B6A46" w:rsidP="007B6A46">
      <w:r>
        <w:t>305.3140</w:t>
      </w:r>
      <w:r>
        <w:tab/>
        <w:t>1.013e0</w:t>
      </w:r>
    </w:p>
    <w:p w:rsidR="007B6A46" w:rsidRDefault="007B6A46" w:rsidP="007B6A46">
      <w:r>
        <w:t>305.3238</w:t>
      </w:r>
      <w:r>
        <w:tab/>
        <w:t>2.025e0</w:t>
      </w:r>
    </w:p>
    <w:p w:rsidR="007B6A46" w:rsidRDefault="007B6A46" w:rsidP="007B6A46">
      <w:r>
        <w:t>305.3537</w:t>
      </w:r>
      <w:r>
        <w:tab/>
        <w:t>3.038e0</w:t>
      </w:r>
    </w:p>
    <w:p w:rsidR="007B6A46" w:rsidRDefault="007B6A46" w:rsidP="007B6A46">
      <w:r>
        <w:t>305.4197</w:t>
      </w:r>
      <w:r>
        <w:tab/>
        <w:t>1.013e0</w:t>
      </w:r>
    </w:p>
    <w:p w:rsidR="007B6A46" w:rsidRDefault="007B6A46" w:rsidP="007B6A46">
      <w:r>
        <w:t>305.4258</w:t>
      </w:r>
      <w:r>
        <w:tab/>
        <w:t>1.013e0</w:t>
      </w:r>
    </w:p>
    <w:p w:rsidR="007B6A46" w:rsidRDefault="007B6A46" w:rsidP="007B6A46">
      <w:r>
        <w:t>305.4757</w:t>
      </w:r>
      <w:r>
        <w:tab/>
        <w:t>1.013e0</w:t>
      </w:r>
    </w:p>
    <w:p w:rsidR="007B6A46" w:rsidRDefault="007B6A46" w:rsidP="007B6A46">
      <w:r>
        <w:t>305.4893</w:t>
      </w:r>
      <w:r>
        <w:tab/>
        <w:t>1.013e0</w:t>
      </w:r>
    </w:p>
    <w:p w:rsidR="007B6A46" w:rsidRDefault="007B6A46" w:rsidP="007B6A46">
      <w:r>
        <w:t>305.5085</w:t>
      </w:r>
      <w:r>
        <w:tab/>
        <w:t>1.013e0</w:t>
      </w:r>
    </w:p>
    <w:p w:rsidR="007B6A46" w:rsidRDefault="007B6A46" w:rsidP="007B6A46">
      <w:r>
        <w:t>305.5256</w:t>
      </w:r>
      <w:r>
        <w:tab/>
        <w:t>1.013e0</w:t>
      </w:r>
    </w:p>
    <w:p w:rsidR="007B6A46" w:rsidRDefault="007B6A46" w:rsidP="007B6A46">
      <w:r>
        <w:t>305.5493</w:t>
      </w:r>
      <w:r>
        <w:tab/>
        <w:t>1.013e0</w:t>
      </w:r>
    </w:p>
    <w:p w:rsidR="007B6A46" w:rsidRDefault="007B6A46" w:rsidP="007B6A46">
      <w:r>
        <w:t>305.6200</w:t>
      </w:r>
      <w:r>
        <w:tab/>
        <w:t>1.013e0</w:t>
      </w:r>
    </w:p>
    <w:p w:rsidR="007B6A46" w:rsidRDefault="007B6A46" w:rsidP="007B6A46">
      <w:r>
        <w:t>305.6371</w:t>
      </w:r>
      <w:r>
        <w:tab/>
        <w:t>1.013e0</w:t>
      </w:r>
    </w:p>
    <w:p w:rsidR="007B6A46" w:rsidRDefault="007B6A46" w:rsidP="007B6A46">
      <w:r>
        <w:t>305.6656</w:t>
      </w:r>
      <w:r>
        <w:tab/>
        <w:t>1.013e0</w:t>
      </w:r>
    </w:p>
    <w:p w:rsidR="007B6A46" w:rsidRDefault="007B6A46" w:rsidP="007B6A46">
      <w:r>
        <w:t>305.6855</w:t>
      </w:r>
      <w:r>
        <w:tab/>
        <w:t>1.013e0</w:t>
      </w:r>
    </w:p>
    <w:p w:rsidR="007B6A46" w:rsidRDefault="007B6A46" w:rsidP="007B6A46">
      <w:r>
        <w:t>305.7083</w:t>
      </w:r>
      <w:r>
        <w:tab/>
        <w:t>1.013e0</w:t>
      </w:r>
    </w:p>
    <w:p w:rsidR="007B6A46" w:rsidRDefault="007B6A46" w:rsidP="007B6A46">
      <w:r>
        <w:t>305.7306</w:t>
      </w:r>
      <w:r>
        <w:tab/>
        <w:t>1.013e0</w:t>
      </w:r>
    </w:p>
    <w:p w:rsidR="007B6A46" w:rsidRDefault="007B6A46" w:rsidP="007B6A46">
      <w:r>
        <w:lastRenderedPageBreak/>
        <w:t>305.7775</w:t>
      </w:r>
      <w:r>
        <w:tab/>
        <w:t>1.013e0</w:t>
      </w:r>
    </w:p>
    <w:p w:rsidR="007B6A46" w:rsidRDefault="007B6A46" w:rsidP="007B6A46">
      <w:r>
        <w:t>305.8094</w:t>
      </w:r>
      <w:r>
        <w:tab/>
        <w:t>1.013e0</w:t>
      </w:r>
    </w:p>
    <w:p w:rsidR="007B6A46" w:rsidRDefault="007B6A46" w:rsidP="007B6A46">
      <w:r>
        <w:t>305.8810</w:t>
      </w:r>
      <w:r>
        <w:tab/>
        <w:t>1.013e0</w:t>
      </w:r>
    </w:p>
    <w:p w:rsidR="007B6A46" w:rsidRDefault="007B6A46" w:rsidP="007B6A46">
      <w:r>
        <w:t>305.9727</w:t>
      </w:r>
      <w:r>
        <w:tab/>
        <w:t>1.013e0</w:t>
      </w:r>
    </w:p>
    <w:p w:rsidR="007B6A46" w:rsidRDefault="007B6A46" w:rsidP="007B6A46">
      <w:r>
        <w:t>305.9767</w:t>
      </w:r>
      <w:r>
        <w:tab/>
        <w:t>2.025e0</w:t>
      </w:r>
    </w:p>
    <w:p w:rsidR="007B6A46" w:rsidRDefault="007B6A46" w:rsidP="007B6A46">
      <w:r>
        <w:t>305.9978</w:t>
      </w:r>
      <w:r>
        <w:tab/>
        <w:t>2.025e0</w:t>
      </w:r>
    </w:p>
    <w:p w:rsidR="007B6A46" w:rsidRDefault="007B6A46" w:rsidP="007B6A46">
      <w:r>
        <w:t>306.0143</w:t>
      </w:r>
      <w:r>
        <w:tab/>
        <w:t>1.013e0</w:t>
      </w:r>
    </w:p>
    <w:p w:rsidR="007B6A46" w:rsidRDefault="007B6A46" w:rsidP="007B6A46">
      <w:r>
        <w:t>306.0253</w:t>
      </w:r>
      <w:r>
        <w:tab/>
        <w:t>1.013e0</w:t>
      </w:r>
    </w:p>
    <w:p w:rsidR="007B6A46" w:rsidRDefault="007B6A46" w:rsidP="007B6A46">
      <w:r>
        <w:t>306.0367</w:t>
      </w:r>
      <w:r>
        <w:tab/>
        <w:t>1.013e0</w:t>
      </w:r>
    </w:p>
    <w:p w:rsidR="007B6A46" w:rsidRDefault="007B6A46" w:rsidP="007B6A46">
      <w:r>
        <w:t>306.0652</w:t>
      </w:r>
      <w:r>
        <w:tab/>
        <w:t>1.013e0</w:t>
      </w:r>
    </w:p>
    <w:p w:rsidR="007B6A46" w:rsidRDefault="007B6A46" w:rsidP="007B6A46">
      <w:r>
        <w:t>306.1491</w:t>
      </w:r>
      <w:r>
        <w:tab/>
        <w:t>1.013e0</w:t>
      </w:r>
    </w:p>
    <w:p w:rsidR="007B6A46" w:rsidRDefault="007B6A46" w:rsidP="007B6A46">
      <w:r>
        <w:t>306.1528</w:t>
      </w:r>
      <w:r>
        <w:tab/>
        <w:t>1.013e0</w:t>
      </w:r>
    </w:p>
    <w:p w:rsidR="007B6A46" w:rsidRDefault="007B6A46" w:rsidP="007B6A46">
      <w:r>
        <w:t>306.1555</w:t>
      </w:r>
      <w:r>
        <w:tab/>
        <w:t>2.025e0</w:t>
      </w:r>
    </w:p>
    <w:p w:rsidR="007B6A46" w:rsidRDefault="007B6A46" w:rsidP="007B6A46">
      <w:r>
        <w:t>306.1866</w:t>
      </w:r>
      <w:r>
        <w:tab/>
        <w:t>2.025e0</w:t>
      </w:r>
    </w:p>
    <w:p w:rsidR="007B6A46" w:rsidRDefault="007B6A46" w:rsidP="007B6A46">
      <w:r>
        <w:t>306.1902</w:t>
      </w:r>
      <w:r>
        <w:tab/>
        <w:t>4.051e0</w:t>
      </w:r>
    </w:p>
    <w:p w:rsidR="007B6A46" w:rsidRDefault="007B6A46" w:rsidP="007B6A46">
      <w:r>
        <w:t>306.2051</w:t>
      </w:r>
      <w:r>
        <w:tab/>
        <w:t>1.013e0</w:t>
      </w:r>
    </w:p>
    <w:p w:rsidR="007B6A46" w:rsidRDefault="007B6A46" w:rsidP="007B6A46">
      <w:r>
        <w:t>306.2145</w:t>
      </w:r>
      <w:r>
        <w:tab/>
        <w:t>1.013e0</w:t>
      </w:r>
    </w:p>
    <w:p w:rsidR="007B6A46" w:rsidRDefault="007B6A46" w:rsidP="007B6A46">
      <w:r>
        <w:t>306.2285</w:t>
      </w:r>
      <w:r>
        <w:tab/>
        <w:t>1.013e0</w:t>
      </w:r>
    </w:p>
    <w:p w:rsidR="007B6A46" w:rsidRDefault="007B6A46" w:rsidP="007B6A46">
      <w:r>
        <w:t>306.2564</w:t>
      </w:r>
      <w:r>
        <w:tab/>
        <w:t>2.025e0</w:t>
      </w:r>
    </w:p>
    <w:p w:rsidR="007B6A46" w:rsidRDefault="007B6A46" w:rsidP="007B6A46">
      <w:r>
        <w:lastRenderedPageBreak/>
        <w:t>306.2757</w:t>
      </w:r>
      <w:r>
        <w:tab/>
        <w:t>1.013e0</w:t>
      </w:r>
    </w:p>
    <w:p w:rsidR="007B6A46" w:rsidRDefault="007B6A46" w:rsidP="007B6A46">
      <w:r>
        <w:t>306.2890</w:t>
      </w:r>
      <w:r>
        <w:tab/>
        <w:t>1.013e0</w:t>
      </w:r>
    </w:p>
    <w:p w:rsidR="007B6A46" w:rsidRDefault="007B6A46" w:rsidP="007B6A46">
      <w:r>
        <w:t>306.3447</w:t>
      </w:r>
      <w:r>
        <w:tab/>
        <w:t>2.025e0</w:t>
      </w:r>
    </w:p>
    <w:p w:rsidR="007B6A46" w:rsidRDefault="007B6A46" w:rsidP="007B6A46">
      <w:r>
        <w:t>306.4283</w:t>
      </w:r>
      <w:r>
        <w:tab/>
        <w:t>1.013e0</w:t>
      </w:r>
    </w:p>
    <w:p w:rsidR="007B6A46" w:rsidRDefault="007B6A46" w:rsidP="007B6A46">
      <w:r>
        <w:t>306.4563</w:t>
      </w:r>
      <w:r>
        <w:tab/>
        <w:t>1.013e0</w:t>
      </w:r>
    </w:p>
    <w:p w:rsidR="007B6A46" w:rsidRDefault="007B6A46" w:rsidP="007B6A46">
      <w:r>
        <w:t>306.5033</w:t>
      </w:r>
      <w:r>
        <w:tab/>
        <w:t>1.013e0</w:t>
      </w:r>
    </w:p>
    <w:p w:rsidR="007B6A46" w:rsidRDefault="007B6A46" w:rsidP="007B6A46">
      <w:r>
        <w:t>306.5084</w:t>
      </w:r>
      <w:r>
        <w:tab/>
        <w:t>1.013e0</w:t>
      </w:r>
    </w:p>
    <w:p w:rsidR="007B6A46" w:rsidRDefault="007B6A46" w:rsidP="007B6A46">
      <w:r>
        <w:t>306.5207</w:t>
      </w:r>
      <w:r>
        <w:tab/>
        <w:t>1.013e0</w:t>
      </w:r>
    </w:p>
    <w:p w:rsidR="007B6A46" w:rsidRDefault="007B6A46" w:rsidP="007B6A46">
      <w:r>
        <w:t>306.6424</w:t>
      </w:r>
      <w:r>
        <w:tab/>
        <w:t>1.013e0</w:t>
      </w:r>
    </w:p>
    <w:p w:rsidR="007B6A46" w:rsidRDefault="007B6A46" w:rsidP="007B6A46">
      <w:r>
        <w:t>306.6522</w:t>
      </w:r>
      <w:r>
        <w:tab/>
        <w:t>1.013e0</w:t>
      </w:r>
    </w:p>
    <w:p w:rsidR="007B6A46" w:rsidRDefault="007B6A46" w:rsidP="007B6A46">
      <w:r>
        <w:t>306.6608</w:t>
      </w:r>
      <w:r>
        <w:tab/>
        <w:t>1.013e0</w:t>
      </w:r>
    </w:p>
    <w:p w:rsidR="007B6A46" w:rsidRDefault="007B6A46" w:rsidP="007B6A46">
      <w:r>
        <w:t>306.6883</w:t>
      </w:r>
      <w:r>
        <w:tab/>
        <w:t>1.013e0</w:t>
      </w:r>
    </w:p>
    <w:p w:rsidR="007B6A46" w:rsidRDefault="007B6A46" w:rsidP="007B6A46">
      <w:r>
        <w:t>306.7264</w:t>
      </w:r>
      <w:r>
        <w:tab/>
        <w:t>1.013e0</w:t>
      </w:r>
    </w:p>
    <w:p w:rsidR="007B6A46" w:rsidRDefault="007B6A46" w:rsidP="007B6A46">
      <w:r>
        <w:t>306.7961</w:t>
      </w:r>
      <w:r>
        <w:tab/>
        <w:t>1.013e0</w:t>
      </w:r>
    </w:p>
    <w:p w:rsidR="007B6A46" w:rsidRDefault="007B6A46" w:rsidP="007B6A46">
      <w:r>
        <w:t>306.8713</w:t>
      </w:r>
      <w:r>
        <w:tab/>
        <w:t>1.013e0</w:t>
      </w:r>
    </w:p>
    <w:p w:rsidR="007B6A46" w:rsidRDefault="007B6A46" w:rsidP="007B6A46">
      <w:r>
        <w:t>306.8765</w:t>
      </w:r>
      <w:r>
        <w:tab/>
        <w:t>2.025e0</w:t>
      </w:r>
    </w:p>
    <w:p w:rsidR="007B6A46" w:rsidRDefault="007B6A46" w:rsidP="007B6A46">
      <w:r>
        <w:t>306.9446</w:t>
      </w:r>
      <w:r>
        <w:tab/>
        <w:t>1.013e0</w:t>
      </w:r>
    </w:p>
    <w:p w:rsidR="007B6A46" w:rsidRDefault="007B6A46" w:rsidP="007B6A46">
      <w:r>
        <w:t>306.9641</w:t>
      </w:r>
      <w:r>
        <w:tab/>
        <w:t>1.013e0</w:t>
      </w:r>
    </w:p>
    <w:p w:rsidR="007B6A46" w:rsidRDefault="007B6A46" w:rsidP="007B6A46">
      <w:r>
        <w:t>306.9803</w:t>
      </w:r>
      <w:r>
        <w:tab/>
        <w:t>3.038e0</w:t>
      </w:r>
    </w:p>
    <w:p w:rsidR="007B6A46" w:rsidRDefault="007B6A46" w:rsidP="007B6A46">
      <w:r>
        <w:lastRenderedPageBreak/>
        <w:t>306.9887</w:t>
      </w:r>
      <w:r>
        <w:tab/>
        <w:t>2.025e0</w:t>
      </w:r>
    </w:p>
    <w:p w:rsidR="007B6A46" w:rsidRDefault="007B6A46" w:rsidP="007B6A46">
      <w:r>
        <w:t>307.0002</w:t>
      </w:r>
      <w:r>
        <w:tab/>
        <w:t>1.013e0</w:t>
      </w:r>
    </w:p>
    <w:p w:rsidR="007B6A46" w:rsidRDefault="007B6A46" w:rsidP="007B6A46">
      <w:r>
        <w:t>307.0125</w:t>
      </w:r>
      <w:r>
        <w:tab/>
        <w:t>2.025e0</w:t>
      </w:r>
    </w:p>
    <w:p w:rsidR="007B6A46" w:rsidRDefault="007B6A46" w:rsidP="007B6A46">
      <w:r>
        <w:t>307.0486</w:t>
      </w:r>
      <w:r>
        <w:tab/>
        <w:t>1.013e0</w:t>
      </w:r>
    </w:p>
    <w:p w:rsidR="007B6A46" w:rsidRDefault="007B6A46" w:rsidP="007B6A46">
      <w:r>
        <w:t>307.0800</w:t>
      </w:r>
      <w:r>
        <w:tab/>
        <w:t>1.013e0</w:t>
      </w:r>
    </w:p>
    <w:p w:rsidR="007B6A46" w:rsidRDefault="007B6A46" w:rsidP="007B6A46">
      <w:r>
        <w:t>307.1179</w:t>
      </w:r>
      <w:r>
        <w:tab/>
        <w:t>2.025e0</w:t>
      </w:r>
    </w:p>
    <w:p w:rsidR="007B6A46" w:rsidRDefault="007B6A46" w:rsidP="007B6A46">
      <w:r>
        <w:t>307.1686</w:t>
      </w:r>
      <w:r>
        <w:tab/>
        <w:t>1.013e0</w:t>
      </w:r>
    </w:p>
    <w:p w:rsidR="007B6A46" w:rsidRDefault="007B6A46" w:rsidP="007B6A46">
      <w:r>
        <w:t>307.1920</w:t>
      </w:r>
      <w:r>
        <w:tab/>
        <w:t>1.013e0</w:t>
      </w:r>
    </w:p>
    <w:p w:rsidR="007B6A46" w:rsidRDefault="007B6A46" w:rsidP="007B6A46">
      <w:r>
        <w:t>307.1955</w:t>
      </w:r>
      <w:r>
        <w:tab/>
        <w:t>4.243e0</w:t>
      </w:r>
    </w:p>
    <w:p w:rsidR="007B6A46" w:rsidRDefault="007B6A46" w:rsidP="007B6A46">
      <w:r>
        <w:t>307.2259</w:t>
      </w:r>
      <w:r>
        <w:tab/>
        <w:t>4.058e0</w:t>
      </w:r>
    </w:p>
    <w:p w:rsidR="007B6A46" w:rsidRDefault="007B6A46" w:rsidP="007B6A46">
      <w:r>
        <w:t>307.3005</w:t>
      </w:r>
      <w:r>
        <w:tab/>
        <w:t>1.013e0</w:t>
      </w:r>
    </w:p>
    <w:p w:rsidR="007B6A46" w:rsidRDefault="007B6A46" w:rsidP="007B6A46">
      <w:r>
        <w:t>307.3361</w:t>
      </w:r>
      <w:r>
        <w:tab/>
        <w:t>1.013e0</w:t>
      </w:r>
    </w:p>
    <w:p w:rsidR="007B6A46" w:rsidRDefault="007B6A46" w:rsidP="007B6A46">
      <w:r>
        <w:t>307.3452</w:t>
      </w:r>
      <w:r>
        <w:tab/>
        <w:t>1.013e0</w:t>
      </w:r>
    </w:p>
    <w:p w:rsidR="007B6A46" w:rsidRDefault="007B6A46" w:rsidP="007B6A46">
      <w:r>
        <w:t>307.3921</w:t>
      </w:r>
      <w:r>
        <w:tab/>
        <w:t>1.013e0</w:t>
      </w:r>
    </w:p>
    <w:p w:rsidR="007B6A46" w:rsidRDefault="007B6A46" w:rsidP="007B6A46">
      <w:r>
        <w:t>307.4065</w:t>
      </w:r>
      <w:r>
        <w:tab/>
        <w:t>2.025e0</w:t>
      </w:r>
    </w:p>
    <w:p w:rsidR="007B6A46" w:rsidRDefault="007B6A46" w:rsidP="007B6A46">
      <w:r>
        <w:t>307.4284</w:t>
      </w:r>
      <w:r>
        <w:tab/>
        <w:t>1.013e0</w:t>
      </w:r>
    </w:p>
    <w:p w:rsidR="007B6A46" w:rsidRDefault="007B6A46" w:rsidP="007B6A46">
      <w:r>
        <w:t>307.4395</w:t>
      </w:r>
      <w:r>
        <w:tab/>
        <w:t>1.013e0</w:t>
      </w:r>
    </w:p>
    <w:p w:rsidR="007B6A46" w:rsidRDefault="007B6A46" w:rsidP="007B6A46">
      <w:r>
        <w:t>307.4568</w:t>
      </w:r>
      <w:r>
        <w:tab/>
        <w:t>1.013e0</w:t>
      </w:r>
    </w:p>
    <w:p w:rsidR="007B6A46" w:rsidRDefault="007B6A46" w:rsidP="007B6A46">
      <w:r>
        <w:t>307.4906</w:t>
      </w:r>
      <w:r>
        <w:tab/>
        <w:t>2.025e0</w:t>
      </w:r>
    </w:p>
    <w:p w:rsidR="007B6A46" w:rsidRDefault="007B6A46" w:rsidP="007B6A46">
      <w:r>
        <w:lastRenderedPageBreak/>
        <w:t>307.6407</w:t>
      </w:r>
      <w:r>
        <w:tab/>
        <w:t>1.013e0</w:t>
      </w:r>
    </w:p>
    <w:p w:rsidR="007B6A46" w:rsidRDefault="007B6A46" w:rsidP="007B6A46">
      <w:r>
        <w:t>307.6445</w:t>
      </w:r>
      <w:r>
        <w:tab/>
        <w:t>1.013e0</w:t>
      </w:r>
    </w:p>
    <w:p w:rsidR="007B6A46" w:rsidRDefault="007B6A46" w:rsidP="007B6A46">
      <w:r>
        <w:t>307.6487</w:t>
      </w:r>
      <w:r>
        <w:tab/>
        <w:t>1.013e0</w:t>
      </w:r>
    </w:p>
    <w:p w:rsidR="007B6A46" w:rsidRDefault="007B6A46" w:rsidP="007B6A46">
      <w:r>
        <w:t>307.6967</w:t>
      </w:r>
      <w:r>
        <w:tab/>
        <w:t>1.013e0</w:t>
      </w:r>
    </w:p>
    <w:p w:rsidR="007B6A46" w:rsidRDefault="007B6A46" w:rsidP="007B6A46">
      <w:r>
        <w:t>307.7327</w:t>
      </w:r>
      <w:r>
        <w:tab/>
        <w:t>1.013e0</w:t>
      </w:r>
    </w:p>
    <w:p w:rsidR="007B6A46" w:rsidRDefault="007B6A46" w:rsidP="007B6A46">
      <w:r>
        <w:t>307.7806</w:t>
      </w:r>
      <w:r>
        <w:tab/>
        <w:t>1.013e0</w:t>
      </w:r>
    </w:p>
    <w:p w:rsidR="007B6A46" w:rsidRDefault="007B6A46" w:rsidP="007B6A46">
      <w:r>
        <w:t>307.7984</w:t>
      </w:r>
      <w:r>
        <w:tab/>
        <w:t>2.025e0</w:t>
      </w:r>
    </w:p>
    <w:p w:rsidR="007B6A46" w:rsidRDefault="007B6A46" w:rsidP="007B6A46">
      <w:r>
        <w:t>307.8283</w:t>
      </w:r>
      <w:r>
        <w:tab/>
        <w:t>2.025e0</w:t>
      </w:r>
    </w:p>
    <w:p w:rsidR="007B6A46" w:rsidRDefault="007B6A46" w:rsidP="007B6A46">
      <w:r>
        <w:t>307.8401</w:t>
      </w:r>
      <w:r>
        <w:tab/>
        <w:t>1.013e0</w:t>
      </w:r>
    </w:p>
    <w:p w:rsidR="007B6A46" w:rsidRDefault="007B6A46" w:rsidP="007B6A46">
      <w:r>
        <w:t>307.8644</w:t>
      </w:r>
      <w:r>
        <w:tab/>
        <w:t>1.013e0</w:t>
      </w:r>
    </w:p>
    <w:p w:rsidR="007B6A46" w:rsidRDefault="007B6A46" w:rsidP="007B6A46">
      <w:r>
        <w:t>307.8686</w:t>
      </w:r>
      <w:r>
        <w:tab/>
        <w:t>1.013e0</w:t>
      </w:r>
    </w:p>
    <w:p w:rsidR="007B6A46" w:rsidRDefault="007B6A46" w:rsidP="007B6A46">
      <w:r>
        <w:t>307.8749</w:t>
      </w:r>
      <w:r>
        <w:tab/>
        <w:t>2.025e0</w:t>
      </w:r>
    </w:p>
    <w:p w:rsidR="007B6A46" w:rsidRDefault="007B6A46" w:rsidP="007B6A46">
      <w:r>
        <w:t>307.8767</w:t>
      </w:r>
      <w:r>
        <w:tab/>
        <w:t>1.013e0</w:t>
      </w:r>
    </w:p>
    <w:p w:rsidR="007B6A46" w:rsidRDefault="007B6A46" w:rsidP="007B6A46">
      <w:r>
        <w:t>307.9757</w:t>
      </w:r>
      <w:r>
        <w:tab/>
        <w:t>1.013e0</w:t>
      </w:r>
    </w:p>
    <w:p w:rsidR="007B6A46" w:rsidRDefault="007B6A46" w:rsidP="007B6A46">
      <w:r>
        <w:t>307.9929</w:t>
      </w:r>
      <w:r>
        <w:tab/>
        <w:t>1.013e0</w:t>
      </w:r>
    </w:p>
    <w:p w:rsidR="007B6A46" w:rsidRDefault="007B6A46" w:rsidP="007B6A46">
      <w:r>
        <w:t>308.0036</w:t>
      </w:r>
      <w:r>
        <w:tab/>
        <w:t>1.013e0</w:t>
      </w:r>
    </w:p>
    <w:p w:rsidR="007B6A46" w:rsidRDefault="007B6A46" w:rsidP="007B6A46">
      <w:r>
        <w:t>308.0647</w:t>
      </w:r>
      <w:r>
        <w:tab/>
        <w:t>1.013e0</w:t>
      </w:r>
    </w:p>
    <w:p w:rsidR="007B6A46" w:rsidRDefault="007B6A46" w:rsidP="007B6A46">
      <w:r>
        <w:t>308.0687</w:t>
      </w:r>
      <w:r>
        <w:tab/>
        <w:t>1.013e0</w:t>
      </w:r>
    </w:p>
    <w:p w:rsidR="007B6A46" w:rsidRDefault="007B6A46" w:rsidP="007B6A46">
      <w:r>
        <w:t>308.1483</w:t>
      </w:r>
      <w:r>
        <w:tab/>
        <w:t>1.013e0</w:t>
      </w:r>
    </w:p>
    <w:p w:rsidR="007B6A46" w:rsidRDefault="007B6A46" w:rsidP="007B6A46">
      <w:r>
        <w:lastRenderedPageBreak/>
        <w:t>308.1527</w:t>
      </w:r>
      <w:r>
        <w:tab/>
        <w:t>2.025e0</w:t>
      </w:r>
    </w:p>
    <w:p w:rsidR="007B6A46" w:rsidRDefault="007B6A46" w:rsidP="007B6A46">
      <w:r>
        <w:t>308.1543</w:t>
      </w:r>
      <w:r>
        <w:tab/>
        <w:t>2.025e0</w:t>
      </w:r>
    </w:p>
    <w:p w:rsidR="007B6A46" w:rsidRDefault="007B6A46" w:rsidP="007B6A46">
      <w:r>
        <w:t>308.1569</w:t>
      </w:r>
      <w:r>
        <w:tab/>
        <w:t>1.013e0</w:t>
      </w:r>
    </w:p>
    <w:p w:rsidR="007B6A46" w:rsidRDefault="007B6A46" w:rsidP="007B6A46">
      <w:r>
        <w:t>308.2044</w:t>
      </w:r>
      <w:r>
        <w:tab/>
        <w:t>2.025e0</w:t>
      </w:r>
    </w:p>
    <w:p w:rsidR="007B6A46" w:rsidRDefault="007B6A46" w:rsidP="007B6A46">
      <w:r>
        <w:t>308.2269</w:t>
      </w:r>
      <w:r>
        <w:tab/>
        <w:t>2.025e0</w:t>
      </w:r>
    </w:p>
    <w:p w:rsidR="007B6A46" w:rsidRDefault="007B6A46" w:rsidP="007B6A46">
      <w:r>
        <w:t>308.2443</w:t>
      </w:r>
      <w:r>
        <w:tab/>
        <w:t>1.013e0</w:t>
      </w:r>
    </w:p>
    <w:p w:rsidR="007B6A46" w:rsidRDefault="007B6A46" w:rsidP="007B6A46">
      <w:r>
        <w:t>308.2684</w:t>
      </w:r>
      <w:r>
        <w:tab/>
        <w:t>2.025e0</w:t>
      </w:r>
    </w:p>
    <w:p w:rsidR="007B6A46" w:rsidRDefault="007B6A46" w:rsidP="007B6A46">
      <w:r>
        <w:t>308.2837</w:t>
      </w:r>
      <w:r>
        <w:tab/>
        <w:t>1.013e0</w:t>
      </w:r>
    </w:p>
    <w:p w:rsidR="007B6A46" w:rsidRDefault="007B6A46" w:rsidP="007B6A46">
      <w:r>
        <w:t>308.3764</w:t>
      </w:r>
      <w:r>
        <w:tab/>
        <w:t>1.013e0</w:t>
      </w:r>
    </w:p>
    <w:p w:rsidR="007B6A46" w:rsidRDefault="007B6A46" w:rsidP="007B6A46">
      <w:r>
        <w:t>308.4289</w:t>
      </w:r>
      <w:r>
        <w:tab/>
        <w:t>2.025e0</w:t>
      </w:r>
    </w:p>
    <w:p w:rsidR="007B6A46" w:rsidRDefault="007B6A46" w:rsidP="007B6A46">
      <w:r>
        <w:t>308.4571</w:t>
      </w:r>
      <w:r>
        <w:tab/>
        <w:t>1.013e0</w:t>
      </w:r>
    </w:p>
    <w:p w:rsidR="007B6A46" w:rsidRDefault="007B6A46" w:rsidP="007B6A46">
      <w:r>
        <w:t>308.4685</w:t>
      </w:r>
      <w:r>
        <w:tab/>
        <w:t>1.013e0</w:t>
      </w:r>
    </w:p>
    <w:p w:rsidR="007B6A46" w:rsidRDefault="007B6A46" w:rsidP="007B6A46">
      <w:r>
        <w:t>308.4739</w:t>
      </w:r>
      <w:r>
        <w:tab/>
        <w:t>1.013e0</w:t>
      </w:r>
    </w:p>
    <w:p w:rsidR="007B6A46" w:rsidRDefault="007B6A46" w:rsidP="007B6A46">
      <w:r>
        <w:t>308.4931</w:t>
      </w:r>
      <w:r>
        <w:tab/>
        <w:t>1.013e0</w:t>
      </w:r>
    </w:p>
    <w:p w:rsidR="007B6A46" w:rsidRDefault="007B6A46" w:rsidP="007B6A46">
      <w:r>
        <w:t>308.5371</w:t>
      </w:r>
      <w:r>
        <w:tab/>
        <w:t>2.025e0</w:t>
      </w:r>
    </w:p>
    <w:p w:rsidR="007B6A46" w:rsidRDefault="007B6A46" w:rsidP="007B6A46">
      <w:r>
        <w:t>308.5910</w:t>
      </w:r>
      <w:r>
        <w:tab/>
        <w:t>1.013e0</w:t>
      </w:r>
    </w:p>
    <w:p w:rsidR="007B6A46" w:rsidRDefault="007B6A46" w:rsidP="007B6A46">
      <w:r>
        <w:t>308.6048</w:t>
      </w:r>
      <w:r>
        <w:tab/>
        <w:t>4.051e0</w:t>
      </w:r>
    </w:p>
    <w:p w:rsidR="007B6A46" w:rsidRDefault="007B6A46" w:rsidP="007B6A46">
      <w:r>
        <w:t>308.6811</w:t>
      </w:r>
      <w:r>
        <w:tab/>
        <w:t>1.013e0</w:t>
      </w:r>
    </w:p>
    <w:p w:rsidR="007B6A46" w:rsidRDefault="007B6A46" w:rsidP="007B6A46">
      <w:r>
        <w:t>308.7310</w:t>
      </w:r>
      <w:r>
        <w:tab/>
        <w:t>1.013e0</w:t>
      </w:r>
    </w:p>
    <w:p w:rsidR="007B6A46" w:rsidRDefault="007B6A46" w:rsidP="007B6A46">
      <w:r>
        <w:lastRenderedPageBreak/>
        <w:t>308.8294</w:t>
      </w:r>
      <w:r>
        <w:tab/>
        <w:t>1.013e0</w:t>
      </w:r>
    </w:p>
    <w:p w:rsidR="007B6A46" w:rsidRDefault="007B6A46" w:rsidP="007B6A46">
      <w:r>
        <w:t>308.8767</w:t>
      </w:r>
      <w:r>
        <w:tab/>
        <w:t>2.025e0</w:t>
      </w:r>
    </w:p>
    <w:p w:rsidR="007B6A46" w:rsidRDefault="007B6A46" w:rsidP="007B6A46">
      <w:r>
        <w:t>308.9374</w:t>
      </w:r>
      <w:r>
        <w:tab/>
        <w:t>1.013e0</w:t>
      </w:r>
    </w:p>
    <w:p w:rsidR="007B6A46" w:rsidRDefault="007B6A46" w:rsidP="007B6A46">
      <w:r>
        <w:t>308.9496</w:t>
      </w:r>
      <w:r>
        <w:tab/>
        <w:t>1.013e0</w:t>
      </w:r>
    </w:p>
    <w:p w:rsidR="007B6A46" w:rsidRDefault="007B6A46" w:rsidP="007B6A46">
      <w:r>
        <w:t>308.9536</w:t>
      </w:r>
      <w:r>
        <w:tab/>
        <w:t>2.025e0</w:t>
      </w:r>
    </w:p>
    <w:p w:rsidR="007B6A46" w:rsidRDefault="007B6A46" w:rsidP="007B6A46">
      <w:r>
        <w:t>308.9930</w:t>
      </w:r>
      <w:r>
        <w:tab/>
        <w:t>1.013e0</w:t>
      </w:r>
    </w:p>
    <w:p w:rsidR="007B6A46" w:rsidRDefault="007B6A46" w:rsidP="007B6A46">
      <w:r>
        <w:t>308.9976</w:t>
      </w:r>
      <w:r>
        <w:tab/>
        <w:t>1.013e0</w:t>
      </w:r>
    </w:p>
    <w:p w:rsidR="007B6A46" w:rsidRDefault="007B6A46" w:rsidP="007B6A46">
      <w:r>
        <w:t>309.0117</w:t>
      </w:r>
      <w:r>
        <w:tab/>
        <w:t>1.013e0</w:t>
      </w:r>
    </w:p>
    <w:p w:rsidR="007B6A46" w:rsidRDefault="007B6A46" w:rsidP="007B6A46">
      <w:r>
        <w:t>309.0812</w:t>
      </w:r>
      <w:r>
        <w:tab/>
        <w:t>1.013e0</w:t>
      </w:r>
    </w:p>
    <w:p w:rsidR="007B6A46" w:rsidRDefault="007B6A46" w:rsidP="007B6A46">
      <w:r>
        <w:t>309.1289</w:t>
      </w:r>
      <w:r>
        <w:tab/>
        <w:t>1.013e0</w:t>
      </w:r>
    </w:p>
    <w:p w:rsidR="007B6A46" w:rsidRDefault="007B6A46" w:rsidP="007B6A46">
      <w:r>
        <w:t>309.1463</w:t>
      </w:r>
      <w:r>
        <w:tab/>
        <w:t>1.013e0</w:t>
      </w:r>
    </w:p>
    <w:p w:rsidR="007B6A46" w:rsidRDefault="007B6A46" w:rsidP="007B6A46">
      <w:r>
        <w:t>309.1698</w:t>
      </w:r>
      <w:r>
        <w:tab/>
        <w:t>1.013e0</w:t>
      </w:r>
    </w:p>
    <w:p w:rsidR="007B6A46" w:rsidRDefault="007B6A46" w:rsidP="007B6A46">
      <w:r>
        <w:t>309.1738</w:t>
      </w:r>
      <w:r>
        <w:tab/>
        <w:t>1.013e0</w:t>
      </w:r>
    </w:p>
    <w:p w:rsidR="007B6A46" w:rsidRDefault="007B6A46" w:rsidP="007B6A46">
      <w:r>
        <w:t>309.1808</w:t>
      </w:r>
      <w:r>
        <w:tab/>
        <w:t>3.038e0</w:t>
      </w:r>
    </w:p>
    <w:p w:rsidR="007B6A46" w:rsidRDefault="007B6A46" w:rsidP="007B6A46">
      <w:r>
        <w:t>309.2091</w:t>
      </w:r>
      <w:r>
        <w:tab/>
        <w:t>2.025e0</w:t>
      </w:r>
    </w:p>
    <w:p w:rsidR="007B6A46" w:rsidRDefault="007B6A46" w:rsidP="007B6A46">
      <w:r>
        <w:t>309.2222</w:t>
      </w:r>
      <w:r>
        <w:tab/>
        <w:t>2.025e0</w:t>
      </w:r>
    </w:p>
    <w:p w:rsidR="007B6A46" w:rsidRDefault="007B6A46" w:rsidP="007B6A46">
      <w:r>
        <w:t>309.2238</w:t>
      </w:r>
      <w:r>
        <w:tab/>
        <w:t>2.025e0</w:t>
      </w:r>
    </w:p>
    <w:p w:rsidR="007B6A46" w:rsidRDefault="007B6A46" w:rsidP="007B6A46">
      <w:r>
        <w:t>309.2865</w:t>
      </w:r>
      <w:r>
        <w:tab/>
        <w:t>1.013e0</w:t>
      </w:r>
    </w:p>
    <w:p w:rsidR="007B6A46" w:rsidRDefault="007B6A46" w:rsidP="007B6A46">
      <w:r>
        <w:t>309.2972</w:t>
      </w:r>
      <w:r>
        <w:tab/>
        <w:t>1.013e0</w:t>
      </w:r>
    </w:p>
    <w:p w:rsidR="007B6A46" w:rsidRDefault="007B6A46" w:rsidP="007B6A46">
      <w:r>
        <w:lastRenderedPageBreak/>
        <w:t>309.3253</w:t>
      </w:r>
      <w:r>
        <w:tab/>
        <w:t>1.013e0</w:t>
      </w:r>
    </w:p>
    <w:p w:rsidR="007B6A46" w:rsidRDefault="007B6A46" w:rsidP="007B6A46">
      <w:r>
        <w:t>309.3380</w:t>
      </w:r>
      <w:r>
        <w:tab/>
        <w:t>1.013e0</w:t>
      </w:r>
    </w:p>
    <w:p w:rsidR="007B6A46" w:rsidRDefault="007B6A46" w:rsidP="007B6A46">
      <w:r>
        <w:t>309.3538</w:t>
      </w:r>
      <w:r>
        <w:tab/>
        <w:t>1.013e0</w:t>
      </w:r>
    </w:p>
    <w:p w:rsidR="007B6A46" w:rsidRDefault="007B6A46" w:rsidP="007B6A46">
      <w:r>
        <w:t>309.3819</w:t>
      </w:r>
      <w:r>
        <w:tab/>
        <w:t>1.013e0</w:t>
      </w:r>
    </w:p>
    <w:p w:rsidR="007B6A46" w:rsidRDefault="007B6A46" w:rsidP="007B6A46">
      <w:r>
        <w:t>309.4177</w:t>
      </w:r>
      <w:r>
        <w:tab/>
        <w:t>1.013e0</w:t>
      </w:r>
    </w:p>
    <w:p w:rsidR="007B6A46" w:rsidRDefault="007B6A46" w:rsidP="007B6A46">
      <w:r>
        <w:t>309.4462</w:t>
      </w:r>
      <w:r>
        <w:tab/>
        <w:t>1.013e0</w:t>
      </w:r>
    </w:p>
    <w:p w:rsidR="007B6A46" w:rsidRDefault="007B6A46" w:rsidP="007B6A46">
      <w:r>
        <w:t>309.4600</w:t>
      </w:r>
      <w:r>
        <w:tab/>
        <w:t>1.013e0</w:t>
      </w:r>
    </w:p>
    <w:p w:rsidR="007B6A46" w:rsidRDefault="007B6A46" w:rsidP="007B6A46">
      <w:r>
        <w:t>309.4982</w:t>
      </w:r>
      <w:r>
        <w:tab/>
        <w:t>1.013e0</w:t>
      </w:r>
    </w:p>
    <w:p w:rsidR="007B6A46" w:rsidRDefault="007B6A46" w:rsidP="007B6A46">
      <w:r>
        <w:t>309.5063</w:t>
      </w:r>
      <w:r>
        <w:tab/>
        <w:t>1.013e0</w:t>
      </w:r>
    </w:p>
    <w:p w:rsidR="007B6A46" w:rsidRDefault="007B6A46" w:rsidP="007B6A46">
      <w:r>
        <w:t>309.5623</w:t>
      </w:r>
      <w:r>
        <w:tab/>
        <w:t>1.013e0</w:t>
      </w:r>
    </w:p>
    <w:p w:rsidR="007B6A46" w:rsidRDefault="007B6A46" w:rsidP="007B6A46">
      <w:r>
        <w:t>309.7025</w:t>
      </w:r>
      <w:r>
        <w:tab/>
        <w:t>1.013e0</w:t>
      </w:r>
    </w:p>
    <w:p w:rsidR="007B6A46" w:rsidRDefault="007B6A46" w:rsidP="007B6A46">
      <w:r>
        <w:t>309.7693</w:t>
      </w:r>
      <w:r>
        <w:tab/>
        <w:t>1.013e0</w:t>
      </w:r>
    </w:p>
    <w:p w:rsidR="007B6A46" w:rsidRDefault="007B6A46" w:rsidP="007B6A46">
      <w:r>
        <w:t>309.7942</w:t>
      </w:r>
      <w:r>
        <w:tab/>
        <w:t>2.025e0</w:t>
      </w:r>
    </w:p>
    <w:p w:rsidR="007B6A46" w:rsidRDefault="007B6A46" w:rsidP="007B6A46">
      <w:r>
        <w:t>309.8026</w:t>
      </w:r>
      <w:r>
        <w:tab/>
        <w:t>2.025e0</w:t>
      </w:r>
    </w:p>
    <w:p w:rsidR="007B6A46" w:rsidRDefault="007B6A46" w:rsidP="007B6A46">
      <w:r>
        <w:t>309.8368</w:t>
      </w:r>
      <w:r>
        <w:tab/>
        <w:t>2.025e0</w:t>
      </w:r>
    </w:p>
    <w:p w:rsidR="007B6A46" w:rsidRDefault="007B6A46" w:rsidP="007B6A46">
      <w:r>
        <w:t>309.9320</w:t>
      </w:r>
      <w:r>
        <w:tab/>
        <w:t>2.025e0</w:t>
      </w:r>
    </w:p>
    <w:p w:rsidR="007B6A46" w:rsidRDefault="007B6A46" w:rsidP="007B6A46">
      <w:r>
        <w:t>309.9379</w:t>
      </w:r>
      <w:r>
        <w:tab/>
        <w:t>1.013e0</w:t>
      </w:r>
    </w:p>
    <w:p w:rsidR="007B6A46" w:rsidRDefault="007B6A46" w:rsidP="007B6A46">
      <w:r>
        <w:t>309.9706</w:t>
      </w:r>
      <w:r>
        <w:tab/>
        <w:t>1.013e0</w:t>
      </w:r>
    </w:p>
    <w:p w:rsidR="007B6A46" w:rsidRDefault="007B6A46" w:rsidP="007B6A46">
      <w:r>
        <w:t>309.9825</w:t>
      </w:r>
      <w:r>
        <w:tab/>
        <w:t>1.013e0</w:t>
      </w:r>
    </w:p>
    <w:p w:rsidR="007B6A46" w:rsidRDefault="007B6A46" w:rsidP="007B6A46">
      <w:r>
        <w:lastRenderedPageBreak/>
        <w:t>310.0391</w:t>
      </w:r>
      <w:r>
        <w:tab/>
        <w:t>1.013e0</w:t>
      </w:r>
    </w:p>
    <w:p w:rsidR="007B6A46" w:rsidRDefault="007B6A46" w:rsidP="007B6A46">
      <w:r>
        <w:t>310.0447</w:t>
      </w:r>
      <w:r>
        <w:tab/>
        <w:t>1.013e0</w:t>
      </w:r>
    </w:p>
    <w:p w:rsidR="007B6A46" w:rsidRDefault="007B6A46" w:rsidP="007B6A46">
      <w:r>
        <w:t>310.0728</w:t>
      </w:r>
      <w:r>
        <w:tab/>
        <w:t>1.013e0</w:t>
      </w:r>
    </w:p>
    <w:p w:rsidR="007B6A46" w:rsidRDefault="007B6A46" w:rsidP="007B6A46">
      <w:r>
        <w:t>310.0833</w:t>
      </w:r>
      <w:r>
        <w:tab/>
        <w:t>1.013e0</w:t>
      </w:r>
    </w:p>
    <w:p w:rsidR="007B6A46" w:rsidRDefault="007B6A46" w:rsidP="007B6A46">
      <w:r>
        <w:t>310.1434</w:t>
      </w:r>
      <w:r>
        <w:tab/>
        <w:t>1.013e0</w:t>
      </w:r>
    </w:p>
    <w:p w:rsidR="007B6A46" w:rsidRDefault="007B6A46" w:rsidP="007B6A46">
      <w:r>
        <w:t>310.1797</w:t>
      </w:r>
      <w:r>
        <w:tab/>
        <w:t>1.013e0</w:t>
      </w:r>
    </w:p>
    <w:p w:rsidR="007B6A46" w:rsidRDefault="007B6A46" w:rsidP="007B6A46">
      <w:r>
        <w:t>310.1832</w:t>
      </w:r>
      <w:r>
        <w:tab/>
        <w:t>2.025e0</w:t>
      </w:r>
    </w:p>
    <w:p w:rsidR="007B6A46" w:rsidRDefault="007B6A46" w:rsidP="007B6A46">
      <w:r>
        <w:t>310.2230</w:t>
      </w:r>
      <w:r>
        <w:tab/>
        <w:t>1.013e0</w:t>
      </w:r>
    </w:p>
    <w:p w:rsidR="007B6A46" w:rsidRDefault="007B6A46" w:rsidP="007B6A46">
      <w:r>
        <w:t>310.2415</w:t>
      </w:r>
      <w:r>
        <w:tab/>
        <w:t>1.013e0</w:t>
      </w:r>
    </w:p>
    <w:p w:rsidR="007B6A46" w:rsidRDefault="007B6A46" w:rsidP="007B6A46">
      <w:r>
        <w:t>310.2511</w:t>
      </w:r>
      <w:r>
        <w:tab/>
        <w:t>1.013e0</w:t>
      </w:r>
    </w:p>
    <w:p w:rsidR="007B6A46" w:rsidRDefault="007B6A46" w:rsidP="007B6A46">
      <w:r>
        <w:t>310.2796</w:t>
      </w:r>
      <w:r>
        <w:tab/>
        <w:t>1.013e0</w:t>
      </w:r>
    </w:p>
    <w:p w:rsidR="007B6A46" w:rsidRDefault="007B6A46" w:rsidP="007B6A46">
      <w:r>
        <w:t>310.2963</w:t>
      </w:r>
      <w:r>
        <w:tab/>
        <w:t>3.038e0</w:t>
      </w:r>
    </w:p>
    <w:p w:rsidR="007B6A46" w:rsidRDefault="007B6A46" w:rsidP="007B6A46">
      <w:r>
        <w:t>310.3438</w:t>
      </w:r>
      <w:r>
        <w:tab/>
        <w:t>1.013e0</w:t>
      </w:r>
    </w:p>
    <w:p w:rsidR="007B6A46" w:rsidRDefault="007B6A46" w:rsidP="007B6A46">
      <w:r>
        <w:t>310.3541</w:t>
      </w:r>
      <w:r>
        <w:tab/>
        <w:t>1.013e0</w:t>
      </w:r>
    </w:p>
    <w:p w:rsidR="007B6A46" w:rsidRDefault="007B6A46" w:rsidP="007B6A46">
      <w:r>
        <w:t>310.3914</w:t>
      </w:r>
      <w:r>
        <w:tab/>
        <w:t>1.013e0</w:t>
      </w:r>
    </w:p>
    <w:p w:rsidR="007B6A46" w:rsidRDefault="007B6A46" w:rsidP="007B6A46">
      <w:r>
        <w:t>310.3960</w:t>
      </w:r>
      <w:r>
        <w:tab/>
        <w:t>1.013e0</w:t>
      </w:r>
    </w:p>
    <w:p w:rsidR="007B6A46" w:rsidRDefault="007B6A46" w:rsidP="007B6A46">
      <w:r>
        <w:t>310.4160</w:t>
      </w:r>
      <w:r>
        <w:tab/>
        <w:t>1.013e0</w:t>
      </w:r>
    </w:p>
    <w:p w:rsidR="007B6A46" w:rsidRDefault="007B6A46" w:rsidP="007B6A46">
      <w:r>
        <w:t>310.4560</w:t>
      </w:r>
      <w:r>
        <w:tab/>
        <w:t>1.013e0</w:t>
      </w:r>
    </w:p>
    <w:p w:rsidR="007B6A46" w:rsidRDefault="007B6A46" w:rsidP="007B6A46">
      <w:r>
        <w:t>310.4948</w:t>
      </w:r>
      <w:r>
        <w:tab/>
        <w:t>1.013e0</w:t>
      </w:r>
    </w:p>
    <w:p w:rsidR="007B6A46" w:rsidRDefault="007B6A46" w:rsidP="007B6A46">
      <w:r>
        <w:lastRenderedPageBreak/>
        <w:t>310.5338</w:t>
      </w:r>
      <w:r>
        <w:tab/>
        <w:t>2.025e0</w:t>
      </w:r>
    </w:p>
    <w:p w:rsidR="007B6A46" w:rsidRDefault="007B6A46" w:rsidP="007B6A46">
      <w:r>
        <w:t>310.5558</w:t>
      </w:r>
      <w:r>
        <w:tab/>
        <w:t>1.013e0</w:t>
      </w:r>
    </w:p>
    <w:p w:rsidR="007B6A46" w:rsidRDefault="007B6A46" w:rsidP="007B6A46">
      <w:r>
        <w:t>310.5922</w:t>
      </w:r>
      <w:r>
        <w:tab/>
        <w:t>2.025e0</w:t>
      </w:r>
    </w:p>
    <w:p w:rsidR="007B6A46" w:rsidRDefault="007B6A46" w:rsidP="007B6A46">
      <w:r>
        <w:t>310.6966</w:t>
      </w:r>
      <w:r>
        <w:tab/>
        <w:t>1.013e0</w:t>
      </w:r>
    </w:p>
    <w:p w:rsidR="007B6A46" w:rsidRDefault="007B6A46" w:rsidP="007B6A46">
      <w:r>
        <w:t>310.7365</w:t>
      </w:r>
      <w:r>
        <w:tab/>
        <w:t>1.013e0</w:t>
      </w:r>
    </w:p>
    <w:p w:rsidR="007B6A46" w:rsidRDefault="007B6A46" w:rsidP="007B6A46">
      <w:r>
        <w:t>310.7522</w:t>
      </w:r>
      <w:r>
        <w:tab/>
        <w:t>1.013e0</w:t>
      </w:r>
    </w:p>
    <w:p w:rsidR="007B6A46" w:rsidRDefault="007B6A46" w:rsidP="007B6A46">
      <w:r>
        <w:t>310.7703</w:t>
      </w:r>
      <w:r>
        <w:tab/>
        <w:t>1.013e0</w:t>
      </w:r>
    </w:p>
    <w:p w:rsidR="007B6A46" w:rsidRDefault="007B6A46" w:rsidP="007B6A46">
      <w:r>
        <w:t>310.8088</w:t>
      </w:r>
      <w:r>
        <w:tab/>
        <w:t>1.013e0</w:t>
      </w:r>
    </w:p>
    <w:p w:rsidR="007B6A46" w:rsidRDefault="007B6A46" w:rsidP="007B6A46">
      <w:r>
        <w:t>310.8492</w:t>
      </w:r>
      <w:r>
        <w:tab/>
        <w:t>1.013e0</w:t>
      </w:r>
    </w:p>
    <w:p w:rsidR="007B6A46" w:rsidRDefault="007B6A46" w:rsidP="007B6A46">
      <w:r>
        <w:t>310.8645</w:t>
      </w:r>
      <w:r>
        <w:tab/>
        <w:t>1.013e0</w:t>
      </w:r>
    </w:p>
    <w:p w:rsidR="007B6A46" w:rsidRDefault="007B6A46" w:rsidP="007B6A46">
      <w:r>
        <w:t>310.9247</w:t>
      </w:r>
      <w:r>
        <w:tab/>
        <w:t>1.013e0</w:t>
      </w:r>
    </w:p>
    <w:p w:rsidR="007B6A46" w:rsidRDefault="007B6A46" w:rsidP="007B6A46">
      <w:r>
        <w:t>310.9342</w:t>
      </w:r>
      <w:r>
        <w:tab/>
        <w:t>1.013e0</w:t>
      </w:r>
    </w:p>
    <w:p w:rsidR="007B6A46" w:rsidRDefault="007B6A46" w:rsidP="007B6A46">
      <w:r>
        <w:t>310.9492</w:t>
      </w:r>
      <w:r>
        <w:tab/>
        <w:t>1.013e0</w:t>
      </w:r>
    </w:p>
    <w:p w:rsidR="007B6A46" w:rsidRDefault="007B6A46" w:rsidP="007B6A46">
      <w:r>
        <w:t>310.9573</w:t>
      </w:r>
      <w:r>
        <w:tab/>
        <w:t>4.051e0</w:t>
      </w:r>
    </w:p>
    <w:p w:rsidR="007B6A46" w:rsidRDefault="007B6A46" w:rsidP="007B6A46">
      <w:r>
        <w:t>310.9680</w:t>
      </w:r>
      <w:r>
        <w:tab/>
        <w:t>1.013e0</w:t>
      </w:r>
    </w:p>
    <w:p w:rsidR="007B6A46" w:rsidRDefault="007B6A46" w:rsidP="007B6A46">
      <w:r>
        <w:t>310.9701</w:t>
      </w:r>
      <w:r>
        <w:tab/>
        <w:t>2.025e0</w:t>
      </w:r>
    </w:p>
    <w:p w:rsidR="007B6A46" w:rsidRDefault="007B6A46" w:rsidP="007B6A46">
      <w:r>
        <w:t>310.9997</w:t>
      </w:r>
      <w:r>
        <w:tab/>
        <w:t>2.025e0</w:t>
      </w:r>
    </w:p>
    <w:p w:rsidR="007B6A46" w:rsidRDefault="007B6A46" w:rsidP="007B6A46">
      <w:r>
        <w:t>311.0009</w:t>
      </w:r>
      <w:r>
        <w:tab/>
        <w:t>1.013e0</w:t>
      </w:r>
    </w:p>
    <w:p w:rsidR="007B6A46" w:rsidRDefault="007B6A46" w:rsidP="007B6A46">
      <w:r>
        <w:t>311.0615</w:t>
      </w:r>
      <w:r>
        <w:tab/>
        <w:t>2.025e0</w:t>
      </w:r>
    </w:p>
    <w:p w:rsidR="007B6A46" w:rsidRDefault="007B6A46" w:rsidP="007B6A46">
      <w:r>
        <w:lastRenderedPageBreak/>
        <w:t>311.0654</w:t>
      </w:r>
      <w:r>
        <w:tab/>
        <w:t>2.025e0</w:t>
      </w:r>
    </w:p>
    <w:p w:rsidR="007B6A46" w:rsidRDefault="007B6A46" w:rsidP="007B6A46">
      <w:r>
        <w:t>311.0690</w:t>
      </w:r>
      <w:r>
        <w:tab/>
        <w:t>1.013e0</w:t>
      </w:r>
    </w:p>
    <w:p w:rsidR="007B6A46" w:rsidRDefault="007B6A46" w:rsidP="007B6A46">
      <w:r>
        <w:t>311.0751</w:t>
      </w:r>
      <w:r>
        <w:tab/>
        <w:t>1.013e0</w:t>
      </w:r>
    </w:p>
    <w:p w:rsidR="007B6A46" w:rsidRDefault="007B6A46" w:rsidP="007B6A46">
      <w:r>
        <w:t>311.0932</w:t>
      </w:r>
      <w:r>
        <w:tab/>
        <w:t>1.013e0</w:t>
      </w:r>
    </w:p>
    <w:p w:rsidR="007B6A46" w:rsidRDefault="007B6A46" w:rsidP="007B6A46">
      <w:r>
        <w:t>311.1028</w:t>
      </w:r>
      <w:r>
        <w:tab/>
        <w:t>1.013e0</w:t>
      </w:r>
    </w:p>
    <w:p w:rsidR="007B6A46" w:rsidRDefault="007B6A46" w:rsidP="007B6A46">
      <w:r>
        <w:t>311.1785</w:t>
      </w:r>
      <w:r>
        <w:tab/>
        <w:t>3.038e0</w:t>
      </w:r>
    </w:p>
    <w:p w:rsidR="007B6A46" w:rsidRDefault="007B6A46" w:rsidP="007B6A46">
      <w:r>
        <w:t>311.1821</w:t>
      </w:r>
      <w:r>
        <w:tab/>
        <w:t>2.025e0</w:t>
      </w:r>
    </w:p>
    <w:p w:rsidR="007B6A46" w:rsidRDefault="007B6A46" w:rsidP="007B6A46">
      <w:r>
        <w:t>311.1939</w:t>
      </w:r>
      <w:r>
        <w:tab/>
        <w:t>2.025e0</w:t>
      </w:r>
    </w:p>
    <w:p w:rsidR="007B6A46" w:rsidRDefault="007B6A46" w:rsidP="007B6A46">
      <w:r>
        <w:t>311.2055</w:t>
      </w:r>
      <w:r>
        <w:tab/>
        <w:t>3.038e0</w:t>
      </w:r>
    </w:p>
    <w:p w:rsidR="007B6A46" w:rsidRDefault="007B6A46" w:rsidP="007B6A46">
      <w:r>
        <w:t>311.2259</w:t>
      </w:r>
      <w:r>
        <w:tab/>
        <w:t>2.025e0</w:t>
      </w:r>
    </w:p>
    <w:p w:rsidR="007B6A46" w:rsidRDefault="007B6A46" w:rsidP="007B6A46">
      <w:r>
        <w:t>311.2716</w:t>
      </w:r>
      <w:r>
        <w:tab/>
        <w:t>2.025e0</w:t>
      </w:r>
    </w:p>
    <w:p w:rsidR="007B6A46" w:rsidRDefault="007B6A46" w:rsidP="007B6A46">
      <w:r>
        <w:t>311.3063</w:t>
      </w:r>
      <w:r>
        <w:tab/>
        <w:t>1.013e0</w:t>
      </w:r>
    </w:p>
    <w:p w:rsidR="007B6A46" w:rsidRDefault="007B6A46" w:rsidP="007B6A46">
      <w:r>
        <w:t>311.3290</w:t>
      </w:r>
      <w:r>
        <w:tab/>
        <w:t>1.013e0</w:t>
      </w:r>
    </w:p>
    <w:p w:rsidR="007B6A46" w:rsidRDefault="007B6A46" w:rsidP="007B6A46">
      <w:r>
        <w:t>311.4185</w:t>
      </w:r>
      <w:r>
        <w:tab/>
        <w:t>1.013e0</w:t>
      </w:r>
    </w:p>
    <w:p w:rsidR="007B6A46" w:rsidRDefault="007B6A46" w:rsidP="007B6A46">
      <w:r>
        <w:t>311.4419</w:t>
      </w:r>
      <w:r>
        <w:tab/>
        <w:t>1.013e0</w:t>
      </w:r>
    </w:p>
    <w:p w:rsidR="007B6A46" w:rsidRDefault="007B6A46" w:rsidP="007B6A46">
      <w:r>
        <w:t>311.4461</w:t>
      </w:r>
      <w:r>
        <w:tab/>
        <w:t>1.013e0</w:t>
      </w:r>
    </w:p>
    <w:p w:rsidR="007B6A46" w:rsidRDefault="007B6A46" w:rsidP="007B6A46">
      <w:r>
        <w:t>311.6151</w:t>
      </w:r>
      <w:r>
        <w:tab/>
        <w:t>1.013e0</w:t>
      </w:r>
    </w:p>
    <w:p w:rsidR="007B6A46" w:rsidRDefault="007B6A46" w:rsidP="007B6A46">
      <w:r>
        <w:t>311.7274</w:t>
      </w:r>
      <w:r>
        <w:tab/>
        <w:t>1.013e0</w:t>
      </w:r>
    </w:p>
    <w:p w:rsidR="007B6A46" w:rsidRDefault="007B6A46" w:rsidP="007B6A46">
      <w:r>
        <w:t>311.8316</w:t>
      </w:r>
      <w:r>
        <w:tab/>
        <w:t>1.013e0</w:t>
      </w:r>
    </w:p>
    <w:p w:rsidR="007B6A46" w:rsidRDefault="007B6A46" w:rsidP="007B6A46">
      <w:r>
        <w:lastRenderedPageBreak/>
        <w:t>311.8961</w:t>
      </w:r>
      <w:r>
        <w:tab/>
        <w:t>1.013e0</w:t>
      </w:r>
    </w:p>
    <w:p w:rsidR="007B6A46" w:rsidRDefault="007B6A46" w:rsidP="007B6A46">
      <w:r>
        <w:t>311.9385</w:t>
      </w:r>
      <w:r>
        <w:tab/>
        <w:t>1.013e0</w:t>
      </w:r>
    </w:p>
    <w:p w:rsidR="007B6A46" w:rsidRDefault="007B6A46" w:rsidP="007B6A46">
      <w:r>
        <w:t>311.9442</w:t>
      </w:r>
      <w:r>
        <w:tab/>
        <w:t>1.013e0</w:t>
      </w:r>
    </w:p>
    <w:p w:rsidR="007B6A46" w:rsidRDefault="007B6A46" w:rsidP="007B6A46">
      <w:r>
        <w:t>311.9826</w:t>
      </w:r>
      <w:r>
        <w:tab/>
        <w:t>2.025e0</w:t>
      </w:r>
    </w:p>
    <w:p w:rsidR="007B6A46" w:rsidRDefault="007B6A46" w:rsidP="007B6A46">
      <w:r>
        <w:t>311.9999</w:t>
      </w:r>
      <w:r>
        <w:tab/>
        <w:t>1.013e0</w:t>
      </w:r>
    </w:p>
    <w:p w:rsidR="007B6A46" w:rsidRDefault="007B6A46" w:rsidP="007B6A46">
      <w:r>
        <w:t>312.0120</w:t>
      </w:r>
      <w:r>
        <w:tab/>
        <w:t>1.013e0</w:t>
      </w:r>
    </w:p>
    <w:p w:rsidR="007B6A46" w:rsidRDefault="007B6A46" w:rsidP="007B6A46">
      <w:r>
        <w:t>312.0365</w:t>
      </w:r>
      <w:r>
        <w:tab/>
        <w:t>1.013e0</w:t>
      </w:r>
    </w:p>
    <w:p w:rsidR="007B6A46" w:rsidRDefault="007B6A46" w:rsidP="007B6A46">
      <w:r>
        <w:t>312.0516</w:t>
      </w:r>
      <w:r>
        <w:tab/>
        <w:t>1.013e0</w:t>
      </w:r>
    </w:p>
    <w:p w:rsidR="007B6A46" w:rsidRDefault="007B6A46" w:rsidP="007B6A46">
      <w:r>
        <w:t>312.0565</w:t>
      </w:r>
      <w:r>
        <w:tab/>
        <w:t>1.013e0</w:t>
      </w:r>
    </w:p>
    <w:p w:rsidR="007B6A46" w:rsidRDefault="007B6A46" w:rsidP="007B6A46">
      <w:r>
        <w:t>312.1168</w:t>
      </w:r>
      <w:r>
        <w:tab/>
        <w:t>1.013e0</w:t>
      </w:r>
    </w:p>
    <w:p w:rsidR="007B6A46" w:rsidRDefault="007B6A46" w:rsidP="007B6A46">
      <w:r>
        <w:t>312.1256</w:t>
      </w:r>
      <w:r>
        <w:tab/>
        <w:t>1.013e0</w:t>
      </w:r>
    </w:p>
    <w:p w:rsidR="007B6A46" w:rsidRDefault="007B6A46" w:rsidP="007B6A46">
      <w:r>
        <w:t>312.1650</w:t>
      </w:r>
      <w:r>
        <w:tab/>
        <w:t>1.013e0</w:t>
      </w:r>
    </w:p>
    <w:p w:rsidR="007B6A46" w:rsidRDefault="007B6A46" w:rsidP="007B6A46">
      <w:r>
        <w:t>312.1710</w:t>
      </w:r>
      <w:r>
        <w:tab/>
        <w:t>2.025e0</w:t>
      </w:r>
    </w:p>
    <w:p w:rsidR="007B6A46" w:rsidRDefault="007B6A46" w:rsidP="007B6A46">
      <w:r>
        <w:t>312.1926</w:t>
      </w:r>
      <w:r>
        <w:tab/>
        <w:t>1.013e0</w:t>
      </w:r>
    </w:p>
    <w:p w:rsidR="007B6A46" w:rsidRDefault="007B6A46" w:rsidP="007B6A46">
      <w:r>
        <w:t>312.2444</w:t>
      </w:r>
      <w:r>
        <w:tab/>
        <w:t>1.013e0</w:t>
      </w:r>
    </w:p>
    <w:p w:rsidR="007B6A46" w:rsidRDefault="007B6A46" w:rsidP="007B6A46">
      <w:r>
        <w:t>312.2527</w:t>
      </w:r>
      <w:r>
        <w:tab/>
        <w:t>1.013e0</w:t>
      </w:r>
    </w:p>
    <w:p w:rsidR="007B6A46" w:rsidRDefault="007B6A46" w:rsidP="007B6A46">
      <w:r>
        <w:t>312.2642</w:t>
      </w:r>
      <w:r>
        <w:tab/>
        <w:t>2.025e0</w:t>
      </w:r>
    </w:p>
    <w:p w:rsidR="007B6A46" w:rsidRDefault="007B6A46" w:rsidP="007B6A46">
      <w:r>
        <w:t>312.2872</w:t>
      </w:r>
      <w:r>
        <w:tab/>
        <w:t>2.025e0</w:t>
      </w:r>
    </w:p>
    <w:p w:rsidR="007B6A46" w:rsidRDefault="007B6A46" w:rsidP="007B6A46">
      <w:r>
        <w:t>312.3135</w:t>
      </w:r>
      <w:r>
        <w:tab/>
        <w:t>1.013e0</w:t>
      </w:r>
    </w:p>
    <w:p w:rsidR="007B6A46" w:rsidRDefault="007B6A46" w:rsidP="007B6A46">
      <w:r>
        <w:lastRenderedPageBreak/>
        <w:t>312.3180</w:t>
      </w:r>
      <w:r>
        <w:tab/>
        <w:t>1.013e0</w:t>
      </w:r>
    </w:p>
    <w:p w:rsidR="007B6A46" w:rsidRDefault="007B6A46" w:rsidP="007B6A46">
      <w:r>
        <w:t>312.3327</w:t>
      </w:r>
      <w:r>
        <w:tab/>
        <w:t>2.025e0</w:t>
      </w:r>
    </w:p>
    <w:p w:rsidR="007B6A46" w:rsidRDefault="007B6A46" w:rsidP="007B6A46">
      <w:r>
        <w:t>312.3571</w:t>
      </w:r>
      <w:r>
        <w:tab/>
        <w:t>1.013e0</w:t>
      </w:r>
    </w:p>
    <w:p w:rsidR="007B6A46" w:rsidRDefault="007B6A46" w:rsidP="007B6A46">
      <w:r>
        <w:t>312.3696</w:t>
      </w:r>
      <w:r>
        <w:tab/>
        <w:t>1.013e0</w:t>
      </w:r>
    </w:p>
    <w:p w:rsidR="007B6A46" w:rsidRDefault="007B6A46" w:rsidP="007B6A46">
      <w:r>
        <w:t>312.4139</w:t>
      </w:r>
      <w:r>
        <w:tab/>
        <w:t>1.013e0</w:t>
      </w:r>
    </w:p>
    <w:p w:rsidR="007B6A46" w:rsidRDefault="007B6A46" w:rsidP="007B6A46">
      <w:r>
        <w:t>312.4214</w:t>
      </w:r>
      <w:r>
        <w:tab/>
        <w:t>1.013e0</w:t>
      </w:r>
    </w:p>
    <w:p w:rsidR="007B6A46" w:rsidRDefault="007B6A46" w:rsidP="007B6A46">
      <w:r>
        <w:t>312.4368</w:t>
      </w:r>
      <w:r>
        <w:tab/>
        <w:t>1.013e0</w:t>
      </w:r>
    </w:p>
    <w:p w:rsidR="007B6A46" w:rsidRDefault="007B6A46" w:rsidP="007B6A46">
      <w:r>
        <w:t>312.4646</w:t>
      </w:r>
      <w:r>
        <w:tab/>
        <w:t>1.013e0</w:t>
      </w:r>
    </w:p>
    <w:p w:rsidR="007B6A46" w:rsidRDefault="007B6A46" w:rsidP="007B6A46">
      <w:r>
        <w:t>312.4781</w:t>
      </w:r>
      <w:r>
        <w:tab/>
        <w:t>1.013e0</w:t>
      </w:r>
    </w:p>
    <w:p w:rsidR="007B6A46" w:rsidRDefault="007B6A46" w:rsidP="007B6A46">
      <w:r>
        <w:t>312.4878</w:t>
      </w:r>
      <w:r>
        <w:tab/>
        <w:t>1.013e0</w:t>
      </w:r>
    </w:p>
    <w:p w:rsidR="007B6A46" w:rsidRDefault="007B6A46" w:rsidP="007B6A46">
      <w:r>
        <w:t>312.4930</w:t>
      </w:r>
      <w:r>
        <w:tab/>
        <w:t>1.013e0</w:t>
      </w:r>
    </w:p>
    <w:p w:rsidR="007B6A46" w:rsidRDefault="007B6A46" w:rsidP="007B6A46">
      <w:r>
        <w:t>312.5538</w:t>
      </w:r>
      <w:r>
        <w:tab/>
        <w:t>1.013e0</w:t>
      </w:r>
    </w:p>
    <w:p w:rsidR="007B6A46" w:rsidRDefault="007B6A46" w:rsidP="007B6A46">
      <w:r>
        <w:t>312.5619</w:t>
      </w:r>
      <w:r>
        <w:tab/>
        <w:t>1.013e0</w:t>
      </w:r>
    </w:p>
    <w:p w:rsidR="007B6A46" w:rsidRDefault="007B6A46" w:rsidP="007B6A46">
      <w:r>
        <w:t>312.6020</w:t>
      </w:r>
      <w:r>
        <w:tab/>
        <w:t>2.025e0</w:t>
      </w:r>
    </w:p>
    <w:p w:rsidR="007B6A46" w:rsidRDefault="007B6A46" w:rsidP="007B6A46">
      <w:r>
        <w:t>312.6314</w:t>
      </w:r>
      <w:r>
        <w:tab/>
        <w:t>2.025e0</w:t>
      </w:r>
    </w:p>
    <w:p w:rsidR="007B6A46" w:rsidRDefault="007B6A46" w:rsidP="007B6A46">
      <w:r>
        <w:t>312.6548</w:t>
      </w:r>
      <w:r>
        <w:tab/>
        <w:t>2.025e0</w:t>
      </w:r>
    </w:p>
    <w:p w:rsidR="007B6A46" w:rsidRDefault="007B6A46" w:rsidP="007B6A46">
      <w:r>
        <w:t>312.7143</w:t>
      </w:r>
      <w:r>
        <w:tab/>
        <w:t>1.013e0</w:t>
      </w:r>
    </w:p>
    <w:p w:rsidR="007B6A46" w:rsidRDefault="007B6A46" w:rsidP="007B6A46">
      <w:r>
        <w:t>312.7189</w:t>
      </w:r>
      <w:r>
        <w:tab/>
        <w:t>1.013e0</w:t>
      </w:r>
    </w:p>
    <w:p w:rsidR="007B6A46" w:rsidRDefault="007B6A46" w:rsidP="007B6A46">
      <w:r>
        <w:t>312.7546</w:t>
      </w:r>
      <w:r>
        <w:tab/>
        <w:t>1.013e0</w:t>
      </w:r>
    </w:p>
    <w:p w:rsidR="007B6A46" w:rsidRDefault="007B6A46" w:rsidP="007B6A46">
      <w:r>
        <w:lastRenderedPageBreak/>
        <w:t>312.7628</w:t>
      </w:r>
      <w:r>
        <w:tab/>
        <w:t>2.025e0</w:t>
      </w:r>
    </w:p>
    <w:p w:rsidR="007B6A46" w:rsidRDefault="007B6A46" w:rsidP="007B6A46">
      <w:r>
        <w:t>312.7880</w:t>
      </w:r>
      <w:r>
        <w:tab/>
        <w:t>1.013e0</w:t>
      </w:r>
    </w:p>
    <w:p w:rsidR="007B6A46" w:rsidRDefault="007B6A46" w:rsidP="007B6A46">
      <w:r>
        <w:t>312.8270</w:t>
      </w:r>
      <w:r>
        <w:tab/>
        <w:t>1.013e0</w:t>
      </w:r>
    </w:p>
    <w:p w:rsidR="007B6A46" w:rsidRDefault="007B6A46" w:rsidP="007B6A46">
      <w:r>
        <w:t>312.8393</w:t>
      </w:r>
      <w:r>
        <w:tab/>
        <w:t>1.013e0</w:t>
      </w:r>
    </w:p>
    <w:p w:rsidR="007B6A46" w:rsidRDefault="007B6A46" w:rsidP="007B6A46">
      <w:r>
        <w:t>312.8631</w:t>
      </w:r>
      <w:r>
        <w:tab/>
        <w:t>1.013e0</w:t>
      </w:r>
    </w:p>
    <w:p w:rsidR="007B6A46" w:rsidRDefault="007B6A46" w:rsidP="007B6A46">
      <w:r>
        <w:t>312.8809</w:t>
      </w:r>
      <w:r>
        <w:tab/>
        <w:t>2.025e0</w:t>
      </w:r>
    </w:p>
    <w:p w:rsidR="007B6A46" w:rsidRDefault="007B6A46" w:rsidP="007B6A46">
      <w:r>
        <w:t>312.8917</w:t>
      </w:r>
      <w:r>
        <w:tab/>
        <w:t>1.013e0</w:t>
      </w:r>
    </w:p>
    <w:p w:rsidR="007B6A46" w:rsidRDefault="007B6A46" w:rsidP="007B6A46">
      <w:r>
        <w:t>312.9008</w:t>
      </w:r>
      <w:r>
        <w:tab/>
        <w:t>1.013e0</w:t>
      </w:r>
    </w:p>
    <w:p w:rsidR="007B6A46" w:rsidRDefault="007B6A46" w:rsidP="007B6A46">
      <w:r>
        <w:t>312.9157</w:t>
      </w:r>
      <w:r>
        <w:tab/>
        <w:t>1.013e0</w:t>
      </w:r>
    </w:p>
    <w:p w:rsidR="007B6A46" w:rsidRDefault="007B6A46" w:rsidP="007B6A46">
      <w:r>
        <w:t>312.9367</w:t>
      </w:r>
      <w:r>
        <w:tab/>
        <w:t>2.025e0</w:t>
      </w:r>
    </w:p>
    <w:p w:rsidR="007B6A46" w:rsidRDefault="007B6A46" w:rsidP="007B6A46">
      <w:r>
        <w:t>312.9481</w:t>
      </w:r>
      <w:r>
        <w:tab/>
        <w:t>4.051e0</w:t>
      </w:r>
    </w:p>
    <w:p w:rsidR="007B6A46" w:rsidRDefault="007B6A46" w:rsidP="007B6A46">
      <w:r>
        <w:t>312.9530</w:t>
      </w:r>
      <w:r>
        <w:tab/>
        <w:t>1.114e1</w:t>
      </w:r>
    </w:p>
    <w:p w:rsidR="007B6A46" w:rsidRDefault="007B6A46" w:rsidP="007B6A46">
      <w:r>
        <w:t>312.9635</w:t>
      </w:r>
      <w:r>
        <w:tab/>
        <w:t>2.025e0</w:t>
      </w:r>
    </w:p>
    <w:p w:rsidR="007B6A46" w:rsidRDefault="007B6A46" w:rsidP="007B6A46">
      <w:r>
        <w:t>312.9802</w:t>
      </w:r>
      <w:r>
        <w:tab/>
        <w:t>2.025e0</w:t>
      </w:r>
    </w:p>
    <w:p w:rsidR="007B6A46" w:rsidRDefault="007B6A46" w:rsidP="007B6A46">
      <w:r>
        <w:t>312.9835</w:t>
      </w:r>
      <w:r>
        <w:tab/>
        <w:t>2.025e0</w:t>
      </w:r>
    </w:p>
    <w:p w:rsidR="007B6A46" w:rsidRDefault="007B6A46" w:rsidP="007B6A46">
      <w:r>
        <w:t>313.0035</w:t>
      </w:r>
      <w:r>
        <w:tab/>
        <w:t>1.013e0</w:t>
      </w:r>
    </w:p>
    <w:p w:rsidR="007B6A46" w:rsidRDefault="007B6A46" w:rsidP="007B6A46">
      <w:r>
        <w:t>313.0282</w:t>
      </w:r>
      <w:r>
        <w:tab/>
        <w:t>1.013e0</w:t>
      </w:r>
    </w:p>
    <w:p w:rsidR="007B6A46" w:rsidRDefault="007B6A46" w:rsidP="007B6A46">
      <w:r>
        <w:t>313.0316</w:t>
      </w:r>
      <w:r>
        <w:tab/>
        <w:t>1.013e0</w:t>
      </w:r>
    </w:p>
    <w:p w:rsidR="007B6A46" w:rsidRDefault="007B6A46" w:rsidP="007B6A46">
      <w:r>
        <w:t>313.0369</w:t>
      </w:r>
      <w:r>
        <w:tab/>
        <w:t>1.013e0</w:t>
      </w:r>
    </w:p>
    <w:p w:rsidR="007B6A46" w:rsidRDefault="007B6A46" w:rsidP="007B6A46">
      <w:r>
        <w:lastRenderedPageBreak/>
        <w:t>313.0483</w:t>
      </w:r>
      <w:r>
        <w:tab/>
        <w:t>1.013e0</w:t>
      </w:r>
    </w:p>
    <w:p w:rsidR="007B6A46" w:rsidRDefault="007B6A46" w:rsidP="007B6A46">
      <w:r>
        <w:t>313.0597</w:t>
      </w:r>
      <w:r>
        <w:tab/>
        <w:t>1.013e0</w:t>
      </w:r>
    </w:p>
    <w:p w:rsidR="007B6A46" w:rsidRDefault="007B6A46" w:rsidP="007B6A46">
      <w:r>
        <w:t>313.0764</w:t>
      </w:r>
      <w:r>
        <w:tab/>
        <w:t>2.025e0</w:t>
      </w:r>
    </w:p>
    <w:p w:rsidR="007B6A46" w:rsidRDefault="007B6A46" w:rsidP="007B6A46">
      <w:r>
        <w:t>313.1085</w:t>
      </w:r>
      <w:r>
        <w:tab/>
        <w:t>1.013e0</w:t>
      </w:r>
    </w:p>
    <w:p w:rsidR="007B6A46" w:rsidRDefault="007B6A46" w:rsidP="007B6A46">
      <w:r>
        <w:t>313.1125</w:t>
      </w:r>
      <w:r>
        <w:tab/>
        <w:t>2.025e0</w:t>
      </w:r>
    </w:p>
    <w:p w:rsidR="007B6A46" w:rsidRDefault="007B6A46" w:rsidP="007B6A46">
      <w:r>
        <w:t>313.1160</w:t>
      </w:r>
      <w:r>
        <w:tab/>
        <w:t>2.025e0</w:t>
      </w:r>
    </w:p>
    <w:p w:rsidR="007B6A46" w:rsidRDefault="007B6A46" w:rsidP="007B6A46">
      <w:r>
        <w:t>313.1428</w:t>
      </w:r>
      <w:r>
        <w:tab/>
        <w:t>2.025e0</w:t>
      </w:r>
    </w:p>
    <w:p w:rsidR="007B6A46" w:rsidRDefault="007B6A46" w:rsidP="007B6A46">
      <w:r>
        <w:t>313.1678</w:t>
      </w:r>
      <w:r>
        <w:tab/>
        <w:t>2.025e0</w:t>
      </w:r>
    </w:p>
    <w:p w:rsidR="007B6A46" w:rsidRDefault="007B6A46" w:rsidP="007B6A46">
      <w:r>
        <w:t>313.1888</w:t>
      </w:r>
      <w:r>
        <w:tab/>
        <w:t>1.013e0</w:t>
      </w:r>
    </w:p>
    <w:p w:rsidR="007B6A46" w:rsidRDefault="007B6A46" w:rsidP="007B6A46">
      <w:r>
        <w:t>313.2044</w:t>
      </w:r>
      <w:r>
        <w:tab/>
        <w:t>2.025e0</w:t>
      </w:r>
    </w:p>
    <w:p w:rsidR="007B6A46" w:rsidRDefault="007B6A46" w:rsidP="007B6A46">
      <w:r>
        <w:t>313.2278</w:t>
      </w:r>
      <w:r>
        <w:tab/>
        <w:t>2.025e0</w:t>
      </w:r>
    </w:p>
    <w:p w:rsidR="007B6A46" w:rsidRDefault="007B6A46" w:rsidP="007B6A46">
      <w:r>
        <w:t>313.2367</w:t>
      </w:r>
      <w:r>
        <w:tab/>
        <w:t>2.025e0</w:t>
      </w:r>
    </w:p>
    <w:p w:rsidR="007B6A46" w:rsidRDefault="007B6A46" w:rsidP="007B6A46">
      <w:r>
        <w:t>313.2450</w:t>
      </w:r>
      <w:r>
        <w:tab/>
        <w:t>2.025e0</w:t>
      </w:r>
    </w:p>
    <w:p w:rsidR="007B6A46" w:rsidRDefault="007B6A46" w:rsidP="007B6A46">
      <w:r>
        <w:t>313.2596</w:t>
      </w:r>
      <w:r>
        <w:tab/>
        <w:t>3.038e0</w:t>
      </w:r>
    </w:p>
    <w:p w:rsidR="007B6A46" w:rsidRDefault="007B6A46" w:rsidP="007B6A46">
      <w:r>
        <w:t>313.2687</w:t>
      </w:r>
      <w:r>
        <w:tab/>
        <w:t>1.013e0</w:t>
      </w:r>
    </w:p>
    <w:p w:rsidR="007B6A46" w:rsidRDefault="007B6A46" w:rsidP="007B6A46">
      <w:r>
        <w:t>313.2727</w:t>
      </w:r>
      <w:r>
        <w:tab/>
        <w:t>4.051e0</w:t>
      </w:r>
    </w:p>
    <w:p w:rsidR="007B6A46" w:rsidRDefault="007B6A46" w:rsidP="007B6A46">
      <w:r>
        <w:t>313.2870</w:t>
      </w:r>
      <w:r>
        <w:tab/>
        <w:t>1.013e0</w:t>
      </w:r>
    </w:p>
    <w:p w:rsidR="007B6A46" w:rsidRDefault="007B6A46" w:rsidP="007B6A46">
      <w:r>
        <w:t>313.2968</w:t>
      </w:r>
      <w:r>
        <w:tab/>
        <w:t>1.013e0</w:t>
      </w:r>
    </w:p>
    <w:p w:rsidR="007B6A46" w:rsidRDefault="007B6A46" w:rsidP="007B6A46">
      <w:r>
        <w:t>313.3154</w:t>
      </w:r>
      <w:r>
        <w:tab/>
        <w:t>1.013e0</w:t>
      </w:r>
    </w:p>
    <w:p w:rsidR="007B6A46" w:rsidRDefault="007B6A46" w:rsidP="007B6A46">
      <w:r>
        <w:lastRenderedPageBreak/>
        <w:t>313.3294</w:t>
      </w:r>
      <w:r>
        <w:tab/>
        <w:t>2.025e0</w:t>
      </w:r>
    </w:p>
    <w:p w:rsidR="007B6A46" w:rsidRDefault="007B6A46" w:rsidP="007B6A46">
      <w:r>
        <w:t>313.4097</w:t>
      </w:r>
      <w:r>
        <w:tab/>
        <w:t>1.013e0</w:t>
      </w:r>
    </w:p>
    <w:p w:rsidR="007B6A46" w:rsidRDefault="007B6A46" w:rsidP="007B6A46">
      <w:r>
        <w:t>313.4205</w:t>
      </w:r>
      <w:r>
        <w:tab/>
        <w:t>2.025e0</w:t>
      </w:r>
    </w:p>
    <w:p w:rsidR="007B6A46" w:rsidRDefault="007B6A46" w:rsidP="007B6A46">
      <w:r>
        <w:t>313.4415</w:t>
      </w:r>
      <w:r>
        <w:tab/>
        <w:t>1.013e0</w:t>
      </w:r>
    </w:p>
    <w:p w:rsidR="007B6A46" w:rsidRDefault="007B6A46" w:rsidP="007B6A46">
      <w:r>
        <w:t>313.4660</w:t>
      </w:r>
      <w:r>
        <w:tab/>
        <w:t>1.013e0</w:t>
      </w:r>
    </w:p>
    <w:p w:rsidR="007B6A46" w:rsidRDefault="007B6A46" w:rsidP="007B6A46">
      <w:r>
        <w:t>313.4720</w:t>
      </w:r>
      <w:r>
        <w:tab/>
        <w:t>2.025e0</w:t>
      </w:r>
    </w:p>
    <w:p w:rsidR="007B6A46" w:rsidRDefault="007B6A46" w:rsidP="007B6A46">
      <w:r>
        <w:t>313.4989</w:t>
      </w:r>
      <w:r>
        <w:tab/>
        <w:t>3.038e0</w:t>
      </w:r>
    </w:p>
    <w:p w:rsidR="007B6A46" w:rsidRDefault="007B6A46" w:rsidP="007B6A46">
      <w:r>
        <w:t>313.5306</w:t>
      </w:r>
      <w:r>
        <w:tab/>
        <w:t>1.013e0</w:t>
      </w:r>
    </w:p>
    <w:p w:rsidR="007B6A46" w:rsidRDefault="007B6A46" w:rsidP="007B6A46">
      <w:r>
        <w:t>313.5425</w:t>
      </w:r>
      <w:r>
        <w:tab/>
        <w:t>1.013e0</w:t>
      </w:r>
    </w:p>
    <w:p w:rsidR="007B6A46" w:rsidRDefault="007B6A46" w:rsidP="007B6A46">
      <w:r>
        <w:t>313.5539</w:t>
      </w:r>
      <w:r>
        <w:tab/>
        <w:t>1.013e0</w:t>
      </w:r>
    </w:p>
    <w:p w:rsidR="007B6A46" w:rsidRDefault="007B6A46" w:rsidP="007B6A46">
      <w:r>
        <w:t>313.5987</w:t>
      </w:r>
      <w:r>
        <w:tab/>
        <w:t>1.013e0</w:t>
      </w:r>
    </w:p>
    <w:p w:rsidR="007B6A46" w:rsidRDefault="007B6A46" w:rsidP="007B6A46">
      <w:r>
        <w:t>313.6067</w:t>
      </w:r>
      <w:r>
        <w:tab/>
        <w:t>1.013e0</w:t>
      </w:r>
    </w:p>
    <w:p w:rsidR="007B6A46" w:rsidRDefault="007B6A46" w:rsidP="007B6A46">
      <w:r>
        <w:t>313.6387</w:t>
      </w:r>
      <w:r>
        <w:tab/>
        <w:t>2.025e0</w:t>
      </w:r>
    </w:p>
    <w:p w:rsidR="007B6A46" w:rsidRDefault="007B6A46" w:rsidP="007B6A46">
      <w:r>
        <w:t>313.6423</w:t>
      </w:r>
      <w:r>
        <w:tab/>
        <w:t>2.025e0</w:t>
      </w:r>
    </w:p>
    <w:p w:rsidR="007B6A46" w:rsidRDefault="007B6A46" w:rsidP="007B6A46">
      <w:r>
        <w:t>313.6584</w:t>
      </w:r>
      <w:r>
        <w:tab/>
        <w:t>1.013e0</w:t>
      </w:r>
    </w:p>
    <w:p w:rsidR="007B6A46" w:rsidRDefault="007B6A46" w:rsidP="007B6A46">
      <w:r>
        <w:t>313.6601</w:t>
      </w:r>
      <w:r>
        <w:tab/>
        <w:t>3.038e0</w:t>
      </w:r>
    </w:p>
    <w:p w:rsidR="007B6A46" w:rsidRDefault="007B6A46" w:rsidP="007B6A46">
      <w:r>
        <w:t>313.6851</w:t>
      </w:r>
      <w:r>
        <w:tab/>
        <w:t>2.025e0</w:t>
      </w:r>
    </w:p>
    <w:p w:rsidR="007B6A46" w:rsidRDefault="007B6A46" w:rsidP="007B6A46">
      <w:r>
        <w:t>313.7015</w:t>
      </w:r>
      <w:r>
        <w:tab/>
        <w:t>2.025e0</w:t>
      </w:r>
    </w:p>
    <w:p w:rsidR="007B6A46" w:rsidRDefault="007B6A46" w:rsidP="007B6A46">
      <w:r>
        <w:t>313.7111</w:t>
      </w:r>
      <w:r>
        <w:tab/>
        <w:t>1.013e0</w:t>
      </w:r>
    </w:p>
    <w:p w:rsidR="007B6A46" w:rsidRDefault="007B6A46" w:rsidP="007B6A46">
      <w:r>
        <w:lastRenderedPageBreak/>
        <w:t>313.7191</w:t>
      </w:r>
      <w:r>
        <w:tab/>
        <w:t>1.013e0</w:t>
      </w:r>
    </w:p>
    <w:p w:rsidR="007B6A46" w:rsidRDefault="007B6A46" w:rsidP="007B6A46">
      <w:r>
        <w:t>313.7387</w:t>
      </w:r>
      <w:r>
        <w:tab/>
        <w:t>1.013e0</w:t>
      </w:r>
    </w:p>
    <w:p w:rsidR="007B6A46" w:rsidRDefault="007B6A46" w:rsidP="007B6A46">
      <w:r>
        <w:t>313.7670</w:t>
      </w:r>
      <w:r>
        <w:tab/>
        <w:t>3.038e0</w:t>
      </w:r>
    </w:p>
    <w:p w:rsidR="007B6A46" w:rsidRDefault="007B6A46" w:rsidP="007B6A46">
      <w:r>
        <w:t>313.8147</w:t>
      </w:r>
      <w:r>
        <w:tab/>
        <w:t>1.013e0</w:t>
      </w:r>
    </w:p>
    <w:p w:rsidR="007B6A46" w:rsidRDefault="007B6A46" w:rsidP="007B6A46">
      <w:r>
        <w:t>313.8232</w:t>
      </w:r>
      <w:r>
        <w:tab/>
        <w:t>3.038e0</w:t>
      </w:r>
    </w:p>
    <w:p w:rsidR="007B6A46" w:rsidRDefault="007B6A46" w:rsidP="007B6A46">
      <w:r>
        <w:t>313.8322</w:t>
      </w:r>
      <w:r>
        <w:tab/>
        <w:t>1.013e0</w:t>
      </w:r>
    </w:p>
    <w:p w:rsidR="007B6A46" w:rsidRDefault="007B6A46" w:rsidP="007B6A46">
      <w:r>
        <w:t>313.8377</w:t>
      </w:r>
      <w:r>
        <w:tab/>
        <w:t>2.025e0</w:t>
      </w:r>
    </w:p>
    <w:p w:rsidR="007B6A46" w:rsidRDefault="007B6A46" w:rsidP="007B6A46">
      <w:r>
        <w:t>313.8472</w:t>
      </w:r>
      <w:r>
        <w:tab/>
        <w:t>1.013e0</w:t>
      </w:r>
    </w:p>
    <w:p w:rsidR="007B6A46" w:rsidRDefault="007B6A46" w:rsidP="007B6A46">
      <w:r>
        <w:t>313.8631</w:t>
      </w:r>
      <w:r>
        <w:tab/>
        <w:t>2.025e0</w:t>
      </w:r>
    </w:p>
    <w:p w:rsidR="007B6A46" w:rsidRDefault="007B6A46" w:rsidP="007B6A46">
      <w:r>
        <w:t>313.8758</w:t>
      </w:r>
      <w:r>
        <w:tab/>
        <w:t>1.013e0</w:t>
      </w:r>
    </w:p>
    <w:p w:rsidR="007B6A46" w:rsidRDefault="007B6A46" w:rsidP="007B6A46">
      <w:r>
        <w:t>313.8780</w:t>
      </w:r>
      <w:r>
        <w:tab/>
        <w:t>3.292e0</w:t>
      </w:r>
    </w:p>
    <w:p w:rsidR="007B6A46" w:rsidRDefault="007B6A46" w:rsidP="007B6A46">
      <w:r>
        <w:t>313.9114</w:t>
      </w:r>
      <w:r>
        <w:tab/>
        <w:t>1.013e0</w:t>
      </w:r>
    </w:p>
    <w:p w:rsidR="007B6A46" w:rsidRDefault="007B6A46" w:rsidP="007B6A46">
      <w:r>
        <w:t>313.9232</w:t>
      </w:r>
      <w:r>
        <w:tab/>
        <w:t>2.025e0</w:t>
      </w:r>
    </w:p>
    <w:p w:rsidR="007B6A46" w:rsidRDefault="007B6A46" w:rsidP="007B6A46">
      <w:r>
        <w:t>313.9314</w:t>
      </w:r>
      <w:r>
        <w:tab/>
        <w:t>3.038e0</w:t>
      </w:r>
    </w:p>
    <w:p w:rsidR="007B6A46" w:rsidRDefault="007B6A46" w:rsidP="007B6A46">
      <w:r>
        <w:t>313.9497</w:t>
      </w:r>
      <w:r>
        <w:tab/>
        <w:t>5.063e0</w:t>
      </w:r>
    </w:p>
    <w:p w:rsidR="007B6A46" w:rsidRDefault="007B6A46" w:rsidP="007B6A46">
      <w:r>
        <w:t>313.9557</w:t>
      </w:r>
      <w:r>
        <w:tab/>
        <w:t>1.013e0</w:t>
      </w:r>
    </w:p>
    <w:p w:rsidR="007B6A46" w:rsidRDefault="007B6A46" w:rsidP="007B6A46">
      <w:r>
        <w:t>313.9712</w:t>
      </w:r>
      <w:r>
        <w:tab/>
        <w:t>5.063e0</w:t>
      </w:r>
    </w:p>
    <w:p w:rsidR="007B6A46" w:rsidRDefault="007B6A46" w:rsidP="007B6A46">
      <w:r>
        <w:t>313.9884</w:t>
      </w:r>
      <w:r>
        <w:tab/>
        <w:t>1.013e0</w:t>
      </w:r>
    </w:p>
    <w:p w:rsidR="007B6A46" w:rsidRDefault="007B6A46" w:rsidP="007B6A46">
      <w:r>
        <w:t>314.0161</w:t>
      </w:r>
      <w:r>
        <w:tab/>
        <w:t>1.013e0</w:t>
      </w:r>
    </w:p>
    <w:p w:rsidR="007B6A46" w:rsidRDefault="007B6A46" w:rsidP="007B6A46">
      <w:r>
        <w:lastRenderedPageBreak/>
        <w:t>314.0199</w:t>
      </w:r>
      <w:r>
        <w:tab/>
        <w:t>2.063e0</w:t>
      </w:r>
    </w:p>
    <w:p w:rsidR="007B6A46" w:rsidRDefault="007B6A46" w:rsidP="007B6A46">
      <w:r>
        <w:t>314.0308</w:t>
      </w:r>
      <w:r>
        <w:tab/>
        <w:t>4.051e0</w:t>
      </w:r>
    </w:p>
    <w:p w:rsidR="007B6A46" w:rsidRDefault="007B6A46" w:rsidP="007B6A46">
      <w:r>
        <w:t>314.0518</w:t>
      </w:r>
      <w:r>
        <w:tab/>
        <w:t>2.025e0</w:t>
      </w:r>
    </w:p>
    <w:p w:rsidR="007B6A46" w:rsidRDefault="007B6A46" w:rsidP="007B6A46">
      <w:r>
        <w:t>314.0644</w:t>
      </w:r>
      <w:r>
        <w:tab/>
        <w:t>1.013e0</w:t>
      </w:r>
    </w:p>
    <w:p w:rsidR="007B6A46" w:rsidRDefault="007B6A46" w:rsidP="007B6A46">
      <w:r>
        <w:t>314.0688</w:t>
      </w:r>
      <w:r>
        <w:tab/>
        <w:t>2.025e0</w:t>
      </w:r>
    </w:p>
    <w:p w:rsidR="007B6A46" w:rsidRDefault="007B6A46" w:rsidP="007B6A46">
      <w:r>
        <w:t>314.0969</w:t>
      </w:r>
      <w:r>
        <w:tab/>
        <w:t>1.013e0</w:t>
      </w:r>
    </w:p>
    <w:p w:rsidR="007B6A46" w:rsidRDefault="007B6A46" w:rsidP="007B6A46">
      <w:r>
        <w:t>314.1028</w:t>
      </w:r>
      <w:r>
        <w:tab/>
        <w:t>3.038e0</w:t>
      </w:r>
    </w:p>
    <w:p w:rsidR="007B6A46" w:rsidRDefault="007B6A46" w:rsidP="007B6A46">
      <w:r>
        <w:t>314.1336</w:t>
      </w:r>
      <w:r>
        <w:tab/>
        <w:t>1.013e0</w:t>
      </w:r>
    </w:p>
    <w:p w:rsidR="007B6A46" w:rsidRDefault="007B6A46" w:rsidP="007B6A46">
      <w:r>
        <w:t>314.1521</w:t>
      </w:r>
      <w:r>
        <w:tab/>
        <w:t>4.051e0</w:t>
      </w:r>
    </w:p>
    <w:p w:rsidR="007B6A46" w:rsidRDefault="007B6A46" w:rsidP="007B6A46">
      <w:r>
        <w:t>314.1532</w:t>
      </w:r>
      <w:r>
        <w:tab/>
        <w:t>1.013e0</w:t>
      </w:r>
    </w:p>
    <w:p w:rsidR="007B6A46" w:rsidRDefault="007B6A46" w:rsidP="007B6A46">
      <w:r>
        <w:t>314.1848</w:t>
      </w:r>
      <w:r>
        <w:tab/>
        <w:t>1.013e0</w:t>
      </w:r>
    </w:p>
    <w:p w:rsidR="007B6A46" w:rsidRDefault="007B6A46" w:rsidP="007B6A46">
      <w:r>
        <w:t>314.1961</w:t>
      </w:r>
      <w:r>
        <w:tab/>
        <w:t>1.013e0</w:t>
      </w:r>
    </w:p>
    <w:p w:rsidR="007B6A46" w:rsidRDefault="007B6A46" w:rsidP="007B6A46">
      <w:r>
        <w:t>314.2096</w:t>
      </w:r>
      <w:r>
        <w:tab/>
        <w:t>5.063e0</w:t>
      </w:r>
    </w:p>
    <w:p w:rsidR="007B6A46" w:rsidRDefault="007B6A46" w:rsidP="007B6A46">
      <w:r>
        <w:t>314.2241</w:t>
      </w:r>
      <w:r>
        <w:tab/>
        <w:t>1.013e0</w:t>
      </w:r>
    </w:p>
    <w:p w:rsidR="007B6A46" w:rsidRDefault="007B6A46" w:rsidP="007B6A46">
      <w:r>
        <w:t>314.2294</w:t>
      </w:r>
      <w:r>
        <w:tab/>
        <w:t>3.038e0</w:t>
      </w:r>
    </w:p>
    <w:p w:rsidR="007B6A46" w:rsidRDefault="007B6A46" w:rsidP="007B6A46">
      <w:r>
        <w:t>314.2372</w:t>
      </w:r>
      <w:r>
        <w:tab/>
        <w:t>1.013e0</w:t>
      </w:r>
    </w:p>
    <w:p w:rsidR="007B6A46" w:rsidRDefault="007B6A46" w:rsidP="007B6A46">
      <w:r>
        <w:t>314.2643</w:t>
      </w:r>
      <w:r>
        <w:tab/>
        <w:t>2.025e0</w:t>
      </w:r>
    </w:p>
    <w:p w:rsidR="007B6A46" w:rsidRDefault="007B6A46" w:rsidP="007B6A46">
      <w:r>
        <w:t>314.2735</w:t>
      </w:r>
      <w:r>
        <w:tab/>
        <w:t>2.025e0</w:t>
      </w:r>
    </w:p>
    <w:p w:rsidR="007B6A46" w:rsidRDefault="007B6A46" w:rsidP="007B6A46">
      <w:r>
        <w:t>314.2758</w:t>
      </w:r>
      <w:r>
        <w:tab/>
        <w:t>1.013e0</w:t>
      </w:r>
    </w:p>
    <w:p w:rsidR="007B6A46" w:rsidRDefault="007B6A46" w:rsidP="007B6A46">
      <w:r>
        <w:lastRenderedPageBreak/>
        <w:t>314.2858</w:t>
      </w:r>
      <w:r>
        <w:tab/>
        <w:t>1.013e0</w:t>
      </w:r>
    </w:p>
    <w:p w:rsidR="007B6A46" w:rsidRDefault="007B6A46" w:rsidP="007B6A46">
      <w:r>
        <w:t>314.3264</w:t>
      </w:r>
      <w:r>
        <w:tab/>
        <w:t>4.051e0</w:t>
      </w:r>
    </w:p>
    <w:p w:rsidR="007B6A46" w:rsidRDefault="007B6A46" w:rsidP="007B6A46">
      <w:r>
        <w:t>314.3607</w:t>
      </w:r>
      <w:r>
        <w:tab/>
        <w:t>1.013e0</w:t>
      </w:r>
    </w:p>
    <w:p w:rsidR="007B6A46" w:rsidRDefault="007B6A46" w:rsidP="007B6A46">
      <w:r>
        <w:t>314.3658</w:t>
      </w:r>
      <w:r>
        <w:tab/>
        <w:t>1.013e0</w:t>
      </w:r>
    </w:p>
    <w:p w:rsidR="007B6A46" w:rsidRDefault="007B6A46" w:rsidP="007B6A46">
      <w:r>
        <w:t>314.3744</w:t>
      </w:r>
      <w:r>
        <w:tab/>
        <w:t>1.013e0</w:t>
      </w:r>
    </w:p>
    <w:p w:rsidR="007B6A46" w:rsidRDefault="007B6A46" w:rsidP="007B6A46">
      <w:r>
        <w:t>314.3896</w:t>
      </w:r>
      <w:r>
        <w:tab/>
        <w:t>1.013e0</w:t>
      </w:r>
    </w:p>
    <w:p w:rsidR="007B6A46" w:rsidRDefault="007B6A46" w:rsidP="007B6A46">
      <w:r>
        <w:t>314.4138</w:t>
      </w:r>
      <w:r>
        <w:tab/>
        <w:t>2.025e0</w:t>
      </w:r>
    </w:p>
    <w:p w:rsidR="007B6A46" w:rsidRDefault="007B6A46" w:rsidP="007B6A46">
      <w:r>
        <w:t>314.4286</w:t>
      </w:r>
      <w:r>
        <w:tab/>
        <w:t>3.038e0</w:t>
      </w:r>
    </w:p>
    <w:p w:rsidR="007B6A46" w:rsidRDefault="007B6A46" w:rsidP="007B6A46">
      <w:r>
        <w:t>314.4306</w:t>
      </w:r>
      <w:r>
        <w:tab/>
        <w:t>1.013e0</w:t>
      </w:r>
    </w:p>
    <w:p w:rsidR="007B6A46" w:rsidRDefault="007B6A46" w:rsidP="007B6A46">
      <w:r>
        <w:t>314.4547</w:t>
      </w:r>
      <w:r>
        <w:tab/>
        <w:t>1.013e0</w:t>
      </w:r>
    </w:p>
    <w:p w:rsidR="007B6A46" w:rsidRDefault="007B6A46" w:rsidP="007B6A46">
      <w:r>
        <w:t>314.4688</w:t>
      </w:r>
      <w:r>
        <w:tab/>
        <w:t>1.013e0</w:t>
      </w:r>
    </w:p>
    <w:p w:rsidR="007B6A46" w:rsidRDefault="007B6A46" w:rsidP="007B6A46">
      <w:r>
        <w:t>314.4829</w:t>
      </w:r>
      <w:r>
        <w:tab/>
        <w:t>1.013e0</w:t>
      </w:r>
    </w:p>
    <w:p w:rsidR="007B6A46" w:rsidRDefault="007B6A46" w:rsidP="007B6A46">
      <w:r>
        <w:t>314.4868</w:t>
      </w:r>
      <w:r>
        <w:tab/>
        <w:t>1.013e0</w:t>
      </w:r>
    </w:p>
    <w:p w:rsidR="007B6A46" w:rsidRDefault="007B6A46" w:rsidP="007B6A46">
      <w:r>
        <w:t>314.4916</w:t>
      </w:r>
      <w:r>
        <w:tab/>
        <w:t>1.013e0</w:t>
      </w:r>
    </w:p>
    <w:p w:rsidR="007B6A46" w:rsidRDefault="007B6A46" w:rsidP="007B6A46">
      <w:r>
        <w:t>314.4978</w:t>
      </w:r>
      <w:r>
        <w:tab/>
        <w:t>1.013e0</w:t>
      </w:r>
    </w:p>
    <w:p w:rsidR="007B6A46" w:rsidRDefault="007B6A46" w:rsidP="007B6A46">
      <w:r>
        <w:t>314.5064</w:t>
      </w:r>
      <w:r>
        <w:tab/>
        <w:t>1.013e0</w:t>
      </w:r>
    </w:p>
    <w:p w:rsidR="007B6A46" w:rsidRDefault="007B6A46" w:rsidP="007B6A46">
      <w:r>
        <w:t>314.5415</w:t>
      </w:r>
      <w:r>
        <w:tab/>
        <w:t>3.038e0</w:t>
      </w:r>
    </w:p>
    <w:p w:rsidR="007B6A46" w:rsidRDefault="007B6A46" w:rsidP="007B6A46">
      <w:r>
        <w:t>314.5467</w:t>
      </w:r>
      <w:r>
        <w:tab/>
        <w:t>2.025e0</w:t>
      </w:r>
    </w:p>
    <w:p w:rsidR="007B6A46" w:rsidRDefault="007B6A46" w:rsidP="007B6A46">
      <w:r>
        <w:t>314.5487</w:t>
      </w:r>
      <w:r>
        <w:tab/>
        <w:t>2.025e0</w:t>
      </w:r>
    </w:p>
    <w:p w:rsidR="007B6A46" w:rsidRDefault="007B6A46" w:rsidP="007B6A46">
      <w:r>
        <w:lastRenderedPageBreak/>
        <w:t>314.5633</w:t>
      </w:r>
      <w:r>
        <w:tab/>
        <w:t>1.013e0</w:t>
      </w:r>
    </w:p>
    <w:p w:rsidR="007B6A46" w:rsidRDefault="007B6A46" w:rsidP="007B6A46">
      <w:r>
        <w:t>314.5675</w:t>
      </w:r>
      <w:r>
        <w:tab/>
        <w:t>3.038e0</w:t>
      </w:r>
    </w:p>
    <w:p w:rsidR="007B6A46" w:rsidRDefault="007B6A46" w:rsidP="007B6A46">
      <w:r>
        <w:t>314.5841</w:t>
      </w:r>
      <w:r>
        <w:tab/>
        <w:t>8.449e0</w:t>
      </w:r>
    </w:p>
    <w:p w:rsidR="007B6A46" w:rsidRDefault="007B6A46" w:rsidP="007B6A46">
      <w:r>
        <w:t>314.5941</w:t>
      </w:r>
      <w:r>
        <w:tab/>
        <w:t>6.076e0</w:t>
      </w:r>
    </w:p>
    <w:p w:rsidR="007B6A46" w:rsidRDefault="007B6A46" w:rsidP="007B6A46">
      <w:r>
        <w:t>314.6060</w:t>
      </w:r>
      <w:r>
        <w:tab/>
        <w:t>2.025e0</w:t>
      </w:r>
    </w:p>
    <w:p w:rsidR="007B6A46" w:rsidRDefault="007B6A46" w:rsidP="007B6A46">
      <w:r>
        <w:t>314.6072</w:t>
      </w:r>
      <w:r>
        <w:tab/>
        <w:t>5.063e0</w:t>
      </w:r>
    </w:p>
    <w:p w:rsidR="007B6A46" w:rsidRDefault="007B6A46" w:rsidP="007B6A46">
      <w:r>
        <w:t>314.6444</w:t>
      </w:r>
      <w:r>
        <w:tab/>
        <w:t>3.038e0</w:t>
      </w:r>
    </w:p>
    <w:p w:rsidR="007B6A46" w:rsidRDefault="007B6A46" w:rsidP="007B6A46">
      <w:r>
        <w:t>314.6472</w:t>
      </w:r>
      <w:r>
        <w:tab/>
        <w:t>6.546e0</w:t>
      </w:r>
    </w:p>
    <w:p w:rsidR="007B6A46" w:rsidRDefault="007B6A46" w:rsidP="007B6A46">
      <w:r>
        <w:t>314.6575</w:t>
      </w:r>
      <w:r>
        <w:tab/>
        <w:t>4.051e0</w:t>
      </w:r>
    </w:p>
    <w:p w:rsidR="007B6A46" w:rsidRDefault="007B6A46" w:rsidP="007B6A46">
      <w:r>
        <w:t>314.6830</w:t>
      </w:r>
      <w:r>
        <w:tab/>
        <w:t>3.038e0</w:t>
      </w:r>
    </w:p>
    <w:p w:rsidR="007B6A46" w:rsidRDefault="007B6A46" w:rsidP="007B6A46">
      <w:r>
        <w:t>314.6880</w:t>
      </w:r>
      <w:r>
        <w:tab/>
        <w:t>3.038e0</w:t>
      </w:r>
    </w:p>
    <w:p w:rsidR="007B6A46" w:rsidRDefault="007B6A46" w:rsidP="007B6A46">
      <w:r>
        <w:t>314.6931</w:t>
      </w:r>
      <w:r>
        <w:tab/>
        <w:t>6.209e0</w:t>
      </w:r>
    </w:p>
    <w:p w:rsidR="007B6A46" w:rsidRDefault="007B6A46" w:rsidP="007B6A46">
      <w:r>
        <w:t>314.7001</w:t>
      </w:r>
      <w:r>
        <w:tab/>
        <w:t>3.038e0</w:t>
      </w:r>
    </w:p>
    <w:p w:rsidR="007B6A46" w:rsidRDefault="007B6A46" w:rsidP="007B6A46">
      <w:r>
        <w:t>314.7081</w:t>
      </w:r>
      <w:r>
        <w:tab/>
        <w:t>2.025e0</w:t>
      </w:r>
    </w:p>
    <w:p w:rsidR="007B6A46" w:rsidRDefault="007B6A46" w:rsidP="007B6A46">
      <w:r>
        <w:t>314.7212</w:t>
      </w:r>
      <w:r>
        <w:tab/>
        <w:t>2.025e0</w:t>
      </w:r>
    </w:p>
    <w:p w:rsidR="007B6A46" w:rsidRDefault="007B6A46" w:rsidP="007B6A46">
      <w:r>
        <w:t>314.7471</w:t>
      </w:r>
      <w:r>
        <w:tab/>
        <w:t>5.521e0</w:t>
      </w:r>
    </w:p>
    <w:p w:rsidR="007B6A46" w:rsidRDefault="007B6A46" w:rsidP="007B6A46">
      <w:r>
        <w:t>314.7588</w:t>
      </w:r>
      <w:r>
        <w:tab/>
        <w:t>4.051e0</w:t>
      </w:r>
    </w:p>
    <w:p w:rsidR="007B6A46" w:rsidRDefault="007B6A46" w:rsidP="007B6A46">
      <w:r>
        <w:t>314.7784</w:t>
      </w:r>
      <w:r>
        <w:tab/>
        <w:t>2.025e0</w:t>
      </w:r>
    </w:p>
    <w:p w:rsidR="007B6A46" w:rsidRDefault="007B6A46" w:rsidP="007B6A46">
      <w:r>
        <w:t>314.7804</w:t>
      </w:r>
      <w:r>
        <w:tab/>
        <w:t>2.025e0</w:t>
      </w:r>
    </w:p>
    <w:p w:rsidR="007B6A46" w:rsidRDefault="007B6A46" w:rsidP="007B6A46">
      <w:r>
        <w:lastRenderedPageBreak/>
        <w:t>314.7945</w:t>
      </w:r>
      <w:r>
        <w:tab/>
        <w:t>2.025e0</w:t>
      </w:r>
    </w:p>
    <w:p w:rsidR="007B6A46" w:rsidRDefault="007B6A46" w:rsidP="007B6A46">
      <w:r>
        <w:t>314.8107</w:t>
      </w:r>
      <w:r>
        <w:tab/>
        <w:t>5.063e0</w:t>
      </w:r>
    </w:p>
    <w:p w:rsidR="007B6A46" w:rsidRDefault="007B6A46" w:rsidP="007B6A46">
      <w:r>
        <w:t>314.8225</w:t>
      </w:r>
      <w:r>
        <w:tab/>
        <w:t>1.013e0</w:t>
      </w:r>
    </w:p>
    <w:p w:rsidR="007B6A46" w:rsidRDefault="007B6A46" w:rsidP="007B6A46">
      <w:r>
        <w:t>314.8307</w:t>
      </w:r>
      <w:r>
        <w:tab/>
        <w:t>4.051e0</w:t>
      </w:r>
    </w:p>
    <w:p w:rsidR="007B6A46" w:rsidRDefault="007B6A46" w:rsidP="007B6A46">
      <w:r>
        <w:t>314.8448</w:t>
      </w:r>
      <w:r>
        <w:tab/>
        <w:t>1.013e0</w:t>
      </w:r>
    </w:p>
    <w:p w:rsidR="007B6A46" w:rsidRDefault="007B6A46" w:rsidP="007B6A46">
      <w:r>
        <w:t>314.8593</w:t>
      </w:r>
      <w:r>
        <w:tab/>
        <w:t>8.284e0</w:t>
      </w:r>
    </w:p>
    <w:p w:rsidR="007B6A46" w:rsidRDefault="007B6A46" w:rsidP="007B6A46">
      <w:r>
        <w:t>314.8621</w:t>
      </w:r>
      <w:r>
        <w:tab/>
        <w:t>7.584e0</w:t>
      </w:r>
    </w:p>
    <w:p w:rsidR="007B6A46" w:rsidRDefault="007B6A46" w:rsidP="007B6A46">
      <w:r>
        <w:t>314.8649</w:t>
      </w:r>
      <w:r>
        <w:tab/>
        <w:t>1.013e0</w:t>
      </w:r>
    </w:p>
    <w:p w:rsidR="007B6A46" w:rsidRDefault="007B6A46" w:rsidP="007B6A46">
      <w:r>
        <w:t>314.9081</w:t>
      </w:r>
      <w:r>
        <w:tab/>
        <w:t>1.013e0</w:t>
      </w:r>
    </w:p>
    <w:p w:rsidR="007B6A46" w:rsidRDefault="007B6A46" w:rsidP="007B6A46">
      <w:r>
        <w:t>314.9094</w:t>
      </w:r>
      <w:r>
        <w:tab/>
        <w:t>5.063e0</w:t>
      </w:r>
    </w:p>
    <w:p w:rsidR="007B6A46" w:rsidRDefault="007B6A46" w:rsidP="007B6A46">
      <w:r>
        <w:t>314.9234</w:t>
      </w:r>
      <w:r>
        <w:tab/>
        <w:t>1.061e1</w:t>
      </w:r>
    </w:p>
    <w:p w:rsidR="007B6A46" w:rsidRDefault="007B6A46" w:rsidP="007B6A46">
      <w:r>
        <w:t>314.9474</w:t>
      </w:r>
      <w:r>
        <w:tab/>
        <w:t>5.063e0</w:t>
      </w:r>
    </w:p>
    <w:p w:rsidR="007B6A46" w:rsidRDefault="007B6A46" w:rsidP="007B6A46">
      <w:r>
        <w:t>314.9539</w:t>
      </w:r>
      <w:r>
        <w:tab/>
        <w:t>4.051e0</w:t>
      </w:r>
    </w:p>
    <w:p w:rsidR="007B6A46" w:rsidRDefault="007B6A46" w:rsidP="007B6A46">
      <w:r>
        <w:t>314.9589</w:t>
      </w:r>
      <w:r>
        <w:tab/>
        <w:t>2.025e0</w:t>
      </w:r>
    </w:p>
    <w:p w:rsidR="007B6A46" w:rsidRDefault="007B6A46" w:rsidP="007B6A46">
      <w:r>
        <w:t>314.9653</w:t>
      </w:r>
      <w:r>
        <w:tab/>
        <w:t>8.101e0</w:t>
      </w:r>
    </w:p>
    <w:p w:rsidR="007B6A46" w:rsidRDefault="007B6A46" w:rsidP="007B6A46">
      <w:r>
        <w:t>314.9963</w:t>
      </w:r>
      <w:r>
        <w:tab/>
        <w:t>4.051e0</w:t>
      </w:r>
    </w:p>
    <w:p w:rsidR="007B6A46" w:rsidRDefault="007B6A46" w:rsidP="007B6A46">
      <w:r>
        <w:t>315.0059</w:t>
      </w:r>
      <w:r>
        <w:tab/>
        <w:t>2.888e0</w:t>
      </w:r>
    </w:p>
    <w:p w:rsidR="007B6A46" w:rsidRDefault="007B6A46" w:rsidP="007B6A46">
      <w:r>
        <w:t>315.0083</w:t>
      </w:r>
      <w:r>
        <w:tab/>
        <w:t>4.051e0</w:t>
      </w:r>
    </w:p>
    <w:p w:rsidR="007B6A46" w:rsidRDefault="007B6A46" w:rsidP="007B6A46">
      <w:r>
        <w:t>315.0257</w:t>
      </w:r>
      <w:r>
        <w:tab/>
        <w:t>8.342e0</w:t>
      </w:r>
    </w:p>
    <w:p w:rsidR="007B6A46" w:rsidRDefault="007B6A46" w:rsidP="007B6A46">
      <w:r>
        <w:lastRenderedPageBreak/>
        <w:t>315.0348</w:t>
      </w:r>
      <w:r>
        <w:tab/>
        <w:t>4.051e0</w:t>
      </w:r>
    </w:p>
    <w:p w:rsidR="007B6A46" w:rsidRDefault="007B6A46" w:rsidP="007B6A46">
      <w:r>
        <w:t>315.0408</w:t>
      </w:r>
      <w:r>
        <w:tab/>
        <w:t>3.038e0</w:t>
      </w:r>
    </w:p>
    <w:p w:rsidR="007B6A46" w:rsidRDefault="007B6A46" w:rsidP="007B6A46">
      <w:r>
        <w:t>315.0485</w:t>
      </w:r>
      <w:r>
        <w:tab/>
        <w:t>9.188e0</w:t>
      </w:r>
    </w:p>
    <w:p w:rsidR="007B6A46" w:rsidRDefault="007B6A46" w:rsidP="007B6A46">
      <w:r>
        <w:t>315.0815</w:t>
      </w:r>
      <w:r>
        <w:tab/>
        <w:t>5.091e0</w:t>
      </w:r>
    </w:p>
    <w:p w:rsidR="007B6A46" w:rsidRDefault="007B6A46" w:rsidP="007B6A46">
      <w:r>
        <w:t>315.1751</w:t>
      </w:r>
      <w:r>
        <w:tab/>
        <w:t>7.743e3</w:t>
      </w:r>
    </w:p>
    <w:p w:rsidR="007B6A46" w:rsidRDefault="007B6A46" w:rsidP="007B6A46">
      <w:r>
        <w:t>315.2907</w:t>
      </w:r>
      <w:r>
        <w:tab/>
        <w:t>9.940e0</w:t>
      </w:r>
    </w:p>
    <w:p w:rsidR="007B6A46" w:rsidRDefault="007B6A46" w:rsidP="007B6A46">
      <w:r>
        <w:t>315.3007</w:t>
      </w:r>
      <w:r>
        <w:tab/>
        <w:t>1.670e1</w:t>
      </w:r>
    </w:p>
    <w:p w:rsidR="007B6A46" w:rsidRDefault="007B6A46" w:rsidP="007B6A46">
      <w:r>
        <w:t>315.3030</w:t>
      </w:r>
      <w:r>
        <w:tab/>
        <w:t>1.222e1</w:t>
      </w:r>
    </w:p>
    <w:p w:rsidR="007B6A46" w:rsidRDefault="007B6A46" w:rsidP="007B6A46">
      <w:r>
        <w:t>315.3082</w:t>
      </w:r>
      <w:r>
        <w:tab/>
        <w:t>1.995e1</w:t>
      </w:r>
    </w:p>
    <w:p w:rsidR="007B6A46" w:rsidRDefault="007B6A46" w:rsidP="007B6A46">
      <w:r>
        <w:t>315.3443</w:t>
      </w:r>
      <w:r>
        <w:tab/>
        <w:t>6.076e0</w:t>
      </w:r>
    </w:p>
    <w:p w:rsidR="007B6A46" w:rsidRDefault="007B6A46" w:rsidP="007B6A46">
      <w:r>
        <w:t>315.3660</w:t>
      </w:r>
      <w:r>
        <w:tab/>
        <w:t>2.461e1</w:t>
      </w:r>
    </w:p>
    <w:p w:rsidR="007B6A46" w:rsidRDefault="007B6A46" w:rsidP="007B6A46">
      <w:r>
        <w:t>315.3675</w:t>
      </w:r>
      <w:r>
        <w:tab/>
        <w:t>1.519e1</w:t>
      </w:r>
    </w:p>
    <w:p w:rsidR="007B6A46" w:rsidRDefault="007B6A46" w:rsidP="007B6A46">
      <w:r>
        <w:t>315.3730</w:t>
      </w:r>
      <w:r>
        <w:tab/>
        <w:t>4.864e1</w:t>
      </w:r>
    </w:p>
    <w:p w:rsidR="007B6A46" w:rsidRDefault="007B6A46" w:rsidP="007B6A46">
      <w:r>
        <w:t>315.3775</w:t>
      </w:r>
      <w:r>
        <w:tab/>
        <w:t>3.820e1</w:t>
      </w:r>
    </w:p>
    <w:p w:rsidR="007B6A46" w:rsidRDefault="007B6A46" w:rsidP="007B6A46">
      <w:r>
        <w:t>315.3894</w:t>
      </w:r>
      <w:r>
        <w:tab/>
        <w:t>4.051e0</w:t>
      </w:r>
    </w:p>
    <w:p w:rsidR="007B6A46" w:rsidRDefault="007B6A46" w:rsidP="007B6A46">
      <w:r>
        <w:t>315.4014</w:t>
      </w:r>
      <w:r>
        <w:tab/>
        <w:t>4.051e0</w:t>
      </w:r>
    </w:p>
    <w:p w:rsidR="007B6A46" w:rsidRDefault="007B6A46" w:rsidP="007B6A46">
      <w:r>
        <w:t>315.4251</w:t>
      </w:r>
      <w:r>
        <w:tab/>
        <w:t>4.638e0</w:t>
      </w:r>
    </w:p>
    <w:p w:rsidR="007B6A46" w:rsidRDefault="007B6A46" w:rsidP="007B6A46">
      <w:r>
        <w:t>315.4283</w:t>
      </w:r>
      <w:r>
        <w:tab/>
        <w:t>9.374e0</w:t>
      </w:r>
    </w:p>
    <w:p w:rsidR="007B6A46" w:rsidRDefault="007B6A46" w:rsidP="007B6A46">
      <w:r>
        <w:t>315.4454</w:t>
      </w:r>
      <w:r>
        <w:tab/>
        <w:t>4.051e0</w:t>
      </w:r>
    </w:p>
    <w:p w:rsidR="007B6A46" w:rsidRDefault="007B6A46" w:rsidP="007B6A46">
      <w:r>
        <w:lastRenderedPageBreak/>
        <w:t>315.4557</w:t>
      </w:r>
      <w:r>
        <w:tab/>
        <w:t>1.013e1</w:t>
      </w:r>
    </w:p>
    <w:p w:rsidR="007B6A46" w:rsidRDefault="007B6A46" w:rsidP="007B6A46">
      <w:r>
        <w:t>315.4666</w:t>
      </w:r>
      <w:r>
        <w:tab/>
        <w:t>5.063e0</w:t>
      </w:r>
    </w:p>
    <w:p w:rsidR="007B6A46" w:rsidRDefault="007B6A46" w:rsidP="007B6A46">
      <w:r>
        <w:t>315.4691</w:t>
      </w:r>
      <w:r>
        <w:tab/>
        <w:t>5.979e0</w:t>
      </w:r>
    </w:p>
    <w:p w:rsidR="007B6A46" w:rsidRDefault="007B6A46" w:rsidP="007B6A46">
      <w:r>
        <w:t>315.4702</w:t>
      </w:r>
      <w:r>
        <w:tab/>
        <w:t>8.787e0</w:t>
      </w:r>
    </w:p>
    <w:p w:rsidR="007B6A46" w:rsidRDefault="007B6A46" w:rsidP="007B6A46">
      <w:r>
        <w:t>315.4778</w:t>
      </w:r>
      <w:r>
        <w:tab/>
        <w:t>4.051e0</w:t>
      </w:r>
    </w:p>
    <w:p w:rsidR="007B6A46" w:rsidRDefault="007B6A46" w:rsidP="007B6A46">
      <w:r>
        <w:t>315.5109</w:t>
      </w:r>
      <w:r>
        <w:tab/>
        <w:t>1.013e1</w:t>
      </w:r>
    </w:p>
    <w:p w:rsidR="007B6A46" w:rsidRDefault="007B6A46" w:rsidP="007B6A46">
      <w:r>
        <w:t>315.5153</w:t>
      </w:r>
      <w:r>
        <w:tab/>
        <w:t>3.038e0</w:t>
      </w:r>
    </w:p>
    <w:p w:rsidR="007B6A46" w:rsidRDefault="007B6A46" w:rsidP="007B6A46">
      <w:r>
        <w:t>315.5174</w:t>
      </w:r>
      <w:r>
        <w:tab/>
        <w:t>2.857e0</w:t>
      </w:r>
    </w:p>
    <w:p w:rsidR="007B6A46" w:rsidRDefault="007B6A46" w:rsidP="007B6A46">
      <w:r>
        <w:t>315.5452</w:t>
      </w:r>
      <w:r>
        <w:tab/>
        <w:t>7.089e0</w:t>
      </w:r>
    </w:p>
    <w:p w:rsidR="007B6A46" w:rsidRDefault="007B6A46" w:rsidP="007B6A46">
      <w:r>
        <w:t>315.5518</w:t>
      </w:r>
      <w:r>
        <w:tab/>
        <w:t>7.270e0</w:t>
      </w:r>
    </w:p>
    <w:p w:rsidR="007B6A46" w:rsidRDefault="007B6A46" w:rsidP="007B6A46">
      <w:r>
        <w:t>315.5754</w:t>
      </w:r>
      <w:r>
        <w:tab/>
        <w:t>3.038e0</w:t>
      </w:r>
    </w:p>
    <w:p w:rsidR="007B6A46" w:rsidRDefault="007B6A46" w:rsidP="007B6A46">
      <w:r>
        <w:t>315.5877</w:t>
      </w:r>
      <w:r>
        <w:tab/>
        <w:t>1.157e1</w:t>
      </w:r>
    </w:p>
    <w:p w:rsidR="007B6A46" w:rsidRDefault="007B6A46" w:rsidP="007B6A46">
      <w:r>
        <w:t>315.5924</w:t>
      </w:r>
      <w:r>
        <w:tab/>
        <w:t>5.325e0</w:t>
      </w:r>
    </w:p>
    <w:p w:rsidR="007B6A46" w:rsidRDefault="007B6A46" w:rsidP="007B6A46">
      <w:r>
        <w:t>315.6069</w:t>
      </w:r>
      <w:r>
        <w:tab/>
        <w:t>8.706e0</w:t>
      </w:r>
    </w:p>
    <w:p w:rsidR="007B6A46" w:rsidRDefault="007B6A46" w:rsidP="007B6A46">
      <w:r>
        <w:t>315.6107</w:t>
      </w:r>
      <w:r>
        <w:tab/>
        <w:t>4.443e0</w:t>
      </w:r>
    </w:p>
    <w:p w:rsidR="007B6A46" w:rsidRDefault="007B6A46" w:rsidP="007B6A46">
      <w:r>
        <w:t>315.6318</w:t>
      </w:r>
      <w:r>
        <w:tab/>
        <w:t>7.563e0</w:t>
      </w:r>
    </w:p>
    <w:p w:rsidR="007B6A46" w:rsidRDefault="007B6A46" w:rsidP="007B6A46">
      <w:r>
        <w:t>315.6359</w:t>
      </w:r>
      <w:r>
        <w:tab/>
        <w:t>7.122e0</w:t>
      </w:r>
    </w:p>
    <w:p w:rsidR="007B6A46" w:rsidRDefault="007B6A46" w:rsidP="007B6A46">
      <w:r>
        <w:t>315.6490</w:t>
      </w:r>
      <w:r>
        <w:tab/>
        <w:t>6.551e0</w:t>
      </w:r>
    </w:p>
    <w:p w:rsidR="007B6A46" w:rsidRDefault="007B6A46" w:rsidP="007B6A46">
      <w:r>
        <w:t>315.6548</w:t>
      </w:r>
      <w:r>
        <w:tab/>
        <w:t>9.114e0</w:t>
      </w:r>
    </w:p>
    <w:p w:rsidR="007B6A46" w:rsidRDefault="007B6A46" w:rsidP="007B6A46">
      <w:r>
        <w:lastRenderedPageBreak/>
        <w:t>315.6719</w:t>
      </w:r>
      <w:r>
        <w:tab/>
        <w:t>7.089e0</w:t>
      </w:r>
    </w:p>
    <w:p w:rsidR="007B6A46" w:rsidRDefault="007B6A46" w:rsidP="007B6A46">
      <w:r>
        <w:t>315.6738</w:t>
      </w:r>
      <w:r>
        <w:tab/>
        <w:t>1.039e1</w:t>
      </w:r>
    </w:p>
    <w:p w:rsidR="007B6A46" w:rsidRDefault="007B6A46" w:rsidP="007B6A46">
      <w:r>
        <w:t>315.6772</w:t>
      </w:r>
      <w:r>
        <w:tab/>
        <w:t>1.114e1</w:t>
      </w:r>
    </w:p>
    <w:p w:rsidR="007B6A46" w:rsidRDefault="007B6A46" w:rsidP="007B6A46">
      <w:r>
        <w:t>315.6839</w:t>
      </w:r>
      <w:r>
        <w:tab/>
        <w:t>6.076e0</w:t>
      </w:r>
    </w:p>
    <w:p w:rsidR="007B6A46" w:rsidRDefault="007B6A46" w:rsidP="007B6A46">
      <w:r>
        <w:t>315.7123</w:t>
      </w:r>
      <w:r>
        <w:tab/>
        <w:t>1.364e1</w:t>
      </w:r>
    </w:p>
    <w:p w:rsidR="007B6A46" w:rsidRDefault="007B6A46" w:rsidP="007B6A46">
      <w:r>
        <w:t>315.7140</w:t>
      </w:r>
      <w:r>
        <w:tab/>
        <w:t>4.431e0</w:t>
      </w:r>
    </w:p>
    <w:p w:rsidR="007B6A46" w:rsidRDefault="007B6A46" w:rsidP="007B6A46">
      <w:r>
        <w:t>315.7448</w:t>
      </w:r>
      <w:r>
        <w:tab/>
        <w:t>8.790e0</w:t>
      </w:r>
    </w:p>
    <w:p w:rsidR="007B6A46" w:rsidRDefault="007B6A46" w:rsidP="007B6A46">
      <w:r>
        <w:t>315.7487</w:t>
      </w:r>
      <w:r>
        <w:tab/>
        <w:t>1.646e1</w:t>
      </w:r>
    </w:p>
    <w:p w:rsidR="007B6A46" w:rsidRDefault="007B6A46" w:rsidP="007B6A46">
      <w:r>
        <w:t>315.7498</w:t>
      </w:r>
      <w:r>
        <w:tab/>
        <w:t>4.051e0</w:t>
      </w:r>
    </w:p>
    <w:p w:rsidR="007B6A46" w:rsidRDefault="007B6A46" w:rsidP="007B6A46">
      <w:r>
        <w:t>315.7573</w:t>
      </w:r>
      <w:r>
        <w:tab/>
        <w:t>1.013e1</w:t>
      </w:r>
    </w:p>
    <w:p w:rsidR="007B6A46" w:rsidRDefault="007B6A46" w:rsidP="007B6A46">
      <w:r>
        <w:t>315.7922</w:t>
      </w:r>
      <w:r>
        <w:tab/>
        <w:t>9.591e0</w:t>
      </w:r>
    </w:p>
    <w:p w:rsidR="007B6A46" w:rsidRDefault="007B6A46" w:rsidP="007B6A46">
      <w:r>
        <w:t>315.7941</w:t>
      </w:r>
      <w:r>
        <w:tab/>
        <w:t>2.025e0</w:t>
      </w:r>
    </w:p>
    <w:p w:rsidR="007B6A46" w:rsidRDefault="007B6A46" w:rsidP="007B6A46">
      <w:r>
        <w:t>315.7995</w:t>
      </w:r>
      <w:r>
        <w:tab/>
        <w:t>5.384e0</w:t>
      </w:r>
    </w:p>
    <w:p w:rsidR="007B6A46" w:rsidRDefault="007B6A46" w:rsidP="007B6A46">
      <w:r>
        <w:t>315.8138</w:t>
      </w:r>
      <w:r>
        <w:tab/>
        <w:t>1.013e0</w:t>
      </w:r>
    </w:p>
    <w:p w:rsidR="007B6A46" w:rsidRDefault="007B6A46" w:rsidP="007B6A46">
      <w:r>
        <w:t>315.8233</w:t>
      </w:r>
      <w:r>
        <w:tab/>
        <w:t>2.046e1</w:t>
      </w:r>
    </w:p>
    <w:p w:rsidR="007B6A46" w:rsidRDefault="007B6A46" w:rsidP="007B6A46">
      <w:r>
        <w:t>315.8306</w:t>
      </w:r>
      <w:r>
        <w:tab/>
        <w:t>7.781e0</w:t>
      </w:r>
    </w:p>
    <w:p w:rsidR="007B6A46" w:rsidRDefault="007B6A46" w:rsidP="007B6A46">
      <w:r>
        <w:t>315.8376</w:t>
      </w:r>
      <w:r>
        <w:tab/>
        <w:t>3.038e0</w:t>
      </w:r>
    </w:p>
    <w:p w:rsidR="007B6A46" w:rsidRDefault="007B6A46" w:rsidP="007B6A46">
      <w:r>
        <w:t>315.8517</w:t>
      </w:r>
      <w:r>
        <w:tab/>
        <w:t>5.063e0</w:t>
      </w:r>
    </w:p>
    <w:p w:rsidR="007B6A46" w:rsidRDefault="007B6A46" w:rsidP="007B6A46">
      <w:r>
        <w:t>315.8635</w:t>
      </w:r>
      <w:r>
        <w:tab/>
        <w:t>2.025e0</w:t>
      </w:r>
    </w:p>
    <w:p w:rsidR="007B6A46" w:rsidRDefault="007B6A46" w:rsidP="007B6A46">
      <w:r>
        <w:lastRenderedPageBreak/>
        <w:t>315.8741</w:t>
      </w:r>
      <w:r>
        <w:tab/>
        <w:t>1.161e1</w:t>
      </w:r>
    </w:p>
    <w:p w:rsidR="007B6A46" w:rsidRDefault="007B6A46" w:rsidP="007B6A46">
      <w:r>
        <w:t>315.8843</w:t>
      </w:r>
      <w:r>
        <w:tab/>
        <w:t>4.102e0</w:t>
      </w:r>
    </w:p>
    <w:p w:rsidR="007B6A46" w:rsidRDefault="007B6A46" w:rsidP="007B6A46">
      <w:r>
        <w:t>315.9146</w:t>
      </w:r>
      <w:r>
        <w:tab/>
        <w:t>4.051e0</w:t>
      </w:r>
    </w:p>
    <w:p w:rsidR="007B6A46" w:rsidRDefault="007B6A46" w:rsidP="007B6A46">
      <w:r>
        <w:t>315.9199</w:t>
      </w:r>
      <w:r>
        <w:tab/>
        <w:t>2.025e0</w:t>
      </w:r>
    </w:p>
    <w:p w:rsidR="007B6A46" w:rsidRDefault="007B6A46" w:rsidP="007B6A46">
      <w:r>
        <w:t>315.9221</w:t>
      </w:r>
      <w:r>
        <w:tab/>
        <w:t>6.614e0</w:t>
      </w:r>
    </w:p>
    <w:p w:rsidR="007B6A46" w:rsidRDefault="007B6A46" w:rsidP="007B6A46">
      <w:r>
        <w:t>315.9272</w:t>
      </w:r>
      <w:r>
        <w:tab/>
        <w:t>6.188e0</w:t>
      </w:r>
    </w:p>
    <w:p w:rsidR="007B6A46" w:rsidRDefault="007B6A46" w:rsidP="007B6A46">
      <w:r>
        <w:t>315.9405</w:t>
      </w:r>
      <w:r>
        <w:tab/>
        <w:t>1.316e1</w:t>
      </w:r>
    </w:p>
    <w:p w:rsidR="007B6A46" w:rsidRDefault="007B6A46" w:rsidP="007B6A46">
      <w:r>
        <w:t>315.9583</w:t>
      </w:r>
      <w:r>
        <w:tab/>
        <w:t>8.733e0</w:t>
      </w:r>
    </w:p>
    <w:p w:rsidR="007B6A46" w:rsidRDefault="007B6A46" w:rsidP="007B6A46">
      <w:r>
        <w:t>315.9601</w:t>
      </w:r>
      <w:r>
        <w:tab/>
        <w:t>7.089e0</w:t>
      </w:r>
    </w:p>
    <w:p w:rsidR="007B6A46" w:rsidRDefault="007B6A46" w:rsidP="007B6A46">
      <w:r>
        <w:t>315.9639</w:t>
      </w:r>
      <w:r>
        <w:tab/>
        <w:t>3.038e0</w:t>
      </w:r>
    </w:p>
    <w:p w:rsidR="007B6A46" w:rsidRDefault="007B6A46" w:rsidP="007B6A46">
      <w:r>
        <w:t>315.9995</w:t>
      </w:r>
      <w:r>
        <w:tab/>
        <w:t>7.186e0</w:t>
      </w:r>
    </w:p>
    <w:p w:rsidR="007B6A46" w:rsidRDefault="007B6A46" w:rsidP="007B6A46">
      <w:r>
        <w:t>316.0045</w:t>
      </w:r>
      <w:r>
        <w:tab/>
        <w:t>3.038e0</w:t>
      </w:r>
    </w:p>
    <w:p w:rsidR="007B6A46" w:rsidRDefault="007B6A46" w:rsidP="007B6A46">
      <w:r>
        <w:t>316.0074</w:t>
      </w:r>
      <w:r>
        <w:tab/>
        <w:t>7.089e0</w:t>
      </w:r>
    </w:p>
    <w:p w:rsidR="007B6A46" w:rsidRDefault="007B6A46" w:rsidP="007B6A46">
      <w:r>
        <w:t>316.0085</w:t>
      </w:r>
      <w:r>
        <w:tab/>
        <w:t>1.379e1</w:t>
      </w:r>
    </w:p>
    <w:p w:rsidR="007B6A46" w:rsidRDefault="007B6A46" w:rsidP="007B6A46">
      <w:r>
        <w:t>316.0428</w:t>
      </w:r>
      <w:r>
        <w:tab/>
        <w:t>5.978e0</w:t>
      </w:r>
    </w:p>
    <w:p w:rsidR="007B6A46" w:rsidRDefault="007B6A46" w:rsidP="007B6A46">
      <w:r>
        <w:t>316.0512</w:t>
      </w:r>
      <w:r>
        <w:tab/>
        <w:t>3.038e0</w:t>
      </w:r>
    </w:p>
    <w:p w:rsidR="007B6A46" w:rsidRDefault="007B6A46" w:rsidP="007B6A46">
      <w:r>
        <w:t>316.0615</w:t>
      </w:r>
      <w:r>
        <w:tab/>
        <w:t>5.063e0</w:t>
      </w:r>
    </w:p>
    <w:p w:rsidR="007B6A46" w:rsidRDefault="007B6A46" w:rsidP="007B6A46">
      <w:r>
        <w:t>316.0747</w:t>
      </w:r>
      <w:r>
        <w:tab/>
        <w:t>2.442e0</w:t>
      </w:r>
    </w:p>
    <w:p w:rsidR="007B6A46" w:rsidRDefault="007B6A46" w:rsidP="007B6A46">
      <w:r>
        <w:t>316.0839</w:t>
      </w:r>
      <w:r>
        <w:tab/>
        <w:t>1.114e1</w:t>
      </w:r>
    </w:p>
    <w:p w:rsidR="007B6A46" w:rsidRDefault="007B6A46" w:rsidP="007B6A46">
      <w:r>
        <w:lastRenderedPageBreak/>
        <w:t>316.0956</w:t>
      </w:r>
      <w:r>
        <w:tab/>
        <w:t>4.051e0</w:t>
      </w:r>
    </w:p>
    <w:p w:rsidR="007B6A46" w:rsidRDefault="007B6A46" w:rsidP="007B6A46">
      <w:r>
        <w:t>316.1786</w:t>
      </w:r>
      <w:r>
        <w:tab/>
        <w:t>3.314e2</w:t>
      </w:r>
    </w:p>
    <w:p w:rsidR="007B6A46" w:rsidRDefault="007B6A46" w:rsidP="007B6A46">
      <w:r>
        <w:t>316.1807</w:t>
      </w:r>
      <w:r>
        <w:tab/>
        <w:t>2.102e3</w:t>
      </w:r>
    </w:p>
    <w:p w:rsidR="007B6A46" w:rsidRDefault="007B6A46" w:rsidP="007B6A46">
      <w:r>
        <w:t>316.2594</w:t>
      </w:r>
      <w:r>
        <w:tab/>
        <w:t>9.282e0</w:t>
      </w:r>
    </w:p>
    <w:p w:rsidR="007B6A46" w:rsidRDefault="007B6A46" w:rsidP="007B6A46">
      <w:r>
        <w:t>316.2705</w:t>
      </w:r>
      <w:r>
        <w:tab/>
        <w:t>4.051e0</w:t>
      </w:r>
    </w:p>
    <w:p w:rsidR="007B6A46" w:rsidRDefault="007B6A46" w:rsidP="007B6A46">
      <w:r>
        <w:t>316.2745</w:t>
      </w:r>
      <w:r>
        <w:tab/>
        <w:t>9.114e0</w:t>
      </w:r>
    </w:p>
    <w:p w:rsidR="007B6A46" w:rsidRDefault="007B6A46" w:rsidP="007B6A46">
      <w:r>
        <w:t>316.2900</w:t>
      </w:r>
      <w:r>
        <w:tab/>
        <w:t>1.871e1</w:t>
      </w:r>
    </w:p>
    <w:p w:rsidR="007B6A46" w:rsidRDefault="007B6A46" w:rsidP="007B6A46">
      <w:r>
        <w:t>316.2929</w:t>
      </w:r>
      <w:r>
        <w:tab/>
        <w:t>7.733e0</w:t>
      </w:r>
    </w:p>
    <w:p w:rsidR="007B6A46" w:rsidRDefault="007B6A46" w:rsidP="007B6A46">
      <w:r>
        <w:t>316.3312</w:t>
      </w:r>
      <w:r>
        <w:tab/>
        <w:t>4.051e0</w:t>
      </w:r>
    </w:p>
    <w:p w:rsidR="007B6A46" w:rsidRDefault="007B6A46" w:rsidP="007B6A46">
      <w:r>
        <w:t>316.3381</w:t>
      </w:r>
      <w:r>
        <w:tab/>
        <w:t>1.189e1</w:t>
      </w:r>
    </w:p>
    <w:p w:rsidR="007B6A46" w:rsidRDefault="007B6A46" w:rsidP="007B6A46">
      <w:r>
        <w:t>316.3449</w:t>
      </w:r>
      <w:r>
        <w:tab/>
        <w:t>6.076e0</w:t>
      </w:r>
    </w:p>
    <w:p w:rsidR="007B6A46" w:rsidRDefault="007B6A46" w:rsidP="007B6A46">
      <w:r>
        <w:t>316.3589</w:t>
      </w:r>
      <w:r>
        <w:tab/>
        <w:t>1.087e1</w:t>
      </w:r>
    </w:p>
    <w:p w:rsidR="007B6A46" w:rsidRDefault="007B6A46" w:rsidP="007B6A46">
      <w:r>
        <w:t>316.3711</w:t>
      </w:r>
      <w:r>
        <w:tab/>
        <w:t>2.025e0</w:t>
      </w:r>
    </w:p>
    <w:p w:rsidR="007B6A46" w:rsidRDefault="007B6A46" w:rsidP="007B6A46">
      <w:r>
        <w:t>316.3794</w:t>
      </w:r>
      <w:r>
        <w:tab/>
        <w:t>7.089e0</w:t>
      </w:r>
    </w:p>
    <w:p w:rsidR="007B6A46" w:rsidRDefault="007B6A46" w:rsidP="007B6A46">
      <w:r>
        <w:t>316.4025</w:t>
      </w:r>
      <w:r>
        <w:tab/>
        <w:t>2.662e0</w:t>
      </w:r>
    </w:p>
    <w:p w:rsidR="007B6A46" w:rsidRDefault="007B6A46" w:rsidP="007B6A46">
      <w:r>
        <w:t>316.4203</w:t>
      </w:r>
      <w:r>
        <w:tab/>
        <w:t>6.076e0</w:t>
      </w:r>
    </w:p>
    <w:p w:rsidR="007B6A46" w:rsidRDefault="007B6A46" w:rsidP="007B6A46">
      <w:r>
        <w:t>316.4217</w:t>
      </w:r>
      <w:r>
        <w:tab/>
        <w:t>4.324e0</w:t>
      </w:r>
    </w:p>
    <w:p w:rsidR="007B6A46" w:rsidRDefault="007B6A46" w:rsidP="007B6A46">
      <w:r>
        <w:t>316.4447</w:t>
      </w:r>
      <w:r>
        <w:tab/>
        <w:t>8.101e0</w:t>
      </w:r>
    </w:p>
    <w:p w:rsidR="007B6A46" w:rsidRDefault="007B6A46" w:rsidP="007B6A46">
      <w:r>
        <w:t>316.4520</w:t>
      </w:r>
      <w:r>
        <w:tab/>
        <w:t>8.841e0</w:t>
      </w:r>
    </w:p>
    <w:p w:rsidR="007B6A46" w:rsidRDefault="007B6A46" w:rsidP="007B6A46">
      <w:r>
        <w:lastRenderedPageBreak/>
        <w:t>316.4699</w:t>
      </w:r>
      <w:r>
        <w:tab/>
        <w:t>2.025e0</w:t>
      </w:r>
    </w:p>
    <w:p w:rsidR="007B6A46" w:rsidRDefault="007B6A46" w:rsidP="007B6A46">
      <w:r>
        <w:t>316.4724</w:t>
      </w:r>
      <w:r>
        <w:tab/>
        <w:t>3.136e0</w:t>
      </w:r>
    </w:p>
    <w:p w:rsidR="007B6A46" w:rsidRDefault="007B6A46" w:rsidP="007B6A46">
      <w:r>
        <w:t>316.4990</w:t>
      </w:r>
      <w:r>
        <w:tab/>
        <w:t>3.038e0</w:t>
      </w:r>
    </w:p>
    <w:p w:rsidR="007B6A46" w:rsidRDefault="007B6A46" w:rsidP="007B6A46">
      <w:r>
        <w:t>316.5065</w:t>
      </w:r>
      <w:r>
        <w:tab/>
        <w:t>2.025e0</w:t>
      </w:r>
    </w:p>
    <w:p w:rsidR="007B6A46" w:rsidRDefault="007B6A46" w:rsidP="007B6A46">
      <w:r>
        <w:t>316.5115</w:t>
      </w:r>
      <w:r>
        <w:tab/>
        <w:t>4.051e0</w:t>
      </w:r>
    </w:p>
    <w:p w:rsidR="007B6A46" w:rsidRDefault="007B6A46" w:rsidP="007B6A46">
      <w:r>
        <w:t>316.5310</w:t>
      </w:r>
      <w:r>
        <w:tab/>
        <w:t>8.101e0</w:t>
      </w:r>
    </w:p>
    <w:p w:rsidR="007B6A46" w:rsidRDefault="007B6A46" w:rsidP="007B6A46">
      <w:r>
        <w:t>316.5572</w:t>
      </w:r>
      <w:r>
        <w:tab/>
        <w:t>5.063e0</w:t>
      </w:r>
    </w:p>
    <w:p w:rsidR="007B6A46" w:rsidRDefault="007B6A46" w:rsidP="007B6A46">
      <w:r>
        <w:t>316.5596</w:t>
      </w:r>
      <w:r>
        <w:tab/>
        <w:t>3.038e0</w:t>
      </w:r>
    </w:p>
    <w:p w:rsidR="007B6A46" w:rsidRDefault="007B6A46" w:rsidP="007B6A46">
      <w:r>
        <w:t>316.5678</w:t>
      </w:r>
      <w:r>
        <w:tab/>
        <w:t>3.038e0</w:t>
      </w:r>
    </w:p>
    <w:p w:rsidR="007B6A46" w:rsidRDefault="007B6A46" w:rsidP="007B6A46">
      <w:r>
        <w:t>316.5692</w:t>
      </w:r>
      <w:r>
        <w:tab/>
        <w:t>5.063e0</w:t>
      </w:r>
    </w:p>
    <w:p w:rsidR="007B6A46" w:rsidRDefault="007B6A46" w:rsidP="007B6A46">
      <w:r>
        <w:t>316.6095</w:t>
      </w:r>
      <w:r>
        <w:tab/>
        <w:t>4.535e0</w:t>
      </w:r>
    </w:p>
    <w:p w:rsidR="007B6A46" w:rsidRDefault="007B6A46" w:rsidP="007B6A46">
      <w:r>
        <w:t>316.6130</w:t>
      </w:r>
      <w:r>
        <w:tab/>
        <w:t>4.051e0</w:t>
      </w:r>
    </w:p>
    <w:p w:rsidR="007B6A46" w:rsidRDefault="007B6A46" w:rsidP="007B6A46">
      <w:r>
        <w:t>316.6141</w:t>
      </w:r>
      <w:r>
        <w:tab/>
        <w:t>2.025e0</w:t>
      </w:r>
    </w:p>
    <w:p w:rsidR="007B6A46" w:rsidRDefault="007B6A46" w:rsidP="007B6A46">
      <w:r>
        <w:t>316.6358</w:t>
      </w:r>
      <w:r>
        <w:tab/>
        <w:t>7.089e0</w:t>
      </w:r>
    </w:p>
    <w:p w:rsidR="007B6A46" w:rsidRDefault="007B6A46" w:rsidP="007B6A46">
      <w:r>
        <w:t>316.6474</w:t>
      </w:r>
      <w:r>
        <w:tab/>
        <w:t>2.025e0</w:t>
      </w:r>
    </w:p>
    <w:p w:rsidR="007B6A46" w:rsidRDefault="007B6A46" w:rsidP="007B6A46">
      <w:r>
        <w:t>316.6533</w:t>
      </w:r>
      <w:r>
        <w:tab/>
        <w:t>1.047e1</w:t>
      </w:r>
    </w:p>
    <w:p w:rsidR="007B6A46" w:rsidRDefault="007B6A46" w:rsidP="007B6A46">
      <w:r>
        <w:t>316.6944</w:t>
      </w:r>
      <w:r>
        <w:tab/>
        <w:t>2.025e0</w:t>
      </w:r>
    </w:p>
    <w:p w:rsidR="007B6A46" w:rsidRDefault="007B6A46" w:rsidP="007B6A46">
      <w:r>
        <w:t>316.7078</w:t>
      </w:r>
      <w:r>
        <w:tab/>
        <w:t>2.025e0</w:t>
      </w:r>
    </w:p>
    <w:p w:rsidR="007B6A46" w:rsidRDefault="007B6A46" w:rsidP="007B6A46">
      <w:r>
        <w:t>316.7210</w:t>
      </w:r>
      <w:r>
        <w:tab/>
        <w:t>9.016e0</w:t>
      </w:r>
    </w:p>
    <w:p w:rsidR="007B6A46" w:rsidRDefault="007B6A46" w:rsidP="007B6A46">
      <w:r>
        <w:lastRenderedPageBreak/>
        <w:t>316.7236</w:t>
      </w:r>
      <w:r>
        <w:tab/>
        <w:t>3.038e0</w:t>
      </w:r>
    </w:p>
    <w:p w:rsidR="007B6A46" w:rsidRDefault="007B6A46" w:rsidP="007B6A46">
      <w:r>
        <w:t>316.7258</w:t>
      </w:r>
      <w:r>
        <w:tab/>
        <w:t>4.051e0</w:t>
      </w:r>
    </w:p>
    <w:p w:rsidR="007B6A46" w:rsidRDefault="007B6A46" w:rsidP="007B6A46">
      <w:r>
        <w:t>316.7437</w:t>
      </w:r>
      <w:r>
        <w:tab/>
        <w:t>3.038e0</w:t>
      </w:r>
    </w:p>
    <w:p w:rsidR="007B6A46" w:rsidRDefault="007B6A46" w:rsidP="007B6A46">
      <w:r>
        <w:t>316.7487</w:t>
      </w:r>
      <w:r>
        <w:tab/>
        <w:t>3.570e0</w:t>
      </w:r>
    </w:p>
    <w:p w:rsidR="007B6A46" w:rsidRDefault="007B6A46" w:rsidP="007B6A46">
      <w:r>
        <w:t>316.7599</w:t>
      </w:r>
      <w:r>
        <w:tab/>
        <w:t>5.063e0</w:t>
      </w:r>
    </w:p>
    <w:p w:rsidR="007B6A46" w:rsidRDefault="007B6A46" w:rsidP="007B6A46">
      <w:r>
        <w:t>316.7724</w:t>
      </w:r>
      <w:r>
        <w:tab/>
        <w:t>7.089e0</w:t>
      </w:r>
    </w:p>
    <w:p w:rsidR="007B6A46" w:rsidRDefault="007B6A46" w:rsidP="007B6A46">
      <w:r>
        <w:t>316.7971</w:t>
      </w:r>
      <w:r>
        <w:tab/>
        <w:t>5.063e0</w:t>
      </w:r>
    </w:p>
    <w:p w:rsidR="007B6A46" w:rsidRDefault="007B6A46" w:rsidP="007B6A46">
      <w:r>
        <w:t>316.8208</w:t>
      </w:r>
      <w:r>
        <w:tab/>
        <w:t>7.368e0</w:t>
      </w:r>
    </w:p>
    <w:p w:rsidR="007B6A46" w:rsidRDefault="007B6A46" w:rsidP="007B6A46">
      <w:r>
        <w:t>316.8238</w:t>
      </w:r>
      <w:r>
        <w:tab/>
        <w:t>4.258e0</w:t>
      </w:r>
    </w:p>
    <w:p w:rsidR="007B6A46" w:rsidRDefault="007B6A46" w:rsidP="007B6A46">
      <w:r>
        <w:t>316.8401</w:t>
      </w:r>
      <w:r>
        <w:tab/>
        <w:t>9.114e0</w:t>
      </w:r>
    </w:p>
    <w:p w:rsidR="007B6A46" w:rsidRDefault="007B6A46" w:rsidP="007B6A46">
      <w:r>
        <w:t>316.8456</w:t>
      </w:r>
      <w:r>
        <w:tab/>
        <w:t>5.063e0</w:t>
      </w:r>
    </w:p>
    <w:p w:rsidR="007B6A46" w:rsidRDefault="007B6A46" w:rsidP="007B6A46">
      <w:r>
        <w:t>316.8510</w:t>
      </w:r>
      <w:r>
        <w:tab/>
        <w:t>5.063e0</w:t>
      </w:r>
    </w:p>
    <w:p w:rsidR="007B6A46" w:rsidRDefault="007B6A46" w:rsidP="007B6A46">
      <w:r>
        <w:t>316.8830</w:t>
      </w:r>
      <w:r>
        <w:tab/>
        <w:t>4.051e0</w:t>
      </w:r>
    </w:p>
    <w:p w:rsidR="007B6A46" w:rsidRDefault="007B6A46" w:rsidP="007B6A46">
      <w:r>
        <w:t>316.8841</w:t>
      </w:r>
      <w:r>
        <w:tab/>
        <w:t>2.025e0</w:t>
      </w:r>
    </w:p>
    <w:p w:rsidR="007B6A46" w:rsidRDefault="007B6A46" w:rsidP="007B6A46">
      <w:r>
        <w:t>316.8995</w:t>
      </w:r>
      <w:r>
        <w:tab/>
        <w:t>4.051e0</w:t>
      </w:r>
    </w:p>
    <w:p w:rsidR="007B6A46" w:rsidRDefault="007B6A46" w:rsidP="007B6A46">
      <w:r>
        <w:t>316.9100</w:t>
      </w:r>
      <w:r>
        <w:tab/>
        <w:t>3.069e0</w:t>
      </w:r>
    </w:p>
    <w:p w:rsidR="007B6A46" w:rsidRDefault="007B6A46" w:rsidP="007B6A46">
      <w:r>
        <w:t>316.9405</w:t>
      </w:r>
      <w:r>
        <w:tab/>
        <w:t>1.316e1</w:t>
      </w:r>
    </w:p>
    <w:p w:rsidR="007B6A46" w:rsidRDefault="007B6A46" w:rsidP="007B6A46">
      <w:r>
        <w:t>316.9469</w:t>
      </w:r>
      <w:r>
        <w:tab/>
        <w:t>7.089e0</w:t>
      </w:r>
    </w:p>
    <w:p w:rsidR="007B6A46" w:rsidRDefault="007B6A46" w:rsidP="007B6A46">
      <w:r>
        <w:t>316.9707</w:t>
      </w:r>
      <w:r>
        <w:tab/>
        <w:t>1.823e1</w:t>
      </w:r>
    </w:p>
    <w:p w:rsidR="007B6A46" w:rsidRDefault="007B6A46" w:rsidP="007B6A46">
      <w:r>
        <w:lastRenderedPageBreak/>
        <w:t>316.9785</w:t>
      </w:r>
      <w:r>
        <w:tab/>
        <w:t>3.319e0</w:t>
      </w:r>
    </w:p>
    <w:p w:rsidR="007B6A46" w:rsidRDefault="007B6A46" w:rsidP="007B6A46">
      <w:r>
        <w:t>316.9864</w:t>
      </w:r>
      <w:r>
        <w:tab/>
        <w:t>5.272e0</w:t>
      </w:r>
    </w:p>
    <w:p w:rsidR="007B6A46" w:rsidRDefault="007B6A46" w:rsidP="007B6A46">
      <w:r>
        <w:t>317.0111</w:t>
      </w:r>
      <w:r>
        <w:tab/>
        <w:t>3.038e0</w:t>
      </w:r>
    </w:p>
    <w:p w:rsidR="007B6A46" w:rsidRDefault="007B6A46" w:rsidP="007B6A46">
      <w:r>
        <w:t>317.0169</w:t>
      </w:r>
      <w:r>
        <w:tab/>
        <w:t>2.829e0</w:t>
      </w:r>
    </w:p>
    <w:p w:rsidR="007B6A46" w:rsidRDefault="007B6A46" w:rsidP="007B6A46">
      <w:r>
        <w:t>317.0204</w:t>
      </w:r>
      <w:r>
        <w:tab/>
        <w:t>6.880e0</w:t>
      </w:r>
    </w:p>
    <w:p w:rsidR="007B6A46" w:rsidRDefault="007B6A46" w:rsidP="007B6A46">
      <w:r>
        <w:t>317.0458</w:t>
      </w:r>
      <w:r>
        <w:tab/>
        <w:t>2.025e0</w:t>
      </w:r>
    </w:p>
    <w:p w:rsidR="007B6A46" w:rsidRDefault="007B6A46" w:rsidP="007B6A46">
      <w:r>
        <w:t>317.0547</w:t>
      </w:r>
      <w:r>
        <w:tab/>
        <w:t>1.215e1</w:t>
      </w:r>
    </w:p>
    <w:p w:rsidR="007B6A46" w:rsidRDefault="007B6A46" w:rsidP="007B6A46">
      <w:r>
        <w:t>317.0817</w:t>
      </w:r>
      <w:r>
        <w:tab/>
        <w:t>2.025e0</w:t>
      </w:r>
    </w:p>
    <w:p w:rsidR="007B6A46" w:rsidRDefault="007B6A46" w:rsidP="007B6A46">
      <w:r>
        <w:t>317.1068</w:t>
      </w:r>
      <w:r>
        <w:tab/>
        <w:t>2.025e0</w:t>
      </w:r>
    </w:p>
    <w:p w:rsidR="007B6A46" w:rsidRDefault="007B6A46" w:rsidP="007B6A46">
      <w:r>
        <w:t>317.1097</w:t>
      </w:r>
      <w:r>
        <w:tab/>
        <w:t>2.025e0</w:t>
      </w:r>
    </w:p>
    <w:p w:rsidR="007B6A46" w:rsidRDefault="007B6A46" w:rsidP="007B6A46">
      <w:r>
        <w:t>317.1162</w:t>
      </w:r>
      <w:r>
        <w:tab/>
        <w:t>2.906e0</w:t>
      </w:r>
    </w:p>
    <w:p w:rsidR="007B6A46" w:rsidRDefault="007B6A46" w:rsidP="007B6A46">
      <w:r>
        <w:t>317.1823</w:t>
      </w:r>
      <w:r>
        <w:tab/>
        <w:t>4.354e1</w:t>
      </w:r>
    </w:p>
    <w:p w:rsidR="007B6A46" w:rsidRDefault="007B6A46" w:rsidP="007B6A46">
      <w:r>
        <w:t>317.1835</w:t>
      </w:r>
      <w:r>
        <w:tab/>
        <w:t>1.025e2</w:t>
      </w:r>
    </w:p>
    <w:p w:rsidR="007B6A46" w:rsidRDefault="007B6A46" w:rsidP="007B6A46">
      <w:r>
        <w:t>317.1868</w:t>
      </w:r>
      <w:r>
        <w:tab/>
        <w:t>1.982e2</w:t>
      </w:r>
    </w:p>
    <w:p w:rsidR="007B6A46" w:rsidRDefault="007B6A46" w:rsidP="007B6A46">
      <w:r>
        <w:t>317.2546</w:t>
      </w:r>
      <w:r>
        <w:tab/>
        <w:t>6.076e0</w:t>
      </w:r>
    </w:p>
    <w:p w:rsidR="007B6A46" w:rsidRDefault="007B6A46" w:rsidP="007B6A46">
      <w:r>
        <w:t>317.2699</w:t>
      </w:r>
      <w:r>
        <w:tab/>
        <w:t>3.038e0</w:t>
      </w:r>
    </w:p>
    <w:p w:rsidR="007B6A46" w:rsidRDefault="007B6A46" w:rsidP="007B6A46">
      <w:r>
        <w:t>317.2734</w:t>
      </w:r>
      <w:r>
        <w:tab/>
        <w:t>4.051e0</w:t>
      </w:r>
    </w:p>
    <w:p w:rsidR="007B6A46" w:rsidRDefault="007B6A46" w:rsidP="007B6A46">
      <w:r>
        <w:t>317.2864</w:t>
      </w:r>
      <w:r>
        <w:tab/>
        <w:t>3.038e0</w:t>
      </w:r>
    </w:p>
    <w:p w:rsidR="007B6A46" w:rsidRDefault="007B6A46" w:rsidP="007B6A46">
      <w:r>
        <w:t>317.2915</w:t>
      </w:r>
      <w:r>
        <w:tab/>
        <w:t>4.051e0</w:t>
      </w:r>
    </w:p>
    <w:p w:rsidR="007B6A46" w:rsidRDefault="007B6A46" w:rsidP="007B6A46">
      <w:r>
        <w:lastRenderedPageBreak/>
        <w:t>317.3019</w:t>
      </w:r>
      <w:r>
        <w:tab/>
        <w:t>6.076e0</w:t>
      </w:r>
    </w:p>
    <w:p w:rsidR="007B6A46" w:rsidRDefault="007B6A46" w:rsidP="007B6A46">
      <w:r>
        <w:t>317.3358</w:t>
      </w:r>
      <w:r>
        <w:tab/>
        <w:t>1.013e0</w:t>
      </w:r>
    </w:p>
    <w:p w:rsidR="007B6A46" w:rsidRDefault="007B6A46" w:rsidP="007B6A46">
      <w:r>
        <w:t>317.3514</w:t>
      </w:r>
      <w:r>
        <w:tab/>
        <w:t>3.618e0</w:t>
      </w:r>
    </w:p>
    <w:p w:rsidR="007B6A46" w:rsidRDefault="007B6A46" w:rsidP="007B6A46">
      <w:r>
        <w:t>317.3618</w:t>
      </w:r>
      <w:r>
        <w:tab/>
        <w:t>2.025e0</w:t>
      </w:r>
    </w:p>
    <w:p w:rsidR="007B6A46" w:rsidRDefault="007B6A46" w:rsidP="007B6A46">
      <w:r>
        <w:t>317.3737</w:t>
      </w:r>
      <w:r>
        <w:tab/>
        <w:t>1.013e0</w:t>
      </w:r>
    </w:p>
    <w:p w:rsidR="007B6A46" w:rsidRDefault="007B6A46" w:rsidP="007B6A46">
      <w:r>
        <w:t>317.3766</w:t>
      </w:r>
      <w:r>
        <w:tab/>
        <w:t>5.063e0</w:t>
      </w:r>
    </w:p>
    <w:p w:rsidR="007B6A46" w:rsidRDefault="007B6A46" w:rsidP="007B6A46">
      <w:r>
        <w:t>317.3835</w:t>
      </w:r>
      <w:r>
        <w:tab/>
        <w:t>2.025e0</w:t>
      </w:r>
    </w:p>
    <w:p w:rsidR="007B6A46" w:rsidRDefault="007B6A46" w:rsidP="007B6A46">
      <w:r>
        <w:t>317.4017</w:t>
      </w:r>
      <w:r>
        <w:tab/>
        <w:t>7.091e0</w:t>
      </w:r>
    </w:p>
    <w:p w:rsidR="007B6A46" w:rsidRDefault="007B6A46" w:rsidP="007B6A46">
      <w:r>
        <w:t>317.4145</w:t>
      </w:r>
      <w:r>
        <w:tab/>
        <w:t>2.025e0</w:t>
      </w:r>
    </w:p>
    <w:p w:rsidR="007B6A46" w:rsidRDefault="007B6A46" w:rsidP="007B6A46">
      <w:r>
        <w:t>317.4373</w:t>
      </w:r>
      <w:r>
        <w:tab/>
        <w:t>2.795e0</w:t>
      </w:r>
    </w:p>
    <w:p w:rsidR="007B6A46" w:rsidRDefault="007B6A46" w:rsidP="007B6A46">
      <w:r>
        <w:t>317.4460</w:t>
      </w:r>
      <w:r>
        <w:tab/>
        <w:t>2.025e0</w:t>
      </w:r>
    </w:p>
    <w:p w:rsidR="007B6A46" w:rsidRDefault="007B6A46" w:rsidP="007B6A46">
      <w:r>
        <w:t>317.4477</w:t>
      </w:r>
      <w:r>
        <w:tab/>
        <w:t>3.926e0</w:t>
      </w:r>
    </w:p>
    <w:p w:rsidR="007B6A46" w:rsidRDefault="007B6A46" w:rsidP="007B6A46">
      <w:r>
        <w:t>317.4536</w:t>
      </w:r>
      <w:r>
        <w:tab/>
        <w:t>1.013e0</w:t>
      </w:r>
    </w:p>
    <w:p w:rsidR="007B6A46" w:rsidRDefault="007B6A46" w:rsidP="007B6A46">
      <w:r>
        <w:t>317.4671</w:t>
      </w:r>
      <w:r>
        <w:tab/>
        <w:t>2.268e0</w:t>
      </w:r>
    </w:p>
    <w:p w:rsidR="007B6A46" w:rsidRDefault="007B6A46" w:rsidP="007B6A46">
      <w:r>
        <w:t>317.4885</w:t>
      </w:r>
      <w:r>
        <w:tab/>
        <w:t>1.013e0</w:t>
      </w:r>
    </w:p>
    <w:p w:rsidR="007B6A46" w:rsidRDefault="007B6A46" w:rsidP="007B6A46">
      <w:r>
        <w:t>317.5021</w:t>
      </w:r>
      <w:r>
        <w:tab/>
        <w:t>5.063e0</w:t>
      </w:r>
    </w:p>
    <w:p w:rsidR="007B6A46" w:rsidRDefault="007B6A46" w:rsidP="007B6A46">
      <w:r>
        <w:t>317.5059</w:t>
      </w:r>
      <w:r>
        <w:tab/>
        <w:t>6.076e0</w:t>
      </w:r>
    </w:p>
    <w:p w:rsidR="007B6A46" w:rsidRDefault="007B6A46" w:rsidP="007B6A46">
      <w:r>
        <w:t>317.5115</w:t>
      </w:r>
      <w:r>
        <w:tab/>
        <w:t>1.013e0</w:t>
      </w:r>
    </w:p>
    <w:p w:rsidR="007B6A46" w:rsidRDefault="007B6A46" w:rsidP="007B6A46">
      <w:r>
        <w:t>317.5186</w:t>
      </w:r>
      <w:r>
        <w:tab/>
        <w:t>2.025e0</w:t>
      </w:r>
    </w:p>
    <w:p w:rsidR="007B6A46" w:rsidRDefault="007B6A46" w:rsidP="007B6A46">
      <w:r>
        <w:lastRenderedPageBreak/>
        <w:t>317.5257</w:t>
      </w:r>
      <w:r>
        <w:tab/>
        <w:t>1.013e0</w:t>
      </w:r>
    </w:p>
    <w:p w:rsidR="007B6A46" w:rsidRDefault="007B6A46" w:rsidP="007B6A46">
      <w:r>
        <w:t>317.5568</w:t>
      </w:r>
      <w:r>
        <w:tab/>
        <w:t>5.063e0</w:t>
      </w:r>
    </w:p>
    <w:p w:rsidR="007B6A46" w:rsidRDefault="007B6A46" w:rsidP="007B6A46">
      <w:r>
        <w:t>317.5692</w:t>
      </w:r>
      <w:r>
        <w:tab/>
        <w:t>3.038e0</w:t>
      </w:r>
    </w:p>
    <w:p w:rsidR="007B6A46" w:rsidRDefault="007B6A46" w:rsidP="007B6A46">
      <w:r>
        <w:t>317.5775</w:t>
      </w:r>
      <w:r>
        <w:tab/>
        <w:t>1.013e0</w:t>
      </w:r>
    </w:p>
    <w:p w:rsidR="007B6A46" w:rsidRDefault="007B6A46" w:rsidP="007B6A46">
      <w:r>
        <w:t>317.5986</w:t>
      </w:r>
      <w:r>
        <w:tab/>
        <w:t>3.038e0</w:t>
      </w:r>
    </w:p>
    <w:p w:rsidR="007B6A46" w:rsidRDefault="007B6A46" w:rsidP="007B6A46">
      <w:r>
        <w:t>317.6140</w:t>
      </w:r>
      <w:r>
        <w:tab/>
        <w:t>2.025e0</w:t>
      </w:r>
    </w:p>
    <w:p w:rsidR="007B6A46" w:rsidRDefault="007B6A46" w:rsidP="007B6A46">
      <w:r>
        <w:t>317.6349</w:t>
      </w:r>
      <w:r>
        <w:tab/>
        <w:t>5.063e0</w:t>
      </w:r>
    </w:p>
    <w:p w:rsidR="007B6A46" w:rsidRDefault="007B6A46" w:rsidP="007B6A46">
      <w:r>
        <w:t>317.6411</w:t>
      </w:r>
      <w:r>
        <w:tab/>
        <w:t>2.025e0</w:t>
      </w:r>
    </w:p>
    <w:p w:rsidR="007B6A46" w:rsidRDefault="007B6A46" w:rsidP="007B6A46">
      <w:r>
        <w:t>317.6503</w:t>
      </w:r>
      <w:r>
        <w:tab/>
        <w:t>3.477e0</w:t>
      </w:r>
    </w:p>
    <w:p w:rsidR="007B6A46" w:rsidRDefault="007B6A46" w:rsidP="007B6A46">
      <w:r>
        <w:t>317.6743</w:t>
      </w:r>
      <w:r>
        <w:tab/>
        <w:t>3.038e0</w:t>
      </w:r>
    </w:p>
    <w:p w:rsidR="007B6A46" w:rsidRDefault="007B6A46" w:rsidP="007B6A46">
      <w:r>
        <w:t>317.6788</w:t>
      </w:r>
      <w:r>
        <w:tab/>
        <w:t>3.038e0</w:t>
      </w:r>
    </w:p>
    <w:p w:rsidR="007B6A46" w:rsidRDefault="007B6A46" w:rsidP="007B6A46">
      <w:r>
        <w:t>317.7001</w:t>
      </w:r>
      <w:r>
        <w:tab/>
        <w:t>8.074e0</w:t>
      </w:r>
    </w:p>
    <w:p w:rsidR="007B6A46" w:rsidRDefault="007B6A46" w:rsidP="007B6A46">
      <w:r>
        <w:t>317.7030</w:t>
      </w:r>
      <w:r>
        <w:tab/>
        <w:t>2.025e0</w:t>
      </w:r>
    </w:p>
    <w:p w:rsidR="007B6A46" w:rsidRDefault="007B6A46" w:rsidP="007B6A46">
      <w:r>
        <w:t>317.7097</w:t>
      </w:r>
      <w:r>
        <w:tab/>
        <w:t>5.371e0</w:t>
      </w:r>
    </w:p>
    <w:p w:rsidR="007B6A46" w:rsidRDefault="007B6A46" w:rsidP="007B6A46">
      <w:r>
        <w:t>317.7126</w:t>
      </w:r>
      <w:r>
        <w:tab/>
        <w:t>2.025e0</w:t>
      </w:r>
    </w:p>
    <w:p w:rsidR="007B6A46" w:rsidRDefault="007B6A46" w:rsidP="007B6A46">
      <w:r>
        <w:t>317.7146</w:t>
      </w:r>
      <w:r>
        <w:tab/>
        <w:t>2.025e0</w:t>
      </w:r>
    </w:p>
    <w:p w:rsidR="007B6A46" w:rsidRDefault="007B6A46" w:rsidP="007B6A46">
      <w:r>
        <w:t>317.7486</w:t>
      </w:r>
      <w:r>
        <w:tab/>
        <w:t>2.025e0</w:t>
      </w:r>
    </w:p>
    <w:p w:rsidR="007B6A46" w:rsidRDefault="007B6A46" w:rsidP="007B6A46">
      <w:r>
        <w:t>317.7625</w:t>
      </w:r>
      <w:r>
        <w:tab/>
        <w:t>2.025e0</w:t>
      </w:r>
    </w:p>
    <w:p w:rsidR="007B6A46" w:rsidRDefault="007B6A46" w:rsidP="007B6A46">
      <w:r>
        <w:t>317.7636</w:t>
      </w:r>
      <w:r>
        <w:tab/>
        <w:t>3.038e0</w:t>
      </w:r>
    </w:p>
    <w:p w:rsidR="007B6A46" w:rsidRDefault="007B6A46" w:rsidP="007B6A46">
      <w:r>
        <w:lastRenderedPageBreak/>
        <w:t>317.7669</w:t>
      </w:r>
      <w:r>
        <w:tab/>
        <w:t>1.013e0</w:t>
      </w:r>
    </w:p>
    <w:p w:rsidR="007B6A46" w:rsidRDefault="007B6A46" w:rsidP="007B6A46">
      <w:r>
        <w:t>317.7997</w:t>
      </w:r>
      <w:r>
        <w:tab/>
        <w:t>2.025e0</w:t>
      </w:r>
    </w:p>
    <w:p w:rsidR="007B6A46" w:rsidRDefault="007B6A46" w:rsidP="007B6A46">
      <w:r>
        <w:t>317.8209</w:t>
      </w:r>
      <w:r>
        <w:tab/>
        <w:t>4.051e0</w:t>
      </w:r>
    </w:p>
    <w:p w:rsidR="007B6A46" w:rsidRDefault="007B6A46" w:rsidP="007B6A46">
      <w:r>
        <w:t>317.8278</w:t>
      </w:r>
      <w:r>
        <w:tab/>
        <w:t>1.013e0</w:t>
      </w:r>
    </w:p>
    <w:p w:rsidR="007B6A46" w:rsidRDefault="007B6A46" w:rsidP="007B6A46">
      <w:r>
        <w:t>317.8604</w:t>
      </w:r>
      <w:r>
        <w:tab/>
        <w:t>3.774e0</w:t>
      </w:r>
    </w:p>
    <w:p w:rsidR="007B6A46" w:rsidRDefault="007B6A46" w:rsidP="007B6A46">
      <w:r>
        <w:t>317.8616</w:t>
      </w:r>
      <w:r>
        <w:tab/>
        <w:t>3.038e0</w:t>
      </w:r>
    </w:p>
    <w:p w:rsidR="007B6A46" w:rsidRDefault="007B6A46" w:rsidP="007B6A46">
      <w:r>
        <w:t>317.9018</w:t>
      </w:r>
      <w:r>
        <w:tab/>
        <w:t>3.038e0</w:t>
      </w:r>
    </w:p>
    <w:p w:rsidR="007B6A46" w:rsidRDefault="007B6A46" w:rsidP="007B6A46">
      <w:r>
        <w:t>317.9065</w:t>
      </w:r>
      <w:r>
        <w:tab/>
        <w:t>2.025e0</w:t>
      </w:r>
    </w:p>
    <w:p w:rsidR="007B6A46" w:rsidRDefault="007B6A46" w:rsidP="007B6A46">
      <w:r>
        <w:t>317.9079</w:t>
      </w:r>
      <w:r>
        <w:tab/>
        <w:t>5.063e0</w:t>
      </w:r>
    </w:p>
    <w:p w:rsidR="007B6A46" w:rsidRDefault="007B6A46" w:rsidP="007B6A46">
      <w:r>
        <w:t>317.9092</w:t>
      </w:r>
      <w:r>
        <w:tab/>
        <w:t>2.086e0</w:t>
      </w:r>
    </w:p>
    <w:p w:rsidR="007B6A46" w:rsidRDefault="007B6A46" w:rsidP="007B6A46">
      <w:r>
        <w:t>317.9301</w:t>
      </w:r>
      <w:r>
        <w:tab/>
        <w:t>2.025e0</w:t>
      </w:r>
    </w:p>
    <w:p w:rsidR="007B6A46" w:rsidRDefault="007B6A46" w:rsidP="007B6A46">
      <w:r>
        <w:t>317.9422</w:t>
      </w:r>
      <w:r>
        <w:tab/>
        <w:t>3.038e0</w:t>
      </w:r>
    </w:p>
    <w:p w:rsidR="007B6A46" w:rsidRDefault="007B6A46" w:rsidP="007B6A46">
      <w:r>
        <w:t>317.9604</w:t>
      </w:r>
      <w:r>
        <w:tab/>
        <w:t>1.013e0</w:t>
      </w:r>
    </w:p>
    <w:p w:rsidR="007B6A46" w:rsidRDefault="007B6A46" w:rsidP="007B6A46">
      <w:r>
        <w:t>317.9702</w:t>
      </w:r>
      <w:r>
        <w:tab/>
        <w:t>3.038e0</w:t>
      </w:r>
    </w:p>
    <w:p w:rsidR="007B6A46" w:rsidRDefault="007B6A46" w:rsidP="007B6A46">
      <w:r>
        <w:t>317.9787</w:t>
      </w:r>
      <w:r>
        <w:tab/>
        <w:t>2.025e0</w:t>
      </w:r>
    </w:p>
    <w:p w:rsidR="007B6A46" w:rsidRDefault="007B6A46" w:rsidP="007B6A46">
      <w:r>
        <w:t>318.0092</w:t>
      </w:r>
      <w:r>
        <w:tab/>
        <w:t>1.013e0</w:t>
      </w:r>
    </w:p>
    <w:p w:rsidR="007B6A46" w:rsidRDefault="007B6A46" w:rsidP="007B6A46">
      <w:r>
        <w:t>318.0128</w:t>
      </w:r>
      <w:r>
        <w:tab/>
        <w:t>1.013e0</w:t>
      </w:r>
    </w:p>
    <w:p w:rsidR="007B6A46" w:rsidRDefault="007B6A46" w:rsidP="007B6A46">
      <w:r>
        <w:t>318.0563</w:t>
      </w:r>
      <w:r>
        <w:tab/>
        <w:t>5.583e0</w:t>
      </w:r>
    </w:p>
    <w:p w:rsidR="007B6A46" w:rsidRDefault="007B6A46" w:rsidP="007B6A46">
      <w:r>
        <w:t>318.0588</w:t>
      </w:r>
      <w:r>
        <w:tab/>
        <w:t>2.025e0</w:t>
      </w:r>
    </w:p>
    <w:p w:rsidR="007B6A46" w:rsidRDefault="007B6A46" w:rsidP="007B6A46">
      <w:r>
        <w:lastRenderedPageBreak/>
        <w:t>318.0801</w:t>
      </w:r>
      <w:r>
        <w:tab/>
        <w:t>4.051e0</w:t>
      </w:r>
    </w:p>
    <w:p w:rsidR="007B6A46" w:rsidRDefault="007B6A46" w:rsidP="007B6A46">
      <w:r>
        <w:t>318.0919</w:t>
      </w:r>
      <w:r>
        <w:tab/>
        <w:t>2.025e0</w:t>
      </w:r>
    </w:p>
    <w:p w:rsidR="007B6A46" w:rsidRDefault="007B6A46" w:rsidP="007B6A46">
      <w:r>
        <w:t>318.0956</w:t>
      </w:r>
      <w:r>
        <w:tab/>
        <w:t>2.025e0</w:t>
      </w:r>
    </w:p>
    <w:p w:rsidR="007B6A46" w:rsidRDefault="007B6A46" w:rsidP="007B6A46">
      <w:r>
        <w:t>318.1181</w:t>
      </w:r>
      <w:r>
        <w:tab/>
        <w:t>3.156e0</w:t>
      </w:r>
    </w:p>
    <w:p w:rsidR="007B6A46" w:rsidRDefault="007B6A46" w:rsidP="007B6A46">
      <w:r>
        <w:t>318.1207</w:t>
      </w:r>
      <w:r>
        <w:tab/>
        <w:t>3.038e0</w:t>
      </w:r>
    </w:p>
    <w:p w:rsidR="007B6A46" w:rsidRDefault="007B6A46" w:rsidP="007B6A46">
      <w:r>
        <w:t>318.1262</w:t>
      </w:r>
      <w:r>
        <w:tab/>
        <w:t>6.076e0</w:t>
      </w:r>
    </w:p>
    <w:p w:rsidR="007B6A46" w:rsidRDefault="007B6A46" w:rsidP="007B6A46">
      <w:r>
        <w:t>318.1517</w:t>
      </w:r>
      <w:r>
        <w:tab/>
        <w:t>5.161e0</w:t>
      </w:r>
    </w:p>
    <w:p w:rsidR="007B6A46" w:rsidRDefault="007B6A46" w:rsidP="007B6A46">
      <w:r>
        <w:t>318.1812</w:t>
      </w:r>
      <w:r>
        <w:tab/>
        <w:t>4.523e0</w:t>
      </w:r>
    </w:p>
    <w:p w:rsidR="007B6A46" w:rsidRDefault="007B6A46" w:rsidP="007B6A46">
      <w:r>
        <w:t>318.1836</w:t>
      </w:r>
      <w:r>
        <w:tab/>
        <w:t>2.151e1</w:t>
      </w:r>
    </w:p>
    <w:p w:rsidR="007B6A46" w:rsidRDefault="007B6A46" w:rsidP="007B6A46">
      <w:r>
        <w:t>318.1871</w:t>
      </w:r>
      <w:r>
        <w:tab/>
        <w:t>1.316e1</w:t>
      </w:r>
    </w:p>
    <w:p w:rsidR="007B6A46" w:rsidRDefault="007B6A46" w:rsidP="007B6A46">
      <w:r>
        <w:t>318.1937</w:t>
      </w:r>
      <w:r>
        <w:tab/>
        <w:t>1.013e1</w:t>
      </w:r>
    </w:p>
    <w:p w:rsidR="007B6A46" w:rsidRDefault="007B6A46" w:rsidP="007B6A46">
      <w:r>
        <w:t>318.2188</w:t>
      </w:r>
      <w:r>
        <w:tab/>
        <w:t>3.038e0</w:t>
      </w:r>
    </w:p>
    <w:p w:rsidR="007B6A46" w:rsidRDefault="007B6A46" w:rsidP="007B6A46">
      <w:r>
        <w:t>318.2511</w:t>
      </w:r>
      <w:r>
        <w:tab/>
        <w:t>1.013e0</w:t>
      </w:r>
    </w:p>
    <w:p w:rsidR="007B6A46" w:rsidRDefault="007B6A46" w:rsidP="007B6A46">
      <w:r>
        <w:t>318.2614</w:t>
      </w:r>
      <w:r>
        <w:tab/>
        <w:t>5.063e0</w:t>
      </w:r>
    </w:p>
    <w:p w:rsidR="007B6A46" w:rsidRDefault="007B6A46" w:rsidP="007B6A46">
      <w:r>
        <w:t>318.2653</w:t>
      </w:r>
      <w:r>
        <w:tab/>
        <w:t>2.025e0</w:t>
      </w:r>
    </w:p>
    <w:p w:rsidR="007B6A46" w:rsidRDefault="007B6A46" w:rsidP="007B6A46">
      <w:r>
        <w:t>318.2748</w:t>
      </w:r>
      <w:r>
        <w:tab/>
        <w:t>1.013e0</w:t>
      </w:r>
    </w:p>
    <w:p w:rsidR="007B6A46" w:rsidRDefault="007B6A46" w:rsidP="007B6A46">
      <w:r>
        <w:t>318.3111</w:t>
      </w:r>
      <w:r>
        <w:tab/>
        <w:t>1.013e0</w:t>
      </w:r>
    </w:p>
    <w:p w:rsidR="007B6A46" w:rsidRDefault="007B6A46" w:rsidP="007B6A46">
      <w:r>
        <w:t>318.3143</w:t>
      </w:r>
      <w:r>
        <w:tab/>
        <w:t>2.025e0</w:t>
      </w:r>
    </w:p>
    <w:p w:rsidR="007B6A46" w:rsidRDefault="007B6A46" w:rsidP="007B6A46">
      <w:r>
        <w:t>318.3180</w:t>
      </w:r>
      <w:r>
        <w:tab/>
        <w:t>4.051e0</w:t>
      </w:r>
    </w:p>
    <w:p w:rsidR="007B6A46" w:rsidRDefault="007B6A46" w:rsidP="007B6A46">
      <w:r>
        <w:lastRenderedPageBreak/>
        <w:t>318.3317</w:t>
      </w:r>
      <w:r>
        <w:tab/>
        <w:t>1.013e0</w:t>
      </w:r>
    </w:p>
    <w:p w:rsidR="007B6A46" w:rsidRDefault="007B6A46" w:rsidP="007B6A46">
      <w:r>
        <w:t>318.3353</w:t>
      </w:r>
      <w:r>
        <w:tab/>
        <w:t>1.013e0</w:t>
      </w:r>
    </w:p>
    <w:p w:rsidR="007B6A46" w:rsidRDefault="007B6A46" w:rsidP="007B6A46">
      <w:r>
        <w:t>318.3480</w:t>
      </w:r>
      <w:r>
        <w:tab/>
        <w:t>2.025e0</w:t>
      </w:r>
    </w:p>
    <w:p w:rsidR="007B6A46" w:rsidRDefault="007B6A46" w:rsidP="007B6A46">
      <w:r>
        <w:t>318.3495</w:t>
      </w:r>
      <w:r>
        <w:tab/>
        <w:t>2.025e0</w:t>
      </w:r>
    </w:p>
    <w:p w:rsidR="007B6A46" w:rsidRDefault="007B6A46" w:rsidP="007B6A46">
      <w:r>
        <w:t>318.3625</w:t>
      </w:r>
      <w:r>
        <w:tab/>
        <w:t>2.025e0</w:t>
      </w:r>
    </w:p>
    <w:p w:rsidR="007B6A46" w:rsidRDefault="007B6A46" w:rsidP="007B6A46">
      <w:r>
        <w:t>318.4118</w:t>
      </w:r>
      <w:r>
        <w:tab/>
        <w:t>1.013e0</w:t>
      </w:r>
    </w:p>
    <w:p w:rsidR="007B6A46" w:rsidRDefault="007B6A46" w:rsidP="007B6A46">
      <w:r>
        <w:t>318.4165</w:t>
      </w:r>
      <w:r>
        <w:tab/>
        <w:t>1.013e0</w:t>
      </w:r>
    </w:p>
    <w:p w:rsidR="007B6A46" w:rsidRDefault="007B6A46" w:rsidP="007B6A46">
      <w:r>
        <w:t>318.4502</w:t>
      </w:r>
      <w:r>
        <w:tab/>
        <w:t>2.025e0</w:t>
      </w:r>
    </w:p>
    <w:p w:rsidR="007B6A46" w:rsidRDefault="007B6A46" w:rsidP="007B6A46">
      <w:r>
        <w:t>318.4930</w:t>
      </w:r>
      <w:r>
        <w:tab/>
        <w:t>1.013e0</w:t>
      </w:r>
    </w:p>
    <w:p w:rsidR="007B6A46" w:rsidRDefault="007B6A46" w:rsidP="007B6A46">
      <w:r>
        <w:t>318.5007</w:t>
      </w:r>
      <w:r>
        <w:tab/>
        <w:t>2.025e0</w:t>
      </w:r>
    </w:p>
    <w:p w:rsidR="007B6A46" w:rsidRDefault="007B6A46" w:rsidP="007B6A46">
      <w:r>
        <w:t>318.5173</w:t>
      </w:r>
      <w:r>
        <w:tab/>
        <w:t>1.013e0</w:t>
      </w:r>
    </w:p>
    <w:p w:rsidR="007B6A46" w:rsidRDefault="007B6A46" w:rsidP="007B6A46">
      <w:r>
        <w:t>318.5347</w:t>
      </w:r>
      <w:r>
        <w:tab/>
        <w:t>1.013e0</w:t>
      </w:r>
    </w:p>
    <w:p w:rsidR="007B6A46" w:rsidRDefault="007B6A46" w:rsidP="007B6A46">
      <w:r>
        <w:t>318.5583</w:t>
      </w:r>
      <w:r>
        <w:tab/>
        <w:t>1.013e0</w:t>
      </w:r>
    </w:p>
    <w:p w:rsidR="007B6A46" w:rsidRDefault="007B6A46" w:rsidP="007B6A46">
      <w:r>
        <w:t>318.5618</w:t>
      </w:r>
      <w:r>
        <w:tab/>
        <w:t>3.038e0</w:t>
      </w:r>
    </w:p>
    <w:p w:rsidR="007B6A46" w:rsidRDefault="007B6A46" w:rsidP="007B6A46">
      <w:r>
        <w:t>318.6060</w:t>
      </w:r>
      <w:r>
        <w:tab/>
        <w:t>1.013e0</w:t>
      </w:r>
    </w:p>
    <w:p w:rsidR="007B6A46" w:rsidRDefault="007B6A46" w:rsidP="007B6A46">
      <w:r>
        <w:t>318.6268</w:t>
      </w:r>
      <w:r>
        <w:tab/>
        <w:t>2.025e0</w:t>
      </w:r>
    </w:p>
    <w:p w:rsidR="007B6A46" w:rsidRDefault="007B6A46" w:rsidP="007B6A46">
      <w:r>
        <w:t>318.6442</w:t>
      </w:r>
      <w:r>
        <w:tab/>
        <w:t>2.025e0</w:t>
      </w:r>
    </w:p>
    <w:p w:rsidR="007B6A46" w:rsidRDefault="007B6A46" w:rsidP="007B6A46">
      <w:r>
        <w:t>318.6537</w:t>
      </w:r>
      <w:r>
        <w:tab/>
        <w:t>1.013e0</w:t>
      </w:r>
    </w:p>
    <w:p w:rsidR="007B6A46" w:rsidRDefault="007B6A46" w:rsidP="007B6A46">
      <w:r>
        <w:t>318.6652</w:t>
      </w:r>
      <w:r>
        <w:tab/>
        <w:t>2.025e0</w:t>
      </w:r>
    </w:p>
    <w:p w:rsidR="007B6A46" w:rsidRDefault="007B6A46" w:rsidP="007B6A46">
      <w:r>
        <w:lastRenderedPageBreak/>
        <w:t>318.6841</w:t>
      </w:r>
      <w:r>
        <w:tab/>
        <w:t>3.346e0</w:t>
      </w:r>
    </w:p>
    <w:p w:rsidR="007B6A46" w:rsidRDefault="007B6A46" w:rsidP="007B6A46">
      <w:r>
        <w:t>318.6861</w:t>
      </w:r>
      <w:r>
        <w:tab/>
        <w:t>1.013e0</w:t>
      </w:r>
    </w:p>
    <w:p w:rsidR="007B6A46" w:rsidRDefault="007B6A46" w:rsidP="007B6A46">
      <w:r>
        <w:t>318.6908</w:t>
      </w:r>
      <w:r>
        <w:tab/>
        <w:t>1.013e0</w:t>
      </w:r>
    </w:p>
    <w:p w:rsidR="007B6A46" w:rsidRDefault="007B6A46" w:rsidP="007B6A46">
      <w:r>
        <w:t>318.7088</w:t>
      </w:r>
      <w:r>
        <w:tab/>
        <w:t>2.025e0</w:t>
      </w:r>
    </w:p>
    <w:p w:rsidR="007B6A46" w:rsidRDefault="007B6A46" w:rsidP="007B6A46">
      <w:r>
        <w:t>318.7143</w:t>
      </w:r>
      <w:r>
        <w:tab/>
        <w:t>1.013e0</w:t>
      </w:r>
    </w:p>
    <w:p w:rsidR="007B6A46" w:rsidRDefault="007B6A46" w:rsidP="007B6A46">
      <w:r>
        <w:t>318.7249</w:t>
      </w:r>
      <w:r>
        <w:tab/>
        <w:t>2.025e0</w:t>
      </w:r>
    </w:p>
    <w:p w:rsidR="007B6A46" w:rsidRDefault="007B6A46" w:rsidP="007B6A46">
      <w:r>
        <w:t>318.7517</w:t>
      </w:r>
      <w:r>
        <w:tab/>
        <w:t>3.038e0</w:t>
      </w:r>
    </w:p>
    <w:p w:rsidR="007B6A46" w:rsidRDefault="007B6A46" w:rsidP="007B6A46">
      <w:r>
        <w:t>318.7617</w:t>
      </w:r>
      <w:r>
        <w:tab/>
        <w:t>2.025e0</w:t>
      </w:r>
    </w:p>
    <w:p w:rsidR="007B6A46" w:rsidRDefault="007B6A46" w:rsidP="007B6A46">
      <w:r>
        <w:t>318.7652</w:t>
      </w:r>
      <w:r>
        <w:tab/>
        <w:t>2.025e0</w:t>
      </w:r>
    </w:p>
    <w:p w:rsidR="007B6A46" w:rsidRDefault="007B6A46" w:rsidP="007B6A46">
      <w:r>
        <w:t>318.7683</w:t>
      </w:r>
      <w:r>
        <w:tab/>
        <w:t>3.038e0</w:t>
      </w:r>
    </w:p>
    <w:p w:rsidR="007B6A46" w:rsidRDefault="007B6A46" w:rsidP="007B6A46">
      <w:r>
        <w:t>318.7874</w:t>
      </w:r>
      <w:r>
        <w:tab/>
        <w:t>1.013e0</w:t>
      </w:r>
    </w:p>
    <w:p w:rsidR="007B6A46" w:rsidRDefault="007B6A46" w:rsidP="007B6A46">
      <w:r>
        <w:t>318.7946</w:t>
      </w:r>
      <w:r>
        <w:tab/>
        <w:t>2.025e0</w:t>
      </w:r>
    </w:p>
    <w:p w:rsidR="007B6A46" w:rsidRDefault="007B6A46" w:rsidP="007B6A46">
      <w:r>
        <w:t>318.8230</w:t>
      </w:r>
      <w:r>
        <w:tab/>
        <w:t>1.013e0</w:t>
      </w:r>
    </w:p>
    <w:p w:rsidR="007B6A46" w:rsidRDefault="007B6A46" w:rsidP="007B6A46">
      <w:r>
        <w:t>318.8348</w:t>
      </w:r>
      <w:r>
        <w:tab/>
        <w:t>1.013e0</w:t>
      </w:r>
    </w:p>
    <w:p w:rsidR="007B6A46" w:rsidRDefault="007B6A46" w:rsidP="007B6A46">
      <w:r>
        <w:t>318.8430</w:t>
      </w:r>
      <w:r>
        <w:tab/>
        <w:t>3.038e0</w:t>
      </w:r>
    </w:p>
    <w:p w:rsidR="007B6A46" w:rsidRDefault="007B6A46" w:rsidP="007B6A46">
      <w:r>
        <w:t>318.8554</w:t>
      </w:r>
      <w:r>
        <w:tab/>
        <w:t>2.025e0</w:t>
      </w:r>
    </w:p>
    <w:p w:rsidR="007B6A46" w:rsidRDefault="007B6A46" w:rsidP="007B6A46">
      <w:r>
        <w:t>318.8726</w:t>
      </w:r>
      <w:r>
        <w:tab/>
        <w:t>2.025e0</w:t>
      </w:r>
    </w:p>
    <w:p w:rsidR="007B6A46" w:rsidRDefault="007B6A46" w:rsidP="007B6A46">
      <w:r>
        <w:t>318.8840</w:t>
      </w:r>
      <w:r>
        <w:tab/>
        <w:t>2.025e0</w:t>
      </w:r>
    </w:p>
    <w:p w:rsidR="007B6A46" w:rsidRDefault="007B6A46" w:rsidP="007B6A46">
      <w:r>
        <w:t>318.8962</w:t>
      </w:r>
      <w:r>
        <w:tab/>
        <w:t>1.013e0</w:t>
      </w:r>
    </w:p>
    <w:p w:rsidR="007B6A46" w:rsidRDefault="007B6A46" w:rsidP="007B6A46">
      <w:r>
        <w:lastRenderedPageBreak/>
        <w:t>318.9138</w:t>
      </w:r>
      <w:r>
        <w:tab/>
        <w:t>2.025e0</w:t>
      </w:r>
    </w:p>
    <w:p w:rsidR="007B6A46" w:rsidRDefault="007B6A46" w:rsidP="007B6A46">
      <w:r>
        <w:t>318.9441</w:t>
      </w:r>
      <w:r>
        <w:tab/>
        <w:t>2.025e0</w:t>
      </w:r>
    </w:p>
    <w:p w:rsidR="007B6A46" w:rsidRDefault="007B6A46" w:rsidP="007B6A46">
      <w:r>
        <w:t>318.9523</w:t>
      </w:r>
      <w:r>
        <w:tab/>
        <w:t>1.013e0</w:t>
      </w:r>
    </w:p>
    <w:p w:rsidR="007B6A46" w:rsidRDefault="007B6A46" w:rsidP="007B6A46">
      <w:r>
        <w:t>318.9586</w:t>
      </w:r>
      <w:r>
        <w:tab/>
        <w:t>3.038e0</w:t>
      </w:r>
    </w:p>
    <w:p w:rsidR="007B6A46" w:rsidRDefault="007B6A46" w:rsidP="007B6A46">
      <w:r>
        <w:t>318.9716</w:t>
      </w:r>
      <w:r>
        <w:tab/>
        <w:t>2.025e0</w:t>
      </w:r>
    </w:p>
    <w:p w:rsidR="007B6A46" w:rsidRDefault="007B6A46" w:rsidP="007B6A46">
      <w:r>
        <w:t>318.9769</w:t>
      </w:r>
      <w:r>
        <w:tab/>
        <w:t>1.050e0</w:t>
      </w:r>
    </w:p>
    <w:p w:rsidR="007B6A46" w:rsidRDefault="007B6A46" w:rsidP="007B6A46">
      <w:r>
        <w:t>319.0214</w:t>
      </w:r>
      <w:r>
        <w:tab/>
        <w:t>7.089e0</w:t>
      </w:r>
    </w:p>
    <w:p w:rsidR="007B6A46" w:rsidRDefault="007B6A46" w:rsidP="007B6A46">
      <w:r>
        <w:t>319.0288</w:t>
      </w:r>
      <w:r>
        <w:tab/>
        <w:t>2.025e0</w:t>
      </w:r>
    </w:p>
    <w:p w:rsidR="007B6A46" w:rsidRDefault="007B6A46" w:rsidP="007B6A46">
      <w:r>
        <w:t>319.0342</w:t>
      </w:r>
      <w:r>
        <w:tab/>
        <w:t>2.025e0</w:t>
      </w:r>
    </w:p>
    <w:p w:rsidR="007B6A46" w:rsidRDefault="007B6A46" w:rsidP="007B6A46">
      <w:r>
        <w:t>319.0406</w:t>
      </w:r>
      <w:r>
        <w:tab/>
        <w:t>3.038e0</w:t>
      </w:r>
    </w:p>
    <w:p w:rsidR="007B6A46" w:rsidRDefault="007B6A46" w:rsidP="007B6A46">
      <w:r>
        <w:t>319.0604</w:t>
      </w:r>
      <w:r>
        <w:tab/>
        <w:t>3.038e0</w:t>
      </w:r>
    </w:p>
    <w:p w:rsidR="007B6A46" w:rsidRDefault="007B6A46" w:rsidP="007B6A46">
      <w:r>
        <w:t>319.0699</w:t>
      </w:r>
      <w:r>
        <w:tab/>
        <w:t>3.038e0</w:t>
      </w:r>
    </w:p>
    <w:p w:rsidR="007B6A46" w:rsidRDefault="007B6A46" w:rsidP="007B6A46">
      <w:r>
        <w:t>319.0858</w:t>
      </w:r>
      <w:r>
        <w:tab/>
        <w:t>2.025e0</w:t>
      </w:r>
    </w:p>
    <w:p w:rsidR="007B6A46" w:rsidRDefault="007B6A46" w:rsidP="007B6A46">
      <w:r>
        <w:t>319.0938</w:t>
      </w:r>
      <w:r>
        <w:tab/>
        <w:t>1.013e0</w:t>
      </w:r>
    </w:p>
    <w:p w:rsidR="007B6A46" w:rsidRDefault="007B6A46" w:rsidP="007B6A46">
      <w:r>
        <w:t>319.1457</w:t>
      </w:r>
      <w:r>
        <w:tab/>
        <w:t>1.013e0</w:t>
      </w:r>
    </w:p>
    <w:p w:rsidR="007B6A46" w:rsidRDefault="007B6A46" w:rsidP="007B6A46">
      <w:r>
        <w:t>319.1578</w:t>
      </w:r>
      <w:r>
        <w:tab/>
        <w:t>1.013e0</w:t>
      </w:r>
    </w:p>
    <w:p w:rsidR="007B6A46" w:rsidRDefault="007B6A46" w:rsidP="007B6A46">
      <w:r>
        <w:t>319.1807</w:t>
      </w:r>
      <w:r>
        <w:tab/>
        <w:t>8.101e0</w:t>
      </w:r>
    </w:p>
    <w:p w:rsidR="007B6A46" w:rsidRDefault="007B6A46" w:rsidP="007B6A46">
      <w:r>
        <w:t>319.1960</w:t>
      </w:r>
      <w:r>
        <w:tab/>
        <w:t>2.025e0</w:t>
      </w:r>
    </w:p>
    <w:p w:rsidR="007B6A46" w:rsidRDefault="007B6A46" w:rsidP="007B6A46">
      <w:r>
        <w:t>319.2265</w:t>
      </w:r>
      <w:r>
        <w:tab/>
        <w:t>1.013e0</w:t>
      </w:r>
    </w:p>
    <w:p w:rsidR="007B6A46" w:rsidRDefault="007B6A46" w:rsidP="007B6A46">
      <w:r>
        <w:lastRenderedPageBreak/>
        <w:t>319.2323</w:t>
      </w:r>
      <w:r>
        <w:tab/>
        <w:t>2.025e0</w:t>
      </w:r>
    </w:p>
    <w:p w:rsidR="007B6A46" w:rsidRDefault="007B6A46" w:rsidP="007B6A46">
      <w:r>
        <w:t>319.2390</w:t>
      </w:r>
      <w:r>
        <w:tab/>
        <w:t>4.051e0</w:t>
      </w:r>
    </w:p>
    <w:p w:rsidR="007B6A46" w:rsidRDefault="007B6A46" w:rsidP="007B6A46">
      <w:r>
        <w:t>319.2513</w:t>
      </w:r>
      <w:r>
        <w:tab/>
        <w:t>2.025e0</w:t>
      </w:r>
    </w:p>
    <w:p w:rsidR="007B6A46" w:rsidRDefault="007B6A46" w:rsidP="007B6A46">
      <w:r>
        <w:t>319.2813</w:t>
      </w:r>
      <w:r>
        <w:tab/>
        <w:t>3.481e0</w:t>
      </w:r>
    </w:p>
    <w:p w:rsidR="007B6A46" w:rsidRDefault="007B6A46" w:rsidP="007B6A46">
      <w:r>
        <w:t>319.2905</w:t>
      </w:r>
      <w:r>
        <w:tab/>
        <w:t>2.025e0</w:t>
      </w:r>
    </w:p>
    <w:p w:rsidR="007B6A46" w:rsidRDefault="007B6A46" w:rsidP="007B6A46">
      <w:r>
        <w:t>319.2954</w:t>
      </w:r>
      <w:r>
        <w:tab/>
        <w:t>3.038e0</w:t>
      </w:r>
    </w:p>
    <w:p w:rsidR="007B6A46" w:rsidRDefault="007B6A46" w:rsidP="007B6A46">
      <w:r>
        <w:t>319.3078</w:t>
      </w:r>
      <w:r>
        <w:tab/>
        <w:t>3.038e0</w:t>
      </w:r>
    </w:p>
    <w:p w:rsidR="007B6A46" w:rsidRDefault="007B6A46" w:rsidP="007B6A46">
      <w:r>
        <w:t>319.3276</w:t>
      </w:r>
      <w:r>
        <w:tab/>
        <w:t>2.025e0</w:t>
      </w:r>
    </w:p>
    <w:p w:rsidR="007B6A46" w:rsidRDefault="007B6A46" w:rsidP="007B6A46">
      <w:r>
        <w:t>319.3378</w:t>
      </w:r>
      <w:r>
        <w:tab/>
        <w:t>2.025e0</w:t>
      </w:r>
    </w:p>
    <w:p w:rsidR="007B6A46" w:rsidRDefault="007B6A46" w:rsidP="007B6A46">
      <w:r>
        <w:t>319.3828</w:t>
      </w:r>
      <w:r>
        <w:tab/>
        <w:t>2.025e0</w:t>
      </w:r>
    </w:p>
    <w:p w:rsidR="007B6A46" w:rsidRDefault="007B6A46" w:rsidP="007B6A46">
      <w:r>
        <w:t>319.4126</w:t>
      </w:r>
      <w:r>
        <w:tab/>
        <w:t>3.038e0</w:t>
      </w:r>
    </w:p>
    <w:p w:rsidR="007B6A46" w:rsidRDefault="007B6A46" w:rsidP="007B6A46">
      <w:r>
        <w:t>319.4516</w:t>
      </w:r>
      <w:r>
        <w:tab/>
        <w:t>1.013e0</w:t>
      </w:r>
    </w:p>
    <w:p w:rsidR="007B6A46" w:rsidRDefault="007B6A46" w:rsidP="007B6A46">
      <w:r>
        <w:t>319.4805</w:t>
      </w:r>
      <w:r>
        <w:tab/>
        <w:t>1.013e0</w:t>
      </w:r>
    </w:p>
    <w:p w:rsidR="007B6A46" w:rsidRDefault="007B6A46" w:rsidP="007B6A46">
      <w:r>
        <w:t>319.5135</w:t>
      </w:r>
      <w:r>
        <w:tab/>
        <w:t>1.013e0</w:t>
      </w:r>
    </w:p>
    <w:p w:rsidR="007B6A46" w:rsidRDefault="007B6A46" w:rsidP="007B6A46">
      <w:r>
        <w:t>319.5330</w:t>
      </w:r>
      <w:r>
        <w:tab/>
        <w:t>1.013e0</w:t>
      </w:r>
    </w:p>
    <w:p w:rsidR="007B6A46" w:rsidRDefault="007B6A46" w:rsidP="007B6A46">
      <w:r>
        <w:t>319.5412</w:t>
      </w:r>
      <w:r>
        <w:tab/>
        <w:t>1.013e0</w:t>
      </w:r>
    </w:p>
    <w:p w:rsidR="007B6A46" w:rsidRDefault="007B6A46" w:rsidP="007B6A46">
      <w:r>
        <w:t>319.5556</w:t>
      </w:r>
      <w:r>
        <w:tab/>
        <w:t>2.025e0</w:t>
      </w:r>
    </w:p>
    <w:p w:rsidR="007B6A46" w:rsidRDefault="007B6A46" w:rsidP="007B6A46">
      <w:r>
        <w:t>319.5619</w:t>
      </w:r>
      <w:r>
        <w:tab/>
        <w:t>1.013e0</w:t>
      </w:r>
    </w:p>
    <w:p w:rsidR="007B6A46" w:rsidRDefault="007B6A46" w:rsidP="007B6A46">
      <w:r>
        <w:t>319.5636</w:t>
      </w:r>
      <w:r>
        <w:tab/>
        <w:t>2.025e0</w:t>
      </w:r>
    </w:p>
    <w:p w:rsidR="007B6A46" w:rsidRDefault="007B6A46" w:rsidP="007B6A46">
      <w:r>
        <w:lastRenderedPageBreak/>
        <w:t>319.5699</w:t>
      </w:r>
      <w:r>
        <w:tab/>
        <w:t>2.025e0</w:t>
      </w:r>
    </w:p>
    <w:p w:rsidR="007B6A46" w:rsidRDefault="007B6A46" w:rsidP="007B6A46">
      <w:r>
        <w:t>319.5999</w:t>
      </w:r>
      <w:r>
        <w:tab/>
        <w:t>3.038e0</w:t>
      </w:r>
    </w:p>
    <w:p w:rsidR="007B6A46" w:rsidRDefault="007B6A46" w:rsidP="007B6A46">
      <w:r>
        <w:t>319.6023</w:t>
      </w:r>
      <w:r>
        <w:tab/>
        <w:t>1.013e0</w:t>
      </w:r>
    </w:p>
    <w:p w:rsidR="007B6A46" w:rsidRDefault="007B6A46" w:rsidP="007B6A46">
      <w:r>
        <w:t>319.6427</w:t>
      </w:r>
      <w:r>
        <w:tab/>
        <w:t>1.013e0</w:t>
      </w:r>
    </w:p>
    <w:p w:rsidR="007B6A46" w:rsidRDefault="007B6A46" w:rsidP="007B6A46">
      <w:r>
        <w:t>319.6629</w:t>
      </w:r>
      <w:r>
        <w:tab/>
        <w:t>2.025e0</w:t>
      </w:r>
    </w:p>
    <w:p w:rsidR="007B6A46" w:rsidRDefault="007B6A46" w:rsidP="007B6A46">
      <w:r>
        <w:t>319.6904</w:t>
      </w:r>
      <w:r>
        <w:tab/>
        <w:t>2.025e0</w:t>
      </w:r>
    </w:p>
    <w:p w:rsidR="007B6A46" w:rsidRDefault="007B6A46" w:rsidP="007B6A46">
      <w:r>
        <w:t>319.7066</w:t>
      </w:r>
      <w:r>
        <w:tab/>
        <w:t>1.013e0</w:t>
      </w:r>
    </w:p>
    <w:p w:rsidR="007B6A46" w:rsidRDefault="007B6A46" w:rsidP="007B6A46">
      <w:r>
        <w:t>319.7099</w:t>
      </w:r>
      <w:r>
        <w:tab/>
        <w:t>2.025e0</w:t>
      </w:r>
    </w:p>
    <w:p w:rsidR="007B6A46" w:rsidRDefault="007B6A46" w:rsidP="007B6A46">
      <w:r>
        <w:t>319.7312</w:t>
      </w:r>
      <w:r>
        <w:tab/>
        <w:t>2.025e0</w:t>
      </w:r>
    </w:p>
    <w:p w:rsidR="007B6A46" w:rsidRDefault="007B6A46" w:rsidP="007B6A46">
      <w:r>
        <w:t>319.7798</w:t>
      </w:r>
      <w:r>
        <w:tab/>
        <w:t>1.013e0</w:t>
      </w:r>
    </w:p>
    <w:p w:rsidR="007B6A46" w:rsidRDefault="007B6A46" w:rsidP="007B6A46">
      <w:r>
        <w:t>319.8219</w:t>
      </w:r>
      <w:r>
        <w:tab/>
        <w:t>1.013e0</w:t>
      </w:r>
    </w:p>
    <w:p w:rsidR="007B6A46" w:rsidRDefault="007B6A46" w:rsidP="007B6A46">
      <w:r>
        <w:t>319.8339</w:t>
      </w:r>
      <w:r>
        <w:tab/>
        <w:t>2.025e0</w:t>
      </w:r>
    </w:p>
    <w:p w:rsidR="007B6A46" w:rsidRDefault="007B6A46" w:rsidP="007B6A46">
      <w:r>
        <w:t>319.9211</w:t>
      </w:r>
      <w:r>
        <w:tab/>
        <w:t>1.013e0</w:t>
      </w:r>
    </w:p>
    <w:p w:rsidR="007B6A46" w:rsidRDefault="007B6A46" w:rsidP="007B6A46">
      <w:r>
        <w:t>319.9340</w:t>
      </w:r>
      <w:r>
        <w:tab/>
        <w:t>2.025e0</w:t>
      </w:r>
    </w:p>
    <w:p w:rsidR="007B6A46" w:rsidRDefault="007B6A46" w:rsidP="007B6A46">
      <w:r>
        <w:t>319.9448</w:t>
      </w:r>
      <w:r>
        <w:tab/>
        <w:t>1.013e0</w:t>
      </w:r>
    </w:p>
    <w:p w:rsidR="007B6A46" w:rsidRDefault="007B6A46" w:rsidP="007B6A46">
      <w:r>
        <w:t>319.9548</w:t>
      </w:r>
      <w:r>
        <w:tab/>
        <w:t>1.013e0</w:t>
      </w:r>
    </w:p>
    <w:p w:rsidR="007B6A46" w:rsidRDefault="007B6A46" w:rsidP="007B6A46">
      <w:r>
        <w:t>319.9731</w:t>
      </w:r>
      <w:r>
        <w:tab/>
        <w:t>1.013e0</w:t>
      </w:r>
    </w:p>
    <w:p w:rsidR="007B6A46" w:rsidRDefault="007B6A46" w:rsidP="007B6A46">
      <w:r>
        <w:t>320.0069</w:t>
      </w:r>
      <w:r>
        <w:tab/>
        <w:t>1.013e0</w:t>
      </w:r>
    </w:p>
    <w:p w:rsidR="007B6A46" w:rsidRDefault="007B6A46" w:rsidP="007B6A46">
      <w:r>
        <w:t>320.0296</w:t>
      </w:r>
      <w:r>
        <w:tab/>
        <w:t>3.038e0</w:t>
      </w:r>
    </w:p>
    <w:p w:rsidR="007B6A46" w:rsidRDefault="007B6A46" w:rsidP="007B6A46">
      <w:r>
        <w:lastRenderedPageBreak/>
        <w:t>320.0353</w:t>
      </w:r>
      <w:r>
        <w:tab/>
        <w:t>2.025e0</w:t>
      </w:r>
    </w:p>
    <w:p w:rsidR="007B6A46" w:rsidRDefault="007B6A46" w:rsidP="007B6A46">
      <w:r>
        <w:t>320.0416</w:t>
      </w:r>
      <w:r>
        <w:tab/>
        <w:t>1.013e0</w:t>
      </w:r>
    </w:p>
    <w:p w:rsidR="007B6A46" w:rsidRDefault="007B6A46" w:rsidP="007B6A46">
      <w:r>
        <w:t>320.0460</w:t>
      </w:r>
      <w:r>
        <w:tab/>
        <w:t>4.051e0</w:t>
      </w:r>
    </w:p>
    <w:p w:rsidR="007B6A46" w:rsidRDefault="007B6A46" w:rsidP="007B6A46">
      <w:r>
        <w:t>320.0917</w:t>
      </w:r>
      <w:r>
        <w:tab/>
        <w:t>4.690e0</w:t>
      </w:r>
    </w:p>
    <w:p w:rsidR="007B6A46" w:rsidRDefault="007B6A46" w:rsidP="007B6A46">
      <w:r>
        <w:t>320.1110</w:t>
      </w:r>
      <w:r>
        <w:tab/>
        <w:t>1.013e0</w:t>
      </w:r>
    </w:p>
    <w:p w:rsidR="007B6A46" w:rsidRDefault="007B6A46" w:rsidP="007B6A46">
      <w:r>
        <w:t>320.1512</w:t>
      </w:r>
      <w:r>
        <w:tab/>
        <w:t>3.038e0</w:t>
      </w:r>
    </w:p>
    <w:p w:rsidR="007B6A46" w:rsidRDefault="007B6A46" w:rsidP="007B6A46">
      <w:r>
        <w:t>320.1735</w:t>
      </w:r>
      <w:r>
        <w:tab/>
        <w:t>2.025e0</w:t>
      </w:r>
    </w:p>
    <w:p w:rsidR="007B6A46" w:rsidRDefault="007B6A46" w:rsidP="007B6A46">
      <w:r>
        <w:t>320.1834</w:t>
      </w:r>
      <w:r>
        <w:tab/>
        <w:t>1.013e0</w:t>
      </w:r>
    </w:p>
    <w:p w:rsidR="007B6A46" w:rsidRDefault="007B6A46" w:rsidP="007B6A46">
      <w:r>
        <w:t>320.1855</w:t>
      </w:r>
      <w:r>
        <w:tab/>
        <w:t>3.038e0</w:t>
      </w:r>
    </w:p>
    <w:p w:rsidR="007B6A46" w:rsidRDefault="007B6A46" w:rsidP="007B6A46">
      <w:r>
        <w:t>320.1973</w:t>
      </w:r>
      <w:r>
        <w:tab/>
        <w:t>1.013e0</w:t>
      </w:r>
    </w:p>
    <w:p w:rsidR="007B6A46" w:rsidRDefault="007B6A46" w:rsidP="007B6A46">
      <w:r>
        <w:t>320.2328</w:t>
      </w:r>
      <w:r>
        <w:tab/>
        <w:t>4.051e0</w:t>
      </w:r>
    </w:p>
    <w:p w:rsidR="007B6A46" w:rsidRDefault="007B6A46" w:rsidP="007B6A46">
      <w:r>
        <w:t>320.2450</w:t>
      </w:r>
      <w:r>
        <w:tab/>
        <w:t>2.025e0</w:t>
      </w:r>
    </w:p>
    <w:p w:rsidR="007B6A46" w:rsidRDefault="007B6A46" w:rsidP="007B6A46">
      <w:r>
        <w:t>320.2553</w:t>
      </w:r>
      <w:r>
        <w:tab/>
        <w:t>5.063e0</w:t>
      </w:r>
    </w:p>
    <w:p w:rsidR="007B6A46" w:rsidRDefault="007B6A46" w:rsidP="007B6A46">
      <w:r>
        <w:t>320.3004</w:t>
      </w:r>
      <w:r>
        <w:tab/>
        <w:t>2.025e0</w:t>
      </w:r>
    </w:p>
    <w:p w:rsidR="007B6A46" w:rsidRDefault="007B6A46" w:rsidP="007B6A46">
      <w:r>
        <w:t>320.3264</w:t>
      </w:r>
      <w:r>
        <w:tab/>
        <w:t>2.025e0</w:t>
      </w:r>
    </w:p>
    <w:p w:rsidR="007B6A46" w:rsidRDefault="007B6A46" w:rsidP="007B6A46">
      <w:r>
        <w:t>320.3309</w:t>
      </w:r>
      <w:r>
        <w:tab/>
        <w:t>2.025e0</w:t>
      </w:r>
    </w:p>
    <w:p w:rsidR="007B6A46" w:rsidRDefault="007B6A46" w:rsidP="007B6A46">
      <w:r>
        <w:t>320.3450</w:t>
      </w:r>
      <w:r>
        <w:tab/>
        <w:t>1.013e0</w:t>
      </w:r>
    </w:p>
    <w:p w:rsidR="007B6A46" w:rsidRDefault="007B6A46" w:rsidP="007B6A46">
      <w:r>
        <w:t>320.3934</w:t>
      </w:r>
      <w:r>
        <w:tab/>
        <w:t>1.013e0</w:t>
      </w:r>
    </w:p>
    <w:p w:rsidR="007B6A46" w:rsidRDefault="007B6A46" w:rsidP="007B6A46">
      <w:r>
        <w:t>320.4257</w:t>
      </w:r>
      <w:r>
        <w:tab/>
        <w:t>3.038e0</w:t>
      </w:r>
    </w:p>
    <w:p w:rsidR="007B6A46" w:rsidRDefault="007B6A46" w:rsidP="007B6A46">
      <w:r>
        <w:lastRenderedPageBreak/>
        <w:t>320.4351</w:t>
      </w:r>
      <w:r>
        <w:tab/>
        <w:t>1.013e0</w:t>
      </w:r>
    </w:p>
    <w:p w:rsidR="007B6A46" w:rsidRDefault="007B6A46" w:rsidP="007B6A46">
      <w:r>
        <w:t>320.4409</w:t>
      </w:r>
      <w:r>
        <w:tab/>
        <w:t>1.013e0</w:t>
      </w:r>
    </w:p>
    <w:p w:rsidR="007B6A46" w:rsidRDefault="007B6A46" w:rsidP="007B6A46">
      <w:r>
        <w:t>320.4736</w:t>
      </w:r>
      <w:r>
        <w:tab/>
        <w:t>1.013e0</w:t>
      </w:r>
    </w:p>
    <w:p w:rsidR="007B6A46" w:rsidRDefault="007B6A46" w:rsidP="007B6A46">
      <w:r>
        <w:t>320.4866</w:t>
      </w:r>
      <w:r>
        <w:tab/>
        <w:t>3.038e0</w:t>
      </w:r>
    </w:p>
    <w:p w:rsidR="007B6A46" w:rsidRDefault="007B6A46" w:rsidP="007B6A46">
      <w:r>
        <w:t>320.5388</w:t>
      </w:r>
      <w:r>
        <w:tab/>
        <w:t>1.013e0</w:t>
      </w:r>
    </w:p>
    <w:p w:rsidR="007B6A46" w:rsidRDefault="007B6A46" w:rsidP="007B6A46">
      <w:r>
        <w:t>320.5683</w:t>
      </w:r>
      <w:r>
        <w:tab/>
        <w:t>1.013e0</w:t>
      </w:r>
    </w:p>
    <w:p w:rsidR="007B6A46" w:rsidRDefault="007B6A46" w:rsidP="007B6A46">
      <w:r>
        <w:t>320.6010</w:t>
      </w:r>
      <w:r>
        <w:tab/>
        <w:t>2.025e0</w:t>
      </w:r>
    </w:p>
    <w:p w:rsidR="007B6A46" w:rsidRDefault="007B6A46" w:rsidP="007B6A46">
      <w:r>
        <w:t>320.6149</w:t>
      </w:r>
      <w:r>
        <w:tab/>
        <w:t>1.013e0</w:t>
      </w:r>
    </w:p>
    <w:p w:rsidR="007B6A46" w:rsidRDefault="007B6A46" w:rsidP="007B6A46">
      <w:r>
        <w:t>320.6356</w:t>
      </w:r>
      <w:r>
        <w:tab/>
        <w:t>1.013e0</w:t>
      </w:r>
    </w:p>
    <w:p w:rsidR="007B6A46" w:rsidRDefault="007B6A46" w:rsidP="007B6A46">
      <w:r>
        <w:t>320.6436</w:t>
      </w:r>
      <w:r>
        <w:tab/>
        <w:t>1.013e0</w:t>
      </w:r>
    </w:p>
    <w:p w:rsidR="007B6A46" w:rsidRDefault="007B6A46" w:rsidP="007B6A46">
      <w:r>
        <w:t>320.6586</w:t>
      </w:r>
      <w:r>
        <w:tab/>
        <w:t>2.025e0</w:t>
      </w:r>
    </w:p>
    <w:p w:rsidR="007B6A46" w:rsidRDefault="007B6A46" w:rsidP="007B6A46">
      <w:r>
        <w:t>320.6922</w:t>
      </w:r>
      <w:r>
        <w:tab/>
        <w:t>1.013e0</w:t>
      </w:r>
    </w:p>
    <w:p w:rsidR="007B6A46" w:rsidRDefault="007B6A46" w:rsidP="007B6A46">
      <w:r>
        <w:t>320.7010</w:t>
      </w:r>
      <w:r>
        <w:tab/>
        <w:t>1.013e0</w:t>
      </w:r>
    </w:p>
    <w:p w:rsidR="007B6A46" w:rsidRDefault="007B6A46" w:rsidP="007B6A46">
      <w:r>
        <w:t>320.7200</w:t>
      </w:r>
      <w:r>
        <w:tab/>
        <w:t>1.013e0</w:t>
      </w:r>
    </w:p>
    <w:p w:rsidR="007B6A46" w:rsidRDefault="007B6A46" w:rsidP="007B6A46">
      <w:r>
        <w:t>320.7529</w:t>
      </w:r>
      <w:r>
        <w:tab/>
        <w:t>2.025e0</w:t>
      </w:r>
    </w:p>
    <w:p w:rsidR="007B6A46" w:rsidRDefault="007B6A46" w:rsidP="007B6A46">
      <w:r>
        <w:t>320.7650</w:t>
      </w:r>
      <w:r>
        <w:tab/>
        <w:t>1.013e0</w:t>
      </w:r>
    </w:p>
    <w:p w:rsidR="007B6A46" w:rsidRDefault="007B6A46" w:rsidP="007B6A46">
      <w:r>
        <w:t>320.7684</w:t>
      </w:r>
      <w:r>
        <w:tab/>
        <w:t>1.013e0</w:t>
      </w:r>
    </w:p>
    <w:p w:rsidR="007B6A46" w:rsidRDefault="007B6A46" w:rsidP="007B6A46">
      <w:r>
        <w:t>320.8255</w:t>
      </w:r>
      <w:r>
        <w:tab/>
        <w:t>1.013e0</w:t>
      </w:r>
    </w:p>
    <w:p w:rsidR="007B6A46" w:rsidRDefault="007B6A46" w:rsidP="007B6A46">
      <w:r>
        <w:t>320.8323</w:t>
      </w:r>
      <w:r>
        <w:tab/>
        <w:t>2.025e0</w:t>
      </w:r>
    </w:p>
    <w:p w:rsidR="007B6A46" w:rsidRDefault="007B6A46" w:rsidP="007B6A46">
      <w:r>
        <w:lastRenderedPageBreak/>
        <w:t>320.8594</w:t>
      </w:r>
      <w:r>
        <w:tab/>
        <w:t>2.025e0</w:t>
      </w:r>
    </w:p>
    <w:p w:rsidR="007B6A46" w:rsidRDefault="007B6A46" w:rsidP="007B6A46">
      <w:r>
        <w:t>320.8663</w:t>
      </w:r>
      <w:r>
        <w:tab/>
        <w:t>2.025e0</w:t>
      </w:r>
    </w:p>
    <w:p w:rsidR="007B6A46" w:rsidRDefault="007B6A46" w:rsidP="007B6A46">
      <w:r>
        <w:t>320.8839</w:t>
      </w:r>
      <w:r>
        <w:tab/>
        <w:t>3.038e0</w:t>
      </w:r>
    </w:p>
    <w:p w:rsidR="007B6A46" w:rsidRDefault="007B6A46" w:rsidP="007B6A46">
      <w:r>
        <w:t>320.8964</w:t>
      </w:r>
      <w:r>
        <w:tab/>
        <w:t>2.025e0</w:t>
      </w:r>
    </w:p>
    <w:p w:rsidR="007B6A46" w:rsidRDefault="007B6A46" w:rsidP="007B6A46">
      <w:r>
        <w:t>320.9588</w:t>
      </w:r>
      <w:r>
        <w:tab/>
        <w:t>1.013e0</w:t>
      </w:r>
    </w:p>
    <w:p w:rsidR="007B6A46" w:rsidRDefault="007B6A46" w:rsidP="007B6A46">
      <w:r>
        <w:t>320.9698</w:t>
      </w:r>
      <w:r>
        <w:tab/>
        <w:t>3.038e0</w:t>
      </w:r>
    </w:p>
    <w:p w:rsidR="007B6A46" w:rsidRDefault="007B6A46" w:rsidP="007B6A46">
      <w:r>
        <w:t>320.9790</w:t>
      </w:r>
      <w:r>
        <w:tab/>
        <w:t>1.013e0</w:t>
      </w:r>
    </w:p>
    <w:p w:rsidR="007B6A46" w:rsidRDefault="007B6A46" w:rsidP="007B6A46">
      <w:r>
        <w:t>321.0151</w:t>
      </w:r>
      <w:r>
        <w:tab/>
        <w:t>3.038e0</w:t>
      </w:r>
    </w:p>
    <w:p w:rsidR="007B6A46" w:rsidRDefault="007B6A46" w:rsidP="007B6A46">
      <w:r>
        <w:t>321.0257</w:t>
      </w:r>
      <w:r>
        <w:tab/>
        <w:t>1.013e0</w:t>
      </w:r>
    </w:p>
    <w:p w:rsidR="007B6A46" w:rsidRDefault="007B6A46" w:rsidP="007B6A46">
      <w:r>
        <w:t>321.0450</w:t>
      </w:r>
      <w:r>
        <w:tab/>
        <w:t>2.025e0</w:t>
      </w:r>
    </w:p>
    <w:p w:rsidR="007B6A46" w:rsidRDefault="007B6A46" w:rsidP="007B6A46">
      <w:r>
        <w:t>321.0597</w:t>
      </w:r>
      <w:r>
        <w:tab/>
        <w:t>1.013e0</w:t>
      </w:r>
    </w:p>
    <w:p w:rsidR="007B6A46" w:rsidRDefault="007B6A46" w:rsidP="007B6A46">
      <w:r>
        <w:t>321.0609</w:t>
      </w:r>
      <w:r>
        <w:tab/>
        <w:t>2.025e0</w:t>
      </w:r>
    </w:p>
    <w:p w:rsidR="007B6A46" w:rsidRDefault="007B6A46" w:rsidP="007B6A46">
      <w:r>
        <w:t>321.0801</w:t>
      </w:r>
      <w:r>
        <w:tab/>
        <w:t>2.025e0</w:t>
      </w:r>
    </w:p>
    <w:p w:rsidR="007B6A46" w:rsidRDefault="007B6A46" w:rsidP="007B6A46">
      <w:r>
        <w:t>321.0836</w:t>
      </w:r>
      <w:r>
        <w:tab/>
        <w:t>1.013e0</w:t>
      </w:r>
    </w:p>
    <w:p w:rsidR="007B6A46" w:rsidRDefault="007B6A46" w:rsidP="007B6A46">
      <w:r>
        <w:t>321.0921</w:t>
      </w:r>
      <w:r>
        <w:tab/>
        <w:t>1.013e0</w:t>
      </w:r>
    </w:p>
    <w:p w:rsidR="007B6A46" w:rsidRDefault="007B6A46" w:rsidP="007B6A46">
      <w:r>
        <w:t>321.1248</w:t>
      </w:r>
      <w:r>
        <w:tab/>
        <w:t>1.013e0</w:t>
      </w:r>
    </w:p>
    <w:p w:rsidR="007B6A46" w:rsidRDefault="007B6A46" w:rsidP="007B6A46">
      <w:r>
        <w:t>321.1381</w:t>
      </w:r>
      <w:r>
        <w:tab/>
        <w:t>2.025e0</w:t>
      </w:r>
    </w:p>
    <w:p w:rsidR="007B6A46" w:rsidRDefault="007B6A46" w:rsidP="007B6A46">
      <w:r>
        <w:t>321.1737</w:t>
      </w:r>
      <w:r>
        <w:tab/>
        <w:t>3.038e0</w:t>
      </w:r>
    </w:p>
    <w:p w:rsidR="007B6A46" w:rsidRDefault="007B6A46" w:rsidP="007B6A46">
      <w:r>
        <w:t>321.1795</w:t>
      </w:r>
      <w:r>
        <w:tab/>
        <w:t>4.051e0</w:t>
      </w:r>
    </w:p>
    <w:p w:rsidR="007B6A46" w:rsidRDefault="007B6A46" w:rsidP="007B6A46">
      <w:r>
        <w:lastRenderedPageBreak/>
        <w:t>321.1848</w:t>
      </w:r>
      <w:r>
        <w:tab/>
        <w:t>4.051e0</w:t>
      </w:r>
    </w:p>
    <w:p w:rsidR="007B6A46" w:rsidRDefault="007B6A46" w:rsidP="007B6A46">
      <w:r>
        <w:t>321.2124</w:t>
      </w:r>
      <w:r>
        <w:tab/>
        <w:t>3.038e0</w:t>
      </w:r>
    </w:p>
    <w:p w:rsidR="007B6A46" w:rsidRDefault="007B6A46" w:rsidP="007B6A46">
      <w:r>
        <w:t>321.2213</w:t>
      </w:r>
      <w:r>
        <w:tab/>
        <w:t>1.013e0</w:t>
      </w:r>
    </w:p>
    <w:p w:rsidR="007B6A46" w:rsidRDefault="007B6A46" w:rsidP="007B6A46">
      <w:r>
        <w:t>321.2249</w:t>
      </w:r>
      <w:r>
        <w:tab/>
        <w:t>1.013e0</w:t>
      </w:r>
    </w:p>
    <w:p w:rsidR="007B6A46" w:rsidRDefault="007B6A46" w:rsidP="007B6A46">
      <w:r>
        <w:t>321.2349</w:t>
      </w:r>
      <w:r>
        <w:tab/>
        <w:t>2.025e0</w:t>
      </w:r>
    </w:p>
    <w:p w:rsidR="007B6A46" w:rsidRDefault="007B6A46" w:rsidP="007B6A46">
      <w:r>
        <w:t>321.2580</w:t>
      </w:r>
      <w:r>
        <w:tab/>
        <w:t>2.025e0</w:t>
      </w:r>
    </w:p>
    <w:p w:rsidR="007B6A46" w:rsidRDefault="007B6A46" w:rsidP="007B6A46">
      <w:r>
        <w:t>321.2698</w:t>
      </w:r>
      <w:r>
        <w:tab/>
        <w:t>1.013e0</w:t>
      </w:r>
    </w:p>
    <w:p w:rsidR="007B6A46" w:rsidRDefault="007B6A46" w:rsidP="007B6A46">
      <w:r>
        <w:t>321.2733</w:t>
      </w:r>
      <w:r>
        <w:tab/>
        <w:t>1.013e0</w:t>
      </w:r>
    </w:p>
    <w:p w:rsidR="007B6A46" w:rsidRDefault="007B6A46" w:rsidP="007B6A46">
      <w:r>
        <w:t>321.2925</w:t>
      </w:r>
      <w:r>
        <w:tab/>
        <w:t>1.013e0</w:t>
      </w:r>
    </w:p>
    <w:p w:rsidR="007B6A46" w:rsidRDefault="007B6A46" w:rsidP="007B6A46">
      <w:r>
        <w:t>321.3163</w:t>
      </w:r>
      <w:r>
        <w:tab/>
        <w:t>1.013e0</w:t>
      </w:r>
    </w:p>
    <w:p w:rsidR="007B6A46" w:rsidRDefault="007B6A46" w:rsidP="007B6A46">
      <w:r>
        <w:t>321.3582</w:t>
      </w:r>
      <w:r>
        <w:tab/>
        <w:t>1.013e0</w:t>
      </w:r>
    </w:p>
    <w:p w:rsidR="007B6A46" w:rsidRDefault="007B6A46" w:rsidP="007B6A46">
      <w:r>
        <w:t>321.3789</w:t>
      </w:r>
      <w:r>
        <w:tab/>
        <w:t>1.013e0</w:t>
      </w:r>
    </w:p>
    <w:p w:rsidR="007B6A46" w:rsidRDefault="007B6A46" w:rsidP="007B6A46">
      <w:r>
        <w:t>321.3810</w:t>
      </w:r>
      <w:r>
        <w:tab/>
        <w:t>2.025e0</w:t>
      </w:r>
    </w:p>
    <w:p w:rsidR="007B6A46" w:rsidRDefault="007B6A46" w:rsidP="007B6A46">
      <w:r>
        <w:t>321.3864</w:t>
      </w:r>
      <w:r>
        <w:tab/>
        <w:t>1.013e0</w:t>
      </w:r>
    </w:p>
    <w:p w:rsidR="007B6A46" w:rsidRDefault="007B6A46" w:rsidP="007B6A46">
      <w:r>
        <w:t>321.4207</w:t>
      </w:r>
      <w:r>
        <w:tab/>
        <w:t>1.013e0</w:t>
      </w:r>
    </w:p>
    <w:p w:rsidR="007B6A46" w:rsidRDefault="007B6A46" w:rsidP="007B6A46">
      <w:r>
        <w:t>321.4309</w:t>
      </w:r>
      <w:r>
        <w:tab/>
        <w:t>1.013e0</w:t>
      </w:r>
    </w:p>
    <w:p w:rsidR="007B6A46" w:rsidRDefault="007B6A46" w:rsidP="007B6A46">
      <w:r>
        <w:t>321.4556</w:t>
      </w:r>
      <w:r>
        <w:tab/>
        <w:t>1.013e0</w:t>
      </w:r>
    </w:p>
    <w:p w:rsidR="007B6A46" w:rsidRDefault="007B6A46" w:rsidP="007B6A46">
      <w:r>
        <w:t>321.4594</w:t>
      </w:r>
      <w:r>
        <w:tab/>
        <w:t>2.025e0</w:t>
      </w:r>
    </w:p>
    <w:p w:rsidR="007B6A46" w:rsidRDefault="007B6A46" w:rsidP="007B6A46">
      <w:r>
        <w:t>321.4915</w:t>
      </w:r>
      <w:r>
        <w:tab/>
        <w:t>1.013e0</w:t>
      </w:r>
    </w:p>
    <w:p w:rsidR="007B6A46" w:rsidRDefault="007B6A46" w:rsidP="007B6A46">
      <w:r>
        <w:lastRenderedPageBreak/>
        <w:t>321.5117</w:t>
      </w:r>
      <w:r>
        <w:tab/>
        <w:t>1.013e0</w:t>
      </w:r>
    </w:p>
    <w:p w:rsidR="007B6A46" w:rsidRDefault="007B6A46" w:rsidP="007B6A46">
      <w:r>
        <w:t>321.5404</w:t>
      </w:r>
      <w:r>
        <w:tab/>
        <w:t>1.013e0</w:t>
      </w:r>
    </w:p>
    <w:p w:rsidR="007B6A46" w:rsidRDefault="007B6A46" w:rsidP="007B6A46">
      <w:r>
        <w:t>321.5688</w:t>
      </w:r>
      <w:r>
        <w:tab/>
        <w:t>1.013e0</w:t>
      </w:r>
    </w:p>
    <w:p w:rsidR="007B6A46" w:rsidRDefault="007B6A46" w:rsidP="007B6A46">
      <w:r>
        <w:t>321.5930</w:t>
      </w:r>
      <w:r>
        <w:tab/>
        <w:t>1.013e0</w:t>
      </w:r>
    </w:p>
    <w:p w:rsidR="007B6A46" w:rsidRDefault="007B6A46" w:rsidP="007B6A46">
      <w:r>
        <w:t>321.6124</w:t>
      </w:r>
      <w:r>
        <w:tab/>
        <w:t>1.013e0</w:t>
      </w:r>
    </w:p>
    <w:p w:rsidR="007B6A46" w:rsidRDefault="007B6A46" w:rsidP="007B6A46">
      <w:r>
        <w:t>321.6213</w:t>
      </w:r>
      <w:r>
        <w:tab/>
        <w:t>1.013e0</w:t>
      </w:r>
    </w:p>
    <w:p w:rsidR="007B6A46" w:rsidRDefault="007B6A46" w:rsidP="007B6A46">
      <w:r>
        <w:t>321.6535</w:t>
      </w:r>
      <w:r>
        <w:tab/>
        <w:t>1.013e0</w:t>
      </w:r>
    </w:p>
    <w:p w:rsidR="007B6A46" w:rsidRDefault="007B6A46" w:rsidP="007B6A46">
      <w:r>
        <w:t>321.6699</w:t>
      </w:r>
      <w:r>
        <w:tab/>
        <w:t>1.013e0</w:t>
      </w:r>
    </w:p>
    <w:p w:rsidR="007B6A46" w:rsidRDefault="007B6A46" w:rsidP="007B6A46">
      <w:r>
        <w:t>321.7142</w:t>
      </w:r>
      <w:r>
        <w:tab/>
        <w:t>2.025e0</w:t>
      </w:r>
    </w:p>
    <w:p w:rsidR="007B6A46" w:rsidRDefault="007B6A46" w:rsidP="007B6A46">
      <w:r>
        <w:t>321.7259</w:t>
      </w:r>
      <w:r>
        <w:tab/>
        <w:t>2.025e0</w:t>
      </w:r>
    </w:p>
    <w:p w:rsidR="007B6A46" w:rsidRDefault="007B6A46" w:rsidP="007B6A46">
      <w:r>
        <w:t>321.7339</w:t>
      </w:r>
      <w:r>
        <w:tab/>
        <w:t>1.013e0</w:t>
      </w:r>
    </w:p>
    <w:p w:rsidR="007B6A46" w:rsidRDefault="007B6A46" w:rsidP="007B6A46">
      <w:r>
        <w:t>321.7402</w:t>
      </w:r>
      <w:r>
        <w:tab/>
        <w:t>1.013e0</w:t>
      </w:r>
    </w:p>
    <w:p w:rsidR="007B6A46" w:rsidRDefault="007B6A46" w:rsidP="007B6A46">
      <w:r>
        <w:t>321.7688</w:t>
      </w:r>
      <w:r>
        <w:tab/>
        <w:t>1.013e0</w:t>
      </w:r>
    </w:p>
    <w:p w:rsidR="007B6A46" w:rsidRDefault="007B6A46" w:rsidP="007B6A46">
      <w:r>
        <w:t>321.7789</w:t>
      </w:r>
      <w:r>
        <w:tab/>
        <w:t>1.013e0</w:t>
      </w:r>
    </w:p>
    <w:p w:rsidR="007B6A46" w:rsidRDefault="007B6A46" w:rsidP="007B6A46">
      <w:r>
        <w:t>321.7830</w:t>
      </w:r>
      <w:r>
        <w:tab/>
        <w:t>1.013e0</w:t>
      </w:r>
    </w:p>
    <w:p w:rsidR="007B6A46" w:rsidRDefault="007B6A46" w:rsidP="007B6A46">
      <w:r>
        <w:t>321.7951</w:t>
      </w:r>
      <w:r>
        <w:tab/>
        <w:t>2.025e0</w:t>
      </w:r>
    </w:p>
    <w:p w:rsidR="007B6A46" w:rsidRDefault="007B6A46" w:rsidP="007B6A46">
      <w:r>
        <w:t>321.8112</w:t>
      </w:r>
      <w:r>
        <w:tab/>
        <w:t>1.013e0</w:t>
      </w:r>
    </w:p>
    <w:p w:rsidR="007B6A46" w:rsidRDefault="007B6A46" w:rsidP="007B6A46">
      <w:r>
        <w:t>321.8158</w:t>
      </w:r>
      <w:r>
        <w:tab/>
        <w:t>1.013e0</w:t>
      </w:r>
    </w:p>
    <w:p w:rsidR="007B6A46" w:rsidRDefault="007B6A46" w:rsidP="007B6A46">
      <w:r>
        <w:t>321.8856</w:t>
      </w:r>
      <w:r>
        <w:tab/>
        <w:t>2.025e0</w:t>
      </w:r>
    </w:p>
    <w:p w:rsidR="007B6A46" w:rsidRDefault="007B6A46" w:rsidP="007B6A46">
      <w:r>
        <w:lastRenderedPageBreak/>
        <w:t>321.9441</w:t>
      </w:r>
      <w:r>
        <w:tab/>
        <w:t>1.013e0</w:t>
      </w:r>
    </w:p>
    <w:p w:rsidR="007B6A46" w:rsidRDefault="007B6A46" w:rsidP="007B6A46">
      <w:r>
        <w:t>321.9553</w:t>
      </w:r>
      <w:r>
        <w:tab/>
        <w:t>2.025e0</w:t>
      </w:r>
    </w:p>
    <w:p w:rsidR="007B6A46" w:rsidRDefault="007B6A46" w:rsidP="007B6A46">
      <w:r>
        <w:t>321.9891</w:t>
      </w:r>
      <w:r>
        <w:tab/>
        <w:t>1.013e0</w:t>
      </w:r>
    </w:p>
    <w:p w:rsidR="007B6A46" w:rsidRDefault="007B6A46" w:rsidP="007B6A46">
      <w:r>
        <w:t>322.0134</w:t>
      </w:r>
      <w:r>
        <w:tab/>
        <w:t>1.013e0</w:t>
      </w:r>
    </w:p>
    <w:p w:rsidR="007B6A46" w:rsidRDefault="007B6A46" w:rsidP="007B6A46">
      <w:r>
        <w:t>322.0188</w:t>
      </w:r>
      <w:r>
        <w:tab/>
        <w:t>6.076e0</w:t>
      </w:r>
    </w:p>
    <w:p w:rsidR="007B6A46" w:rsidRDefault="007B6A46" w:rsidP="007B6A46">
      <w:r>
        <w:t>322.0367</w:t>
      </w:r>
      <w:r>
        <w:tab/>
        <w:t>2.025e0</w:t>
      </w:r>
    </w:p>
    <w:p w:rsidR="007B6A46" w:rsidRDefault="007B6A46" w:rsidP="007B6A46">
      <w:r>
        <w:t>322.0697</w:t>
      </w:r>
      <w:r>
        <w:tab/>
        <w:t>2.025e0</w:t>
      </w:r>
    </w:p>
    <w:p w:rsidR="007B6A46" w:rsidRDefault="007B6A46" w:rsidP="007B6A46">
      <w:r>
        <w:t>322.0861</w:t>
      </w:r>
      <w:r>
        <w:tab/>
        <w:t>2.025e0</w:t>
      </w:r>
    </w:p>
    <w:p w:rsidR="007B6A46" w:rsidRDefault="007B6A46" w:rsidP="007B6A46">
      <w:r>
        <w:t>322.0938</w:t>
      </w:r>
      <w:r>
        <w:tab/>
        <w:t>1.013e0</w:t>
      </w:r>
    </w:p>
    <w:p w:rsidR="007B6A46" w:rsidRDefault="007B6A46" w:rsidP="007B6A46">
      <w:r>
        <w:t>322.1023</w:t>
      </w:r>
      <w:r>
        <w:tab/>
        <w:t>1.013e0</w:t>
      </w:r>
    </w:p>
    <w:p w:rsidR="007B6A46" w:rsidRDefault="007B6A46" w:rsidP="007B6A46">
      <w:r>
        <w:t>322.1300</w:t>
      </w:r>
      <w:r>
        <w:tab/>
        <w:t>1.013e0</w:t>
      </w:r>
    </w:p>
    <w:p w:rsidR="007B6A46" w:rsidRDefault="007B6A46" w:rsidP="007B6A46">
      <w:r>
        <w:t>322.1468</w:t>
      </w:r>
      <w:r>
        <w:tab/>
        <w:t>3.038e0</w:t>
      </w:r>
    </w:p>
    <w:p w:rsidR="007B6A46" w:rsidRDefault="007B6A46" w:rsidP="007B6A46">
      <w:r>
        <w:t>322.1507</w:t>
      </w:r>
      <w:r>
        <w:tab/>
        <w:t>1.013e0</w:t>
      </w:r>
    </w:p>
    <w:p w:rsidR="007B6A46" w:rsidRDefault="007B6A46" w:rsidP="007B6A46">
      <w:r>
        <w:t>322.1757</w:t>
      </w:r>
      <w:r>
        <w:tab/>
        <w:t>2.025e0</w:t>
      </w:r>
    </w:p>
    <w:p w:rsidR="007B6A46" w:rsidRDefault="007B6A46" w:rsidP="007B6A46">
      <w:r>
        <w:t>322.1840</w:t>
      </w:r>
      <w:r>
        <w:tab/>
        <w:t>2.025e0</w:t>
      </w:r>
    </w:p>
    <w:p w:rsidR="007B6A46" w:rsidRDefault="007B6A46" w:rsidP="007B6A46">
      <w:r>
        <w:t>322.1880</w:t>
      </w:r>
      <w:r>
        <w:tab/>
        <w:t>1.013e0</w:t>
      </w:r>
    </w:p>
    <w:p w:rsidR="007B6A46" w:rsidRDefault="007B6A46" w:rsidP="007B6A46">
      <w:r>
        <w:t>322.1989</w:t>
      </w:r>
      <w:r>
        <w:tab/>
        <w:t>1.013e0</w:t>
      </w:r>
    </w:p>
    <w:p w:rsidR="007B6A46" w:rsidRDefault="007B6A46" w:rsidP="007B6A46">
      <w:r>
        <w:t>322.2175</w:t>
      </w:r>
      <w:r>
        <w:tab/>
        <w:t>4.051e0</w:t>
      </w:r>
    </w:p>
    <w:p w:rsidR="007B6A46" w:rsidRDefault="007B6A46" w:rsidP="007B6A46">
      <w:r>
        <w:t>322.2316</w:t>
      </w:r>
      <w:r>
        <w:tab/>
        <w:t>1.013e0</w:t>
      </w:r>
    </w:p>
    <w:p w:rsidR="007B6A46" w:rsidRDefault="007B6A46" w:rsidP="007B6A46">
      <w:r>
        <w:lastRenderedPageBreak/>
        <w:t>322.2638</w:t>
      </w:r>
      <w:r>
        <w:tab/>
        <w:t>1.013e0</w:t>
      </w:r>
    </w:p>
    <w:p w:rsidR="007B6A46" w:rsidRDefault="007B6A46" w:rsidP="007B6A46">
      <w:r>
        <w:t>322.2752</w:t>
      </w:r>
      <w:r>
        <w:tab/>
        <w:t>2.025e0</w:t>
      </w:r>
    </w:p>
    <w:p w:rsidR="007B6A46" w:rsidRDefault="007B6A46" w:rsidP="007B6A46">
      <w:r>
        <w:t>322.2985</w:t>
      </w:r>
      <w:r>
        <w:tab/>
        <w:t>1.013e0</w:t>
      </w:r>
    </w:p>
    <w:p w:rsidR="007B6A46" w:rsidRDefault="007B6A46" w:rsidP="007B6A46">
      <w:r>
        <w:t>322.3367</w:t>
      </w:r>
      <w:r>
        <w:tab/>
        <w:t>1.013e0</w:t>
      </w:r>
    </w:p>
    <w:p w:rsidR="007B6A46" w:rsidRDefault="007B6A46" w:rsidP="007B6A46">
      <w:r>
        <w:t>322.3408</w:t>
      </w:r>
      <w:r>
        <w:tab/>
        <w:t>1.013e0</w:t>
      </w:r>
    </w:p>
    <w:p w:rsidR="007B6A46" w:rsidRDefault="007B6A46" w:rsidP="007B6A46">
      <w:r>
        <w:t>322.3766</w:t>
      </w:r>
      <w:r>
        <w:tab/>
        <w:t>2.025e0</w:t>
      </w:r>
    </w:p>
    <w:p w:rsidR="007B6A46" w:rsidRDefault="007B6A46" w:rsidP="007B6A46">
      <w:r>
        <w:t>322.3985</w:t>
      </w:r>
      <w:r>
        <w:tab/>
        <w:t>3.038e0</w:t>
      </w:r>
    </w:p>
    <w:p w:rsidR="007B6A46" w:rsidRDefault="007B6A46" w:rsidP="007B6A46">
      <w:r>
        <w:t>322.4418</w:t>
      </w:r>
      <w:r>
        <w:tab/>
        <w:t>1.013e0</w:t>
      </w:r>
    </w:p>
    <w:p w:rsidR="007B6A46" w:rsidRDefault="007B6A46" w:rsidP="007B6A46">
      <w:r>
        <w:t>322.4702</w:t>
      </w:r>
      <w:r>
        <w:tab/>
        <w:t>1.013e0</w:t>
      </w:r>
    </w:p>
    <w:p w:rsidR="007B6A46" w:rsidRDefault="007B6A46" w:rsidP="007B6A46">
      <w:r>
        <w:t>322.5372</w:t>
      </w:r>
      <w:r>
        <w:tab/>
        <w:t>1.013e0</w:t>
      </w:r>
    </w:p>
    <w:p w:rsidR="007B6A46" w:rsidRDefault="007B6A46" w:rsidP="007B6A46">
      <w:r>
        <w:t>322.5658</w:t>
      </w:r>
      <w:r>
        <w:tab/>
        <w:t>1.013e0</w:t>
      </w:r>
    </w:p>
    <w:p w:rsidR="007B6A46" w:rsidRDefault="007B6A46" w:rsidP="007B6A46">
      <w:r>
        <w:t>322.6319</w:t>
      </w:r>
      <w:r>
        <w:tab/>
        <w:t>1.013e0</w:t>
      </w:r>
    </w:p>
    <w:p w:rsidR="007B6A46" w:rsidRDefault="007B6A46" w:rsidP="007B6A46">
      <w:r>
        <w:t>322.6357</w:t>
      </w:r>
      <w:r>
        <w:tab/>
        <w:t>1.013e0</w:t>
      </w:r>
    </w:p>
    <w:p w:rsidR="007B6A46" w:rsidRDefault="007B6A46" w:rsidP="007B6A46">
      <w:r>
        <w:t>322.6421</w:t>
      </w:r>
      <w:r>
        <w:tab/>
        <w:t>1.013e0</w:t>
      </w:r>
    </w:p>
    <w:p w:rsidR="007B6A46" w:rsidRDefault="007B6A46" w:rsidP="007B6A46">
      <w:r>
        <w:t>322.7047</w:t>
      </w:r>
      <w:r>
        <w:tab/>
        <w:t>1.013e0</w:t>
      </w:r>
    </w:p>
    <w:p w:rsidR="007B6A46" w:rsidRDefault="007B6A46" w:rsidP="007B6A46">
      <w:r>
        <w:t>322.7469</w:t>
      </w:r>
      <w:r>
        <w:tab/>
        <w:t>1.013e0</w:t>
      </w:r>
    </w:p>
    <w:p w:rsidR="007B6A46" w:rsidRDefault="007B6A46" w:rsidP="007B6A46">
      <w:r>
        <w:t>322.7491</w:t>
      </w:r>
      <w:r>
        <w:tab/>
        <w:t>2.025e0</w:t>
      </w:r>
    </w:p>
    <w:p w:rsidR="007B6A46" w:rsidRDefault="007B6A46" w:rsidP="007B6A46">
      <w:r>
        <w:t>322.7855</w:t>
      </w:r>
      <w:r>
        <w:tab/>
        <w:t>1.013e0</w:t>
      </w:r>
    </w:p>
    <w:p w:rsidR="007B6A46" w:rsidRDefault="007B6A46" w:rsidP="007B6A46">
      <w:r>
        <w:t>322.8052</w:t>
      </w:r>
      <w:r>
        <w:tab/>
        <w:t>1.013e0</w:t>
      </w:r>
    </w:p>
    <w:p w:rsidR="007B6A46" w:rsidRDefault="007B6A46" w:rsidP="007B6A46">
      <w:r>
        <w:lastRenderedPageBreak/>
        <w:t>322.9069</w:t>
      </w:r>
      <w:r>
        <w:tab/>
        <w:t>2.025e0</w:t>
      </w:r>
    </w:p>
    <w:p w:rsidR="007B6A46" w:rsidRDefault="007B6A46" w:rsidP="007B6A46">
      <w:r>
        <w:t>322.9145</w:t>
      </w:r>
      <w:r>
        <w:tab/>
        <w:t>1.013e0</w:t>
      </w:r>
    </w:p>
    <w:p w:rsidR="007B6A46" w:rsidRDefault="007B6A46" w:rsidP="007B6A46">
      <w:r>
        <w:t>322.9231</w:t>
      </w:r>
      <w:r>
        <w:tab/>
        <w:t>1.013e0</w:t>
      </w:r>
    </w:p>
    <w:p w:rsidR="007B6A46" w:rsidRDefault="007B6A46" w:rsidP="007B6A46">
      <w:r>
        <w:t>322.9512</w:t>
      </w:r>
      <w:r>
        <w:tab/>
        <w:t>1.013e0</w:t>
      </w:r>
    </w:p>
    <w:p w:rsidR="007B6A46" w:rsidRDefault="007B6A46" w:rsidP="007B6A46">
      <w:r>
        <w:t>322.9563</w:t>
      </w:r>
      <w:r>
        <w:tab/>
        <w:t>1.013e0</w:t>
      </w:r>
    </w:p>
    <w:p w:rsidR="007B6A46" w:rsidRDefault="007B6A46" w:rsidP="007B6A46">
      <w:r>
        <w:t>322.9711</w:t>
      </w:r>
      <w:r>
        <w:tab/>
        <w:t>2.025e0</w:t>
      </w:r>
    </w:p>
    <w:p w:rsidR="007B6A46" w:rsidRDefault="007B6A46" w:rsidP="007B6A46">
      <w:r>
        <w:t>322.9859</w:t>
      </w:r>
      <w:r>
        <w:tab/>
        <w:t>1.013e0</w:t>
      </w:r>
    </w:p>
    <w:p w:rsidR="007B6A46" w:rsidRDefault="007B6A46" w:rsidP="007B6A46">
      <w:r>
        <w:t>322.9997</w:t>
      </w:r>
      <w:r>
        <w:tab/>
        <w:t>2.025e0</w:t>
      </w:r>
    </w:p>
    <w:p w:rsidR="007B6A46" w:rsidRDefault="007B6A46" w:rsidP="007B6A46">
      <w:r>
        <w:t>323.0308</w:t>
      </w:r>
      <w:r>
        <w:tab/>
        <w:t>2.025e0</w:t>
      </w:r>
    </w:p>
    <w:p w:rsidR="007B6A46" w:rsidRDefault="007B6A46" w:rsidP="007B6A46">
      <w:r>
        <w:t>323.0321</w:t>
      </w:r>
      <w:r>
        <w:tab/>
        <w:t>2.025e0</w:t>
      </w:r>
    </w:p>
    <w:p w:rsidR="007B6A46" w:rsidRDefault="007B6A46" w:rsidP="007B6A46">
      <w:r>
        <w:t>323.0762</w:t>
      </w:r>
      <w:r>
        <w:tab/>
        <w:t>1.013e0</w:t>
      </w:r>
    </w:p>
    <w:p w:rsidR="007B6A46" w:rsidRDefault="007B6A46" w:rsidP="007B6A46">
      <w:r>
        <w:t>323.0784</w:t>
      </w:r>
      <w:r>
        <w:tab/>
        <w:t>3.038e0</w:t>
      </w:r>
    </w:p>
    <w:p w:rsidR="007B6A46" w:rsidRDefault="007B6A46" w:rsidP="007B6A46">
      <w:r>
        <w:t>323.0808</w:t>
      </w:r>
      <w:r>
        <w:tab/>
        <w:t>1.013e0</w:t>
      </w:r>
    </w:p>
    <w:p w:rsidR="007B6A46" w:rsidRDefault="007B6A46" w:rsidP="007B6A46">
      <w:r>
        <w:t>323.1010</w:t>
      </w:r>
      <w:r>
        <w:tab/>
        <w:t>1.013e0</w:t>
      </w:r>
    </w:p>
    <w:p w:rsidR="007B6A46" w:rsidRDefault="007B6A46" w:rsidP="007B6A46">
      <w:r>
        <w:t>323.1371</w:t>
      </w:r>
      <w:r>
        <w:tab/>
        <w:t>1.013e0</w:t>
      </w:r>
    </w:p>
    <w:p w:rsidR="007B6A46" w:rsidRDefault="007B6A46" w:rsidP="007B6A46">
      <w:r>
        <w:t>323.1453</w:t>
      </w:r>
      <w:r>
        <w:tab/>
        <w:t>4.051e0</w:t>
      </w:r>
    </w:p>
    <w:p w:rsidR="007B6A46" w:rsidRDefault="007B6A46" w:rsidP="007B6A46">
      <w:r>
        <w:t>323.1617</w:t>
      </w:r>
      <w:r>
        <w:tab/>
        <w:t>1.013e0</w:t>
      </w:r>
    </w:p>
    <w:p w:rsidR="007B6A46" w:rsidRDefault="007B6A46" w:rsidP="007B6A46">
      <w:r>
        <w:t>323.1814</w:t>
      </w:r>
      <w:r>
        <w:tab/>
        <w:t>1.013e0</w:t>
      </w:r>
    </w:p>
    <w:p w:rsidR="007B6A46" w:rsidRDefault="007B6A46" w:rsidP="007B6A46">
      <w:r>
        <w:t>323.1860</w:t>
      </w:r>
      <w:r>
        <w:tab/>
        <w:t>3.038e0</w:t>
      </w:r>
    </w:p>
    <w:p w:rsidR="007B6A46" w:rsidRDefault="007B6A46" w:rsidP="007B6A46">
      <w:r>
        <w:lastRenderedPageBreak/>
        <w:t>323.2388</w:t>
      </w:r>
      <w:r>
        <w:tab/>
        <w:t>4.051e0</w:t>
      </w:r>
    </w:p>
    <w:p w:rsidR="007B6A46" w:rsidRDefault="007B6A46" w:rsidP="007B6A46">
      <w:r>
        <w:t>323.2574</w:t>
      </w:r>
      <w:r>
        <w:tab/>
        <w:t>2.396e0</w:t>
      </w:r>
    </w:p>
    <w:p w:rsidR="007B6A46" w:rsidRDefault="007B6A46" w:rsidP="007B6A46">
      <w:r>
        <w:t>323.2588</w:t>
      </w:r>
      <w:r>
        <w:tab/>
        <w:t>1.013e0</w:t>
      </w:r>
    </w:p>
    <w:p w:rsidR="007B6A46" w:rsidRDefault="007B6A46" w:rsidP="007B6A46">
      <w:r>
        <w:t>323.2709</w:t>
      </w:r>
      <w:r>
        <w:tab/>
        <w:t>3.038e0</w:t>
      </w:r>
    </w:p>
    <w:p w:rsidR="007B6A46" w:rsidRDefault="007B6A46" w:rsidP="007B6A46">
      <w:r>
        <w:t>323.3004</w:t>
      </w:r>
      <w:r>
        <w:tab/>
        <w:t>1.013e0</w:t>
      </w:r>
    </w:p>
    <w:p w:rsidR="007B6A46" w:rsidRDefault="007B6A46" w:rsidP="007B6A46">
      <w:r>
        <w:t>323.3243</w:t>
      </w:r>
      <w:r>
        <w:tab/>
        <w:t>1.013e0</w:t>
      </w:r>
    </w:p>
    <w:p w:rsidR="007B6A46" w:rsidRDefault="007B6A46" w:rsidP="007B6A46">
      <w:r>
        <w:t>323.3291</w:t>
      </w:r>
      <w:r>
        <w:tab/>
        <w:t>2.025e0</w:t>
      </w:r>
    </w:p>
    <w:p w:rsidR="007B6A46" w:rsidRDefault="007B6A46" w:rsidP="007B6A46">
      <w:r>
        <w:t>323.3640</w:t>
      </w:r>
      <w:r>
        <w:tab/>
        <w:t>1.013e0</w:t>
      </w:r>
    </w:p>
    <w:p w:rsidR="007B6A46" w:rsidRDefault="007B6A46" w:rsidP="007B6A46">
      <w:r>
        <w:t>323.4528</w:t>
      </w:r>
      <w:r>
        <w:tab/>
        <w:t>1.013e0</w:t>
      </w:r>
    </w:p>
    <w:p w:rsidR="007B6A46" w:rsidRDefault="007B6A46" w:rsidP="007B6A46">
      <w:r>
        <w:t>323.5499</w:t>
      </w:r>
      <w:r>
        <w:tab/>
        <w:t>2.025e0</w:t>
      </w:r>
    </w:p>
    <w:p w:rsidR="007B6A46" w:rsidRDefault="007B6A46" w:rsidP="007B6A46">
      <w:r>
        <w:t>323.5779</w:t>
      </w:r>
      <w:r>
        <w:tab/>
        <w:t>1.013e0</w:t>
      </w:r>
    </w:p>
    <w:p w:rsidR="007B6A46" w:rsidRDefault="007B6A46" w:rsidP="007B6A46">
      <w:r>
        <w:t>323.6068</w:t>
      </w:r>
      <w:r>
        <w:tab/>
        <w:t>1.013e0</w:t>
      </w:r>
    </w:p>
    <w:p w:rsidR="007B6A46" w:rsidRDefault="007B6A46" w:rsidP="007B6A46">
      <w:r>
        <w:t>323.6731</w:t>
      </w:r>
      <w:r>
        <w:tab/>
        <w:t>2.025e0</w:t>
      </w:r>
    </w:p>
    <w:p w:rsidR="007B6A46" w:rsidRDefault="007B6A46" w:rsidP="007B6A46">
      <w:r>
        <w:t>323.7079</w:t>
      </w:r>
      <w:r>
        <w:tab/>
        <w:t>1.013e0</w:t>
      </w:r>
    </w:p>
    <w:p w:rsidR="007B6A46" w:rsidRDefault="007B6A46" w:rsidP="007B6A46">
      <w:r>
        <w:t>323.7382</w:t>
      </w:r>
      <w:r>
        <w:tab/>
        <w:t>2.025e0</w:t>
      </w:r>
    </w:p>
    <w:p w:rsidR="007B6A46" w:rsidRDefault="007B6A46" w:rsidP="007B6A46">
      <w:r>
        <w:t>323.7398</w:t>
      </w:r>
      <w:r>
        <w:tab/>
        <w:t>1.013e0</w:t>
      </w:r>
    </w:p>
    <w:p w:rsidR="007B6A46" w:rsidRDefault="007B6A46" w:rsidP="007B6A46">
      <w:r>
        <w:t>323.7849</w:t>
      </w:r>
      <w:r>
        <w:tab/>
        <w:t>1.013e0</w:t>
      </w:r>
    </w:p>
    <w:p w:rsidR="007B6A46" w:rsidRDefault="007B6A46" w:rsidP="007B6A46">
      <w:r>
        <w:t>323.8261</w:t>
      </w:r>
      <w:r>
        <w:tab/>
        <w:t>1.013e0</w:t>
      </w:r>
    </w:p>
    <w:p w:rsidR="007B6A46" w:rsidRDefault="007B6A46" w:rsidP="007B6A46">
      <w:r>
        <w:t>323.8415</w:t>
      </w:r>
      <w:r>
        <w:tab/>
        <w:t>1.013e0</w:t>
      </w:r>
    </w:p>
    <w:p w:rsidR="007B6A46" w:rsidRDefault="007B6A46" w:rsidP="007B6A46">
      <w:r>
        <w:lastRenderedPageBreak/>
        <w:t>323.8456</w:t>
      </w:r>
      <w:r>
        <w:tab/>
        <w:t>1.013e0</w:t>
      </w:r>
    </w:p>
    <w:p w:rsidR="007B6A46" w:rsidRDefault="007B6A46" w:rsidP="007B6A46">
      <w:r>
        <w:t>323.8500</w:t>
      </w:r>
      <w:r>
        <w:tab/>
        <w:t>1.013e0</w:t>
      </w:r>
    </w:p>
    <w:p w:rsidR="007B6A46" w:rsidRDefault="007B6A46" w:rsidP="007B6A46">
      <w:r>
        <w:t>323.8977</w:t>
      </w:r>
      <w:r>
        <w:tab/>
        <w:t>1.013e0</w:t>
      </w:r>
    </w:p>
    <w:p w:rsidR="007B6A46" w:rsidRDefault="007B6A46" w:rsidP="007B6A46">
      <w:r>
        <w:t>323.9143</w:t>
      </w:r>
      <w:r>
        <w:tab/>
        <w:t>1.013e0</w:t>
      </w:r>
    </w:p>
    <w:p w:rsidR="007B6A46" w:rsidRDefault="007B6A46" w:rsidP="007B6A46">
      <w:r>
        <w:t>323.9490</w:t>
      </w:r>
      <w:r>
        <w:tab/>
        <w:t>2.025e0</w:t>
      </w:r>
    </w:p>
    <w:p w:rsidR="007B6A46" w:rsidRDefault="007B6A46" w:rsidP="007B6A46">
      <w:r>
        <w:t>323.9669</w:t>
      </w:r>
      <w:r>
        <w:tab/>
        <w:t>2.025e0</w:t>
      </w:r>
    </w:p>
    <w:p w:rsidR="007B6A46" w:rsidRDefault="007B6A46" w:rsidP="007B6A46">
      <w:r>
        <w:t>323.9710</w:t>
      </w:r>
      <w:r>
        <w:tab/>
        <w:t>1.013e0</w:t>
      </w:r>
    </w:p>
    <w:p w:rsidR="007B6A46" w:rsidRDefault="007B6A46" w:rsidP="007B6A46">
      <w:r>
        <w:t>324.0137</w:t>
      </w:r>
      <w:r>
        <w:tab/>
        <w:t>1.013e0</w:t>
      </w:r>
    </w:p>
    <w:p w:rsidR="007B6A46" w:rsidRDefault="007B6A46" w:rsidP="007B6A46">
      <w:r>
        <w:t>324.0412</w:t>
      </w:r>
      <w:r>
        <w:tab/>
        <w:t>3.038e0</w:t>
      </w:r>
    </w:p>
    <w:p w:rsidR="007B6A46" w:rsidRDefault="007B6A46" w:rsidP="007B6A46">
      <w:r>
        <w:t>324.0515</w:t>
      </w:r>
      <w:r>
        <w:tab/>
        <w:t>2.025e0</w:t>
      </w:r>
    </w:p>
    <w:p w:rsidR="007B6A46" w:rsidRDefault="007B6A46" w:rsidP="007B6A46">
      <w:r>
        <w:t>324.0547</w:t>
      </w:r>
      <w:r>
        <w:tab/>
        <w:t>2.025e0</w:t>
      </w:r>
    </w:p>
    <w:p w:rsidR="007B6A46" w:rsidRDefault="007B6A46" w:rsidP="007B6A46">
      <w:r>
        <w:t>324.0950</w:t>
      </w:r>
      <w:r>
        <w:tab/>
        <w:t>1.013e0</w:t>
      </w:r>
    </w:p>
    <w:p w:rsidR="007B6A46" w:rsidRDefault="007B6A46" w:rsidP="007B6A46">
      <w:r>
        <w:t>324.1087</w:t>
      </w:r>
      <w:r>
        <w:tab/>
        <w:t>1.013e0</w:t>
      </w:r>
    </w:p>
    <w:p w:rsidR="007B6A46" w:rsidRDefault="007B6A46" w:rsidP="007B6A46">
      <w:r>
        <w:t>324.1128</w:t>
      </w:r>
      <w:r>
        <w:tab/>
        <w:t>2.025e0</w:t>
      </w:r>
    </w:p>
    <w:p w:rsidR="007B6A46" w:rsidRDefault="007B6A46" w:rsidP="007B6A46">
      <w:r>
        <w:t>324.1406</w:t>
      </w:r>
      <w:r>
        <w:tab/>
        <w:t>2.025e0</w:t>
      </w:r>
    </w:p>
    <w:p w:rsidR="007B6A46" w:rsidRDefault="007B6A46" w:rsidP="007B6A46">
      <w:r>
        <w:t>324.1451</w:t>
      </w:r>
      <w:r>
        <w:tab/>
        <w:t>2.025e0</w:t>
      </w:r>
    </w:p>
    <w:p w:rsidR="007B6A46" w:rsidRDefault="007B6A46" w:rsidP="007B6A46">
      <w:r>
        <w:t>324.1482</w:t>
      </w:r>
      <w:r>
        <w:tab/>
        <w:t>1.013e0</w:t>
      </w:r>
    </w:p>
    <w:p w:rsidR="007B6A46" w:rsidRDefault="007B6A46" w:rsidP="007B6A46">
      <w:r>
        <w:t>324.1775</w:t>
      </w:r>
      <w:r>
        <w:tab/>
        <w:t>1.013e0</w:t>
      </w:r>
    </w:p>
    <w:p w:rsidR="007B6A46" w:rsidRDefault="007B6A46" w:rsidP="007B6A46">
      <w:r>
        <w:t>324.1890</w:t>
      </w:r>
      <w:r>
        <w:tab/>
        <w:t>1.013e0</w:t>
      </w:r>
    </w:p>
    <w:p w:rsidR="007B6A46" w:rsidRDefault="007B6A46" w:rsidP="007B6A46">
      <w:r>
        <w:lastRenderedPageBreak/>
        <w:t>324.1950</w:t>
      </w:r>
      <w:r>
        <w:tab/>
        <w:t>1.013e0</w:t>
      </w:r>
    </w:p>
    <w:p w:rsidR="007B6A46" w:rsidRDefault="007B6A46" w:rsidP="007B6A46">
      <w:r>
        <w:t>324.1992</w:t>
      </w:r>
      <w:r>
        <w:tab/>
        <w:t>2.025e0</w:t>
      </w:r>
    </w:p>
    <w:p w:rsidR="007B6A46" w:rsidRDefault="007B6A46" w:rsidP="007B6A46">
      <w:r>
        <w:t>324.2354</w:t>
      </w:r>
      <w:r>
        <w:tab/>
        <w:t>2.025e0</w:t>
      </w:r>
    </w:p>
    <w:p w:rsidR="007B6A46" w:rsidRDefault="007B6A46" w:rsidP="007B6A46">
      <w:r>
        <w:t>324.2398</w:t>
      </w:r>
      <w:r>
        <w:tab/>
        <w:t>2.025e0</w:t>
      </w:r>
    </w:p>
    <w:p w:rsidR="007B6A46" w:rsidRDefault="007B6A46" w:rsidP="007B6A46">
      <w:r>
        <w:t>324.2421</w:t>
      </w:r>
      <w:r>
        <w:tab/>
        <w:t>2.025e0</w:t>
      </w:r>
    </w:p>
    <w:p w:rsidR="007B6A46" w:rsidRDefault="007B6A46" w:rsidP="007B6A46">
      <w:r>
        <w:t>324.2665</w:t>
      </w:r>
      <w:r>
        <w:tab/>
        <w:t>1.013e0</w:t>
      </w:r>
    </w:p>
    <w:p w:rsidR="007B6A46" w:rsidRDefault="007B6A46" w:rsidP="007B6A46">
      <w:r>
        <w:t>324.2825</w:t>
      </w:r>
      <w:r>
        <w:tab/>
        <w:t>3.038e0</w:t>
      </w:r>
    </w:p>
    <w:p w:rsidR="007B6A46" w:rsidRDefault="007B6A46" w:rsidP="007B6A46">
      <w:r>
        <w:t>324.2926</w:t>
      </w:r>
      <w:r>
        <w:tab/>
        <w:t>3.038e0</w:t>
      </w:r>
    </w:p>
    <w:p w:rsidR="007B6A46" w:rsidRDefault="007B6A46" w:rsidP="007B6A46">
      <w:r>
        <w:t>324.3313</w:t>
      </w:r>
      <w:r>
        <w:tab/>
        <w:t>2.025e0</w:t>
      </w:r>
    </w:p>
    <w:p w:rsidR="007B6A46" w:rsidRDefault="007B6A46" w:rsidP="007B6A46">
      <w:r>
        <w:t>324.3435</w:t>
      </w:r>
      <w:r>
        <w:tab/>
        <w:t>1.013e0</w:t>
      </w:r>
    </w:p>
    <w:p w:rsidR="007B6A46" w:rsidRDefault="007B6A46" w:rsidP="007B6A46">
      <w:r>
        <w:t>324.4110</w:t>
      </w:r>
      <w:r>
        <w:tab/>
        <w:t>1.013e0</w:t>
      </w:r>
    </w:p>
    <w:p w:rsidR="007B6A46" w:rsidRDefault="007B6A46" w:rsidP="007B6A46">
      <w:r>
        <w:t>324.4344</w:t>
      </w:r>
      <w:r>
        <w:tab/>
        <w:t>1.013e0</w:t>
      </w:r>
    </w:p>
    <w:p w:rsidR="007B6A46" w:rsidRDefault="007B6A46" w:rsidP="007B6A46">
      <w:r>
        <w:t>324.4604</w:t>
      </w:r>
      <w:r>
        <w:tab/>
        <w:t>3.038e0</w:t>
      </w:r>
    </w:p>
    <w:p w:rsidR="007B6A46" w:rsidRDefault="007B6A46" w:rsidP="007B6A46">
      <w:r>
        <w:t>324.5403</w:t>
      </w:r>
      <w:r>
        <w:tab/>
        <w:t>1.013e0</w:t>
      </w:r>
    </w:p>
    <w:p w:rsidR="007B6A46" w:rsidRDefault="007B6A46" w:rsidP="007B6A46">
      <w:r>
        <w:t>324.6305</w:t>
      </w:r>
      <w:r>
        <w:tab/>
        <w:t>1.013e0</w:t>
      </w:r>
    </w:p>
    <w:p w:rsidR="007B6A46" w:rsidRDefault="007B6A46" w:rsidP="007B6A46">
      <w:r>
        <w:t>324.6508</w:t>
      </w:r>
      <w:r>
        <w:tab/>
        <w:t>2.025e0</w:t>
      </w:r>
    </w:p>
    <w:p w:rsidR="007B6A46" w:rsidRDefault="007B6A46" w:rsidP="007B6A46">
      <w:r>
        <w:t>324.7220</w:t>
      </w:r>
      <w:r>
        <w:tab/>
        <w:t>1.013e0</w:t>
      </w:r>
    </w:p>
    <w:p w:rsidR="007B6A46" w:rsidRDefault="007B6A46" w:rsidP="007B6A46">
      <w:r>
        <w:t>324.7317</w:t>
      </w:r>
      <w:r>
        <w:tab/>
        <w:t>1.013e0</w:t>
      </w:r>
    </w:p>
    <w:p w:rsidR="007B6A46" w:rsidRDefault="007B6A46" w:rsidP="007B6A46">
      <w:r>
        <w:t>324.8210</w:t>
      </w:r>
      <w:r>
        <w:tab/>
        <w:t>1.013e0</w:t>
      </w:r>
    </w:p>
    <w:p w:rsidR="007B6A46" w:rsidRDefault="007B6A46" w:rsidP="007B6A46">
      <w:r>
        <w:lastRenderedPageBreak/>
        <w:t>324.8509</w:t>
      </w:r>
      <w:r>
        <w:tab/>
        <w:t>1.013e0</w:t>
      </w:r>
    </w:p>
    <w:p w:rsidR="007B6A46" w:rsidRDefault="007B6A46" w:rsidP="007B6A46">
      <w:r>
        <w:t>324.8653</w:t>
      </w:r>
      <w:r>
        <w:tab/>
        <w:t>1.013e0</w:t>
      </w:r>
    </w:p>
    <w:p w:rsidR="007B6A46" w:rsidRDefault="007B6A46" w:rsidP="007B6A46">
      <w:r>
        <w:t>324.8860</w:t>
      </w:r>
      <w:r>
        <w:tab/>
        <w:t>1.013e0</w:t>
      </w:r>
    </w:p>
    <w:p w:rsidR="007B6A46" w:rsidRDefault="007B6A46" w:rsidP="007B6A46">
      <w:r>
        <w:t>324.9388</w:t>
      </w:r>
      <w:r>
        <w:tab/>
        <w:t>1.013e0</w:t>
      </w:r>
    </w:p>
    <w:p w:rsidR="007B6A46" w:rsidRDefault="007B6A46" w:rsidP="007B6A46">
      <w:r>
        <w:t>325.0028</w:t>
      </w:r>
      <w:r>
        <w:tab/>
        <w:t>1.013e0</w:t>
      </w:r>
    </w:p>
    <w:p w:rsidR="007B6A46" w:rsidRDefault="007B6A46" w:rsidP="007B6A46">
      <w:r>
        <w:t>325.0219</w:t>
      </w:r>
      <w:r>
        <w:tab/>
        <w:t>2.025e0</w:t>
      </w:r>
    </w:p>
    <w:p w:rsidR="007B6A46" w:rsidRDefault="007B6A46" w:rsidP="007B6A46">
      <w:r>
        <w:t>325.0273</w:t>
      </w:r>
      <w:r>
        <w:tab/>
        <w:t>1.013e0</w:t>
      </w:r>
    </w:p>
    <w:p w:rsidR="007B6A46" w:rsidRDefault="007B6A46" w:rsidP="007B6A46">
      <w:r>
        <w:t>325.0317</w:t>
      </w:r>
      <w:r>
        <w:tab/>
        <w:t>4.051e0</w:t>
      </w:r>
    </w:p>
    <w:p w:rsidR="007B6A46" w:rsidRDefault="007B6A46" w:rsidP="007B6A46">
      <w:r>
        <w:t>325.0783</w:t>
      </w:r>
      <w:r>
        <w:tab/>
        <w:t>2.025e0</w:t>
      </w:r>
    </w:p>
    <w:p w:rsidR="007B6A46" w:rsidRDefault="007B6A46" w:rsidP="007B6A46">
      <w:r>
        <w:t>325.0805</w:t>
      </w:r>
      <w:r>
        <w:tab/>
        <w:t>1.013e0</w:t>
      </w:r>
    </w:p>
    <w:p w:rsidR="007B6A46" w:rsidRDefault="007B6A46" w:rsidP="007B6A46">
      <w:r>
        <w:t>325.0907</w:t>
      </w:r>
      <w:r>
        <w:tab/>
        <w:t>1.013e0</w:t>
      </w:r>
    </w:p>
    <w:p w:rsidR="007B6A46" w:rsidRDefault="007B6A46" w:rsidP="007B6A46">
      <w:r>
        <w:t>325.1142</w:t>
      </w:r>
      <w:r>
        <w:tab/>
        <w:t>1.013e0</w:t>
      </w:r>
    </w:p>
    <w:p w:rsidR="007B6A46" w:rsidRDefault="007B6A46" w:rsidP="007B6A46">
      <w:r>
        <w:t>325.1331</w:t>
      </w:r>
      <w:r>
        <w:tab/>
        <w:t>1.013e0</w:t>
      </w:r>
    </w:p>
    <w:p w:rsidR="007B6A46" w:rsidRDefault="007B6A46" w:rsidP="007B6A46">
      <w:r>
        <w:t>325.1611</w:t>
      </w:r>
      <w:r>
        <w:tab/>
        <w:t>1.013e0</w:t>
      </w:r>
    </w:p>
    <w:p w:rsidR="007B6A46" w:rsidRDefault="007B6A46" w:rsidP="007B6A46">
      <w:r>
        <w:t>325.1777</w:t>
      </w:r>
      <w:r>
        <w:tab/>
        <w:t>2.025e0</w:t>
      </w:r>
    </w:p>
    <w:p w:rsidR="007B6A46" w:rsidRDefault="007B6A46" w:rsidP="007B6A46">
      <w:r>
        <w:t>325.1852</w:t>
      </w:r>
      <w:r>
        <w:tab/>
        <w:t>1.013e0</w:t>
      </w:r>
    </w:p>
    <w:p w:rsidR="007B6A46" w:rsidRDefault="007B6A46" w:rsidP="007B6A46">
      <w:r>
        <w:t>325.2198</w:t>
      </w:r>
      <w:r>
        <w:tab/>
        <w:t>1.013e0</w:t>
      </w:r>
    </w:p>
    <w:p w:rsidR="007B6A46" w:rsidRDefault="007B6A46" w:rsidP="007B6A46">
      <w:r>
        <w:t>325.2262</w:t>
      </w:r>
      <w:r>
        <w:tab/>
        <w:t>1.013e0</w:t>
      </w:r>
    </w:p>
    <w:p w:rsidR="007B6A46" w:rsidRDefault="007B6A46" w:rsidP="007B6A46">
      <w:r>
        <w:t>325.2496</w:t>
      </w:r>
      <w:r>
        <w:tab/>
        <w:t>1.013e0</w:t>
      </w:r>
    </w:p>
    <w:p w:rsidR="007B6A46" w:rsidRDefault="007B6A46" w:rsidP="007B6A46">
      <w:r>
        <w:lastRenderedPageBreak/>
        <w:t>325.2747</w:t>
      </w:r>
      <w:r>
        <w:tab/>
        <w:t>2.025e0</w:t>
      </w:r>
    </w:p>
    <w:p w:rsidR="007B6A46" w:rsidRDefault="007B6A46" w:rsidP="007B6A46">
      <w:r>
        <w:t>325.2825</w:t>
      </w:r>
      <w:r>
        <w:tab/>
        <w:t>1.013e0</w:t>
      </w:r>
    </w:p>
    <w:p w:rsidR="007B6A46" w:rsidRDefault="007B6A46" w:rsidP="007B6A46">
      <w:r>
        <w:t>325.2867</w:t>
      </w:r>
      <w:r>
        <w:tab/>
        <w:t>1.013e0</w:t>
      </w:r>
    </w:p>
    <w:p w:rsidR="007B6A46" w:rsidRDefault="007B6A46" w:rsidP="007B6A46">
      <w:r>
        <w:t>325.2910</w:t>
      </w:r>
      <w:r>
        <w:tab/>
        <w:t>1.013e0</w:t>
      </w:r>
    </w:p>
    <w:p w:rsidR="007B6A46" w:rsidRDefault="007B6A46" w:rsidP="007B6A46">
      <w:r>
        <w:t>325.3155</w:t>
      </w:r>
      <w:r>
        <w:tab/>
        <w:t>2.025e0</w:t>
      </w:r>
    </w:p>
    <w:p w:rsidR="007B6A46" w:rsidRDefault="007B6A46" w:rsidP="007B6A46">
      <w:r>
        <w:t>325.3195</w:t>
      </w:r>
      <w:r>
        <w:tab/>
        <w:t>1.013e0</w:t>
      </w:r>
    </w:p>
    <w:p w:rsidR="007B6A46" w:rsidRDefault="007B6A46" w:rsidP="007B6A46">
      <w:r>
        <w:t>325.4122</w:t>
      </w:r>
      <w:r>
        <w:tab/>
        <w:t>1.013e0</w:t>
      </w:r>
    </w:p>
    <w:p w:rsidR="007B6A46" w:rsidRDefault="007B6A46" w:rsidP="007B6A46">
      <w:r>
        <w:t>325.4406</w:t>
      </w:r>
      <w:r>
        <w:tab/>
        <w:t>1.013e0</w:t>
      </w:r>
    </w:p>
    <w:p w:rsidR="007B6A46" w:rsidRDefault="007B6A46" w:rsidP="007B6A46">
      <w:r>
        <w:t>325.4452</w:t>
      </w:r>
      <w:r>
        <w:tab/>
        <w:t>1.013e0</w:t>
      </w:r>
    </w:p>
    <w:p w:rsidR="007B6A46" w:rsidRDefault="007B6A46" w:rsidP="007B6A46">
      <w:r>
        <w:t>325.4898</w:t>
      </w:r>
      <w:r>
        <w:tab/>
        <w:t>1.013e0</w:t>
      </w:r>
    </w:p>
    <w:p w:rsidR="007B6A46" w:rsidRDefault="007B6A46" w:rsidP="007B6A46">
      <w:r>
        <w:t>325.4973</w:t>
      </w:r>
      <w:r>
        <w:tab/>
        <w:t>1.013e0</w:t>
      </w:r>
    </w:p>
    <w:p w:rsidR="007B6A46" w:rsidRDefault="007B6A46" w:rsidP="007B6A46">
      <w:r>
        <w:t>325.5181</w:t>
      </w:r>
      <w:r>
        <w:tab/>
        <w:t>1.013e0</w:t>
      </w:r>
    </w:p>
    <w:p w:rsidR="007B6A46" w:rsidRDefault="007B6A46" w:rsidP="007B6A46">
      <w:r>
        <w:t>325.5425</w:t>
      </w:r>
      <w:r>
        <w:tab/>
        <w:t>1.013e0</w:t>
      </w:r>
    </w:p>
    <w:p w:rsidR="007B6A46" w:rsidRDefault="007B6A46" w:rsidP="007B6A46">
      <w:r>
        <w:t>325.5627</w:t>
      </w:r>
      <w:r>
        <w:tab/>
        <w:t>2.025e0</w:t>
      </w:r>
    </w:p>
    <w:p w:rsidR="007B6A46" w:rsidRDefault="007B6A46" w:rsidP="007B6A46">
      <w:r>
        <w:t>325.5801</w:t>
      </w:r>
      <w:r>
        <w:tab/>
        <w:t>2.025e0</w:t>
      </w:r>
    </w:p>
    <w:p w:rsidR="007B6A46" w:rsidRDefault="007B6A46" w:rsidP="007B6A46">
      <w:r>
        <w:t>325.6270</w:t>
      </w:r>
      <w:r>
        <w:tab/>
        <w:t>1.013e0</w:t>
      </w:r>
    </w:p>
    <w:p w:rsidR="007B6A46" w:rsidRDefault="007B6A46" w:rsidP="007B6A46">
      <w:r>
        <w:t>325.6366</w:t>
      </w:r>
      <w:r>
        <w:tab/>
        <w:t>1.013e0</w:t>
      </w:r>
    </w:p>
    <w:p w:rsidR="007B6A46" w:rsidRDefault="007B6A46" w:rsidP="007B6A46">
      <w:r>
        <w:t>325.8094</w:t>
      </w:r>
      <w:r>
        <w:tab/>
        <w:t>1.013e0</w:t>
      </w:r>
    </w:p>
    <w:p w:rsidR="007B6A46" w:rsidRDefault="007B6A46" w:rsidP="007B6A46">
      <w:r>
        <w:t>325.8951</w:t>
      </w:r>
      <w:r>
        <w:tab/>
        <w:t>1.013e0</w:t>
      </w:r>
    </w:p>
    <w:p w:rsidR="007B6A46" w:rsidRDefault="007B6A46" w:rsidP="007B6A46">
      <w:r>
        <w:lastRenderedPageBreak/>
        <w:t>325.9192</w:t>
      </w:r>
      <w:r>
        <w:tab/>
        <w:t>1.013e0</w:t>
      </w:r>
    </w:p>
    <w:p w:rsidR="007B6A46" w:rsidRDefault="007B6A46" w:rsidP="007B6A46">
      <w:r>
        <w:t>325.9328</w:t>
      </w:r>
      <w:r>
        <w:tab/>
        <w:t>2.025e0</w:t>
      </w:r>
    </w:p>
    <w:p w:rsidR="007B6A46" w:rsidRDefault="007B6A46" w:rsidP="007B6A46">
      <w:r>
        <w:t>325.9350</w:t>
      </w:r>
      <w:r>
        <w:tab/>
        <w:t>1.013e0</w:t>
      </w:r>
    </w:p>
    <w:p w:rsidR="007B6A46" w:rsidRDefault="007B6A46" w:rsidP="007B6A46">
      <w:r>
        <w:t>325.9496</w:t>
      </w:r>
      <w:r>
        <w:tab/>
        <w:t>2.025e0</w:t>
      </w:r>
    </w:p>
    <w:p w:rsidR="007B6A46" w:rsidRDefault="007B6A46" w:rsidP="007B6A46">
      <w:r>
        <w:t>325.9551</w:t>
      </w:r>
      <w:r>
        <w:tab/>
        <w:t>1.671e0</w:t>
      </w:r>
    </w:p>
    <w:p w:rsidR="007B6A46" w:rsidRDefault="007B6A46" w:rsidP="007B6A46">
      <w:r>
        <w:t>325.9675</w:t>
      </w:r>
      <w:r>
        <w:tab/>
        <w:t>3.038e0</w:t>
      </w:r>
    </w:p>
    <w:p w:rsidR="007B6A46" w:rsidRDefault="007B6A46" w:rsidP="007B6A46">
      <w:r>
        <w:t>325.9833</w:t>
      </w:r>
      <w:r>
        <w:tab/>
        <w:t>1.013e0</w:t>
      </w:r>
    </w:p>
    <w:p w:rsidR="007B6A46" w:rsidRDefault="007B6A46" w:rsidP="007B6A46">
      <w:r>
        <w:t>325.9877</w:t>
      </w:r>
      <w:r>
        <w:tab/>
        <w:t>1.013e0</w:t>
      </w:r>
    </w:p>
    <w:p w:rsidR="007B6A46" w:rsidRDefault="007B6A46" w:rsidP="007B6A46">
      <w:r>
        <w:t>325.9923</w:t>
      </w:r>
      <w:r>
        <w:tab/>
        <w:t>2.025e0</w:t>
      </w:r>
    </w:p>
    <w:p w:rsidR="007B6A46" w:rsidRDefault="007B6A46" w:rsidP="007B6A46">
      <w:r>
        <w:t>326.0160</w:t>
      </w:r>
      <w:r>
        <w:tab/>
        <w:t>1.013e0</w:t>
      </w:r>
    </w:p>
    <w:p w:rsidR="007B6A46" w:rsidRDefault="007B6A46" w:rsidP="007B6A46">
      <w:r>
        <w:t>326.0539</w:t>
      </w:r>
      <w:r>
        <w:tab/>
        <w:t>1.013e0</w:t>
      </w:r>
    </w:p>
    <w:p w:rsidR="007B6A46" w:rsidRDefault="007B6A46" w:rsidP="007B6A46">
      <w:r>
        <w:t>326.0692</w:t>
      </w:r>
      <w:r>
        <w:tab/>
        <w:t>1.013e0</w:t>
      </w:r>
    </w:p>
    <w:p w:rsidR="007B6A46" w:rsidRDefault="007B6A46" w:rsidP="007B6A46">
      <w:r>
        <w:t>326.0892</w:t>
      </w:r>
      <w:r>
        <w:tab/>
        <w:t>1.013e0</w:t>
      </w:r>
    </w:p>
    <w:p w:rsidR="007B6A46" w:rsidRDefault="007B6A46" w:rsidP="007B6A46">
      <w:r>
        <w:t>326.1044</w:t>
      </w:r>
      <w:r>
        <w:tab/>
        <w:t>2.025e0</w:t>
      </w:r>
    </w:p>
    <w:p w:rsidR="007B6A46" w:rsidRDefault="007B6A46" w:rsidP="007B6A46">
      <w:r>
        <w:t>326.1376</w:t>
      </w:r>
      <w:r>
        <w:tab/>
        <w:t>2.025e0</w:t>
      </w:r>
    </w:p>
    <w:p w:rsidR="007B6A46" w:rsidRDefault="007B6A46" w:rsidP="007B6A46">
      <w:r>
        <w:t>326.1462</w:t>
      </w:r>
      <w:r>
        <w:tab/>
        <w:t>1.013e0</w:t>
      </w:r>
    </w:p>
    <w:p w:rsidR="007B6A46" w:rsidRDefault="007B6A46" w:rsidP="007B6A46">
      <w:r>
        <w:t>326.1781</w:t>
      </w:r>
      <w:r>
        <w:tab/>
        <w:t>1.013e0</w:t>
      </w:r>
    </w:p>
    <w:p w:rsidR="007B6A46" w:rsidRDefault="007B6A46" w:rsidP="007B6A46">
      <w:r>
        <w:t>326.1984</w:t>
      </w:r>
      <w:r>
        <w:tab/>
        <w:t>1.013e0</w:t>
      </w:r>
    </w:p>
    <w:p w:rsidR="007B6A46" w:rsidRDefault="007B6A46" w:rsidP="007B6A46">
      <w:r>
        <w:t>326.2068</w:t>
      </w:r>
      <w:r>
        <w:tab/>
        <w:t>1.013e0</w:t>
      </w:r>
    </w:p>
    <w:p w:rsidR="007B6A46" w:rsidRDefault="007B6A46" w:rsidP="007B6A46">
      <w:r>
        <w:lastRenderedPageBreak/>
        <w:t>326.2477</w:t>
      </w:r>
      <w:r>
        <w:tab/>
        <w:t>1.013e0</w:t>
      </w:r>
    </w:p>
    <w:p w:rsidR="007B6A46" w:rsidRDefault="007B6A46" w:rsidP="007B6A46">
      <w:r>
        <w:t>326.2603</w:t>
      </w:r>
      <w:r>
        <w:tab/>
        <w:t>1.013e0</w:t>
      </w:r>
    </w:p>
    <w:p w:rsidR="007B6A46" w:rsidRDefault="007B6A46" w:rsidP="007B6A46">
      <w:r>
        <w:t>326.2779</w:t>
      </w:r>
      <w:r>
        <w:tab/>
        <w:t>2.025e0</w:t>
      </w:r>
    </w:p>
    <w:p w:rsidR="007B6A46" w:rsidRDefault="007B6A46" w:rsidP="007B6A46">
      <w:r>
        <w:t>326.2892</w:t>
      </w:r>
      <w:r>
        <w:tab/>
        <w:t>1.013e0</w:t>
      </w:r>
    </w:p>
    <w:p w:rsidR="007B6A46" w:rsidRDefault="007B6A46" w:rsidP="007B6A46">
      <w:r>
        <w:t>326.2956</w:t>
      </w:r>
      <w:r>
        <w:tab/>
        <w:t>1.013e0</w:t>
      </w:r>
    </w:p>
    <w:p w:rsidR="007B6A46" w:rsidRDefault="007B6A46" w:rsidP="007B6A46">
      <w:r>
        <w:t>326.3132</w:t>
      </w:r>
      <w:r>
        <w:tab/>
        <w:t>1.013e0</w:t>
      </w:r>
    </w:p>
    <w:p w:rsidR="007B6A46" w:rsidRDefault="007B6A46" w:rsidP="007B6A46">
      <w:r>
        <w:t>326.3287</w:t>
      </w:r>
      <w:r>
        <w:tab/>
        <w:t>1.013e0</w:t>
      </w:r>
    </w:p>
    <w:p w:rsidR="007B6A46" w:rsidRDefault="007B6A46" w:rsidP="007B6A46">
      <w:r>
        <w:t>326.3723</w:t>
      </w:r>
      <w:r>
        <w:tab/>
        <w:t>2.025e0</w:t>
      </w:r>
    </w:p>
    <w:p w:rsidR="007B6A46" w:rsidRDefault="007B6A46" w:rsidP="007B6A46">
      <w:r>
        <w:t>326.3785</w:t>
      </w:r>
      <w:r>
        <w:tab/>
        <w:t>3.038e0</w:t>
      </w:r>
    </w:p>
    <w:p w:rsidR="007B6A46" w:rsidRDefault="007B6A46" w:rsidP="007B6A46">
      <w:r>
        <w:t>326.3799</w:t>
      </w:r>
      <w:r>
        <w:tab/>
        <w:t>9.114e0</w:t>
      </w:r>
    </w:p>
    <w:p w:rsidR="007B6A46" w:rsidRDefault="007B6A46" w:rsidP="007B6A46">
      <w:r>
        <w:t>326.3837</w:t>
      </w:r>
      <w:r>
        <w:tab/>
        <w:t>3.038e0</w:t>
      </w:r>
    </w:p>
    <w:p w:rsidR="007B6A46" w:rsidRDefault="007B6A46" w:rsidP="007B6A46">
      <w:r>
        <w:t>326.3943</w:t>
      </w:r>
      <w:r>
        <w:tab/>
        <w:t>3.038e0</w:t>
      </w:r>
    </w:p>
    <w:p w:rsidR="007B6A46" w:rsidRDefault="007B6A46" w:rsidP="007B6A46">
      <w:r>
        <w:t>326.4545</w:t>
      </w:r>
      <w:r>
        <w:tab/>
        <w:t>1.013e0</w:t>
      </w:r>
    </w:p>
    <w:p w:rsidR="007B6A46" w:rsidRDefault="007B6A46" w:rsidP="007B6A46">
      <w:r>
        <w:t>326.4952</w:t>
      </w:r>
      <w:r>
        <w:tab/>
        <w:t>1.013e0</w:t>
      </w:r>
    </w:p>
    <w:p w:rsidR="007B6A46" w:rsidRDefault="007B6A46" w:rsidP="007B6A46">
      <w:r>
        <w:t>326.5016</w:t>
      </w:r>
      <w:r>
        <w:tab/>
        <w:t>1.013e0</w:t>
      </w:r>
    </w:p>
    <w:p w:rsidR="007B6A46" w:rsidRDefault="007B6A46" w:rsidP="007B6A46">
      <w:r>
        <w:t>326.5068</w:t>
      </w:r>
      <w:r>
        <w:tab/>
        <w:t>1.013e0</w:t>
      </w:r>
    </w:p>
    <w:p w:rsidR="007B6A46" w:rsidRDefault="007B6A46" w:rsidP="007B6A46">
      <w:r>
        <w:t>326.5487</w:t>
      </w:r>
      <w:r>
        <w:tab/>
        <w:t>1.013e0</w:t>
      </w:r>
    </w:p>
    <w:p w:rsidR="007B6A46" w:rsidRDefault="007B6A46" w:rsidP="007B6A46">
      <w:r>
        <w:t>326.5756</w:t>
      </w:r>
      <w:r>
        <w:tab/>
        <w:t>2.025e0</w:t>
      </w:r>
    </w:p>
    <w:p w:rsidR="007B6A46" w:rsidRDefault="007B6A46" w:rsidP="007B6A46">
      <w:r>
        <w:t>326.6121</w:t>
      </w:r>
      <w:r>
        <w:tab/>
        <w:t>1.013e0</w:t>
      </w:r>
    </w:p>
    <w:p w:rsidR="007B6A46" w:rsidRDefault="007B6A46" w:rsidP="007B6A46">
      <w:r>
        <w:lastRenderedPageBreak/>
        <w:t>326.6450</w:t>
      </w:r>
      <w:r>
        <w:tab/>
        <w:t>1.013e0</w:t>
      </w:r>
    </w:p>
    <w:p w:rsidR="007B6A46" w:rsidRDefault="007B6A46" w:rsidP="007B6A46">
      <w:r>
        <w:t>326.6839</w:t>
      </w:r>
      <w:r>
        <w:tab/>
        <w:t>2.025e0</w:t>
      </w:r>
    </w:p>
    <w:p w:rsidR="007B6A46" w:rsidRDefault="007B6A46" w:rsidP="007B6A46">
      <w:r>
        <w:t>326.6936</w:t>
      </w:r>
      <w:r>
        <w:tab/>
        <w:t>1.013e0</w:t>
      </w:r>
    </w:p>
    <w:p w:rsidR="007B6A46" w:rsidRDefault="007B6A46" w:rsidP="007B6A46">
      <w:r>
        <w:t>326.7043</w:t>
      </w:r>
      <w:r>
        <w:tab/>
        <w:t>2.025e0</w:t>
      </w:r>
    </w:p>
    <w:p w:rsidR="007B6A46" w:rsidRDefault="007B6A46" w:rsidP="007B6A46">
      <w:r>
        <w:t>326.7367</w:t>
      </w:r>
      <w:r>
        <w:tab/>
        <w:t>1.013e0</w:t>
      </w:r>
    </w:p>
    <w:p w:rsidR="007B6A46" w:rsidRDefault="007B6A46" w:rsidP="007B6A46">
      <w:r>
        <w:t>326.7424</w:t>
      </w:r>
      <w:r>
        <w:tab/>
        <w:t>1.013e0</w:t>
      </w:r>
    </w:p>
    <w:p w:rsidR="007B6A46" w:rsidRDefault="007B6A46" w:rsidP="007B6A46">
      <w:r>
        <w:t>326.7661</w:t>
      </w:r>
      <w:r>
        <w:tab/>
        <w:t>1.013e0</w:t>
      </w:r>
    </w:p>
    <w:p w:rsidR="007B6A46" w:rsidRDefault="007B6A46" w:rsidP="007B6A46">
      <w:r>
        <w:t>326.7786</w:t>
      </w:r>
      <w:r>
        <w:tab/>
        <w:t>1.013e0</w:t>
      </w:r>
    </w:p>
    <w:p w:rsidR="007B6A46" w:rsidRDefault="007B6A46" w:rsidP="007B6A46">
      <w:r>
        <w:t>326.7951</w:t>
      </w:r>
      <w:r>
        <w:tab/>
        <w:t>1.013e0</w:t>
      </w:r>
    </w:p>
    <w:p w:rsidR="007B6A46" w:rsidRDefault="007B6A46" w:rsidP="007B6A46">
      <w:r>
        <w:t>326.8060</w:t>
      </w:r>
      <w:r>
        <w:tab/>
        <w:t>2.025e0</w:t>
      </w:r>
    </w:p>
    <w:p w:rsidR="007B6A46" w:rsidRDefault="007B6A46" w:rsidP="007B6A46">
      <w:r>
        <w:t>326.8079</w:t>
      </w:r>
      <w:r>
        <w:tab/>
        <w:t>1.013e0</w:t>
      </w:r>
    </w:p>
    <w:p w:rsidR="007B6A46" w:rsidRDefault="007B6A46" w:rsidP="007B6A46">
      <w:r>
        <w:t>326.8270</w:t>
      </w:r>
      <w:r>
        <w:tab/>
        <w:t>1.013e0</w:t>
      </w:r>
    </w:p>
    <w:p w:rsidR="007B6A46" w:rsidRDefault="007B6A46" w:rsidP="007B6A46">
      <w:r>
        <w:t>326.8478</w:t>
      </w:r>
      <w:r>
        <w:tab/>
        <w:t>1.013e0</w:t>
      </w:r>
    </w:p>
    <w:p w:rsidR="007B6A46" w:rsidRDefault="007B6A46" w:rsidP="007B6A46">
      <w:r>
        <w:t>326.8797</w:t>
      </w:r>
      <w:r>
        <w:tab/>
        <w:t>1.013e0</w:t>
      </w:r>
    </w:p>
    <w:p w:rsidR="007B6A46" w:rsidRDefault="007B6A46" w:rsidP="007B6A46">
      <w:r>
        <w:t>326.9174</w:t>
      </w:r>
      <w:r>
        <w:tab/>
        <w:t>3.038e0</w:t>
      </w:r>
    </w:p>
    <w:p w:rsidR="007B6A46" w:rsidRDefault="007B6A46" w:rsidP="007B6A46">
      <w:r>
        <w:t>326.9284</w:t>
      </w:r>
      <w:r>
        <w:tab/>
        <w:t>2.025e0</w:t>
      </w:r>
    </w:p>
    <w:p w:rsidR="007B6A46" w:rsidRDefault="007B6A46" w:rsidP="007B6A46">
      <w:r>
        <w:t>326.9304</w:t>
      </w:r>
      <w:r>
        <w:tab/>
        <w:t>3.038e0</w:t>
      </w:r>
    </w:p>
    <w:p w:rsidR="007B6A46" w:rsidRDefault="007B6A46" w:rsidP="007B6A46">
      <w:r>
        <w:t>326.9531</w:t>
      </w:r>
      <w:r>
        <w:tab/>
        <w:t>3.038e0</w:t>
      </w:r>
    </w:p>
    <w:p w:rsidR="007B6A46" w:rsidRDefault="007B6A46" w:rsidP="007B6A46">
      <w:r>
        <w:t>327.0100</w:t>
      </w:r>
      <w:r>
        <w:tab/>
        <w:t>1.013e0</w:t>
      </w:r>
    </w:p>
    <w:p w:rsidR="007B6A46" w:rsidRDefault="007B6A46" w:rsidP="007B6A46">
      <w:r>
        <w:lastRenderedPageBreak/>
        <w:t>327.0201</w:t>
      </w:r>
      <w:r>
        <w:tab/>
        <w:t>1.013e0</w:t>
      </w:r>
    </w:p>
    <w:p w:rsidR="007B6A46" w:rsidRDefault="007B6A46" w:rsidP="007B6A46">
      <w:r>
        <w:t>327.0226</w:t>
      </w:r>
      <w:r>
        <w:tab/>
        <w:t>2.025e0</w:t>
      </w:r>
    </w:p>
    <w:p w:rsidR="007B6A46" w:rsidRDefault="007B6A46" w:rsidP="007B6A46">
      <w:r>
        <w:t>327.0533</w:t>
      </w:r>
      <w:r>
        <w:tab/>
        <w:t>3.038e0</w:t>
      </w:r>
    </w:p>
    <w:p w:rsidR="007B6A46" w:rsidRDefault="007B6A46" w:rsidP="007B6A46">
      <w:r>
        <w:t>327.0633</w:t>
      </w:r>
      <w:r>
        <w:tab/>
        <w:t>2.025e0</w:t>
      </w:r>
    </w:p>
    <w:p w:rsidR="007B6A46" w:rsidRDefault="007B6A46" w:rsidP="007B6A46">
      <w:r>
        <w:t>327.0732</w:t>
      </w:r>
      <w:r>
        <w:tab/>
        <w:t>1.013e0</w:t>
      </w:r>
    </w:p>
    <w:p w:rsidR="007B6A46" w:rsidRDefault="007B6A46" w:rsidP="007B6A46">
      <w:r>
        <w:t>327.0967</w:t>
      </w:r>
      <w:r>
        <w:tab/>
        <w:t>2.025e0</w:t>
      </w:r>
    </w:p>
    <w:p w:rsidR="007B6A46" w:rsidRDefault="007B6A46" w:rsidP="007B6A46">
      <w:r>
        <w:t>327.1302</w:t>
      </w:r>
      <w:r>
        <w:tab/>
        <w:t>3.038e0</w:t>
      </w:r>
    </w:p>
    <w:p w:rsidR="007B6A46" w:rsidRDefault="007B6A46" w:rsidP="007B6A46">
      <w:r>
        <w:t>327.1684</w:t>
      </w:r>
      <w:r>
        <w:tab/>
        <w:t>3.504e0</w:t>
      </w:r>
    </w:p>
    <w:p w:rsidR="007B6A46" w:rsidRDefault="007B6A46" w:rsidP="007B6A46">
      <w:r>
        <w:t>327.1727</w:t>
      </w:r>
      <w:r>
        <w:tab/>
        <w:t>4.051e0</w:t>
      </w:r>
    </w:p>
    <w:p w:rsidR="007B6A46" w:rsidRDefault="007B6A46" w:rsidP="007B6A46">
      <w:r>
        <w:t>327.1770</w:t>
      </w:r>
      <w:r>
        <w:tab/>
        <w:t>7.089e0</w:t>
      </w:r>
    </w:p>
    <w:p w:rsidR="007B6A46" w:rsidRDefault="007B6A46" w:rsidP="007B6A46">
      <w:r>
        <w:t>327.1904</w:t>
      </w:r>
      <w:r>
        <w:tab/>
        <w:t>2.025e0</w:t>
      </w:r>
    </w:p>
    <w:p w:rsidR="007B6A46" w:rsidRDefault="007B6A46" w:rsidP="007B6A46">
      <w:r>
        <w:t>327.2107</w:t>
      </w:r>
      <w:r>
        <w:tab/>
        <w:t>2.342e0</w:t>
      </w:r>
    </w:p>
    <w:p w:rsidR="007B6A46" w:rsidRDefault="007B6A46" w:rsidP="007B6A46">
      <w:r>
        <w:t>327.2207</w:t>
      </w:r>
      <w:r>
        <w:tab/>
        <w:t>1.013e0</w:t>
      </w:r>
    </w:p>
    <w:p w:rsidR="007B6A46" w:rsidRDefault="007B6A46" w:rsidP="007B6A46">
      <w:r>
        <w:t>327.2407</w:t>
      </w:r>
      <w:r>
        <w:tab/>
        <w:t>1.013e0</w:t>
      </w:r>
    </w:p>
    <w:p w:rsidR="007B6A46" w:rsidRDefault="007B6A46" w:rsidP="007B6A46">
      <w:r>
        <w:t>327.2655</w:t>
      </w:r>
      <w:r>
        <w:tab/>
        <w:t>1.013e0</w:t>
      </w:r>
    </w:p>
    <w:p w:rsidR="007B6A46" w:rsidRDefault="007B6A46" w:rsidP="007B6A46">
      <w:r>
        <w:t>327.3386</w:t>
      </w:r>
      <w:r>
        <w:tab/>
        <w:t>1.013e0</w:t>
      </w:r>
    </w:p>
    <w:p w:rsidR="007B6A46" w:rsidRDefault="007B6A46" w:rsidP="007B6A46">
      <w:r>
        <w:t>327.3506</w:t>
      </w:r>
      <w:r>
        <w:tab/>
        <w:t>1.013e0</w:t>
      </w:r>
    </w:p>
    <w:p w:rsidR="007B6A46" w:rsidRDefault="007B6A46" w:rsidP="007B6A46">
      <w:r>
        <w:t>327.3636</w:t>
      </w:r>
      <w:r>
        <w:tab/>
        <w:t>2.025e0</w:t>
      </w:r>
    </w:p>
    <w:p w:rsidR="007B6A46" w:rsidRDefault="007B6A46" w:rsidP="007B6A46">
      <w:r>
        <w:t>327.3855</w:t>
      </w:r>
      <w:r>
        <w:tab/>
        <w:t>3.038e0</w:t>
      </w:r>
    </w:p>
    <w:p w:rsidR="007B6A46" w:rsidRDefault="007B6A46" w:rsidP="007B6A46">
      <w:r>
        <w:lastRenderedPageBreak/>
        <w:t>327.3916</w:t>
      </w:r>
      <w:r>
        <w:tab/>
        <w:t>1.013e0</w:t>
      </w:r>
    </w:p>
    <w:p w:rsidR="007B6A46" w:rsidRDefault="007B6A46" w:rsidP="007B6A46">
      <w:r>
        <w:t>327.3949</w:t>
      </w:r>
      <w:r>
        <w:tab/>
        <w:t>1.013e0</w:t>
      </w:r>
    </w:p>
    <w:p w:rsidR="007B6A46" w:rsidRDefault="007B6A46" w:rsidP="007B6A46">
      <w:r>
        <w:t>327.4277</w:t>
      </w:r>
      <w:r>
        <w:tab/>
        <w:t>1.013e0</w:t>
      </w:r>
    </w:p>
    <w:p w:rsidR="007B6A46" w:rsidRDefault="007B6A46" w:rsidP="007B6A46">
      <w:r>
        <w:t>327.4517</w:t>
      </w:r>
      <w:r>
        <w:tab/>
        <w:t>3.038e0</w:t>
      </w:r>
    </w:p>
    <w:p w:rsidR="007B6A46" w:rsidRDefault="007B6A46" w:rsidP="007B6A46">
      <w:r>
        <w:t>327.4782</w:t>
      </w:r>
      <w:r>
        <w:tab/>
        <w:t>2.025e0</w:t>
      </w:r>
    </w:p>
    <w:p w:rsidR="007B6A46" w:rsidRDefault="007B6A46" w:rsidP="007B6A46">
      <w:r>
        <w:t>327.5388</w:t>
      </w:r>
      <w:r>
        <w:tab/>
        <w:t>1.013e0</w:t>
      </w:r>
    </w:p>
    <w:p w:rsidR="007B6A46" w:rsidRDefault="007B6A46" w:rsidP="007B6A46">
      <w:r>
        <w:t>327.5532</w:t>
      </w:r>
      <w:r>
        <w:tab/>
        <w:t>1.013e0</w:t>
      </w:r>
    </w:p>
    <w:p w:rsidR="007B6A46" w:rsidRDefault="007B6A46" w:rsidP="007B6A46">
      <w:r>
        <w:t>327.6215</w:t>
      </w:r>
      <w:r>
        <w:tab/>
        <w:t>1.013e0</w:t>
      </w:r>
    </w:p>
    <w:p w:rsidR="007B6A46" w:rsidRDefault="007B6A46" w:rsidP="007B6A46">
      <w:r>
        <w:t>327.6456</w:t>
      </w:r>
      <w:r>
        <w:tab/>
        <w:t>1.013e0</w:t>
      </w:r>
    </w:p>
    <w:p w:rsidR="007B6A46" w:rsidRDefault="007B6A46" w:rsidP="007B6A46">
      <w:r>
        <w:t>327.6633</w:t>
      </w:r>
      <w:r>
        <w:tab/>
        <w:t>1.013e0</w:t>
      </w:r>
    </w:p>
    <w:p w:rsidR="007B6A46" w:rsidRDefault="007B6A46" w:rsidP="007B6A46">
      <w:r>
        <w:t>327.6747</w:t>
      </w:r>
      <w:r>
        <w:tab/>
        <w:t>1.013e0</w:t>
      </w:r>
    </w:p>
    <w:p w:rsidR="007B6A46" w:rsidRDefault="007B6A46" w:rsidP="007B6A46">
      <w:r>
        <w:t>327.7079</w:t>
      </w:r>
      <w:r>
        <w:tab/>
        <w:t>1.013e0</w:t>
      </w:r>
    </w:p>
    <w:p w:rsidR="007B6A46" w:rsidRDefault="007B6A46" w:rsidP="007B6A46">
      <w:r>
        <w:t>327.7114</w:t>
      </w:r>
      <w:r>
        <w:tab/>
        <w:t>1.013e0</w:t>
      </w:r>
    </w:p>
    <w:p w:rsidR="007B6A46" w:rsidRDefault="007B6A46" w:rsidP="007B6A46">
      <w:r>
        <w:t>327.7173</w:t>
      </w:r>
      <w:r>
        <w:tab/>
        <w:t>2.025e0</w:t>
      </w:r>
    </w:p>
    <w:p w:rsidR="007B6A46" w:rsidRDefault="007B6A46" w:rsidP="007B6A46">
      <w:r>
        <w:t>327.7363</w:t>
      </w:r>
      <w:r>
        <w:tab/>
        <w:t>1.013e0</w:t>
      </w:r>
    </w:p>
    <w:p w:rsidR="007B6A46" w:rsidRDefault="007B6A46" w:rsidP="007B6A46">
      <w:r>
        <w:t>327.8332</w:t>
      </w:r>
      <w:r>
        <w:tab/>
        <w:t>1.013e0</w:t>
      </w:r>
    </w:p>
    <w:p w:rsidR="007B6A46" w:rsidRDefault="007B6A46" w:rsidP="007B6A46">
      <w:r>
        <w:t>327.8445</w:t>
      </w:r>
      <w:r>
        <w:tab/>
        <w:t>2.025e0</w:t>
      </w:r>
    </w:p>
    <w:p w:rsidR="007B6A46" w:rsidRDefault="007B6A46" w:rsidP="007B6A46">
      <w:r>
        <w:t>327.8905</w:t>
      </w:r>
      <w:r>
        <w:tab/>
        <w:t>1.013e0</w:t>
      </w:r>
    </w:p>
    <w:p w:rsidR="007B6A46" w:rsidRDefault="007B6A46" w:rsidP="007B6A46">
      <w:r>
        <w:t>327.9104</w:t>
      </w:r>
      <w:r>
        <w:tab/>
        <w:t>1.013e0</w:t>
      </w:r>
    </w:p>
    <w:p w:rsidR="007B6A46" w:rsidRDefault="007B6A46" w:rsidP="007B6A46">
      <w:r>
        <w:lastRenderedPageBreak/>
        <w:t>327.9189</w:t>
      </w:r>
      <w:r>
        <w:tab/>
        <w:t>2.025e0</w:t>
      </w:r>
    </w:p>
    <w:p w:rsidR="007B6A46" w:rsidRDefault="007B6A46" w:rsidP="007B6A46">
      <w:r>
        <w:t>327.9352</w:t>
      </w:r>
      <w:r>
        <w:tab/>
        <w:t>1.013e0</w:t>
      </w:r>
    </w:p>
    <w:p w:rsidR="007B6A46" w:rsidRDefault="007B6A46" w:rsidP="007B6A46">
      <w:r>
        <w:t>327.9524</w:t>
      </w:r>
      <w:r>
        <w:tab/>
        <w:t>1.013e0</w:t>
      </w:r>
    </w:p>
    <w:p w:rsidR="007B6A46" w:rsidRDefault="007B6A46" w:rsidP="007B6A46">
      <w:r>
        <w:t>327.9775</w:t>
      </w:r>
      <w:r>
        <w:tab/>
        <w:t>4.051e0</w:t>
      </w:r>
    </w:p>
    <w:p w:rsidR="007B6A46" w:rsidRDefault="007B6A46" w:rsidP="007B6A46">
      <w:r>
        <w:t>327.9961</w:t>
      </w:r>
      <w:r>
        <w:tab/>
        <w:t>1.013e0</w:t>
      </w:r>
    </w:p>
    <w:p w:rsidR="007B6A46" w:rsidRDefault="007B6A46" w:rsidP="007B6A46">
      <w:r>
        <w:t>328.0243</w:t>
      </w:r>
      <w:r>
        <w:tab/>
        <w:t>2.025e0</w:t>
      </w:r>
    </w:p>
    <w:p w:rsidR="007B6A46" w:rsidRDefault="007B6A46" w:rsidP="007B6A46">
      <w:r>
        <w:t>328.0565</w:t>
      </w:r>
      <w:r>
        <w:tab/>
        <w:t>2.025e0</w:t>
      </w:r>
    </w:p>
    <w:p w:rsidR="007B6A46" w:rsidRDefault="007B6A46" w:rsidP="007B6A46">
      <w:r>
        <w:t>328.0754</w:t>
      </w:r>
      <w:r>
        <w:tab/>
        <w:t>2.025e0</w:t>
      </w:r>
    </w:p>
    <w:p w:rsidR="007B6A46" w:rsidRDefault="007B6A46" w:rsidP="007B6A46">
      <w:r>
        <w:t>328.1010</w:t>
      </w:r>
      <w:r>
        <w:tab/>
        <w:t>2.025e0</w:t>
      </w:r>
    </w:p>
    <w:p w:rsidR="007B6A46" w:rsidRDefault="007B6A46" w:rsidP="007B6A46">
      <w:r>
        <w:t>328.1061</w:t>
      </w:r>
      <w:r>
        <w:tab/>
        <w:t>6.076e0</w:t>
      </w:r>
    </w:p>
    <w:p w:rsidR="007B6A46" w:rsidRDefault="007B6A46" w:rsidP="007B6A46">
      <w:r>
        <w:t>328.1457</w:t>
      </w:r>
      <w:r>
        <w:tab/>
        <w:t>1.013e0</w:t>
      </w:r>
    </w:p>
    <w:p w:rsidR="007B6A46" w:rsidRDefault="007B6A46" w:rsidP="007B6A46">
      <w:r>
        <w:t>328.1692</w:t>
      </w:r>
      <w:r>
        <w:tab/>
        <w:t>2.025e0</w:t>
      </w:r>
    </w:p>
    <w:p w:rsidR="007B6A46" w:rsidRDefault="007B6A46" w:rsidP="007B6A46">
      <w:r>
        <w:t>328.1728</w:t>
      </w:r>
      <w:r>
        <w:tab/>
        <w:t>4.051e0</w:t>
      </w:r>
    </w:p>
    <w:p w:rsidR="007B6A46" w:rsidRDefault="007B6A46" w:rsidP="007B6A46">
      <w:r>
        <w:t>328.1991</w:t>
      </w:r>
      <w:r>
        <w:tab/>
        <w:t>2.025e0</w:t>
      </w:r>
    </w:p>
    <w:p w:rsidR="007B6A46" w:rsidRDefault="007B6A46" w:rsidP="007B6A46">
      <w:r>
        <w:t>328.2066</w:t>
      </w:r>
      <w:r>
        <w:tab/>
        <w:t>2.025e0</w:t>
      </w:r>
    </w:p>
    <w:p w:rsidR="007B6A46" w:rsidRDefault="007B6A46" w:rsidP="007B6A46">
      <w:r>
        <w:t>328.2101</w:t>
      </w:r>
      <w:r>
        <w:tab/>
        <w:t>2.025e0</w:t>
      </w:r>
    </w:p>
    <w:p w:rsidR="007B6A46" w:rsidRDefault="007B6A46" w:rsidP="007B6A46">
      <w:r>
        <w:t>328.2190</w:t>
      </w:r>
      <w:r>
        <w:tab/>
        <w:t>1.013e0</w:t>
      </w:r>
    </w:p>
    <w:p w:rsidR="007B6A46" w:rsidRDefault="007B6A46" w:rsidP="007B6A46">
      <w:r>
        <w:t>328.2518</w:t>
      </w:r>
      <w:r>
        <w:tab/>
        <w:t>1.013e0</w:t>
      </w:r>
    </w:p>
    <w:p w:rsidR="007B6A46" w:rsidRDefault="007B6A46" w:rsidP="007B6A46">
      <w:r>
        <w:t>328.2722</w:t>
      </w:r>
      <w:r>
        <w:tab/>
        <w:t>1.013e0</w:t>
      </w:r>
    </w:p>
    <w:p w:rsidR="007B6A46" w:rsidRDefault="007B6A46" w:rsidP="007B6A46">
      <w:r>
        <w:lastRenderedPageBreak/>
        <w:t>328.2781</w:t>
      </w:r>
      <w:r>
        <w:tab/>
        <w:t>2.025e0</w:t>
      </w:r>
    </w:p>
    <w:p w:rsidR="007B6A46" w:rsidRDefault="007B6A46" w:rsidP="007B6A46">
      <w:r>
        <w:t>328.3000</w:t>
      </w:r>
      <w:r>
        <w:tab/>
        <w:t>1.013e0</w:t>
      </w:r>
    </w:p>
    <w:p w:rsidR="007B6A46" w:rsidRDefault="007B6A46" w:rsidP="007B6A46">
      <w:r>
        <w:t>328.3533</w:t>
      </w:r>
      <w:r>
        <w:tab/>
        <w:t>2.025e0</w:t>
      </w:r>
    </w:p>
    <w:p w:rsidR="007B6A46" w:rsidRDefault="007B6A46" w:rsidP="007B6A46">
      <w:r>
        <w:t>328.3906</w:t>
      </w:r>
      <w:r>
        <w:tab/>
        <w:t>1.013e0</w:t>
      </w:r>
    </w:p>
    <w:p w:rsidR="007B6A46" w:rsidRDefault="007B6A46" w:rsidP="007B6A46">
      <w:r>
        <w:t>328.4101</w:t>
      </w:r>
      <w:r>
        <w:tab/>
        <w:t>1.013e0</w:t>
      </w:r>
    </w:p>
    <w:p w:rsidR="007B6A46" w:rsidRDefault="007B6A46" w:rsidP="007B6A46">
      <w:r>
        <w:t>328.4871</w:t>
      </w:r>
      <w:r>
        <w:tab/>
        <w:t>2.025e0</w:t>
      </w:r>
    </w:p>
    <w:p w:rsidR="007B6A46" w:rsidRDefault="007B6A46" w:rsidP="007B6A46">
      <w:r>
        <w:t>328.5030</w:t>
      </w:r>
      <w:r>
        <w:tab/>
        <w:t>1.013e0</w:t>
      </w:r>
    </w:p>
    <w:p w:rsidR="007B6A46" w:rsidRDefault="007B6A46" w:rsidP="007B6A46">
      <w:r>
        <w:t>328.5114</w:t>
      </w:r>
      <w:r>
        <w:tab/>
        <w:t>2.025e0</w:t>
      </w:r>
    </w:p>
    <w:p w:rsidR="007B6A46" w:rsidRDefault="007B6A46" w:rsidP="007B6A46">
      <w:r>
        <w:t>328.5400</w:t>
      </w:r>
      <w:r>
        <w:tab/>
        <w:t>1.013e0</w:t>
      </w:r>
    </w:p>
    <w:p w:rsidR="007B6A46" w:rsidRDefault="007B6A46" w:rsidP="007B6A46">
      <w:r>
        <w:t>328.5741</w:t>
      </w:r>
      <w:r>
        <w:tab/>
        <w:t>1.013e0</w:t>
      </w:r>
    </w:p>
    <w:p w:rsidR="007B6A46" w:rsidRDefault="007B6A46" w:rsidP="007B6A46">
      <w:r>
        <w:t>328.5978</w:t>
      </w:r>
      <w:r>
        <w:tab/>
        <w:t>1.013e0</w:t>
      </w:r>
    </w:p>
    <w:p w:rsidR="007B6A46" w:rsidRDefault="007B6A46" w:rsidP="007B6A46">
      <w:r>
        <w:t>328.6274</w:t>
      </w:r>
      <w:r>
        <w:tab/>
        <w:t>1.013e0</w:t>
      </w:r>
    </w:p>
    <w:p w:rsidR="007B6A46" w:rsidRDefault="007B6A46" w:rsidP="007B6A46">
      <w:r>
        <w:t>328.6511</w:t>
      </w:r>
      <w:r>
        <w:tab/>
        <w:t>1.013e0</w:t>
      </w:r>
    </w:p>
    <w:p w:rsidR="007B6A46" w:rsidRDefault="007B6A46" w:rsidP="007B6A46">
      <w:r>
        <w:t>328.7039</w:t>
      </w:r>
      <w:r>
        <w:tab/>
        <w:t>1.013e0</w:t>
      </w:r>
    </w:p>
    <w:p w:rsidR="007B6A46" w:rsidRDefault="007B6A46" w:rsidP="007B6A46">
      <w:r>
        <w:t>328.7391</w:t>
      </w:r>
      <w:r>
        <w:tab/>
        <w:t>1.013e0</w:t>
      </w:r>
    </w:p>
    <w:p w:rsidR="007B6A46" w:rsidRDefault="007B6A46" w:rsidP="007B6A46">
      <w:r>
        <w:t>328.7518</w:t>
      </w:r>
      <w:r>
        <w:tab/>
        <w:t>1.013e0</w:t>
      </w:r>
    </w:p>
    <w:p w:rsidR="007B6A46" w:rsidRDefault="007B6A46" w:rsidP="007B6A46">
      <w:r>
        <w:t>328.7809</w:t>
      </w:r>
      <w:r>
        <w:tab/>
        <w:t>1.013e0</w:t>
      </w:r>
    </w:p>
    <w:p w:rsidR="007B6A46" w:rsidRDefault="007B6A46" w:rsidP="007B6A46">
      <w:r>
        <w:t>328.8446</w:t>
      </w:r>
      <w:r>
        <w:tab/>
        <w:t>1.013e0</w:t>
      </w:r>
    </w:p>
    <w:p w:rsidR="007B6A46" w:rsidRDefault="007B6A46" w:rsidP="007B6A46">
      <w:r>
        <w:t>328.8690</w:t>
      </w:r>
      <w:r>
        <w:tab/>
        <w:t>1.013e0</w:t>
      </w:r>
    </w:p>
    <w:p w:rsidR="007B6A46" w:rsidRDefault="007B6A46" w:rsidP="007B6A46">
      <w:r>
        <w:lastRenderedPageBreak/>
        <w:t>328.9084</w:t>
      </w:r>
      <w:r>
        <w:tab/>
        <w:t>3.038e0</w:t>
      </w:r>
    </w:p>
    <w:p w:rsidR="007B6A46" w:rsidRDefault="007B6A46" w:rsidP="007B6A46">
      <w:r>
        <w:t>328.9194</w:t>
      </w:r>
      <w:r>
        <w:tab/>
        <w:t>8.101e0</w:t>
      </w:r>
    </w:p>
    <w:p w:rsidR="007B6A46" w:rsidRDefault="007B6A46" w:rsidP="007B6A46">
      <w:r>
        <w:t>328.9213</w:t>
      </w:r>
      <w:r>
        <w:tab/>
        <w:t>7.089e0</w:t>
      </w:r>
    </w:p>
    <w:p w:rsidR="007B6A46" w:rsidRDefault="007B6A46" w:rsidP="007B6A46">
      <w:r>
        <w:t>328.9227</w:t>
      </w:r>
      <w:r>
        <w:tab/>
        <w:t>3.038e0</w:t>
      </w:r>
    </w:p>
    <w:p w:rsidR="007B6A46" w:rsidRDefault="007B6A46" w:rsidP="007B6A46">
      <w:r>
        <w:t>328.9288</w:t>
      </w:r>
      <w:r>
        <w:tab/>
        <w:t>1.013e1</w:t>
      </w:r>
    </w:p>
    <w:p w:rsidR="007B6A46" w:rsidRDefault="007B6A46" w:rsidP="007B6A46">
      <w:r>
        <w:t>328.9865</w:t>
      </w:r>
      <w:r>
        <w:tab/>
        <w:t>2.025e0</w:t>
      </w:r>
    </w:p>
    <w:p w:rsidR="007B6A46" w:rsidRDefault="007B6A46" w:rsidP="007B6A46">
      <w:r>
        <w:t>329.0017</w:t>
      </w:r>
      <w:r>
        <w:tab/>
        <w:t>3.038e0</w:t>
      </w:r>
    </w:p>
    <w:p w:rsidR="007B6A46" w:rsidRDefault="007B6A46" w:rsidP="007B6A46">
      <w:r>
        <w:t>329.0116</w:t>
      </w:r>
      <w:r>
        <w:tab/>
        <w:t>2.025e0</w:t>
      </w:r>
    </w:p>
    <w:p w:rsidR="007B6A46" w:rsidRDefault="007B6A46" w:rsidP="007B6A46">
      <w:r>
        <w:t>329.0309</w:t>
      </w:r>
      <w:r>
        <w:tab/>
        <w:t>1.013e0</w:t>
      </w:r>
    </w:p>
    <w:p w:rsidR="007B6A46" w:rsidRDefault="007B6A46" w:rsidP="007B6A46">
      <w:r>
        <w:t>329.0474</w:t>
      </w:r>
      <w:r>
        <w:tab/>
        <w:t>1.013e0</w:t>
      </w:r>
    </w:p>
    <w:p w:rsidR="007B6A46" w:rsidRDefault="007B6A46" w:rsidP="007B6A46">
      <w:r>
        <w:t>329.0559</w:t>
      </w:r>
      <w:r>
        <w:tab/>
        <w:t>1.013e0</w:t>
      </w:r>
    </w:p>
    <w:p w:rsidR="007B6A46" w:rsidRDefault="007B6A46" w:rsidP="007B6A46">
      <w:r>
        <w:t>329.0599</w:t>
      </w:r>
      <w:r>
        <w:tab/>
        <w:t>1.013e0</w:t>
      </w:r>
    </w:p>
    <w:p w:rsidR="007B6A46" w:rsidRDefault="007B6A46" w:rsidP="007B6A46">
      <w:r>
        <w:t>329.0813</w:t>
      </w:r>
      <w:r>
        <w:tab/>
        <w:t>2.025e0</w:t>
      </w:r>
    </w:p>
    <w:p w:rsidR="007B6A46" w:rsidRDefault="007B6A46" w:rsidP="007B6A46">
      <w:r>
        <w:t>329.0950</w:t>
      </w:r>
      <w:r>
        <w:tab/>
        <w:t>1.013e0</w:t>
      </w:r>
    </w:p>
    <w:p w:rsidR="007B6A46" w:rsidRDefault="007B6A46" w:rsidP="007B6A46">
      <w:r>
        <w:t>329.1312</w:t>
      </w:r>
      <w:r>
        <w:tab/>
        <w:t>2.025e0</w:t>
      </w:r>
    </w:p>
    <w:p w:rsidR="007B6A46" w:rsidRDefault="007B6A46" w:rsidP="007B6A46">
      <w:r>
        <w:t>329.1898</w:t>
      </w:r>
      <w:r>
        <w:tab/>
        <w:t>1.052e2</w:t>
      </w:r>
    </w:p>
    <w:p w:rsidR="007B6A46" w:rsidRDefault="007B6A46" w:rsidP="007B6A46">
      <w:r>
        <w:t>329.1913</w:t>
      </w:r>
      <w:r>
        <w:tab/>
        <w:t>8.170e1</w:t>
      </w:r>
    </w:p>
    <w:p w:rsidR="007B6A46" w:rsidRDefault="007B6A46" w:rsidP="007B6A46">
      <w:r>
        <w:t>329.1924</w:t>
      </w:r>
      <w:r>
        <w:tab/>
        <w:t>9.813e1</w:t>
      </w:r>
    </w:p>
    <w:p w:rsidR="007B6A46" w:rsidRDefault="007B6A46" w:rsidP="007B6A46">
      <w:r>
        <w:t>329.2847</w:t>
      </w:r>
      <w:r>
        <w:tab/>
        <w:t>2.025e0</w:t>
      </w:r>
    </w:p>
    <w:p w:rsidR="007B6A46" w:rsidRDefault="007B6A46" w:rsidP="007B6A46">
      <w:r>
        <w:lastRenderedPageBreak/>
        <w:t>329.2874</w:t>
      </w:r>
      <w:r>
        <w:tab/>
        <w:t>1.013e0</w:t>
      </w:r>
    </w:p>
    <w:p w:rsidR="007B6A46" w:rsidRDefault="007B6A46" w:rsidP="007B6A46">
      <w:r>
        <w:t>329.3209</w:t>
      </w:r>
      <w:r>
        <w:tab/>
        <w:t>1.013e0</w:t>
      </w:r>
    </w:p>
    <w:p w:rsidR="007B6A46" w:rsidRDefault="007B6A46" w:rsidP="007B6A46">
      <w:r>
        <w:t>329.3278</w:t>
      </w:r>
      <w:r>
        <w:tab/>
        <w:t>5.063e0</w:t>
      </w:r>
    </w:p>
    <w:p w:rsidR="007B6A46" w:rsidRDefault="007B6A46" w:rsidP="007B6A46">
      <w:r>
        <w:t>329.3646</w:t>
      </w:r>
      <w:r>
        <w:tab/>
        <w:t>1.013e0</w:t>
      </w:r>
    </w:p>
    <w:p w:rsidR="007B6A46" w:rsidRDefault="007B6A46" w:rsidP="007B6A46">
      <w:r>
        <w:t>329.4128</w:t>
      </w:r>
      <w:r>
        <w:tab/>
        <w:t>1.013e0</w:t>
      </w:r>
    </w:p>
    <w:p w:rsidR="007B6A46" w:rsidRDefault="007B6A46" w:rsidP="007B6A46">
      <w:r>
        <w:t>329.4413</w:t>
      </w:r>
      <w:r>
        <w:tab/>
        <w:t>1.013e0</w:t>
      </w:r>
    </w:p>
    <w:p w:rsidR="007B6A46" w:rsidRDefault="007B6A46" w:rsidP="007B6A46">
      <w:r>
        <w:t>329.4657</w:t>
      </w:r>
      <w:r>
        <w:tab/>
        <w:t>1.013e0</w:t>
      </w:r>
    </w:p>
    <w:p w:rsidR="007B6A46" w:rsidRDefault="007B6A46" w:rsidP="007B6A46">
      <w:r>
        <w:t>329.4816</w:t>
      </w:r>
      <w:r>
        <w:tab/>
        <w:t>3.038e0</w:t>
      </w:r>
    </w:p>
    <w:p w:rsidR="007B6A46" w:rsidRDefault="007B6A46" w:rsidP="007B6A46">
      <w:r>
        <w:t>329.4867</w:t>
      </w:r>
      <w:r>
        <w:tab/>
        <w:t>1.013e0</w:t>
      </w:r>
    </w:p>
    <w:p w:rsidR="007B6A46" w:rsidRDefault="007B6A46" w:rsidP="007B6A46">
      <w:r>
        <w:t>329.5078</w:t>
      </w:r>
      <w:r>
        <w:tab/>
        <w:t>2.025e0</w:t>
      </w:r>
    </w:p>
    <w:p w:rsidR="007B6A46" w:rsidRDefault="007B6A46" w:rsidP="007B6A46">
      <w:r>
        <w:t>329.5468</w:t>
      </w:r>
      <w:r>
        <w:tab/>
        <w:t>1.013e0</w:t>
      </w:r>
    </w:p>
    <w:p w:rsidR="007B6A46" w:rsidRDefault="007B6A46" w:rsidP="007B6A46">
      <w:r>
        <w:t>329.6001</w:t>
      </w:r>
      <w:r>
        <w:tab/>
        <w:t>1.013e0</w:t>
      </w:r>
    </w:p>
    <w:p w:rsidR="007B6A46" w:rsidRDefault="007B6A46" w:rsidP="007B6A46">
      <w:r>
        <w:t>329.6348</w:t>
      </w:r>
      <w:r>
        <w:tab/>
        <w:t>2.025e0</w:t>
      </w:r>
    </w:p>
    <w:p w:rsidR="007B6A46" w:rsidRDefault="007B6A46" w:rsidP="007B6A46">
      <w:r>
        <w:t>329.6481</w:t>
      </w:r>
      <w:r>
        <w:tab/>
        <w:t>4.314e0</w:t>
      </w:r>
    </w:p>
    <w:p w:rsidR="007B6A46" w:rsidRDefault="007B6A46" w:rsidP="007B6A46">
      <w:r>
        <w:t>329.6732</w:t>
      </w:r>
      <w:r>
        <w:tab/>
        <w:t>2.025e0</w:t>
      </w:r>
    </w:p>
    <w:p w:rsidR="007B6A46" w:rsidRDefault="007B6A46" w:rsidP="007B6A46">
      <w:r>
        <w:t>329.6773</w:t>
      </w:r>
      <w:r>
        <w:tab/>
        <w:t>1.013e0</w:t>
      </w:r>
    </w:p>
    <w:p w:rsidR="007B6A46" w:rsidRDefault="007B6A46" w:rsidP="007B6A46">
      <w:r>
        <w:t>329.6978</w:t>
      </w:r>
      <w:r>
        <w:tab/>
        <w:t>1.013e0</w:t>
      </w:r>
    </w:p>
    <w:p w:rsidR="007B6A46" w:rsidRDefault="007B6A46" w:rsidP="007B6A46">
      <w:r>
        <w:t>329.7365</w:t>
      </w:r>
      <w:r>
        <w:tab/>
        <w:t>1.013e0</w:t>
      </w:r>
    </w:p>
    <w:p w:rsidR="007B6A46" w:rsidRDefault="007B6A46" w:rsidP="007B6A46">
      <w:r>
        <w:t>329.7597</w:t>
      </w:r>
      <w:r>
        <w:tab/>
        <w:t>1.013e0</w:t>
      </w:r>
    </w:p>
    <w:p w:rsidR="007B6A46" w:rsidRDefault="007B6A46" w:rsidP="007B6A46">
      <w:r>
        <w:lastRenderedPageBreak/>
        <w:t>329.7848</w:t>
      </w:r>
      <w:r>
        <w:tab/>
        <w:t>2.025e0</w:t>
      </w:r>
    </w:p>
    <w:p w:rsidR="007B6A46" w:rsidRDefault="007B6A46" w:rsidP="007B6A46">
      <w:r>
        <w:t>329.8132</w:t>
      </w:r>
      <w:r>
        <w:tab/>
        <w:t>1.013e0</w:t>
      </w:r>
    </w:p>
    <w:p w:rsidR="007B6A46" w:rsidRDefault="007B6A46" w:rsidP="007B6A46">
      <w:r>
        <w:t>329.8279</w:t>
      </w:r>
      <w:r>
        <w:tab/>
        <w:t>1.013e0</w:t>
      </w:r>
    </w:p>
    <w:p w:rsidR="007B6A46" w:rsidRDefault="007B6A46" w:rsidP="007B6A46">
      <w:r>
        <w:t>329.8503</w:t>
      </w:r>
      <w:r>
        <w:tab/>
        <w:t>2.025e0</w:t>
      </w:r>
    </w:p>
    <w:p w:rsidR="007B6A46" w:rsidRDefault="007B6A46" w:rsidP="007B6A46">
      <w:r>
        <w:t>329.8522</w:t>
      </w:r>
      <w:r>
        <w:tab/>
        <w:t>1.013e0</w:t>
      </w:r>
    </w:p>
    <w:p w:rsidR="007B6A46" w:rsidRDefault="007B6A46" w:rsidP="007B6A46">
      <w:r>
        <w:t>329.8727</w:t>
      </w:r>
      <w:r>
        <w:tab/>
        <w:t>1.013e0</w:t>
      </w:r>
    </w:p>
    <w:p w:rsidR="007B6A46" w:rsidRDefault="007B6A46" w:rsidP="007B6A46">
      <w:r>
        <w:t>329.9147</w:t>
      </w:r>
      <w:r>
        <w:tab/>
        <w:t>1.013e0</w:t>
      </w:r>
    </w:p>
    <w:p w:rsidR="007B6A46" w:rsidRDefault="007B6A46" w:rsidP="007B6A46">
      <w:r>
        <w:t>329.9284</w:t>
      </w:r>
      <w:r>
        <w:tab/>
        <w:t>3.038e0</w:t>
      </w:r>
    </w:p>
    <w:p w:rsidR="007B6A46" w:rsidRDefault="007B6A46" w:rsidP="007B6A46">
      <w:r>
        <w:t>329.9536</w:t>
      </w:r>
      <w:r>
        <w:tab/>
        <w:t>4.051e0</w:t>
      </w:r>
    </w:p>
    <w:p w:rsidR="007B6A46" w:rsidRDefault="007B6A46" w:rsidP="007B6A46">
      <w:r>
        <w:t>329.9622</w:t>
      </w:r>
      <w:r>
        <w:tab/>
        <w:t>1.013e0</w:t>
      </w:r>
    </w:p>
    <w:p w:rsidR="007B6A46" w:rsidRDefault="007B6A46" w:rsidP="007B6A46">
      <w:r>
        <w:t>329.9782</w:t>
      </w:r>
      <w:r>
        <w:tab/>
        <w:t>1.013e0</w:t>
      </w:r>
    </w:p>
    <w:p w:rsidR="007B6A46" w:rsidRDefault="007B6A46" w:rsidP="007B6A46">
      <w:r>
        <w:t>329.9861</w:t>
      </w:r>
      <w:r>
        <w:tab/>
        <w:t>1.013e0</w:t>
      </w:r>
    </w:p>
    <w:p w:rsidR="007B6A46" w:rsidRDefault="007B6A46" w:rsidP="007B6A46">
      <w:r>
        <w:t>329.9980</w:t>
      </w:r>
      <w:r>
        <w:tab/>
        <w:t>4.051e0</w:t>
      </w:r>
    </w:p>
    <w:p w:rsidR="007B6A46" w:rsidRDefault="007B6A46" w:rsidP="007B6A46">
      <w:r>
        <w:t>330.0363</w:t>
      </w:r>
      <w:r>
        <w:tab/>
        <w:t>3.038e0</w:t>
      </w:r>
    </w:p>
    <w:p w:rsidR="007B6A46" w:rsidRDefault="007B6A46" w:rsidP="007B6A46">
      <w:r>
        <w:t>330.0596</w:t>
      </w:r>
      <w:r>
        <w:tab/>
        <w:t>1.013e0</w:t>
      </w:r>
    </w:p>
    <w:p w:rsidR="007B6A46" w:rsidRDefault="007B6A46" w:rsidP="007B6A46">
      <w:r>
        <w:t>330.0687</w:t>
      </w:r>
      <w:r>
        <w:tab/>
        <w:t>2.025e0</w:t>
      </w:r>
    </w:p>
    <w:p w:rsidR="007B6A46" w:rsidRDefault="007B6A46" w:rsidP="007B6A46">
      <w:r>
        <w:t>330.1081</w:t>
      </w:r>
      <w:r>
        <w:tab/>
        <w:t>4.051e0</w:t>
      </w:r>
    </w:p>
    <w:p w:rsidR="007B6A46" w:rsidRDefault="007B6A46" w:rsidP="007B6A46">
      <w:r>
        <w:t>330.1223</w:t>
      </w:r>
      <w:r>
        <w:tab/>
        <w:t>2.025e0</w:t>
      </w:r>
    </w:p>
    <w:p w:rsidR="007B6A46" w:rsidRDefault="007B6A46" w:rsidP="007B6A46">
      <w:r>
        <w:t>330.1647</w:t>
      </w:r>
      <w:r>
        <w:tab/>
        <w:t>4.045e0</w:t>
      </w:r>
    </w:p>
    <w:p w:rsidR="007B6A46" w:rsidRDefault="007B6A46" w:rsidP="007B6A46">
      <w:r>
        <w:lastRenderedPageBreak/>
        <w:t>330.1945</w:t>
      </w:r>
      <w:r>
        <w:tab/>
        <w:t>1.465e1</w:t>
      </w:r>
    </w:p>
    <w:p w:rsidR="007B6A46" w:rsidRDefault="007B6A46" w:rsidP="007B6A46">
      <w:r>
        <w:t>330.1964</w:t>
      </w:r>
      <w:r>
        <w:tab/>
        <w:t>2.057e1</w:t>
      </w:r>
    </w:p>
    <w:p w:rsidR="007B6A46" w:rsidRDefault="007B6A46" w:rsidP="007B6A46">
      <w:r>
        <w:t>330.1981</w:t>
      </w:r>
      <w:r>
        <w:tab/>
        <w:t>1.924e1</w:t>
      </w:r>
    </w:p>
    <w:p w:rsidR="007B6A46" w:rsidRDefault="007B6A46" w:rsidP="007B6A46">
      <w:r>
        <w:t>330.2005</w:t>
      </w:r>
      <w:r>
        <w:tab/>
        <w:t>1.550e1</w:t>
      </w:r>
    </w:p>
    <w:p w:rsidR="007B6A46" w:rsidRDefault="007B6A46" w:rsidP="007B6A46">
      <w:r>
        <w:t>330.2041</w:t>
      </w:r>
      <w:r>
        <w:tab/>
        <w:t>1.753e1</w:t>
      </w:r>
    </w:p>
    <w:p w:rsidR="007B6A46" w:rsidRDefault="007B6A46" w:rsidP="007B6A46">
      <w:r>
        <w:t>330.2653</w:t>
      </w:r>
      <w:r>
        <w:tab/>
        <w:t>2.256e0</w:t>
      </w:r>
    </w:p>
    <w:p w:rsidR="007B6A46" w:rsidRDefault="007B6A46" w:rsidP="007B6A46">
      <w:r>
        <w:t>330.2715</w:t>
      </w:r>
      <w:r>
        <w:tab/>
        <w:t>1.013e0</w:t>
      </w:r>
    </w:p>
    <w:p w:rsidR="007B6A46" w:rsidRDefault="007B6A46" w:rsidP="007B6A46">
      <w:r>
        <w:t>330.3030</w:t>
      </w:r>
      <w:r>
        <w:tab/>
        <w:t>3.038e0</w:t>
      </w:r>
    </w:p>
    <w:p w:rsidR="007B6A46" w:rsidRDefault="007B6A46" w:rsidP="007B6A46">
      <w:r>
        <w:t>330.3152</w:t>
      </w:r>
      <w:r>
        <w:tab/>
        <w:t>1.013e0</w:t>
      </w:r>
    </w:p>
    <w:p w:rsidR="007B6A46" w:rsidRDefault="007B6A46" w:rsidP="007B6A46">
      <w:r>
        <w:t>330.3304</w:t>
      </w:r>
      <w:r>
        <w:tab/>
        <w:t>1.013e0</w:t>
      </w:r>
    </w:p>
    <w:p w:rsidR="007B6A46" w:rsidRDefault="007B6A46" w:rsidP="007B6A46">
      <w:r>
        <w:t>330.3400</w:t>
      </w:r>
      <w:r>
        <w:tab/>
        <w:t>1.013e0</w:t>
      </w:r>
    </w:p>
    <w:p w:rsidR="007B6A46" w:rsidRDefault="007B6A46" w:rsidP="007B6A46">
      <w:r>
        <w:t>330.4133</w:t>
      </w:r>
      <w:r>
        <w:tab/>
        <w:t>3.038e0</w:t>
      </w:r>
    </w:p>
    <w:p w:rsidR="007B6A46" w:rsidRDefault="007B6A46" w:rsidP="007B6A46">
      <w:r>
        <w:t>330.4173</w:t>
      </w:r>
      <w:r>
        <w:tab/>
        <w:t>2.025e0</w:t>
      </w:r>
    </w:p>
    <w:p w:rsidR="007B6A46" w:rsidRDefault="007B6A46" w:rsidP="007B6A46">
      <w:r>
        <w:t>330.4376</w:t>
      </w:r>
      <w:r>
        <w:tab/>
        <w:t>2.025e0</w:t>
      </w:r>
    </w:p>
    <w:p w:rsidR="007B6A46" w:rsidRDefault="007B6A46" w:rsidP="007B6A46">
      <w:r>
        <w:t>330.4500</w:t>
      </w:r>
      <w:r>
        <w:tab/>
        <w:t>1.013e0</w:t>
      </w:r>
    </w:p>
    <w:p w:rsidR="007B6A46" w:rsidRDefault="007B6A46" w:rsidP="007B6A46">
      <w:r>
        <w:t>330.4792</w:t>
      </w:r>
      <w:r>
        <w:tab/>
        <w:t>1.013e0</w:t>
      </w:r>
    </w:p>
    <w:p w:rsidR="007B6A46" w:rsidRDefault="007B6A46" w:rsidP="007B6A46">
      <w:r>
        <w:t>330.5089</w:t>
      </w:r>
      <w:r>
        <w:tab/>
        <w:t>1.013e0</w:t>
      </w:r>
    </w:p>
    <w:p w:rsidR="007B6A46" w:rsidRDefault="007B6A46" w:rsidP="007B6A46">
      <w:r>
        <w:t>330.5352</w:t>
      </w:r>
      <w:r>
        <w:tab/>
        <w:t>2.025e0</w:t>
      </w:r>
    </w:p>
    <w:p w:rsidR="007B6A46" w:rsidRDefault="007B6A46" w:rsidP="007B6A46">
      <w:r>
        <w:t>330.5678</w:t>
      </w:r>
      <w:r>
        <w:tab/>
        <w:t>1.013e0</w:t>
      </w:r>
    </w:p>
    <w:p w:rsidR="007B6A46" w:rsidRDefault="007B6A46" w:rsidP="007B6A46">
      <w:r>
        <w:lastRenderedPageBreak/>
        <w:t>330.5737</w:t>
      </w:r>
      <w:r>
        <w:tab/>
        <w:t>2.025e0</w:t>
      </w:r>
    </w:p>
    <w:p w:rsidR="007B6A46" w:rsidRDefault="007B6A46" w:rsidP="007B6A46">
      <w:r>
        <w:t>330.5753</w:t>
      </w:r>
      <w:r>
        <w:tab/>
        <w:t>1.013e0</w:t>
      </w:r>
    </w:p>
    <w:p w:rsidR="007B6A46" w:rsidRDefault="007B6A46" w:rsidP="007B6A46">
      <w:r>
        <w:t>330.6367</w:t>
      </w:r>
      <w:r>
        <w:tab/>
        <w:t>2.025e0</w:t>
      </w:r>
    </w:p>
    <w:p w:rsidR="007B6A46" w:rsidRDefault="007B6A46" w:rsidP="007B6A46">
      <w:r>
        <w:t>330.6448</w:t>
      </w:r>
      <w:r>
        <w:tab/>
        <w:t>2.025e0</w:t>
      </w:r>
    </w:p>
    <w:p w:rsidR="007B6A46" w:rsidRDefault="007B6A46" w:rsidP="007B6A46">
      <w:r>
        <w:t>330.6729</w:t>
      </w:r>
      <w:r>
        <w:tab/>
        <w:t>1.013e0</w:t>
      </w:r>
    </w:p>
    <w:p w:rsidR="007B6A46" w:rsidRDefault="007B6A46" w:rsidP="007B6A46">
      <w:r>
        <w:t>330.6881</w:t>
      </w:r>
      <w:r>
        <w:tab/>
        <w:t>1.013e0</w:t>
      </w:r>
    </w:p>
    <w:p w:rsidR="007B6A46" w:rsidRDefault="007B6A46" w:rsidP="007B6A46">
      <w:r>
        <w:t>330.7344</w:t>
      </w:r>
      <w:r>
        <w:tab/>
        <w:t>2.025e0</w:t>
      </w:r>
    </w:p>
    <w:p w:rsidR="007B6A46" w:rsidRDefault="007B6A46" w:rsidP="007B6A46">
      <w:r>
        <w:t>330.7507</w:t>
      </w:r>
      <w:r>
        <w:tab/>
        <w:t>1.013e0</w:t>
      </w:r>
    </w:p>
    <w:p w:rsidR="007B6A46" w:rsidRDefault="007B6A46" w:rsidP="007B6A46">
      <w:r>
        <w:t>330.7953</w:t>
      </w:r>
      <w:r>
        <w:tab/>
        <w:t>1.013e0</w:t>
      </w:r>
    </w:p>
    <w:p w:rsidR="007B6A46" w:rsidRDefault="007B6A46" w:rsidP="007B6A46">
      <w:r>
        <w:t>330.8036</w:t>
      </w:r>
      <w:r>
        <w:tab/>
        <w:t>1.013e0</w:t>
      </w:r>
    </w:p>
    <w:p w:rsidR="007B6A46" w:rsidRDefault="007B6A46" w:rsidP="007B6A46">
      <w:r>
        <w:t>330.8275</w:t>
      </w:r>
      <w:r>
        <w:tab/>
        <w:t>1.013e0</w:t>
      </w:r>
    </w:p>
    <w:p w:rsidR="007B6A46" w:rsidRDefault="007B6A46" w:rsidP="007B6A46">
      <w:r>
        <w:t>330.8508</w:t>
      </w:r>
      <w:r>
        <w:tab/>
        <w:t>2.025e0</w:t>
      </w:r>
    </w:p>
    <w:p w:rsidR="007B6A46" w:rsidRDefault="007B6A46" w:rsidP="007B6A46">
      <w:r>
        <w:t>330.9007</w:t>
      </w:r>
      <w:r>
        <w:tab/>
        <w:t>1.013e0</w:t>
      </w:r>
    </w:p>
    <w:p w:rsidR="007B6A46" w:rsidRDefault="007B6A46" w:rsidP="007B6A46">
      <w:r>
        <w:t>330.9139</w:t>
      </w:r>
      <w:r>
        <w:tab/>
        <w:t>2.025e0</w:t>
      </w:r>
    </w:p>
    <w:p w:rsidR="007B6A46" w:rsidRDefault="007B6A46" w:rsidP="007B6A46">
      <w:r>
        <w:t>330.9204</w:t>
      </w:r>
      <w:r>
        <w:tab/>
        <w:t>2.025e0</w:t>
      </w:r>
    </w:p>
    <w:p w:rsidR="007B6A46" w:rsidRDefault="007B6A46" w:rsidP="007B6A46">
      <w:r>
        <w:t>330.9442</w:t>
      </w:r>
      <w:r>
        <w:tab/>
        <w:t>1.013e0</w:t>
      </w:r>
    </w:p>
    <w:p w:rsidR="007B6A46" w:rsidRDefault="007B6A46" w:rsidP="007B6A46">
      <w:r>
        <w:t>330.9785</w:t>
      </w:r>
      <w:r>
        <w:tab/>
        <w:t>1.013e0</w:t>
      </w:r>
    </w:p>
    <w:p w:rsidR="007B6A46" w:rsidRDefault="007B6A46" w:rsidP="007B6A46">
      <w:r>
        <w:t>330.9797</w:t>
      </w:r>
      <w:r>
        <w:tab/>
        <w:t>2.025e0</w:t>
      </w:r>
    </w:p>
    <w:p w:rsidR="007B6A46" w:rsidRDefault="007B6A46" w:rsidP="007B6A46">
      <w:r>
        <w:t>330.9863</w:t>
      </w:r>
      <w:r>
        <w:tab/>
        <w:t>3.038e0</w:t>
      </w:r>
    </w:p>
    <w:p w:rsidR="007B6A46" w:rsidRDefault="007B6A46" w:rsidP="007B6A46">
      <w:r>
        <w:lastRenderedPageBreak/>
        <w:t>331.0567</w:t>
      </w:r>
      <w:r>
        <w:tab/>
        <w:t>2.025e0</w:t>
      </w:r>
    </w:p>
    <w:p w:rsidR="007B6A46" w:rsidRDefault="007B6A46" w:rsidP="007B6A46">
      <w:r>
        <w:t>331.0637</w:t>
      </w:r>
      <w:r>
        <w:tab/>
        <w:t>1.013e0</w:t>
      </w:r>
    </w:p>
    <w:p w:rsidR="007B6A46" w:rsidRDefault="007B6A46" w:rsidP="007B6A46">
      <w:r>
        <w:t>331.0754</w:t>
      </w:r>
      <w:r>
        <w:tab/>
        <w:t>1.013e0</w:t>
      </w:r>
    </w:p>
    <w:p w:rsidR="007B6A46" w:rsidRDefault="007B6A46" w:rsidP="007B6A46">
      <w:r>
        <w:t>331.1122</w:t>
      </w:r>
      <w:r>
        <w:tab/>
        <w:t>1.013e0</w:t>
      </w:r>
    </w:p>
    <w:p w:rsidR="007B6A46" w:rsidRDefault="007B6A46" w:rsidP="007B6A46">
      <w:r>
        <w:t>331.1570</w:t>
      </w:r>
      <w:r>
        <w:tab/>
        <w:t>2.025e0</w:t>
      </w:r>
    </w:p>
    <w:p w:rsidR="007B6A46" w:rsidRDefault="007B6A46" w:rsidP="007B6A46">
      <w:r>
        <w:t>331.1591</w:t>
      </w:r>
      <w:r>
        <w:tab/>
        <w:t>2.261e0</w:t>
      </w:r>
    </w:p>
    <w:p w:rsidR="007B6A46" w:rsidRDefault="007B6A46" w:rsidP="007B6A46">
      <w:r>
        <w:t>331.1694</w:t>
      </w:r>
      <w:r>
        <w:tab/>
        <w:t>7.491e0</w:t>
      </w:r>
    </w:p>
    <w:p w:rsidR="007B6A46" w:rsidRDefault="007B6A46" w:rsidP="007B6A46">
      <w:r>
        <w:t>331.1758</w:t>
      </w:r>
      <w:r>
        <w:tab/>
        <w:t>4.051e0</w:t>
      </w:r>
    </w:p>
    <w:p w:rsidR="007B6A46" w:rsidRDefault="007B6A46" w:rsidP="007B6A46">
      <w:r>
        <w:t>331.1982</w:t>
      </w:r>
      <w:r>
        <w:tab/>
        <w:t>4.051e0</w:t>
      </w:r>
    </w:p>
    <w:p w:rsidR="007B6A46" w:rsidRDefault="007B6A46" w:rsidP="007B6A46">
      <w:r>
        <w:t>331.2082</w:t>
      </w:r>
      <w:r>
        <w:tab/>
        <w:t>5.938e0</w:t>
      </w:r>
    </w:p>
    <w:p w:rsidR="007B6A46" w:rsidRDefault="007B6A46" w:rsidP="007B6A46">
      <w:r>
        <w:t>331.2096</w:t>
      </w:r>
      <w:r>
        <w:tab/>
        <w:t>3.038e0</w:t>
      </w:r>
    </w:p>
    <w:p w:rsidR="007B6A46" w:rsidRDefault="007B6A46" w:rsidP="007B6A46">
      <w:r>
        <w:t>331.2186</w:t>
      </w:r>
      <w:r>
        <w:tab/>
        <w:t>3.038e0</w:t>
      </w:r>
    </w:p>
    <w:p w:rsidR="007B6A46" w:rsidRDefault="007B6A46" w:rsidP="007B6A46">
      <w:r>
        <w:t>331.2532</w:t>
      </w:r>
      <w:r>
        <w:tab/>
        <w:t>2.025e0</w:t>
      </w:r>
    </w:p>
    <w:p w:rsidR="007B6A46" w:rsidRDefault="007B6A46" w:rsidP="007B6A46">
      <w:r>
        <w:t>331.3557</w:t>
      </w:r>
      <w:r>
        <w:tab/>
        <w:t>1.013e0</w:t>
      </w:r>
    </w:p>
    <w:p w:rsidR="007B6A46" w:rsidRDefault="007B6A46" w:rsidP="007B6A46">
      <w:r>
        <w:t>331.4136</w:t>
      </w:r>
      <w:r>
        <w:tab/>
        <w:t>2.025e0</w:t>
      </w:r>
    </w:p>
    <w:p w:rsidR="007B6A46" w:rsidRDefault="007B6A46" w:rsidP="007B6A46">
      <w:r>
        <w:t>331.4417</w:t>
      </w:r>
      <w:r>
        <w:tab/>
        <w:t>1.013e0</w:t>
      </w:r>
    </w:p>
    <w:p w:rsidR="007B6A46" w:rsidRDefault="007B6A46" w:rsidP="007B6A46">
      <w:r>
        <w:t>331.4506</w:t>
      </w:r>
      <w:r>
        <w:tab/>
        <w:t>1.013e0</w:t>
      </w:r>
    </w:p>
    <w:p w:rsidR="007B6A46" w:rsidRDefault="007B6A46" w:rsidP="007B6A46">
      <w:r>
        <w:t>331.4720</w:t>
      </w:r>
      <w:r>
        <w:tab/>
        <w:t>4.051e0</w:t>
      </w:r>
    </w:p>
    <w:p w:rsidR="007B6A46" w:rsidRDefault="007B6A46" w:rsidP="007B6A46">
      <w:r>
        <w:t>331.5108</w:t>
      </w:r>
      <w:r>
        <w:tab/>
        <w:t>1.013e0</w:t>
      </w:r>
    </w:p>
    <w:p w:rsidR="007B6A46" w:rsidRDefault="007B6A46" w:rsidP="007B6A46">
      <w:r>
        <w:lastRenderedPageBreak/>
        <w:t>331.5645</w:t>
      </w:r>
      <w:r>
        <w:tab/>
        <w:t>1.013e0</w:t>
      </w:r>
    </w:p>
    <w:p w:rsidR="007B6A46" w:rsidRDefault="007B6A46" w:rsidP="007B6A46">
      <w:r>
        <w:t>331.5681</w:t>
      </w:r>
      <w:r>
        <w:tab/>
        <w:t>2.025e0</w:t>
      </w:r>
    </w:p>
    <w:p w:rsidR="007B6A46" w:rsidRDefault="007B6A46" w:rsidP="007B6A46">
      <w:r>
        <w:t>331.6058</w:t>
      </w:r>
      <w:r>
        <w:tab/>
        <w:t>1.013e0</w:t>
      </w:r>
    </w:p>
    <w:p w:rsidR="007B6A46" w:rsidRDefault="007B6A46" w:rsidP="007B6A46">
      <w:r>
        <w:t>331.6536</w:t>
      </w:r>
      <w:r>
        <w:tab/>
        <w:t>1.013e0</w:t>
      </w:r>
    </w:p>
    <w:p w:rsidR="007B6A46" w:rsidRDefault="007B6A46" w:rsidP="007B6A46">
      <w:r>
        <w:t>331.6859</w:t>
      </w:r>
      <w:r>
        <w:tab/>
        <w:t>2.025e0</w:t>
      </w:r>
    </w:p>
    <w:p w:rsidR="007B6A46" w:rsidRDefault="007B6A46" w:rsidP="007B6A46">
      <w:r>
        <w:t>331.6987</w:t>
      </w:r>
      <w:r>
        <w:tab/>
        <w:t>1.013e0</w:t>
      </w:r>
    </w:p>
    <w:p w:rsidR="007B6A46" w:rsidRDefault="007B6A46" w:rsidP="007B6A46">
      <w:r>
        <w:t>331.7225</w:t>
      </w:r>
      <w:r>
        <w:tab/>
        <w:t>1.013e0</w:t>
      </w:r>
    </w:p>
    <w:p w:rsidR="007B6A46" w:rsidRDefault="007B6A46" w:rsidP="007B6A46">
      <w:r>
        <w:t>331.7495</w:t>
      </w:r>
      <w:r>
        <w:tab/>
        <w:t>2.025e0</w:t>
      </w:r>
    </w:p>
    <w:p w:rsidR="007B6A46" w:rsidRDefault="007B6A46" w:rsidP="007B6A46">
      <w:r>
        <w:t>331.7676</w:t>
      </w:r>
      <w:r>
        <w:tab/>
        <w:t>1.013e0</w:t>
      </w:r>
    </w:p>
    <w:p w:rsidR="007B6A46" w:rsidRDefault="007B6A46" w:rsidP="007B6A46">
      <w:r>
        <w:t>331.7964</w:t>
      </w:r>
      <w:r>
        <w:tab/>
        <w:t>1.013e0</w:t>
      </w:r>
    </w:p>
    <w:p w:rsidR="007B6A46" w:rsidRDefault="007B6A46" w:rsidP="007B6A46">
      <w:r>
        <w:t>331.8209</w:t>
      </w:r>
      <w:r>
        <w:tab/>
        <w:t>1.013e0</w:t>
      </w:r>
    </w:p>
    <w:p w:rsidR="007B6A46" w:rsidRDefault="007B6A46" w:rsidP="007B6A46">
      <w:r>
        <w:t>331.8242</w:t>
      </w:r>
      <w:r>
        <w:tab/>
        <w:t>1.013e0</w:t>
      </w:r>
    </w:p>
    <w:p w:rsidR="007B6A46" w:rsidRDefault="007B6A46" w:rsidP="007B6A46">
      <w:r>
        <w:t>331.9258</w:t>
      </w:r>
      <w:r>
        <w:tab/>
        <w:t>3.038e0</w:t>
      </w:r>
    </w:p>
    <w:p w:rsidR="007B6A46" w:rsidRDefault="007B6A46" w:rsidP="007B6A46">
      <w:r>
        <w:t>331.9368</w:t>
      </w:r>
      <w:r>
        <w:tab/>
        <w:t>4.051e0</w:t>
      </w:r>
    </w:p>
    <w:p w:rsidR="007B6A46" w:rsidRDefault="007B6A46" w:rsidP="007B6A46">
      <w:r>
        <w:t>331.9494</w:t>
      </w:r>
      <w:r>
        <w:tab/>
        <w:t>3.038e0</w:t>
      </w:r>
    </w:p>
    <w:p w:rsidR="007B6A46" w:rsidRDefault="007B6A46" w:rsidP="007B6A46">
      <w:r>
        <w:t>331.9504</w:t>
      </w:r>
      <w:r>
        <w:tab/>
        <w:t>1.013e0</w:t>
      </w:r>
    </w:p>
    <w:p w:rsidR="007B6A46" w:rsidRDefault="007B6A46" w:rsidP="007B6A46">
      <w:r>
        <w:t>331.9764</w:t>
      </w:r>
      <w:r>
        <w:tab/>
        <w:t>3.038e0</w:t>
      </w:r>
    </w:p>
    <w:p w:rsidR="007B6A46" w:rsidRDefault="007B6A46" w:rsidP="007B6A46">
      <w:r>
        <w:t>331.9957</w:t>
      </w:r>
      <w:r>
        <w:tab/>
        <w:t>2.025e0</w:t>
      </w:r>
    </w:p>
    <w:p w:rsidR="007B6A46" w:rsidRDefault="007B6A46" w:rsidP="007B6A46">
      <w:r>
        <w:t>332.0185</w:t>
      </w:r>
      <w:r>
        <w:tab/>
        <w:t>1.013e0</w:t>
      </w:r>
    </w:p>
    <w:p w:rsidR="007B6A46" w:rsidRDefault="007B6A46" w:rsidP="007B6A46">
      <w:r>
        <w:lastRenderedPageBreak/>
        <w:t>332.0419</w:t>
      </w:r>
      <w:r>
        <w:tab/>
        <w:t>1.013e0</w:t>
      </w:r>
    </w:p>
    <w:p w:rsidR="007B6A46" w:rsidRDefault="007B6A46" w:rsidP="007B6A46">
      <w:r>
        <w:t>332.0522</w:t>
      </w:r>
      <w:r>
        <w:tab/>
        <w:t>1.013e0</w:t>
      </w:r>
    </w:p>
    <w:p w:rsidR="007B6A46" w:rsidRDefault="007B6A46" w:rsidP="007B6A46">
      <w:r>
        <w:t>332.0812</w:t>
      </w:r>
      <w:r>
        <w:tab/>
        <w:t>1.013e0</w:t>
      </w:r>
    </w:p>
    <w:p w:rsidR="007B6A46" w:rsidRDefault="007B6A46" w:rsidP="007B6A46">
      <w:r>
        <w:t>332.0847</w:t>
      </w:r>
      <w:r>
        <w:tab/>
        <w:t>1.013e0</w:t>
      </w:r>
    </w:p>
    <w:p w:rsidR="007B6A46" w:rsidRDefault="007B6A46" w:rsidP="007B6A46">
      <w:r>
        <w:t>332.1435</w:t>
      </w:r>
      <w:r>
        <w:tab/>
        <w:t>1.013e0</w:t>
      </w:r>
    </w:p>
    <w:p w:rsidR="007B6A46" w:rsidRDefault="007B6A46" w:rsidP="007B6A46">
      <w:r>
        <w:t>332.1710</w:t>
      </w:r>
      <w:r>
        <w:tab/>
        <w:t>3.038e0</w:t>
      </w:r>
    </w:p>
    <w:p w:rsidR="007B6A46" w:rsidRDefault="007B6A46" w:rsidP="007B6A46">
      <w:r>
        <w:t>332.1958</w:t>
      </w:r>
      <w:r>
        <w:tab/>
        <w:t>1.836e1</w:t>
      </w:r>
    </w:p>
    <w:p w:rsidR="007B6A46" w:rsidRDefault="007B6A46" w:rsidP="007B6A46">
      <w:r>
        <w:t>332.1989</w:t>
      </w:r>
      <w:r>
        <w:tab/>
        <w:t>2.062e1</w:t>
      </w:r>
    </w:p>
    <w:p w:rsidR="007B6A46" w:rsidRDefault="007B6A46" w:rsidP="007B6A46">
      <w:r>
        <w:t>332.2130</w:t>
      </w:r>
      <w:r>
        <w:tab/>
        <w:t>1.013e1</w:t>
      </w:r>
    </w:p>
    <w:p w:rsidR="007B6A46" w:rsidRDefault="007B6A46" w:rsidP="007B6A46">
      <w:r>
        <w:t>332.2428</w:t>
      </w:r>
      <w:r>
        <w:tab/>
        <w:t>2.025e0</w:t>
      </w:r>
    </w:p>
    <w:p w:rsidR="007B6A46" w:rsidRDefault="007B6A46" w:rsidP="007B6A46">
      <w:r>
        <w:t>332.2604</w:t>
      </w:r>
      <w:r>
        <w:tab/>
        <w:t>1.013e0</w:t>
      </w:r>
    </w:p>
    <w:p w:rsidR="007B6A46" w:rsidRDefault="007B6A46" w:rsidP="007B6A46">
      <w:r>
        <w:t>332.3087</w:t>
      </w:r>
      <w:r>
        <w:tab/>
        <w:t>1.013e0</w:t>
      </w:r>
    </w:p>
    <w:p w:rsidR="007B6A46" w:rsidRDefault="007B6A46" w:rsidP="007B6A46">
      <w:r>
        <w:t>332.3133</w:t>
      </w:r>
      <w:r>
        <w:tab/>
        <w:t>1.013e0</w:t>
      </w:r>
    </w:p>
    <w:p w:rsidR="007B6A46" w:rsidRDefault="007B6A46" w:rsidP="007B6A46">
      <w:r>
        <w:t>332.3253</w:t>
      </w:r>
      <w:r>
        <w:tab/>
        <w:t>2.025e0</w:t>
      </w:r>
    </w:p>
    <w:p w:rsidR="007B6A46" w:rsidRDefault="007B6A46" w:rsidP="007B6A46">
      <w:r>
        <w:t>332.3342</w:t>
      </w:r>
      <w:r>
        <w:tab/>
        <w:t>6.076e0</w:t>
      </w:r>
    </w:p>
    <w:p w:rsidR="007B6A46" w:rsidRDefault="007B6A46" w:rsidP="007B6A46">
      <w:r>
        <w:t>332.3377</w:t>
      </w:r>
      <w:r>
        <w:tab/>
        <w:t>3.038e0</w:t>
      </w:r>
    </w:p>
    <w:p w:rsidR="007B6A46" w:rsidRDefault="007B6A46" w:rsidP="007B6A46">
      <w:r>
        <w:t>332.3458</w:t>
      </w:r>
      <w:r>
        <w:tab/>
        <w:t>3.038e0</w:t>
      </w:r>
    </w:p>
    <w:p w:rsidR="007B6A46" w:rsidRDefault="007B6A46" w:rsidP="007B6A46">
      <w:r>
        <w:t>332.3581</w:t>
      </w:r>
      <w:r>
        <w:tab/>
        <w:t>1.013e0</w:t>
      </w:r>
    </w:p>
    <w:p w:rsidR="007B6A46" w:rsidRDefault="007B6A46" w:rsidP="007B6A46">
      <w:r>
        <w:t>332.3906</w:t>
      </w:r>
      <w:r>
        <w:tab/>
        <w:t>1.013e0</w:t>
      </w:r>
    </w:p>
    <w:p w:rsidR="007B6A46" w:rsidRDefault="007B6A46" w:rsidP="007B6A46">
      <w:r>
        <w:lastRenderedPageBreak/>
        <w:t>332.4192</w:t>
      </w:r>
      <w:r>
        <w:tab/>
        <w:t>1.013e0</w:t>
      </w:r>
    </w:p>
    <w:p w:rsidR="007B6A46" w:rsidRDefault="007B6A46" w:rsidP="007B6A46">
      <w:r>
        <w:t>332.4306</w:t>
      </w:r>
      <w:r>
        <w:tab/>
        <w:t>1.013e0</w:t>
      </w:r>
    </w:p>
    <w:p w:rsidR="007B6A46" w:rsidRDefault="007B6A46" w:rsidP="007B6A46">
      <w:r>
        <w:t>332.5128</w:t>
      </w:r>
      <w:r>
        <w:tab/>
        <w:t>2.025e0</w:t>
      </w:r>
    </w:p>
    <w:p w:rsidR="007B6A46" w:rsidRDefault="007B6A46" w:rsidP="007B6A46">
      <w:r>
        <w:t>332.5901</w:t>
      </w:r>
      <w:r>
        <w:tab/>
        <w:t>1.013e0</w:t>
      </w:r>
    </w:p>
    <w:p w:rsidR="007B6A46" w:rsidRDefault="007B6A46" w:rsidP="007B6A46">
      <w:r>
        <w:t>332.6056</w:t>
      </w:r>
      <w:r>
        <w:tab/>
        <w:t>2.025e0</w:t>
      </w:r>
    </w:p>
    <w:p w:rsidR="007B6A46" w:rsidRDefault="007B6A46" w:rsidP="007B6A46">
      <w:r>
        <w:t>332.6286</w:t>
      </w:r>
      <w:r>
        <w:tab/>
        <w:t>1.013e0</w:t>
      </w:r>
    </w:p>
    <w:p w:rsidR="007B6A46" w:rsidRDefault="007B6A46" w:rsidP="007B6A46">
      <w:r>
        <w:t>332.6630</w:t>
      </w:r>
      <w:r>
        <w:tab/>
        <w:t>1.013e0</w:t>
      </w:r>
    </w:p>
    <w:p w:rsidR="007B6A46" w:rsidRDefault="007B6A46" w:rsidP="007B6A46">
      <w:r>
        <w:t>332.6960</w:t>
      </w:r>
      <w:r>
        <w:tab/>
        <w:t>1.013e0</w:t>
      </w:r>
    </w:p>
    <w:p w:rsidR="007B6A46" w:rsidRDefault="007B6A46" w:rsidP="007B6A46">
      <w:r>
        <w:t>332.7364</w:t>
      </w:r>
      <w:r>
        <w:tab/>
        <w:t>2.025e0</w:t>
      </w:r>
    </w:p>
    <w:p w:rsidR="007B6A46" w:rsidRDefault="007B6A46" w:rsidP="007B6A46">
      <w:r>
        <w:t>332.7838</w:t>
      </w:r>
      <w:r>
        <w:tab/>
        <w:t>1.013e0</w:t>
      </w:r>
    </w:p>
    <w:p w:rsidR="007B6A46" w:rsidRDefault="007B6A46" w:rsidP="007B6A46">
      <w:r>
        <w:t>332.8501</w:t>
      </w:r>
      <w:r>
        <w:tab/>
        <w:t>1.013e0</w:t>
      </w:r>
    </w:p>
    <w:p w:rsidR="007B6A46" w:rsidRDefault="007B6A46" w:rsidP="007B6A46">
      <w:r>
        <w:t>332.8562</w:t>
      </w:r>
      <w:r>
        <w:tab/>
        <w:t>1.013e0</w:t>
      </w:r>
    </w:p>
    <w:p w:rsidR="007B6A46" w:rsidRDefault="007B6A46" w:rsidP="007B6A46">
      <w:r>
        <w:t>332.8752</w:t>
      </w:r>
      <w:r>
        <w:tab/>
        <w:t>1.013e0</w:t>
      </w:r>
    </w:p>
    <w:p w:rsidR="007B6A46" w:rsidRDefault="007B6A46" w:rsidP="007B6A46">
      <w:r>
        <w:t>332.9096</w:t>
      </w:r>
      <w:r>
        <w:tab/>
        <w:t>1.013e0</w:t>
      </w:r>
    </w:p>
    <w:p w:rsidR="007B6A46" w:rsidRDefault="007B6A46" w:rsidP="007B6A46">
      <w:r>
        <w:t>332.9335</w:t>
      </w:r>
      <w:r>
        <w:tab/>
        <w:t>1.013e0</w:t>
      </w:r>
    </w:p>
    <w:p w:rsidR="007B6A46" w:rsidRDefault="007B6A46" w:rsidP="007B6A46">
      <w:r>
        <w:t>332.9387</w:t>
      </w:r>
      <w:r>
        <w:tab/>
        <w:t>2.025e0</w:t>
      </w:r>
    </w:p>
    <w:p w:rsidR="007B6A46" w:rsidRDefault="007B6A46" w:rsidP="007B6A46">
      <w:r>
        <w:t>332.9770</w:t>
      </w:r>
      <w:r>
        <w:tab/>
        <w:t>1.013e0</w:t>
      </w:r>
    </w:p>
    <w:p w:rsidR="007B6A46" w:rsidRDefault="007B6A46" w:rsidP="007B6A46">
      <w:r>
        <w:t>333.0120</w:t>
      </w:r>
      <w:r>
        <w:tab/>
        <w:t>1.013e0</w:t>
      </w:r>
    </w:p>
    <w:p w:rsidR="007B6A46" w:rsidRDefault="007B6A46" w:rsidP="007B6A46">
      <w:r>
        <w:t>333.0158</w:t>
      </w:r>
      <w:r>
        <w:tab/>
        <w:t>2.025e0</w:t>
      </w:r>
    </w:p>
    <w:p w:rsidR="007B6A46" w:rsidRDefault="007B6A46" w:rsidP="007B6A46">
      <w:r>
        <w:lastRenderedPageBreak/>
        <w:t>333.0180</w:t>
      </w:r>
      <w:r>
        <w:tab/>
        <w:t>1.013e0</w:t>
      </w:r>
    </w:p>
    <w:p w:rsidR="007B6A46" w:rsidRDefault="007B6A46" w:rsidP="007B6A46">
      <w:r>
        <w:t>333.0294</w:t>
      </w:r>
      <w:r>
        <w:tab/>
        <w:t>1.013e0</w:t>
      </w:r>
    </w:p>
    <w:p w:rsidR="007B6A46" w:rsidRDefault="007B6A46" w:rsidP="007B6A46">
      <w:r>
        <w:t>333.0408</w:t>
      </w:r>
      <w:r>
        <w:tab/>
        <w:t>3.038e0</w:t>
      </w:r>
    </w:p>
    <w:p w:rsidR="007B6A46" w:rsidRDefault="007B6A46" w:rsidP="007B6A46">
      <w:r>
        <w:t>333.0543</w:t>
      </w:r>
      <w:r>
        <w:tab/>
        <w:t>1.013e0</w:t>
      </w:r>
    </w:p>
    <w:p w:rsidR="007B6A46" w:rsidRDefault="007B6A46" w:rsidP="007B6A46">
      <w:r>
        <w:t>333.0674</w:t>
      </w:r>
      <w:r>
        <w:tab/>
        <w:t>2.025e0</w:t>
      </w:r>
    </w:p>
    <w:p w:rsidR="007B6A46" w:rsidRDefault="007B6A46" w:rsidP="007B6A46">
      <w:r>
        <w:t>333.1198</w:t>
      </w:r>
      <w:r>
        <w:tab/>
        <w:t>1.013e0</w:t>
      </w:r>
    </w:p>
    <w:p w:rsidR="007B6A46" w:rsidRDefault="007B6A46" w:rsidP="007B6A46">
      <w:r>
        <w:t>333.1273</w:t>
      </w:r>
      <w:r>
        <w:tab/>
        <w:t>1.013e0</w:t>
      </w:r>
    </w:p>
    <w:p w:rsidR="007B6A46" w:rsidRDefault="007B6A46" w:rsidP="007B6A46">
      <w:r>
        <w:t>333.1375</w:t>
      </w:r>
      <w:r>
        <w:tab/>
        <w:t>2.025e0</w:t>
      </w:r>
    </w:p>
    <w:p w:rsidR="007B6A46" w:rsidRDefault="007B6A46" w:rsidP="007B6A46">
      <w:r>
        <w:t>333.1398</w:t>
      </w:r>
      <w:r>
        <w:tab/>
        <w:t>2.025e0</w:t>
      </w:r>
    </w:p>
    <w:p w:rsidR="007B6A46" w:rsidRDefault="007B6A46" w:rsidP="007B6A46">
      <w:r>
        <w:t>333.1603</w:t>
      </w:r>
      <w:r>
        <w:tab/>
        <w:t>2.025e0</w:t>
      </w:r>
    </w:p>
    <w:p w:rsidR="007B6A46" w:rsidRDefault="007B6A46" w:rsidP="007B6A46">
      <w:r>
        <w:t>333.1812</w:t>
      </w:r>
      <w:r>
        <w:tab/>
        <w:t>3.038e0</w:t>
      </w:r>
    </w:p>
    <w:p w:rsidR="007B6A46" w:rsidRDefault="007B6A46" w:rsidP="007B6A46">
      <w:r>
        <w:t>333.1870</w:t>
      </w:r>
      <w:r>
        <w:tab/>
        <w:t>5.063e0</w:t>
      </w:r>
    </w:p>
    <w:p w:rsidR="007B6A46" w:rsidRDefault="007B6A46" w:rsidP="007B6A46">
      <w:r>
        <w:t>333.1913</w:t>
      </w:r>
      <w:r>
        <w:tab/>
        <w:t>1.013e0</w:t>
      </w:r>
    </w:p>
    <w:p w:rsidR="007B6A46" w:rsidRDefault="007B6A46" w:rsidP="007B6A46">
      <w:r>
        <w:t>333.2090</w:t>
      </w:r>
      <w:r>
        <w:tab/>
        <w:t>2.025e0</w:t>
      </w:r>
    </w:p>
    <w:p w:rsidR="007B6A46" w:rsidRDefault="007B6A46" w:rsidP="007B6A46">
      <w:r>
        <w:t>333.2108</w:t>
      </w:r>
      <w:r>
        <w:tab/>
        <w:t>3.038e0</w:t>
      </w:r>
    </w:p>
    <w:p w:rsidR="007B6A46" w:rsidRDefault="007B6A46" w:rsidP="007B6A46">
      <w:r>
        <w:t>333.2195</w:t>
      </w:r>
      <w:r>
        <w:tab/>
        <w:t>8.101e0</w:t>
      </w:r>
    </w:p>
    <w:p w:rsidR="007B6A46" w:rsidRDefault="007B6A46" w:rsidP="007B6A46">
      <w:r>
        <w:t>333.2233</w:t>
      </w:r>
      <w:r>
        <w:tab/>
        <w:t>2.025e0</w:t>
      </w:r>
    </w:p>
    <w:p w:rsidR="007B6A46" w:rsidRDefault="007B6A46" w:rsidP="007B6A46">
      <w:r>
        <w:t>333.2495</w:t>
      </w:r>
      <w:r>
        <w:tab/>
        <w:t>2.025e0</w:t>
      </w:r>
    </w:p>
    <w:p w:rsidR="007B6A46" w:rsidRDefault="007B6A46" w:rsidP="007B6A46">
      <w:r>
        <w:t>333.2632</w:t>
      </w:r>
      <w:r>
        <w:tab/>
        <w:t>1.013e0</w:t>
      </w:r>
    </w:p>
    <w:p w:rsidR="007B6A46" w:rsidRDefault="007B6A46" w:rsidP="007B6A46">
      <w:r>
        <w:lastRenderedPageBreak/>
        <w:t>333.2825</w:t>
      </w:r>
      <w:r>
        <w:tab/>
        <w:t>1.013e0</w:t>
      </w:r>
    </w:p>
    <w:p w:rsidR="007B6A46" w:rsidRDefault="007B6A46" w:rsidP="007B6A46">
      <w:r>
        <w:t>333.2927</w:t>
      </w:r>
      <w:r>
        <w:tab/>
        <w:t>2.025e0</w:t>
      </w:r>
    </w:p>
    <w:p w:rsidR="007B6A46" w:rsidRDefault="007B6A46" w:rsidP="007B6A46">
      <w:r>
        <w:t>333.3352</w:t>
      </w:r>
      <w:r>
        <w:tab/>
        <w:t>1.013e0</w:t>
      </w:r>
    </w:p>
    <w:p w:rsidR="007B6A46" w:rsidRDefault="007B6A46" w:rsidP="007B6A46">
      <w:r>
        <w:t>333.3714</w:t>
      </w:r>
      <w:r>
        <w:tab/>
        <w:t>2.025e0</w:t>
      </w:r>
    </w:p>
    <w:p w:rsidR="007B6A46" w:rsidRDefault="007B6A46" w:rsidP="007B6A46">
      <w:r>
        <w:t>333.5311</w:t>
      </w:r>
      <w:r>
        <w:tab/>
        <w:t>1.013e0</w:t>
      </w:r>
    </w:p>
    <w:p w:rsidR="007B6A46" w:rsidRDefault="007B6A46" w:rsidP="007B6A46">
      <w:r>
        <w:t>333.5517</w:t>
      </w:r>
      <w:r>
        <w:tab/>
        <w:t>1.013e0</w:t>
      </w:r>
    </w:p>
    <w:p w:rsidR="007B6A46" w:rsidRDefault="007B6A46" w:rsidP="007B6A46">
      <w:r>
        <w:t>333.5597</w:t>
      </w:r>
      <w:r>
        <w:tab/>
        <w:t>1.013e0</w:t>
      </w:r>
    </w:p>
    <w:p w:rsidR="007B6A46" w:rsidRDefault="007B6A46" w:rsidP="007B6A46">
      <w:r>
        <w:t>333.6177</w:t>
      </w:r>
      <w:r>
        <w:tab/>
        <w:t>1.013e0</w:t>
      </w:r>
    </w:p>
    <w:p w:rsidR="007B6A46" w:rsidRDefault="007B6A46" w:rsidP="007B6A46">
      <w:r>
        <w:t>333.6324</w:t>
      </w:r>
      <w:r>
        <w:tab/>
        <w:t>2.025e0</w:t>
      </w:r>
    </w:p>
    <w:p w:rsidR="007B6A46" w:rsidRDefault="007B6A46" w:rsidP="007B6A46">
      <w:r>
        <w:t>333.6477</w:t>
      </w:r>
      <w:r>
        <w:tab/>
        <w:t>1.013e0</w:t>
      </w:r>
    </w:p>
    <w:p w:rsidR="007B6A46" w:rsidRDefault="007B6A46" w:rsidP="007B6A46">
      <w:r>
        <w:t>333.6778</w:t>
      </w:r>
      <w:r>
        <w:tab/>
        <w:t>2.025e0</w:t>
      </w:r>
    </w:p>
    <w:p w:rsidR="007B6A46" w:rsidRDefault="007B6A46" w:rsidP="007B6A46">
      <w:r>
        <w:t>333.6860</w:t>
      </w:r>
      <w:r>
        <w:tab/>
        <w:t>1.013e0</w:t>
      </w:r>
    </w:p>
    <w:p w:rsidR="007B6A46" w:rsidRDefault="007B6A46" w:rsidP="007B6A46">
      <w:r>
        <w:t>333.7438</w:t>
      </w:r>
      <w:r>
        <w:tab/>
        <w:t>1.013e0</w:t>
      </w:r>
    </w:p>
    <w:p w:rsidR="007B6A46" w:rsidRDefault="007B6A46" w:rsidP="007B6A46">
      <w:r>
        <w:t>333.7673</w:t>
      </w:r>
      <w:r>
        <w:tab/>
        <w:t>1.013e0</w:t>
      </w:r>
    </w:p>
    <w:p w:rsidR="007B6A46" w:rsidRDefault="007B6A46" w:rsidP="007B6A46">
      <w:r>
        <w:t>333.7838</w:t>
      </w:r>
      <w:r>
        <w:tab/>
        <w:t>1.013e0</w:t>
      </w:r>
    </w:p>
    <w:p w:rsidR="007B6A46" w:rsidRDefault="007B6A46" w:rsidP="007B6A46">
      <w:r>
        <w:t>333.8123</w:t>
      </w:r>
      <w:r>
        <w:tab/>
        <w:t>1.013e0</w:t>
      </w:r>
    </w:p>
    <w:p w:rsidR="007B6A46" w:rsidRDefault="007B6A46" w:rsidP="007B6A46">
      <w:r>
        <w:t>333.8362</w:t>
      </w:r>
      <w:r>
        <w:tab/>
        <w:t>1.013e0</w:t>
      </w:r>
    </w:p>
    <w:p w:rsidR="007B6A46" w:rsidRDefault="007B6A46" w:rsidP="007B6A46">
      <w:r>
        <w:t>333.8402</w:t>
      </w:r>
      <w:r>
        <w:tab/>
        <w:t>1.013e0</w:t>
      </w:r>
    </w:p>
    <w:p w:rsidR="007B6A46" w:rsidRDefault="007B6A46" w:rsidP="007B6A46">
      <w:r>
        <w:t>333.8783</w:t>
      </w:r>
      <w:r>
        <w:tab/>
        <w:t>2.025e0</w:t>
      </w:r>
    </w:p>
    <w:p w:rsidR="007B6A46" w:rsidRDefault="007B6A46" w:rsidP="007B6A46">
      <w:r>
        <w:lastRenderedPageBreak/>
        <w:t>333.8851</w:t>
      </w:r>
      <w:r>
        <w:tab/>
        <w:t>1.013e0</w:t>
      </w:r>
    </w:p>
    <w:p w:rsidR="007B6A46" w:rsidRDefault="007B6A46" w:rsidP="007B6A46">
      <w:r>
        <w:t>333.8994</w:t>
      </w:r>
      <w:r>
        <w:tab/>
        <w:t>1.013e0</w:t>
      </w:r>
    </w:p>
    <w:p w:rsidR="007B6A46" w:rsidRDefault="007B6A46" w:rsidP="007B6A46">
      <w:r>
        <w:t>333.9264</w:t>
      </w:r>
      <w:r>
        <w:tab/>
        <w:t>2.025e0</w:t>
      </w:r>
    </w:p>
    <w:p w:rsidR="007B6A46" w:rsidRDefault="007B6A46" w:rsidP="007B6A46">
      <w:r>
        <w:t>333.9510</w:t>
      </w:r>
      <w:r>
        <w:tab/>
        <w:t>2.025e0</w:t>
      </w:r>
    </w:p>
    <w:p w:rsidR="007B6A46" w:rsidRDefault="007B6A46" w:rsidP="007B6A46">
      <w:r>
        <w:t>333.9727</w:t>
      </w:r>
      <w:r>
        <w:tab/>
        <w:t>2.025e0</w:t>
      </w:r>
    </w:p>
    <w:p w:rsidR="007B6A46" w:rsidRDefault="007B6A46" w:rsidP="007B6A46">
      <w:r>
        <w:t>333.9961</w:t>
      </w:r>
      <w:r>
        <w:tab/>
        <w:t>1.013e0</w:t>
      </w:r>
    </w:p>
    <w:p w:rsidR="007B6A46" w:rsidRDefault="007B6A46" w:rsidP="007B6A46">
      <w:r>
        <w:t>334.0256</w:t>
      </w:r>
      <w:r>
        <w:tab/>
        <w:t>1.013e0</w:t>
      </w:r>
    </w:p>
    <w:p w:rsidR="007B6A46" w:rsidRDefault="007B6A46" w:rsidP="007B6A46">
      <w:r>
        <w:t>334.0321</w:t>
      </w:r>
      <w:r>
        <w:tab/>
        <w:t>1.013e0</w:t>
      </w:r>
    </w:p>
    <w:p w:rsidR="007B6A46" w:rsidRDefault="007B6A46" w:rsidP="007B6A46">
      <w:r>
        <w:t>334.0562</w:t>
      </w:r>
      <w:r>
        <w:tab/>
        <w:t>1.013e0</w:t>
      </w:r>
    </w:p>
    <w:p w:rsidR="007B6A46" w:rsidRDefault="007B6A46" w:rsidP="007B6A46">
      <w:r>
        <w:t>334.0850</w:t>
      </w:r>
      <w:r>
        <w:tab/>
        <w:t>1.013e0</w:t>
      </w:r>
    </w:p>
    <w:p w:rsidR="007B6A46" w:rsidRDefault="007B6A46" w:rsidP="007B6A46">
      <w:r>
        <w:t>334.1101</w:t>
      </w:r>
      <w:r>
        <w:tab/>
        <w:t>1.013e0</w:t>
      </w:r>
    </w:p>
    <w:p w:rsidR="007B6A46" w:rsidRDefault="007B6A46" w:rsidP="007B6A46">
      <w:r>
        <w:t>334.1436</w:t>
      </w:r>
      <w:r>
        <w:tab/>
        <w:t>2.025e0</w:t>
      </w:r>
    </w:p>
    <w:p w:rsidR="007B6A46" w:rsidRDefault="007B6A46" w:rsidP="007B6A46">
      <w:r>
        <w:t>334.1546</w:t>
      </w:r>
      <w:r>
        <w:tab/>
        <w:t>3.038e0</w:t>
      </w:r>
    </w:p>
    <w:p w:rsidR="007B6A46" w:rsidRDefault="007B6A46" w:rsidP="007B6A46">
      <w:r>
        <w:t>334.1595</w:t>
      </w:r>
      <w:r>
        <w:tab/>
        <w:t>3.038e0</w:t>
      </w:r>
    </w:p>
    <w:p w:rsidR="007B6A46" w:rsidRDefault="007B6A46" w:rsidP="007B6A46">
      <w:r>
        <w:t>334.1708</w:t>
      </w:r>
      <w:r>
        <w:tab/>
        <w:t>1.013e0</w:t>
      </w:r>
    </w:p>
    <w:p w:rsidR="007B6A46" w:rsidRDefault="007B6A46" w:rsidP="007B6A46">
      <w:r>
        <w:t>334.2055</w:t>
      </w:r>
      <w:r>
        <w:tab/>
        <w:t>4.747e0</w:t>
      </w:r>
    </w:p>
    <w:p w:rsidR="007B6A46" w:rsidRDefault="007B6A46" w:rsidP="007B6A46">
      <w:r>
        <w:t>334.2204</w:t>
      </w:r>
      <w:r>
        <w:tab/>
        <w:t>3.038e0</w:t>
      </w:r>
    </w:p>
    <w:p w:rsidR="007B6A46" w:rsidRDefault="007B6A46" w:rsidP="007B6A46">
      <w:r>
        <w:t>334.2262</w:t>
      </w:r>
      <w:r>
        <w:tab/>
        <w:t>2.025e0</w:t>
      </w:r>
    </w:p>
    <w:p w:rsidR="007B6A46" w:rsidRDefault="007B6A46" w:rsidP="007B6A46">
      <w:r>
        <w:t>334.2439</w:t>
      </w:r>
      <w:r>
        <w:tab/>
        <w:t>1.013e0</w:t>
      </w:r>
    </w:p>
    <w:p w:rsidR="007B6A46" w:rsidRDefault="007B6A46" w:rsidP="007B6A46">
      <w:r>
        <w:lastRenderedPageBreak/>
        <w:t>334.2564</w:t>
      </w:r>
      <w:r>
        <w:tab/>
        <w:t>2.025e0</w:t>
      </w:r>
    </w:p>
    <w:p w:rsidR="007B6A46" w:rsidRDefault="007B6A46" w:rsidP="007B6A46">
      <w:r>
        <w:t>334.2661</w:t>
      </w:r>
      <w:r>
        <w:tab/>
        <w:t>5.063e0</w:t>
      </w:r>
    </w:p>
    <w:p w:rsidR="007B6A46" w:rsidRDefault="007B6A46" w:rsidP="007B6A46">
      <w:r>
        <w:t>334.2928</w:t>
      </w:r>
      <w:r>
        <w:tab/>
        <w:t>1.013e0</w:t>
      </w:r>
    </w:p>
    <w:p w:rsidR="007B6A46" w:rsidRDefault="007B6A46" w:rsidP="007B6A46">
      <w:r>
        <w:t>334.3154</w:t>
      </w:r>
      <w:r>
        <w:tab/>
        <w:t>2.025e0</w:t>
      </w:r>
    </w:p>
    <w:p w:rsidR="007B6A46" w:rsidRDefault="007B6A46" w:rsidP="007B6A46">
      <w:r>
        <w:t>334.3267</w:t>
      </w:r>
      <w:r>
        <w:tab/>
        <w:t>1.013e0</w:t>
      </w:r>
    </w:p>
    <w:p w:rsidR="007B6A46" w:rsidRDefault="007B6A46" w:rsidP="007B6A46">
      <w:r>
        <w:t>334.3315</w:t>
      </w:r>
      <w:r>
        <w:tab/>
        <w:t>2.025e0</w:t>
      </w:r>
    </w:p>
    <w:p w:rsidR="007B6A46" w:rsidRDefault="007B6A46" w:rsidP="007B6A46">
      <w:r>
        <w:t>334.3568</w:t>
      </w:r>
      <w:r>
        <w:tab/>
        <w:t>1.013e0</w:t>
      </w:r>
    </w:p>
    <w:p w:rsidR="007B6A46" w:rsidRDefault="007B6A46" w:rsidP="007B6A46">
      <w:r>
        <w:t>334.4157</w:t>
      </w:r>
      <w:r>
        <w:tab/>
        <w:t>1.013e0</w:t>
      </w:r>
    </w:p>
    <w:p w:rsidR="007B6A46" w:rsidRDefault="007B6A46" w:rsidP="007B6A46">
      <w:r>
        <w:t>334.4280</w:t>
      </w:r>
      <w:r>
        <w:tab/>
        <w:t>2.025e0</w:t>
      </w:r>
    </w:p>
    <w:p w:rsidR="007B6A46" w:rsidRDefault="007B6A46" w:rsidP="007B6A46">
      <w:r>
        <w:t>334.4482</w:t>
      </w:r>
      <w:r>
        <w:tab/>
        <w:t>1.013e0</w:t>
      </w:r>
    </w:p>
    <w:p w:rsidR="007B6A46" w:rsidRDefault="007B6A46" w:rsidP="007B6A46">
      <w:r>
        <w:t>334.4629</w:t>
      </w:r>
      <w:r>
        <w:tab/>
        <w:t>4.051e0</w:t>
      </w:r>
    </w:p>
    <w:p w:rsidR="007B6A46" w:rsidRDefault="007B6A46" w:rsidP="007B6A46">
      <w:r>
        <w:t>334.5428</w:t>
      </w:r>
      <w:r>
        <w:tab/>
        <w:t>2.025e0</w:t>
      </w:r>
    </w:p>
    <w:p w:rsidR="007B6A46" w:rsidRDefault="007B6A46" w:rsidP="007B6A46">
      <w:r>
        <w:t>334.5991</w:t>
      </w:r>
      <w:r>
        <w:tab/>
        <w:t>1.013e0</w:t>
      </w:r>
    </w:p>
    <w:p w:rsidR="007B6A46" w:rsidRDefault="007B6A46" w:rsidP="007B6A46">
      <w:r>
        <w:t>334.6760</w:t>
      </w:r>
      <w:r>
        <w:tab/>
        <w:t>1.013e0</w:t>
      </w:r>
    </w:p>
    <w:p w:rsidR="007B6A46" w:rsidRDefault="007B6A46" w:rsidP="007B6A46">
      <w:r>
        <w:t>334.6817</w:t>
      </w:r>
      <w:r>
        <w:tab/>
        <w:t>1.013e0</w:t>
      </w:r>
    </w:p>
    <w:p w:rsidR="007B6A46" w:rsidRDefault="007B6A46" w:rsidP="007B6A46">
      <w:r>
        <w:t>334.7135</w:t>
      </w:r>
      <w:r>
        <w:tab/>
        <w:t>2.025e0</w:t>
      </w:r>
    </w:p>
    <w:p w:rsidR="007B6A46" w:rsidRDefault="007B6A46" w:rsidP="007B6A46">
      <w:r>
        <w:t>334.7214</w:t>
      </w:r>
      <w:r>
        <w:tab/>
        <w:t>1.013e0</w:t>
      </w:r>
    </w:p>
    <w:p w:rsidR="007B6A46" w:rsidRDefault="007B6A46" w:rsidP="007B6A46">
      <w:r>
        <w:t>334.7419</w:t>
      </w:r>
      <w:r>
        <w:tab/>
        <w:t>1.013e0</w:t>
      </w:r>
    </w:p>
    <w:p w:rsidR="007B6A46" w:rsidRDefault="007B6A46" w:rsidP="007B6A46">
      <w:r>
        <w:t>334.8520</w:t>
      </w:r>
      <w:r>
        <w:tab/>
        <w:t>1.013e0</w:t>
      </w:r>
    </w:p>
    <w:p w:rsidR="007B6A46" w:rsidRDefault="007B6A46" w:rsidP="007B6A46">
      <w:r>
        <w:lastRenderedPageBreak/>
        <w:t>334.9214</w:t>
      </w:r>
      <w:r>
        <w:tab/>
        <w:t>2.025e0</w:t>
      </w:r>
    </w:p>
    <w:p w:rsidR="007B6A46" w:rsidRDefault="007B6A46" w:rsidP="007B6A46">
      <w:r>
        <w:t>334.9288</w:t>
      </w:r>
      <w:r>
        <w:tab/>
        <w:t>1.013e0</w:t>
      </w:r>
    </w:p>
    <w:p w:rsidR="007B6A46" w:rsidRDefault="007B6A46" w:rsidP="007B6A46">
      <w:r>
        <w:t>334.9647</w:t>
      </w:r>
      <w:r>
        <w:tab/>
        <w:t>1.013e0</w:t>
      </w:r>
    </w:p>
    <w:p w:rsidR="007B6A46" w:rsidRDefault="007B6A46" w:rsidP="007B6A46">
      <w:r>
        <w:t>334.9888</w:t>
      </w:r>
      <w:r>
        <w:tab/>
        <w:t>1.013e0</w:t>
      </w:r>
    </w:p>
    <w:p w:rsidR="007B6A46" w:rsidRDefault="007B6A46" w:rsidP="007B6A46">
      <w:r>
        <w:t>335.0723</w:t>
      </w:r>
      <w:r>
        <w:tab/>
        <w:t>1.013e0</w:t>
      </w:r>
    </w:p>
    <w:p w:rsidR="007B6A46" w:rsidRDefault="007B6A46" w:rsidP="007B6A46">
      <w:r>
        <w:t>335.1154</w:t>
      </w:r>
      <w:r>
        <w:tab/>
        <w:t>1.013e0</w:t>
      </w:r>
    </w:p>
    <w:p w:rsidR="007B6A46" w:rsidRDefault="007B6A46" w:rsidP="007B6A46">
      <w:r>
        <w:t>335.1252</w:t>
      </w:r>
      <w:r>
        <w:tab/>
        <w:t>2.025e0</w:t>
      </w:r>
    </w:p>
    <w:p w:rsidR="007B6A46" w:rsidRDefault="007B6A46" w:rsidP="007B6A46">
      <w:r>
        <w:t>335.1389</w:t>
      </w:r>
      <w:r>
        <w:tab/>
        <w:t>1.013e0</w:t>
      </w:r>
    </w:p>
    <w:p w:rsidR="007B6A46" w:rsidRDefault="007B6A46" w:rsidP="007B6A46">
      <w:r>
        <w:t>335.1696</w:t>
      </w:r>
      <w:r>
        <w:tab/>
        <w:t>1.013e0</w:t>
      </w:r>
    </w:p>
    <w:p w:rsidR="007B6A46" w:rsidRDefault="007B6A46" w:rsidP="007B6A46">
      <w:r>
        <w:t>335.1937</w:t>
      </w:r>
      <w:r>
        <w:tab/>
        <w:t>1.013e0</w:t>
      </w:r>
    </w:p>
    <w:p w:rsidR="007B6A46" w:rsidRDefault="007B6A46" w:rsidP="007B6A46">
      <w:r>
        <w:t>335.2118</w:t>
      </w:r>
      <w:r>
        <w:tab/>
        <w:t>1.013e0</w:t>
      </w:r>
    </w:p>
    <w:p w:rsidR="007B6A46" w:rsidRDefault="007B6A46" w:rsidP="007B6A46">
      <w:r>
        <w:t>335.2178</w:t>
      </w:r>
      <w:r>
        <w:tab/>
        <w:t>1.013e0</w:t>
      </w:r>
    </w:p>
    <w:p w:rsidR="007B6A46" w:rsidRDefault="007B6A46" w:rsidP="007B6A46">
      <w:r>
        <w:t>335.2228</w:t>
      </w:r>
      <w:r>
        <w:tab/>
        <w:t>1.013e0</w:t>
      </w:r>
    </w:p>
    <w:p w:rsidR="007B6A46" w:rsidRDefault="007B6A46" w:rsidP="007B6A46">
      <w:r>
        <w:t>335.2419</w:t>
      </w:r>
      <w:r>
        <w:tab/>
        <w:t>1.013e0</w:t>
      </w:r>
    </w:p>
    <w:p w:rsidR="007B6A46" w:rsidRDefault="007B6A46" w:rsidP="007B6A46">
      <w:r>
        <w:t>335.2496</w:t>
      </w:r>
      <w:r>
        <w:tab/>
        <w:t>3.038e0</w:t>
      </w:r>
    </w:p>
    <w:p w:rsidR="007B6A46" w:rsidRDefault="007B6A46" w:rsidP="007B6A46">
      <w:r>
        <w:t>335.2610</w:t>
      </w:r>
      <w:r>
        <w:tab/>
        <w:t>2.025e0</w:t>
      </w:r>
    </w:p>
    <w:p w:rsidR="007B6A46" w:rsidRDefault="007B6A46" w:rsidP="007B6A46">
      <w:r>
        <w:t>335.3048</w:t>
      </w:r>
      <w:r>
        <w:tab/>
        <w:t>1.013e0</w:t>
      </w:r>
    </w:p>
    <w:p w:rsidR="007B6A46" w:rsidRDefault="007B6A46" w:rsidP="007B6A46">
      <w:r>
        <w:t>335.3498</w:t>
      </w:r>
      <w:r>
        <w:tab/>
        <w:t>1.013e0</w:t>
      </w:r>
    </w:p>
    <w:p w:rsidR="007B6A46" w:rsidRDefault="007B6A46" w:rsidP="007B6A46">
      <w:r>
        <w:t>335.4068</w:t>
      </w:r>
      <w:r>
        <w:tab/>
        <w:t>1.013e0</w:t>
      </w:r>
    </w:p>
    <w:p w:rsidR="007B6A46" w:rsidRDefault="007B6A46" w:rsidP="007B6A46">
      <w:r>
        <w:lastRenderedPageBreak/>
        <w:t>335.4464</w:t>
      </w:r>
      <w:r>
        <w:tab/>
        <w:t>2.025e0</w:t>
      </w:r>
    </w:p>
    <w:p w:rsidR="007B6A46" w:rsidRDefault="007B6A46" w:rsidP="007B6A46">
      <w:r>
        <w:t>335.4651</w:t>
      </w:r>
      <w:r>
        <w:tab/>
        <w:t>1.013e0</w:t>
      </w:r>
    </w:p>
    <w:p w:rsidR="007B6A46" w:rsidRDefault="007B6A46" w:rsidP="007B6A46">
      <w:r>
        <w:t>335.4947</w:t>
      </w:r>
      <w:r>
        <w:tab/>
        <w:t>1.013e0</w:t>
      </w:r>
    </w:p>
    <w:p w:rsidR="007B6A46" w:rsidRDefault="007B6A46" w:rsidP="007B6A46">
      <w:r>
        <w:t>335.5133</w:t>
      </w:r>
      <w:r>
        <w:tab/>
        <w:t>2.025e0</w:t>
      </w:r>
    </w:p>
    <w:p w:rsidR="007B6A46" w:rsidRDefault="007B6A46" w:rsidP="007B6A46">
      <w:r>
        <w:t>335.6027</w:t>
      </w:r>
      <w:r>
        <w:tab/>
        <w:t>1.013e0</w:t>
      </w:r>
    </w:p>
    <w:p w:rsidR="007B6A46" w:rsidRDefault="007B6A46" w:rsidP="007B6A46">
      <w:r>
        <w:t>335.6571</w:t>
      </w:r>
      <w:r>
        <w:tab/>
        <w:t>2.025e0</w:t>
      </w:r>
    </w:p>
    <w:p w:rsidR="007B6A46" w:rsidRDefault="007B6A46" w:rsidP="007B6A46">
      <w:r>
        <w:t>335.6597</w:t>
      </w:r>
      <w:r>
        <w:tab/>
        <w:t>1.013e0</w:t>
      </w:r>
    </w:p>
    <w:p w:rsidR="007B6A46" w:rsidRDefault="007B6A46" w:rsidP="007B6A46">
      <w:r>
        <w:t>335.6999</w:t>
      </w:r>
      <w:r>
        <w:tab/>
        <w:t>1.013e0</w:t>
      </w:r>
    </w:p>
    <w:p w:rsidR="007B6A46" w:rsidRDefault="007B6A46" w:rsidP="007B6A46">
      <w:r>
        <w:t>335.7571</w:t>
      </w:r>
      <w:r>
        <w:tab/>
        <w:t>1.013e0</w:t>
      </w:r>
    </w:p>
    <w:p w:rsidR="007B6A46" w:rsidRDefault="007B6A46" w:rsidP="007B6A46">
      <w:r>
        <w:t>335.8151</w:t>
      </w:r>
      <w:r>
        <w:tab/>
        <w:t>1.013e0</w:t>
      </w:r>
    </w:p>
    <w:p w:rsidR="007B6A46" w:rsidRDefault="007B6A46" w:rsidP="007B6A46">
      <w:r>
        <w:t>335.8350</w:t>
      </w:r>
      <w:r>
        <w:tab/>
        <w:t>2.025e0</w:t>
      </w:r>
    </w:p>
    <w:p w:rsidR="007B6A46" w:rsidRDefault="007B6A46" w:rsidP="007B6A46">
      <w:r>
        <w:t>335.8635</w:t>
      </w:r>
      <w:r>
        <w:tab/>
        <w:t>1.013e0</w:t>
      </w:r>
    </w:p>
    <w:p w:rsidR="007B6A46" w:rsidRDefault="007B6A46" w:rsidP="007B6A46">
      <w:r>
        <w:t>335.9332</w:t>
      </w:r>
      <w:r>
        <w:tab/>
        <w:t>1.013e0</w:t>
      </w:r>
    </w:p>
    <w:p w:rsidR="007B6A46" w:rsidRDefault="007B6A46" w:rsidP="007B6A46">
      <w:r>
        <w:t>335.9716</w:t>
      </w:r>
      <w:r>
        <w:tab/>
        <w:t>1.013e0</w:t>
      </w:r>
    </w:p>
    <w:p w:rsidR="007B6A46" w:rsidRDefault="007B6A46" w:rsidP="007B6A46">
      <w:r>
        <w:t>335.9902</w:t>
      </w:r>
      <w:r>
        <w:tab/>
        <w:t>1.013e0</w:t>
      </w:r>
    </w:p>
    <w:p w:rsidR="007B6A46" w:rsidRDefault="007B6A46" w:rsidP="007B6A46">
      <w:r>
        <w:t>335.9947</w:t>
      </w:r>
      <w:r>
        <w:tab/>
        <w:t>2.025e0</w:t>
      </w:r>
    </w:p>
    <w:p w:rsidR="007B6A46" w:rsidRDefault="007B6A46" w:rsidP="007B6A46">
      <w:r>
        <w:t>336.0061</w:t>
      </w:r>
      <w:r>
        <w:tab/>
        <w:t>1.013e0</w:t>
      </w:r>
    </w:p>
    <w:p w:rsidR="007B6A46" w:rsidRDefault="007B6A46" w:rsidP="007B6A46">
      <w:r>
        <w:t>336.0743</w:t>
      </w:r>
      <w:r>
        <w:tab/>
        <w:t>1.013e0</w:t>
      </w:r>
    </w:p>
    <w:p w:rsidR="007B6A46" w:rsidRDefault="007B6A46" w:rsidP="007B6A46">
      <w:r>
        <w:t>336.0836</w:t>
      </w:r>
      <w:r>
        <w:tab/>
        <w:t>1.013e0</w:t>
      </w:r>
    </w:p>
    <w:p w:rsidR="007B6A46" w:rsidRDefault="007B6A46" w:rsidP="007B6A46">
      <w:r>
        <w:lastRenderedPageBreak/>
        <w:t>336.1413</w:t>
      </w:r>
      <w:r>
        <w:tab/>
        <w:t>1.013e0</w:t>
      </w:r>
    </w:p>
    <w:p w:rsidR="007B6A46" w:rsidRDefault="007B6A46" w:rsidP="007B6A46">
      <w:r>
        <w:t>336.1794</w:t>
      </w:r>
      <w:r>
        <w:tab/>
        <w:t>2.025e0</w:t>
      </w:r>
    </w:p>
    <w:p w:rsidR="007B6A46" w:rsidRDefault="007B6A46" w:rsidP="007B6A46">
      <w:r>
        <w:t>336.2017</w:t>
      </w:r>
      <w:r>
        <w:tab/>
        <w:t>1.013e0</w:t>
      </w:r>
    </w:p>
    <w:p w:rsidR="007B6A46" w:rsidRDefault="007B6A46" w:rsidP="007B6A46">
      <w:r>
        <w:t>336.2347</w:t>
      </w:r>
      <w:r>
        <w:tab/>
        <w:t>1.013e0</w:t>
      </w:r>
    </w:p>
    <w:p w:rsidR="007B6A46" w:rsidRDefault="007B6A46" w:rsidP="007B6A46">
      <w:r>
        <w:t>336.2393</w:t>
      </w:r>
      <w:r>
        <w:tab/>
        <w:t>1.013e0</w:t>
      </w:r>
    </w:p>
    <w:p w:rsidR="007B6A46" w:rsidRDefault="007B6A46" w:rsidP="007B6A46">
      <w:r>
        <w:t>336.2842</w:t>
      </w:r>
      <w:r>
        <w:tab/>
        <w:t>1.123e0</w:t>
      </w:r>
    </w:p>
    <w:p w:rsidR="007B6A46" w:rsidRDefault="007B6A46" w:rsidP="007B6A46">
      <w:r>
        <w:t>336.2898</w:t>
      </w:r>
      <w:r>
        <w:tab/>
        <w:t>2.025e0</w:t>
      </w:r>
    </w:p>
    <w:p w:rsidR="007B6A46" w:rsidRDefault="007B6A46" w:rsidP="007B6A46">
      <w:r>
        <w:t>336.2985</w:t>
      </w:r>
      <w:r>
        <w:tab/>
        <w:t>2.025e0</w:t>
      </w:r>
    </w:p>
    <w:p w:rsidR="007B6A46" w:rsidRDefault="007B6A46" w:rsidP="007B6A46">
      <w:r>
        <w:t>336.3045</w:t>
      </w:r>
      <w:r>
        <w:tab/>
        <w:t>1.013e0</w:t>
      </w:r>
    </w:p>
    <w:p w:rsidR="007B6A46" w:rsidRDefault="007B6A46" w:rsidP="007B6A46">
      <w:r>
        <w:t>336.3073</w:t>
      </w:r>
      <w:r>
        <w:tab/>
        <w:t>5.379e0</w:t>
      </w:r>
    </w:p>
    <w:p w:rsidR="007B6A46" w:rsidRDefault="007B6A46" w:rsidP="007B6A46">
      <w:r>
        <w:t>336.3289</w:t>
      </w:r>
      <w:r>
        <w:tab/>
        <w:t>2.025e0</w:t>
      </w:r>
    </w:p>
    <w:p w:rsidR="007B6A46" w:rsidRDefault="007B6A46" w:rsidP="007B6A46">
      <w:r>
        <w:t>336.3373</w:t>
      </w:r>
      <w:r>
        <w:tab/>
        <w:t>1.013e0</w:t>
      </w:r>
    </w:p>
    <w:p w:rsidR="007B6A46" w:rsidRDefault="007B6A46" w:rsidP="007B6A46">
      <w:r>
        <w:t>336.3407</w:t>
      </w:r>
      <w:r>
        <w:tab/>
        <w:t>1.013e0</w:t>
      </w:r>
    </w:p>
    <w:p w:rsidR="007B6A46" w:rsidRDefault="007B6A46" w:rsidP="007B6A46">
      <w:r>
        <w:t>336.3579</w:t>
      </w:r>
      <w:r>
        <w:tab/>
        <w:t>2.025e0</w:t>
      </w:r>
    </w:p>
    <w:p w:rsidR="007B6A46" w:rsidRDefault="007B6A46" w:rsidP="007B6A46">
      <w:r>
        <w:t>336.4394</w:t>
      </w:r>
      <w:r>
        <w:tab/>
        <w:t>1.013e0</w:t>
      </w:r>
    </w:p>
    <w:p w:rsidR="007B6A46" w:rsidRDefault="007B6A46" w:rsidP="007B6A46">
      <w:r>
        <w:t>336.5038</w:t>
      </w:r>
      <w:r>
        <w:tab/>
        <w:t>2.025e0</w:t>
      </w:r>
    </w:p>
    <w:p w:rsidR="007B6A46" w:rsidRDefault="007B6A46" w:rsidP="007B6A46">
      <w:r>
        <w:t>336.5464</w:t>
      </w:r>
      <w:r>
        <w:tab/>
        <w:t>1.013e0</w:t>
      </w:r>
    </w:p>
    <w:p w:rsidR="007B6A46" w:rsidRDefault="007B6A46" w:rsidP="007B6A46">
      <w:r>
        <w:t>336.5766</w:t>
      </w:r>
      <w:r>
        <w:tab/>
        <w:t>1.013e0</w:t>
      </w:r>
    </w:p>
    <w:p w:rsidR="007B6A46" w:rsidRDefault="007B6A46" w:rsidP="007B6A46">
      <w:r>
        <w:t>336.6487</w:t>
      </w:r>
      <w:r>
        <w:tab/>
        <w:t>1.013e0</w:t>
      </w:r>
    </w:p>
    <w:p w:rsidR="007B6A46" w:rsidRDefault="007B6A46" w:rsidP="007B6A46">
      <w:r>
        <w:lastRenderedPageBreak/>
        <w:t>336.6553</w:t>
      </w:r>
      <w:r>
        <w:tab/>
        <w:t>1.013e0</w:t>
      </w:r>
    </w:p>
    <w:p w:rsidR="007B6A46" w:rsidRDefault="007B6A46" w:rsidP="007B6A46">
      <w:r>
        <w:t>336.6971</w:t>
      </w:r>
      <w:r>
        <w:tab/>
        <w:t>1.013e0</w:t>
      </w:r>
    </w:p>
    <w:p w:rsidR="007B6A46" w:rsidRDefault="007B6A46" w:rsidP="007B6A46">
      <w:r>
        <w:t>336.7279</w:t>
      </w:r>
      <w:r>
        <w:tab/>
        <w:t>1.013e0</w:t>
      </w:r>
    </w:p>
    <w:p w:rsidR="007B6A46" w:rsidRDefault="007B6A46" w:rsidP="007B6A46">
      <w:r>
        <w:t>336.7415</w:t>
      </w:r>
      <w:r>
        <w:tab/>
        <w:t>1.013e0</w:t>
      </w:r>
    </w:p>
    <w:p w:rsidR="007B6A46" w:rsidRDefault="007B6A46" w:rsidP="007B6A46">
      <w:r>
        <w:t>336.8105</w:t>
      </w:r>
      <w:r>
        <w:tab/>
        <w:t>1.013e0</w:t>
      </w:r>
    </w:p>
    <w:p w:rsidR="007B6A46" w:rsidRDefault="007B6A46" w:rsidP="007B6A46">
      <w:r>
        <w:t>336.8396</w:t>
      </w:r>
      <w:r>
        <w:tab/>
        <w:t>1.013e0</w:t>
      </w:r>
    </w:p>
    <w:p w:rsidR="007B6A46" w:rsidRDefault="007B6A46" w:rsidP="007B6A46">
      <w:r>
        <w:t>336.8799</w:t>
      </w:r>
      <w:r>
        <w:tab/>
        <w:t>2.025e0</w:t>
      </w:r>
    </w:p>
    <w:p w:rsidR="007B6A46" w:rsidRDefault="007B6A46" w:rsidP="007B6A46">
      <w:r>
        <w:t>336.8885</w:t>
      </w:r>
      <w:r>
        <w:tab/>
        <w:t>1.013e0</w:t>
      </w:r>
    </w:p>
    <w:p w:rsidR="007B6A46" w:rsidRDefault="007B6A46" w:rsidP="007B6A46">
      <w:r>
        <w:t>336.9092</w:t>
      </w:r>
      <w:r>
        <w:tab/>
        <w:t>1.013e0</w:t>
      </w:r>
    </w:p>
    <w:p w:rsidR="007B6A46" w:rsidRDefault="007B6A46" w:rsidP="007B6A46">
      <w:r>
        <w:t>336.9277</w:t>
      </w:r>
      <w:r>
        <w:tab/>
        <w:t>3.038e0</w:t>
      </w:r>
    </w:p>
    <w:p w:rsidR="007B6A46" w:rsidRDefault="007B6A46" w:rsidP="007B6A46">
      <w:r>
        <w:t>336.9332</w:t>
      </w:r>
      <w:r>
        <w:tab/>
        <w:t>1.013e0</w:t>
      </w:r>
    </w:p>
    <w:p w:rsidR="007B6A46" w:rsidRDefault="007B6A46" w:rsidP="007B6A46">
      <w:r>
        <w:t>336.9615</w:t>
      </w:r>
      <w:r>
        <w:tab/>
        <w:t>1.013e0</w:t>
      </w:r>
    </w:p>
    <w:p w:rsidR="007B6A46" w:rsidRDefault="007B6A46" w:rsidP="007B6A46">
      <w:r>
        <w:t>336.9657</w:t>
      </w:r>
      <w:r>
        <w:tab/>
        <w:t>1.013e0</w:t>
      </w:r>
    </w:p>
    <w:p w:rsidR="007B6A46" w:rsidRDefault="007B6A46" w:rsidP="007B6A46">
      <w:r>
        <w:t>336.9762</w:t>
      </w:r>
      <w:r>
        <w:tab/>
        <w:t>1.013e0</w:t>
      </w:r>
    </w:p>
    <w:p w:rsidR="007B6A46" w:rsidRDefault="007B6A46" w:rsidP="007B6A46">
      <w:r>
        <w:t>336.9866</w:t>
      </w:r>
      <w:r>
        <w:tab/>
        <w:t>2.025e0</w:t>
      </w:r>
    </w:p>
    <w:p w:rsidR="007B6A46" w:rsidRDefault="007B6A46" w:rsidP="007B6A46">
      <w:r>
        <w:t>337.0186</w:t>
      </w:r>
      <w:r>
        <w:tab/>
        <w:t>1.013e0</w:t>
      </w:r>
    </w:p>
    <w:p w:rsidR="007B6A46" w:rsidRDefault="007B6A46" w:rsidP="007B6A46">
      <w:r>
        <w:t>337.0437</w:t>
      </w:r>
      <w:r>
        <w:tab/>
        <w:t>1.013e0</w:t>
      </w:r>
    </w:p>
    <w:p w:rsidR="007B6A46" w:rsidRDefault="007B6A46" w:rsidP="007B6A46">
      <w:r>
        <w:t>337.0489</w:t>
      </w:r>
      <w:r>
        <w:tab/>
        <w:t>1.013e0</w:t>
      </w:r>
    </w:p>
    <w:p w:rsidR="007B6A46" w:rsidRDefault="007B6A46" w:rsidP="007B6A46">
      <w:r>
        <w:t>337.0637</w:t>
      </w:r>
      <w:r>
        <w:tab/>
        <w:t>1.013e0</w:t>
      </w:r>
    </w:p>
    <w:p w:rsidR="007B6A46" w:rsidRDefault="007B6A46" w:rsidP="007B6A46">
      <w:r>
        <w:lastRenderedPageBreak/>
        <w:t>337.0682</w:t>
      </w:r>
      <w:r>
        <w:tab/>
        <w:t>1.013e0</w:t>
      </w:r>
    </w:p>
    <w:p w:rsidR="007B6A46" w:rsidRDefault="007B6A46" w:rsidP="007B6A46">
      <w:r>
        <w:t>337.0791</w:t>
      </w:r>
      <w:r>
        <w:tab/>
        <w:t>1.013e0</w:t>
      </w:r>
    </w:p>
    <w:p w:rsidR="007B6A46" w:rsidRDefault="007B6A46" w:rsidP="007B6A46">
      <w:r>
        <w:t>337.1210</w:t>
      </w:r>
      <w:r>
        <w:tab/>
        <w:t>1.013e0</w:t>
      </w:r>
    </w:p>
    <w:p w:rsidR="007B6A46" w:rsidRDefault="007B6A46" w:rsidP="007B6A46">
      <w:r>
        <w:t>337.1276</w:t>
      </w:r>
      <w:r>
        <w:tab/>
        <w:t>2.025e0</w:t>
      </w:r>
    </w:p>
    <w:p w:rsidR="007B6A46" w:rsidRDefault="007B6A46" w:rsidP="007B6A46">
      <w:r>
        <w:t>337.1452</w:t>
      </w:r>
      <w:r>
        <w:tab/>
        <w:t>1.013e0</w:t>
      </w:r>
    </w:p>
    <w:p w:rsidR="007B6A46" w:rsidRDefault="007B6A46" w:rsidP="007B6A46">
      <w:r>
        <w:t>337.1718</w:t>
      </w:r>
      <w:r>
        <w:tab/>
        <w:t>2.025e0</w:t>
      </w:r>
    </w:p>
    <w:p w:rsidR="007B6A46" w:rsidRDefault="007B6A46" w:rsidP="007B6A46">
      <w:r>
        <w:t>337.1816</w:t>
      </w:r>
      <w:r>
        <w:tab/>
        <w:t>1.013e0</w:t>
      </w:r>
    </w:p>
    <w:p w:rsidR="007B6A46" w:rsidRDefault="007B6A46" w:rsidP="007B6A46">
      <w:r>
        <w:t>337.2011</w:t>
      </w:r>
      <w:r>
        <w:tab/>
        <w:t>2.025e0</w:t>
      </w:r>
    </w:p>
    <w:p w:rsidR="007B6A46" w:rsidRDefault="007B6A46" w:rsidP="007B6A46">
      <w:r>
        <w:t>337.2136</w:t>
      </w:r>
      <w:r>
        <w:tab/>
        <w:t>1.226e0</w:t>
      </w:r>
    </w:p>
    <w:p w:rsidR="007B6A46" w:rsidRDefault="007B6A46" w:rsidP="007B6A46">
      <w:r>
        <w:t>337.2549</w:t>
      </w:r>
      <w:r>
        <w:tab/>
        <w:t>1.013e0</w:t>
      </w:r>
    </w:p>
    <w:p w:rsidR="007B6A46" w:rsidRDefault="007B6A46" w:rsidP="007B6A46">
      <w:r>
        <w:t>337.2851</w:t>
      </w:r>
      <w:r>
        <w:tab/>
        <w:t>1.013e0</w:t>
      </w:r>
    </w:p>
    <w:p w:rsidR="007B6A46" w:rsidRDefault="007B6A46" w:rsidP="007B6A46">
      <w:r>
        <w:t>337.3028</w:t>
      </w:r>
      <w:r>
        <w:tab/>
        <w:t>1.013e0</w:t>
      </w:r>
    </w:p>
    <w:p w:rsidR="007B6A46" w:rsidRDefault="007B6A46" w:rsidP="007B6A46">
      <w:r>
        <w:t>337.3094</w:t>
      </w:r>
      <w:r>
        <w:tab/>
        <w:t>1.013e0</w:t>
      </w:r>
    </w:p>
    <w:p w:rsidR="007B6A46" w:rsidRDefault="007B6A46" w:rsidP="007B6A46">
      <w:r>
        <w:t>337.3216</w:t>
      </w:r>
      <w:r>
        <w:tab/>
        <w:t>2.025e0</w:t>
      </w:r>
    </w:p>
    <w:p w:rsidR="007B6A46" w:rsidRDefault="007B6A46" w:rsidP="007B6A46">
      <w:r>
        <w:t>337.4465</w:t>
      </w:r>
      <w:r>
        <w:tab/>
        <w:t>2.025e0</w:t>
      </w:r>
    </w:p>
    <w:p w:rsidR="007B6A46" w:rsidRDefault="007B6A46" w:rsidP="007B6A46">
      <w:r>
        <w:t>337.5136</w:t>
      </w:r>
      <w:r>
        <w:tab/>
        <w:t>1.013e0</w:t>
      </w:r>
    </w:p>
    <w:p w:rsidR="007B6A46" w:rsidRDefault="007B6A46" w:rsidP="007B6A46">
      <w:r>
        <w:t>337.5912</w:t>
      </w:r>
      <w:r>
        <w:tab/>
        <w:t>1.013e0</w:t>
      </w:r>
    </w:p>
    <w:p w:rsidR="007B6A46" w:rsidRDefault="007B6A46" w:rsidP="007B6A46">
      <w:r>
        <w:t>337.7826</w:t>
      </w:r>
      <w:r>
        <w:tab/>
        <w:t>1.013e0</w:t>
      </w:r>
    </w:p>
    <w:p w:rsidR="007B6A46" w:rsidRDefault="007B6A46" w:rsidP="007B6A46">
      <w:r>
        <w:t>337.8245</w:t>
      </w:r>
      <w:r>
        <w:tab/>
        <w:t>1.013e0</w:t>
      </w:r>
    </w:p>
    <w:p w:rsidR="007B6A46" w:rsidRDefault="007B6A46" w:rsidP="007B6A46">
      <w:r>
        <w:lastRenderedPageBreak/>
        <w:t>337.8979</w:t>
      </w:r>
      <w:r>
        <w:tab/>
        <w:t>1.013e0</w:t>
      </w:r>
    </w:p>
    <w:p w:rsidR="007B6A46" w:rsidRDefault="007B6A46" w:rsidP="007B6A46">
      <w:r>
        <w:t>337.9182</w:t>
      </w:r>
      <w:r>
        <w:tab/>
        <w:t>1.013e0</w:t>
      </w:r>
    </w:p>
    <w:p w:rsidR="007B6A46" w:rsidRDefault="007B6A46" w:rsidP="007B6A46">
      <w:r>
        <w:t>337.9824</w:t>
      </w:r>
      <w:r>
        <w:tab/>
        <w:t>1.013e0</w:t>
      </w:r>
    </w:p>
    <w:p w:rsidR="007B6A46" w:rsidRDefault="007B6A46" w:rsidP="007B6A46">
      <w:r>
        <w:t>338.0007</w:t>
      </w:r>
      <w:r>
        <w:tab/>
        <w:t>3.038e0</w:t>
      </w:r>
    </w:p>
    <w:p w:rsidR="007B6A46" w:rsidRDefault="007B6A46" w:rsidP="007B6A46">
      <w:r>
        <w:t>338.0040</w:t>
      </w:r>
      <w:r>
        <w:tab/>
        <w:t>2.025e0</w:t>
      </w:r>
    </w:p>
    <w:p w:rsidR="007B6A46" w:rsidRDefault="007B6A46" w:rsidP="007B6A46">
      <w:r>
        <w:t>338.0117</w:t>
      </w:r>
      <w:r>
        <w:tab/>
        <w:t>1.013e0</w:t>
      </w:r>
    </w:p>
    <w:p w:rsidR="007B6A46" w:rsidRDefault="007B6A46" w:rsidP="007B6A46">
      <w:r>
        <w:t>338.0141</w:t>
      </w:r>
      <w:r>
        <w:tab/>
        <w:t>3.038e0</w:t>
      </w:r>
    </w:p>
    <w:p w:rsidR="007B6A46" w:rsidRDefault="007B6A46" w:rsidP="007B6A46">
      <w:r>
        <w:t>338.0567</w:t>
      </w:r>
      <w:r>
        <w:tab/>
        <w:t>2.025e0</w:t>
      </w:r>
    </w:p>
    <w:p w:rsidR="007B6A46" w:rsidRDefault="007B6A46" w:rsidP="007B6A46">
      <w:r>
        <w:t>338.0694</w:t>
      </w:r>
      <w:r>
        <w:tab/>
        <w:t>1.013e0</w:t>
      </w:r>
    </w:p>
    <w:p w:rsidR="007B6A46" w:rsidRDefault="007B6A46" w:rsidP="007B6A46">
      <w:r>
        <w:t>338.1039</w:t>
      </w:r>
      <w:r>
        <w:tab/>
        <w:t>1.013e0</w:t>
      </w:r>
    </w:p>
    <w:p w:rsidR="007B6A46" w:rsidRDefault="007B6A46" w:rsidP="007B6A46">
      <w:r>
        <w:t>338.1104</w:t>
      </w:r>
      <w:r>
        <w:tab/>
        <w:t>1.013e0</w:t>
      </w:r>
    </w:p>
    <w:p w:rsidR="007B6A46" w:rsidRDefault="007B6A46" w:rsidP="007B6A46">
      <w:r>
        <w:t>338.1281</w:t>
      </w:r>
      <w:r>
        <w:tab/>
        <w:t>2.025e0</w:t>
      </w:r>
    </w:p>
    <w:p w:rsidR="007B6A46" w:rsidRDefault="007B6A46" w:rsidP="007B6A46">
      <w:r>
        <w:t>338.1880</w:t>
      </w:r>
      <w:r>
        <w:tab/>
        <w:t>1.013e0</w:t>
      </w:r>
    </w:p>
    <w:p w:rsidR="007B6A46" w:rsidRDefault="007B6A46" w:rsidP="007B6A46">
      <w:r>
        <w:t>338.1920</w:t>
      </w:r>
      <w:r>
        <w:tab/>
        <w:t>1.013e0</w:t>
      </w:r>
    </w:p>
    <w:p w:rsidR="007B6A46" w:rsidRDefault="007B6A46" w:rsidP="007B6A46">
      <w:r>
        <w:t>338.2369</w:t>
      </w:r>
      <w:r>
        <w:tab/>
        <w:t>2.025e0</w:t>
      </w:r>
    </w:p>
    <w:p w:rsidR="007B6A46" w:rsidRDefault="007B6A46" w:rsidP="007B6A46">
      <w:r>
        <w:t>338.2451</w:t>
      </w:r>
      <w:r>
        <w:tab/>
        <w:t>1.013e0</w:t>
      </w:r>
    </w:p>
    <w:p w:rsidR="007B6A46" w:rsidRDefault="007B6A46" w:rsidP="007B6A46">
      <w:r>
        <w:t>338.2617</w:t>
      </w:r>
      <w:r>
        <w:tab/>
        <w:t>1.013e0</w:t>
      </w:r>
    </w:p>
    <w:p w:rsidR="007B6A46" w:rsidRDefault="007B6A46" w:rsidP="007B6A46">
      <w:r>
        <w:t>338.2691</w:t>
      </w:r>
      <w:r>
        <w:tab/>
        <w:t>1.013e0</w:t>
      </w:r>
    </w:p>
    <w:p w:rsidR="007B6A46" w:rsidRDefault="007B6A46" w:rsidP="007B6A46">
      <w:r>
        <w:t>338.2863</w:t>
      </w:r>
      <w:r>
        <w:tab/>
        <w:t>1.013e0</w:t>
      </w:r>
    </w:p>
    <w:p w:rsidR="007B6A46" w:rsidRDefault="007B6A46" w:rsidP="007B6A46">
      <w:r>
        <w:lastRenderedPageBreak/>
        <w:t>338.3292</w:t>
      </w:r>
      <w:r>
        <w:tab/>
        <w:t>1.013e0</w:t>
      </w:r>
    </w:p>
    <w:p w:rsidR="007B6A46" w:rsidRDefault="007B6A46" w:rsidP="007B6A46">
      <w:r>
        <w:t>338.3353</w:t>
      </w:r>
      <w:r>
        <w:tab/>
        <w:t>1.013e0</w:t>
      </w:r>
    </w:p>
    <w:p w:rsidR="007B6A46" w:rsidRDefault="007B6A46" w:rsidP="007B6A46">
      <w:r>
        <w:t>338.3386</w:t>
      </w:r>
      <w:r>
        <w:tab/>
        <w:t>2.025e0</w:t>
      </w:r>
    </w:p>
    <w:p w:rsidR="007B6A46" w:rsidRDefault="007B6A46" w:rsidP="007B6A46">
      <w:r>
        <w:t>338.3718</w:t>
      </w:r>
      <w:r>
        <w:tab/>
        <w:t>1.013e0</w:t>
      </w:r>
    </w:p>
    <w:p w:rsidR="007B6A46" w:rsidRDefault="007B6A46" w:rsidP="007B6A46">
      <w:r>
        <w:t>338.4016</w:t>
      </w:r>
      <w:r>
        <w:tab/>
        <w:t>1.013e0</w:t>
      </w:r>
    </w:p>
    <w:p w:rsidR="007B6A46" w:rsidRDefault="007B6A46" w:rsidP="007B6A46">
      <w:r>
        <w:t>338.4169</w:t>
      </w:r>
      <w:r>
        <w:tab/>
        <w:t>1.013e0</w:t>
      </w:r>
    </w:p>
    <w:p w:rsidR="007B6A46" w:rsidRDefault="007B6A46" w:rsidP="007B6A46">
      <w:r>
        <w:t>338.4751</w:t>
      </w:r>
      <w:r>
        <w:tab/>
        <w:t>1.013e0</w:t>
      </w:r>
    </w:p>
    <w:p w:rsidR="007B6A46" w:rsidRDefault="007B6A46" w:rsidP="007B6A46">
      <w:r>
        <w:t>338.5191</w:t>
      </w:r>
      <w:r>
        <w:tab/>
        <w:t>1.013e0</w:t>
      </w:r>
    </w:p>
    <w:p w:rsidR="007B6A46" w:rsidRDefault="007B6A46" w:rsidP="007B6A46">
      <w:r>
        <w:t>338.5846</w:t>
      </w:r>
      <w:r>
        <w:tab/>
        <w:t>1.013e0</w:t>
      </w:r>
    </w:p>
    <w:p w:rsidR="007B6A46" w:rsidRDefault="007B6A46" w:rsidP="007B6A46">
      <w:r>
        <w:t>338.6123</w:t>
      </w:r>
      <w:r>
        <w:tab/>
        <w:t>2.025e0</w:t>
      </w:r>
    </w:p>
    <w:p w:rsidR="007B6A46" w:rsidRDefault="007B6A46" w:rsidP="007B6A46">
      <w:r>
        <w:t>338.6211</w:t>
      </w:r>
      <w:r>
        <w:tab/>
        <w:t>1.013e0</w:t>
      </w:r>
    </w:p>
    <w:p w:rsidR="007B6A46" w:rsidRDefault="007B6A46" w:rsidP="007B6A46">
      <w:r>
        <w:t>338.6272</w:t>
      </w:r>
      <w:r>
        <w:tab/>
        <w:t>1.013e0</w:t>
      </w:r>
    </w:p>
    <w:p w:rsidR="007B6A46" w:rsidRDefault="007B6A46" w:rsidP="007B6A46">
      <w:r>
        <w:t>338.6617</w:t>
      </w:r>
      <w:r>
        <w:tab/>
        <w:t>1.013e0</w:t>
      </w:r>
    </w:p>
    <w:p w:rsidR="007B6A46" w:rsidRDefault="007B6A46" w:rsidP="007B6A46">
      <w:r>
        <w:t>338.6819</w:t>
      </w:r>
      <w:r>
        <w:tab/>
        <w:t>1.013e0</w:t>
      </w:r>
    </w:p>
    <w:p w:rsidR="007B6A46" w:rsidRDefault="007B6A46" w:rsidP="007B6A46">
      <w:r>
        <w:t>338.6909</w:t>
      </w:r>
      <w:r>
        <w:tab/>
        <w:t>1.013e0</w:t>
      </w:r>
    </w:p>
    <w:p w:rsidR="007B6A46" w:rsidRDefault="007B6A46" w:rsidP="007B6A46">
      <w:r>
        <w:t>338.7061</w:t>
      </w:r>
      <w:r>
        <w:tab/>
        <w:t>2.025e0</w:t>
      </w:r>
    </w:p>
    <w:p w:rsidR="007B6A46" w:rsidRDefault="007B6A46" w:rsidP="007B6A46">
      <w:r>
        <w:t>338.7852</w:t>
      </w:r>
      <w:r>
        <w:tab/>
        <w:t>1.013e0</w:t>
      </w:r>
    </w:p>
    <w:p w:rsidR="007B6A46" w:rsidRDefault="007B6A46" w:rsidP="007B6A46">
      <w:r>
        <w:t>338.8033</w:t>
      </w:r>
      <w:r>
        <w:tab/>
        <w:t>2.025e0</w:t>
      </w:r>
    </w:p>
    <w:p w:rsidR="007B6A46" w:rsidRDefault="007B6A46" w:rsidP="007B6A46">
      <w:r>
        <w:t>338.8998</w:t>
      </w:r>
      <w:r>
        <w:tab/>
        <w:t>2.025e0</w:t>
      </w:r>
    </w:p>
    <w:p w:rsidR="007B6A46" w:rsidRDefault="007B6A46" w:rsidP="007B6A46">
      <w:r>
        <w:lastRenderedPageBreak/>
        <w:t>338.9196</w:t>
      </w:r>
      <w:r>
        <w:tab/>
        <w:t>2.025e0</w:t>
      </w:r>
    </w:p>
    <w:p w:rsidR="007B6A46" w:rsidRDefault="007B6A46" w:rsidP="007B6A46">
      <w:r>
        <w:t>338.9855</w:t>
      </w:r>
      <w:r>
        <w:tab/>
        <w:t>1.013e0</w:t>
      </w:r>
    </w:p>
    <w:p w:rsidR="007B6A46" w:rsidRDefault="007B6A46" w:rsidP="007B6A46">
      <w:r>
        <w:t>338.9894</w:t>
      </w:r>
      <w:r>
        <w:tab/>
        <w:t>1.013e0</w:t>
      </w:r>
    </w:p>
    <w:p w:rsidR="007B6A46" w:rsidRDefault="007B6A46" w:rsidP="007B6A46">
      <w:r>
        <w:t>339.0082</w:t>
      </w:r>
      <w:r>
        <w:tab/>
        <w:t>3.038e0</w:t>
      </w:r>
    </w:p>
    <w:p w:rsidR="007B6A46" w:rsidRDefault="007B6A46" w:rsidP="007B6A46">
      <w:r>
        <w:t>339.0425</w:t>
      </w:r>
      <w:r>
        <w:tab/>
        <w:t>1.013e0</w:t>
      </w:r>
    </w:p>
    <w:p w:rsidR="007B6A46" w:rsidRDefault="007B6A46" w:rsidP="007B6A46">
      <w:r>
        <w:t>339.0666</w:t>
      </w:r>
      <w:r>
        <w:tab/>
        <w:t>1.013e0</w:t>
      </w:r>
    </w:p>
    <w:p w:rsidR="007B6A46" w:rsidRDefault="007B6A46" w:rsidP="007B6A46">
      <w:r>
        <w:t>339.0771</w:t>
      </w:r>
      <w:r>
        <w:tab/>
        <w:t>1.013e0</w:t>
      </w:r>
    </w:p>
    <w:p w:rsidR="007B6A46" w:rsidRDefault="007B6A46" w:rsidP="007B6A46">
      <w:r>
        <w:t>339.0837</w:t>
      </w:r>
      <w:r>
        <w:tab/>
        <w:t>1.013e0</w:t>
      </w:r>
    </w:p>
    <w:p w:rsidR="007B6A46" w:rsidRDefault="007B6A46" w:rsidP="007B6A46">
      <w:r>
        <w:t>339.1080</w:t>
      </w:r>
      <w:r>
        <w:tab/>
        <w:t>1.013e0</w:t>
      </w:r>
    </w:p>
    <w:p w:rsidR="007B6A46" w:rsidRDefault="007B6A46" w:rsidP="007B6A46">
      <w:r>
        <w:t>339.1361</w:t>
      </w:r>
      <w:r>
        <w:tab/>
        <w:t>1.013e0</w:t>
      </w:r>
    </w:p>
    <w:p w:rsidR="007B6A46" w:rsidRDefault="007B6A46" w:rsidP="007B6A46">
      <w:r>
        <w:t>339.1493</w:t>
      </w:r>
      <w:r>
        <w:tab/>
        <w:t>2.025e0</w:t>
      </w:r>
    </w:p>
    <w:p w:rsidR="007B6A46" w:rsidRDefault="007B6A46" w:rsidP="007B6A46">
      <w:r>
        <w:t>339.1653</w:t>
      </w:r>
      <w:r>
        <w:tab/>
        <w:t>1.013e0</w:t>
      </w:r>
    </w:p>
    <w:p w:rsidR="007B6A46" w:rsidRDefault="007B6A46" w:rsidP="007B6A46">
      <w:r>
        <w:t>339.1687</w:t>
      </w:r>
      <w:r>
        <w:tab/>
        <w:t>2.025e0</w:t>
      </w:r>
    </w:p>
    <w:p w:rsidR="007B6A46" w:rsidRDefault="007B6A46" w:rsidP="007B6A46">
      <w:r>
        <w:t>339.1989</w:t>
      </w:r>
      <w:r>
        <w:tab/>
        <w:t>1.013e0</w:t>
      </w:r>
    </w:p>
    <w:p w:rsidR="007B6A46" w:rsidRDefault="007B6A46" w:rsidP="007B6A46">
      <w:r>
        <w:t>339.2141</w:t>
      </w:r>
      <w:r>
        <w:tab/>
        <w:t>2.025e0</w:t>
      </w:r>
    </w:p>
    <w:p w:rsidR="007B6A46" w:rsidRDefault="007B6A46" w:rsidP="007B6A46">
      <w:r>
        <w:t>339.2371</w:t>
      </w:r>
      <w:r>
        <w:tab/>
        <w:t>2.025e0</w:t>
      </w:r>
    </w:p>
    <w:p w:rsidR="007B6A46" w:rsidRDefault="007B6A46" w:rsidP="007B6A46">
      <w:r>
        <w:t>339.2875</w:t>
      </w:r>
      <w:r>
        <w:tab/>
        <w:t>1.013e0</w:t>
      </w:r>
    </w:p>
    <w:p w:rsidR="007B6A46" w:rsidRDefault="007B6A46" w:rsidP="007B6A46">
      <w:r>
        <w:t>339.3166</w:t>
      </w:r>
      <w:r>
        <w:tab/>
        <w:t>1.013e0</w:t>
      </w:r>
    </w:p>
    <w:p w:rsidR="007B6A46" w:rsidRDefault="007B6A46" w:rsidP="007B6A46">
      <w:r>
        <w:t>339.3515</w:t>
      </w:r>
      <w:r>
        <w:tab/>
        <w:t>2.025e0</w:t>
      </w:r>
    </w:p>
    <w:p w:rsidR="007B6A46" w:rsidRDefault="007B6A46" w:rsidP="007B6A46">
      <w:r>
        <w:lastRenderedPageBreak/>
        <w:t>339.4305</w:t>
      </w:r>
      <w:r>
        <w:tab/>
        <w:t>1.013e0</w:t>
      </w:r>
    </w:p>
    <w:p w:rsidR="007B6A46" w:rsidRDefault="007B6A46" w:rsidP="007B6A46">
      <w:r>
        <w:t>339.4798</w:t>
      </w:r>
      <w:r>
        <w:tab/>
        <w:t>1.013e0</w:t>
      </w:r>
    </w:p>
    <w:p w:rsidR="007B6A46" w:rsidRDefault="007B6A46" w:rsidP="007B6A46">
      <w:r>
        <w:t>339.7171</w:t>
      </w:r>
      <w:r>
        <w:tab/>
        <w:t>1.013e0</w:t>
      </w:r>
    </w:p>
    <w:p w:rsidR="007B6A46" w:rsidRDefault="007B6A46" w:rsidP="007B6A46">
      <w:r>
        <w:t>339.7420</w:t>
      </w:r>
      <w:r>
        <w:tab/>
        <w:t>1.013e0</w:t>
      </w:r>
    </w:p>
    <w:p w:rsidR="007B6A46" w:rsidRDefault="007B6A46" w:rsidP="007B6A46">
      <w:r>
        <w:t>339.7621</w:t>
      </w:r>
      <w:r>
        <w:tab/>
        <w:t>1.013e0</w:t>
      </w:r>
    </w:p>
    <w:p w:rsidR="007B6A46" w:rsidRDefault="007B6A46" w:rsidP="007B6A46">
      <w:r>
        <w:t>339.7720</w:t>
      </w:r>
      <w:r>
        <w:tab/>
        <w:t>1.013e0</w:t>
      </w:r>
    </w:p>
    <w:p w:rsidR="007B6A46" w:rsidRDefault="007B6A46" w:rsidP="007B6A46">
      <w:r>
        <w:t>339.8513</w:t>
      </w:r>
      <w:r>
        <w:tab/>
        <w:t>1.013e0</w:t>
      </w:r>
    </w:p>
    <w:p w:rsidR="007B6A46" w:rsidRDefault="007B6A46" w:rsidP="007B6A46">
      <w:r>
        <w:t>339.8940</w:t>
      </w:r>
      <w:r>
        <w:tab/>
        <w:t>1.013e0</w:t>
      </w:r>
    </w:p>
    <w:p w:rsidR="007B6A46" w:rsidRDefault="007B6A46" w:rsidP="007B6A46">
      <w:r>
        <w:t>339.9246</w:t>
      </w:r>
      <w:r>
        <w:tab/>
        <w:t>1.013e0</w:t>
      </w:r>
    </w:p>
    <w:p w:rsidR="007B6A46" w:rsidRDefault="007B6A46" w:rsidP="007B6A46">
      <w:r>
        <w:t>339.9429</w:t>
      </w:r>
      <w:r>
        <w:tab/>
        <w:t>1.013e0</w:t>
      </w:r>
    </w:p>
    <w:p w:rsidR="007B6A46" w:rsidRDefault="007B6A46" w:rsidP="007B6A46">
      <w:r>
        <w:t>339.9673</w:t>
      </w:r>
      <w:r>
        <w:tab/>
        <w:t>1.013e0</w:t>
      </w:r>
    </w:p>
    <w:p w:rsidR="007B6A46" w:rsidRDefault="007B6A46" w:rsidP="007B6A46">
      <w:r>
        <w:t>339.9971</w:t>
      </w:r>
      <w:r>
        <w:tab/>
        <w:t>5.063e0</w:t>
      </w:r>
    </w:p>
    <w:p w:rsidR="007B6A46" w:rsidRDefault="007B6A46" w:rsidP="007B6A46">
      <w:r>
        <w:t>340.0082</w:t>
      </w:r>
      <w:r>
        <w:tab/>
        <w:t>1.013e0</w:t>
      </w:r>
    </w:p>
    <w:p w:rsidR="007B6A46" w:rsidRDefault="007B6A46" w:rsidP="007B6A46">
      <w:r>
        <w:t>340.0123</w:t>
      </w:r>
      <w:r>
        <w:tab/>
        <w:t>1.013e0</w:t>
      </w:r>
    </w:p>
    <w:p w:rsidR="007B6A46" w:rsidRDefault="007B6A46" w:rsidP="007B6A46">
      <w:r>
        <w:t>340.0228</w:t>
      </w:r>
      <w:r>
        <w:tab/>
        <w:t>1.013e0</w:t>
      </w:r>
    </w:p>
    <w:p w:rsidR="007B6A46" w:rsidRDefault="007B6A46" w:rsidP="007B6A46">
      <w:r>
        <w:t>340.0406</w:t>
      </w:r>
      <w:r>
        <w:tab/>
        <w:t>1.013e0</w:t>
      </w:r>
    </w:p>
    <w:p w:rsidR="007B6A46" w:rsidRDefault="007B6A46" w:rsidP="007B6A46">
      <w:r>
        <w:t>340.0609</w:t>
      </w:r>
      <w:r>
        <w:tab/>
        <w:t>1.013e0</w:t>
      </w:r>
    </w:p>
    <w:p w:rsidR="007B6A46" w:rsidRDefault="007B6A46" w:rsidP="007B6A46">
      <w:r>
        <w:t>340.0961</w:t>
      </w:r>
      <w:r>
        <w:tab/>
        <w:t>1.013e0</w:t>
      </w:r>
    </w:p>
    <w:p w:rsidR="007B6A46" w:rsidRDefault="007B6A46" w:rsidP="007B6A46">
      <w:r>
        <w:t>340.1200</w:t>
      </w:r>
      <w:r>
        <w:tab/>
        <w:t>1.013e0</w:t>
      </w:r>
    </w:p>
    <w:p w:rsidR="007B6A46" w:rsidRDefault="007B6A46" w:rsidP="007B6A46">
      <w:r>
        <w:lastRenderedPageBreak/>
        <w:t>340.1389</w:t>
      </w:r>
      <w:r>
        <w:tab/>
        <w:t>1.013e0</w:t>
      </w:r>
    </w:p>
    <w:p w:rsidR="007B6A46" w:rsidRDefault="007B6A46" w:rsidP="007B6A46">
      <w:r>
        <w:t>340.1938</w:t>
      </w:r>
      <w:r>
        <w:tab/>
        <w:t>1.013e0</w:t>
      </w:r>
    </w:p>
    <w:p w:rsidR="007B6A46" w:rsidRDefault="007B6A46" w:rsidP="007B6A46">
      <w:r>
        <w:t>340.2206</w:t>
      </w:r>
      <w:r>
        <w:tab/>
        <w:t>2.025e0</w:t>
      </w:r>
    </w:p>
    <w:p w:rsidR="007B6A46" w:rsidRDefault="007B6A46" w:rsidP="007B6A46">
      <w:r>
        <w:t>340.2508</w:t>
      </w:r>
      <w:r>
        <w:tab/>
        <w:t>2.025e0</w:t>
      </w:r>
    </w:p>
    <w:p w:rsidR="007B6A46" w:rsidRDefault="007B6A46" w:rsidP="007B6A46">
      <w:r>
        <w:t>340.2780</w:t>
      </w:r>
      <w:r>
        <w:tab/>
        <w:t>1.013e0</w:t>
      </w:r>
    </w:p>
    <w:p w:rsidR="007B6A46" w:rsidRDefault="007B6A46" w:rsidP="007B6A46">
      <w:r>
        <w:t>340.3031</w:t>
      </w:r>
      <w:r>
        <w:tab/>
        <w:t>1.013e0</w:t>
      </w:r>
    </w:p>
    <w:p w:rsidR="007B6A46" w:rsidRDefault="007B6A46" w:rsidP="007B6A46">
      <w:r>
        <w:t>340.3412</w:t>
      </w:r>
      <w:r>
        <w:tab/>
        <w:t>2.025e0</w:t>
      </w:r>
    </w:p>
    <w:p w:rsidR="007B6A46" w:rsidRDefault="007B6A46" w:rsidP="007B6A46">
      <w:r>
        <w:t>340.3518</w:t>
      </w:r>
      <w:r>
        <w:tab/>
        <w:t>1.013e0</w:t>
      </w:r>
    </w:p>
    <w:p w:rsidR="007B6A46" w:rsidRDefault="007B6A46" w:rsidP="007B6A46">
      <w:r>
        <w:t>340.3561</w:t>
      </w:r>
      <w:r>
        <w:tab/>
        <w:t>1.013e0</w:t>
      </w:r>
    </w:p>
    <w:p w:rsidR="007B6A46" w:rsidRDefault="007B6A46" w:rsidP="007B6A46">
      <w:r>
        <w:t>340.3875</w:t>
      </w:r>
      <w:r>
        <w:tab/>
        <w:t>2.025e0</w:t>
      </w:r>
    </w:p>
    <w:p w:rsidR="007B6A46" w:rsidRDefault="007B6A46" w:rsidP="007B6A46">
      <w:r>
        <w:t>340.4088</w:t>
      </w:r>
      <w:r>
        <w:tab/>
        <w:t>1.013e0</w:t>
      </w:r>
    </w:p>
    <w:p w:rsidR="007B6A46" w:rsidRDefault="007B6A46" w:rsidP="007B6A46">
      <w:r>
        <w:t>340.5281</w:t>
      </w:r>
      <w:r>
        <w:tab/>
        <w:t>1.013e0</w:t>
      </w:r>
    </w:p>
    <w:p w:rsidR="007B6A46" w:rsidRDefault="007B6A46" w:rsidP="007B6A46">
      <w:r>
        <w:t>340.5623</w:t>
      </w:r>
      <w:r>
        <w:tab/>
        <w:t>2.025e0</w:t>
      </w:r>
    </w:p>
    <w:p w:rsidR="007B6A46" w:rsidRDefault="007B6A46" w:rsidP="007B6A46">
      <w:r>
        <w:t>340.6265</w:t>
      </w:r>
      <w:r>
        <w:tab/>
        <w:t>1.013e0</w:t>
      </w:r>
    </w:p>
    <w:p w:rsidR="007B6A46" w:rsidRDefault="007B6A46" w:rsidP="007B6A46">
      <w:r>
        <w:t>340.6300</w:t>
      </w:r>
      <w:r>
        <w:tab/>
        <w:t>1.013e0</w:t>
      </w:r>
    </w:p>
    <w:p w:rsidR="007B6A46" w:rsidRDefault="007B6A46" w:rsidP="007B6A46">
      <w:r>
        <w:t>340.6584</w:t>
      </w:r>
      <w:r>
        <w:tab/>
        <w:t>1.013e0</w:t>
      </w:r>
    </w:p>
    <w:p w:rsidR="007B6A46" w:rsidRDefault="007B6A46" w:rsidP="007B6A46">
      <w:r>
        <w:t>340.6791</w:t>
      </w:r>
      <w:r>
        <w:tab/>
        <w:t>1.013e0</w:t>
      </w:r>
    </w:p>
    <w:p w:rsidR="007B6A46" w:rsidRDefault="007B6A46" w:rsidP="007B6A46">
      <w:r>
        <w:t>340.7042</w:t>
      </w:r>
      <w:r>
        <w:tab/>
        <w:t>1.013e0</w:t>
      </w:r>
    </w:p>
    <w:p w:rsidR="007B6A46" w:rsidRDefault="007B6A46" w:rsidP="007B6A46">
      <w:r>
        <w:t>340.7076</w:t>
      </w:r>
      <w:r>
        <w:tab/>
        <w:t>1.013e0</w:t>
      </w:r>
    </w:p>
    <w:p w:rsidR="007B6A46" w:rsidRDefault="007B6A46" w:rsidP="007B6A46">
      <w:r>
        <w:lastRenderedPageBreak/>
        <w:t>340.7850</w:t>
      </w:r>
      <w:r>
        <w:tab/>
        <w:t>2.025e0</w:t>
      </w:r>
    </w:p>
    <w:p w:rsidR="007B6A46" w:rsidRDefault="007B6A46" w:rsidP="007B6A46">
      <w:r>
        <w:t>340.8552</w:t>
      </w:r>
      <w:r>
        <w:tab/>
        <w:t>1.013e0</w:t>
      </w:r>
    </w:p>
    <w:p w:rsidR="007B6A46" w:rsidRDefault="007B6A46" w:rsidP="007B6A46">
      <w:r>
        <w:t>340.8583</w:t>
      </w:r>
      <w:r>
        <w:tab/>
        <w:t>2.025e0</w:t>
      </w:r>
    </w:p>
    <w:p w:rsidR="007B6A46" w:rsidRDefault="007B6A46" w:rsidP="007B6A46">
      <w:r>
        <w:t>340.9052</w:t>
      </w:r>
      <w:r>
        <w:tab/>
        <w:t>2.025e0</w:t>
      </w:r>
    </w:p>
    <w:p w:rsidR="007B6A46" w:rsidRDefault="007B6A46" w:rsidP="007B6A46">
      <w:r>
        <w:t>340.9336</w:t>
      </w:r>
      <w:r>
        <w:tab/>
        <w:t>1.013e0</w:t>
      </w:r>
    </w:p>
    <w:p w:rsidR="007B6A46" w:rsidRDefault="007B6A46" w:rsidP="007B6A46">
      <w:r>
        <w:t>340.9642</w:t>
      </w:r>
      <w:r>
        <w:tab/>
        <w:t>1.013e0</w:t>
      </w:r>
    </w:p>
    <w:p w:rsidR="007B6A46" w:rsidRDefault="007B6A46" w:rsidP="007B6A46">
      <w:r>
        <w:t>341.0032</w:t>
      </w:r>
      <w:r>
        <w:tab/>
        <w:t>1.013e0</w:t>
      </w:r>
    </w:p>
    <w:p w:rsidR="007B6A46" w:rsidRDefault="007B6A46" w:rsidP="007B6A46">
      <w:r>
        <w:t>341.0377</w:t>
      </w:r>
      <w:r>
        <w:tab/>
        <w:t>1.013e0</w:t>
      </w:r>
    </w:p>
    <w:p w:rsidR="007B6A46" w:rsidRDefault="007B6A46" w:rsidP="007B6A46">
      <w:r>
        <w:t>341.0804</w:t>
      </w:r>
      <w:r>
        <w:tab/>
        <w:t>4.051e0</w:t>
      </w:r>
    </w:p>
    <w:p w:rsidR="007B6A46" w:rsidRDefault="007B6A46" w:rsidP="007B6A46">
      <w:r>
        <w:t>341.1418</w:t>
      </w:r>
      <w:r>
        <w:tab/>
        <w:t>1.013e0</w:t>
      </w:r>
    </w:p>
    <w:p w:rsidR="007B6A46" w:rsidRDefault="007B6A46" w:rsidP="007B6A46">
      <w:r>
        <w:t>341.1596</w:t>
      </w:r>
      <w:r>
        <w:tab/>
        <w:t>1.013e0</w:t>
      </w:r>
    </w:p>
    <w:p w:rsidR="007B6A46" w:rsidRDefault="007B6A46" w:rsidP="007B6A46">
      <w:r>
        <w:t>341.1791</w:t>
      </w:r>
      <w:r>
        <w:tab/>
        <w:t>1.013e0</w:t>
      </w:r>
    </w:p>
    <w:p w:rsidR="007B6A46" w:rsidRDefault="007B6A46" w:rsidP="007B6A46">
      <w:r>
        <w:t>341.1908</w:t>
      </w:r>
      <w:r>
        <w:tab/>
        <w:t>1.013e0</w:t>
      </w:r>
    </w:p>
    <w:p w:rsidR="007B6A46" w:rsidRDefault="007B6A46" w:rsidP="007B6A46">
      <w:r>
        <w:t>341.2238</w:t>
      </w:r>
      <w:r>
        <w:tab/>
        <w:t>1.013e0</w:t>
      </w:r>
    </w:p>
    <w:p w:rsidR="007B6A46" w:rsidRDefault="007B6A46" w:rsidP="007B6A46">
      <w:r>
        <w:t>341.2450</w:t>
      </w:r>
      <w:r>
        <w:tab/>
        <w:t>1.013e0</w:t>
      </w:r>
    </w:p>
    <w:p w:rsidR="007B6A46" w:rsidRDefault="007B6A46" w:rsidP="007B6A46">
      <w:r>
        <w:t>341.2560</w:t>
      </w:r>
      <w:r>
        <w:tab/>
        <w:t>3.038e0</w:t>
      </w:r>
    </w:p>
    <w:p w:rsidR="007B6A46" w:rsidRDefault="007B6A46" w:rsidP="007B6A46">
      <w:r>
        <w:t>341.2761</w:t>
      </w:r>
      <w:r>
        <w:tab/>
        <w:t>4.051e0</w:t>
      </w:r>
    </w:p>
    <w:p w:rsidR="007B6A46" w:rsidRDefault="007B6A46" w:rsidP="007B6A46">
      <w:r>
        <w:t>341.2821</w:t>
      </w:r>
      <w:r>
        <w:tab/>
        <w:t>1.013e0</w:t>
      </w:r>
    </w:p>
    <w:p w:rsidR="007B6A46" w:rsidRDefault="007B6A46" w:rsidP="007B6A46">
      <w:r>
        <w:t>341.2936</w:t>
      </w:r>
      <w:r>
        <w:tab/>
        <w:t>1.013e0</w:t>
      </w:r>
    </w:p>
    <w:p w:rsidR="007B6A46" w:rsidRDefault="007B6A46" w:rsidP="007B6A46">
      <w:r>
        <w:lastRenderedPageBreak/>
        <w:t>341.3021</w:t>
      </w:r>
      <w:r>
        <w:tab/>
        <w:t>1.013e0</w:t>
      </w:r>
    </w:p>
    <w:p w:rsidR="007B6A46" w:rsidRDefault="007B6A46" w:rsidP="007B6A46">
      <w:r>
        <w:t>341.3188</w:t>
      </w:r>
      <w:r>
        <w:tab/>
        <w:t>1.013e0</w:t>
      </w:r>
    </w:p>
    <w:p w:rsidR="007B6A46" w:rsidRDefault="007B6A46" w:rsidP="007B6A46">
      <w:r>
        <w:t>341.3221</w:t>
      </w:r>
      <w:r>
        <w:tab/>
        <w:t>1.013e0</w:t>
      </w:r>
    </w:p>
    <w:p w:rsidR="007B6A46" w:rsidRDefault="007B6A46" w:rsidP="007B6A46">
      <w:r>
        <w:t>341.4292</w:t>
      </w:r>
      <w:r>
        <w:tab/>
        <w:t>1.013e0</w:t>
      </w:r>
    </w:p>
    <w:p w:rsidR="007B6A46" w:rsidRDefault="007B6A46" w:rsidP="007B6A46">
      <w:r>
        <w:t>341.4418</w:t>
      </w:r>
      <w:r>
        <w:tab/>
        <w:t>1.013e0</w:t>
      </w:r>
    </w:p>
    <w:p w:rsidR="007B6A46" w:rsidRDefault="007B6A46" w:rsidP="007B6A46">
      <w:r>
        <w:t>341.4787</w:t>
      </w:r>
      <w:r>
        <w:tab/>
        <w:t>1.013e0</w:t>
      </w:r>
    </w:p>
    <w:p w:rsidR="007B6A46" w:rsidRDefault="007B6A46" w:rsidP="007B6A46">
      <w:r>
        <w:t>341.4910</w:t>
      </w:r>
      <w:r>
        <w:tab/>
        <w:t>1.013e0</w:t>
      </w:r>
    </w:p>
    <w:p w:rsidR="007B6A46" w:rsidRDefault="007B6A46" w:rsidP="007B6A46">
      <w:r>
        <w:t>341.4983</w:t>
      </w:r>
      <w:r>
        <w:tab/>
        <w:t>2.025e0</w:t>
      </w:r>
    </w:p>
    <w:p w:rsidR="007B6A46" w:rsidRDefault="007B6A46" w:rsidP="007B6A46">
      <w:r>
        <w:t>341.5726</w:t>
      </w:r>
      <w:r>
        <w:tab/>
        <w:t>1.013e0</w:t>
      </w:r>
    </w:p>
    <w:p w:rsidR="007B6A46" w:rsidRDefault="007B6A46" w:rsidP="007B6A46">
      <w:r>
        <w:t>341.5763</w:t>
      </w:r>
      <w:r>
        <w:tab/>
        <w:t>1.013e0</w:t>
      </w:r>
    </w:p>
    <w:p w:rsidR="007B6A46" w:rsidRDefault="007B6A46" w:rsidP="007B6A46">
      <w:r>
        <w:t>341.6013</w:t>
      </w:r>
      <w:r>
        <w:tab/>
        <w:t>1.013e0</w:t>
      </w:r>
    </w:p>
    <w:p w:rsidR="007B6A46" w:rsidRDefault="007B6A46" w:rsidP="007B6A46">
      <w:r>
        <w:t>341.6174</w:t>
      </w:r>
      <w:r>
        <w:tab/>
        <w:t>2.025e0</w:t>
      </w:r>
    </w:p>
    <w:p w:rsidR="007B6A46" w:rsidRDefault="007B6A46" w:rsidP="007B6A46">
      <w:r>
        <w:t>341.6621</w:t>
      </w:r>
      <w:r>
        <w:tab/>
        <w:t>1.013e0</w:t>
      </w:r>
    </w:p>
    <w:p w:rsidR="007B6A46" w:rsidRDefault="007B6A46" w:rsidP="007B6A46">
      <w:r>
        <w:t>341.6805</w:t>
      </w:r>
      <w:r>
        <w:tab/>
        <w:t>1.013e0</w:t>
      </w:r>
    </w:p>
    <w:p w:rsidR="007B6A46" w:rsidRDefault="007B6A46" w:rsidP="007B6A46">
      <w:r>
        <w:t>341.6956</w:t>
      </w:r>
      <w:r>
        <w:tab/>
        <w:t>1.013e0</w:t>
      </w:r>
    </w:p>
    <w:p w:rsidR="007B6A46" w:rsidRDefault="007B6A46" w:rsidP="007B6A46">
      <w:r>
        <w:t>341.8180</w:t>
      </w:r>
      <w:r>
        <w:tab/>
        <w:t>1.013e0</w:t>
      </w:r>
    </w:p>
    <w:p w:rsidR="007B6A46" w:rsidRDefault="007B6A46" w:rsidP="007B6A46">
      <w:r>
        <w:t>341.8868</w:t>
      </w:r>
      <w:r>
        <w:tab/>
        <w:t>2.025e0</w:t>
      </w:r>
    </w:p>
    <w:p w:rsidR="007B6A46" w:rsidRDefault="007B6A46" w:rsidP="007B6A46">
      <w:r>
        <w:t>341.9019</w:t>
      </w:r>
      <w:r>
        <w:tab/>
        <w:t>2.025e0</w:t>
      </w:r>
    </w:p>
    <w:p w:rsidR="007B6A46" w:rsidRDefault="007B6A46" w:rsidP="007B6A46">
      <w:r>
        <w:t>341.9344</w:t>
      </w:r>
      <w:r>
        <w:tab/>
        <w:t>3.038e0</w:t>
      </w:r>
    </w:p>
    <w:p w:rsidR="007B6A46" w:rsidRDefault="007B6A46" w:rsidP="007B6A46">
      <w:r>
        <w:lastRenderedPageBreak/>
        <w:t>341.9510</w:t>
      </w:r>
      <w:r>
        <w:tab/>
        <w:t>1.013e0</w:t>
      </w:r>
    </w:p>
    <w:p w:rsidR="007B6A46" w:rsidRDefault="007B6A46" w:rsidP="007B6A46">
      <w:r>
        <w:t>341.9585</w:t>
      </w:r>
      <w:r>
        <w:tab/>
        <w:t>2.025e0</w:t>
      </w:r>
    </w:p>
    <w:p w:rsidR="007B6A46" w:rsidRDefault="007B6A46" w:rsidP="007B6A46">
      <w:r>
        <w:t>341.9629</w:t>
      </w:r>
      <w:r>
        <w:tab/>
        <w:t>3.038e0</w:t>
      </w:r>
    </w:p>
    <w:p w:rsidR="007B6A46" w:rsidRDefault="007B6A46" w:rsidP="007B6A46">
      <w:r>
        <w:t>342.0107</w:t>
      </w:r>
      <w:r>
        <w:tab/>
        <w:t>1.013e0</w:t>
      </w:r>
    </w:p>
    <w:p w:rsidR="007B6A46" w:rsidRDefault="007B6A46" w:rsidP="007B6A46">
      <w:r>
        <w:t>342.0246</w:t>
      </w:r>
      <w:r>
        <w:tab/>
        <w:t>1.013e0</w:t>
      </w:r>
    </w:p>
    <w:p w:rsidR="007B6A46" w:rsidRDefault="007B6A46" w:rsidP="007B6A46">
      <w:r>
        <w:t>342.0523</w:t>
      </w:r>
      <w:r>
        <w:tab/>
        <w:t>3.038e0</w:t>
      </w:r>
    </w:p>
    <w:p w:rsidR="007B6A46" w:rsidRDefault="007B6A46" w:rsidP="007B6A46">
      <w:r>
        <w:t>342.0909</w:t>
      </w:r>
      <w:r>
        <w:tab/>
        <w:t>2.025e0</w:t>
      </w:r>
    </w:p>
    <w:p w:rsidR="007B6A46" w:rsidRDefault="007B6A46" w:rsidP="007B6A46">
      <w:r>
        <w:t>342.1096</w:t>
      </w:r>
      <w:r>
        <w:tab/>
        <w:t>1.013e0</w:t>
      </w:r>
    </w:p>
    <w:p w:rsidR="007B6A46" w:rsidRDefault="007B6A46" w:rsidP="007B6A46">
      <w:r>
        <w:t>342.1342</w:t>
      </w:r>
      <w:r>
        <w:tab/>
        <w:t>1.013e0</w:t>
      </w:r>
    </w:p>
    <w:p w:rsidR="007B6A46" w:rsidRDefault="007B6A46" w:rsidP="007B6A46">
      <w:r>
        <w:t>342.1377</w:t>
      </w:r>
      <w:r>
        <w:tab/>
        <w:t>2.025e0</w:t>
      </w:r>
    </w:p>
    <w:p w:rsidR="007B6A46" w:rsidRDefault="007B6A46" w:rsidP="007B6A46">
      <w:r>
        <w:t>342.1530</w:t>
      </w:r>
      <w:r>
        <w:tab/>
        <w:t>1.013e0</w:t>
      </w:r>
    </w:p>
    <w:p w:rsidR="007B6A46" w:rsidRDefault="007B6A46" w:rsidP="007B6A46">
      <w:r>
        <w:t>342.1969</w:t>
      </w:r>
      <w:r>
        <w:tab/>
        <w:t>7.089e0</w:t>
      </w:r>
    </w:p>
    <w:p w:rsidR="007B6A46" w:rsidRDefault="007B6A46" w:rsidP="007B6A46">
      <w:r>
        <w:t>342.2080</w:t>
      </w:r>
      <w:r>
        <w:tab/>
        <w:t>5.063e0</w:t>
      </w:r>
    </w:p>
    <w:p w:rsidR="007B6A46" w:rsidRDefault="007B6A46" w:rsidP="007B6A46">
      <w:r>
        <w:t>342.2166</w:t>
      </w:r>
      <w:r>
        <w:tab/>
        <w:t>2.025e0</w:t>
      </w:r>
    </w:p>
    <w:p w:rsidR="007B6A46" w:rsidRDefault="007B6A46" w:rsidP="007B6A46">
      <w:r>
        <w:t>342.2401</w:t>
      </w:r>
      <w:r>
        <w:tab/>
        <w:t>2.025e0</w:t>
      </w:r>
    </w:p>
    <w:p w:rsidR="007B6A46" w:rsidRDefault="007B6A46" w:rsidP="007B6A46">
      <w:r>
        <w:t>342.2518</w:t>
      </w:r>
      <w:r>
        <w:tab/>
        <w:t>1.013e0</w:t>
      </w:r>
    </w:p>
    <w:p w:rsidR="007B6A46" w:rsidRDefault="007B6A46" w:rsidP="007B6A46">
      <w:r>
        <w:t>342.3305</w:t>
      </w:r>
      <w:r>
        <w:tab/>
        <w:t>1.013e0</w:t>
      </w:r>
    </w:p>
    <w:p w:rsidR="007B6A46" w:rsidRDefault="007B6A46" w:rsidP="007B6A46">
      <w:r>
        <w:t>342.3387</w:t>
      </w:r>
      <w:r>
        <w:tab/>
        <w:t>3.038e0</w:t>
      </w:r>
    </w:p>
    <w:p w:rsidR="007B6A46" w:rsidRDefault="007B6A46" w:rsidP="007B6A46">
      <w:r>
        <w:t>342.3911</w:t>
      </w:r>
      <w:r>
        <w:tab/>
        <w:t>3.038e0</w:t>
      </w:r>
    </w:p>
    <w:p w:rsidR="007B6A46" w:rsidRDefault="007B6A46" w:rsidP="007B6A46">
      <w:r>
        <w:lastRenderedPageBreak/>
        <w:t>342.4033</w:t>
      </w:r>
      <w:r>
        <w:tab/>
        <w:t>2.025e0</w:t>
      </w:r>
    </w:p>
    <w:p w:rsidR="007B6A46" w:rsidRDefault="007B6A46" w:rsidP="007B6A46">
      <w:r>
        <w:t>342.4082</w:t>
      </w:r>
      <w:r>
        <w:tab/>
        <w:t>1.013e0</w:t>
      </w:r>
    </w:p>
    <w:p w:rsidR="007B6A46" w:rsidRDefault="007B6A46" w:rsidP="007B6A46">
      <w:r>
        <w:t>342.4574</w:t>
      </w:r>
      <w:r>
        <w:tab/>
        <w:t>1.013e0</w:t>
      </w:r>
    </w:p>
    <w:p w:rsidR="007B6A46" w:rsidRDefault="007B6A46" w:rsidP="007B6A46">
      <w:r>
        <w:t>342.5598</w:t>
      </w:r>
      <w:r>
        <w:tab/>
        <w:t>1.013e0</w:t>
      </w:r>
    </w:p>
    <w:p w:rsidR="007B6A46" w:rsidRDefault="007B6A46" w:rsidP="007B6A46">
      <w:r>
        <w:t>342.6050</w:t>
      </w:r>
      <w:r>
        <w:tab/>
        <w:t>2.025e0</w:t>
      </w:r>
    </w:p>
    <w:p w:rsidR="007B6A46" w:rsidRDefault="007B6A46" w:rsidP="007B6A46">
      <w:r>
        <w:t>342.6539</w:t>
      </w:r>
      <w:r>
        <w:tab/>
        <w:t>2.025e0</w:t>
      </w:r>
    </w:p>
    <w:p w:rsidR="007B6A46" w:rsidRDefault="007B6A46" w:rsidP="007B6A46">
      <w:r>
        <w:t>342.7127</w:t>
      </w:r>
      <w:r>
        <w:tab/>
        <w:t>1.013e0</w:t>
      </w:r>
    </w:p>
    <w:p w:rsidR="007B6A46" w:rsidRDefault="007B6A46" w:rsidP="007B6A46">
      <w:r>
        <w:t>342.7813</w:t>
      </w:r>
      <w:r>
        <w:tab/>
        <w:t>1.013e0</w:t>
      </w:r>
    </w:p>
    <w:p w:rsidR="007B6A46" w:rsidRDefault="007B6A46" w:rsidP="007B6A46">
      <w:r>
        <w:t>342.8510</w:t>
      </w:r>
      <w:r>
        <w:tab/>
        <w:t>1.013e0</w:t>
      </w:r>
    </w:p>
    <w:p w:rsidR="007B6A46" w:rsidRDefault="007B6A46" w:rsidP="007B6A46">
      <w:r>
        <w:t>342.9151</w:t>
      </w:r>
      <w:r>
        <w:tab/>
        <w:t>2.025e0</w:t>
      </w:r>
    </w:p>
    <w:p w:rsidR="007B6A46" w:rsidRDefault="007B6A46" w:rsidP="007B6A46">
      <w:r>
        <w:t>342.9397</w:t>
      </w:r>
      <w:r>
        <w:tab/>
        <w:t>2.025e0</w:t>
      </w:r>
    </w:p>
    <w:p w:rsidR="007B6A46" w:rsidRDefault="007B6A46" w:rsidP="007B6A46">
      <w:r>
        <w:t>342.9500</w:t>
      </w:r>
      <w:r>
        <w:tab/>
        <w:t>1.013e0</w:t>
      </w:r>
    </w:p>
    <w:p w:rsidR="007B6A46" w:rsidRDefault="007B6A46" w:rsidP="007B6A46">
      <w:r>
        <w:t>342.9741</w:t>
      </w:r>
      <w:r>
        <w:tab/>
        <w:t>1.013e0</w:t>
      </w:r>
    </w:p>
    <w:p w:rsidR="007B6A46" w:rsidRDefault="007B6A46" w:rsidP="007B6A46">
      <w:r>
        <w:t>343.0079</w:t>
      </w:r>
      <w:r>
        <w:tab/>
        <w:t>1.013e0</w:t>
      </w:r>
    </w:p>
    <w:p w:rsidR="007B6A46" w:rsidRDefault="007B6A46" w:rsidP="007B6A46">
      <w:r>
        <w:t>343.0200</w:t>
      </w:r>
      <w:r>
        <w:tab/>
        <w:t>1.013e0</w:t>
      </w:r>
    </w:p>
    <w:p w:rsidR="007B6A46" w:rsidRDefault="007B6A46" w:rsidP="007B6A46">
      <w:r>
        <w:t>343.0339</w:t>
      </w:r>
      <w:r>
        <w:tab/>
        <w:t>2.025e0</w:t>
      </w:r>
    </w:p>
    <w:p w:rsidR="007B6A46" w:rsidRDefault="007B6A46" w:rsidP="007B6A46">
      <w:r>
        <w:t>343.0441</w:t>
      </w:r>
      <w:r>
        <w:tab/>
        <w:t>1.013e0</w:t>
      </w:r>
    </w:p>
    <w:p w:rsidR="007B6A46" w:rsidRDefault="007B6A46" w:rsidP="007B6A46">
      <w:r>
        <w:t>343.0725</w:t>
      </w:r>
      <w:r>
        <w:tab/>
        <w:t>1.013e0</w:t>
      </w:r>
    </w:p>
    <w:p w:rsidR="007B6A46" w:rsidRDefault="007B6A46" w:rsidP="007B6A46">
      <w:r>
        <w:t>343.0880</w:t>
      </w:r>
      <w:r>
        <w:tab/>
        <w:t>1.013e0</w:t>
      </w:r>
    </w:p>
    <w:p w:rsidR="007B6A46" w:rsidRDefault="007B6A46" w:rsidP="007B6A46">
      <w:r>
        <w:lastRenderedPageBreak/>
        <w:t>343.1120</w:t>
      </w:r>
      <w:r>
        <w:tab/>
        <w:t>1.013e0</w:t>
      </w:r>
    </w:p>
    <w:p w:rsidR="007B6A46" w:rsidRDefault="007B6A46" w:rsidP="007B6A46">
      <w:r>
        <w:t>343.1366</w:t>
      </w:r>
      <w:r>
        <w:tab/>
        <w:t>2.025e0</w:t>
      </w:r>
    </w:p>
    <w:p w:rsidR="007B6A46" w:rsidRDefault="007B6A46" w:rsidP="007B6A46">
      <w:r>
        <w:t>343.1407</w:t>
      </w:r>
      <w:r>
        <w:tab/>
        <w:t>4.051e0</w:t>
      </w:r>
    </w:p>
    <w:p w:rsidR="007B6A46" w:rsidRDefault="007B6A46" w:rsidP="007B6A46">
      <w:r>
        <w:t>343.1554</w:t>
      </w:r>
      <w:r>
        <w:tab/>
        <w:t>2.025e0</w:t>
      </w:r>
    </w:p>
    <w:p w:rsidR="007B6A46" w:rsidRDefault="007B6A46" w:rsidP="007B6A46">
      <w:r>
        <w:t>343.2050</w:t>
      </w:r>
      <w:r>
        <w:tab/>
        <w:t>3.038e0</w:t>
      </w:r>
    </w:p>
    <w:p w:rsidR="007B6A46" w:rsidRDefault="007B6A46" w:rsidP="007B6A46">
      <w:r>
        <w:t>343.2100</w:t>
      </w:r>
      <w:r>
        <w:tab/>
        <w:t>5.063e0</w:t>
      </w:r>
    </w:p>
    <w:p w:rsidR="007B6A46" w:rsidRDefault="007B6A46" w:rsidP="007B6A46">
      <w:r>
        <w:t>343.2173</w:t>
      </w:r>
      <w:r>
        <w:tab/>
        <w:t>2.025e0</w:t>
      </w:r>
    </w:p>
    <w:p w:rsidR="007B6A46" w:rsidRDefault="007B6A46" w:rsidP="007B6A46">
      <w:r>
        <w:t>343.2258</w:t>
      </w:r>
      <w:r>
        <w:tab/>
        <w:t>4.102e0</w:t>
      </w:r>
    </w:p>
    <w:p w:rsidR="007B6A46" w:rsidRDefault="007B6A46" w:rsidP="007B6A46">
      <w:r>
        <w:t>343.2603</w:t>
      </w:r>
      <w:r>
        <w:tab/>
        <w:t>1.013e0</w:t>
      </w:r>
    </w:p>
    <w:p w:rsidR="007B6A46" w:rsidRDefault="007B6A46" w:rsidP="007B6A46">
      <w:r>
        <w:t>343.2661</w:t>
      </w:r>
      <w:r>
        <w:tab/>
        <w:t>1.013e0</w:t>
      </w:r>
    </w:p>
    <w:p w:rsidR="007B6A46" w:rsidRDefault="007B6A46" w:rsidP="007B6A46">
      <w:r>
        <w:t>343.3015</w:t>
      </w:r>
      <w:r>
        <w:tab/>
        <w:t>2.025e0</w:t>
      </w:r>
    </w:p>
    <w:p w:rsidR="007B6A46" w:rsidRDefault="007B6A46" w:rsidP="007B6A46">
      <w:r>
        <w:t>343.3232</w:t>
      </w:r>
      <w:r>
        <w:tab/>
        <w:t>1.013e0</w:t>
      </w:r>
    </w:p>
    <w:p w:rsidR="007B6A46" w:rsidRDefault="007B6A46" w:rsidP="007B6A46">
      <w:r>
        <w:t>343.3281</w:t>
      </w:r>
      <w:r>
        <w:tab/>
        <w:t>1.013e0</w:t>
      </w:r>
    </w:p>
    <w:p w:rsidR="007B6A46" w:rsidRDefault="007B6A46" w:rsidP="007B6A46">
      <w:r>
        <w:t>343.3358</w:t>
      </w:r>
      <w:r>
        <w:tab/>
        <w:t>3.038e0</w:t>
      </w:r>
    </w:p>
    <w:p w:rsidR="007B6A46" w:rsidRDefault="007B6A46" w:rsidP="007B6A46">
      <w:r>
        <w:t>343.3432</w:t>
      </w:r>
      <w:r>
        <w:tab/>
        <w:t>1.013e0</w:t>
      </w:r>
    </w:p>
    <w:p w:rsidR="007B6A46" w:rsidRDefault="007B6A46" w:rsidP="007B6A46">
      <w:r>
        <w:t>343.3830</w:t>
      </w:r>
      <w:r>
        <w:tab/>
        <w:t>1.013e0</w:t>
      </w:r>
    </w:p>
    <w:p w:rsidR="007B6A46" w:rsidRDefault="007B6A46" w:rsidP="007B6A46">
      <w:r>
        <w:t>343.4076</w:t>
      </w:r>
      <w:r>
        <w:tab/>
        <w:t>1.013e0</w:t>
      </w:r>
    </w:p>
    <w:p w:rsidR="007B6A46" w:rsidRDefault="007B6A46" w:rsidP="007B6A46">
      <w:r>
        <w:t>343.4176</w:t>
      </w:r>
      <w:r>
        <w:tab/>
        <w:t>1.013e0</w:t>
      </w:r>
    </w:p>
    <w:p w:rsidR="007B6A46" w:rsidRDefault="007B6A46" w:rsidP="007B6A46">
      <w:r>
        <w:t>343.4669</w:t>
      </w:r>
      <w:r>
        <w:tab/>
        <w:t>1.013e0</w:t>
      </w:r>
    </w:p>
    <w:p w:rsidR="007B6A46" w:rsidRDefault="007B6A46" w:rsidP="007B6A46">
      <w:r>
        <w:lastRenderedPageBreak/>
        <w:t>343.4809</w:t>
      </w:r>
      <w:r>
        <w:tab/>
        <w:t>3.038e0</w:t>
      </w:r>
    </w:p>
    <w:p w:rsidR="007B6A46" w:rsidRDefault="007B6A46" w:rsidP="007B6A46">
      <w:r>
        <w:t>343.5622</w:t>
      </w:r>
      <w:r>
        <w:tab/>
        <w:t>2.025e0</w:t>
      </w:r>
    </w:p>
    <w:p w:rsidR="007B6A46" w:rsidRDefault="007B6A46" w:rsidP="007B6A46">
      <w:r>
        <w:t>343.6882</w:t>
      </w:r>
      <w:r>
        <w:tab/>
        <w:t>2.025e0</w:t>
      </w:r>
    </w:p>
    <w:p w:rsidR="007B6A46" w:rsidRDefault="007B6A46" w:rsidP="007B6A46">
      <w:r>
        <w:t>343.7578</w:t>
      </w:r>
      <w:r>
        <w:tab/>
        <w:t>1.013e0</w:t>
      </w:r>
    </w:p>
    <w:p w:rsidR="007B6A46" w:rsidRDefault="007B6A46" w:rsidP="007B6A46">
      <w:r>
        <w:t>343.7845</w:t>
      </w:r>
      <w:r>
        <w:tab/>
        <w:t>2.025e0</w:t>
      </w:r>
    </w:p>
    <w:p w:rsidR="007B6A46" w:rsidRDefault="007B6A46" w:rsidP="007B6A46">
      <w:r>
        <w:t>343.8211</w:t>
      </w:r>
      <w:r>
        <w:tab/>
        <w:t>1.013e0</w:t>
      </w:r>
    </w:p>
    <w:p w:rsidR="007B6A46" w:rsidRDefault="007B6A46" w:rsidP="007B6A46">
      <w:r>
        <w:t>343.8522</w:t>
      </w:r>
      <w:r>
        <w:tab/>
        <w:t>2.025e0</w:t>
      </w:r>
    </w:p>
    <w:p w:rsidR="007B6A46" w:rsidRDefault="007B6A46" w:rsidP="007B6A46">
      <w:r>
        <w:t>343.8808</w:t>
      </w:r>
      <w:r>
        <w:tab/>
        <w:t>1.013e0</w:t>
      </w:r>
    </w:p>
    <w:p w:rsidR="007B6A46" w:rsidRDefault="007B6A46" w:rsidP="007B6A46">
      <w:r>
        <w:t>343.8849</w:t>
      </w:r>
      <w:r>
        <w:tab/>
        <w:t>1.013e0</w:t>
      </w:r>
    </w:p>
    <w:p w:rsidR="007B6A46" w:rsidRDefault="007B6A46" w:rsidP="007B6A46">
      <w:r>
        <w:t>343.9133</w:t>
      </w:r>
      <w:r>
        <w:tab/>
        <w:t>1.013e0</w:t>
      </w:r>
    </w:p>
    <w:p w:rsidR="007B6A46" w:rsidRDefault="007B6A46" w:rsidP="007B6A46">
      <w:r>
        <w:t>343.9347</w:t>
      </w:r>
      <w:r>
        <w:tab/>
        <w:t>1.013e0</w:t>
      </w:r>
    </w:p>
    <w:p w:rsidR="007B6A46" w:rsidRDefault="007B6A46" w:rsidP="007B6A46">
      <w:r>
        <w:t>343.9397</w:t>
      </w:r>
      <w:r>
        <w:tab/>
        <w:t>2.025e0</w:t>
      </w:r>
    </w:p>
    <w:p w:rsidR="007B6A46" w:rsidRDefault="007B6A46" w:rsidP="007B6A46">
      <w:r>
        <w:t>343.9506</w:t>
      </w:r>
      <w:r>
        <w:tab/>
        <w:t>1.013e0</w:t>
      </w:r>
    </w:p>
    <w:p w:rsidR="007B6A46" w:rsidRDefault="007B6A46" w:rsidP="007B6A46">
      <w:r>
        <w:t>343.9552</w:t>
      </w:r>
      <w:r>
        <w:tab/>
        <w:t>1.013e0</w:t>
      </w:r>
    </w:p>
    <w:p w:rsidR="007B6A46" w:rsidRDefault="007B6A46" w:rsidP="007B6A46">
      <w:r>
        <w:t>343.9625</w:t>
      </w:r>
      <w:r>
        <w:tab/>
        <w:t>1.013e0</w:t>
      </w:r>
    </w:p>
    <w:p w:rsidR="007B6A46" w:rsidRDefault="007B6A46" w:rsidP="007B6A46">
      <w:r>
        <w:t>344.0108</w:t>
      </w:r>
      <w:r>
        <w:tab/>
        <w:t>2.025e0</w:t>
      </w:r>
    </w:p>
    <w:p w:rsidR="007B6A46" w:rsidRDefault="007B6A46" w:rsidP="007B6A46">
      <w:r>
        <w:t>344.0123</w:t>
      </w:r>
      <w:r>
        <w:tab/>
        <w:t>1.013e0</w:t>
      </w:r>
    </w:p>
    <w:p w:rsidR="007B6A46" w:rsidRDefault="007B6A46" w:rsidP="007B6A46">
      <w:r>
        <w:t>344.0148</w:t>
      </w:r>
      <w:r>
        <w:tab/>
        <w:t>2.025e0</w:t>
      </w:r>
    </w:p>
    <w:p w:rsidR="007B6A46" w:rsidRDefault="007B6A46" w:rsidP="007B6A46">
      <w:r>
        <w:t>344.0285</w:t>
      </w:r>
      <w:r>
        <w:tab/>
        <w:t>1.013e0</w:t>
      </w:r>
    </w:p>
    <w:p w:rsidR="007B6A46" w:rsidRDefault="007B6A46" w:rsidP="007B6A46">
      <w:r>
        <w:lastRenderedPageBreak/>
        <w:t>344.0617</w:t>
      </w:r>
      <w:r>
        <w:tab/>
        <w:t>1.013e0</w:t>
      </w:r>
    </w:p>
    <w:p w:rsidR="007B6A46" w:rsidRDefault="007B6A46" w:rsidP="007B6A46">
      <w:r>
        <w:t>344.1150</w:t>
      </w:r>
      <w:r>
        <w:tab/>
        <w:t>2.025e0</w:t>
      </w:r>
    </w:p>
    <w:p w:rsidR="007B6A46" w:rsidRDefault="007B6A46" w:rsidP="007B6A46">
      <w:r>
        <w:t>344.1172</w:t>
      </w:r>
      <w:r>
        <w:tab/>
        <w:t>1.013e0</w:t>
      </w:r>
    </w:p>
    <w:p w:rsidR="007B6A46" w:rsidRDefault="007B6A46" w:rsidP="007B6A46">
      <w:r>
        <w:t>344.1419</w:t>
      </w:r>
      <w:r>
        <w:tab/>
        <w:t>1.013e0</w:t>
      </w:r>
    </w:p>
    <w:p w:rsidR="007B6A46" w:rsidRDefault="007B6A46" w:rsidP="007B6A46">
      <w:r>
        <w:t>344.1449</w:t>
      </w:r>
      <w:r>
        <w:tab/>
        <w:t>3.038e0</w:t>
      </w:r>
    </w:p>
    <w:p w:rsidR="007B6A46" w:rsidRDefault="007B6A46" w:rsidP="007B6A46">
      <w:r>
        <w:t>344.1557</w:t>
      </w:r>
      <w:r>
        <w:tab/>
        <w:t>1.013e0</w:t>
      </w:r>
    </w:p>
    <w:p w:rsidR="007B6A46" w:rsidRDefault="007B6A46" w:rsidP="007B6A46">
      <w:r>
        <w:t>344.1804</w:t>
      </w:r>
      <w:r>
        <w:tab/>
        <w:t>1.013e0</w:t>
      </w:r>
    </w:p>
    <w:p w:rsidR="007B6A46" w:rsidRDefault="007B6A46" w:rsidP="007B6A46">
      <w:r>
        <w:t>344.1887</w:t>
      </w:r>
      <w:r>
        <w:tab/>
        <w:t>2.025e0</w:t>
      </w:r>
    </w:p>
    <w:p w:rsidR="007B6A46" w:rsidRDefault="007B6A46" w:rsidP="007B6A46">
      <w:r>
        <w:t>344.1986</w:t>
      </w:r>
      <w:r>
        <w:tab/>
        <w:t>3.038e0</w:t>
      </w:r>
    </w:p>
    <w:p w:rsidR="007B6A46" w:rsidRDefault="007B6A46" w:rsidP="007B6A46">
      <w:r>
        <w:t>344.2093</w:t>
      </w:r>
      <w:r>
        <w:tab/>
        <w:t>1.013e0</w:t>
      </w:r>
    </w:p>
    <w:p w:rsidR="007B6A46" w:rsidRDefault="007B6A46" w:rsidP="007B6A46">
      <w:r>
        <w:t>344.2108</w:t>
      </w:r>
      <w:r>
        <w:tab/>
        <w:t>2.025e0</w:t>
      </w:r>
    </w:p>
    <w:p w:rsidR="007B6A46" w:rsidRDefault="007B6A46" w:rsidP="007B6A46">
      <w:r>
        <w:t>344.2211</w:t>
      </w:r>
      <w:r>
        <w:tab/>
        <w:t>5.063e0</w:t>
      </w:r>
    </w:p>
    <w:p w:rsidR="007B6A46" w:rsidRDefault="007B6A46" w:rsidP="007B6A46">
      <w:r>
        <w:t>344.2390</w:t>
      </w:r>
      <w:r>
        <w:tab/>
        <w:t>6.076e0</w:t>
      </w:r>
    </w:p>
    <w:p w:rsidR="007B6A46" w:rsidRDefault="007B6A46" w:rsidP="007B6A46">
      <w:r>
        <w:t>344.2401</w:t>
      </w:r>
      <w:r>
        <w:tab/>
        <w:t>1.013e0</w:t>
      </w:r>
    </w:p>
    <w:p w:rsidR="007B6A46" w:rsidRDefault="007B6A46" w:rsidP="007B6A46">
      <w:r>
        <w:t>344.2441</w:t>
      </w:r>
      <w:r>
        <w:tab/>
        <w:t>5.063e0</w:t>
      </w:r>
    </w:p>
    <w:p w:rsidR="007B6A46" w:rsidRDefault="007B6A46" w:rsidP="007B6A46">
      <w:r>
        <w:t>344.2583</w:t>
      </w:r>
      <w:r>
        <w:tab/>
        <w:t>3.038e0</w:t>
      </w:r>
    </w:p>
    <w:p w:rsidR="007B6A46" w:rsidRDefault="007B6A46" w:rsidP="007B6A46">
      <w:r>
        <w:t>344.2962</w:t>
      </w:r>
      <w:r>
        <w:tab/>
        <w:t>2.025e0</w:t>
      </w:r>
    </w:p>
    <w:p w:rsidR="007B6A46" w:rsidRDefault="007B6A46" w:rsidP="007B6A46">
      <w:r>
        <w:t>344.3000</w:t>
      </w:r>
      <w:r>
        <w:tab/>
        <w:t>1.013e0</w:t>
      </w:r>
    </w:p>
    <w:p w:rsidR="007B6A46" w:rsidRDefault="007B6A46" w:rsidP="007B6A46">
      <w:r>
        <w:t>344.3023</w:t>
      </w:r>
      <w:r>
        <w:tab/>
        <w:t>2.025e0</w:t>
      </w:r>
    </w:p>
    <w:p w:rsidR="007B6A46" w:rsidRDefault="007B6A46" w:rsidP="007B6A46">
      <w:r>
        <w:lastRenderedPageBreak/>
        <w:t>344.3035</w:t>
      </w:r>
      <w:r>
        <w:tab/>
        <w:t>1.013e0</w:t>
      </w:r>
    </w:p>
    <w:p w:rsidR="007B6A46" w:rsidRDefault="007B6A46" w:rsidP="007B6A46">
      <w:r>
        <w:t>344.3487</w:t>
      </w:r>
      <w:r>
        <w:tab/>
        <w:t>2.025e0</w:t>
      </w:r>
    </w:p>
    <w:p w:rsidR="007B6A46" w:rsidRDefault="007B6A46" w:rsidP="007B6A46">
      <w:r>
        <w:t>344.3580</w:t>
      </w:r>
      <w:r>
        <w:tab/>
        <w:t>1.013e0</w:t>
      </w:r>
    </w:p>
    <w:p w:rsidR="007B6A46" w:rsidRDefault="007B6A46" w:rsidP="007B6A46">
      <w:r>
        <w:t>344.3889</w:t>
      </w:r>
      <w:r>
        <w:tab/>
        <w:t>1.013e0</w:t>
      </w:r>
    </w:p>
    <w:p w:rsidR="007B6A46" w:rsidRDefault="007B6A46" w:rsidP="007B6A46">
      <w:r>
        <w:t>344.4193</w:t>
      </w:r>
      <w:r>
        <w:tab/>
        <w:t>1.013e0</w:t>
      </w:r>
    </w:p>
    <w:p w:rsidR="007B6A46" w:rsidRDefault="007B6A46" w:rsidP="007B6A46">
      <w:r>
        <w:t>344.4810</w:t>
      </w:r>
      <w:r>
        <w:tab/>
        <w:t>1.013e0</w:t>
      </w:r>
    </w:p>
    <w:p w:rsidR="007B6A46" w:rsidRDefault="007B6A46" w:rsidP="007B6A46">
      <w:r>
        <w:t>344.5145</w:t>
      </w:r>
      <w:r>
        <w:tab/>
        <w:t>2.025e0</w:t>
      </w:r>
    </w:p>
    <w:p w:rsidR="007B6A46" w:rsidRDefault="007B6A46" w:rsidP="007B6A46">
      <w:r>
        <w:t>344.5502</w:t>
      </w:r>
      <w:r>
        <w:tab/>
        <w:t>1.013e0</w:t>
      </w:r>
    </w:p>
    <w:p w:rsidR="007B6A46" w:rsidRDefault="007B6A46" w:rsidP="007B6A46">
      <w:r>
        <w:t>344.5616</w:t>
      </w:r>
      <w:r>
        <w:tab/>
        <w:t>2.025e0</w:t>
      </w:r>
    </w:p>
    <w:p w:rsidR="007B6A46" w:rsidRDefault="007B6A46" w:rsidP="007B6A46">
      <w:r>
        <w:t>344.6354</w:t>
      </w:r>
      <w:r>
        <w:tab/>
        <w:t>1.013e0</w:t>
      </w:r>
    </w:p>
    <w:p w:rsidR="007B6A46" w:rsidRDefault="007B6A46" w:rsidP="007B6A46">
      <w:r>
        <w:t>344.6481</w:t>
      </w:r>
      <w:r>
        <w:tab/>
        <w:t>1.013e0</w:t>
      </w:r>
    </w:p>
    <w:p w:rsidR="007B6A46" w:rsidRDefault="007B6A46" w:rsidP="007B6A46">
      <w:r>
        <w:t>344.6733</w:t>
      </w:r>
      <w:r>
        <w:tab/>
        <w:t>1.013e0</w:t>
      </w:r>
    </w:p>
    <w:p w:rsidR="007B6A46" w:rsidRDefault="007B6A46" w:rsidP="007B6A46">
      <w:r>
        <w:t>344.7040</w:t>
      </w:r>
      <w:r>
        <w:tab/>
        <w:t>1.013e0</w:t>
      </w:r>
    </w:p>
    <w:p w:rsidR="007B6A46" w:rsidRDefault="007B6A46" w:rsidP="007B6A46">
      <w:r>
        <w:t>344.8665</w:t>
      </w:r>
      <w:r>
        <w:tab/>
        <w:t>1.013e0</w:t>
      </w:r>
    </w:p>
    <w:p w:rsidR="007B6A46" w:rsidRDefault="007B6A46" w:rsidP="007B6A46">
      <w:r>
        <w:t>344.8704</w:t>
      </w:r>
      <w:r>
        <w:tab/>
        <w:t>1.013e0</w:t>
      </w:r>
    </w:p>
    <w:p w:rsidR="007B6A46" w:rsidRDefault="007B6A46" w:rsidP="007B6A46">
      <w:r>
        <w:t>344.9204</w:t>
      </w:r>
      <w:r>
        <w:tab/>
        <w:t>2.025e0</w:t>
      </w:r>
    </w:p>
    <w:p w:rsidR="007B6A46" w:rsidRDefault="007B6A46" w:rsidP="007B6A46">
      <w:r>
        <w:t>344.9542</w:t>
      </w:r>
      <w:r>
        <w:tab/>
        <w:t>3.038e0</w:t>
      </w:r>
    </w:p>
    <w:p w:rsidR="007B6A46" w:rsidRDefault="007B6A46" w:rsidP="007B6A46">
      <w:r>
        <w:t>344.9755</w:t>
      </w:r>
      <w:r>
        <w:tab/>
        <w:t>1.013e0</w:t>
      </w:r>
    </w:p>
    <w:p w:rsidR="007B6A46" w:rsidRDefault="007B6A46" w:rsidP="007B6A46">
      <w:r>
        <w:t>344.9897</w:t>
      </w:r>
      <w:r>
        <w:tab/>
        <w:t>1.013e0</w:t>
      </w:r>
    </w:p>
    <w:p w:rsidR="007B6A46" w:rsidRDefault="007B6A46" w:rsidP="007B6A46">
      <w:r>
        <w:lastRenderedPageBreak/>
        <w:t>345.0630</w:t>
      </w:r>
      <w:r>
        <w:tab/>
        <w:t>1.013e0</w:t>
      </w:r>
    </w:p>
    <w:p w:rsidR="007B6A46" w:rsidRDefault="007B6A46" w:rsidP="007B6A46">
      <w:r>
        <w:t>345.0745</w:t>
      </w:r>
      <w:r>
        <w:tab/>
        <w:t>1.013e0</w:t>
      </w:r>
    </w:p>
    <w:p w:rsidR="007B6A46" w:rsidRDefault="007B6A46" w:rsidP="007B6A46">
      <w:r>
        <w:t>345.0803</w:t>
      </w:r>
      <w:r>
        <w:tab/>
        <w:t>1.013e0</w:t>
      </w:r>
    </w:p>
    <w:p w:rsidR="007B6A46" w:rsidRDefault="007B6A46" w:rsidP="007B6A46">
      <w:r>
        <w:t>345.0843</w:t>
      </w:r>
      <w:r>
        <w:tab/>
        <w:t>1.013e0</w:t>
      </w:r>
    </w:p>
    <w:p w:rsidR="007B6A46" w:rsidRDefault="007B6A46" w:rsidP="007B6A46">
      <w:r>
        <w:t>345.1049</w:t>
      </w:r>
      <w:r>
        <w:tab/>
        <w:t>1.013e0</w:t>
      </w:r>
    </w:p>
    <w:p w:rsidR="007B6A46" w:rsidRDefault="007B6A46" w:rsidP="007B6A46">
      <w:r>
        <w:t>345.1156</w:t>
      </w:r>
      <w:r>
        <w:tab/>
        <w:t>2.025e0</w:t>
      </w:r>
    </w:p>
    <w:p w:rsidR="007B6A46" w:rsidRDefault="007B6A46" w:rsidP="007B6A46">
      <w:r>
        <w:t>345.1295</w:t>
      </w:r>
      <w:r>
        <w:tab/>
        <w:t>1.013e0</w:t>
      </w:r>
    </w:p>
    <w:p w:rsidR="007B6A46" w:rsidRDefault="007B6A46" w:rsidP="007B6A46">
      <w:r>
        <w:t>345.1428</w:t>
      </w:r>
      <w:r>
        <w:tab/>
        <w:t>2.025e0</w:t>
      </w:r>
    </w:p>
    <w:p w:rsidR="007B6A46" w:rsidRDefault="007B6A46" w:rsidP="007B6A46">
      <w:r>
        <w:t>345.1493</w:t>
      </w:r>
      <w:r>
        <w:tab/>
        <w:t>1.013e0</w:t>
      </w:r>
    </w:p>
    <w:p w:rsidR="007B6A46" w:rsidRDefault="007B6A46" w:rsidP="007B6A46">
      <w:r>
        <w:t>345.1735</w:t>
      </w:r>
      <w:r>
        <w:tab/>
        <w:t>1.013e0</w:t>
      </w:r>
    </w:p>
    <w:p w:rsidR="007B6A46" w:rsidRDefault="007B6A46" w:rsidP="007B6A46">
      <w:r>
        <w:t>345.1823</w:t>
      </w:r>
      <w:r>
        <w:tab/>
        <w:t>1.013e0</w:t>
      </w:r>
    </w:p>
    <w:p w:rsidR="007B6A46" w:rsidRDefault="007B6A46" w:rsidP="007B6A46">
      <w:r>
        <w:t>345.2034</w:t>
      </w:r>
      <w:r>
        <w:tab/>
        <w:t>1.013e0</w:t>
      </w:r>
    </w:p>
    <w:p w:rsidR="007B6A46" w:rsidRDefault="007B6A46" w:rsidP="007B6A46">
      <w:r>
        <w:t>345.2112</w:t>
      </w:r>
      <w:r>
        <w:tab/>
        <w:t>1.013e0</w:t>
      </w:r>
    </w:p>
    <w:p w:rsidR="007B6A46" w:rsidRDefault="007B6A46" w:rsidP="007B6A46">
      <w:r>
        <w:t>345.2258</w:t>
      </w:r>
      <w:r>
        <w:tab/>
        <w:t>4.051e0</w:t>
      </w:r>
    </w:p>
    <w:p w:rsidR="007B6A46" w:rsidRDefault="007B6A46" w:rsidP="007B6A46">
      <w:r>
        <w:t>345.2296</w:t>
      </w:r>
      <w:r>
        <w:tab/>
        <w:t>2.025e0</w:t>
      </w:r>
    </w:p>
    <w:p w:rsidR="007B6A46" w:rsidRDefault="007B6A46" w:rsidP="007B6A46">
      <w:r>
        <w:t>345.2483</w:t>
      </w:r>
      <w:r>
        <w:tab/>
        <w:t>1.013e0</w:t>
      </w:r>
    </w:p>
    <w:p w:rsidR="007B6A46" w:rsidRDefault="007B6A46" w:rsidP="007B6A46">
      <w:r>
        <w:t>345.2527</w:t>
      </w:r>
      <w:r>
        <w:tab/>
        <w:t>1.013e0</w:t>
      </w:r>
    </w:p>
    <w:p w:rsidR="007B6A46" w:rsidRDefault="007B6A46" w:rsidP="007B6A46">
      <w:r>
        <w:t>345.2725</w:t>
      </w:r>
      <w:r>
        <w:tab/>
        <w:t>2.025e0</w:t>
      </w:r>
    </w:p>
    <w:p w:rsidR="007B6A46" w:rsidRDefault="007B6A46" w:rsidP="007B6A46">
      <w:r>
        <w:t>345.3226</w:t>
      </w:r>
      <w:r>
        <w:tab/>
        <w:t>1.013e0</w:t>
      </w:r>
    </w:p>
    <w:p w:rsidR="007B6A46" w:rsidRDefault="007B6A46" w:rsidP="007B6A46">
      <w:r>
        <w:lastRenderedPageBreak/>
        <w:t>345.3260</w:t>
      </w:r>
      <w:r>
        <w:tab/>
        <w:t>1.013e0</w:t>
      </w:r>
    </w:p>
    <w:p w:rsidR="007B6A46" w:rsidRDefault="007B6A46" w:rsidP="007B6A46">
      <w:r>
        <w:t>345.3907</w:t>
      </w:r>
      <w:r>
        <w:tab/>
        <w:t>1.013e0</w:t>
      </w:r>
    </w:p>
    <w:p w:rsidR="007B6A46" w:rsidRDefault="007B6A46" w:rsidP="007B6A46">
      <w:r>
        <w:t>345.4087</w:t>
      </w:r>
      <w:r>
        <w:tab/>
        <w:t>2.025e0</w:t>
      </w:r>
    </w:p>
    <w:p w:rsidR="007B6A46" w:rsidRDefault="007B6A46" w:rsidP="007B6A46">
      <w:r>
        <w:t>345.4341</w:t>
      </w:r>
      <w:r>
        <w:tab/>
        <w:t>1.013e0</w:t>
      </w:r>
    </w:p>
    <w:p w:rsidR="007B6A46" w:rsidRDefault="007B6A46" w:rsidP="007B6A46">
      <w:r>
        <w:t>345.4650</w:t>
      </w:r>
      <w:r>
        <w:tab/>
        <w:t>2.025e0</w:t>
      </w:r>
    </w:p>
    <w:p w:rsidR="007B6A46" w:rsidRDefault="007B6A46" w:rsidP="007B6A46">
      <w:r>
        <w:t>345.5731</w:t>
      </w:r>
      <w:r>
        <w:tab/>
        <w:t>1.013e0</w:t>
      </w:r>
    </w:p>
    <w:p w:rsidR="007B6A46" w:rsidRDefault="007B6A46" w:rsidP="007B6A46">
      <w:r>
        <w:t>345.6570</w:t>
      </w:r>
      <w:r>
        <w:tab/>
        <w:t>1.013e0</w:t>
      </w:r>
    </w:p>
    <w:p w:rsidR="007B6A46" w:rsidRDefault="007B6A46" w:rsidP="007B6A46">
      <w:r>
        <w:t>345.6751</w:t>
      </w:r>
      <w:r>
        <w:tab/>
        <w:t>1.013e0</w:t>
      </w:r>
    </w:p>
    <w:p w:rsidR="007B6A46" w:rsidRDefault="007B6A46" w:rsidP="007B6A46">
      <w:r>
        <w:t>345.6880</w:t>
      </w:r>
      <w:r>
        <w:tab/>
        <w:t>1.013e0</w:t>
      </w:r>
    </w:p>
    <w:p w:rsidR="007B6A46" w:rsidRDefault="007B6A46" w:rsidP="007B6A46">
      <w:r>
        <w:t>345.7457</w:t>
      </w:r>
      <w:r>
        <w:tab/>
        <w:t>1.013e0</w:t>
      </w:r>
    </w:p>
    <w:p w:rsidR="007B6A46" w:rsidRDefault="007B6A46" w:rsidP="007B6A46">
      <w:r>
        <w:t>345.8925</w:t>
      </w:r>
      <w:r>
        <w:tab/>
        <w:t>2.025e0</w:t>
      </w:r>
    </w:p>
    <w:p w:rsidR="007B6A46" w:rsidRDefault="007B6A46" w:rsidP="007B6A46">
      <w:r>
        <w:t>345.8978</w:t>
      </w:r>
      <w:r>
        <w:tab/>
        <w:t>2.025e0</w:t>
      </w:r>
    </w:p>
    <w:p w:rsidR="007B6A46" w:rsidRDefault="007B6A46" w:rsidP="007B6A46">
      <w:r>
        <w:t>345.9252</w:t>
      </w:r>
      <w:r>
        <w:tab/>
        <w:t>5.063e0</w:t>
      </w:r>
    </w:p>
    <w:p w:rsidR="007B6A46" w:rsidRDefault="007B6A46" w:rsidP="007B6A46">
      <w:r>
        <w:t>345.9275</w:t>
      </w:r>
      <w:r>
        <w:tab/>
        <w:t>5.063e0</w:t>
      </w:r>
    </w:p>
    <w:p w:rsidR="007B6A46" w:rsidRDefault="007B6A46" w:rsidP="007B6A46">
      <w:r>
        <w:t>345.9384</w:t>
      </w:r>
      <w:r>
        <w:tab/>
        <w:t>3.038e0</w:t>
      </w:r>
    </w:p>
    <w:p w:rsidR="007B6A46" w:rsidRDefault="007B6A46" w:rsidP="007B6A46">
      <w:r>
        <w:t>345.9427</w:t>
      </w:r>
      <w:r>
        <w:tab/>
        <w:t>1.013e0</w:t>
      </w:r>
    </w:p>
    <w:p w:rsidR="007B6A46" w:rsidRDefault="007B6A46" w:rsidP="007B6A46">
      <w:r>
        <w:t>345.9729</w:t>
      </w:r>
      <w:r>
        <w:tab/>
        <w:t>2.025e0</w:t>
      </w:r>
    </w:p>
    <w:p w:rsidR="007B6A46" w:rsidRDefault="007B6A46" w:rsidP="007B6A46">
      <w:r>
        <w:t>345.9882</w:t>
      </w:r>
      <w:r>
        <w:tab/>
        <w:t>1.013e0</w:t>
      </w:r>
    </w:p>
    <w:p w:rsidR="007B6A46" w:rsidRDefault="007B6A46" w:rsidP="007B6A46">
      <w:r>
        <w:t>346.0163</w:t>
      </w:r>
      <w:r>
        <w:tab/>
        <w:t>2.025e0</w:t>
      </w:r>
    </w:p>
    <w:p w:rsidR="007B6A46" w:rsidRDefault="007B6A46" w:rsidP="007B6A46">
      <w:r>
        <w:lastRenderedPageBreak/>
        <w:t>346.0503</w:t>
      </w:r>
      <w:r>
        <w:tab/>
        <w:t>2.025e0</w:t>
      </w:r>
    </w:p>
    <w:p w:rsidR="007B6A46" w:rsidRDefault="007B6A46" w:rsidP="007B6A46">
      <w:r>
        <w:t>346.0533</w:t>
      </w:r>
      <w:r>
        <w:tab/>
        <w:t>1.013e0</w:t>
      </w:r>
    </w:p>
    <w:p w:rsidR="007B6A46" w:rsidRDefault="007B6A46" w:rsidP="007B6A46">
      <w:r>
        <w:t>346.0553</w:t>
      </w:r>
      <w:r>
        <w:tab/>
        <w:t>3.038e0</w:t>
      </w:r>
    </w:p>
    <w:p w:rsidR="007B6A46" w:rsidRDefault="007B6A46" w:rsidP="007B6A46">
      <w:r>
        <w:t>346.0580</w:t>
      </w:r>
      <w:r>
        <w:tab/>
        <w:t>1.013e0</w:t>
      </w:r>
    </w:p>
    <w:p w:rsidR="007B6A46" w:rsidRDefault="007B6A46" w:rsidP="007B6A46">
      <w:r>
        <w:t>346.0905</w:t>
      </w:r>
      <w:r>
        <w:tab/>
        <w:t>1.013e0</w:t>
      </w:r>
    </w:p>
    <w:p w:rsidR="007B6A46" w:rsidRDefault="007B6A46" w:rsidP="007B6A46">
      <w:r>
        <w:t>346.1775</w:t>
      </w:r>
      <w:r>
        <w:tab/>
        <w:t>1.013e0</w:t>
      </w:r>
    </w:p>
    <w:p w:rsidR="007B6A46" w:rsidRDefault="007B6A46" w:rsidP="007B6A46">
      <w:r>
        <w:t>346.2054</w:t>
      </w:r>
      <w:r>
        <w:tab/>
        <w:t>1.013e0</w:t>
      </w:r>
    </w:p>
    <w:p w:rsidR="007B6A46" w:rsidRDefault="007B6A46" w:rsidP="007B6A46">
      <w:r>
        <w:t>346.2256</w:t>
      </w:r>
      <w:r>
        <w:tab/>
        <w:t>3.038e0</w:t>
      </w:r>
    </w:p>
    <w:p w:rsidR="007B6A46" w:rsidRDefault="007B6A46" w:rsidP="007B6A46">
      <w:r>
        <w:t>346.2400</w:t>
      </w:r>
      <w:r>
        <w:tab/>
        <w:t>1.013e0</w:t>
      </w:r>
    </w:p>
    <w:p w:rsidR="007B6A46" w:rsidRDefault="007B6A46" w:rsidP="007B6A46">
      <w:r>
        <w:t>346.2547</w:t>
      </w:r>
      <w:r>
        <w:tab/>
        <w:t>2.025e0</w:t>
      </w:r>
    </w:p>
    <w:p w:rsidR="007B6A46" w:rsidRDefault="007B6A46" w:rsidP="007B6A46">
      <w:r>
        <w:t>346.2573</w:t>
      </w:r>
      <w:r>
        <w:tab/>
        <w:t>3.038e0</w:t>
      </w:r>
    </w:p>
    <w:p w:rsidR="007B6A46" w:rsidRDefault="007B6A46" w:rsidP="007B6A46">
      <w:r>
        <w:t>346.2710</w:t>
      </w:r>
      <w:r>
        <w:tab/>
        <w:t>1.013e0</w:t>
      </w:r>
    </w:p>
    <w:p w:rsidR="007B6A46" w:rsidRDefault="007B6A46" w:rsidP="007B6A46">
      <w:r>
        <w:t>346.2760</w:t>
      </w:r>
      <w:r>
        <w:tab/>
        <w:t>1.013e0</w:t>
      </w:r>
    </w:p>
    <w:p w:rsidR="007B6A46" w:rsidRDefault="007B6A46" w:rsidP="007B6A46">
      <w:r>
        <w:t>346.3330</w:t>
      </w:r>
      <w:r>
        <w:tab/>
        <w:t>1.013e0</w:t>
      </w:r>
    </w:p>
    <w:p w:rsidR="007B6A46" w:rsidRDefault="007B6A46" w:rsidP="007B6A46">
      <w:r>
        <w:t>346.3579</w:t>
      </w:r>
      <w:r>
        <w:tab/>
        <w:t>1.013e0</w:t>
      </w:r>
    </w:p>
    <w:p w:rsidR="007B6A46" w:rsidRDefault="007B6A46" w:rsidP="007B6A46">
      <w:r>
        <w:t>346.4200</w:t>
      </w:r>
      <w:r>
        <w:tab/>
        <w:t>1.013e0</w:t>
      </w:r>
    </w:p>
    <w:p w:rsidR="007B6A46" w:rsidRDefault="007B6A46" w:rsidP="007B6A46">
      <w:r>
        <w:t>346.4485</w:t>
      </w:r>
      <w:r>
        <w:tab/>
        <w:t>1.013e0</w:t>
      </w:r>
    </w:p>
    <w:p w:rsidR="007B6A46" w:rsidRDefault="007B6A46" w:rsidP="007B6A46">
      <w:r>
        <w:t>346.5265</w:t>
      </w:r>
      <w:r>
        <w:tab/>
        <w:t>1.013e0</w:t>
      </w:r>
    </w:p>
    <w:p w:rsidR="007B6A46" w:rsidRDefault="007B6A46" w:rsidP="007B6A46">
      <w:r>
        <w:t>346.5622</w:t>
      </w:r>
      <w:r>
        <w:tab/>
        <w:t>1.013e0</w:t>
      </w:r>
    </w:p>
    <w:p w:rsidR="007B6A46" w:rsidRDefault="007B6A46" w:rsidP="007B6A46">
      <w:r>
        <w:lastRenderedPageBreak/>
        <w:t>346.5676</w:t>
      </w:r>
      <w:r>
        <w:tab/>
        <w:t>2.025e0</w:t>
      </w:r>
    </w:p>
    <w:p w:rsidR="007B6A46" w:rsidRDefault="007B6A46" w:rsidP="007B6A46">
      <w:r>
        <w:t>346.6171</w:t>
      </w:r>
      <w:r>
        <w:tab/>
        <w:t>1.013e0</w:t>
      </w:r>
    </w:p>
    <w:p w:rsidR="007B6A46" w:rsidRDefault="007B6A46" w:rsidP="007B6A46">
      <w:r>
        <w:t>346.6492</w:t>
      </w:r>
      <w:r>
        <w:tab/>
        <w:t>1.013e0</w:t>
      </w:r>
    </w:p>
    <w:p w:rsidR="007B6A46" w:rsidRDefault="007B6A46" w:rsidP="007B6A46">
      <w:r>
        <w:t>346.6622</w:t>
      </w:r>
      <w:r>
        <w:tab/>
        <w:t>2.025e0</w:t>
      </w:r>
    </w:p>
    <w:p w:rsidR="007B6A46" w:rsidRDefault="007B6A46" w:rsidP="007B6A46">
      <w:r>
        <w:t>346.6639</w:t>
      </w:r>
      <w:r>
        <w:tab/>
        <w:t>2.025e0</w:t>
      </w:r>
    </w:p>
    <w:p w:rsidR="007B6A46" w:rsidRDefault="007B6A46" w:rsidP="007B6A46">
      <w:r>
        <w:t>346.6906</w:t>
      </w:r>
      <w:r>
        <w:tab/>
        <w:t>1.013e0</w:t>
      </w:r>
    </w:p>
    <w:p w:rsidR="007B6A46" w:rsidRDefault="007B6A46" w:rsidP="007B6A46">
      <w:r>
        <w:t>346.6952</w:t>
      </w:r>
      <w:r>
        <w:tab/>
        <w:t>1.013e0</w:t>
      </w:r>
    </w:p>
    <w:p w:rsidR="007B6A46" w:rsidRDefault="007B6A46" w:rsidP="007B6A46">
      <w:r>
        <w:t>346.8198</w:t>
      </w:r>
      <w:r>
        <w:tab/>
        <w:t>2.025e0</w:t>
      </w:r>
    </w:p>
    <w:p w:rsidR="007B6A46" w:rsidRDefault="007B6A46" w:rsidP="007B6A46">
      <w:r>
        <w:t>346.9047</w:t>
      </w:r>
      <w:r>
        <w:tab/>
        <w:t>2.025e0</w:t>
      </w:r>
    </w:p>
    <w:p w:rsidR="007B6A46" w:rsidRDefault="007B6A46" w:rsidP="007B6A46">
      <w:r>
        <w:t>346.9194</w:t>
      </w:r>
      <w:r>
        <w:tab/>
        <w:t>2.025e0</w:t>
      </w:r>
    </w:p>
    <w:p w:rsidR="007B6A46" w:rsidRDefault="007B6A46" w:rsidP="007B6A46">
      <w:r>
        <w:t>346.9216</w:t>
      </w:r>
      <w:r>
        <w:tab/>
        <w:t>4.051e0</w:t>
      </w:r>
    </w:p>
    <w:p w:rsidR="007B6A46" w:rsidRDefault="007B6A46" w:rsidP="007B6A46">
      <w:r>
        <w:t>346.9332</w:t>
      </w:r>
      <w:r>
        <w:tab/>
        <w:t>1.013e0</w:t>
      </w:r>
    </w:p>
    <w:p w:rsidR="007B6A46" w:rsidRDefault="007B6A46" w:rsidP="007B6A46">
      <w:r>
        <w:t>346.9537</w:t>
      </w:r>
      <w:r>
        <w:tab/>
        <w:t>1.013e0</w:t>
      </w:r>
    </w:p>
    <w:p w:rsidR="007B6A46" w:rsidRDefault="007B6A46" w:rsidP="007B6A46">
      <w:r>
        <w:t>346.9729</w:t>
      </w:r>
      <w:r>
        <w:tab/>
        <w:t>1.013e0</w:t>
      </w:r>
    </w:p>
    <w:p w:rsidR="007B6A46" w:rsidRDefault="007B6A46" w:rsidP="007B6A46">
      <w:r>
        <w:t>346.9825</w:t>
      </w:r>
      <w:r>
        <w:tab/>
        <w:t>1.013e0</w:t>
      </w:r>
    </w:p>
    <w:p w:rsidR="007B6A46" w:rsidRDefault="007B6A46" w:rsidP="007B6A46">
      <w:r>
        <w:t>347.0319</w:t>
      </w:r>
      <w:r>
        <w:tab/>
        <w:t>1.013e0</w:t>
      </w:r>
    </w:p>
    <w:p w:rsidR="007B6A46" w:rsidRDefault="007B6A46" w:rsidP="007B6A46">
      <w:r>
        <w:t>347.0413</w:t>
      </w:r>
      <w:r>
        <w:tab/>
        <w:t>1.013e0</w:t>
      </w:r>
    </w:p>
    <w:p w:rsidR="007B6A46" w:rsidRDefault="007B6A46" w:rsidP="007B6A46">
      <w:r>
        <w:t>347.1103</w:t>
      </w:r>
      <w:r>
        <w:tab/>
        <w:t>1.013e0</w:t>
      </w:r>
    </w:p>
    <w:p w:rsidR="007B6A46" w:rsidRDefault="007B6A46" w:rsidP="007B6A46">
      <w:r>
        <w:t>347.1311</w:t>
      </w:r>
      <w:r>
        <w:tab/>
        <w:t>2.025e0</w:t>
      </w:r>
    </w:p>
    <w:p w:rsidR="007B6A46" w:rsidRDefault="007B6A46" w:rsidP="007B6A46">
      <w:r>
        <w:lastRenderedPageBreak/>
        <w:t>347.1758</w:t>
      </w:r>
      <w:r>
        <w:tab/>
        <w:t>1.013e0</w:t>
      </w:r>
    </w:p>
    <w:p w:rsidR="007B6A46" w:rsidRDefault="007B6A46" w:rsidP="007B6A46">
      <w:r>
        <w:t>347.1963</w:t>
      </w:r>
      <w:r>
        <w:tab/>
        <w:t>1.013e0</w:t>
      </w:r>
    </w:p>
    <w:p w:rsidR="007B6A46" w:rsidRDefault="007B6A46" w:rsidP="007B6A46">
      <w:r>
        <w:t>347.2250</w:t>
      </w:r>
      <w:r>
        <w:tab/>
        <w:t>2.025e0</w:t>
      </w:r>
    </w:p>
    <w:p w:rsidR="007B6A46" w:rsidRDefault="007B6A46" w:rsidP="007B6A46">
      <w:r>
        <w:t>347.2404</w:t>
      </w:r>
      <w:r>
        <w:tab/>
        <w:t>1.013e0</w:t>
      </w:r>
    </w:p>
    <w:p w:rsidR="007B6A46" w:rsidRDefault="007B6A46" w:rsidP="007B6A46">
      <w:r>
        <w:t>347.2545</w:t>
      </w:r>
      <w:r>
        <w:tab/>
        <w:t>1.013e0</w:t>
      </w:r>
    </w:p>
    <w:p w:rsidR="007B6A46" w:rsidRDefault="007B6A46" w:rsidP="007B6A46">
      <w:r>
        <w:t>347.2959</w:t>
      </w:r>
      <w:r>
        <w:tab/>
        <w:t>1.013e0</w:t>
      </w:r>
    </w:p>
    <w:p w:rsidR="007B6A46" w:rsidRDefault="007B6A46" w:rsidP="007B6A46">
      <w:r>
        <w:t>347.3200</w:t>
      </w:r>
      <w:r>
        <w:tab/>
        <w:t>1.013e0</w:t>
      </w:r>
    </w:p>
    <w:p w:rsidR="007B6A46" w:rsidRDefault="007B6A46" w:rsidP="007B6A46">
      <w:r>
        <w:t>347.3452</w:t>
      </w:r>
      <w:r>
        <w:tab/>
        <w:t>1.013e0</w:t>
      </w:r>
    </w:p>
    <w:p w:rsidR="007B6A46" w:rsidRDefault="007B6A46" w:rsidP="007B6A46">
      <w:r>
        <w:t>347.3557</w:t>
      </w:r>
      <w:r>
        <w:tab/>
        <w:t>2.025e0</w:t>
      </w:r>
    </w:p>
    <w:p w:rsidR="007B6A46" w:rsidRDefault="007B6A46" w:rsidP="007B6A46">
      <w:r>
        <w:t>347.5172</w:t>
      </w:r>
      <w:r>
        <w:tab/>
        <w:t>1.013e0</w:t>
      </w:r>
    </w:p>
    <w:p w:rsidR="007B6A46" w:rsidRDefault="007B6A46" w:rsidP="007B6A46">
      <w:r>
        <w:t>347.5262</w:t>
      </w:r>
      <w:r>
        <w:tab/>
        <w:t>1.013e0</w:t>
      </w:r>
    </w:p>
    <w:p w:rsidR="007B6A46" w:rsidRDefault="007B6A46" w:rsidP="007B6A46">
      <w:r>
        <w:t>347.5765</w:t>
      </w:r>
      <w:r>
        <w:tab/>
        <w:t>2.025e0</w:t>
      </w:r>
    </w:p>
    <w:p w:rsidR="007B6A46" w:rsidRDefault="007B6A46" w:rsidP="007B6A46">
      <w:r>
        <w:t>347.7690</w:t>
      </w:r>
      <w:r>
        <w:tab/>
        <w:t>1.013e0</w:t>
      </w:r>
    </w:p>
    <w:p w:rsidR="007B6A46" w:rsidRDefault="007B6A46" w:rsidP="007B6A46">
      <w:r>
        <w:t>347.8189</w:t>
      </w:r>
      <w:r>
        <w:tab/>
        <w:t>1.013e0</w:t>
      </w:r>
    </w:p>
    <w:p w:rsidR="007B6A46" w:rsidRDefault="007B6A46" w:rsidP="007B6A46">
      <w:r>
        <w:t>347.8438</w:t>
      </w:r>
      <w:r>
        <w:tab/>
        <w:t>1.013e0</w:t>
      </w:r>
    </w:p>
    <w:p w:rsidR="007B6A46" w:rsidRDefault="007B6A46" w:rsidP="007B6A46">
      <w:r>
        <w:t>347.8506</w:t>
      </w:r>
      <w:r>
        <w:tab/>
        <w:t>1.013e0</w:t>
      </w:r>
    </w:p>
    <w:p w:rsidR="007B6A46" w:rsidRDefault="007B6A46" w:rsidP="007B6A46">
      <w:r>
        <w:t>347.9333</w:t>
      </w:r>
      <w:r>
        <w:tab/>
        <w:t>2.025e0</w:t>
      </w:r>
    </w:p>
    <w:p w:rsidR="007B6A46" w:rsidRDefault="007B6A46" w:rsidP="007B6A46">
      <w:r>
        <w:t>347.9534</w:t>
      </w:r>
      <w:r>
        <w:tab/>
        <w:t>1.013e0</w:t>
      </w:r>
    </w:p>
    <w:p w:rsidR="007B6A46" w:rsidRDefault="007B6A46" w:rsidP="007B6A46">
      <w:r>
        <w:t>347.9784</w:t>
      </w:r>
      <w:r>
        <w:tab/>
        <w:t>2.025e0</w:t>
      </w:r>
    </w:p>
    <w:p w:rsidR="007B6A46" w:rsidRDefault="007B6A46" w:rsidP="007B6A46">
      <w:r>
        <w:lastRenderedPageBreak/>
        <w:t>348.0275</w:t>
      </w:r>
      <w:r>
        <w:tab/>
        <w:t>1.013e0</w:t>
      </w:r>
    </w:p>
    <w:p w:rsidR="007B6A46" w:rsidRDefault="007B6A46" w:rsidP="007B6A46">
      <w:r>
        <w:t>348.0384</w:t>
      </w:r>
      <w:r>
        <w:tab/>
        <w:t>2.025e0</w:t>
      </w:r>
    </w:p>
    <w:p w:rsidR="007B6A46" w:rsidRDefault="007B6A46" w:rsidP="007B6A46">
      <w:r>
        <w:t>348.0608</w:t>
      </w:r>
      <w:r>
        <w:tab/>
        <w:t>3.038e0</w:t>
      </w:r>
    </w:p>
    <w:p w:rsidR="007B6A46" w:rsidRDefault="007B6A46" w:rsidP="007B6A46">
      <w:r>
        <w:t>348.0734</w:t>
      </w:r>
      <w:r>
        <w:tab/>
        <w:t>1.013e0</w:t>
      </w:r>
    </w:p>
    <w:p w:rsidR="007B6A46" w:rsidRDefault="007B6A46" w:rsidP="007B6A46">
      <w:r>
        <w:t>348.1057</w:t>
      </w:r>
      <w:r>
        <w:tab/>
        <w:t>1.013e0</w:t>
      </w:r>
    </w:p>
    <w:p w:rsidR="007B6A46" w:rsidRDefault="007B6A46" w:rsidP="007B6A46">
      <w:r>
        <w:t>348.1311</w:t>
      </w:r>
      <w:r>
        <w:tab/>
        <w:t>1.013e0</w:t>
      </w:r>
    </w:p>
    <w:p w:rsidR="007B6A46" w:rsidRDefault="007B6A46" w:rsidP="007B6A46">
      <w:r>
        <w:t>348.1458</w:t>
      </w:r>
      <w:r>
        <w:tab/>
        <w:t>2.025e0</w:t>
      </w:r>
    </w:p>
    <w:p w:rsidR="007B6A46" w:rsidRDefault="007B6A46" w:rsidP="007B6A46">
      <w:r>
        <w:t>348.1618</w:t>
      </w:r>
      <w:r>
        <w:tab/>
        <w:t>1.013e0</w:t>
      </w:r>
    </w:p>
    <w:p w:rsidR="007B6A46" w:rsidRDefault="007B6A46" w:rsidP="007B6A46">
      <w:r>
        <w:t>348.2122</w:t>
      </w:r>
      <w:r>
        <w:tab/>
        <w:t>1.013e0</w:t>
      </w:r>
    </w:p>
    <w:p w:rsidR="007B6A46" w:rsidRDefault="007B6A46" w:rsidP="007B6A46">
      <w:r>
        <w:t>348.2156</w:t>
      </w:r>
      <w:r>
        <w:tab/>
        <w:t>2.025e0</w:t>
      </w:r>
    </w:p>
    <w:p w:rsidR="007B6A46" w:rsidRDefault="007B6A46" w:rsidP="007B6A46">
      <w:r>
        <w:t>348.2500</w:t>
      </w:r>
      <w:r>
        <w:tab/>
        <w:t>1.013e0</w:t>
      </w:r>
    </w:p>
    <w:p w:rsidR="007B6A46" w:rsidRDefault="007B6A46" w:rsidP="007B6A46">
      <w:r>
        <w:t>348.2616</w:t>
      </w:r>
      <w:r>
        <w:tab/>
        <w:t>1.013e0</w:t>
      </w:r>
    </w:p>
    <w:p w:rsidR="007B6A46" w:rsidRDefault="007B6A46" w:rsidP="007B6A46">
      <w:r>
        <w:t>348.2871</w:t>
      </w:r>
      <w:r>
        <w:tab/>
        <w:t>1.013e0</w:t>
      </w:r>
    </w:p>
    <w:p w:rsidR="007B6A46" w:rsidRDefault="007B6A46" w:rsidP="007B6A46">
      <w:r>
        <w:t>348.3242</w:t>
      </w:r>
      <w:r>
        <w:tab/>
        <w:t>2.025e0</w:t>
      </w:r>
    </w:p>
    <w:p w:rsidR="007B6A46" w:rsidRDefault="007B6A46" w:rsidP="007B6A46">
      <w:r>
        <w:t>348.3268</w:t>
      </w:r>
      <w:r>
        <w:tab/>
        <w:t>2.025e0</w:t>
      </w:r>
    </w:p>
    <w:p w:rsidR="007B6A46" w:rsidRDefault="007B6A46" w:rsidP="007B6A46">
      <w:r>
        <w:t>348.4110</w:t>
      </w:r>
      <w:r>
        <w:tab/>
        <w:t>1.013e0</w:t>
      </w:r>
    </w:p>
    <w:p w:rsidR="007B6A46" w:rsidRDefault="007B6A46" w:rsidP="007B6A46">
      <w:r>
        <w:t>348.4149</w:t>
      </w:r>
      <w:r>
        <w:tab/>
        <w:t>1.013e0</w:t>
      </w:r>
    </w:p>
    <w:p w:rsidR="007B6A46" w:rsidRDefault="007B6A46" w:rsidP="007B6A46">
      <w:r>
        <w:t>348.4597</w:t>
      </w:r>
      <w:r>
        <w:tab/>
        <w:t>1.013e0</w:t>
      </w:r>
    </w:p>
    <w:p w:rsidR="007B6A46" w:rsidRDefault="007B6A46" w:rsidP="007B6A46">
      <w:r>
        <w:t>348.4743</w:t>
      </w:r>
      <w:r>
        <w:tab/>
        <w:t>1.013e0</w:t>
      </w:r>
    </w:p>
    <w:p w:rsidR="007B6A46" w:rsidRDefault="007B6A46" w:rsidP="007B6A46">
      <w:r>
        <w:lastRenderedPageBreak/>
        <w:t>348.5742</w:t>
      </w:r>
      <w:r>
        <w:tab/>
        <w:t>1.013e0</w:t>
      </w:r>
    </w:p>
    <w:p w:rsidR="007B6A46" w:rsidRDefault="007B6A46" w:rsidP="007B6A46">
      <w:r>
        <w:t>348.6118</w:t>
      </w:r>
      <w:r>
        <w:tab/>
        <w:t>1.013e0</w:t>
      </w:r>
    </w:p>
    <w:p w:rsidR="007B6A46" w:rsidRDefault="007B6A46" w:rsidP="007B6A46">
      <w:r>
        <w:t>348.6491</w:t>
      </w:r>
      <w:r>
        <w:tab/>
        <w:t>1.013e0</w:t>
      </w:r>
    </w:p>
    <w:p w:rsidR="007B6A46" w:rsidRDefault="007B6A46" w:rsidP="007B6A46">
      <w:r>
        <w:t>348.6538</w:t>
      </w:r>
      <w:r>
        <w:tab/>
        <w:t>1.013e0</w:t>
      </w:r>
    </w:p>
    <w:p w:rsidR="007B6A46" w:rsidRDefault="007B6A46" w:rsidP="007B6A46">
      <w:r>
        <w:t>348.6779</w:t>
      </w:r>
      <w:r>
        <w:tab/>
        <w:t>1.013e0</w:t>
      </w:r>
    </w:p>
    <w:p w:rsidR="007B6A46" w:rsidRDefault="007B6A46" w:rsidP="007B6A46">
      <w:r>
        <w:t>348.7032</w:t>
      </w:r>
      <w:r>
        <w:tab/>
        <w:t>2.025e0</w:t>
      </w:r>
    </w:p>
    <w:p w:rsidR="007B6A46" w:rsidRDefault="007B6A46" w:rsidP="007B6A46">
      <w:r>
        <w:t>348.7319</w:t>
      </w:r>
      <w:r>
        <w:tab/>
        <w:t>1.013e0</w:t>
      </w:r>
    </w:p>
    <w:p w:rsidR="007B6A46" w:rsidRDefault="007B6A46" w:rsidP="007B6A46">
      <w:r>
        <w:t>348.7523</w:t>
      </w:r>
      <w:r>
        <w:tab/>
        <w:t>2.025e0</w:t>
      </w:r>
    </w:p>
    <w:p w:rsidR="007B6A46" w:rsidRDefault="007B6A46" w:rsidP="007B6A46">
      <w:r>
        <w:t>348.8365</w:t>
      </w:r>
      <w:r>
        <w:tab/>
        <w:t>1.013e0</w:t>
      </w:r>
    </w:p>
    <w:p w:rsidR="007B6A46" w:rsidRDefault="007B6A46" w:rsidP="007B6A46">
      <w:r>
        <w:t>348.8672</w:t>
      </w:r>
      <w:r>
        <w:tab/>
        <w:t>1.013e0</w:t>
      </w:r>
    </w:p>
    <w:p w:rsidR="007B6A46" w:rsidRDefault="007B6A46" w:rsidP="007B6A46">
      <w:r>
        <w:t>348.9115</w:t>
      </w:r>
      <w:r>
        <w:tab/>
        <w:t>1.013e0</w:t>
      </w:r>
    </w:p>
    <w:p w:rsidR="007B6A46" w:rsidRDefault="007B6A46" w:rsidP="007B6A46">
      <w:r>
        <w:t>348.9176</w:t>
      </w:r>
      <w:r>
        <w:tab/>
        <w:t>1.013e0</w:t>
      </w:r>
    </w:p>
    <w:p w:rsidR="007B6A46" w:rsidRDefault="007B6A46" w:rsidP="007B6A46">
      <w:r>
        <w:t>348.9609</w:t>
      </w:r>
      <w:r>
        <w:tab/>
        <w:t>1.013e0</w:t>
      </w:r>
    </w:p>
    <w:p w:rsidR="007B6A46" w:rsidRDefault="007B6A46" w:rsidP="007B6A46">
      <w:r>
        <w:t>348.9910</w:t>
      </w:r>
      <w:r>
        <w:tab/>
        <w:t>1.013e0</w:t>
      </w:r>
    </w:p>
    <w:p w:rsidR="007B6A46" w:rsidRDefault="007B6A46" w:rsidP="007B6A46">
      <w:r>
        <w:t>349.0797</w:t>
      </w:r>
      <w:r>
        <w:tab/>
        <w:t>1.013e0</w:t>
      </w:r>
    </w:p>
    <w:p w:rsidR="007B6A46" w:rsidRDefault="007B6A46" w:rsidP="007B6A46">
      <w:r>
        <w:t>349.1357</w:t>
      </w:r>
      <w:r>
        <w:tab/>
        <w:t>2.025e0</w:t>
      </w:r>
    </w:p>
    <w:p w:rsidR="007B6A46" w:rsidRDefault="007B6A46" w:rsidP="007B6A46">
      <w:r>
        <w:t>349.1552</w:t>
      </w:r>
      <w:r>
        <w:tab/>
        <w:t>1.013e0</w:t>
      </w:r>
    </w:p>
    <w:p w:rsidR="007B6A46" w:rsidRDefault="007B6A46" w:rsidP="007B6A46">
      <w:r>
        <w:t>349.1602</w:t>
      </w:r>
      <w:r>
        <w:tab/>
        <w:t>2.025e0</w:t>
      </w:r>
    </w:p>
    <w:p w:rsidR="007B6A46" w:rsidRDefault="007B6A46" w:rsidP="007B6A46">
      <w:r>
        <w:t>349.1644</w:t>
      </w:r>
      <w:r>
        <w:tab/>
        <w:t>1.013e0</w:t>
      </w:r>
    </w:p>
    <w:p w:rsidR="007B6A46" w:rsidRDefault="007B6A46" w:rsidP="007B6A46">
      <w:r>
        <w:lastRenderedPageBreak/>
        <w:t>349.1657</w:t>
      </w:r>
      <w:r>
        <w:tab/>
        <w:t>3.038e0</w:t>
      </w:r>
    </w:p>
    <w:p w:rsidR="007B6A46" w:rsidRDefault="007B6A46" w:rsidP="007B6A46">
      <w:r>
        <w:t>349.1928</w:t>
      </w:r>
      <w:r>
        <w:tab/>
        <w:t>1.013e0</w:t>
      </w:r>
    </w:p>
    <w:p w:rsidR="007B6A46" w:rsidRDefault="007B6A46" w:rsidP="007B6A46">
      <w:r>
        <w:t>349.2248</w:t>
      </w:r>
      <w:r>
        <w:tab/>
        <w:t>3.038e0</w:t>
      </w:r>
    </w:p>
    <w:p w:rsidR="007B6A46" w:rsidRDefault="007B6A46" w:rsidP="007B6A46">
      <w:r>
        <w:t>349.2404</w:t>
      </w:r>
      <w:r>
        <w:tab/>
        <w:t>3.038e0</w:t>
      </w:r>
    </w:p>
    <w:p w:rsidR="007B6A46" w:rsidRDefault="007B6A46" w:rsidP="007B6A46">
      <w:r>
        <w:t>349.2462</w:t>
      </w:r>
      <w:r>
        <w:tab/>
        <w:t>2.025e0</w:t>
      </w:r>
    </w:p>
    <w:p w:rsidR="007B6A46" w:rsidRDefault="007B6A46" w:rsidP="007B6A46">
      <w:r>
        <w:t>349.2591</w:t>
      </w:r>
      <w:r>
        <w:tab/>
        <w:t>1.013e0</w:t>
      </w:r>
    </w:p>
    <w:p w:rsidR="007B6A46" w:rsidRDefault="007B6A46" w:rsidP="007B6A46">
      <w:r>
        <w:t>349.2632</w:t>
      </w:r>
      <w:r>
        <w:tab/>
        <w:t>1.013e0</w:t>
      </w:r>
    </w:p>
    <w:p w:rsidR="007B6A46" w:rsidRDefault="007B6A46" w:rsidP="007B6A46">
      <w:r>
        <w:t>349.3293</w:t>
      </w:r>
      <w:r>
        <w:tab/>
        <w:t>1.013e0</w:t>
      </w:r>
    </w:p>
    <w:p w:rsidR="007B6A46" w:rsidRDefault="007B6A46" w:rsidP="007B6A46">
      <w:r>
        <w:t>349.3534</w:t>
      </w:r>
      <w:r>
        <w:tab/>
        <w:t>1.013e0</w:t>
      </w:r>
    </w:p>
    <w:p w:rsidR="007B6A46" w:rsidRDefault="007B6A46" w:rsidP="007B6A46">
      <w:r>
        <w:t>349.3786</w:t>
      </w:r>
      <w:r>
        <w:tab/>
        <w:t>1.013e0</w:t>
      </w:r>
    </w:p>
    <w:p w:rsidR="007B6A46" w:rsidRDefault="007B6A46" w:rsidP="007B6A46">
      <w:r>
        <w:t>349.4489</w:t>
      </w:r>
      <w:r>
        <w:tab/>
        <w:t>1.013e0</w:t>
      </w:r>
    </w:p>
    <w:p w:rsidR="007B6A46" w:rsidRDefault="007B6A46" w:rsidP="007B6A46">
      <w:r>
        <w:t>349.4521</w:t>
      </w:r>
      <w:r>
        <w:tab/>
        <w:t>1.013e0</w:t>
      </w:r>
    </w:p>
    <w:p w:rsidR="007B6A46" w:rsidRDefault="007B6A46" w:rsidP="007B6A46">
      <w:r>
        <w:t>349.4735</w:t>
      </w:r>
      <w:r>
        <w:tab/>
        <w:t>1.013e0</w:t>
      </w:r>
    </w:p>
    <w:p w:rsidR="007B6A46" w:rsidRDefault="007B6A46" w:rsidP="007B6A46">
      <w:r>
        <w:t>349.5181</w:t>
      </w:r>
      <w:r>
        <w:tab/>
        <w:t>1.013e0</w:t>
      </w:r>
    </w:p>
    <w:p w:rsidR="007B6A46" w:rsidRDefault="007B6A46" w:rsidP="007B6A46">
      <w:r>
        <w:t>349.5760</w:t>
      </w:r>
      <w:r>
        <w:tab/>
        <w:t>2.025e0</w:t>
      </w:r>
    </w:p>
    <w:p w:rsidR="007B6A46" w:rsidRDefault="007B6A46" w:rsidP="007B6A46">
      <w:r>
        <w:t>349.6120</w:t>
      </w:r>
      <w:r>
        <w:tab/>
        <w:t>1.013e0</w:t>
      </w:r>
    </w:p>
    <w:p w:rsidR="007B6A46" w:rsidRDefault="007B6A46" w:rsidP="007B6A46">
      <w:r>
        <w:t>349.6302</w:t>
      </w:r>
      <w:r>
        <w:tab/>
        <w:t>1.013e0</w:t>
      </w:r>
    </w:p>
    <w:p w:rsidR="007B6A46" w:rsidRDefault="007B6A46" w:rsidP="007B6A46">
      <w:r>
        <w:t>349.7121</w:t>
      </w:r>
      <w:r>
        <w:tab/>
        <w:t>1.013e0</w:t>
      </w:r>
    </w:p>
    <w:p w:rsidR="007B6A46" w:rsidRDefault="007B6A46" w:rsidP="007B6A46">
      <w:r>
        <w:t>349.7164</w:t>
      </w:r>
      <w:r>
        <w:tab/>
        <w:t>1.013e0</w:t>
      </w:r>
    </w:p>
    <w:p w:rsidR="007B6A46" w:rsidRDefault="007B6A46" w:rsidP="007B6A46">
      <w:r>
        <w:lastRenderedPageBreak/>
        <w:t>349.8173</w:t>
      </w:r>
      <w:r>
        <w:tab/>
        <w:t>2.025e0</w:t>
      </w:r>
    </w:p>
    <w:p w:rsidR="007B6A46" w:rsidRDefault="007B6A46" w:rsidP="007B6A46">
      <w:r>
        <w:t>349.8325</w:t>
      </w:r>
      <w:r>
        <w:tab/>
        <w:t>2.025e0</w:t>
      </w:r>
    </w:p>
    <w:p w:rsidR="007B6A46" w:rsidRDefault="007B6A46" w:rsidP="007B6A46">
      <w:r>
        <w:t>349.9188</w:t>
      </w:r>
      <w:r>
        <w:tab/>
        <w:t>3.038e0</w:t>
      </w:r>
    </w:p>
    <w:p w:rsidR="007B6A46" w:rsidRDefault="007B6A46" w:rsidP="007B6A46">
      <w:r>
        <w:t>349.9202</w:t>
      </w:r>
      <w:r>
        <w:tab/>
        <w:t>4.051e0</w:t>
      </w:r>
    </w:p>
    <w:p w:rsidR="007B6A46" w:rsidRDefault="007B6A46" w:rsidP="007B6A46">
      <w:r>
        <w:t>349.9251</w:t>
      </w:r>
      <w:r>
        <w:tab/>
        <w:t>1.013e0</w:t>
      </w:r>
    </w:p>
    <w:p w:rsidR="007B6A46" w:rsidRDefault="007B6A46" w:rsidP="007B6A46">
      <w:r>
        <w:t>349.9307</w:t>
      </w:r>
      <w:r>
        <w:tab/>
        <w:t>3.038e0</w:t>
      </w:r>
    </w:p>
    <w:p w:rsidR="007B6A46" w:rsidRDefault="007B6A46" w:rsidP="007B6A46">
      <w:r>
        <w:t>349.9549</w:t>
      </w:r>
      <w:r>
        <w:tab/>
        <w:t>3.038e0</w:t>
      </w:r>
    </w:p>
    <w:p w:rsidR="007B6A46" w:rsidRDefault="007B6A46" w:rsidP="007B6A46">
      <w:r>
        <w:t>349.9880</w:t>
      </w:r>
      <w:r>
        <w:tab/>
        <w:t>1.013e0</w:t>
      </w:r>
    </w:p>
    <w:p w:rsidR="007B6A46" w:rsidRDefault="007B6A46" w:rsidP="007B6A46">
      <w:r>
        <w:t>350.0090</w:t>
      </w:r>
      <w:r>
        <w:tab/>
        <w:t>1.013e0</w:t>
      </w:r>
    </w:p>
    <w:p w:rsidR="007B6A46" w:rsidRDefault="007B6A46" w:rsidP="007B6A46">
      <w:r>
        <w:t>350.0543</w:t>
      </w:r>
      <w:r>
        <w:tab/>
        <w:t>1.013e0</w:t>
      </w:r>
    </w:p>
    <w:p w:rsidR="007B6A46" w:rsidRDefault="007B6A46" w:rsidP="007B6A46">
      <w:r>
        <w:t>350.0687</w:t>
      </w:r>
      <w:r>
        <w:tab/>
        <w:t>1.013e0</w:t>
      </w:r>
    </w:p>
    <w:p w:rsidR="007B6A46" w:rsidRDefault="007B6A46" w:rsidP="007B6A46">
      <w:r>
        <w:t>350.0937</w:t>
      </w:r>
      <w:r>
        <w:tab/>
        <w:t>1.013e0</w:t>
      </w:r>
    </w:p>
    <w:p w:rsidR="007B6A46" w:rsidRDefault="007B6A46" w:rsidP="007B6A46">
      <w:r>
        <w:t>350.1318</w:t>
      </w:r>
      <w:r>
        <w:tab/>
        <w:t>3.038e0</w:t>
      </w:r>
    </w:p>
    <w:p w:rsidR="007B6A46" w:rsidRDefault="007B6A46" w:rsidP="007B6A46">
      <w:r>
        <w:t>350.1382</w:t>
      </w:r>
      <w:r>
        <w:tab/>
        <w:t>2.025e0</w:t>
      </w:r>
    </w:p>
    <w:p w:rsidR="007B6A46" w:rsidRDefault="007B6A46" w:rsidP="007B6A46">
      <w:r>
        <w:t>350.1483</w:t>
      </w:r>
      <w:r>
        <w:tab/>
        <w:t>2.025e0</w:t>
      </w:r>
    </w:p>
    <w:p w:rsidR="007B6A46" w:rsidRDefault="007B6A46" w:rsidP="007B6A46">
      <w:r>
        <w:t>350.1713</w:t>
      </w:r>
      <w:r>
        <w:tab/>
        <w:t>2.025e0</w:t>
      </w:r>
    </w:p>
    <w:p w:rsidR="007B6A46" w:rsidRDefault="007B6A46" w:rsidP="007B6A46">
      <w:r>
        <w:t>350.2379</w:t>
      </w:r>
      <w:r>
        <w:tab/>
        <w:t>4.051e0</w:t>
      </w:r>
    </w:p>
    <w:p w:rsidR="007B6A46" w:rsidRDefault="007B6A46" w:rsidP="007B6A46">
      <w:r>
        <w:t>350.2436</w:t>
      </w:r>
      <w:r>
        <w:tab/>
        <w:t>1.013e0</w:t>
      </w:r>
    </w:p>
    <w:p w:rsidR="007B6A46" w:rsidRDefault="007B6A46" w:rsidP="007B6A46">
      <w:r>
        <w:t>350.2766</w:t>
      </w:r>
      <w:r>
        <w:tab/>
        <w:t>1.013e0</w:t>
      </w:r>
    </w:p>
    <w:p w:rsidR="007B6A46" w:rsidRDefault="007B6A46" w:rsidP="007B6A46">
      <w:r>
        <w:lastRenderedPageBreak/>
        <w:t>350.2824</w:t>
      </w:r>
      <w:r>
        <w:tab/>
        <w:t>1.013e0</w:t>
      </w:r>
    </w:p>
    <w:p w:rsidR="007B6A46" w:rsidRDefault="007B6A46" w:rsidP="007B6A46">
      <w:r>
        <w:t>350.3132</w:t>
      </w:r>
      <w:r>
        <w:tab/>
        <w:t>1.013e0</w:t>
      </w:r>
    </w:p>
    <w:p w:rsidR="007B6A46" w:rsidRDefault="007B6A46" w:rsidP="007B6A46">
      <w:r>
        <w:t>350.3263</w:t>
      </w:r>
      <w:r>
        <w:tab/>
        <w:t>2.025e0</w:t>
      </w:r>
    </w:p>
    <w:p w:rsidR="007B6A46" w:rsidRDefault="007B6A46" w:rsidP="007B6A46">
      <w:r>
        <w:t>350.3827</w:t>
      </w:r>
      <w:r>
        <w:tab/>
        <w:t>1.013e0</w:t>
      </w:r>
    </w:p>
    <w:p w:rsidR="007B6A46" w:rsidRDefault="007B6A46" w:rsidP="007B6A46">
      <w:r>
        <w:t>350.3878</w:t>
      </w:r>
      <w:r>
        <w:tab/>
        <w:t>1.013e0</w:t>
      </w:r>
    </w:p>
    <w:p w:rsidR="007B6A46" w:rsidRDefault="007B6A46" w:rsidP="007B6A46">
      <w:r>
        <w:t>350.3923</w:t>
      </w:r>
      <w:r>
        <w:tab/>
        <w:t>1.013e0</w:t>
      </w:r>
    </w:p>
    <w:p w:rsidR="007B6A46" w:rsidRDefault="007B6A46" w:rsidP="007B6A46">
      <w:r>
        <w:t>350.3957</w:t>
      </w:r>
      <w:r>
        <w:tab/>
        <w:t>1.013e0</w:t>
      </w:r>
    </w:p>
    <w:p w:rsidR="007B6A46" w:rsidRDefault="007B6A46" w:rsidP="007B6A46">
      <w:r>
        <w:t>350.4580</w:t>
      </w:r>
      <w:r>
        <w:tab/>
        <w:t>1.013e0</w:t>
      </w:r>
    </w:p>
    <w:p w:rsidR="007B6A46" w:rsidRDefault="007B6A46" w:rsidP="007B6A46">
      <w:r>
        <w:t>350.4871</w:t>
      </w:r>
      <w:r>
        <w:tab/>
        <w:t>1.013e0</w:t>
      </w:r>
    </w:p>
    <w:p w:rsidR="007B6A46" w:rsidRDefault="007B6A46" w:rsidP="007B6A46">
      <w:r>
        <w:t>350.5405</w:t>
      </w:r>
      <w:r>
        <w:tab/>
        <w:t>1.013e0</w:t>
      </w:r>
    </w:p>
    <w:p w:rsidR="007B6A46" w:rsidRDefault="007B6A46" w:rsidP="007B6A46">
      <w:r>
        <w:t>350.5936</w:t>
      </w:r>
      <w:r>
        <w:tab/>
        <w:t>2.025e0</w:t>
      </w:r>
    </w:p>
    <w:p w:rsidR="007B6A46" w:rsidRDefault="007B6A46" w:rsidP="007B6A46">
      <w:r>
        <w:t>350.5960</w:t>
      </w:r>
      <w:r>
        <w:tab/>
        <w:t>1.013e0</w:t>
      </w:r>
    </w:p>
    <w:p w:rsidR="007B6A46" w:rsidRDefault="007B6A46" w:rsidP="007B6A46">
      <w:r>
        <w:t>350.6232</w:t>
      </w:r>
      <w:r>
        <w:tab/>
        <w:t>2.025e0</w:t>
      </w:r>
    </w:p>
    <w:p w:rsidR="007B6A46" w:rsidRDefault="007B6A46" w:rsidP="007B6A46">
      <w:r>
        <w:t>350.6462</w:t>
      </w:r>
      <w:r>
        <w:tab/>
        <w:t>1.013e0</w:t>
      </w:r>
    </w:p>
    <w:p w:rsidR="007B6A46" w:rsidRDefault="007B6A46" w:rsidP="007B6A46">
      <w:r>
        <w:t>350.6523</w:t>
      </w:r>
      <w:r>
        <w:tab/>
        <w:t>1.013e0</w:t>
      </w:r>
    </w:p>
    <w:p w:rsidR="007B6A46" w:rsidRDefault="007B6A46" w:rsidP="007B6A46">
      <w:r>
        <w:t>350.7216</w:t>
      </w:r>
      <w:r>
        <w:tab/>
        <w:t>1.013e0</w:t>
      </w:r>
    </w:p>
    <w:p w:rsidR="007B6A46" w:rsidRDefault="007B6A46" w:rsidP="007B6A46">
      <w:r>
        <w:t>350.7587</w:t>
      </w:r>
      <w:r>
        <w:tab/>
        <w:t>1.013e0</w:t>
      </w:r>
    </w:p>
    <w:p w:rsidR="007B6A46" w:rsidRDefault="007B6A46" w:rsidP="007B6A46">
      <w:r>
        <w:t>350.7757</w:t>
      </w:r>
      <w:r>
        <w:tab/>
        <w:t>1.013e0</w:t>
      </w:r>
    </w:p>
    <w:p w:rsidR="007B6A46" w:rsidRDefault="007B6A46" w:rsidP="007B6A46">
      <w:r>
        <w:t>350.7966</w:t>
      </w:r>
      <w:r>
        <w:tab/>
        <w:t>1.013e0</w:t>
      </w:r>
    </w:p>
    <w:p w:rsidR="007B6A46" w:rsidRDefault="007B6A46" w:rsidP="007B6A46">
      <w:r>
        <w:lastRenderedPageBreak/>
        <w:t>350.8531</w:t>
      </w:r>
      <w:r>
        <w:tab/>
        <w:t>1.013e0</w:t>
      </w:r>
    </w:p>
    <w:p w:rsidR="007B6A46" w:rsidRDefault="007B6A46" w:rsidP="007B6A46">
      <w:r>
        <w:t>350.8832</w:t>
      </w:r>
      <w:r>
        <w:tab/>
        <w:t>2.025e0</w:t>
      </w:r>
    </w:p>
    <w:p w:rsidR="007B6A46" w:rsidRDefault="007B6A46" w:rsidP="007B6A46">
      <w:r>
        <w:t>350.8947</w:t>
      </w:r>
      <w:r>
        <w:tab/>
        <w:t>1.013e0</w:t>
      </w:r>
    </w:p>
    <w:p w:rsidR="007B6A46" w:rsidRDefault="007B6A46" w:rsidP="007B6A46">
      <w:r>
        <w:t>350.9288</w:t>
      </w:r>
      <w:r>
        <w:tab/>
        <w:t>1.013e0</w:t>
      </w:r>
    </w:p>
    <w:p w:rsidR="007B6A46" w:rsidRDefault="007B6A46" w:rsidP="007B6A46">
      <w:r>
        <w:t>350.9344</w:t>
      </w:r>
      <w:r>
        <w:tab/>
        <w:t>2.025e0</w:t>
      </w:r>
    </w:p>
    <w:p w:rsidR="007B6A46" w:rsidRDefault="007B6A46" w:rsidP="007B6A46">
      <w:r>
        <w:t>350.9514</w:t>
      </w:r>
      <w:r>
        <w:tab/>
        <w:t>2.025e0</w:t>
      </w:r>
    </w:p>
    <w:p w:rsidR="007B6A46" w:rsidRDefault="007B6A46" w:rsidP="007B6A46">
      <w:r>
        <w:t>350.9942</w:t>
      </w:r>
      <w:r>
        <w:tab/>
        <w:t>1.013e0</w:t>
      </w:r>
    </w:p>
    <w:p w:rsidR="007B6A46" w:rsidRDefault="007B6A46" w:rsidP="007B6A46">
      <w:r>
        <w:t>351.0225</w:t>
      </w:r>
      <w:r>
        <w:tab/>
        <w:t>1.013e0</w:t>
      </w:r>
    </w:p>
    <w:p w:rsidR="007B6A46" w:rsidRDefault="007B6A46" w:rsidP="007B6A46">
      <w:r>
        <w:t>351.0760</w:t>
      </w:r>
      <w:r>
        <w:tab/>
        <w:t>2.025e0</w:t>
      </w:r>
    </w:p>
    <w:p w:rsidR="007B6A46" w:rsidRDefault="007B6A46" w:rsidP="007B6A46">
      <w:r>
        <w:t>351.1236</w:t>
      </w:r>
      <w:r>
        <w:tab/>
        <w:t>1.013e0</w:t>
      </w:r>
    </w:p>
    <w:p w:rsidR="007B6A46" w:rsidRDefault="007B6A46" w:rsidP="007B6A46">
      <w:r>
        <w:t>351.1487</w:t>
      </w:r>
      <w:r>
        <w:tab/>
        <w:t>1.013e0</w:t>
      </w:r>
    </w:p>
    <w:p w:rsidR="007B6A46" w:rsidRDefault="007B6A46" w:rsidP="007B6A46">
      <w:r>
        <w:t>351.1592</w:t>
      </w:r>
      <w:r>
        <w:tab/>
        <w:t>1.013e0</w:t>
      </w:r>
    </w:p>
    <w:p w:rsidR="007B6A46" w:rsidRDefault="007B6A46" w:rsidP="007B6A46">
      <w:r>
        <w:t>351.1796</w:t>
      </w:r>
      <w:r>
        <w:tab/>
        <w:t>1.013e0</w:t>
      </w:r>
    </w:p>
    <w:p w:rsidR="007B6A46" w:rsidRDefault="007B6A46" w:rsidP="007B6A46">
      <w:r>
        <w:t>351.2242</w:t>
      </w:r>
      <w:r>
        <w:tab/>
        <w:t>1.013e0</w:t>
      </w:r>
    </w:p>
    <w:p w:rsidR="007B6A46" w:rsidRDefault="007B6A46" w:rsidP="007B6A46">
      <w:r>
        <w:t>351.2334</w:t>
      </w:r>
      <w:r>
        <w:tab/>
        <w:t>1.013e0</w:t>
      </w:r>
    </w:p>
    <w:p w:rsidR="007B6A46" w:rsidRDefault="007B6A46" w:rsidP="007B6A46">
      <w:r>
        <w:t>351.2493</w:t>
      </w:r>
      <w:r>
        <w:tab/>
        <w:t>1.013e0</w:t>
      </w:r>
    </w:p>
    <w:p w:rsidR="007B6A46" w:rsidRDefault="007B6A46" w:rsidP="007B6A46">
      <w:r>
        <w:t>351.2614</w:t>
      </w:r>
      <w:r>
        <w:tab/>
        <w:t>1.013e0</w:t>
      </w:r>
    </w:p>
    <w:p w:rsidR="007B6A46" w:rsidRDefault="007B6A46" w:rsidP="007B6A46">
      <w:r>
        <w:t>351.3492</w:t>
      </w:r>
      <w:r>
        <w:tab/>
        <w:t>1.013e0</w:t>
      </w:r>
    </w:p>
    <w:p w:rsidR="007B6A46" w:rsidRDefault="007B6A46" w:rsidP="007B6A46">
      <w:r>
        <w:t>351.3732</w:t>
      </w:r>
      <w:r>
        <w:tab/>
        <w:t>1.013e0</w:t>
      </w:r>
    </w:p>
    <w:p w:rsidR="007B6A46" w:rsidRDefault="007B6A46" w:rsidP="007B6A46">
      <w:r>
        <w:lastRenderedPageBreak/>
        <w:t>351.4568</w:t>
      </w:r>
      <w:r>
        <w:tab/>
        <w:t>1.013e0</w:t>
      </w:r>
    </w:p>
    <w:p w:rsidR="007B6A46" w:rsidRDefault="007B6A46" w:rsidP="007B6A46">
      <w:r>
        <w:t>351.4922</w:t>
      </w:r>
      <w:r>
        <w:tab/>
        <w:t>2.025e0</w:t>
      </w:r>
    </w:p>
    <w:p w:rsidR="007B6A46" w:rsidRDefault="007B6A46" w:rsidP="007B6A46">
      <w:r>
        <w:t>351.6261</w:t>
      </w:r>
      <w:r>
        <w:tab/>
        <w:t>1.013e0</w:t>
      </w:r>
    </w:p>
    <w:p w:rsidR="007B6A46" w:rsidRDefault="007B6A46" w:rsidP="007B6A46">
      <w:r>
        <w:t>351.6494</w:t>
      </w:r>
      <w:r>
        <w:tab/>
        <w:t>2.025e0</w:t>
      </w:r>
    </w:p>
    <w:p w:rsidR="007B6A46" w:rsidRDefault="007B6A46" w:rsidP="007B6A46">
      <w:r>
        <w:t>351.6513</w:t>
      </w:r>
      <w:r>
        <w:tab/>
        <w:t>1.013e0</w:t>
      </w:r>
    </w:p>
    <w:p w:rsidR="007B6A46" w:rsidRDefault="007B6A46" w:rsidP="007B6A46">
      <w:r>
        <w:t>351.6707</w:t>
      </w:r>
      <w:r>
        <w:tab/>
        <w:t>1.013e0</w:t>
      </w:r>
    </w:p>
    <w:p w:rsidR="007B6A46" w:rsidRDefault="007B6A46" w:rsidP="007B6A46">
      <w:r>
        <w:t>351.6833</w:t>
      </w:r>
      <w:r>
        <w:tab/>
        <w:t>1.013e0</w:t>
      </w:r>
    </w:p>
    <w:p w:rsidR="007B6A46" w:rsidRDefault="007B6A46" w:rsidP="007B6A46">
      <w:r>
        <w:t>351.7520</w:t>
      </w:r>
      <w:r>
        <w:tab/>
        <w:t>1.013e0</w:t>
      </w:r>
    </w:p>
    <w:p w:rsidR="007B6A46" w:rsidRDefault="007B6A46" w:rsidP="007B6A46">
      <w:r>
        <w:t>351.7821</w:t>
      </w:r>
      <w:r>
        <w:tab/>
        <w:t>1.013e0</w:t>
      </w:r>
    </w:p>
    <w:p w:rsidR="007B6A46" w:rsidRDefault="007B6A46" w:rsidP="007B6A46">
      <w:r>
        <w:t>351.7862</w:t>
      </w:r>
      <w:r>
        <w:tab/>
        <w:t>1.013e0</w:t>
      </w:r>
    </w:p>
    <w:p w:rsidR="007B6A46" w:rsidRDefault="007B6A46" w:rsidP="007B6A46">
      <w:r>
        <w:t>351.8063</w:t>
      </w:r>
      <w:r>
        <w:tab/>
        <w:t>1.013e0</w:t>
      </w:r>
    </w:p>
    <w:p w:rsidR="007B6A46" w:rsidRDefault="007B6A46" w:rsidP="007B6A46">
      <w:r>
        <w:t>351.8558</w:t>
      </w:r>
      <w:r>
        <w:tab/>
        <w:t>1.013e0</w:t>
      </w:r>
    </w:p>
    <w:p w:rsidR="007B6A46" w:rsidRDefault="007B6A46" w:rsidP="007B6A46">
      <w:r>
        <w:t>351.8658</w:t>
      </w:r>
      <w:r>
        <w:tab/>
        <w:t>1.013e0</w:t>
      </w:r>
    </w:p>
    <w:p w:rsidR="007B6A46" w:rsidRDefault="007B6A46" w:rsidP="007B6A46">
      <w:r>
        <w:t>351.9721</w:t>
      </w:r>
      <w:r>
        <w:tab/>
        <w:t>1.013e0</w:t>
      </w:r>
    </w:p>
    <w:p w:rsidR="007B6A46" w:rsidRDefault="007B6A46" w:rsidP="007B6A46">
      <w:r>
        <w:t>352.0002</w:t>
      </w:r>
      <w:r>
        <w:tab/>
        <w:t>2.025e0</w:t>
      </w:r>
    </w:p>
    <w:p w:rsidR="007B6A46" w:rsidRDefault="007B6A46" w:rsidP="007B6A46">
      <w:r>
        <w:t>352.0255</w:t>
      </w:r>
      <w:r>
        <w:tab/>
        <w:t>1.013e0</w:t>
      </w:r>
    </w:p>
    <w:p w:rsidR="007B6A46" w:rsidRDefault="007B6A46" w:rsidP="007B6A46">
      <w:r>
        <w:t>352.0497</w:t>
      </w:r>
      <w:r>
        <w:tab/>
        <w:t>1.013e0</w:t>
      </w:r>
    </w:p>
    <w:p w:rsidR="007B6A46" w:rsidRDefault="007B6A46" w:rsidP="007B6A46">
      <w:r>
        <w:t>352.0530</w:t>
      </w:r>
      <w:r>
        <w:tab/>
        <w:t>2.025e0</w:t>
      </w:r>
    </w:p>
    <w:p w:rsidR="007B6A46" w:rsidRDefault="007B6A46" w:rsidP="007B6A46">
      <w:r>
        <w:t>352.1115</w:t>
      </w:r>
      <w:r>
        <w:tab/>
        <w:t>1.013e0</w:t>
      </w:r>
    </w:p>
    <w:p w:rsidR="007B6A46" w:rsidRDefault="007B6A46" w:rsidP="007B6A46">
      <w:r>
        <w:lastRenderedPageBreak/>
        <w:t>352.1134</w:t>
      </w:r>
      <w:r>
        <w:tab/>
        <w:t>2.025e0</w:t>
      </w:r>
    </w:p>
    <w:p w:rsidR="007B6A46" w:rsidRDefault="007B6A46" w:rsidP="007B6A46">
      <w:r>
        <w:t>352.1159</w:t>
      </w:r>
      <w:r>
        <w:tab/>
        <w:t>1.013e0</w:t>
      </w:r>
    </w:p>
    <w:p w:rsidR="007B6A46" w:rsidRDefault="007B6A46" w:rsidP="007B6A46">
      <w:r>
        <w:t>352.1199</w:t>
      </w:r>
      <w:r>
        <w:tab/>
        <w:t>1.013e0</w:t>
      </w:r>
    </w:p>
    <w:p w:rsidR="007B6A46" w:rsidRDefault="007B6A46" w:rsidP="007B6A46">
      <w:r>
        <w:t>352.1863</w:t>
      </w:r>
      <w:r>
        <w:tab/>
        <w:t>1.013e0</w:t>
      </w:r>
    </w:p>
    <w:p w:rsidR="007B6A46" w:rsidRDefault="007B6A46" w:rsidP="007B6A46">
      <w:r>
        <w:t>352.1946</w:t>
      </w:r>
      <w:r>
        <w:tab/>
        <w:t>1.013e0</w:t>
      </w:r>
    </w:p>
    <w:p w:rsidR="007B6A46" w:rsidRDefault="007B6A46" w:rsidP="007B6A46">
      <w:r>
        <w:t>352.2115</w:t>
      </w:r>
      <w:r>
        <w:tab/>
        <w:t>1.013e0</w:t>
      </w:r>
    </w:p>
    <w:p w:rsidR="007B6A46" w:rsidRDefault="007B6A46" w:rsidP="007B6A46">
      <w:r>
        <w:t>352.2307</w:t>
      </w:r>
      <w:r>
        <w:tab/>
        <w:t>1.013e0</w:t>
      </w:r>
    </w:p>
    <w:p w:rsidR="007B6A46" w:rsidRDefault="007B6A46" w:rsidP="007B6A46">
      <w:r>
        <w:t>352.2501</w:t>
      </w:r>
      <w:r>
        <w:tab/>
        <w:t>2.025e0</w:t>
      </w:r>
    </w:p>
    <w:p w:rsidR="007B6A46" w:rsidRDefault="007B6A46" w:rsidP="007B6A46">
      <w:r>
        <w:t>352.2559</w:t>
      </w:r>
      <w:r>
        <w:tab/>
        <w:t>1.013e0</w:t>
      </w:r>
    </w:p>
    <w:p w:rsidR="007B6A46" w:rsidRDefault="007B6A46" w:rsidP="007B6A46">
      <w:r>
        <w:t>352.2649</w:t>
      </w:r>
      <w:r>
        <w:tab/>
        <w:t>1.013e0</w:t>
      </w:r>
    </w:p>
    <w:p w:rsidR="007B6A46" w:rsidRDefault="007B6A46" w:rsidP="007B6A46">
      <w:r>
        <w:t>352.3005</w:t>
      </w:r>
      <w:r>
        <w:tab/>
        <w:t>1.013e0</w:t>
      </w:r>
    </w:p>
    <w:p w:rsidR="007B6A46" w:rsidRDefault="007B6A46" w:rsidP="007B6A46">
      <w:r>
        <w:t>352.3098</w:t>
      </w:r>
      <w:r>
        <w:tab/>
        <w:t>1.013e0</w:t>
      </w:r>
    </w:p>
    <w:p w:rsidR="007B6A46" w:rsidRDefault="007B6A46" w:rsidP="007B6A46">
      <w:r>
        <w:t>352.3117</w:t>
      </w:r>
      <w:r>
        <w:tab/>
        <w:t>2.025e0</w:t>
      </w:r>
    </w:p>
    <w:p w:rsidR="007B6A46" w:rsidRDefault="007B6A46" w:rsidP="007B6A46">
      <w:r>
        <w:t>352.3227</w:t>
      </w:r>
      <w:r>
        <w:tab/>
        <w:t>2.025e0</w:t>
      </w:r>
    </w:p>
    <w:p w:rsidR="007B6A46" w:rsidRDefault="007B6A46" w:rsidP="007B6A46">
      <w:r>
        <w:t>352.4894</w:t>
      </w:r>
      <w:r>
        <w:tab/>
        <w:t>4.051e0</w:t>
      </w:r>
    </w:p>
    <w:p w:rsidR="007B6A46" w:rsidRDefault="007B6A46" w:rsidP="007B6A46">
      <w:r>
        <w:t>352.5338</w:t>
      </w:r>
      <w:r>
        <w:tab/>
        <w:t>1.013e0</w:t>
      </w:r>
    </w:p>
    <w:p w:rsidR="007B6A46" w:rsidRDefault="007B6A46" w:rsidP="007B6A46">
      <w:r>
        <w:t>352.6650</w:t>
      </w:r>
      <w:r>
        <w:tab/>
        <w:t>1.013e0</w:t>
      </w:r>
    </w:p>
    <w:p w:rsidR="007B6A46" w:rsidRDefault="007B6A46" w:rsidP="007B6A46">
      <w:r>
        <w:t>352.6789</w:t>
      </w:r>
      <w:r>
        <w:tab/>
        <w:t>1.013e0</w:t>
      </w:r>
    </w:p>
    <w:p w:rsidR="007B6A46" w:rsidRDefault="007B6A46" w:rsidP="007B6A46">
      <w:r>
        <w:t>352.6937</w:t>
      </w:r>
      <w:r>
        <w:tab/>
        <w:t>1.013e0</w:t>
      </w:r>
    </w:p>
    <w:p w:rsidR="007B6A46" w:rsidRDefault="007B6A46" w:rsidP="007B6A46">
      <w:r>
        <w:lastRenderedPageBreak/>
        <w:t>352.7149</w:t>
      </w:r>
      <w:r>
        <w:tab/>
        <w:t>1.013e0</w:t>
      </w:r>
    </w:p>
    <w:p w:rsidR="007B6A46" w:rsidRDefault="007B6A46" w:rsidP="007B6A46">
      <w:r>
        <w:t>352.7432</w:t>
      </w:r>
      <w:r>
        <w:tab/>
        <w:t>1.013e0</w:t>
      </w:r>
    </w:p>
    <w:p w:rsidR="007B6A46" w:rsidRDefault="007B6A46" w:rsidP="007B6A46">
      <w:r>
        <w:t>352.7541</w:t>
      </w:r>
      <w:r>
        <w:tab/>
        <w:t>1.013e0</w:t>
      </w:r>
    </w:p>
    <w:p w:rsidR="007B6A46" w:rsidRDefault="007B6A46" w:rsidP="007B6A46">
      <w:r>
        <w:t>352.7912</w:t>
      </w:r>
      <w:r>
        <w:tab/>
        <w:t>2.025e0</w:t>
      </w:r>
    </w:p>
    <w:p w:rsidR="007B6A46" w:rsidRDefault="007B6A46" w:rsidP="007B6A46">
      <w:r>
        <w:t>352.8162</w:t>
      </w:r>
      <w:r>
        <w:tab/>
        <w:t>2.025e0</w:t>
      </w:r>
    </w:p>
    <w:p w:rsidR="007B6A46" w:rsidRDefault="007B6A46" w:rsidP="007B6A46">
      <w:r>
        <w:t>352.8493</w:t>
      </w:r>
      <w:r>
        <w:tab/>
        <w:t>1.013e0</w:t>
      </w:r>
    </w:p>
    <w:p w:rsidR="007B6A46" w:rsidRDefault="007B6A46" w:rsidP="007B6A46">
      <w:r>
        <w:t>352.8875</w:t>
      </w:r>
      <w:r>
        <w:tab/>
        <w:t>1.013e0</w:t>
      </w:r>
    </w:p>
    <w:p w:rsidR="007B6A46" w:rsidRDefault="007B6A46" w:rsidP="007B6A46">
      <w:r>
        <w:t>352.9332</w:t>
      </w:r>
      <w:r>
        <w:tab/>
        <w:t>1.013e0</w:t>
      </w:r>
    </w:p>
    <w:p w:rsidR="007B6A46" w:rsidRDefault="007B6A46" w:rsidP="007B6A46">
      <w:r>
        <w:t>352.9377</w:t>
      </w:r>
      <w:r>
        <w:tab/>
        <w:t>1.013e0</w:t>
      </w:r>
    </w:p>
    <w:p w:rsidR="007B6A46" w:rsidRDefault="007B6A46" w:rsidP="007B6A46">
      <w:r>
        <w:t>352.9682</w:t>
      </w:r>
      <w:r>
        <w:tab/>
        <w:t>2.025e0</w:t>
      </w:r>
    </w:p>
    <w:p w:rsidR="007B6A46" w:rsidRDefault="007B6A46" w:rsidP="007B6A46">
      <w:r>
        <w:t>352.9693</w:t>
      </w:r>
      <w:r>
        <w:tab/>
        <w:t>1.013e0</w:t>
      </w:r>
    </w:p>
    <w:p w:rsidR="007B6A46" w:rsidRDefault="007B6A46" w:rsidP="007B6A46">
      <w:r>
        <w:t>352.9753</w:t>
      </w:r>
      <w:r>
        <w:tab/>
        <w:t>1.013e0</w:t>
      </w:r>
    </w:p>
    <w:p w:rsidR="007B6A46" w:rsidRDefault="007B6A46" w:rsidP="007B6A46">
      <w:r>
        <w:t>353.0450</w:t>
      </w:r>
      <w:r>
        <w:tab/>
        <w:t>1.013e0</w:t>
      </w:r>
    </w:p>
    <w:p w:rsidR="007B6A46" w:rsidRDefault="007B6A46" w:rsidP="007B6A46">
      <w:r>
        <w:t>353.0514</w:t>
      </w:r>
      <w:r>
        <w:tab/>
        <w:t>2.025e0</w:t>
      </w:r>
    </w:p>
    <w:p w:rsidR="007B6A46" w:rsidRDefault="007B6A46" w:rsidP="007B6A46">
      <w:r>
        <w:t>353.0535</w:t>
      </w:r>
      <w:r>
        <w:tab/>
        <w:t>2.025e0</w:t>
      </w:r>
    </w:p>
    <w:p w:rsidR="007B6A46" w:rsidRDefault="007B6A46" w:rsidP="007B6A46">
      <w:r>
        <w:t>353.0982</w:t>
      </w:r>
      <w:r>
        <w:tab/>
        <w:t>2.025e0</w:t>
      </w:r>
    </w:p>
    <w:p w:rsidR="007B6A46" w:rsidRDefault="007B6A46" w:rsidP="007B6A46">
      <w:r>
        <w:t>353.1197</w:t>
      </w:r>
      <w:r>
        <w:tab/>
        <w:t>1.013e0</w:t>
      </w:r>
    </w:p>
    <w:p w:rsidR="007B6A46" w:rsidRDefault="007B6A46" w:rsidP="007B6A46">
      <w:r>
        <w:t>353.1269</w:t>
      </w:r>
      <w:r>
        <w:tab/>
        <w:t>1.013e0</w:t>
      </w:r>
    </w:p>
    <w:p w:rsidR="007B6A46" w:rsidRDefault="007B6A46" w:rsidP="007B6A46">
      <w:r>
        <w:t>353.1732</w:t>
      </w:r>
      <w:r>
        <w:tab/>
        <w:t>2.025e0</w:t>
      </w:r>
    </w:p>
    <w:p w:rsidR="007B6A46" w:rsidRDefault="007B6A46" w:rsidP="007B6A46">
      <w:r>
        <w:lastRenderedPageBreak/>
        <w:t>353.2030</w:t>
      </w:r>
      <w:r>
        <w:tab/>
        <w:t>1.013e0</w:t>
      </w:r>
    </w:p>
    <w:p w:rsidR="007B6A46" w:rsidRDefault="007B6A46" w:rsidP="007B6A46">
      <w:r>
        <w:t>353.2087</w:t>
      </w:r>
      <w:r>
        <w:tab/>
        <w:t>1.013e0</w:t>
      </w:r>
    </w:p>
    <w:p w:rsidR="007B6A46" w:rsidRDefault="007B6A46" w:rsidP="007B6A46">
      <w:r>
        <w:t>353.2147</w:t>
      </w:r>
      <w:r>
        <w:tab/>
        <w:t>2.025e0</w:t>
      </w:r>
    </w:p>
    <w:p w:rsidR="007B6A46" w:rsidRDefault="007B6A46" w:rsidP="007B6A46">
      <w:r>
        <w:t>353.2181</w:t>
      </w:r>
      <w:r>
        <w:tab/>
        <w:t>2.025e0</w:t>
      </w:r>
    </w:p>
    <w:p w:rsidR="007B6A46" w:rsidRDefault="007B6A46" w:rsidP="007B6A46">
      <w:r>
        <w:t>353.2346</w:t>
      </w:r>
      <w:r>
        <w:tab/>
        <w:t>1.013e0</w:t>
      </w:r>
    </w:p>
    <w:p w:rsidR="007B6A46" w:rsidRDefault="007B6A46" w:rsidP="007B6A46">
      <w:r>
        <w:t>353.2641</w:t>
      </w:r>
      <w:r>
        <w:tab/>
        <w:t>1.013e0</w:t>
      </w:r>
    </w:p>
    <w:p w:rsidR="007B6A46" w:rsidRDefault="007B6A46" w:rsidP="007B6A46">
      <w:r>
        <w:t>353.3422</w:t>
      </w:r>
      <w:r>
        <w:tab/>
        <w:t>1.013e0</w:t>
      </w:r>
    </w:p>
    <w:p w:rsidR="007B6A46" w:rsidRDefault="007B6A46" w:rsidP="007B6A46">
      <w:r>
        <w:t>353.3477</w:t>
      </w:r>
      <w:r>
        <w:tab/>
        <w:t>1.013e0</w:t>
      </w:r>
    </w:p>
    <w:p w:rsidR="007B6A46" w:rsidRDefault="007B6A46" w:rsidP="007B6A46">
      <w:r>
        <w:t>353.3920</w:t>
      </w:r>
      <w:r>
        <w:tab/>
        <w:t>2.025e0</w:t>
      </w:r>
    </w:p>
    <w:p w:rsidR="007B6A46" w:rsidRDefault="007B6A46" w:rsidP="007B6A46">
      <w:r>
        <w:t>353.4126</w:t>
      </w:r>
      <w:r>
        <w:tab/>
        <w:t>1.013e0</w:t>
      </w:r>
    </w:p>
    <w:p w:rsidR="007B6A46" w:rsidRDefault="007B6A46" w:rsidP="007B6A46">
      <w:r>
        <w:t>353.4536</w:t>
      </w:r>
      <w:r>
        <w:tab/>
        <w:t>1.013e0</w:t>
      </w:r>
    </w:p>
    <w:p w:rsidR="007B6A46" w:rsidRDefault="007B6A46" w:rsidP="007B6A46">
      <w:r>
        <w:t>353.4684</w:t>
      </w:r>
      <w:r>
        <w:tab/>
        <w:t>1.013e0</w:t>
      </w:r>
    </w:p>
    <w:p w:rsidR="007B6A46" w:rsidRDefault="007B6A46" w:rsidP="007B6A46">
      <w:r>
        <w:t>353.6075</w:t>
      </w:r>
      <w:r>
        <w:tab/>
        <w:t>2.025e0</w:t>
      </w:r>
    </w:p>
    <w:p w:rsidR="007B6A46" w:rsidRDefault="007B6A46" w:rsidP="007B6A46">
      <w:r>
        <w:t>353.6644</w:t>
      </w:r>
      <w:r>
        <w:tab/>
        <w:t>1.013e0</w:t>
      </w:r>
    </w:p>
    <w:p w:rsidR="007B6A46" w:rsidRDefault="007B6A46" w:rsidP="007B6A46">
      <w:r>
        <w:t>353.6892</w:t>
      </w:r>
      <w:r>
        <w:tab/>
        <w:t>1.013e0</w:t>
      </w:r>
    </w:p>
    <w:p w:rsidR="007B6A46" w:rsidRDefault="007B6A46" w:rsidP="007B6A46">
      <w:r>
        <w:t>353.7488</w:t>
      </w:r>
      <w:r>
        <w:tab/>
        <w:t>2.025e0</w:t>
      </w:r>
    </w:p>
    <w:p w:rsidR="007B6A46" w:rsidRDefault="007B6A46" w:rsidP="007B6A46">
      <w:r>
        <w:t>353.8344</w:t>
      </w:r>
      <w:r>
        <w:tab/>
        <w:t>1.013e0</w:t>
      </w:r>
    </w:p>
    <w:p w:rsidR="007B6A46" w:rsidRDefault="007B6A46" w:rsidP="007B6A46">
      <w:r>
        <w:t>353.8416</w:t>
      </w:r>
      <w:r>
        <w:tab/>
        <w:t>1.013e0</w:t>
      </w:r>
    </w:p>
    <w:p w:rsidR="007B6A46" w:rsidRDefault="007B6A46" w:rsidP="007B6A46">
      <w:r>
        <w:t>353.8479</w:t>
      </w:r>
      <w:r>
        <w:tab/>
        <w:t>1.013e0</w:t>
      </w:r>
    </w:p>
    <w:p w:rsidR="007B6A46" w:rsidRDefault="007B6A46" w:rsidP="007B6A46">
      <w:r>
        <w:lastRenderedPageBreak/>
        <w:t>353.8790</w:t>
      </w:r>
      <w:r>
        <w:tab/>
        <w:t>1.013e0</w:t>
      </w:r>
    </w:p>
    <w:p w:rsidR="007B6A46" w:rsidRDefault="007B6A46" w:rsidP="007B6A46">
      <w:r>
        <w:t>353.8922</w:t>
      </w:r>
      <w:r>
        <w:tab/>
        <w:t>1.013e0</w:t>
      </w:r>
    </w:p>
    <w:p w:rsidR="007B6A46" w:rsidRDefault="007B6A46" w:rsidP="007B6A46">
      <w:r>
        <w:t>353.9256</w:t>
      </w:r>
      <w:r>
        <w:tab/>
        <w:t>1.791e0</w:t>
      </w:r>
    </w:p>
    <w:p w:rsidR="007B6A46" w:rsidRDefault="007B6A46" w:rsidP="007B6A46">
      <w:r>
        <w:t>353.9641</w:t>
      </w:r>
      <w:r>
        <w:tab/>
        <w:t>1.114e1</w:t>
      </w:r>
    </w:p>
    <w:p w:rsidR="007B6A46" w:rsidRDefault="007B6A46" w:rsidP="007B6A46">
      <w:r>
        <w:t>353.9725</w:t>
      </w:r>
      <w:r>
        <w:tab/>
        <w:t>7.089e0</w:t>
      </w:r>
    </w:p>
    <w:p w:rsidR="007B6A46" w:rsidRDefault="007B6A46" w:rsidP="007B6A46">
      <w:r>
        <w:t>353.9767</w:t>
      </w:r>
      <w:r>
        <w:tab/>
        <w:t>1.722e1</w:t>
      </w:r>
    </w:p>
    <w:p w:rsidR="007B6A46" w:rsidRDefault="007B6A46" w:rsidP="007B6A46">
      <w:r>
        <w:t>354.0323</w:t>
      </w:r>
      <w:r>
        <w:tab/>
        <w:t>2.025e0</w:t>
      </w:r>
    </w:p>
    <w:p w:rsidR="007B6A46" w:rsidRDefault="007B6A46" w:rsidP="007B6A46">
      <w:r>
        <w:t>354.0475</w:t>
      </w:r>
      <w:r>
        <w:tab/>
        <w:t>2.025e0</w:t>
      </w:r>
    </w:p>
    <w:p w:rsidR="007B6A46" w:rsidRDefault="007B6A46" w:rsidP="007B6A46">
      <w:r>
        <w:t>354.0774</w:t>
      </w:r>
      <w:r>
        <w:tab/>
        <w:t>1.013e0</w:t>
      </w:r>
    </w:p>
    <w:p w:rsidR="007B6A46" w:rsidRDefault="007B6A46" w:rsidP="007B6A46">
      <w:r>
        <w:t>354.1353</w:t>
      </w:r>
      <w:r>
        <w:tab/>
        <w:t>2.025e0</w:t>
      </w:r>
    </w:p>
    <w:p w:rsidR="007B6A46" w:rsidRDefault="007B6A46" w:rsidP="007B6A46">
      <w:r>
        <w:t>354.1442</w:t>
      </w:r>
      <w:r>
        <w:tab/>
        <w:t>1.013e0</w:t>
      </w:r>
    </w:p>
    <w:p w:rsidR="007B6A46" w:rsidRDefault="007B6A46" w:rsidP="007B6A46">
      <w:r>
        <w:t>354.1514</w:t>
      </w:r>
      <w:r>
        <w:tab/>
        <w:t>1.013e0</w:t>
      </w:r>
    </w:p>
    <w:p w:rsidR="007B6A46" w:rsidRDefault="007B6A46" w:rsidP="007B6A46">
      <w:r>
        <w:t>354.1835</w:t>
      </w:r>
      <w:r>
        <w:tab/>
        <w:t>1.013e0</w:t>
      </w:r>
    </w:p>
    <w:p w:rsidR="007B6A46" w:rsidRDefault="007B6A46" w:rsidP="007B6A46">
      <w:r>
        <w:t>354.1892</w:t>
      </w:r>
      <w:r>
        <w:tab/>
        <w:t>3.038e0</w:t>
      </w:r>
    </w:p>
    <w:p w:rsidR="007B6A46" w:rsidRDefault="007B6A46" w:rsidP="007B6A46">
      <w:r>
        <w:t>354.2390</w:t>
      </w:r>
      <w:r>
        <w:tab/>
        <w:t>3.038e0</w:t>
      </w:r>
    </w:p>
    <w:p w:rsidR="007B6A46" w:rsidRDefault="007B6A46" w:rsidP="007B6A46">
      <w:r>
        <w:t>354.2427</w:t>
      </w:r>
      <w:r>
        <w:tab/>
        <w:t>1.013e0</w:t>
      </w:r>
    </w:p>
    <w:p w:rsidR="007B6A46" w:rsidRDefault="007B6A46" w:rsidP="007B6A46">
      <w:r>
        <w:t>354.2471</w:t>
      </w:r>
      <w:r>
        <w:tab/>
        <w:t>1.013e0</w:t>
      </w:r>
    </w:p>
    <w:p w:rsidR="007B6A46" w:rsidRDefault="007B6A46" w:rsidP="007B6A46">
      <w:r>
        <w:t>354.2595</w:t>
      </w:r>
      <w:r>
        <w:tab/>
        <w:t>1.013e0</w:t>
      </w:r>
    </w:p>
    <w:p w:rsidR="007B6A46" w:rsidRDefault="007B6A46" w:rsidP="007B6A46">
      <w:r>
        <w:t>354.2628</w:t>
      </w:r>
      <w:r>
        <w:tab/>
        <w:t>2.025e0</w:t>
      </w:r>
    </w:p>
    <w:p w:rsidR="007B6A46" w:rsidRDefault="007B6A46" w:rsidP="007B6A46">
      <w:r>
        <w:lastRenderedPageBreak/>
        <w:t>354.2733</w:t>
      </w:r>
      <w:r>
        <w:tab/>
        <w:t>2.025e0</w:t>
      </w:r>
    </w:p>
    <w:p w:rsidR="007B6A46" w:rsidRDefault="007B6A46" w:rsidP="007B6A46">
      <w:r>
        <w:t>354.3061</w:t>
      </w:r>
      <w:r>
        <w:tab/>
        <w:t>3.038e0</w:t>
      </w:r>
    </w:p>
    <w:p w:rsidR="007B6A46" w:rsidRDefault="007B6A46" w:rsidP="007B6A46">
      <w:r>
        <w:t>354.3132</w:t>
      </w:r>
      <w:r>
        <w:tab/>
        <w:t>2.025e0</w:t>
      </w:r>
    </w:p>
    <w:p w:rsidR="007B6A46" w:rsidRDefault="007B6A46" w:rsidP="007B6A46">
      <w:r>
        <w:t>354.4529</w:t>
      </w:r>
      <w:r>
        <w:tab/>
        <w:t>2.025e0</w:t>
      </w:r>
    </w:p>
    <w:p w:rsidR="007B6A46" w:rsidRDefault="007B6A46" w:rsidP="007B6A46">
      <w:r>
        <w:t>354.5323</w:t>
      </w:r>
      <w:r>
        <w:tab/>
        <w:t>2.025e0</w:t>
      </w:r>
    </w:p>
    <w:p w:rsidR="007B6A46" w:rsidRDefault="007B6A46" w:rsidP="007B6A46">
      <w:r>
        <w:t>354.5700</w:t>
      </w:r>
      <w:r>
        <w:tab/>
        <w:t>1.013e0</w:t>
      </w:r>
    </w:p>
    <w:p w:rsidR="007B6A46" w:rsidRDefault="007B6A46" w:rsidP="007B6A46">
      <w:r>
        <w:t>354.5982</w:t>
      </w:r>
      <w:r>
        <w:tab/>
        <w:t>1.013e0</w:t>
      </w:r>
    </w:p>
    <w:p w:rsidR="007B6A46" w:rsidRDefault="007B6A46" w:rsidP="007B6A46">
      <w:r>
        <w:t>354.6731</w:t>
      </w:r>
      <w:r>
        <w:tab/>
        <w:t>1.013e0</w:t>
      </w:r>
    </w:p>
    <w:p w:rsidR="007B6A46" w:rsidRDefault="007B6A46" w:rsidP="007B6A46">
      <w:r>
        <w:t>354.6772</w:t>
      </w:r>
      <w:r>
        <w:tab/>
        <w:t>2.025e0</w:t>
      </w:r>
    </w:p>
    <w:p w:rsidR="007B6A46" w:rsidRDefault="007B6A46" w:rsidP="007B6A46">
      <w:r>
        <w:t>354.7141</w:t>
      </w:r>
      <w:r>
        <w:tab/>
        <w:t>1.013e0</w:t>
      </w:r>
    </w:p>
    <w:p w:rsidR="007B6A46" w:rsidRDefault="007B6A46" w:rsidP="007B6A46">
      <w:r>
        <w:t>354.7978</w:t>
      </w:r>
      <w:r>
        <w:tab/>
        <w:t>1.013e0</w:t>
      </w:r>
    </w:p>
    <w:p w:rsidR="007B6A46" w:rsidRDefault="007B6A46" w:rsidP="007B6A46">
      <w:r>
        <w:t>354.8047</w:t>
      </w:r>
      <w:r>
        <w:tab/>
        <w:t>1.013e0</w:t>
      </w:r>
    </w:p>
    <w:p w:rsidR="007B6A46" w:rsidRDefault="007B6A46" w:rsidP="007B6A46">
      <w:r>
        <w:t>354.8874</w:t>
      </w:r>
      <w:r>
        <w:tab/>
        <w:t>1.013e0</w:t>
      </w:r>
    </w:p>
    <w:p w:rsidR="007B6A46" w:rsidRDefault="007B6A46" w:rsidP="007B6A46">
      <w:r>
        <w:t>354.9376</w:t>
      </w:r>
      <w:r>
        <w:tab/>
        <w:t>4.051e0</w:t>
      </w:r>
    </w:p>
    <w:p w:rsidR="007B6A46" w:rsidRDefault="007B6A46" w:rsidP="007B6A46">
      <w:r>
        <w:t>354.9500</w:t>
      </w:r>
      <w:r>
        <w:tab/>
        <w:t>1.013e0</w:t>
      </w:r>
    </w:p>
    <w:p w:rsidR="007B6A46" w:rsidRDefault="007B6A46" w:rsidP="007B6A46">
      <w:r>
        <w:t>354.9631</w:t>
      </w:r>
      <w:r>
        <w:tab/>
        <w:t>2.025e0</w:t>
      </w:r>
    </w:p>
    <w:p w:rsidR="007B6A46" w:rsidRDefault="007B6A46" w:rsidP="007B6A46">
      <w:r>
        <w:t>354.9689</w:t>
      </w:r>
      <w:r>
        <w:tab/>
        <w:t>5.063e0</w:t>
      </w:r>
    </w:p>
    <w:p w:rsidR="007B6A46" w:rsidRDefault="007B6A46" w:rsidP="007B6A46">
      <w:r>
        <w:t>354.9948</w:t>
      </w:r>
      <w:r>
        <w:tab/>
        <w:t>2.025e0</w:t>
      </w:r>
    </w:p>
    <w:p w:rsidR="007B6A46" w:rsidRDefault="007B6A46" w:rsidP="007B6A46">
      <w:r>
        <w:t>355.0125</w:t>
      </w:r>
      <w:r>
        <w:tab/>
        <w:t>2.025e0</w:t>
      </w:r>
    </w:p>
    <w:p w:rsidR="007B6A46" w:rsidRDefault="007B6A46" w:rsidP="007B6A46">
      <w:r>
        <w:lastRenderedPageBreak/>
        <w:t>355.0162</w:t>
      </w:r>
      <w:r>
        <w:tab/>
        <w:t>2.025e0</w:t>
      </w:r>
    </w:p>
    <w:p w:rsidR="007B6A46" w:rsidRDefault="007B6A46" w:rsidP="007B6A46">
      <w:r>
        <w:t>355.0451</w:t>
      </w:r>
      <w:r>
        <w:tab/>
        <w:t>1.013e0</w:t>
      </w:r>
    </w:p>
    <w:p w:rsidR="007B6A46" w:rsidRDefault="007B6A46" w:rsidP="007B6A46">
      <w:r>
        <w:t>355.1024</w:t>
      </w:r>
      <w:r>
        <w:tab/>
        <w:t>1.013e0</w:t>
      </w:r>
    </w:p>
    <w:p w:rsidR="007B6A46" w:rsidRDefault="007B6A46" w:rsidP="007B6A46">
      <w:r>
        <w:t>355.1595</w:t>
      </w:r>
      <w:r>
        <w:tab/>
        <w:t>1.013e0</w:t>
      </w:r>
    </w:p>
    <w:p w:rsidR="007B6A46" w:rsidRDefault="007B6A46" w:rsidP="007B6A46">
      <w:r>
        <w:t>355.1936</w:t>
      </w:r>
      <w:r>
        <w:tab/>
        <w:t>1.013e0</w:t>
      </w:r>
    </w:p>
    <w:p w:rsidR="007B6A46" w:rsidRDefault="007B6A46" w:rsidP="007B6A46">
      <w:r>
        <w:t>355.2270</w:t>
      </w:r>
      <w:r>
        <w:tab/>
        <w:t>2.025e0</w:t>
      </w:r>
    </w:p>
    <w:p w:rsidR="007B6A46" w:rsidRDefault="007B6A46" w:rsidP="007B6A46">
      <w:r>
        <w:t>355.2312</w:t>
      </w:r>
      <w:r>
        <w:tab/>
        <w:t>2.025e0</w:t>
      </w:r>
    </w:p>
    <w:p w:rsidR="007B6A46" w:rsidRDefault="007B6A46" w:rsidP="007B6A46">
      <w:r>
        <w:t>355.2352</w:t>
      </w:r>
      <w:r>
        <w:tab/>
        <w:t>1.013e0</w:t>
      </w:r>
    </w:p>
    <w:p w:rsidR="007B6A46" w:rsidRDefault="007B6A46" w:rsidP="007B6A46">
      <w:r>
        <w:t>355.2643</w:t>
      </w:r>
      <w:r>
        <w:tab/>
        <w:t>2.025e0</w:t>
      </w:r>
    </w:p>
    <w:p w:rsidR="007B6A46" w:rsidRDefault="007B6A46" w:rsidP="007B6A46">
      <w:r>
        <w:t>355.2666</w:t>
      </w:r>
      <w:r>
        <w:tab/>
        <w:t>2.025e0</w:t>
      </w:r>
    </w:p>
    <w:p w:rsidR="007B6A46" w:rsidRDefault="007B6A46" w:rsidP="007B6A46">
      <w:r>
        <w:t>355.2682</w:t>
      </w:r>
      <w:r>
        <w:tab/>
        <w:t>1.013e0</w:t>
      </w:r>
    </w:p>
    <w:p w:rsidR="007B6A46" w:rsidRDefault="007B6A46" w:rsidP="007B6A46">
      <w:r>
        <w:t>355.2807</w:t>
      </w:r>
      <w:r>
        <w:tab/>
        <w:t>2.025e0</w:t>
      </w:r>
    </w:p>
    <w:p w:rsidR="007B6A46" w:rsidRDefault="007B6A46" w:rsidP="007B6A46">
      <w:r>
        <w:t>355.3260</w:t>
      </w:r>
      <w:r>
        <w:tab/>
        <w:t>3.038e0</w:t>
      </w:r>
    </w:p>
    <w:p w:rsidR="007B6A46" w:rsidRDefault="007B6A46" w:rsidP="007B6A46">
      <w:r>
        <w:t>355.3618</w:t>
      </w:r>
      <w:r>
        <w:tab/>
        <w:t>2.025e0</w:t>
      </w:r>
    </w:p>
    <w:p w:rsidR="007B6A46" w:rsidRDefault="007B6A46" w:rsidP="007B6A46">
      <w:r>
        <w:t>355.3760</w:t>
      </w:r>
      <w:r>
        <w:tab/>
        <w:t>1.013e0</w:t>
      </w:r>
    </w:p>
    <w:p w:rsidR="007B6A46" w:rsidRDefault="007B6A46" w:rsidP="007B6A46">
      <w:r>
        <w:t>355.3887</w:t>
      </w:r>
      <w:r>
        <w:tab/>
        <w:t>1.013e0</w:t>
      </w:r>
    </w:p>
    <w:p w:rsidR="007B6A46" w:rsidRDefault="007B6A46" w:rsidP="007B6A46">
      <w:r>
        <w:t>355.4586</w:t>
      </w:r>
      <w:r>
        <w:tab/>
        <w:t>1.013e0</w:t>
      </w:r>
    </w:p>
    <w:p w:rsidR="007B6A46" w:rsidRDefault="007B6A46" w:rsidP="007B6A46">
      <w:r>
        <w:t>355.6367</w:t>
      </w:r>
      <w:r>
        <w:tab/>
        <w:t>3.038e0</w:t>
      </w:r>
    </w:p>
    <w:p w:rsidR="007B6A46" w:rsidRDefault="007B6A46" w:rsidP="007B6A46">
      <w:r>
        <w:t>355.6444</w:t>
      </w:r>
      <w:r>
        <w:tab/>
        <w:t>1.013e0</w:t>
      </w:r>
    </w:p>
    <w:p w:rsidR="007B6A46" w:rsidRDefault="007B6A46" w:rsidP="007B6A46">
      <w:r>
        <w:lastRenderedPageBreak/>
        <w:t>355.7113</w:t>
      </w:r>
      <w:r>
        <w:tab/>
        <w:t>1.013e0</w:t>
      </w:r>
    </w:p>
    <w:p w:rsidR="007B6A46" w:rsidRDefault="007B6A46" w:rsidP="007B6A46">
      <w:r>
        <w:t>355.7355</w:t>
      </w:r>
      <w:r>
        <w:tab/>
        <w:t>1.013e0</w:t>
      </w:r>
    </w:p>
    <w:p w:rsidR="007B6A46" w:rsidRDefault="007B6A46" w:rsidP="007B6A46">
      <w:r>
        <w:t>355.8204</w:t>
      </w:r>
      <w:r>
        <w:tab/>
        <w:t>1.013e0</w:t>
      </w:r>
    </w:p>
    <w:p w:rsidR="007B6A46" w:rsidRDefault="007B6A46" w:rsidP="007B6A46">
      <w:r>
        <w:t>355.8352</w:t>
      </w:r>
      <w:r>
        <w:tab/>
        <w:t>1.013e0</w:t>
      </w:r>
    </w:p>
    <w:p w:rsidR="007B6A46" w:rsidRDefault="007B6A46" w:rsidP="007B6A46">
      <w:r>
        <w:t>355.8521</w:t>
      </w:r>
      <w:r>
        <w:tab/>
        <w:t>1.013e0</w:t>
      </w:r>
    </w:p>
    <w:p w:rsidR="007B6A46" w:rsidRDefault="007B6A46" w:rsidP="007B6A46">
      <w:r>
        <w:t>355.8734</w:t>
      </w:r>
      <w:r>
        <w:tab/>
        <w:t>2.025e0</w:t>
      </w:r>
    </w:p>
    <w:p w:rsidR="007B6A46" w:rsidRDefault="007B6A46" w:rsidP="007B6A46">
      <w:r>
        <w:t>355.8768</w:t>
      </w:r>
      <w:r>
        <w:tab/>
        <w:t>1.013e0</w:t>
      </w:r>
    </w:p>
    <w:p w:rsidR="007B6A46" w:rsidRDefault="007B6A46" w:rsidP="007B6A46">
      <w:r>
        <w:t>355.8909</w:t>
      </w:r>
      <w:r>
        <w:tab/>
        <w:t>1.013e0</w:t>
      </w:r>
    </w:p>
    <w:p w:rsidR="007B6A46" w:rsidRDefault="007B6A46" w:rsidP="007B6A46">
      <w:r>
        <w:t>355.9158</w:t>
      </w:r>
      <w:r>
        <w:tab/>
        <w:t>1.013e0</w:t>
      </w:r>
    </w:p>
    <w:p w:rsidR="007B6A46" w:rsidRDefault="007B6A46" w:rsidP="007B6A46">
      <w:r>
        <w:t>355.9220</w:t>
      </w:r>
      <w:r>
        <w:tab/>
        <w:t>1.013e0</w:t>
      </w:r>
    </w:p>
    <w:p w:rsidR="007B6A46" w:rsidRDefault="007B6A46" w:rsidP="007B6A46">
      <w:r>
        <w:t>355.9493</w:t>
      </w:r>
      <w:r>
        <w:tab/>
        <w:t>2.025e0</w:t>
      </w:r>
    </w:p>
    <w:p w:rsidR="007B6A46" w:rsidRDefault="007B6A46" w:rsidP="007B6A46">
      <w:r>
        <w:t>355.9877</w:t>
      </w:r>
      <w:r>
        <w:tab/>
        <w:t>5.063e0</w:t>
      </w:r>
    </w:p>
    <w:p w:rsidR="007B6A46" w:rsidRDefault="007B6A46" w:rsidP="007B6A46">
      <w:r>
        <w:t>355.9967</w:t>
      </w:r>
      <w:r>
        <w:tab/>
        <w:t>1.013e0</w:t>
      </w:r>
    </w:p>
    <w:p w:rsidR="007B6A46" w:rsidRDefault="007B6A46" w:rsidP="007B6A46">
      <w:r>
        <w:t>356.0367</w:t>
      </w:r>
      <w:r>
        <w:tab/>
        <w:t>2.025e0</w:t>
      </w:r>
    </w:p>
    <w:p w:rsidR="007B6A46" w:rsidRDefault="007B6A46" w:rsidP="007B6A46">
      <w:r>
        <w:t>356.0818</w:t>
      </w:r>
      <w:r>
        <w:tab/>
        <w:t>1.013e0</w:t>
      </w:r>
    </w:p>
    <w:p w:rsidR="007B6A46" w:rsidRDefault="007B6A46" w:rsidP="007B6A46">
      <w:r>
        <w:t>356.0947</w:t>
      </w:r>
      <w:r>
        <w:tab/>
        <w:t>2.025e0</w:t>
      </w:r>
    </w:p>
    <w:p w:rsidR="007B6A46" w:rsidRDefault="007B6A46" w:rsidP="007B6A46">
      <w:r>
        <w:t>356.1122</w:t>
      </w:r>
      <w:r>
        <w:tab/>
        <w:t>2.025e0</w:t>
      </w:r>
    </w:p>
    <w:p w:rsidR="007B6A46" w:rsidRDefault="007B6A46" w:rsidP="007B6A46">
      <w:r>
        <w:t>356.1264</w:t>
      </w:r>
      <w:r>
        <w:tab/>
        <w:t>1.013e0</w:t>
      </w:r>
    </w:p>
    <w:p w:rsidR="007B6A46" w:rsidRDefault="007B6A46" w:rsidP="007B6A46">
      <w:r>
        <w:t>356.1415</w:t>
      </w:r>
      <w:r>
        <w:tab/>
        <w:t>1.013e0</w:t>
      </w:r>
    </w:p>
    <w:p w:rsidR="007B6A46" w:rsidRDefault="007B6A46" w:rsidP="007B6A46">
      <w:r>
        <w:lastRenderedPageBreak/>
        <w:t>356.1663</w:t>
      </w:r>
      <w:r>
        <w:tab/>
        <w:t>1.013e0</w:t>
      </w:r>
    </w:p>
    <w:p w:rsidR="007B6A46" w:rsidRDefault="007B6A46" w:rsidP="007B6A46">
      <w:r>
        <w:t>356.1777</w:t>
      </w:r>
      <w:r>
        <w:tab/>
        <w:t>2.025e0</w:t>
      </w:r>
    </w:p>
    <w:p w:rsidR="007B6A46" w:rsidRDefault="007B6A46" w:rsidP="007B6A46">
      <w:r>
        <w:t>356.1964</w:t>
      </w:r>
      <w:r>
        <w:tab/>
        <w:t>1.013e0</w:t>
      </w:r>
    </w:p>
    <w:p w:rsidR="007B6A46" w:rsidRDefault="007B6A46" w:rsidP="007B6A46">
      <w:r>
        <w:t>356.2067</w:t>
      </w:r>
      <w:r>
        <w:tab/>
        <w:t>2.025e0</w:t>
      </w:r>
    </w:p>
    <w:p w:rsidR="007B6A46" w:rsidRDefault="007B6A46" w:rsidP="007B6A46">
      <w:r>
        <w:t>356.2134</w:t>
      </w:r>
      <w:r>
        <w:tab/>
        <w:t>3.038e0</w:t>
      </w:r>
    </w:p>
    <w:p w:rsidR="007B6A46" w:rsidRDefault="007B6A46" w:rsidP="007B6A46">
      <w:r>
        <w:t>356.2155</w:t>
      </w:r>
      <w:r>
        <w:tab/>
        <w:t>2.025e0</w:t>
      </w:r>
    </w:p>
    <w:p w:rsidR="007B6A46" w:rsidRDefault="007B6A46" w:rsidP="007B6A46">
      <w:r>
        <w:t>356.2983</w:t>
      </w:r>
      <w:r>
        <w:tab/>
        <w:t>2.025e0</w:t>
      </w:r>
    </w:p>
    <w:p w:rsidR="007B6A46" w:rsidRDefault="007B6A46" w:rsidP="007B6A46">
      <w:r>
        <w:t>356.3422</w:t>
      </w:r>
      <w:r>
        <w:tab/>
        <w:t>2.025e0</w:t>
      </w:r>
    </w:p>
    <w:p w:rsidR="007B6A46" w:rsidRDefault="007B6A46" w:rsidP="007B6A46">
      <w:r>
        <w:t>356.3470</w:t>
      </w:r>
      <w:r>
        <w:tab/>
        <w:t>2.025e0</w:t>
      </w:r>
    </w:p>
    <w:p w:rsidR="007B6A46" w:rsidRDefault="007B6A46" w:rsidP="007B6A46">
      <w:r>
        <w:t>356.3614</w:t>
      </w:r>
      <w:r>
        <w:tab/>
        <w:t>1.013e0</w:t>
      </w:r>
    </w:p>
    <w:p w:rsidR="007B6A46" w:rsidRDefault="007B6A46" w:rsidP="007B6A46">
      <w:r>
        <w:t>356.4320</w:t>
      </w:r>
      <w:r>
        <w:tab/>
        <w:t>1.013e0</w:t>
      </w:r>
    </w:p>
    <w:p w:rsidR="007B6A46" w:rsidRDefault="007B6A46" w:rsidP="007B6A46">
      <w:r>
        <w:t>356.4766</w:t>
      </w:r>
      <w:r>
        <w:tab/>
        <w:t>1.013e0</w:t>
      </w:r>
    </w:p>
    <w:p w:rsidR="007B6A46" w:rsidRDefault="007B6A46" w:rsidP="007B6A46">
      <w:r>
        <w:t>356.4830</w:t>
      </w:r>
      <w:r>
        <w:tab/>
        <w:t>1.013e0</w:t>
      </w:r>
    </w:p>
    <w:p w:rsidR="007B6A46" w:rsidRDefault="007B6A46" w:rsidP="007B6A46">
      <w:r>
        <w:t>356.5637</w:t>
      </w:r>
      <w:r>
        <w:tab/>
        <w:t>3.038e0</w:t>
      </w:r>
    </w:p>
    <w:p w:rsidR="007B6A46" w:rsidRDefault="007B6A46" w:rsidP="007B6A46">
      <w:r>
        <w:t>356.5971</w:t>
      </w:r>
      <w:r>
        <w:tab/>
        <w:t>1.013e0</w:t>
      </w:r>
    </w:p>
    <w:p w:rsidR="007B6A46" w:rsidRDefault="007B6A46" w:rsidP="007B6A46">
      <w:r>
        <w:t>356.6512</w:t>
      </w:r>
      <w:r>
        <w:tab/>
        <w:t>2.025e0</w:t>
      </w:r>
    </w:p>
    <w:p w:rsidR="007B6A46" w:rsidRDefault="007B6A46" w:rsidP="007B6A46">
      <w:r>
        <w:t>356.6765</w:t>
      </w:r>
      <w:r>
        <w:tab/>
        <w:t>2.025e0</w:t>
      </w:r>
    </w:p>
    <w:p w:rsidR="007B6A46" w:rsidRDefault="007B6A46" w:rsidP="007B6A46">
      <w:r>
        <w:t>356.6916</w:t>
      </w:r>
      <w:r>
        <w:tab/>
        <w:t>3.038e0</w:t>
      </w:r>
    </w:p>
    <w:p w:rsidR="007B6A46" w:rsidRDefault="007B6A46" w:rsidP="007B6A46">
      <w:r>
        <w:t>356.7497</w:t>
      </w:r>
      <w:r>
        <w:tab/>
        <w:t>1.013e0</w:t>
      </w:r>
    </w:p>
    <w:p w:rsidR="007B6A46" w:rsidRDefault="007B6A46" w:rsidP="007B6A46">
      <w:r>
        <w:lastRenderedPageBreak/>
        <w:t>356.7564</w:t>
      </w:r>
      <w:r>
        <w:tab/>
        <w:t>2.025e0</w:t>
      </w:r>
    </w:p>
    <w:p w:rsidR="007B6A46" w:rsidRDefault="007B6A46" w:rsidP="007B6A46">
      <w:r>
        <w:t>356.7827</w:t>
      </w:r>
      <w:r>
        <w:tab/>
        <w:t>1.013e0</w:t>
      </w:r>
    </w:p>
    <w:p w:rsidR="007B6A46" w:rsidRDefault="007B6A46" w:rsidP="007B6A46">
      <w:r>
        <w:t>356.8073</w:t>
      </w:r>
      <w:r>
        <w:tab/>
        <w:t>2.025e0</w:t>
      </w:r>
    </w:p>
    <w:p w:rsidR="007B6A46" w:rsidRDefault="007B6A46" w:rsidP="007B6A46">
      <w:r>
        <w:t>356.8138</w:t>
      </w:r>
      <w:r>
        <w:tab/>
        <w:t>1.013e0</w:t>
      </w:r>
    </w:p>
    <w:p w:rsidR="007B6A46" w:rsidRDefault="007B6A46" w:rsidP="007B6A46">
      <w:r>
        <w:t>356.9158</w:t>
      </w:r>
      <w:r>
        <w:tab/>
        <w:t>1.013e0</w:t>
      </w:r>
    </w:p>
    <w:p w:rsidR="007B6A46" w:rsidRDefault="007B6A46" w:rsidP="007B6A46">
      <w:r>
        <w:t>356.9197</w:t>
      </w:r>
      <w:r>
        <w:tab/>
        <w:t>1.013e0</w:t>
      </w:r>
    </w:p>
    <w:p w:rsidR="007B6A46" w:rsidRDefault="007B6A46" w:rsidP="007B6A46">
      <w:r>
        <w:t>356.9445</w:t>
      </w:r>
      <w:r>
        <w:tab/>
        <w:t>1.013e0</w:t>
      </w:r>
    </w:p>
    <w:p w:rsidR="007B6A46" w:rsidRDefault="007B6A46" w:rsidP="007B6A46">
      <w:r>
        <w:t>356.9898</w:t>
      </w:r>
      <w:r>
        <w:tab/>
        <w:t>2.025e0</w:t>
      </w:r>
    </w:p>
    <w:p w:rsidR="007B6A46" w:rsidRDefault="007B6A46" w:rsidP="007B6A46">
      <w:r>
        <w:t>357.0181</w:t>
      </w:r>
      <w:r>
        <w:tab/>
        <w:t>1.013e0</w:t>
      </w:r>
    </w:p>
    <w:p w:rsidR="007B6A46" w:rsidRDefault="007B6A46" w:rsidP="007B6A46">
      <w:r>
        <w:t>357.0645</w:t>
      </w:r>
      <w:r>
        <w:tab/>
        <w:t>1.013e0</w:t>
      </w:r>
    </w:p>
    <w:p w:rsidR="007B6A46" w:rsidRDefault="007B6A46" w:rsidP="007B6A46">
      <w:r>
        <w:t>357.0695</w:t>
      </w:r>
      <w:r>
        <w:tab/>
        <w:t>1.013e0</w:t>
      </w:r>
    </w:p>
    <w:p w:rsidR="007B6A46" w:rsidRDefault="007B6A46" w:rsidP="007B6A46">
      <w:r>
        <w:t>357.0729</w:t>
      </w:r>
      <w:r>
        <w:tab/>
        <w:t>2.025e0</w:t>
      </w:r>
    </w:p>
    <w:p w:rsidR="007B6A46" w:rsidRDefault="007B6A46" w:rsidP="007B6A46">
      <w:r>
        <w:t>357.1510</w:t>
      </w:r>
      <w:r>
        <w:tab/>
        <w:t>3.038e0</w:t>
      </w:r>
    </w:p>
    <w:p w:rsidR="007B6A46" w:rsidRDefault="007B6A46" w:rsidP="007B6A46">
      <w:r>
        <w:t>357.2099</w:t>
      </w:r>
      <w:r>
        <w:tab/>
        <w:t>1.013e0</w:t>
      </w:r>
    </w:p>
    <w:p w:rsidR="007B6A46" w:rsidRDefault="007B6A46" w:rsidP="007B6A46">
      <w:r>
        <w:t>357.2157</w:t>
      </w:r>
      <w:r>
        <w:tab/>
        <w:t>2.025e0</w:t>
      </w:r>
    </w:p>
    <w:p w:rsidR="007B6A46" w:rsidRDefault="007B6A46" w:rsidP="007B6A46">
      <w:r>
        <w:t>357.2504</w:t>
      </w:r>
      <w:r>
        <w:tab/>
        <w:t>1.013e0</w:t>
      </w:r>
    </w:p>
    <w:p w:rsidR="007B6A46" w:rsidRDefault="007B6A46" w:rsidP="007B6A46">
      <w:r>
        <w:t>357.2547</w:t>
      </w:r>
      <w:r>
        <w:tab/>
        <w:t>2.025e0</w:t>
      </w:r>
    </w:p>
    <w:p w:rsidR="007B6A46" w:rsidRDefault="007B6A46" w:rsidP="007B6A46">
      <w:r>
        <w:t>357.2672</w:t>
      </w:r>
      <w:r>
        <w:tab/>
        <w:t>2.025e0</w:t>
      </w:r>
    </w:p>
    <w:p w:rsidR="007B6A46" w:rsidRDefault="007B6A46" w:rsidP="007B6A46">
      <w:r>
        <w:t>357.2865</w:t>
      </w:r>
      <w:r>
        <w:tab/>
        <w:t>1.013e0</w:t>
      </w:r>
    </w:p>
    <w:p w:rsidR="007B6A46" w:rsidRDefault="007B6A46" w:rsidP="007B6A46">
      <w:r>
        <w:lastRenderedPageBreak/>
        <w:t>357.3388</w:t>
      </w:r>
      <w:r>
        <w:tab/>
        <w:t>2.025e0</w:t>
      </w:r>
    </w:p>
    <w:p w:rsidR="007B6A46" w:rsidRDefault="007B6A46" w:rsidP="007B6A46">
      <w:r>
        <w:t>357.3567</w:t>
      </w:r>
      <w:r>
        <w:tab/>
        <w:t>1.013e0</w:t>
      </w:r>
    </w:p>
    <w:p w:rsidR="007B6A46" w:rsidRDefault="007B6A46" w:rsidP="007B6A46">
      <w:r>
        <w:t>357.3759</w:t>
      </w:r>
      <w:r>
        <w:tab/>
        <w:t>1.013e0</w:t>
      </w:r>
    </w:p>
    <w:p w:rsidR="007B6A46" w:rsidRDefault="007B6A46" w:rsidP="007B6A46">
      <w:r>
        <w:t>357.5425</w:t>
      </w:r>
      <w:r>
        <w:tab/>
        <w:t>2.025e0</w:t>
      </w:r>
    </w:p>
    <w:p w:rsidR="007B6A46" w:rsidRDefault="007B6A46" w:rsidP="007B6A46">
      <w:r>
        <w:t>357.5927</w:t>
      </w:r>
      <w:r>
        <w:tab/>
        <w:t>2.025e0</w:t>
      </w:r>
    </w:p>
    <w:p w:rsidR="007B6A46" w:rsidRDefault="007B6A46" w:rsidP="007B6A46">
      <w:r>
        <w:t>357.5990</w:t>
      </w:r>
      <w:r>
        <w:tab/>
        <w:t>2.025e0</w:t>
      </w:r>
    </w:p>
    <w:p w:rsidR="007B6A46" w:rsidRDefault="007B6A46" w:rsidP="007B6A46">
      <w:r>
        <w:t>357.6180</w:t>
      </w:r>
      <w:r>
        <w:tab/>
        <w:t>1.013e0</w:t>
      </w:r>
    </w:p>
    <w:p w:rsidR="007B6A46" w:rsidRDefault="007B6A46" w:rsidP="007B6A46">
      <w:r>
        <w:t>357.6691</w:t>
      </w:r>
      <w:r>
        <w:tab/>
        <w:t>1.013e0</w:t>
      </w:r>
    </w:p>
    <w:p w:rsidR="007B6A46" w:rsidRDefault="007B6A46" w:rsidP="007B6A46">
      <w:r>
        <w:t>357.7225</w:t>
      </w:r>
      <w:r>
        <w:tab/>
        <w:t>1.013e0</w:t>
      </w:r>
    </w:p>
    <w:p w:rsidR="007B6A46" w:rsidRDefault="007B6A46" w:rsidP="007B6A46">
      <w:r>
        <w:t>357.7720</w:t>
      </w:r>
      <w:r>
        <w:tab/>
        <w:t>1.013e0</w:t>
      </w:r>
    </w:p>
    <w:p w:rsidR="007B6A46" w:rsidRDefault="007B6A46" w:rsidP="007B6A46">
      <w:r>
        <w:t>357.7935</w:t>
      </w:r>
      <w:r>
        <w:tab/>
        <w:t>1.013e0</w:t>
      </w:r>
    </w:p>
    <w:p w:rsidR="007B6A46" w:rsidRDefault="007B6A46" w:rsidP="007B6A46">
      <w:r>
        <w:t>357.8295</w:t>
      </w:r>
      <w:r>
        <w:tab/>
        <w:t>1.013e0</w:t>
      </w:r>
    </w:p>
    <w:p w:rsidR="007B6A46" w:rsidRDefault="007B6A46" w:rsidP="007B6A46">
      <w:r>
        <w:t>357.8737</w:t>
      </w:r>
      <w:r>
        <w:tab/>
        <w:t>1.013e0</w:t>
      </w:r>
    </w:p>
    <w:p w:rsidR="007B6A46" w:rsidRDefault="007B6A46" w:rsidP="007B6A46">
      <w:r>
        <w:t>357.9095</w:t>
      </w:r>
      <w:r>
        <w:tab/>
        <w:t>1.013e0</w:t>
      </w:r>
    </w:p>
    <w:p w:rsidR="007B6A46" w:rsidRDefault="007B6A46" w:rsidP="007B6A46">
      <w:r>
        <w:t>357.9190</w:t>
      </w:r>
      <w:r>
        <w:tab/>
        <w:t>1.013e0</w:t>
      </w:r>
    </w:p>
    <w:p w:rsidR="007B6A46" w:rsidRDefault="007B6A46" w:rsidP="007B6A46">
      <w:r>
        <w:t>357.9255</w:t>
      </w:r>
      <w:r>
        <w:tab/>
        <w:t>2.025e0</w:t>
      </w:r>
    </w:p>
    <w:p w:rsidR="007B6A46" w:rsidRDefault="007B6A46" w:rsidP="007B6A46">
      <w:r>
        <w:t>357.9339</w:t>
      </w:r>
      <w:r>
        <w:tab/>
        <w:t>2.025e0</w:t>
      </w:r>
    </w:p>
    <w:p w:rsidR="007B6A46" w:rsidRDefault="007B6A46" w:rsidP="007B6A46">
      <w:r>
        <w:t>357.9592</w:t>
      </w:r>
      <w:r>
        <w:tab/>
        <w:t>1.013e0</w:t>
      </w:r>
    </w:p>
    <w:p w:rsidR="007B6A46" w:rsidRDefault="007B6A46" w:rsidP="007B6A46">
      <w:r>
        <w:t>357.9653</w:t>
      </w:r>
      <w:r>
        <w:tab/>
        <w:t>3.038e0</w:t>
      </w:r>
    </w:p>
    <w:p w:rsidR="007B6A46" w:rsidRDefault="007B6A46" w:rsidP="007B6A46">
      <w:r>
        <w:lastRenderedPageBreak/>
        <w:t>357.9673</w:t>
      </w:r>
      <w:r>
        <w:tab/>
        <w:t>2.025e0</w:t>
      </w:r>
    </w:p>
    <w:p w:rsidR="007B6A46" w:rsidRDefault="007B6A46" w:rsidP="007B6A46">
      <w:r>
        <w:t>357.9707</w:t>
      </w:r>
      <w:r>
        <w:tab/>
        <w:t>2.025e0</w:t>
      </w:r>
    </w:p>
    <w:p w:rsidR="007B6A46" w:rsidRDefault="007B6A46" w:rsidP="007B6A46">
      <w:r>
        <w:t>358.0955</w:t>
      </w:r>
      <w:r>
        <w:tab/>
        <w:t>2.025e0</w:t>
      </w:r>
    </w:p>
    <w:p w:rsidR="007B6A46" w:rsidRDefault="007B6A46" w:rsidP="007B6A46">
      <w:r>
        <w:t>358.1103</w:t>
      </w:r>
      <w:r>
        <w:tab/>
        <w:t>1.013e0</w:t>
      </w:r>
    </w:p>
    <w:p w:rsidR="007B6A46" w:rsidRDefault="007B6A46" w:rsidP="007B6A46">
      <w:r>
        <w:t>358.1665</w:t>
      </w:r>
      <w:r>
        <w:tab/>
        <w:t>1.013e0</w:t>
      </w:r>
    </w:p>
    <w:p w:rsidR="007B6A46" w:rsidRDefault="007B6A46" w:rsidP="007B6A46">
      <w:r>
        <w:t>358.1790</w:t>
      </w:r>
      <w:r>
        <w:tab/>
        <w:t>2.025e0</w:t>
      </w:r>
    </w:p>
    <w:p w:rsidR="007B6A46" w:rsidRDefault="007B6A46" w:rsidP="007B6A46">
      <w:r>
        <w:t>358.1870</w:t>
      </w:r>
      <w:r>
        <w:tab/>
        <w:t>2.283e0</w:t>
      </w:r>
    </w:p>
    <w:p w:rsidR="007B6A46" w:rsidRDefault="007B6A46" w:rsidP="007B6A46">
      <w:r>
        <w:t>358.2148</w:t>
      </w:r>
      <w:r>
        <w:tab/>
        <w:t>3.385e0</w:t>
      </w:r>
    </w:p>
    <w:p w:rsidR="007B6A46" w:rsidRDefault="007B6A46" w:rsidP="007B6A46">
      <w:r>
        <w:t>358.2277</w:t>
      </w:r>
      <w:r>
        <w:tab/>
        <w:t>4.051e0</w:t>
      </w:r>
    </w:p>
    <w:p w:rsidR="007B6A46" w:rsidRDefault="007B6A46" w:rsidP="007B6A46">
      <w:r>
        <w:t>358.2327</w:t>
      </w:r>
      <w:r>
        <w:tab/>
        <w:t>3.038e0</w:t>
      </w:r>
    </w:p>
    <w:p w:rsidR="007B6A46" w:rsidRDefault="007B6A46" w:rsidP="007B6A46">
      <w:r>
        <w:t>358.2430</w:t>
      </w:r>
      <w:r>
        <w:tab/>
        <w:t>2.025e0</w:t>
      </w:r>
    </w:p>
    <w:p w:rsidR="007B6A46" w:rsidRDefault="007B6A46" w:rsidP="007B6A46">
      <w:r>
        <w:t>358.2618</w:t>
      </w:r>
      <w:r>
        <w:tab/>
        <w:t>1.013e0</w:t>
      </w:r>
    </w:p>
    <w:p w:rsidR="007B6A46" w:rsidRDefault="007B6A46" w:rsidP="007B6A46">
      <w:r>
        <w:t>358.2650</w:t>
      </w:r>
      <w:r>
        <w:tab/>
        <w:t>2.025e0</w:t>
      </w:r>
    </w:p>
    <w:p w:rsidR="007B6A46" w:rsidRDefault="007B6A46" w:rsidP="007B6A46">
      <w:r>
        <w:t>358.2772</w:t>
      </w:r>
      <w:r>
        <w:tab/>
        <w:t>1.013e0</w:t>
      </w:r>
    </w:p>
    <w:p w:rsidR="007B6A46" w:rsidRDefault="007B6A46" w:rsidP="007B6A46">
      <w:r>
        <w:t>358.2822</w:t>
      </w:r>
      <w:r>
        <w:tab/>
        <w:t>2.025e0</w:t>
      </w:r>
    </w:p>
    <w:p w:rsidR="007B6A46" w:rsidRDefault="007B6A46" w:rsidP="007B6A46">
      <w:r>
        <w:t>358.2964</w:t>
      </w:r>
      <w:r>
        <w:tab/>
        <w:t>1.013e0</w:t>
      </w:r>
    </w:p>
    <w:p w:rsidR="007B6A46" w:rsidRDefault="007B6A46" w:rsidP="007B6A46">
      <w:r>
        <w:t>358.3130</w:t>
      </w:r>
      <w:r>
        <w:tab/>
        <w:t>3.038e0</w:t>
      </w:r>
    </w:p>
    <w:p w:rsidR="007B6A46" w:rsidRDefault="007B6A46" w:rsidP="007B6A46">
      <w:r>
        <w:t>358.3473</w:t>
      </w:r>
      <w:r>
        <w:tab/>
        <w:t>2.025e0</w:t>
      </w:r>
    </w:p>
    <w:p w:rsidR="007B6A46" w:rsidRDefault="007B6A46" w:rsidP="007B6A46">
      <w:r>
        <w:t>358.3571</w:t>
      </w:r>
      <w:r>
        <w:tab/>
        <w:t>1.013e0</w:t>
      </w:r>
    </w:p>
    <w:p w:rsidR="007B6A46" w:rsidRDefault="007B6A46" w:rsidP="007B6A46">
      <w:r>
        <w:lastRenderedPageBreak/>
        <w:t>358.4027</w:t>
      </w:r>
      <w:r>
        <w:tab/>
        <w:t>1.013e0</w:t>
      </w:r>
    </w:p>
    <w:p w:rsidR="007B6A46" w:rsidRDefault="007B6A46" w:rsidP="007B6A46">
      <w:r>
        <w:t>358.4314</w:t>
      </w:r>
      <w:r>
        <w:tab/>
        <w:t>2.025e0</w:t>
      </w:r>
    </w:p>
    <w:p w:rsidR="007B6A46" w:rsidRDefault="007B6A46" w:rsidP="007B6A46">
      <w:r>
        <w:t>358.5019</w:t>
      </w:r>
      <w:r>
        <w:tab/>
        <w:t>1.013e0</w:t>
      </w:r>
    </w:p>
    <w:p w:rsidR="007B6A46" w:rsidRDefault="007B6A46" w:rsidP="007B6A46">
      <w:r>
        <w:t>358.5084</w:t>
      </w:r>
      <w:r>
        <w:tab/>
        <w:t>2.025e0</w:t>
      </w:r>
    </w:p>
    <w:p w:rsidR="007B6A46" w:rsidRDefault="007B6A46" w:rsidP="007B6A46">
      <w:r>
        <w:t>358.5525</w:t>
      </w:r>
      <w:r>
        <w:tab/>
        <w:t>1.013e0</w:t>
      </w:r>
    </w:p>
    <w:p w:rsidR="007B6A46" w:rsidRDefault="007B6A46" w:rsidP="007B6A46">
      <w:r>
        <w:t>358.6223</w:t>
      </w:r>
      <w:r>
        <w:tab/>
        <w:t>1.013e0</w:t>
      </w:r>
    </w:p>
    <w:p w:rsidR="007B6A46" w:rsidRDefault="007B6A46" w:rsidP="007B6A46">
      <w:r>
        <w:t>358.6422</w:t>
      </w:r>
      <w:r>
        <w:tab/>
        <w:t>1.013e0</w:t>
      </w:r>
    </w:p>
    <w:p w:rsidR="007B6A46" w:rsidRDefault="007B6A46" w:rsidP="007B6A46">
      <w:r>
        <w:t>358.7133</w:t>
      </w:r>
      <w:r>
        <w:tab/>
        <w:t>3.038e0</w:t>
      </w:r>
    </w:p>
    <w:p w:rsidR="007B6A46" w:rsidRDefault="007B6A46" w:rsidP="007B6A46">
      <w:r>
        <w:t>358.7544</w:t>
      </w:r>
      <w:r>
        <w:tab/>
        <w:t>1.013e0</w:t>
      </w:r>
    </w:p>
    <w:p w:rsidR="007B6A46" w:rsidRDefault="007B6A46" w:rsidP="007B6A46">
      <w:r>
        <w:t>358.7633</w:t>
      </w:r>
      <w:r>
        <w:tab/>
        <w:t>1.013e0</w:t>
      </w:r>
    </w:p>
    <w:p w:rsidR="007B6A46" w:rsidRDefault="007B6A46" w:rsidP="007B6A46">
      <w:r>
        <w:t>358.7744</w:t>
      </w:r>
      <w:r>
        <w:tab/>
        <w:t>2.025e0</w:t>
      </w:r>
    </w:p>
    <w:p w:rsidR="007B6A46" w:rsidRDefault="007B6A46" w:rsidP="007B6A46">
      <w:r>
        <w:t>358.8151</w:t>
      </w:r>
      <w:r>
        <w:tab/>
        <w:t>1.013e0</w:t>
      </w:r>
    </w:p>
    <w:p w:rsidR="007B6A46" w:rsidRDefault="007B6A46" w:rsidP="007B6A46">
      <w:r>
        <w:t>358.8856</w:t>
      </w:r>
      <w:r>
        <w:tab/>
        <w:t>1.013e0</w:t>
      </w:r>
    </w:p>
    <w:p w:rsidR="007B6A46" w:rsidRDefault="007B6A46" w:rsidP="007B6A46">
      <w:r>
        <w:t>358.9169</w:t>
      </w:r>
      <w:r>
        <w:tab/>
        <w:t>1.013e0</w:t>
      </w:r>
    </w:p>
    <w:p w:rsidR="007B6A46" w:rsidRDefault="007B6A46" w:rsidP="007B6A46">
      <w:r>
        <w:t>358.9247</w:t>
      </w:r>
      <w:r>
        <w:tab/>
        <w:t>1.013e0</w:t>
      </w:r>
    </w:p>
    <w:p w:rsidR="007B6A46" w:rsidRDefault="007B6A46" w:rsidP="007B6A46">
      <w:r>
        <w:t>358.9305</w:t>
      </w:r>
      <w:r>
        <w:tab/>
        <w:t>1.013e0</w:t>
      </w:r>
    </w:p>
    <w:p w:rsidR="007B6A46" w:rsidRDefault="007B6A46" w:rsidP="007B6A46">
      <w:r>
        <w:t>358.9453</w:t>
      </w:r>
      <w:r>
        <w:tab/>
        <w:t>2.025e0</w:t>
      </w:r>
    </w:p>
    <w:p w:rsidR="007B6A46" w:rsidRDefault="007B6A46" w:rsidP="007B6A46">
      <w:r>
        <w:t>358.9492</w:t>
      </w:r>
      <w:r>
        <w:tab/>
        <w:t>1.013e0</w:t>
      </w:r>
    </w:p>
    <w:p w:rsidR="007B6A46" w:rsidRDefault="007B6A46" w:rsidP="007B6A46">
      <w:r>
        <w:t>358.9946</w:t>
      </w:r>
      <w:r>
        <w:tab/>
        <w:t>1.013e0</w:t>
      </w:r>
    </w:p>
    <w:p w:rsidR="007B6A46" w:rsidRDefault="007B6A46" w:rsidP="007B6A46">
      <w:r>
        <w:lastRenderedPageBreak/>
        <w:t>359.0068</w:t>
      </w:r>
      <w:r>
        <w:tab/>
        <w:t>2.025e0</w:t>
      </w:r>
    </w:p>
    <w:p w:rsidR="007B6A46" w:rsidRDefault="007B6A46" w:rsidP="007B6A46">
      <w:r>
        <w:t>359.0202</w:t>
      </w:r>
      <w:r>
        <w:tab/>
        <w:t>1.013e0</w:t>
      </w:r>
    </w:p>
    <w:p w:rsidR="007B6A46" w:rsidRDefault="007B6A46" w:rsidP="007B6A46">
      <w:r>
        <w:t>359.0369</w:t>
      </w:r>
      <w:r>
        <w:tab/>
        <w:t>1.013e0</w:t>
      </w:r>
    </w:p>
    <w:p w:rsidR="007B6A46" w:rsidRDefault="007B6A46" w:rsidP="007B6A46">
      <w:r>
        <w:t>359.0523</w:t>
      </w:r>
      <w:r>
        <w:tab/>
        <w:t>1.013e0</w:t>
      </w:r>
    </w:p>
    <w:p w:rsidR="007B6A46" w:rsidRDefault="007B6A46" w:rsidP="007B6A46">
      <w:r>
        <w:t>359.0573</w:t>
      </w:r>
      <w:r>
        <w:tab/>
        <w:t>1.013e0</w:t>
      </w:r>
    </w:p>
    <w:p w:rsidR="007B6A46" w:rsidRDefault="007B6A46" w:rsidP="007B6A46">
      <w:r>
        <w:t>359.1158</w:t>
      </w:r>
      <w:r>
        <w:tab/>
        <w:t>1.013e0</w:t>
      </w:r>
    </w:p>
    <w:p w:rsidR="007B6A46" w:rsidRDefault="007B6A46" w:rsidP="007B6A46">
      <w:r>
        <w:t>359.1343</w:t>
      </w:r>
      <w:r>
        <w:tab/>
        <w:t>2.025e0</w:t>
      </w:r>
    </w:p>
    <w:p w:rsidR="007B6A46" w:rsidRDefault="007B6A46" w:rsidP="007B6A46">
      <w:r>
        <w:t>359.1656</w:t>
      </w:r>
      <w:r>
        <w:tab/>
        <w:t>2.025e0</w:t>
      </w:r>
    </w:p>
    <w:p w:rsidR="007B6A46" w:rsidRDefault="007B6A46" w:rsidP="007B6A46">
      <w:r>
        <w:t>359.1677</w:t>
      </w:r>
      <w:r>
        <w:tab/>
        <w:t>1.013e0</w:t>
      </w:r>
    </w:p>
    <w:p w:rsidR="007B6A46" w:rsidRDefault="007B6A46" w:rsidP="007B6A46">
      <w:r>
        <w:t>359.1971</w:t>
      </w:r>
      <w:r>
        <w:tab/>
        <w:t>3.038e0</w:t>
      </w:r>
    </w:p>
    <w:p w:rsidR="007B6A46" w:rsidRDefault="007B6A46" w:rsidP="007B6A46">
      <w:r>
        <w:t>359.2069</w:t>
      </w:r>
      <w:r>
        <w:tab/>
        <w:t>2.025e0</w:t>
      </w:r>
    </w:p>
    <w:p w:rsidR="007B6A46" w:rsidRDefault="007B6A46" w:rsidP="007B6A46">
      <w:r>
        <w:t>359.2302</w:t>
      </w:r>
      <w:r>
        <w:tab/>
        <w:t>3.038e0</w:t>
      </w:r>
    </w:p>
    <w:p w:rsidR="007B6A46" w:rsidRDefault="007B6A46" w:rsidP="007B6A46">
      <w:r>
        <w:t>359.2388</w:t>
      </w:r>
      <w:r>
        <w:tab/>
        <w:t>4.051e0</w:t>
      </w:r>
    </w:p>
    <w:p w:rsidR="007B6A46" w:rsidRDefault="007B6A46" w:rsidP="007B6A46">
      <w:r>
        <w:t>359.2421</w:t>
      </w:r>
      <w:r>
        <w:tab/>
        <w:t>9.114e0</w:t>
      </w:r>
    </w:p>
    <w:p w:rsidR="007B6A46" w:rsidRDefault="007B6A46" w:rsidP="007B6A46">
      <w:r>
        <w:t>359.2693</w:t>
      </w:r>
      <w:r>
        <w:tab/>
        <w:t>1.013e0</w:t>
      </w:r>
    </w:p>
    <w:p w:rsidR="007B6A46" w:rsidRDefault="007B6A46" w:rsidP="007B6A46">
      <w:r>
        <w:t>359.2826</w:t>
      </w:r>
      <w:r>
        <w:tab/>
        <w:t>1.013e0</w:t>
      </w:r>
    </w:p>
    <w:p w:rsidR="007B6A46" w:rsidRDefault="007B6A46" w:rsidP="007B6A46">
      <w:r>
        <w:t>359.2935</w:t>
      </w:r>
      <w:r>
        <w:tab/>
        <w:t>2.025e0</w:t>
      </w:r>
    </w:p>
    <w:p w:rsidR="007B6A46" w:rsidRDefault="007B6A46" w:rsidP="007B6A46">
      <w:r>
        <w:t>359.4436</w:t>
      </w:r>
      <w:r>
        <w:tab/>
        <w:t>1.013e0</w:t>
      </w:r>
    </w:p>
    <w:p w:rsidR="007B6A46" w:rsidRDefault="007B6A46" w:rsidP="007B6A46">
      <w:r>
        <w:t>359.5720</w:t>
      </w:r>
      <w:r>
        <w:tab/>
        <w:t>2.025e0</w:t>
      </w:r>
    </w:p>
    <w:p w:rsidR="007B6A46" w:rsidRDefault="007B6A46" w:rsidP="007B6A46">
      <w:r>
        <w:lastRenderedPageBreak/>
        <w:t>359.5860</w:t>
      </w:r>
      <w:r>
        <w:tab/>
        <w:t>2.025e0</w:t>
      </w:r>
    </w:p>
    <w:p w:rsidR="007B6A46" w:rsidRDefault="007B6A46" w:rsidP="007B6A46">
      <w:r>
        <w:t>359.6549</w:t>
      </w:r>
      <w:r>
        <w:tab/>
        <w:t>1.013e0</w:t>
      </w:r>
    </w:p>
    <w:p w:rsidR="007B6A46" w:rsidRDefault="007B6A46" w:rsidP="007B6A46">
      <w:r>
        <w:t>359.6917</w:t>
      </w:r>
      <w:r>
        <w:tab/>
        <w:t>1.013e0</w:t>
      </w:r>
    </w:p>
    <w:p w:rsidR="007B6A46" w:rsidRDefault="007B6A46" w:rsidP="007B6A46">
      <w:r>
        <w:t>359.7414</w:t>
      </w:r>
      <w:r>
        <w:tab/>
        <w:t>1.013e0</w:t>
      </w:r>
    </w:p>
    <w:p w:rsidR="007B6A46" w:rsidRDefault="007B6A46" w:rsidP="007B6A46">
      <w:r>
        <w:t>359.7711</w:t>
      </w:r>
      <w:r>
        <w:tab/>
        <w:t>1.013e0</w:t>
      </w:r>
    </w:p>
    <w:p w:rsidR="007B6A46" w:rsidRDefault="007B6A46" w:rsidP="007B6A46">
      <w:r>
        <w:t>359.8162</w:t>
      </w:r>
      <w:r>
        <w:tab/>
        <w:t>1.013e0</w:t>
      </w:r>
    </w:p>
    <w:p w:rsidR="007B6A46" w:rsidRDefault="007B6A46" w:rsidP="007B6A46">
      <w:r>
        <w:t>359.8219</w:t>
      </w:r>
      <w:r>
        <w:tab/>
        <w:t>1.013e0</w:t>
      </w:r>
    </w:p>
    <w:p w:rsidR="007B6A46" w:rsidRDefault="007B6A46" w:rsidP="007B6A46">
      <w:r>
        <w:t>359.8739</w:t>
      </w:r>
      <w:r>
        <w:tab/>
        <w:t>1.013e0</w:t>
      </w:r>
    </w:p>
    <w:p w:rsidR="007B6A46" w:rsidRDefault="007B6A46" w:rsidP="007B6A46">
      <w:r>
        <w:t>359.8996</w:t>
      </w:r>
      <w:r>
        <w:tab/>
        <w:t>1.013e0</w:t>
      </w:r>
    </w:p>
    <w:p w:rsidR="007B6A46" w:rsidRDefault="007B6A46" w:rsidP="007B6A46">
      <w:r>
        <w:t>359.9037</w:t>
      </w:r>
      <w:r>
        <w:tab/>
        <w:t>1.013e0</w:t>
      </w:r>
    </w:p>
    <w:p w:rsidR="007B6A46" w:rsidRDefault="007B6A46" w:rsidP="007B6A46">
      <w:r>
        <w:t>359.9280</w:t>
      </w:r>
      <w:r>
        <w:tab/>
        <w:t>1.013e0</w:t>
      </w:r>
    </w:p>
    <w:p w:rsidR="007B6A46" w:rsidRDefault="007B6A46" w:rsidP="007B6A46">
      <w:r>
        <w:t>359.9325</w:t>
      </w:r>
      <w:r>
        <w:tab/>
        <w:t>1.013e0</w:t>
      </w:r>
    </w:p>
    <w:p w:rsidR="007B6A46" w:rsidRDefault="007B6A46" w:rsidP="007B6A46">
      <w:r>
        <w:t>359.9446</w:t>
      </w:r>
      <w:r>
        <w:tab/>
        <w:t>1.013e0</w:t>
      </w:r>
    </w:p>
    <w:p w:rsidR="007B6A46" w:rsidRDefault="007B6A46" w:rsidP="007B6A46">
      <w:r>
        <w:t>359.9712</w:t>
      </w:r>
      <w:r>
        <w:tab/>
        <w:t>2.025e0</w:t>
      </w:r>
    </w:p>
    <w:p w:rsidR="007B6A46" w:rsidRDefault="007B6A46" w:rsidP="007B6A46">
      <w:r>
        <w:t>360.0150</w:t>
      </w:r>
      <w:r>
        <w:tab/>
        <w:t>3.038e0</w:t>
      </w:r>
    </w:p>
    <w:p w:rsidR="007B6A46" w:rsidRDefault="007B6A46" w:rsidP="007B6A46">
      <w:r>
        <w:t>360.0276</w:t>
      </w:r>
      <w:r>
        <w:tab/>
        <w:t>1.013e0</w:t>
      </w:r>
    </w:p>
    <w:p w:rsidR="007B6A46" w:rsidRDefault="007B6A46" w:rsidP="007B6A46">
      <w:r>
        <w:t>360.0404</w:t>
      </w:r>
      <w:r>
        <w:tab/>
        <w:t>1.013e0</w:t>
      </w:r>
    </w:p>
    <w:p w:rsidR="007B6A46" w:rsidRDefault="007B6A46" w:rsidP="007B6A46">
      <w:r>
        <w:t>360.0945</w:t>
      </w:r>
      <w:r>
        <w:tab/>
        <w:t>1.013e0</w:t>
      </w:r>
    </w:p>
    <w:p w:rsidR="007B6A46" w:rsidRDefault="007B6A46" w:rsidP="007B6A46">
      <w:r>
        <w:t>360.0983</w:t>
      </w:r>
      <w:r>
        <w:tab/>
        <w:t>1.013e0</w:t>
      </w:r>
    </w:p>
    <w:p w:rsidR="007B6A46" w:rsidRDefault="007B6A46" w:rsidP="007B6A46">
      <w:r>
        <w:lastRenderedPageBreak/>
        <w:t>360.1396</w:t>
      </w:r>
      <w:r>
        <w:tab/>
        <w:t>1.013e0</w:t>
      </w:r>
    </w:p>
    <w:p w:rsidR="007B6A46" w:rsidRDefault="007B6A46" w:rsidP="007B6A46">
      <w:r>
        <w:t>360.1501</w:t>
      </w:r>
      <w:r>
        <w:tab/>
        <w:t>2.025e0</w:t>
      </w:r>
    </w:p>
    <w:p w:rsidR="007B6A46" w:rsidRDefault="007B6A46" w:rsidP="007B6A46">
      <w:r>
        <w:t>360.1651</w:t>
      </w:r>
      <w:r>
        <w:tab/>
        <w:t>1.013e0</w:t>
      </w:r>
    </w:p>
    <w:p w:rsidR="007B6A46" w:rsidRDefault="007B6A46" w:rsidP="007B6A46">
      <w:r>
        <w:t>360.1764</w:t>
      </w:r>
      <w:r>
        <w:tab/>
        <w:t>3.038e0</w:t>
      </w:r>
    </w:p>
    <w:p w:rsidR="007B6A46" w:rsidRDefault="007B6A46" w:rsidP="007B6A46">
      <w:r>
        <w:t>360.1950</w:t>
      </w:r>
      <w:r>
        <w:tab/>
        <w:t>2.025e0</w:t>
      </w:r>
    </w:p>
    <w:p w:rsidR="007B6A46" w:rsidRDefault="007B6A46" w:rsidP="007B6A46">
      <w:r>
        <w:t>360.2146</w:t>
      </w:r>
      <w:r>
        <w:tab/>
        <w:t>1.013e0</w:t>
      </w:r>
    </w:p>
    <w:p w:rsidR="007B6A46" w:rsidRDefault="007B6A46" w:rsidP="007B6A46">
      <w:r>
        <w:t>360.2170</w:t>
      </w:r>
      <w:r>
        <w:tab/>
        <w:t>2.025e0</w:t>
      </w:r>
    </w:p>
    <w:p w:rsidR="007B6A46" w:rsidRDefault="007B6A46" w:rsidP="007B6A46">
      <w:r>
        <w:t>360.2256</w:t>
      </w:r>
      <w:r>
        <w:tab/>
        <w:t>2.025e0</w:t>
      </w:r>
    </w:p>
    <w:p w:rsidR="007B6A46" w:rsidRDefault="007B6A46" w:rsidP="007B6A46">
      <w:r>
        <w:t>360.2397</w:t>
      </w:r>
      <w:r>
        <w:tab/>
        <w:t>1.013e0</w:t>
      </w:r>
    </w:p>
    <w:p w:rsidR="007B6A46" w:rsidRDefault="007B6A46" w:rsidP="007B6A46">
      <w:r>
        <w:t>360.2490</w:t>
      </w:r>
      <w:r>
        <w:tab/>
        <w:t>3.038e0</w:t>
      </w:r>
    </w:p>
    <w:p w:rsidR="007B6A46" w:rsidRDefault="007B6A46" w:rsidP="007B6A46">
      <w:r>
        <w:t>360.2564</w:t>
      </w:r>
      <w:r>
        <w:tab/>
        <w:t>1.013e0</w:t>
      </w:r>
    </w:p>
    <w:p w:rsidR="007B6A46" w:rsidRDefault="007B6A46" w:rsidP="007B6A46">
      <w:r>
        <w:t>360.2807</w:t>
      </w:r>
      <w:r>
        <w:tab/>
        <w:t>1.013e0</w:t>
      </w:r>
    </w:p>
    <w:p w:rsidR="007B6A46" w:rsidRDefault="007B6A46" w:rsidP="007B6A46">
      <w:r>
        <w:t>360.2853</w:t>
      </w:r>
      <w:r>
        <w:tab/>
        <w:t>1.013e0</w:t>
      </w:r>
    </w:p>
    <w:p w:rsidR="007B6A46" w:rsidRDefault="007B6A46" w:rsidP="007B6A46">
      <w:r>
        <w:t>360.3225</w:t>
      </w:r>
      <w:r>
        <w:tab/>
        <w:t>1.013e0</w:t>
      </w:r>
    </w:p>
    <w:p w:rsidR="007B6A46" w:rsidRDefault="007B6A46" w:rsidP="007B6A46">
      <w:r>
        <w:t>360.3270</w:t>
      </w:r>
      <w:r>
        <w:tab/>
        <w:t>1.013e0</w:t>
      </w:r>
    </w:p>
    <w:p w:rsidR="007B6A46" w:rsidRDefault="007B6A46" w:rsidP="007B6A46">
      <w:r>
        <w:t>360.3432</w:t>
      </w:r>
      <w:r>
        <w:tab/>
        <w:t>1.013e0</w:t>
      </w:r>
    </w:p>
    <w:p w:rsidR="007B6A46" w:rsidRDefault="007B6A46" w:rsidP="007B6A46">
      <w:r>
        <w:t>360.3625</w:t>
      </w:r>
      <w:r>
        <w:tab/>
        <w:t>1.013e0</w:t>
      </w:r>
    </w:p>
    <w:p w:rsidR="007B6A46" w:rsidRDefault="007B6A46" w:rsidP="007B6A46">
      <w:r>
        <w:t>360.4394</w:t>
      </w:r>
      <w:r>
        <w:tab/>
        <w:t>1.013e0</w:t>
      </w:r>
    </w:p>
    <w:p w:rsidR="007B6A46" w:rsidRDefault="007B6A46" w:rsidP="007B6A46">
      <w:r>
        <w:t>360.4465</w:t>
      </w:r>
      <w:r>
        <w:tab/>
        <w:t>1.013e0</w:t>
      </w:r>
    </w:p>
    <w:p w:rsidR="007B6A46" w:rsidRDefault="007B6A46" w:rsidP="007B6A46">
      <w:r>
        <w:lastRenderedPageBreak/>
        <w:t>360.4952</w:t>
      </w:r>
      <w:r>
        <w:tab/>
        <w:t>2.025e0</w:t>
      </w:r>
    </w:p>
    <w:p w:rsidR="007B6A46" w:rsidRDefault="007B6A46" w:rsidP="007B6A46">
      <w:r>
        <w:t>360.4977</w:t>
      </w:r>
      <w:r>
        <w:tab/>
        <w:t>1.013e0</w:t>
      </w:r>
    </w:p>
    <w:p w:rsidR="007B6A46" w:rsidRDefault="007B6A46" w:rsidP="007B6A46">
      <w:r>
        <w:t>360.5041</w:t>
      </w:r>
      <w:r>
        <w:tab/>
        <w:t>1.013e0</w:t>
      </w:r>
    </w:p>
    <w:p w:rsidR="007B6A46" w:rsidRDefault="007B6A46" w:rsidP="007B6A46">
      <w:r>
        <w:t>360.5137</w:t>
      </w:r>
      <w:r>
        <w:tab/>
        <w:t>1.013e0</w:t>
      </w:r>
    </w:p>
    <w:p w:rsidR="007B6A46" w:rsidRDefault="007B6A46" w:rsidP="007B6A46">
      <w:r>
        <w:t>360.6457</w:t>
      </w:r>
      <w:r>
        <w:tab/>
        <w:t>1.013e0</w:t>
      </w:r>
    </w:p>
    <w:p w:rsidR="007B6A46" w:rsidRDefault="007B6A46" w:rsidP="007B6A46">
      <w:r>
        <w:t>360.7044</w:t>
      </w:r>
      <w:r>
        <w:tab/>
        <w:t>1.013e0</w:t>
      </w:r>
    </w:p>
    <w:p w:rsidR="007B6A46" w:rsidRDefault="007B6A46" w:rsidP="007B6A46">
      <w:r>
        <w:t>360.8618</w:t>
      </w:r>
      <w:r>
        <w:tab/>
        <w:t>1.013e0</w:t>
      </w:r>
    </w:p>
    <w:p w:rsidR="007B6A46" w:rsidRDefault="007B6A46" w:rsidP="007B6A46">
      <w:r>
        <w:t>360.8711</w:t>
      </w:r>
      <w:r>
        <w:tab/>
        <w:t>1.013e0</w:t>
      </w:r>
    </w:p>
    <w:p w:rsidR="007B6A46" w:rsidRDefault="007B6A46" w:rsidP="007B6A46">
      <w:r>
        <w:t>360.8867</w:t>
      </w:r>
      <w:r>
        <w:tab/>
        <w:t>2.025e0</w:t>
      </w:r>
    </w:p>
    <w:p w:rsidR="007B6A46" w:rsidRDefault="007B6A46" w:rsidP="007B6A46">
      <w:r>
        <w:t>360.9047</w:t>
      </w:r>
      <w:r>
        <w:tab/>
        <w:t>3.038e0</w:t>
      </w:r>
    </w:p>
    <w:p w:rsidR="007B6A46" w:rsidRDefault="007B6A46" w:rsidP="007B6A46">
      <w:r>
        <w:t>360.9330</w:t>
      </w:r>
      <w:r>
        <w:tab/>
        <w:t>1.013e0</w:t>
      </w:r>
    </w:p>
    <w:p w:rsidR="007B6A46" w:rsidRDefault="007B6A46" w:rsidP="007B6A46">
      <w:r>
        <w:t>360.9364</w:t>
      </w:r>
      <w:r>
        <w:tab/>
        <w:t>1.013e0</w:t>
      </w:r>
    </w:p>
    <w:p w:rsidR="007B6A46" w:rsidRDefault="007B6A46" w:rsidP="007B6A46">
      <w:r>
        <w:t>360.9579</w:t>
      </w:r>
      <w:r>
        <w:tab/>
        <w:t>2.025e0</w:t>
      </w:r>
    </w:p>
    <w:p w:rsidR="007B6A46" w:rsidRDefault="007B6A46" w:rsidP="007B6A46">
      <w:r>
        <w:t>360.9802</w:t>
      </w:r>
      <w:r>
        <w:tab/>
        <w:t>2.025e0</w:t>
      </w:r>
    </w:p>
    <w:p w:rsidR="007B6A46" w:rsidRDefault="007B6A46" w:rsidP="007B6A46">
      <w:r>
        <w:t>360.9906</w:t>
      </w:r>
      <w:r>
        <w:tab/>
        <w:t>2.025e0</w:t>
      </w:r>
    </w:p>
    <w:p w:rsidR="007B6A46" w:rsidRDefault="007B6A46" w:rsidP="007B6A46">
      <w:r>
        <w:t>361.0069</w:t>
      </w:r>
      <w:r>
        <w:tab/>
        <w:t>1.013e0</w:t>
      </w:r>
    </w:p>
    <w:p w:rsidR="007B6A46" w:rsidRDefault="007B6A46" w:rsidP="007B6A46">
      <w:r>
        <w:t>361.0140</w:t>
      </w:r>
      <w:r>
        <w:tab/>
        <w:t>2.025e0</w:t>
      </w:r>
    </w:p>
    <w:p w:rsidR="007B6A46" w:rsidRDefault="007B6A46" w:rsidP="007B6A46">
      <w:r>
        <w:t>361.0316</w:t>
      </w:r>
      <w:r>
        <w:tab/>
        <w:t>1.013e0</w:t>
      </w:r>
    </w:p>
    <w:p w:rsidR="007B6A46" w:rsidRDefault="007B6A46" w:rsidP="007B6A46">
      <w:r>
        <w:t>361.0576</w:t>
      </w:r>
      <w:r>
        <w:tab/>
        <w:t>2.025e0</w:t>
      </w:r>
    </w:p>
    <w:p w:rsidR="007B6A46" w:rsidRDefault="007B6A46" w:rsidP="007B6A46">
      <w:r>
        <w:lastRenderedPageBreak/>
        <w:t>361.0990</w:t>
      </w:r>
      <w:r>
        <w:tab/>
        <w:t>1.013e0</w:t>
      </w:r>
    </w:p>
    <w:p w:rsidR="007B6A46" w:rsidRDefault="007B6A46" w:rsidP="007B6A46">
      <w:r>
        <w:t>361.1089</w:t>
      </w:r>
      <w:r>
        <w:tab/>
        <w:t>2.025e0</w:t>
      </w:r>
    </w:p>
    <w:p w:rsidR="007B6A46" w:rsidRDefault="007B6A46" w:rsidP="007B6A46">
      <w:r>
        <w:t>361.1153</w:t>
      </w:r>
      <w:r>
        <w:tab/>
        <w:t>1.013e0</w:t>
      </w:r>
    </w:p>
    <w:p w:rsidR="007B6A46" w:rsidRDefault="007B6A46" w:rsidP="007B6A46">
      <w:r>
        <w:t>361.1485</w:t>
      </w:r>
      <w:r>
        <w:tab/>
        <w:t>2.025e0</w:t>
      </w:r>
    </w:p>
    <w:p w:rsidR="007B6A46" w:rsidRDefault="007B6A46" w:rsidP="007B6A46">
      <w:r>
        <w:t>361.1668</w:t>
      </w:r>
      <w:r>
        <w:tab/>
        <w:t>2.025e0</w:t>
      </w:r>
    </w:p>
    <w:p w:rsidR="007B6A46" w:rsidRDefault="007B6A46" w:rsidP="007B6A46">
      <w:r>
        <w:t>361.1739</w:t>
      </w:r>
      <w:r>
        <w:tab/>
        <w:t>1.013e0</w:t>
      </w:r>
    </w:p>
    <w:p w:rsidR="007B6A46" w:rsidRDefault="007B6A46" w:rsidP="007B6A46">
      <w:r>
        <w:t>361.1866</w:t>
      </w:r>
      <w:r>
        <w:tab/>
        <w:t>1.013e0</w:t>
      </w:r>
    </w:p>
    <w:p w:rsidR="007B6A46" w:rsidRDefault="007B6A46" w:rsidP="007B6A46">
      <w:r>
        <w:t>361.2056</w:t>
      </w:r>
      <w:r>
        <w:tab/>
        <w:t>1.013e0</w:t>
      </w:r>
    </w:p>
    <w:p w:rsidR="007B6A46" w:rsidRDefault="007B6A46" w:rsidP="007B6A46">
      <w:r>
        <w:t>361.2107</w:t>
      </w:r>
      <w:r>
        <w:tab/>
        <w:t>1.013e0</w:t>
      </w:r>
    </w:p>
    <w:p w:rsidR="007B6A46" w:rsidRDefault="007B6A46" w:rsidP="007B6A46">
      <w:r>
        <w:t>361.2336</w:t>
      </w:r>
      <w:r>
        <w:tab/>
        <w:t>2.025e0</w:t>
      </w:r>
    </w:p>
    <w:p w:rsidR="007B6A46" w:rsidRDefault="007B6A46" w:rsidP="007B6A46">
      <w:r>
        <w:t>361.2958</w:t>
      </w:r>
      <w:r>
        <w:tab/>
        <w:t>1.013e0</w:t>
      </w:r>
    </w:p>
    <w:p w:rsidR="007B6A46" w:rsidRDefault="007B6A46" w:rsidP="007B6A46">
      <w:r>
        <w:t>361.3217</w:t>
      </w:r>
      <w:r>
        <w:tab/>
        <w:t>1.013e0</w:t>
      </w:r>
    </w:p>
    <w:p w:rsidR="007B6A46" w:rsidRDefault="007B6A46" w:rsidP="007B6A46">
      <w:r>
        <w:t>361.4125</w:t>
      </w:r>
      <w:r>
        <w:tab/>
        <w:t>1.013e0</w:t>
      </w:r>
    </w:p>
    <w:p w:rsidR="007B6A46" w:rsidRDefault="007B6A46" w:rsidP="007B6A46">
      <w:r>
        <w:t>361.4641</w:t>
      </w:r>
      <w:r>
        <w:tab/>
        <w:t>1.013e0</w:t>
      </w:r>
    </w:p>
    <w:p w:rsidR="007B6A46" w:rsidRDefault="007B6A46" w:rsidP="007B6A46">
      <w:r>
        <w:t>361.5641</w:t>
      </w:r>
      <w:r>
        <w:tab/>
        <w:t>1.013e0</w:t>
      </w:r>
    </w:p>
    <w:p w:rsidR="007B6A46" w:rsidRDefault="007B6A46" w:rsidP="007B6A46">
      <w:r>
        <w:t>361.6706</w:t>
      </w:r>
      <w:r>
        <w:tab/>
        <w:t>1.013e0</w:t>
      </w:r>
    </w:p>
    <w:p w:rsidR="007B6A46" w:rsidRDefault="007B6A46" w:rsidP="007B6A46">
      <w:r>
        <w:t>361.7255</w:t>
      </w:r>
      <w:r>
        <w:tab/>
        <w:t>1.013e0</w:t>
      </w:r>
    </w:p>
    <w:p w:rsidR="007B6A46" w:rsidRDefault="007B6A46" w:rsidP="007B6A46">
      <w:r>
        <w:t>361.7844</w:t>
      </w:r>
      <w:r>
        <w:tab/>
        <w:t>2.025e0</w:t>
      </w:r>
    </w:p>
    <w:p w:rsidR="007B6A46" w:rsidRDefault="007B6A46" w:rsidP="007B6A46">
      <w:r>
        <w:t>361.7911</w:t>
      </w:r>
      <w:r>
        <w:tab/>
        <w:t>2.025e0</w:t>
      </w:r>
    </w:p>
    <w:p w:rsidR="007B6A46" w:rsidRDefault="007B6A46" w:rsidP="007B6A46">
      <w:r>
        <w:lastRenderedPageBreak/>
        <w:t>361.8379</w:t>
      </w:r>
      <w:r>
        <w:tab/>
        <w:t>1.013e0</w:t>
      </w:r>
    </w:p>
    <w:p w:rsidR="007B6A46" w:rsidRDefault="007B6A46" w:rsidP="007B6A46">
      <w:r>
        <w:t>361.8465</w:t>
      </w:r>
      <w:r>
        <w:tab/>
        <w:t>1.013e0</w:t>
      </w:r>
    </w:p>
    <w:p w:rsidR="007B6A46" w:rsidRDefault="007B6A46" w:rsidP="007B6A46">
      <w:r>
        <w:t>361.8629</w:t>
      </w:r>
      <w:r>
        <w:tab/>
        <w:t>1.013e0</w:t>
      </w:r>
    </w:p>
    <w:p w:rsidR="007B6A46" w:rsidRDefault="007B6A46" w:rsidP="007B6A46">
      <w:r>
        <w:t>361.9077</w:t>
      </w:r>
      <w:r>
        <w:tab/>
        <w:t>4.051e0</w:t>
      </w:r>
    </w:p>
    <w:p w:rsidR="007B6A46" w:rsidRDefault="007B6A46" w:rsidP="007B6A46">
      <w:r>
        <w:t>361.9130</w:t>
      </w:r>
      <w:r>
        <w:tab/>
        <w:t>1.013e0</w:t>
      </w:r>
    </w:p>
    <w:p w:rsidR="007B6A46" w:rsidRDefault="007B6A46" w:rsidP="007B6A46">
      <w:r>
        <w:t>361.9477</w:t>
      </w:r>
      <w:r>
        <w:tab/>
        <w:t>1.013e0</w:t>
      </w:r>
    </w:p>
    <w:p w:rsidR="007B6A46" w:rsidRDefault="007B6A46" w:rsidP="007B6A46">
      <w:r>
        <w:t>361.9547</w:t>
      </w:r>
      <w:r>
        <w:tab/>
        <w:t>1.013e0</w:t>
      </w:r>
    </w:p>
    <w:p w:rsidR="007B6A46" w:rsidRDefault="007B6A46" w:rsidP="007B6A46">
      <w:r>
        <w:t>361.9669</w:t>
      </w:r>
      <w:r>
        <w:tab/>
        <w:t>3.038e0</w:t>
      </w:r>
    </w:p>
    <w:p w:rsidR="007B6A46" w:rsidRDefault="007B6A46" w:rsidP="007B6A46">
      <w:r>
        <w:t>361.9738</w:t>
      </w:r>
      <w:r>
        <w:tab/>
        <w:t>2.025e0</w:t>
      </w:r>
    </w:p>
    <w:p w:rsidR="007B6A46" w:rsidRDefault="007B6A46" w:rsidP="007B6A46">
      <w:r>
        <w:t>362.0190</w:t>
      </w:r>
      <w:r>
        <w:tab/>
        <w:t>2.025e0</w:t>
      </w:r>
    </w:p>
    <w:p w:rsidR="007B6A46" w:rsidRDefault="007B6A46" w:rsidP="007B6A46">
      <w:r>
        <w:t>362.0808</w:t>
      </w:r>
      <w:r>
        <w:tab/>
        <w:t>2.025e0</w:t>
      </w:r>
    </w:p>
    <w:p w:rsidR="007B6A46" w:rsidRDefault="007B6A46" w:rsidP="007B6A46">
      <w:r>
        <w:t>362.1159</w:t>
      </w:r>
      <w:r>
        <w:tab/>
        <w:t>2.025e0</w:t>
      </w:r>
    </w:p>
    <w:p w:rsidR="007B6A46" w:rsidRDefault="007B6A46" w:rsidP="007B6A46">
      <w:r>
        <w:t>362.1216</w:t>
      </w:r>
      <w:r>
        <w:tab/>
        <w:t>3.038e0</w:t>
      </w:r>
    </w:p>
    <w:p w:rsidR="007B6A46" w:rsidRDefault="007B6A46" w:rsidP="007B6A46">
      <w:r>
        <w:t>362.1356</w:t>
      </w:r>
      <w:r>
        <w:tab/>
        <w:t>1.013e0</w:t>
      </w:r>
    </w:p>
    <w:p w:rsidR="007B6A46" w:rsidRDefault="007B6A46" w:rsidP="007B6A46">
      <w:r>
        <w:t>362.1996</w:t>
      </w:r>
      <w:r>
        <w:tab/>
        <w:t>1.013e0</w:t>
      </w:r>
    </w:p>
    <w:p w:rsidR="007B6A46" w:rsidRDefault="007B6A46" w:rsidP="007B6A46">
      <w:r>
        <w:t>362.2454</w:t>
      </w:r>
      <w:r>
        <w:tab/>
        <w:t>1.013e0</w:t>
      </w:r>
    </w:p>
    <w:p w:rsidR="007B6A46" w:rsidRDefault="007B6A46" w:rsidP="007B6A46">
      <w:r>
        <w:t>362.2519</w:t>
      </w:r>
      <w:r>
        <w:tab/>
        <w:t>1.013e0</w:t>
      </w:r>
    </w:p>
    <w:p w:rsidR="007B6A46" w:rsidRDefault="007B6A46" w:rsidP="007B6A46">
      <w:r>
        <w:t>362.2544</w:t>
      </w:r>
      <w:r>
        <w:tab/>
        <w:t>2.025e0</w:t>
      </w:r>
    </w:p>
    <w:p w:rsidR="007B6A46" w:rsidRDefault="007B6A46" w:rsidP="007B6A46">
      <w:r>
        <w:t>362.3936</w:t>
      </w:r>
      <w:r>
        <w:tab/>
        <w:t>1.013e0</w:t>
      </w:r>
    </w:p>
    <w:p w:rsidR="007B6A46" w:rsidRDefault="007B6A46" w:rsidP="007B6A46">
      <w:r>
        <w:lastRenderedPageBreak/>
        <w:t>362.4070</w:t>
      </w:r>
      <w:r>
        <w:tab/>
        <w:t>1.013e0</w:t>
      </w:r>
    </w:p>
    <w:p w:rsidR="007B6A46" w:rsidRDefault="007B6A46" w:rsidP="007B6A46">
      <w:r>
        <w:t>362.4846</w:t>
      </w:r>
      <w:r>
        <w:tab/>
        <w:t>1.013e0</w:t>
      </w:r>
    </w:p>
    <w:p w:rsidR="007B6A46" w:rsidRDefault="007B6A46" w:rsidP="007B6A46">
      <w:r>
        <w:t>362.5229</w:t>
      </w:r>
      <w:r>
        <w:tab/>
        <w:t>1.013e0</w:t>
      </w:r>
    </w:p>
    <w:p w:rsidR="007B6A46" w:rsidRDefault="007B6A46" w:rsidP="007B6A46">
      <w:r>
        <w:t>362.5903</w:t>
      </w:r>
      <w:r>
        <w:tab/>
        <w:t>1.013e0</w:t>
      </w:r>
    </w:p>
    <w:p w:rsidR="007B6A46" w:rsidRDefault="007B6A46" w:rsidP="007B6A46">
      <w:r>
        <w:t>362.5923</w:t>
      </w:r>
      <w:r>
        <w:tab/>
        <w:t>2.025e0</w:t>
      </w:r>
    </w:p>
    <w:p w:rsidR="007B6A46" w:rsidRDefault="007B6A46" w:rsidP="007B6A46">
      <w:r>
        <w:t>362.6528</w:t>
      </w:r>
      <w:r>
        <w:tab/>
        <w:t>1.013e0</w:t>
      </w:r>
    </w:p>
    <w:p w:rsidR="007B6A46" w:rsidRDefault="007B6A46" w:rsidP="007B6A46">
      <w:r>
        <w:t>362.6717</w:t>
      </w:r>
      <w:r>
        <w:tab/>
        <w:t>1.013e0</w:t>
      </w:r>
    </w:p>
    <w:p w:rsidR="007B6A46" w:rsidRDefault="007B6A46" w:rsidP="007B6A46">
      <w:r>
        <w:t>362.7484</w:t>
      </w:r>
      <w:r>
        <w:tab/>
        <w:t>1.013e0</w:t>
      </w:r>
    </w:p>
    <w:p w:rsidR="007B6A46" w:rsidRDefault="007B6A46" w:rsidP="007B6A46">
      <w:r>
        <w:t>362.8896</w:t>
      </w:r>
      <w:r>
        <w:tab/>
        <w:t>1.013e0</w:t>
      </w:r>
    </w:p>
    <w:p w:rsidR="007B6A46" w:rsidRDefault="007B6A46" w:rsidP="007B6A46">
      <w:r>
        <w:t>362.9312</w:t>
      </w:r>
      <w:r>
        <w:tab/>
        <w:t>1.013e0</w:t>
      </w:r>
    </w:p>
    <w:p w:rsidR="007B6A46" w:rsidRDefault="007B6A46" w:rsidP="007B6A46">
      <w:r>
        <w:t>362.9348</w:t>
      </w:r>
      <w:r>
        <w:tab/>
        <w:t>1.013e0</w:t>
      </w:r>
    </w:p>
    <w:p w:rsidR="007B6A46" w:rsidRDefault="007B6A46" w:rsidP="007B6A46">
      <w:r>
        <w:t>362.9765</w:t>
      </w:r>
      <w:r>
        <w:tab/>
        <w:t>1.013e0</w:t>
      </w:r>
    </w:p>
    <w:p w:rsidR="007B6A46" w:rsidRDefault="007B6A46" w:rsidP="007B6A46">
      <w:r>
        <w:t>362.9783</w:t>
      </w:r>
      <w:r>
        <w:tab/>
        <w:t>2.025e0</w:t>
      </w:r>
    </w:p>
    <w:p w:rsidR="007B6A46" w:rsidRDefault="007B6A46" w:rsidP="007B6A46">
      <w:r>
        <w:t>363.0052</w:t>
      </w:r>
      <w:r>
        <w:tab/>
        <w:t>3.038e0</w:t>
      </w:r>
    </w:p>
    <w:p w:rsidR="007B6A46" w:rsidRDefault="007B6A46" w:rsidP="007B6A46">
      <w:r>
        <w:t>363.0517</w:t>
      </w:r>
      <w:r>
        <w:tab/>
        <w:t>1.013e0</w:t>
      </w:r>
    </w:p>
    <w:p w:rsidR="007B6A46" w:rsidRDefault="007B6A46" w:rsidP="007B6A46">
      <w:r>
        <w:t>363.0562</w:t>
      </w:r>
      <w:r>
        <w:tab/>
        <w:t>2.025e0</w:t>
      </w:r>
    </w:p>
    <w:p w:rsidR="007B6A46" w:rsidRDefault="007B6A46" w:rsidP="007B6A46">
      <w:r>
        <w:t>363.0975</w:t>
      </w:r>
      <w:r>
        <w:tab/>
        <w:t>1.013e0</w:t>
      </w:r>
    </w:p>
    <w:p w:rsidR="007B6A46" w:rsidRDefault="007B6A46" w:rsidP="007B6A46">
      <w:r>
        <w:t>363.1477</w:t>
      </w:r>
      <w:r>
        <w:tab/>
        <w:t>2.025e0</w:t>
      </w:r>
    </w:p>
    <w:p w:rsidR="007B6A46" w:rsidRDefault="007B6A46" w:rsidP="007B6A46">
      <w:r>
        <w:t>363.1682</w:t>
      </w:r>
      <w:r>
        <w:tab/>
        <w:t>1.013e0</w:t>
      </w:r>
    </w:p>
    <w:p w:rsidR="007B6A46" w:rsidRDefault="007B6A46" w:rsidP="007B6A46">
      <w:r>
        <w:lastRenderedPageBreak/>
        <w:t>363.2076</w:t>
      </w:r>
      <w:r>
        <w:tab/>
        <w:t>2.248e0</w:t>
      </w:r>
    </w:p>
    <w:p w:rsidR="007B6A46" w:rsidRDefault="007B6A46" w:rsidP="007B6A46">
      <w:r>
        <w:t>363.2117</w:t>
      </w:r>
      <w:r>
        <w:tab/>
        <w:t>3.260e0</w:t>
      </w:r>
    </w:p>
    <w:p w:rsidR="007B6A46" w:rsidRDefault="007B6A46" w:rsidP="007B6A46">
      <w:r>
        <w:t>363.2550</w:t>
      </w:r>
      <w:r>
        <w:tab/>
        <w:t>1.013e0</w:t>
      </w:r>
    </w:p>
    <w:p w:rsidR="007B6A46" w:rsidRDefault="007B6A46" w:rsidP="007B6A46">
      <w:r>
        <w:t>363.2591</w:t>
      </w:r>
      <w:r>
        <w:tab/>
        <w:t>1.013e0</w:t>
      </w:r>
    </w:p>
    <w:p w:rsidR="007B6A46" w:rsidRDefault="007B6A46" w:rsidP="007B6A46">
      <w:r>
        <w:t>363.2632</w:t>
      </w:r>
      <w:r>
        <w:tab/>
        <w:t>1.013e0</w:t>
      </w:r>
    </w:p>
    <w:p w:rsidR="007B6A46" w:rsidRDefault="007B6A46" w:rsidP="007B6A46">
      <w:r>
        <w:t>363.3118</w:t>
      </w:r>
      <w:r>
        <w:tab/>
        <w:t>2.025e0</w:t>
      </w:r>
    </w:p>
    <w:p w:rsidR="007B6A46" w:rsidRDefault="007B6A46" w:rsidP="007B6A46">
      <w:r>
        <w:t>363.3368</w:t>
      </w:r>
      <w:r>
        <w:tab/>
        <w:t>3.038e0</w:t>
      </w:r>
    </w:p>
    <w:p w:rsidR="007B6A46" w:rsidRDefault="007B6A46" w:rsidP="007B6A46">
      <w:r>
        <w:t>363.3387</w:t>
      </w:r>
      <w:r>
        <w:tab/>
        <w:t>1.013e0</w:t>
      </w:r>
    </w:p>
    <w:p w:rsidR="007B6A46" w:rsidRDefault="007B6A46" w:rsidP="007B6A46">
      <w:r>
        <w:t>363.3755</w:t>
      </w:r>
      <w:r>
        <w:tab/>
        <w:t>1.013e0</w:t>
      </w:r>
    </w:p>
    <w:p w:rsidR="007B6A46" w:rsidRDefault="007B6A46" w:rsidP="007B6A46">
      <w:r>
        <w:t>363.4559</w:t>
      </w:r>
      <w:r>
        <w:tab/>
        <w:t>1.013e0</w:t>
      </w:r>
    </w:p>
    <w:p w:rsidR="007B6A46" w:rsidRDefault="007B6A46" w:rsidP="007B6A46">
      <w:r>
        <w:t>363.5267</w:t>
      </w:r>
      <w:r>
        <w:tab/>
        <w:t>1.013e0</w:t>
      </w:r>
    </w:p>
    <w:p w:rsidR="007B6A46" w:rsidRDefault="007B6A46" w:rsidP="007B6A46">
      <w:r>
        <w:t>363.5337</w:t>
      </w:r>
      <w:r>
        <w:tab/>
        <w:t>1.013e0</w:t>
      </w:r>
    </w:p>
    <w:p w:rsidR="007B6A46" w:rsidRDefault="007B6A46" w:rsidP="007B6A46">
      <w:r>
        <w:t>363.5915</w:t>
      </w:r>
      <w:r>
        <w:tab/>
        <w:t>1.013e0</w:t>
      </w:r>
    </w:p>
    <w:p w:rsidR="007B6A46" w:rsidRDefault="007B6A46" w:rsidP="007B6A46">
      <w:r>
        <w:t>363.5986</w:t>
      </w:r>
      <w:r>
        <w:tab/>
        <w:t>1.013e0</w:t>
      </w:r>
    </w:p>
    <w:p w:rsidR="007B6A46" w:rsidRDefault="007B6A46" w:rsidP="007B6A46">
      <w:r>
        <w:t>363.6245</w:t>
      </w:r>
      <w:r>
        <w:tab/>
        <w:t>1.013e0</w:t>
      </w:r>
    </w:p>
    <w:p w:rsidR="007B6A46" w:rsidRDefault="007B6A46" w:rsidP="007B6A46">
      <w:r>
        <w:t>363.6434</w:t>
      </w:r>
      <w:r>
        <w:tab/>
        <w:t>1.013e0</w:t>
      </w:r>
    </w:p>
    <w:p w:rsidR="007B6A46" w:rsidRDefault="007B6A46" w:rsidP="007B6A46">
      <w:r>
        <w:t>363.6752</w:t>
      </w:r>
      <w:r>
        <w:tab/>
        <w:t>1.013e0</w:t>
      </w:r>
    </w:p>
    <w:p w:rsidR="007B6A46" w:rsidRDefault="007B6A46" w:rsidP="007B6A46">
      <w:r>
        <w:t>363.7088</w:t>
      </w:r>
      <w:r>
        <w:tab/>
        <w:t>1.013e0</w:t>
      </w:r>
    </w:p>
    <w:p w:rsidR="007B6A46" w:rsidRDefault="007B6A46" w:rsidP="007B6A46">
      <w:r>
        <w:t>363.7992</w:t>
      </w:r>
      <w:r>
        <w:tab/>
        <w:t>1.013e0</w:t>
      </w:r>
    </w:p>
    <w:p w:rsidR="007B6A46" w:rsidRDefault="007B6A46" w:rsidP="007B6A46">
      <w:r>
        <w:lastRenderedPageBreak/>
        <w:t>363.8711</w:t>
      </w:r>
      <w:r>
        <w:tab/>
        <w:t>1.013e0</w:t>
      </w:r>
    </w:p>
    <w:p w:rsidR="007B6A46" w:rsidRDefault="007B6A46" w:rsidP="007B6A46">
      <w:r>
        <w:t>363.9085</w:t>
      </w:r>
      <w:r>
        <w:tab/>
        <w:t>1.013e0</w:t>
      </w:r>
    </w:p>
    <w:p w:rsidR="007B6A46" w:rsidRDefault="007B6A46" w:rsidP="007B6A46">
      <w:r>
        <w:t>363.9165</w:t>
      </w:r>
      <w:r>
        <w:tab/>
        <w:t>1.013e0</w:t>
      </w:r>
    </w:p>
    <w:p w:rsidR="007B6A46" w:rsidRDefault="007B6A46" w:rsidP="007B6A46">
      <w:r>
        <w:t>363.9678</w:t>
      </w:r>
      <w:r>
        <w:tab/>
        <w:t>1.013e0</w:t>
      </w:r>
    </w:p>
    <w:p w:rsidR="007B6A46" w:rsidRDefault="007B6A46" w:rsidP="007B6A46">
      <w:r>
        <w:t>363.9944</w:t>
      </w:r>
      <w:r>
        <w:tab/>
        <w:t>2.025e0</w:t>
      </w:r>
    </w:p>
    <w:p w:rsidR="007B6A46" w:rsidRDefault="007B6A46" w:rsidP="007B6A46">
      <w:r>
        <w:t>364.0121</w:t>
      </w:r>
      <w:r>
        <w:tab/>
        <w:t>2.025e0</w:t>
      </w:r>
    </w:p>
    <w:p w:rsidR="007B6A46" w:rsidRDefault="007B6A46" w:rsidP="007B6A46">
      <w:r>
        <w:t>364.0249</w:t>
      </w:r>
      <w:r>
        <w:tab/>
        <w:t>2.025e0</w:t>
      </w:r>
    </w:p>
    <w:p w:rsidR="007B6A46" w:rsidRDefault="007B6A46" w:rsidP="007B6A46">
      <w:r>
        <w:t>364.0413</w:t>
      </w:r>
      <w:r>
        <w:tab/>
        <w:t>3.038e0</w:t>
      </w:r>
    </w:p>
    <w:p w:rsidR="007B6A46" w:rsidRDefault="007B6A46" w:rsidP="007B6A46">
      <w:r>
        <w:t>364.0707</w:t>
      </w:r>
      <w:r>
        <w:tab/>
        <w:t>1.013e0</w:t>
      </w:r>
    </w:p>
    <w:p w:rsidR="007B6A46" w:rsidRDefault="007B6A46" w:rsidP="007B6A46">
      <w:r>
        <w:t>364.1048</w:t>
      </w:r>
      <w:r>
        <w:tab/>
        <w:t>2.025e0</w:t>
      </w:r>
    </w:p>
    <w:p w:rsidR="007B6A46" w:rsidRDefault="007B6A46" w:rsidP="007B6A46">
      <w:r>
        <w:t>364.1454</w:t>
      </w:r>
      <w:r>
        <w:tab/>
        <w:t>1.013e0</w:t>
      </w:r>
    </w:p>
    <w:p w:rsidR="007B6A46" w:rsidRDefault="007B6A46" w:rsidP="007B6A46">
      <w:r>
        <w:t>364.1483</w:t>
      </w:r>
      <w:r>
        <w:tab/>
        <w:t>2.025e0</w:t>
      </w:r>
    </w:p>
    <w:p w:rsidR="007B6A46" w:rsidRDefault="007B6A46" w:rsidP="007B6A46">
      <w:r>
        <w:t>364.1912</w:t>
      </w:r>
      <w:r>
        <w:tab/>
        <w:t>1.013e0</w:t>
      </w:r>
    </w:p>
    <w:p w:rsidR="007B6A46" w:rsidRDefault="007B6A46" w:rsidP="007B6A46">
      <w:r>
        <w:t>364.2077</w:t>
      </w:r>
      <w:r>
        <w:tab/>
        <w:t>1.013e0</w:t>
      </w:r>
    </w:p>
    <w:p w:rsidR="007B6A46" w:rsidRDefault="007B6A46" w:rsidP="007B6A46">
      <w:r>
        <w:t>364.2162</w:t>
      </w:r>
      <w:r>
        <w:tab/>
        <w:t>5.063e0</w:t>
      </w:r>
    </w:p>
    <w:p w:rsidR="007B6A46" w:rsidRDefault="007B6A46" w:rsidP="007B6A46">
      <w:r>
        <w:t>364.2220</w:t>
      </w:r>
      <w:r>
        <w:tab/>
        <w:t>2.025e0</w:t>
      </w:r>
    </w:p>
    <w:p w:rsidR="007B6A46" w:rsidRDefault="007B6A46" w:rsidP="007B6A46">
      <w:r>
        <w:t>364.2476</w:t>
      </w:r>
      <w:r>
        <w:tab/>
        <w:t>1.013e0</w:t>
      </w:r>
    </w:p>
    <w:p w:rsidR="007B6A46" w:rsidRDefault="007B6A46" w:rsidP="007B6A46">
      <w:r>
        <w:t>364.3102</w:t>
      </w:r>
      <w:r>
        <w:tab/>
        <w:t>2.025e0</w:t>
      </w:r>
    </w:p>
    <w:p w:rsidR="007B6A46" w:rsidRDefault="007B6A46" w:rsidP="007B6A46">
      <w:r>
        <w:t>364.3247</w:t>
      </w:r>
      <w:r>
        <w:tab/>
        <w:t>1.013e0</w:t>
      </w:r>
    </w:p>
    <w:p w:rsidR="007B6A46" w:rsidRDefault="007B6A46" w:rsidP="007B6A46">
      <w:r>
        <w:lastRenderedPageBreak/>
        <w:t>364.3535</w:t>
      </w:r>
      <w:r>
        <w:tab/>
        <w:t>1.013e0</w:t>
      </w:r>
    </w:p>
    <w:p w:rsidR="007B6A46" w:rsidRDefault="007B6A46" w:rsidP="007B6A46">
      <w:r>
        <w:t>364.3594</w:t>
      </w:r>
      <w:r>
        <w:tab/>
        <w:t>2.025e0</w:t>
      </w:r>
    </w:p>
    <w:p w:rsidR="007B6A46" w:rsidRDefault="007B6A46" w:rsidP="007B6A46">
      <w:r>
        <w:t>364.4235</w:t>
      </w:r>
      <w:r>
        <w:tab/>
        <w:t>1.013e0</w:t>
      </w:r>
    </w:p>
    <w:p w:rsidR="007B6A46" w:rsidRDefault="007B6A46" w:rsidP="007B6A46">
      <w:r>
        <w:t>364.5660</w:t>
      </w:r>
      <w:r>
        <w:tab/>
        <w:t>1.013e0</w:t>
      </w:r>
    </w:p>
    <w:p w:rsidR="007B6A46" w:rsidRDefault="007B6A46" w:rsidP="007B6A46">
      <w:r>
        <w:t>364.5980</w:t>
      </w:r>
      <w:r>
        <w:tab/>
        <w:t>1.013e0</w:t>
      </w:r>
    </w:p>
    <w:p w:rsidR="007B6A46" w:rsidRDefault="007B6A46" w:rsidP="007B6A46">
      <w:r>
        <w:t>364.6033</w:t>
      </w:r>
      <w:r>
        <w:tab/>
        <w:t>1.013e0</w:t>
      </w:r>
    </w:p>
    <w:p w:rsidR="007B6A46" w:rsidRDefault="007B6A46" w:rsidP="007B6A46">
      <w:r>
        <w:t>364.6321</w:t>
      </w:r>
      <w:r>
        <w:tab/>
        <w:t>1.013e0</w:t>
      </w:r>
    </w:p>
    <w:p w:rsidR="007B6A46" w:rsidRDefault="007B6A46" w:rsidP="007B6A46">
      <w:r>
        <w:t>364.7032</w:t>
      </w:r>
      <w:r>
        <w:tab/>
        <w:t>2.025e0</w:t>
      </w:r>
    </w:p>
    <w:p w:rsidR="007B6A46" w:rsidRDefault="007B6A46" w:rsidP="007B6A46">
      <w:r>
        <w:t>364.7691</w:t>
      </w:r>
      <w:r>
        <w:tab/>
        <w:t>1.013e0</w:t>
      </w:r>
    </w:p>
    <w:p w:rsidR="007B6A46" w:rsidRDefault="007B6A46" w:rsidP="007B6A46">
      <w:r>
        <w:t>364.8114</w:t>
      </w:r>
      <w:r>
        <w:tab/>
        <w:t>1.013e0</w:t>
      </w:r>
    </w:p>
    <w:p w:rsidR="007B6A46" w:rsidRDefault="007B6A46" w:rsidP="007B6A46">
      <w:r>
        <w:t>364.8320</w:t>
      </w:r>
      <w:r>
        <w:tab/>
        <w:t>1.013e0</w:t>
      </w:r>
    </w:p>
    <w:p w:rsidR="007B6A46" w:rsidRDefault="007B6A46" w:rsidP="007B6A46">
      <w:r>
        <w:t>364.8861</w:t>
      </w:r>
      <w:r>
        <w:tab/>
        <w:t>1.013e0</w:t>
      </w:r>
    </w:p>
    <w:p w:rsidR="007B6A46" w:rsidRDefault="007B6A46" w:rsidP="007B6A46">
      <w:r>
        <w:t>364.8977</w:t>
      </w:r>
      <w:r>
        <w:tab/>
        <w:t>1.013e0</w:t>
      </w:r>
    </w:p>
    <w:p w:rsidR="007B6A46" w:rsidRDefault="007B6A46" w:rsidP="007B6A46">
      <w:r>
        <w:t>364.9065</w:t>
      </w:r>
      <w:r>
        <w:tab/>
        <w:t>1.013e0</w:t>
      </w:r>
    </w:p>
    <w:p w:rsidR="007B6A46" w:rsidRDefault="007B6A46" w:rsidP="007B6A46">
      <w:r>
        <w:t>364.9484</w:t>
      </w:r>
      <w:r>
        <w:tab/>
        <w:t>1.013e0</w:t>
      </w:r>
    </w:p>
    <w:p w:rsidR="007B6A46" w:rsidRDefault="007B6A46" w:rsidP="007B6A46">
      <w:r>
        <w:t>364.9737</w:t>
      </w:r>
      <w:r>
        <w:tab/>
        <w:t>1.013e0</w:t>
      </w:r>
    </w:p>
    <w:p w:rsidR="007B6A46" w:rsidRDefault="007B6A46" w:rsidP="007B6A46">
      <w:r>
        <w:t>365.0084</w:t>
      </w:r>
      <w:r>
        <w:tab/>
        <w:t>1.013e0</w:t>
      </w:r>
    </w:p>
    <w:p w:rsidR="007B6A46" w:rsidRDefault="007B6A46" w:rsidP="007B6A46">
      <w:r>
        <w:t>365.0344</w:t>
      </w:r>
      <w:r>
        <w:tab/>
        <w:t>1.013e0</w:t>
      </w:r>
    </w:p>
    <w:p w:rsidR="007B6A46" w:rsidRDefault="007B6A46" w:rsidP="007B6A46">
      <w:r>
        <w:t>365.0648</w:t>
      </w:r>
      <w:r>
        <w:tab/>
        <w:t>1.013e0</w:t>
      </w:r>
    </w:p>
    <w:p w:rsidR="007B6A46" w:rsidRDefault="007B6A46" w:rsidP="007B6A46">
      <w:r>
        <w:lastRenderedPageBreak/>
        <w:t>365.0942</w:t>
      </w:r>
      <w:r>
        <w:tab/>
        <w:t>1.013e0</w:t>
      </w:r>
    </w:p>
    <w:p w:rsidR="007B6A46" w:rsidRDefault="007B6A46" w:rsidP="007B6A46">
      <w:r>
        <w:t>365.0995</w:t>
      </w:r>
      <w:r>
        <w:tab/>
        <w:t>1.013e0</w:t>
      </w:r>
    </w:p>
    <w:p w:rsidR="007B6A46" w:rsidRDefault="007B6A46" w:rsidP="007B6A46">
      <w:r>
        <w:t>365.1320</w:t>
      </w:r>
      <w:r>
        <w:tab/>
        <w:t>1.013e0</w:t>
      </w:r>
    </w:p>
    <w:p w:rsidR="007B6A46" w:rsidRDefault="007B6A46" w:rsidP="007B6A46">
      <w:r>
        <w:t>365.1445</w:t>
      </w:r>
      <w:r>
        <w:tab/>
        <w:t>1.013e0</w:t>
      </w:r>
    </w:p>
    <w:p w:rsidR="007B6A46" w:rsidRDefault="007B6A46" w:rsidP="007B6A46">
      <w:r>
        <w:t>365.1532</w:t>
      </w:r>
      <w:r>
        <w:tab/>
        <w:t>2.025e0</w:t>
      </w:r>
    </w:p>
    <w:p w:rsidR="007B6A46" w:rsidRDefault="007B6A46" w:rsidP="007B6A46">
      <w:r>
        <w:t>365.1572</w:t>
      </w:r>
      <w:r>
        <w:tab/>
        <w:t>2.025e0</w:t>
      </w:r>
    </w:p>
    <w:p w:rsidR="007B6A46" w:rsidRDefault="007B6A46" w:rsidP="007B6A46">
      <w:r>
        <w:t>365.1776</w:t>
      </w:r>
      <w:r>
        <w:tab/>
        <w:t>1.013e0</w:t>
      </w:r>
    </w:p>
    <w:p w:rsidR="007B6A46" w:rsidRDefault="007B6A46" w:rsidP="007B6A46">
      <w:r>
        <w:t>365.1971</w:t>
      </w:r>
      <w:r>
        <w:tab/>
        <w:t>2.025e0</w:t>
      </w:r>
    </w:p>
    <w:p w:rsidR="007B6A46" w:rsidRDefault="007B6A46" w:rsidP="007B6A46">
      <w:r>
        <w:t>365.2045</w:t>
      </w:r>
      <w:r>
        <w:tab/>
        <w:t>3.038e0</w:t>
      </w:r>
    </w:p>
    <w:p w:rsidR="007B6A46" w:rsidRDefault="007B6A46" w:rsidP="007B6A46">
      <w:r>
        <w:t>365.2214</w:t>
      </w:r>
      <w:r>
        <w:tab/>
        <w:t>5.063e0</w:t>
      </w:r>
    </w:p>
    <w:p w:rsidR="007B6A46" w:rsidRDefault="007B6A46" w:rsidP="007B6A46">
      <w:r>
        <w:t>365.2311</w:t>
      </w:r>
      <w:r>
        <w:tab/>
        <w:t>1.013e0</w:t>
      </w:r>
    </w:p>
    <w:p w:rsidR="007B6A46" w:rsidRDefault="007B6A46" w:rsidP="007B6A46">
      <w:r>
        <w:t>365.2362</w:t>
      </w:r>
      <w:r>
        <w:tab/>
        <w:t>1.013e0</w:t>
      </w:r>
    </w:p>
    <w:p w:rsidR="007B6A46" w:rsidRDefault="007B6A46" w:rsidP="007B6A46">
      <w:r>
        <w:t>365.2540</w:t>
      </w:r>
      <w:r>
        <w:tab/>
        <w:t>2.025e0</w:t>
      </w:r>
    </w:p>
    <w:p w:rsidR="007B6A46" w:rsidRDefault="007B6A46" w:rsidP="007B6A46">
      <w:r>
        <w:t>365.3268</w:t>
      </w:r>
      <w:r>
        <w:tab/>
        <w:t>1.013e0</w:t>
      </w:r>
    </w:p>
    <w:p w:rsidR="007B6A46" w:rsidRDefault="007B6A46" w:rsidP="007B6A46">
      <w:r>
        <w:t>365.3534</w:t>
      </w:r>
      <w:r>
        <w:tab/>
        <w:t>1.013e0</w:t>
      </w:r>
    </w:p>
    <w:p w:rsidR="007B6A46" w:rsidRDefault="007B6A46" w:rsidP="007B6A46">
      <w:r>
        <w:t>365.3593</w:t>
      </w:r>
      <w:r>
        <w:tab/>
        <w:t>1.013e0</w:t>
      </w:r>
    </w:p>
    <w:p w:rsidR="007B6A46" w:rsidRDefault="007B6A46" w:rsidP="007B6A46">
      <w:r>
        <w:t>365.4352</w:t>
      </w:r>
      <w:r>
        <w:tab/>
        <w:t>1.013e0</w:t>
      </w:r>
    </w:p>
    <w:p w:rsidR="007B6A46" w:rsidRDefault="007B6A46" w:rsidP="007B6A46">
      <w:r>
        <w:t>365.4701</w:t>
      </w:r>
      <w:r>
        <w:tab/>
        <w:t>1.013e0</w:t>
      </w:r>
    </w:p>
    <w:p w:rsidR="007B6A46" w:rsidRDefault="007B6A46" w:rsidP="007B6A46">
      <w:r>
        <w:t>365.4732</w:t>
      </w:r>
      <w:r>
        <w:tab/>
        <w:t>2.025e0</w:t>
      </w:r>
    </w:p>
    <w:p w:rsidR="007B6A46" w:rsidRDefault="007B6A46" w:rsidP="007B6A46">
      <w:r>
        <w:lastRenderedPageBreak/>
        <w:t>365.6769</w:t>
      </w:r>
      <w:r>
        <w:tab/>
        <w:t>2.025e0</w:t>
      </w:r>
    </w:p>
    <w:p w:rsidR="007B6A46" w:rsidRDefault="007B6A46" w:rsidP="007B6A46">
      <w:r>
        <w:t>365.6982</w:t>
      </w:r>
      <w:r>
        <w:tab/>
        <w:t>1.013e0</w:t>
      </w:r>
    </w:p>
    <w:p w:rsidR="007B6A46" w:rsidRDefault="007B6A46" w:rsidP="007B6A46">
      <w:r>
        <w:t>365.7397</w:t>
      </w:r>
      <w:r>
        <w:tab/>
        <w:t>1.013e0</w:t>
      </w:r>
    </w:p>
    <w:p w:rsidR="007B6A46" w:rsidRDefault="007B6A46" w:rsidP="007B6A46">
      <w:r>
        <w:t>365.7639</w:t>
      </w:r>
      <w:r>
        <w:tab/>
        <w:t>1.013e0</w:t>
      </w:r>
    </w:p>
    <w:p w:rsidR="007B6A46" w:rsidRDefault="007B6A46" w:rsidP="007B6A46">
      <w:r>
        <w:t>365.7966</w:t>
      </w:r>
      <w:r>
        <w:tab/>
        <w:t>1.013e0</w:t>
      </w:r>
    </w:p>
    <w:p w:rsidR="007B6A46" w:rsidRDefault="007B6A46" w:rsidP="007B6A46">
      <w:r>
        <w:t>365.7979</w:t>
      </w:r>
      <w:r>
        <w:tab/>
        <w:t>2.025e0</w:t>
      </w:r>
    </w:p>
    <w:p w:rsidR="007B6A46" w:rsidRDefault="007B6A46" w:rsidP="007B6A46">
      <w:r>
        <w:t>365.9014</w:t>
      </w:r>
      <w:r>
        <w:tab/>
        <w:t>2.025e0</w:t>
      </w:r>
    </w:p>
    <w:p w:rsidR="007B6A46" w:rsidRDefault="007B6A46" w:rsidP="007B6A46">
      <w:r>
        <w:t>365.9062</w:t>
      </w:r>
      <w:r>
        <w:tab/>
        <w:t>3.038e0</w:t>
      </w:r>
    </w:p>
    <w:p w:rsidR="007B6A46" w:rsidRDefault="007B6A46" w:rsidP="007B6A46">
      <w:r>
        <w:t>365.9190</w:t>
      </w:r>
      <w:r>
        <w:tab/>
        <w:t>2.025e0</w:t>
      </w:r>
    </w:p>
    <w:p w:rsidR="007B6A46" w:rsidRDefault="007B6A46" w:rsidP="007B6A46">
      <w:r>
        <w:t>366.0643</w:t>
      </w:r>
      <w:r>
        <w:tab/>
        <w:t>1.013e0</w:t>
      </w:r>
    </w:p>
    <w:p w:rsidR="007B6A46" w:rsidRDefault="007B6A46" w:rsidP="007B6A46">
      <w:r>
        <w:t>366.0699</w:t>
      </w:r>
      <w:r>
        <w:tab/>
        <w:t>1.013e0</w:t>
      </w:r>
    </w:p>
    <w:p w:rsidR="007B6A46" w:rsidRDefault="007B6A46" w:rsidP="007B6A46">
      <w:r>
        <w:t>366.1133</w:t>
      </w:r>
      <w:r>
        <w:tab/>
        <w:t>2.025e0</w:t>
      </w:r>
    </w:p>
    <w:p w:rsidR="007B6A46" w:rsidRDefault="007B6A46" w:rsidP="007B6A46">
      <w:r>
        <w:t>366.1222</w:t>
      </w:r>
      <w:r>
        <w:tab/>
        <w:t>1.013e0</w:t>
      </w:r>
    </w:p>
    <w:p w:rsidR="007B6A46" w:rsidRDefault="007B6A46" w:rsidP="007B6A46">
      <w:r>
        <w:t>366.1304</w:t>
      </w:r>
      <w:r>
        <w:tab/>
        <w:t>3.038e0</w:t>
      </w:r>
    </w:p>
    <w:p w:rsidR="007B6A46" w:rsidRDefault="007B6A46" w:rsidP="007B6A46">
      <w:r>
        <w:t>366.1358</w:t>
      </w:r>
      <w:r>
        <w:tab/>
        <w:t>2.025e0</w:t>
      </w:r>
    </w:p>
    <w:p w:rsidR="007B6A46" w:rsidRDefault="007B6A46" w:rsidP="007B6A46">
      <w:r>
        <w:t>366.1380</w:t>
      </w:r>
      <w:r>
        <w:tab/>
        <w:t>3.038e0</w:t>
      </w:r>
    </w:p>
    <w:p w:rsidR="007B6A46" w:rsidRDefault="007B6A46" w:rsidP="007B6A46">
      <w:r>
        <w:t>366.1771</w:t>
      </w:r>
      <w:r>
        <w:tab/>
        <w:t>1.013e0</w:t>
      </w:r>
    </w:p>
    <w:p w:rsidR="007B6A46" w:rsidRDefault="007B6A46" w:rsidP="007B6A46">
      <w:r>
        <w:t>366.1980</w:t>
      </w:r>
      <w:r>
        <w:tab/>
        <w:t>1.013e0</w:t>
      </w:r>
    </w:p>
    <w:p w:rsidR="007B6A46" w:rsidRDefault="007B6A46" w:rsidP="007B6A46">
      <w:r>
        <w:t>366.2303</w:t>
      </w:r>
      <w:r>
        <w:tab/>
        <w:t>3.038e0</w:t>
      </w:r>
    </w:p>
    <w:p w:rsidR="007B6A46" w:rsidRDefault="007B6A46" w:rsidP="007B6A46">
      <w:r>
        <w:lastRenderedPageBreak/>
        <w:t>366.2438</w:t>
      </w:r>
      <w:r>
        <w:tab/>
        <w:t>1.013e0</w:t>
      </w:r>
    </w:p>
    <w:p w:rsidR="007B6A46" w:rsidRDefault="007B6A46" w:rsidP="007B6A46">
      <w:r>
        <w:t>366.2685</w:t>
      </w:r>
      <w:r>
        <w:tab/>
        <w:t>2.025e0</w:t>
      </w:r>
    </w:p>
    <w:p w:rsidR="007B6A46" w:rsidRDefault="007B6A46" w:rsidP="007B6A46">
      <w:r>
        <w:t>366.2859</w:t>
      </w:r>
      <w:r>
        <w:tab/>
        <w:t>1.013e0</w:t>
      </w:r>
    </w:p>
    <w:p w:rsidR="007B6A46" w:rsidRDefault="007B6A46" w:rsidP="007B6A46">
      <w:r>
        <w:t>366.3079</w:t>
      </w:r>
      <w:r>
        <w:tab/>
        <w:t>2.025e0</w:t>
      </w:r>
    </w:p>
    <w:p w:rsidR="007B6A46" w:rsidRDefault="007B6A46" w:rsidP="007B6A46">
      <w:r>
        <w:t>366.3146</w:t>
      </w:r>
      <w:r>
        <w:tab/>
        <w:t>1.013e0</w:t>
      </w:r>
    </w:p>
    <w:p w:rsidR="007B6A46" w:rsidRDefault="007B6A46" w:rsidP="007B6A46">
      <w:r>
        <w:t>366.3164</w:t>
      </w:r>
      <w:r>
        <w:tab/>
        <w:t>2.025e0</w:t>
      </w:r>
    </w:p>
    <w:p w:rsidR="007B6A46" w:rsidRDefault="007B6A46" w:rsidP="007B6A46">
      <w:r>
        <w:t>366.3355</w:t>
      </w:r>
      <w:r>
        <w:tab/>
        <w:t>1.013e0</w:t>
      </w:r>
    </w:p>
    <w:p w:rsidR="007B6A46" w:rsidRDefault="007B6A46" w:rsidP="007B6A46">
      <w:r>
        <w:t>366.3395</w:t>
      </w:r>
      <w:r>
        <w:tab/>
        <w:t>1.152e0</w:t>
      </w:r>
    </w:p>
    <w:p w:rsidR="007B6A46" w:rsidRDefault="007B6A46" w:rsidP="007B6A46">
      <w:r>
        <w:t>366.3767</w:t>
      </w:r>
      <w:r>
        <w:tab/>
        <w:t>1.013e0</w:t>
      </w:r>
    </w:p>
    <w:p w:rsidR="007B6A46" w:rsidRDefault="007B6A46" w:rsidP="007B6A46">
      <w:r>
        <w:t>366.3848</w:t>
      </w:r>
      <w:r>
        <w:tab/>
        <w:t>1.013e0</w:t>
      </w:r>
    </w:p>
    <w:p w:rsidR="007B6A46" w:rsidRDefault="007B6A46" w:rsidP="007B6A46">
      <w:r>
        <w:t>366.4305</w:t>
      </w:r>
      <w:r>
        <w:tab/>
        <w:t>3.038e0</w:t>
      </w:r>
    </w:p>
    <w:p w:rsidR="007B6A46" w:rsidRDefault="007B6A46" w:rsidP="007B6A46">
      <w:r>
        <w:t>366.4941</w:t>
      </w:r>
      <w:r>
        <w:tab/>
        <w:t>1.013e0</w:t>
      </w:r>
    </w:p>
    <w:p w:rsidR="007B6A46" w:rsidRDefault="007B6A46" w:rsidP="007B6A46">
      <w:r>
        <w:t>366.5341</w:t>
      </w:r>
      <w:r>
        <w:tab/>
        <w:t>1.013e0</w:t>
      </w:r>
    </w:p>
    <w:p w:rsidR="007B6A46" w:rsidRDefault="007B6A46" w:rsidP="007B6A46">
      <w:r>
        <w:t>366.5352</w:t>
      </w:r>
      <w:r>
        <w:tab/>
        <w:t>2.025e0</w:t>
      </w:r>
    </w:p>
    <w:p w:rsidR="007B6A46" w:rsidRDefault="007B6A46" w:rsidP="007B6A46">
      <w:r>
        <w:t>366.5438</w:t>
      </w:r>
      <w:r>
        <w:tab/>
        <w:t>1.013e0</w:t>
      </w:r>
    </w:p>
    <w:p w:rsidR="007B6A46" w:rsidRDefault="007B6A46" w:rsidP="007B6A46">
      <w:r>
        <w:t>366.6060</w:t>
      </w:r>
      <w:r>
        <w:tab/>
        <w:t>1.013e0</w:t>
      </w:r>
    </w:p>
    <w:p w:rsidR="007B6A46" w:rsidRDefault="007B6A46" w:rsidP="007B6A46">
      <w:r>
        <w:t>366.6564</w:t>
      </w:r>
      <w:r>
        <w:tab/>
        <w:t>2.025e0</w:t>
      </w:r>
    </w:p>
    <w:p w:rsidR="007B6A46" w:rsidRDefault="007B6A46" w:rsidP="007B6A46">
      <w:r>
        <w:t>366.7099</w:t>
      </w:r>
      <w:r>
        <w:tab/>
        <w:t>1.013e0</w:t>
      </w:r>
    </w:p>
    <w:p w:rsidR="007B6A46" w:rsidRDefault="007B6A46" w:rsidP="007B6A46">
      <w:r>
        <w:t>366.7263</w:t>
      </w:r>
      <w:r>
        <w:tab/>
        <w:t>2.025e0</w:t>
      </w:r>
    </w:p>
    <w:p w:rsidR="007B6A46" w:rsidRDefault="007B6A46" w:rsidP="007B6A46">
      <w:r>
        <w:lastRenderedPageBreak/>
        <w:t>366.7311</w:t>
      </w:r>
      <w:r>
        <w:tab/>
        <w:t>1.013e0</w:t>
      </w:r>
    </w:p>
    <w:p w:rsidR="007B6A46" w:rsidRDefault="007B6A46" w:rsidP="007B6A46">
      <w:r>
        <w:t>366.7366</w:t>
      </w:r>
      <w:r>
        <w:tab/>
        <w:t>1.013e0</w:t>
      </w:r>
    </w:p>
    <w:p w:rsidR="007B6A46" w:rsidRDefault="007B6A46" w:rsidP="007B6A46">
      <w:r>
        <w:t>366.7522</w:t>
      </w:r>
      <w:r>
        <w:tab/>
        <w:t>1.013e0</w:t>
      </w:r>
    </w:p>
    <w:p w:rsidR="007B6A46" w:rsidRDefault="007B6A46" w:rsidP="007B6A46">
      <w:r>
        <w:t>366.7884</w:t>
      </w:r>
      <w:r>
        <w:tab/>
        <w:t>1.013e0</w:t>
      </w:r>
    </w:p>
    <w:p w:rsidR="007B6A46" w:rsidRDefault="007B6A46" w:rsidP="007B6A46">
      <w:r>
        <w:t>366.8478</w:t>
      </w:r>
      <w:r>
        <w:tab/>
        <w:t>1.013e0</w:t>
      </w:r>
    </w:p>
    <w:p w:rsidR="007B6A46" w:rsidRDefault="007B6A46" w:rsidP="007B6A46">
      <w:r>
        <w:t>366.8935</w:t>
      </w:r>
      <w:r>
        <w:tab/>
        <w:t>2.025e0</w:t>
      </w:r>
    </w:p>
    <w:p w:rsidR="007B6A46" w:rsidRDefault="007B6A46" w:rsidP="007B6A46">
      <w:r>
        <w:t>366.9262</w:t>
      </w:r>
      <w:r>
        <w:tab/>
        <w:t>1.013e0</w:t>
      </w:r>
    </w:p>
    <w:p w:rsidR="007B6A46" w:rsidRDefault="007B6A46" w:rsidP="007B6A46">
      <w:r>
        <w:t>366.9473</w:t>
      </w:r>
      <w:r>
        <w:tab/>
        <w:t>4.051e0</w:t>
      </w:r>
    </w:p>
    <w:p w:rsidR="007B6A46" w:rsidRDefault="007B6A46" w:rsidP="007B6A46">
      <w:r>
        <w:t>366.9524</w:t>
      </w:r>
      <w:r>
        <w:tab/>
        <w:t>1.013e0</w:t>
      </w:r>
    </w:p>
    <w:p w:rsidR="007B6A46" w:rsidRDefault="007B6A46" w:rsidP="007B6A46">
      <w:r>
        <w:t>366.9647</w:t>
      </w:r>
      <w:r>
        <w:tab/>
        <w:t>4.051e0</w:t>
      </w:r>
    </w:p>
    <w:p w:rsidR="007B6A46" w:rsidRDefault="007B6A46" w:rsidP="007B6A46">
      <w:r>
        <w:t>366.9976</w:t>
      </w:r>
      <w:r>
        <w:tab/>
        <w:t>1.013e0</w:t>
      </w:r>
    </w:p>
    <w:p w:rsidR="007B6A46" w:rsidRDefault="007B6A46" w:rsidP="007B6A46">
      <w:r>
        <w:t>367.0310</w:t>
      </w:r>
      <w:r>
        <w:tab/>
        <w:t>1.013e0</w:t>
      </w:r>
    </w:p>
    <w:p w:rsidR="007B6A46" w:rsidRDefault="007B6A46" w:rsidP="007B6A46">
      <w:r>
        <w:t>367.0482</w:t>
      </w:r>
      <w:r>
        <w:tab/>
        <w:t>1.013e0</w:t>
      </w:r>
    </w:p>
    <w:p w:rsidR="007B6A46" w:rsidRDefault="007B6A46" w:rsidP="007B6A46">
      <w:r>
        <w:t>367.0627</w:t>
      </w:r>
      <w:r>
        <w:tab/>
        <w:t>2.025e0</w:t>
      </w:r>
    </w:p>
    <w:p w:rsidR="007B6A46" w:rsidRDefault="007B6A46" w:rsidP="007B6A46">
      <w:r>
        <w:t>367.0940</w:t>
      </w:r>
      <w:r>
        <w:tab/>
        <w:t>1.013e0</w:t>
      </w:r>
    </w:p>
    <w:p w:rsidR="007B6A46" w:rsidRDefault="007B6A46" w:rsidP="007B6A46">
      <w:r>
        <w:t>367.1028</w:t>
      </w:r>
      <w:r>
        <w:tab/>
        <w:t>1.013e0</w:t>
      </w:r>
    </w:p>
    <w:p w:rsidR="007B6A46" w:rsidRDefault="007B6A46" w:rsidP="007B6A46">
      <w:r>
        <w:t>367.1091</w:t>
      </w:r>
      <w:r>
        <w:tab/>
        <w:t>2.025e0</w:t>
      </w:r>
    </w:p>
    <w:p w:rsidR="007B6A46" w:rsidRDefault="007B6A46" w:rsidP="007B6A46">
      <w:r>
        <w:t>367.1227</w:t>
      </w:r>
      <w:r>
        <w:tab/>
        <w:t>1.013e0</w:t>
      </w:r>
    </w:p>
    <w:p w:rsidR="007B6A46" w:rsidRDefault="007B6A46" w:rsidP="007B6A46">
      <w:r>
        <w:t>367.1413</w:t>
      </w:r>
      <w:r>
        <w:tab/>
        <w:t>4.051e0</w:t>
      </w:r>
    </w:p>
    <w:p w:rsidR="007B6A46" w:rsidRDefault="007B6A46" w:rsidP="007B6A46">
      <w:r>
        <w:lastRenderedPageBreak/>
        <w:t>367.1475</w:t>
      </w:r>
      <w:r>
        <w:tab/>
        <w:t>2.025e0</w:t>
      </w:r>
    </w:p>
    <w:p w:rsidR="007B6A46" w:rsidRDefault="007B6A46" w:rsidP="007B6A46">
      <w:r>
        <w:t>367.1604</w:t>
      </w:r>
      <w:r>
        <w:tab/>
        <w:t>1.013e0</w:t>
      </w:r>
    </w:p>
    <w:p w:rsidR="007B6A46" w:rsidRDefault="007B6A46" w:rsidP="007B6A46">
      <w:r>
        <w:t>367.2065</w:t>
      </w:r>
      <w:r>
        <w:tab/>
        <w:t>2.025e0</w:t>
      </w:r>
    </w:p>
    <w:p w:rsidR="007B6A46" w:rsidRDefault="007B6A46" w:rsidP="007B6A46">
      <w:r>
        <w:t>367.2356</w:t>
      </w:r>
      <w:r>
        <w:tab/>
        <w:t>1.013e0</w:t>
      </w:r>
    </w:p>
    <w:p w:rsidR="007B6A46" w:rsidRDefault="007B6A46" w:rsidP="007B6A46">
      <w:r>
        <w:t>367.2441</w:t>
      </w:r>
      <w:r>
        <w:tab/>
        <w:t>2.025e0</w:t>
      </w:r>
    </w:p>
    <w:p w:rsidR="007B6A46" w:rsidRDefault="007B6A46" w:rsidP="007B6A46">
      <w:r>
        <w:t>367.2462</w:t>
      </w:r>
      <w:r>
        <w:tab/>
        <w:t>1.013e0</w:t>
      </w:r>
    </w:p>
    <w:p w:rsidR="007B6A46" w:rsidRDefault="007B6A46" w:rsidP="007B6A46">
      <w:r>
        <w:t>367.2664</w:t>
      </w:r>
      <w:r>
        <w:tab/>
        <w:t>1.013e0</w:t>
      </w:r>
    </w:p>
    <w:p w:rsidR="007B6A46" w:rsidRDefault="007B6A46" w:rsidP="007B6A46">
      <w:r>
        <w:t>367.3129</w:t>
      </w:r>
      <w:r>
        <w:tab/>
        <w:t>2.025e0</w:t>
      </w:r>
    </w:p>
    <w:p w:rsidR="007B6A46" w:rsidRDefault="007B6A46" w:rsidP="007B6A46">
      <w:r>
        <w:t>367.3188</w:t>
      </w:r>
      <w:r>
        <w:tab/>
        <w:t>1.013e0</w:t>
      </w:r>
    </w:p>
    <w:p w:rsidR="007B6A46" w:rsidRDefault="007B6A46" w:rsidP="007B6A46">
      <w:r>
        <w:t>367.3297</w:t>
      </w:r>
      <w:r>
        <w:tab/>
        <w:t>3.038e0</w:t>
      </w:r>
    </w:p>
    <w:p w:rsidR="007B6A46" w:rsidRDefault="007B6A46" w:rsidP="007B6A46">
      <w:r>
        <w:t>367.3477</w:t>
      </w:r>
      <w:r>
        <w:tab/>
        <w:t>1.013e0</w:t>
      </w:r>
    </w:p>
    <w:p w:rsidR="007B6A46" w:rsidRDefault="007B6A46" w:rsidP="007B6A46">
      <w:r>
        <w:t>367.3646</w:t>
      </w:r>
      <w:r>
        <w:tab/>
        <w:t>1.013e0</w:t>
      </w:r>
    </w:p>
    <w:p w:rsidR="007B6A46" w:rsidRDefault="007B6A46" w:rsidP="007B6A46">
      <w:r>
        <w:t>367.3837</w:t>
      </w:r>
      <w:r>
        <w:tab/>
        <w:t>2.025e0</w:t>
      </w:r>
    </w:p>
    <w:p w:rsidR="007B6A46" w:rsidRDefault="007B6A46" w:rsidP="007B6A46">
      <w:r>
        <w:t>367.4191</w:t>
      </w:r>
      <w:r>
        <w:tab/>
        <w:t>1.013e0</w:t>
      </w:r>
    </w:p>
    <w:p w:rsidR="007B6A46" w:rsidRDefault="007B6A46" w:rsidP="007B6A46">
      <w:r>
        <w:t>367.4562</w:t>
      </w:r>
      <w:r>
        <w:tab/>
        <w:t>1.013e0</w:t>
      </w:r>
    </w:p>
    <w:p w:rsidR="007B6A46" w:rsidRDefault="007B6A46" w:rsidP="007B6A46">
      <w:r>
        <w:t>367.4859</w:t>
      </w:r>
      <w:r>
        <w:tab/>
        <w:t>1.013e0</w:t>
      </w:r>
    </w:p>
    <w:p w:rsidR="007B6A46" w:rsidRDefault="007B6A46" w:rsidP="007B6A46">
      <w:r>
        <w:t>367.5151</w:t>
      </w:r>
      <w:r>
        <w:tab/>
        <w:t>1.013e0</w:t>
      </w:r>
    </w:p>
    <w:p w:rsidR="007B6A46" w:rsidRDefault="007B6A46" w:rsidP="007B6A46">
      <w:r>
        <w:t>367.5872</w:t>
      </w:r>
      <w:r>
        <w:tab/>
        <w:t>1.013e0</w:t>
      </w:r>
    </w:p>
    <w:p w:rsidR="007B6A46" w:rsidRDefault="007B6A46" w:rsidP="007B6A46">
      <w:r>
        <w:t>367.6105</w:t>
      </w:r>
      <w:r>
        <w:tab/>
        <w:t>2.025e0</w:t>
      </w:r>
    </w:p>
    <w:p w:rsidR="007B6A46" w:rsidRDefault="007B6A46" w:rsidP="007B6A46">
      <w:r>
        <w:lastRenderedPageBreak/>
        <w:t>367.6268</w:t>
      </w:r>
      <w:r>
        <w:tab/>
        <w:t>1.013e0</w:t>
      </w:r>
    </w:p>
    <w:p w:rsidR="007B6A46" w:rsidRDefault="007B6A46" w:rsidP="007B6A46">
      <w:r>
        <w:t>367.6527</w:t>
      </w:r>
      <w:r>
        <w:tab/>
        <w:t>1.013e0</w:t>
      </w:r>
    </w:p>
    <w:p w:rsidR="007B6A46" w:rsidRDefault="007B6A46" w:rsidP="007B6A46">
      <w:r>
        <w:t>367.7146</w:t>
      </w:r>
      <w:r>
        <w:tab/>
        <w:t>1.013e0</w:t>
      </w:r>
    </w:p>
    <w:p w:rsidR="007B6A46" w:rsidRDefault="007B6A46" w:rsidP="007B6A46">
      <w:r>
        <w:t>367.7414</w:t>
      </w:r>
      <w:r>
        <w:tab/>
        <w:t>2.025e0</w:t>
      </w:r>
    </w:p>
    <w:p w:rsidR="007B6A46" w:rsidRDefault="007B6A46" w:rsidP="007B6A46">
      <w:r>
        <w:t>367.7444</w:t>
      </w:r>
      <w:r>
        <w:tab/>
        <w:t>1.013e0</w:t>
      </w:r>
    </w:p>
    <w:p w:rsidR="007B6A46" w:rsidRDefault="007B6A46" w:rsidP="007B6A46">
      <w:r>
        <w:t>367.7815</w:t>
      </w:r>
      <w:r>
        <w:tab/>
        <w:t>1.013e0</w:t>
      </w:r>
    </w:p>
    <w:p w:rsidR="007B6A46" w:rsidRDefault="007B6A46" w:rsidP="007B6A46">
      <w:r>
        <w:t>367.8033</w:t>
      </w:r>
      <w:r>
        <w:tab/>
        <w:t>1.013e0</w:t>
      </w:r>
    </w:p>
    <w:p w:rsidR="007B6A46" w:rsidRDefault="007B6A46" w:rsidP="007B6A46">
      <w:r>
        <w:t>367.8621</w:t>
      </w:r>
      <w:r>
        <w:tab/>
        <w:t>2.025e0</w:t>
      </w:r>
    </w:p>
    <w:p w:rsidR="007B6A46" w:rsidRDefault="007B6A46" w:rsidP="007B6A46">
      <w:r>
        <w:t>367.8683</w:t>
      </w:r>
      <w:r>
        <w:tab/>
        <w:t>1.013e0</w:t>
      </w:r>
    </w:p>
    <w:p w:rsidR="007B6A46" w:rsidRDefault="007B6A46" w:rsidP="007B6A46">
      <w:r>
        <w:t>367.9197</w:t>
      </w:r>
      <w:r>
        <w:tab/>
        <w:t>1.013e0</w:t>
      </w:r>
    </w:p>
    <w:p w:rsidR="007B6A46" w:rsidRDefault="007B6A46" w:rsidP="007B6A46">
      <w:r>
        <w:t>367.9344</w:t>
      </w:r>
      <w:r>
        <w:tab/>
        <w:t>2.025e0</w:t>
      </w:r>
    </w:p>
    <w:p w:rsidR="007B6A46" w:rsidRDefault="007B6A46" w:rsidP="007B6A46">
      <w:r>
        <w:t>367.9607</w:t>
      </w:r>
      <w:r>
        <w:tab/>
        <w:t>1.013e0</w:t>
      </w:r>
    </w:p>
    <w:p w:rsidR="007B6A46" w:rsidRDefault="007B6A46" w:rsidP="007B6A46">
      <w:r>
        <w:t>367.9738</w:t>
      </w:r>
      <w:r>
        <w:tab/>
        <w:t>1.013e0</w:t>
      </w:r>
    </w:p>
    <w:p w:rsidR="007B6A46" w:rsidRDefault="007B6A46" w:rsidP="007B6A46">
      <w:r>
        <w:t>367.9800</w:t>
      </w:r>
      <w:r>
        <w:tab/>
        <w:t>2.025e0</w:t>
      </w:r>
    </w:p>
    <w:p w:rsidR="007B6A46" w:rsidRDefault="007B6A46" w:rsidP="007B6A46">
      <w:r>
        <w:t>368.0066</w:t>
      </w:r>
      <w:r>
        <w:tab/>
        <w:t>1.013e0</w:t>
      </w:r>
    </w:p>
    <w:p w:rsidR="007B6A46" w:rsidRDefault="007B6A46" w:rsidP="007B6A46">
      <w:r>
        <w:t>368.0363</w:t>
      </w:r>
      <w:r>
        <w:tab/>
        <w:t>1.013e0</w:t>
      </w:r>
    </w:p>
    <w:p w:rsidR="007B6A46" w:rsidRDefault="007B6A46" w:rsidP="007B6A46">
      <w:r>
        <w:t>368.0822</w:t>
      </w:r>
      <w:r>
        <w:tab/>
        <w:t>1.013e0</w:t>
      </w:r>
    </w:p>
    <w:p w:rsidR="007B6A46" w:rsidRDefault="007B6A46" w:rsidP="007B6A46">
      <w:r>
        <w:t>368.1176</w:t>
      </w:r>
      <w:r>
        <w:tab/>
        <w:t>3.038e0</w:t>
      </w:r>
    </w:p>
    <w:p w:rsidR="007B6A46" w:rsidRDefault="007B6A46" w:rsidP="007B6A46">
      <w:r>
        <w:t>368.1314</w:t>
      </w:r>
      <w:r>
        <w:tab/>
        <w:t>2.025e0</w:t>
      </w:r>
    </w:p>
    <w:p w:rsidR="007B6A46" w:rsidRDefault="007B6A46" w:rsidP="007B6A46">
      <w:r>
        <w:lastRenderedPageBreak/>
        <w:t>368.1531</w:t>
      </w:r>
      <w:r>
        <w:tab/>
        <w:t>1.013e0</w:t>
      </w:r>
    </w:p>
    <w:p w:rsidR="007B6A46" w:rsidRDefault="007B6A46" w:rsidP="007B6A46">
      <w:r>
        <w:t>368.1572</w:t>
      </w:r>
      <w:r>
        <w:tab/>
        <w:t>3.038e0</w:t>
      </w:r>
    </w:p>
    <w:p w:rsidR="007B6A46" w:rsidRDefault="007B6A46" w:rsidP="007B6A46">
      <w:r>
        <w:t>368.1896</w:t>
      </w:r>
      <w:r>
        <w:tab/>
        <w:t>1.013e0</w:t>
      </w:r>
    </w:p>
    <w:p w:rsidR="007B6A46" w:rsidRDefault="007B6A46" w:rsidP="007B6A46">
      <w:r>
        <w:t>368.1990</w:t>
      </w:r>
      <w:r>
        <w:tab/>
        <w:t>2.025e0</w:t>
      </w:r>
    </w:p>
    <w:p w:rsidR="007B6A46" w:rsidRDefault="007B6A46" w:rsidP="007B6A46">
      <w:r>
        <w:t>368.2289</w:t>
      </w:r>
      <w:r>
        <w:tab/>
        <w:t>1.013e0</w:t>
      </w:r>
    </w:p>
    <w:p w:rsidR="007B6A46" w:rsidRDefault="007B6A46" w:rsidP="007B6A46">
      <w:r>
        <w:t>368.2631</w:t>
      </w:r>
      <w:r>
        <w:tab/>
        <w:t>2.025e0</w:t>
      </w:r>
    </w:p>
    <w:p w:rsidR="007B6A46" w:rsidRDefault="007B6A46" w:rsidP="007B6A46">
      <w:r>
        <w:t>368.2691</w:t>
      </w:r>
      <w:r>
        <w:tab/>
        <w:t>1.013e0</w:t>
      </w:r>
    </w:p>
    <w:p w:rsidR="007B6A46" w:rsidRDefault="007B6A46" w:rsidP="007B6A46">
      <w:r>
        <w:t>368.3012</w:t>
      </w:r>
      <w:r>
        <w:tab/>
        <w:t>2.025e0</w:t>
      </w:r>
    </w:p>
    <w:p w:rsidR="007B6A46" w:rsidRDefault="007B6A46" w:rsidP="007B6A46">
      <w:r>
        <w:t>368.3111</w:t>
      </w:r>
      <w:r>
        <w:tab/>
        <w:t>1.013e0</w:t>
      </w:r>
    </w:p>
    <w:p w:rsidR="007B6A46" w:rsidRDefault="007B6A46" w:rsidP="007B6A46">
      <w:r>
        <w:t>368.3156</w:t>
      </w:r>
      <w:r>
        <w:tab/>
        <w:t>1.013e0</w:t>
      </w:r>
    </w:p>
    <w:p w:rsidR="007B6A46" w:rsidRDefault="007B6A46" w:rsidP="007B6A46">
      <w:r>
        <w:t>368.3366</w:t>
      </w:r>
      <w:r>
        <w:tab/>
        <w:t>1.013e0</w:t>
      </w:r>
    </w:p>
    <w:p w:rsidR="007B6A46" w:rsidRDefault="007B6A46" w:rsidP="007B6A46">
      <w:r>
        <w:t>368.3476</w:t>
      </w:r>
      <w:r>
        <w:tab/>
        <w:t>1.013e0</w:t>
      </w:r>
    </w:p>
    <w:p w:rsidR="007B6A46" w:rsidRDefault="007B6A46" w:rsidP="007B6A46">
      <w:r>
        <w:t>368.3957</w:t>
      </w:r>
      <w:r>
        <w:tab/>
        <w:t>2.025e0</w:t>
      </w:r>
    </w:p>
    <w:p w:rsidR="007B6A46" w:rsidRDefault="007B6A46" w:rsidP="007B6A46">
      <w:r>
        <w:t>368.4073</w:t>
      </w:r>
      <w:r>
        <w:tab/>
        <w:t>1.013e0</w:t>
      </w:r>
    </w:p>
    <w:p w:rsidR="007B6A46" w:rsidRDefault="007B6A46" w:rsidP="007B6A46">
      <w:r>
        <w:t>368.4133</w:t>
      </w:r>
      <w:r>
        <w:tab/>
        <w:t>1.013e0</w:t>
      </w:r>
    </w:p>
    <w:p w:rsidR="007B6A46" w:rsidRDefault="007B6A46" w:rsidP="007B6A46">
      <w:r>
        <w:t>368.4316</w:t>
      </w:r>
      <w:r>
        <w:tab/>
        <w:t>5.063e0</w:t>
      </w:r>
    </w:p>
    <w:p w:rsidR="007B6A46" w:rsidRDefault="007B6A46" w:rsidP="007B6A46">
      <w:r>
        <w:t>368.4363</w:t>
      </w:r>
      <w:r>
        <w:tab/>
        <w:t>2.025e0</w:t>
      </w:r>
    </w:p>
    <w:p w:rsidR="007B6A46" w:rsidRDefault="007B6A46" w:rsidP="007B6A46">
      <w:r>
        <w:t>368.4399</w:t>
      </w:r>
      <w:r>
        <w:tab/>
        <w:t>2.025e0</w:t>
      </w:r>
    </w:p>
    <w:p w:rsidR="007B6A46" w:rsidRDefault="007B6A46" w:rsidP="007B6A46">
      <w:r>
        <w:t>368.4598</w:t>
      </w:r>
      <w:r>
        <w:tab/>
        <w:t>2.025e0</w:t>
      </w:r>
    </w:p>
    <w:p w:rsidR="007B6A46" w:rsidRDefault="007B6A46" w:rsidP="007B6A46">
      <w:r>
        <w:lastRenderedPageBreak/>
        <w:t>368.5117</w:t>
      </w:r>
      <w:r>
        <w:tab/>
        <w:t>1.013e0</w:t>
      </w:r>
    </w:p>
    <w:p w:rsidR="007B6A46" w:rsidRDefault="007B6A46" w:rsidP="007B6A46">
      <w:r>
        <w:t>368.5248</w:t>
      </w:r>
      <w:r>
        <w:tab/>
        <w:t>1.013e0</w:t>
      </w:r>
    </w:p>
    <w:p w:rsidR="007B6A46" w:rsidRDefault="007B6A46" w:rsidP="007B6A46">
      <w:r>
        <w:t>368.5373</w:t>
      </w:r>
      <w:r>
        <w:tab/>
        <w:t>1.013e0</w:t>
      </w:r>
    </w:p>
    <w:p w:rsidR="007B6A46" w:rsidRDefault="007B6A46" w:rsidP="007B6A46">
      <w:r>
        <w:t>368.5449</w:t>
      </w:r>
      <w:r>
        <w:tab/>
        <w:t>1.013e0</w:t>
      </w:r>
    </w:p>
    <w:p w:rsidR="007B6A46" w:rsidRDefault="007B6A46" w:rsidP="007B6A46">
      <w:r>
        <w:t>368.5970</w:t>
      </w:r>
      <w:r>
        <w:tab/>
        <w:t>1.013e0</w:t>
      </w:r>
    </w:p>
    <w:p w:rsidR="007B6A46" w:rsidRDefault="007B6A46" w:rsidP="007B6A46">
      <w:r>
        <w:t>368.6205</w:t>
      </w:r>
      <w:r>
        <w:tab/>
        <w:t>2.025e0</w:t>
      </w:r>
    </w:p>
    <w:p w:rsidR="007B6A46" w:rsidRDefault="007B6A46" w:rsidP="007B6A46">
      <w:r>
        <w:t>368.6291</w:t>
      </w:r>
      <w:r>
        <w:tab/>
        <w:t>1.013e0</w:t>
      </w:r>
    </w:p>
    <w:p w:rsidR="007B6A46" w:rsidRDefault="007B6A46" w:rsidP="007B6A46">
      <w:r>
        <w:t>368.6621</w:t>
      </w:r>
      <w:r>
        <w:tab/>
        <w:t>1.013e0</w:t>
      </w:r>
    </w:p>
    <w:p w:rsidR="007B6A46" w:rsidRDefault="007B6A46" w:rsidP="007B6A46">
      <w:r>
        <w:t>368.7667</w:t>
      </w:r>
      <w:r>
        <w:tab/>
        <w:t>1.013e0</w:t>
      </w:r>
    </w:p>
    <w:p w:rsidR="007B6A46" w:rsidRDefault="007B6A46" w:rsidP="007B6A46">
      <w:r>
        <w:t>368.7776</w:t>
      </w:r>
      <w:r>
        <w:tab/>
        <w:t>2.025e0</w:t>
      </w:r>
    </w:p>
    <w:p w:rsidR="007B6A46" w:rsidRDefault="007B6A46" w:rsidP="007B6A46">
      <w:r>
        <w:t>368.8329</w:t>
      </w:r>
      <w:r>
        <w:tab/>
        <w:t>1.013e0</w:t>
      </w:r>
    </w:p>
    <w:p w:rsidR="007B6A46" w:rsidRDefault="007B6A46" w:rsidP="007B6A46">
      <w:r>
        <w:t>368.9084</w:t>
      </w:r>
      <w:r>
        <w:tab/>
        <w:t>1.013e0</w:t>
      </w:r>
    </w:p>
    <w:p w:rsidR="007B6A46" w:rsidRDefault="007B6A46" w:rsidP="007B6A46">
      <w:r>
        <w:t>368.9137</w:t>
      </w:r>
      <w:r>
        <w:tab/>
        <w:t>2.025e0</w:t>
      </w:r>
    </w:p>
    <w:p w:rsidR="007B6A46" w:rsidRDefault="007B6A46" w:rsidP="007B6A46">
      <w:r>
        <w:t>368.9709</w:t>
      </w:r>
      <w:r>
        <w:tab/>
        <w:t>1.013e0</w:t>
      </w:r>
    </w:p>
    <w:p w:rsidR="007B6A46" w:rsidRDefault="007B6A46" w:rsidP="007B6A46">
      <w:r>
        <w:t>368.9888</w:t>
      </w:r>
      <w:r>
        <w:tab/>
        <w:t>3.038e0</w:t>
      </w:r>
    </w:p>
    <w:p w:rsidR="007B6A46" w:rsidRDefault="007B6A46" w:rsidP="007B6A46">
      <w:r>
        <w:t>368.9912</w:t>
      </w:r>
      <w:r>
        <w:tab/>
        <w:t>2.025e0</w:t>
      </w:r>
    </w:p>
    <w:p w:rsidR="007B6A46" w:rsidRDefault="007B6A46" w:rsidP="007B6A46">
      <w:r>
        <w:t>369.0075</w:t>
      </w:r>
      <w:r>
        <w:tab/>
        <w:t>2.025e0</w:t>
      </w:r>
    </w:p>
    <w:p w:rsidR="007B6A46" w:rsidRDefault="007B6A46" w:rsidP="007B6A46">
      <w:r>
        <w:t>369.0766</w:t>
      </w:r>
      <w:r>
        <w:tab/>
        <w:t>1.013e0</w:t>
      </w:r>
    </w:p>
    <w:p w:rsidR="007B6A46" w:rsidRDefault="007B6A46" w:rsidP="007B6A46">
      <w:r>
        <w:t>369.0880</w:t>
      </w:r>
      <w:r>
        <w:tab/>
        <w:t>1.013e0</w:t>
      </w:r>
    </w:p>
    <w:p w:rsidR="007B6A46" w:rsidRDefault="007B6A46" w:rsidP="007B6A46">
      <w:r>
        <w:lastRenderedPageBreak/>
        <w:t>369.1292</w:t>
      </w:r>
      <w:r>
        <w:tab/>
        <w:t>1.013e0</w:t>
      </w:r>
    </w:p>
    <w:p w:rsidR="007B6A46" w:rsidRDefault="007B6A46" w:rsidP="007B6A46">
      <w:r>
        <w:t>369.1359</w:t>
      </w:r>
      <w:r>
        <w:tab/>
        <w:t>5.063e0</w:t>
      </w:r>
    </w:p>
    <w:p w:rsidR="007B6A46" w:rsidRDefault="007B6A46" w:rsidP="007B6A46">
      <w:r>
        <w:t>369.1626</w:t>
      </w:r>
      <w:r>
        <w:tab/>
        <w:t>1.013e0</w:t>
      </w:r>
    </w:p>
    <w:p w:rsidR="007B6A46" w:rsidRDefault="007B6A46" w:rsidP="007B6A46">
      <w:r>
        <w:t>369.1687</w:t>
      </w:r>
      <w:r>
        <w:tab/>
        <w:t>1.013e0</w:t>
      </w:r>
    </w:p>
    <w:p w:rsidR="007B6A46" w:rsidRDefault="007B6A46" w:rsidP="007B6A46">
      <w:r>
        <w:t>369.1914</w:t>
      </w:r>
      <w:r>
        <w:tab/>
        <w:t>2.025e0</w:t>
      </w:r>
    </w:p>
    <w:p w:rsidR="007B6A46" w:rsidRDefault="007B6A46" w:rsidP="007B6A46">
      <w:r>
        <w:t>369.2344</w:t>
      </w:r>
      <w:r>
        <w:tab/>
        <w:t>1.013e0</w:t>
      </w:r>
    </w:p>
    <w:p w:rsidR="007B6A46" w:rsidRDefault="007B6A46" w:rsidP="007B6A46">
      <w:r>
        <w:t>369.2484</w:t>
      </w:r>
      <w:r>
        <w:tab/>
        <w:t>3.038e0</w:t>
      </w:r>
    </w:p>
    <w:p w:rsidR="007B6A46" w:rsidRDefault="007B6A46" w:rsidP="007B6A46">
      <w:r>
        <w:t>369.2966</w:t>
      </w:r>
      <w:r>
        <w:tab/>
        <w:t>1.013e0</w:t>
      </w:r>
    </w:p>
    <w:p w:rsidR="007B6A46" w:rsidRDefault="007B6A46" w:rsidP="007B6A46">
      <w:r>
        <w:t>369.3062</w:t>
      </w:r>
      <w:r>
        <w:tab/>
        <w:t>1.013e0</w:t>
      </w:r>
    </w:p>
    <w:p w:rsidR="007B6A46" w:rsidRDefault="007B6A46" w:rsidP="007B6A46">
      <w:r>
        <w:t>369.3083</w:t>
      </w:r>
      <w:r>
        <w:tab/>
        <w:t>2.025e0</w:t>
      </w:r>
    </w:p>
    <w:p w:rsidR="007B6A46" w:rsidRDefault="007B6A46" w:rsidP="007B6A46">
      <w:r>
        <w:t>369.3175</w:t>
      </w:r>
      <w:r>
        <w:tab/>
        <w:t>1.013e0</w:t>
      </w:r>
    </w:p>
    <w:p w:rsidR="007B6A46" w:rsidRDefault="007B6A46" w:rsidP="007B6A46">
      <w:r>
        <w:t>369.3331</w:t>
      </w:r>
      <w:r>
        <w:tab/>
        <w:t>1.013e0</w:t>
      </w:r>
    </w:p>
    <w:p w:rsidR="007B6A46" w:rsidRDefault="007B6A46" w:rsidP="007B6A46">
      <w:r>
        <w:t>369.3594</w:t>
      </w:r>
      <w:r>
        <w:tab/>
        <w:t>1.013e0</w:t>
      </w:r>
    </w:p>
    <w:p w:rsidR="007B6A46" w:rsidRDefault="007B6A46" w:rsidP="007B6A46">
      <w:r>
        <w:t>369.3791</w:t>
      </w:r>
      <w:r>
        <w:tab/>
        <w:t>1.013e0</w:t>
      </w:r>
    </w:p>
    <w:p w:rsidR="007B6A46" w:rsidRDefault="007B6A46" w:rsidP="007B6A46">
      <w:r>
        <w:t>369.3846</w:t>
      </w:r>
      <w:r>
        <w:tab/>
        <w:t>8.101e0</w:t>
      </w:r>
    </w:p>
    <w:p w:rsidR="007B6A46" w:rsidRDefault="007B6A46" w:rsidP="007B6A46">
      <w:r>
        <w:t>369.4093</w:t>
      </w:r>
      <w:r>
        <w:tab/>
        <w:t>1.013e0</w:t>
      </w:r>
    </w:p>
    <w:p w:rsidR="007B6A46" w:rsidRDefault="007B6A46" w:rsidP="007B6A46">
      <w:r>
        <w:t>369.4252</w:t>
      </w:r>
      <w:r>
        <w:tab/>
        <w:t>1.013e0</w:t>
      </w:r>
    </w:p>
    <w:p w:rsidR="007B6A46" w:rsidRDefault="007B6A46" w:rsidP="007B6A46">
      <w:r>
        <w:t>369.4515</w:t>
      </w:r>
      <w:r>
        <w:tab/>
        <w:t>1.013e0</w:t>
      </w:r>
    </w:p>
    <w:p w:rsidR="007B6A46" w:rsidRDefault="007B6A46" w:rsidP="007B6A46">
      <w:r>
        <w:t>369.5892</w:t>
      </w:r>
      <w:r>
        <w:tab/>
        <w:t>1.013e0</w:t>
      </w:r>
    </w:p>
    <w:p w:rsidR="007B6A46" w:rsidRDefault="007B6A46" w:rsidP="007B6A46">
      <w:r>
        <w:lastRenderedPageBreak/>
        <w:t>369.5924</w:t>
      </w:r>
      <w:r>
        <w:tab/>
        <w:t>1.013e0</w:t>
      </w:r>
    </w:p>
    <w:p w:rsidR="007B6A46" w:rsidRDefault="007B6A46" w:rsidP="007B6A46">
      <w:r>
        <w:t>369.6555</w:t>
      </w:r>
      <w:r>
        <w:tab/>
        <w:t>1.013e0</w:t>
      </w:r>
    </w:p>
    <w:p w:rsidR="007B6A46" w:rsidRDefault="007B6A46" w:rsidP="007B6A46">
      <w:r>
        <w:t>369.6753</w:t>
      </w:r>
      <w:r>
        <w:tab/>
        <w:t>1.013e0</w:t>
      </w:r>
    </w:p>
    <w:p w:rsidR="007B6A46" w:rsidRDefault="007B6A46" w:rsidP="007B6A46">
      <w:r>
        <w:t>369.6880</w:t>
      </w:r>
      <w:r>
        <w:tab/>
        <w:t>1.013e0</w:t>
      </w:r>
    </w:p>
    <w:p w:rsidR="007B6A46" w:rsidRDefault="007B6A46" w:rsidP="007B6A46">
      <w:r>
        <w:t>369.7148</w:t>
      </w:r>
      <w:r>
        <w:tab/>
        <w:t>1.013e0</w:t>
      </w:r>
    </w:p>
    <w:p w:rsidR="007B6A46" w:rsidRDefault="007B6A46" w:rsidP="007B6A46">
      <w:r>
        <w:t>369.8129</w:t>
      </w:r>
      <w:r>
        <w:tab/>
        <w:t>1.013e0</w:t>
      </w:r>
    </w:p>
    <w:p w:rsidR="007B6A46" w:rsidRDefault="007B6A46" w:rsidP="007B6A46">
      <w:r>
        <w:t>369.8857</w:t>
      </w:r>
      <w:r>
        <w:tab/>
        <w:t>1.013e0</w:t>
      </w:r>
    </w:p>
    <w:p w:rsidR="007B6A46" w:rsidRDefault="007B6A46" w:rsidP="007B6A46">
      <w:r>
        <w:t>369.9255</w:t>
      </w:r>
      <w:r>
        <w:tab/>
        <w:t>1.013e0</w:t>
      </w:r>
    </w:p>
    <w:p w:rsidR="007B6A46" w:rsidRDefault="007B6A46" w:rsidP="007B6A46">
      <w:r>
        <w:t>369.9282</w:t>
      </w:r>
      <w:r>
        <w:tab/>
        <w:t>2.025e0</w:t>
      </w:r>
    </w:p>
    <w:p w:rsidR="007B6A46" w:rsidRDefault="007B6A46" w:rsidP="007B6A46">
      <w:r>
        <w:t>369.9908</w:t>
      </w:r>
      <w:r>
        <w:tab/>
        <w:t>1.013e0</w:t>
      </w:r>
    </w:p>
    <w:p w:rsidR="007B6A46" w:rsidRDefault="007B6A46" w:rsidP="007B6A46">
      <w:r>
        <w:t>370.0193</w:t>
      </w:r>
      <w:r>
        <w:tab/>
        <w:t>2.025e0</w:t>
      </w:r>
    </w:p>
    <w:p w:rsidR="007B6A46" w:rsidRDefault="007B6A46" w:rsidP="007B6A46">
      <w:r>
        <w:t>370.0310</w:t>
      </w:r>
      <w:r>
        <w:tab/>
        <w:t>1.013e0</w:t>
      </w:r>
    </w:p>
    <w:p w:rsidR="007B6A46" w:rsidRDefault="007B6A46" w:rsidP="007B6A46">
      <w:r>
        <w:t>370.0361</w:t>
      </w:r>
      <w:r>
        <w:tab/>
        <w:t>2.025e0</w:t>
      </w:r>
    </w:p>
    <w:p w:rsidR="007B6A46" w:rsidRDefault="007B6A46" w:rsidP="007B6A46">
      <w:r>
        <w:t>370.0587</w:t>
      </w:r>
      <w:r>
        <w:tab/>
        <w:t>2.025e0</w:t>
      </w:r>
    </w:p>
    <w:p w:rsidR="007B6A46" w:rsidRDefault="007B6A46" w:rsidP="007B6A46">
      <w:r>
        <w:t>370.1340</w:t>
      </w:r>
      <w:r>
        <w:tab/>
        <w:t>3.038e0</w:t>
      </w:r>
    </w:p>
    <w:p w:rsidR="007B6A46" w:rsidRDefault="007B6A46" w:rsidP="007B6A46">
      <w:r>
        <w:t>370.1501</w:t>
      </w:r>
      <w:r>
        <w:tab/>
        <w:t>2.025e0</w:t>
      </w:r>
    </w:p>
    <w:p w:rsidR="007B6A46" w:rsidRDefault="007B6A46" w:rsidP="007B6A46">
      <w:r>
        <w:t>370.1881</w:t>
      </w:r>
      <w:r>
        <w:tab/>
        <w:t>3.038e0</w:t>
      </w:r>
    </w:p>
    <w:p w:rsidR="007B6A46" w:rsidRDefault="007B6A46" w:rsidP="007B6A46">
      <w:r>
        <w:t>370.1893</w:t>
      </w:r>
      <w:r>
        <w:tab/>
        <w:t>1.013e0</w:t>
      </w:r>
    </w:p>
    <w:p w:rsidR="007B6A46" w:rsidRDefault="007B6A46" w:rsidP="007B6A46">
      <w:r>
        <w:t>370.1951</w:t>
      </w:r>
      <w:r>
        <w:tab/>
        <w:t>1.013e0</w:t>
      </w:r>
    </w:p>
    <w:p w:rsidR="007B6A46" w:rsidRDefault="007B6A46" w:rsidP="007B6A46">
      <w:r>
        <w:lastRenderedPageBreak/>
        <w:t>370.2603</w:t>
      </w:r>
      <w:r>
        <w:tab/>
        <w:t>3.038e0</w:t>
      </w:r>
    </w:p>
    <w:p w:rsidR="007B6A46" w:rsidRDefault="007B6A46" w:rsidP="007B6A46">
      <w:r>
        <w:t>370.2775</w:t>
      </w:r>
      <w:r>
        <w:tab/>
        <w:t>3.038e0</w:t>
      </w:r>
    </w:p>
    <w:p w:rsidR="007B6A46" w:rsidRDefault="007B6A46" w:rsidP="007B6A46">
      <w:r>
        <w:t>370.3476</w:t>
      </w:r>
      <w:r>
        <w:tab/>
        <w:t>3.038e0</w:t>
      </w:r>
    </w:p>
    <w:p w:rsidR="007B6A46" w:rsidRDefault="007B6A46" w:rsidP="007B6A46">
      <w:r>
        <w:t>370.3658</w:t>
      </w:r>
      <w:r>
        <w:tab/>
        <w:t>3.038e0</w:t>
      </w:r>
    </w:p>
    <w:p w:rsidR="007B6A46" w:rsidRDefault="007B6A46" w:rsidP="007B6A46">
      <w:r>
        <w:t>370.3680</w:t>
      </w:r>
      <w:r>
        <w:tab/>
        <w:t>2.025e0</w:t>
      </w:r>
    </w:p>
    <w:p w:rsidR="007B6A46" w:rsidRDefault="007B6A46" w:rsidP="007B6A46">
      <w:r>
        <w:t>370.3868</w:t>
      </w:r>
      <w:r>
        <w:tab/>
        <w:t>1.013e0</w:t>
      </w:r>
    </w:p>
    <w:p w:rsidR="007B6A46" w:rsidRDefault="007B6A46" w:rsidP="007B6A46">
      <w:r>
        <w:t>370.3947</w:t>
      </w:r>
      <w:r>
        <w:tab/>
        <w:t>1.013e0</w:t>
      </w:r>
    </w:p>
    <w:p w:rsidR="007B6A46" w:rsidRDefault="007B6A46" w:rsidP="007B6A46">
      <w:r>
        <w:t>370.4367</w:t>
      </w:r>
      <w:r>
        <w:tab/>
        <w:t>1.013e0</w:t>
      </w:r>
    </w:p>
    <w:p w:rsidR="007B6A46" w:rsidRDefault="007B6A46" w:rsidP="007B6A46">
      <w:r>
        <w:t>370.4789</w:t>
      </w:r>
      <w:r>
        <w:tab/>
        <w:t>1.013e0</w:t>
      </w:r>
    </w:p>
    <w:p w:rsidR="007B6A46" w:rsidRDefault="007B6A46" w:rsidP="007B6A46">
      <w:r>
        <w:t>370.5361</w:t>
      </w:r>
      <w:r>
        <w:tab/>
        <w:t>2.025e0</w:t>
      </w:r>
    </w:p>
    <w:p w:rsidR="007B6A46" w:rsidRDefault="007B6A46" w:rsidP="007B6A46">
      <w:r>
        <w:t>370.5530</w:t>
      </w:r>
      <w:r>
        <w:tab/>
        <w:t>1.013e0</w:t>
      </w:r>
    </w:p>
    <w:p w:rsidR="007B6A46" w:rsidRDefault="007B6A46" w:rsidP="007B6A46">
      <w:r>
        <w:t>370.5995</w:t>
      </w:r>
      <w:r>
        <w:tab/>
        <w:t>1.013e0</w:t>
      </w:r>
    </w:p>
    <w:p w:rsidR="007B6A46" w:rsidRDefault="007B6A46" w:rsidP="007B6A46">
      <w:r>
        <w:t>370.6237</w:t>
      </w:r>
      <w:r>
        <w:tab/>
        <w:t>1.013e0</w:t>
      </w:r>
    </w:p>
    <w:p w:rsidR="007B6A46" w:rsidRDefault="007B6A46" w:rsidP="007B6A46">
      <w:r>
        <w:t>370.6303</w:t>
      </w:r>
      <w:r>
        <w:tab/>
        <w:t>1.013e0</w:t>
      </w:r>
    </w:p>
    <w:p w:rsidR="007B6A46" w:rsidRDefault="007B6A46" w:rsidP="007B6A46">
      <w:r>
        <w:t>370.6507</w:t>
      </w:r>
      <w:r>
        <w:tab/>
        <w:t>1.013e0</w:t>
      </w:r>
    </w:p>
    <w:p w:rsidR="007B6A46" w:rsidRDefault="007B6A46" w:rsidP="007B6A46">
      <w:r>
        <w:t>370.6699</w:t>
      </w:r>
      <w:r>
        <w:tab/>
        <w:t>1.013e0</w:t>
      </w:r>
    </w:p>
    <w:p w:rsidR="007B6A46" w:rsidRDefault="007B6A46" w:rsidP="007B6A46">
      <w:r>
        <w:t>370.6771</w:t>
      </w:r>
      <w:r>
        <w:tab/>
        <w:t>1.013e0</w:t>
      </w:r>
    </w:p>
    <w:p w:rsidR="007B6A46" w:rsidRDefault="007B6A46" w:rsidP="007B6A46">
      <w:r>
        <w:t>370.7333</w:t>
      </w:r>
      <w:r>
        <w:tab/>
        <w:t>1.013e0</w:t>
      </w:r>
    </w:p>
    <w:p w:rsidR="007B6A46" w:rsidRDefault="007B6A46" w:rsidP="007B6A46">
      <w:r>
        <w:t>370.7425</w:t>
      </w:r>
      <w:r>
        <w:tab/>
        <w:t>1.013e0</w:t>
      </w:r>
    </w:p>
    <w:p w:rsidR="007B6A46" w:rsidRDefault="007B6A46" w:rsidP="007B6A46">
      <w:r>
        <w:lastRenderedPageBreak/>
        <w:t>370.7583</w:t>
      </w:r>
      <w:r>
        <w:tab/>
        <w:t>1.013e0</w:t>
      </w:r>
    </w:p>
    <w:p w:rsidR="007B6A46" w:rsidRDefault="007B6A46" w:rsidP="007B6A46">
      <w:r>
        <w:t>370.8207</w:t>
      </w:r>
      <w:r>
        <w:tab/>
        <w:t>1.013e0</w:t>
      </w:r>
    </w:p>
    <w:p w:rsidR="007B6A46" w:rsidRDefault="007B6A46" w:rsidP="007B6A46">
      <w:r>
        <w:t>370.8332</w:t>
      </w:r>
      <w:r>
        <w:tab/>
        <w:t>2.025e0</w:t>
      </w:r>
    </w:p>
    <w:p w:rsidR="007B6A46" w:rsidRDefault="007B6A46" w:rsidP="007B6A46">
      <w:r>
        <w:t>370.8706</w:t>
      </w:r>
      <w:r>
        <w:tab/>
        <w:t>1.013e0</w:t>
      </w:r>
    </w:p>
    <w:p w:rsidR="007B6A46" w:rsidRDefault="007B6A46" w:rsidP="007B6A46">
      <w:r>
        <w:t>370.8751</w:t>
      </w:r>
      <w:r>
        <w:tab/>
        <w:t>1.013e0</w:t>
      </w:r>
    </w:p>
    <w:p w:rsidR="007B6A46" w:rsidRDefault="007B6A46" w:rsidP="007B6A46">
      <w:r>
        <w:t>370.8883</w:t>
      </w:r>
      <w:r>
        <w:tab/>
        <w:t>1.013e0</w:t>
      </w:r>
    </w:p>
    <w:p w:rsidR="007B6A46" w:rsidRDefault="007B6A46" w:rsidP="007B6A46">
      <w:r>
        <w:t>370.9076</w:t>
      </w:r>
      <w:r>
        <w:tab/>
        <w:t>1.013e0</w:t>
      </w:r>
    </w:p>
    <w:p w:rsidR="007B6A46" w:rsidRDefault="007B6A46" w:rsidP="007B6A46">
      <w:r>
        <w:t>370.9344</w:t>
      </w:r>
      <w:r>
        <w:tab/>
        <w:t>1.013e0</w:t>
      </w:r>
    </w:p>
    <w:p w:rsidR="007B6A46" w:rsidRDefault="007B6A46" w:rsidP="007B6A46">
      <w:r>
        <w:t>370.9472</w:t>
      </w:r>
      <w:r>
        <w:tab/>
        <w:t>1.013e0</w:t>
      </w:r>
    </w:p>
    <w:p w:rsidR="007B6A46" w:rsidRDefault="007B6A46" w:rsidP="007B6A46">
      <w:r>
        <w:t>370.9544</w:t>
      </w:r>
      <w:r>
        <w:tab/>
        <w:t>1.013e0</w:t>
      </w:r>
    </w:p>
    <w:p w:rsidR="007B6A46" w:rsidRDefault="007B6A46" w:rsidP="007B6A46">
      <w:r>
        <w:t>370.9562</w:t>
      </w:r>
      <w:r>
        <w:tab/>
        <w:t>2.025e0</w:t>
      </w:r>
    </w:p>
    <w:p w:rsidR="007B6A46" w:rsidRDefault="007B6A46" w:rsidP="007B6A46">
      <w:r>
        <w:t>370.9632</w:t>
      </w:r>
      <w:r>
        <w:tab/>
        <w:t>2.025e0</w:t>
      </w:r>
    </w:p>
    <w:p w:rsidR="007B6A46" w:rsidRDefault="007B6A46" w:rsidP="007B6A46">
      <w:r>
        <w:t>371.0138</w:t>
      </w:r>
      <w:r>
        <w:tab/>
        <w:t>1.013e0</w:t>
      </w:r>
    </w:p>
    <w:p w:rsidR="007B6A46" w:rsidRDefault="007B6A46" w:rsidP="007B6A46">
      <w:r>
        <w:t>371.0167</w:t>
      </w:r>
      <w:r>
        <w:tab/>
        <w:t>2.025e0</w:t>
      </w:r>
    </w:p>
    <w:p w:rsidR="007B6A46" w:rsidRDefault="007B6A46" w:rsidP="007B6A46">
      <w:r>
        <w:t>371.0300</w:t>
      </w:r>
      <w:r>
        <w:tab/>
        <w:t>1.013e0</w:t>
      </w:r>
    </w:p>
    <w:p w:rsidR="007B6A46" w:rsidRDefault="007B6A46" w:rsidP="007B6A46">
      <w:r>
        <w:t>371.0760</w:t>
      </w:r>
      <w:r>
        <w:tab/>
        <w:t>2.025e0</w:t>
      </w:r>
    </w:p>
    <w:p w:rsidR="007B6A46" w:rsidRDefault="007B6A46" w:rsidP="007B6A46">
      <w:r>
        <w:t>371.0793</w:t>
      </w:r>
      <w:r>
        <w:tab/>
        <w:t>1.013e0</w:t>
      </w:r>
    </w:p>
    <w:p w:rsidR="007B6A46" w:rsidRDefault="007B6A46" w:rsidP="007B6A46">
      <w:r>
        <w:t>371.1063</w:t>
      </w:r>
      <w:r>
        <w:tab/>
        <w:t>1.013e0</w:t>
      </w:r>
    </w:p>
    <w:p w:rsidR="007B6A46" w:rsidRDefault="007B6A46" w:rsidP="007B6A46">
      <w:r>
        <w:t>371.1760</w:t>
      </w:r>
      <w:r>
        <w:tab/>
        <w:t>2.025e0</w:t>
      </w:r>
    </w:p>
    <w:p w:rsidR="007B6A46" w:rsidRDefault="007B6A46" w:rsidP="007B6A46">
      <w:r>
        <w:lastRenderedPageBreak/>
        <w:t>371.1845</w:t>
      </w:r>
      <w:r>
        <w:tab/>
        <w:t>1.013e0</w:t>
      </w:r>
    </w:p>
    <w:p w:rsidR="007B6A46" w:rsidRDefault="007B6A46" w:rsidP="007B6A46">
      <w:r>
        <w:t>371.2118</w:t>
      </w:r>
      <w:r>
        <w:tab/>
        <w:t>3.038e0</w:t>
      </w:r>
    </w:p>
    <w:p w:rsidR="007B6A46" w:rsidRDefault="007B6A46" w:rsidP="007B6A46">
      <w:r>
        <w:t>371.2310</w:t>
      </w:r>
      <w:r>
        <w:tab/>
        <w:t>1.013e0</w:t>
      </w:r>
    </w:p>
    <w:p w:rsidR="007B6A46" w:rsidRDefault="007B6A46" w:rsidP="007B6A46">
      <w:r>
        <w:t>371.2841</w:t>
      </w:r>
      <w:r>
        <w:tab/>
        <w:t>2.025e0</w:t>
      </w:r>
    </w:p>
    <w:p w:rsidR="007B6A46" w:rsidRDefault="007B6A46" w:rsidP="007B6A46">
      <w:r>
        <w:t>371.3044</w:t>
      </w:r>
      <w:r>
        <w:tab/>
        <w:t>3.038e0</w:t>
      </w:r>
    </w:p>
    <w:p w:rsidR="007B6A46" w:rsidRDefault="007B6A46" w:rsidP="007B6A46">
      <w:r>
        <w:t>371.3153</w:t>
      </w:r>
      <w:r>
        <w:tab/>
        <w:t>3.038e0</w:t>
      </w:r>
    </w:p>
    <w:p w:rsidR="007B6A46" w:rsidRDefault="007B6A46" w:rsidP="007B6A46">
      <w:r>
        <w:t>371.3229</w:t>
      </w:r>
      <w:r>
        <w:tab/>
        <w:t>3.038e0</w:t>
      </w:r>
    </w:p>
    <w:p w:rsidR="007B6A46" w:rsidRDefault="007B6A46" w:rsidP="007B6A46">
      <w:r>
        <w:t>371.3352</w:t>
      </w:r>
      <w:r>
        <w:tab/>
        <w:t>2.025e0</w:t>
      </w:r>
    </w:p>
    <w:p w:rsidR="007B6A46" w:rsidRDefault="007B6A46" w:rsidP="007B6A46">
      <w:r>
        <w:t>371.3510</w:t>
      </w:r>
      <w:r>
        <w:tab/>
        <w:t>1.013e0</w:t>
      </w:r>
    </w:p>
    <w:p w:rsidR="007B6A46" w:rsidRDefault="007B6A46" w:rsidP="007B6A46">
      <w:r>
        <w:t>371.4037</w:t>
      </w:r>
      <w:r>
        <w:tab/>
        <w:t>1.013e0</w:t>
      </w:r>
    </w:p>
    <w:p w:rsidR="007B6A46" w:rsidRDefault="007B6A46" w:rsidP="007B6A46">
      <w:r>
        <w:t>371.4493</w:t>
      </w:r>
      <w:r>
        <w:tab/>
        <w:t>1.013e0</w:t>
      </w:r>
    </w:p>
    <w:p w:rsidR="007B6A46" w:rsidRDefault="007B6A46" w:rsidP="007B6A46">
      <w:r>
        <w:t>371.4687</w:t>
      </w:r>
      <w:r>
        <w:tab/>
        <w:t>2.025e0</w:t>
      </w:r>
    </w:p>
    <w:p w:rsidR="007B6A46" w:rsidRDefault="007B6A46" w:rsidP="007B6A46">
      <w:r>
        <w:t>371.4979</w:t>
      </w:r>
      <w:r>
        <w:tab/>
        <w:t>2.025e0</w:t>
      </w:r>
    </w:p>
    <w:p w:rsidR="007B6A46" w:rsidRDefault="007B6A46" w:rsidP="007B6A46">
      <w:r>
        <w:t>371.5775</w:t>
      </w:r>
      <w:r>
        <w:tab/>
        <w:t>1.013e0</w:t>
      </w:r>
    </w:p>
    <w:p w:rsidR="007B6A46" w:rsidRDefault="007B6A46" w:rsidP="007B6A46">
      <w:r>
        <w:t>371.5882</w:t>
      </w:r>
      <w:r>
        <w:tab/>
        <w:t>1.013e0</w:t>
      </w:r>
    </w:p>
    <w:p w:rsidR="007B6A46" w:rsidRDefault="007B6A46" w:rsidP="007B6A46">
      <w:r>
        <w:t>371.6153</w:t>
      </w:r>
      <w:r>
        <w:tab/>
        <w:t>1.013e0</w:t>
      </w:r>
    </w:p>
    <w:p w:rsidR="007B6A46" w:rsidRDefault="007B6A46" w:rsidP="007B6A46">
      <w:r>
        <w:t>371.6483</w:t>
      </w:r>
      <w:r>
        <w:tab/>
        <w:t>1.013e0</w:t>
      </w:r>
    </w:p>
    <w:p w:rsidR="007B6A46" w:rsidRDefault="007B6A46" w:rsidP="007B6A46">
      <w:r>
        <w:t>371.7153</w:t>
      </w:r>
      <w:r>
        <w:tab/>
        <w:t>1.013e0</w:t>
      </w:r>
    </w:p>
    <w:p w:rsidR="007B6A46" w:rsidRDefault="007B6A46" w:rsidP="007B6A46">
      <w:r>
        <w:t>371.7818</w:t>
      </w:r>
      <w:r>
        <w:tab/>
        <w:t>1.013e0</w:t>
      </w:r>
    </w:p>
    <w:p w:rsidR="007B6A46" w:rsidRDefault="007B6A46" w:rsidP="007B6A46">
      <w:r>
        <w:lastRenderedPageBreak/>
        <w:t>371.7867</w:t>
      </w:r>
      <w:r>
        <w:tab/>
        <w:t>1.013e0</w:t>
      </w:r>
    </w:p>
    <w:p w:rsidR="007B6A46" w:rsidRDefault="007B6A46" w:rsidP="007B6A46">
      <w:r>
        <w:t>371.8204</w:t>
      </w:r>
      <w:r>
        <w:tab/>
        <w:t>1.013e0</w:t>
      </w:r>
    </w:p>
    <w:p w:rsidR="007B6A46" w:rsidRDefault="007B6A46" w:rsidP="007B6A46">
      <w:r>
        <w:t>371.8283</w:t>
      </w:r>
      <w:r>
        <w:tab/>
        <w:t>1.013e0</w:t>
      </w:r>
    </w:p>
    <w:p w:rsidR="007B6A46" w:rsidRDefault="007B6A46" w:rsidP="007B6A46">
      <w:r>
        <w:t>371.8667</w:t>
      </w:r>
      <w:r>
        <w:tab/>
        <w:t>1.056e0</w:t>
      </w:r>
    </w:p>
    <w:p w:rsidR="007B6A46" w:rsidRDefault="007B6A46" w:rsidP="007B6A46">
      <w:r>
        <w:t>371.8860</w:t>
      </w:r>
      <w:r>
        <w:tab/>
        <w:t>1.013e0</w:t>
      </w:r>
    </w:p>
    <w:p w:rsidR="007B6A46" w:rsidRDefault="007B6A46" w:rsidP="007B6A46">
      <w:r>
        <w:t>371.9163</w:t>
      </w:r>
      <w:r>
        <w:tab/>
        <w:t>2.025e0</w:t>
      </w:r>
    </w:p>
    <w:p w:rsidR="007B6A46" w:rsidRDefault="007B6A46" w:rsidP="007B6A46">
      <w:r>
        <w:t>371.9343</w:t>
      </w:r>
      <w:r>
        <w:tab/>
        <w:t>3.038e0</w:t>
      </w:r>
    </w:p>
    <w:p w:rsidR="007B6A46" w:rsidRDefault="007B6A46" w:rsidP="007B6A46">
      <w:r>
        <w:t>371.9367</w:t>
      </w:r>
      <w:r>
        <w:tab/>
        <w:t>2.025e0</w:t>
      </w:r>
    </w:p>
    <w:p w:rsidR="007B6A46" w:rsidRDefault="007B6A46" w:rsidP="007B6A46">
      <w:r>
        <w:t>371.9521</w:t>
      </w:r>
      <w:r>
        <w:tab/>
        <w:t>1.013e0</w:t>
      </w:r>
    </w:p>
    <w:p w:rsidR="007B6A46" w:rsidRDefault="007B6A46" w:rsidP="007B6A46">
      <w:r>
        <w:t>371.9654</w:t>
      </w:r>
      <w:r>
        <w:tab/>
        <w:t>1.013e0</w:t>
      </w:r>
    </w:p>
    <w:p w:rsidR="007B6A46" w:rsidRDefault="007B6A46" w:rsidP="007B6A46">
      <w:r>
        <w:t>371.9825</w:t>
      </w:r>
      <w:r>
        <w:tab/>
        <w:t>2.025e0</w:t>
      </w:r>
    </w:p>
    <w:p w:rsidR="007B6A46" w:rsidRDefault="007B6A46" w:rsidP="007B6A46">
      <w:r>
        <w:t>371.9925</w:t>
      </w:r>
      <w:r>
        <w:tab/>
        <w:t>1.013e0</w:t>
      </w:r>
    </w:p>
    <w:p w:rsidR="007B6A46" w:rsidRDefault="007B6A46" w:rsidP="007B6A46">
      <w:r>
        <w:t>371.9986</w:t>
      </w:r>
      <w:r>
        <w:tab/>
        <w:t>2.025e0</w:t>
      </w:r>
    </w:p>
    <w:p w:rsidR="007B6A46" w:rsidRDefault="007B6A46" w:rsidP="007B6A46">
      <w:r>
        <w:t>372.0256</w:t>
      </w:r>
      <w:r>
        <w:tab/>
        <w:t>1.013e0</w:t>
      </w:r>
    </w:p>
    <w:p w:rsidR="007B6A46" w:rsidRDefault="007B6A46" w:rsidP="007B6A46">
      <w:r>
        <w:t>372.0447</w:t>
      </w:r>
      <w:r>
        <w:tab/>
        <w:t>2.025e0</w:t>
      </w:r>
    </w:p>
    <w:p w:rsidR="007B6A46" w:rsidRDefault="007B6A46" w:rsidP="007B6A46">
      <w:r>
        <w:t>372.0732</w:t>
      </w:r>
      <w:r>
        <w:tab/>
        <w:t>2.025e0</w:t>
      </w:r>
    </w:p>
    <w:p w:rsidR="007B6A46" w:rsidRDefault="007B6A46" w:rsidP="007B6A46">
      <w:r>
        <w:t>372.0790</w:t>
      </w:r>
      <w:r>
        <w:tab/>
        <w:t>1.013e0</w:t>
      </w:r>
    </w:p>
    <w:p w:rsidR="007B6A46" w:rsidRDefault="007B6A46" w:rsidP="007B6A46">
      <w:r>
        <w:t>372.1088</w:t>
      </w:r>
      <w:r>
        <w:tab/>
        <w:t>2.025e0</w:t>
      </w:r>
    </w:p>
    <w:p w:rsidR="007B6A46" w:rsidRDefault="007B6A46" w:rsidP="007B6A46">
      <w:r>
        <w:t>372.1462</w:t>
      </w:r>
      <w:r>
        <w:tab/>
        <w:t>1.013e0</w:t>
      </w:r>
    </w:p>
    <w:p w:rsidR="007B6A46" w:rsidRDefault="007B6A46" w:rsidP="007B6A46">
      <w:r>
        <w:lastRenderedPageBreak/>
        <w:t>372.1574</w:t>
      </w:r>
      <w:r>
        <w:tab/>
        <w:t>1.013e0</w:t>
      </w:r>
    </w:p>
    <w:p w:rsidR="007B6A46" w:rsidRDefault="007B6A46" w:rsidP="007B6A46">
      <w:r>
        <w:t>372.1845</w:t>
      </w:r>
      <w:r>
        <w:tab/>
        <w:t>1.013e0</w:t>
      </w:r>
    </w:p>
    <w:p w:rsidR="007B6A46" w:rsidRDefault="007B6A46" w:rsidP="007B6A46">
      <w:r>
        <w:t>372.1971</w:t>
      </w:r>
      <w:r>
        <w:tab/>
        <w:t>4.051e0</w:t>
      </w:r>
    </w:p>
    <w:p w:rsidR="007B6A46" w:rsidRDefault="007B6A46" w:rsidP="007B6A46">
      <w:r>
        <w:t>372.2292</w:t>
      </w:r>
      <w:r>
        <w:tab/>
        <w:t>5.063e0</w:t>
      </w:r>
    </w:p>
    <w:p w:rsidR="007B6A46" w:rsidRDefault="007B6A46" w:rsidP="007B6A46">
      <w:r>
        <w:t>372.2342</w:t>
      </w:r>
      <w:r>
        <w:tab/>
        <w:t>2.025e0</w:t>
      </w:r>
    </w:p>
    <w:p w:rsidR="007B6A46" w:rsidRDefault="007B6A46" w:rsidP="007B6A46">
      <w:r>
        <w:t>372.2555</w:t>
      </w:r>
      <w:r>
        <w:tab/>
        <w:t>3.038e0</w:t>
      </w:r>
    </w:p>
    <w:p w:rsidR="007B6A46" w:rsidRDefault="007B6A46" w:rsidP="007B6A46">
      <w:r>
        <w:t>372.3243</w:t>
      </w:r>
      <w:r>
        <w:tab/>
        <w:t>5.063e0</w:t>
      </w:r>
    </w:p>
    <w:p w:rsidR="007B6A46" w:rsidRDefault="007B6A46" w:rsidP="007B6A46">
      <w:r>
        <w:t>372.3382</w:t>
      </w:r>
      <w:r>
        <w:tab/>
        <w:t>9.798e0</w:t>
      </w:r>
    </w:p>
    <w:p w:rsidR="007B6A46" w:rsidRDefault="007B6A46" w:rsidP="007B6A46">
      <w:r>
        <w:t>372.3483</w:t>
      </w:r>
      <w:r>
        <w:tab/>
        <w:t>1.114e1</w:t>
      </w:r>
    </w:p>
    <w:p w:rsidR="007B6A46" w:rsidRDefault="007B6A46" w:rsidP="007B6A46">
      <w:r>
        <w:t>372.3494</w:t>
      </w:r>
      <w:r>
        <w:tab/>
        <w:t>1.013e1</w:t>
      </w:r>
    </w:p>
    <w:p w:rsidR="007B6A46" w:rsidRDefault="007B6A46" w:rsidP="007B6A46">
      <w:r>
        <w:t>372.3600</w:t>
      </w:r>
      <w:r>
        <w:tab/>
        <w:t>1.519e1</w:t>
      </w:r>
    </w:p>
    <w:p w:rsidR="007B6A46" w:rsidRDefault="007B6A46" w:rsidP="007B6A46">
      <w:r>
        <w:t>372.3648</w:t>
      </w:r>
      <w:r>
        <w:tab/>
        <w:t>7.089e0</w:t>
      </w:r>
    </w:p>
    <w:p w:rsidR="007B6A46" w:rsidRDefault="007B6A46" w:rsidP="007B6A46">
      <w:r>
        <w:t>372.3952</w:t>
      </w:r>
      <w:r>
        <w:tab/>
        <w:t>2.025e0</w:t>
      </w:r>
    </w:p>
    <w:p w:rsidR="007B6A46" w:rsidRDefault="007B6A46" w:rsidP="007B6A46">
      <w:r>
        <w:t>372.4224</w:t>
      </w:r>
      <w:r>
        <w:tab/>
        <w:t>1.013e0</w:t>
      </w:r>
    </w:p>
    <w:p w:rsidR="007B6A46" w:rsidRDefault="007B6A46" w:rsidP="007B6A46">
      <w:r>
        <w:t>372.4495</w:t>
      </w:r>
      <w:r>
        <w:tab/>
        <w:t>1.013e0</w:t>
      </w:r>
    </w:p>
    <w:p w:rsidR="007B6A46" w:rsidRDefault="007B6A46" w:rsidP="007B6A46">
      <w:r>
        <w:t>372.4811</w:t>
      </w:r>
      <w:r>
        <w:tab/>
        <w:t>1.013e0</w:t>
      </w:r>
    </w:p>
    <w:p w:rsidR="007B6A46" w:rsidRDefault="007B6A46" w:rsidP="007B6A46">
      <w:r>
        <w:t>372.5061</w:t>
      </w:r>
      <w:r>
        <w:tab/>
        <w:t>1.013e0</w:t>
      </w:r>
    </w:p>
    <w:p w:rsidR="007B6A46" w:rsidRDefault="007B6A46" w:rsidP="007B6A46">
      <w:r>
        <w:t>372.5094</w:t>
      </w:r>
      <w:r>
        <w:tab/>
        <w:t>1.013e0</w:t>
      </w:r>
    </w:p>
    <w:p w:rsidR="007B6A46" w:rsidRDefault="007B6A46" w:rsidP="007B6A46">
      <w:r>
        <w:t>372.5725</w:t>
      </w:r>
      <w:r>
        <w:tab/>
        <w:t>2.025e0</w:t>
      </w:r>
    </w:p>
    <w:p w:rsidR="007B6A46" w:rsidRDefault="007B6A46" w:rsidP="007B6A46">
      <w:r>
        <w:lastRenderedPageBreak/>
        <w:t>372.6020</w:t>
      </w:r>
      <w:r>
        <w:tab/>
        <w:t>1.013e0</w:t>
      </w:r>
    </w:p>
    <w:p w:rsidR="007B6A46" w:rsidRDefault="007B6A46" w:rsidP="007B6A46">
      <w:r>
        <w:t>372.6190</w:t>
      </w:r>
      <w:r>
        <w:tab/>
        <w:t>1.013e0</w:t>
      </w:r>
    </w:p>
    <w:p w:rsidR="007B6A46" w:rsidRDefault="007B6A46" w:rsidP="007B6A46">
      <w:r>
        <w:t>372.6414</w:t>
      </w:r>
      <w:r>
        <w:tab/>
        <w:t>2.025e0</w:t>
      </w:r>
    </w:p>
    <w:p w:rsidR="007B6A46" w:rsidRDefault="007B6A46" w:rsidP="007B6A46">
      <w:r>
        <w:t>372.6607</w:t>
      </w:r>
      <w:r>
        <w:tab/>
        <w:t>1.013e0</w:t>
      </w:r>
    </w:p>
    <w:p w:rsidR="007B6A46" w:rsidRDefault="007B6A46" w:rsidP="007B6A46">
      <w:r>
        <w:t>372.6692</w:t>
      </w:r>
      <w:r>
        <w:tab/>
        <w:t>2.025e0</w:t>
      </w:r>
    </w:p>
    <w:p w:rsidR="007B6A46" w:rsidRDefault="007B6A46" w:rsidP="007B6A46">
      <w:r>
        <w:t>372.7072</w:t>
      </w:r>
      <w:r>
        <w:tab/>
        <w:t>1.013e0</w:t>
      </w:r>
    </w:p>
    <w:p w:rsidR="007B6A46" w:rsidRDefault="007B6A46" w:rsidP="007B6A46">
      <w:r>
        <w:t>372.7111</w:t>
      </w:r>
      <w:r>
        <w:tab/>
        <w:t>1.013e0</w:t>
      </w:r>
    </w:p>
    <w:p w:rsidR="007B6A46" w:rsidRDefault="007B6A46" w:rsidP="007B6A46">
      <w:r>
        <w:t>372.7360</w:t>
      </w:r>
      <w:r>
        <w:tab/>
        <w:t>1.013e0</w:t>
      </w:r>
    </w:p>
    <w:p w:rsidR="007B6A46" w:rsidRDefault="007B6A46" w:rsidP="007B6A46">
      <w:r>
        <w:t>372.8278</w:t>
      </w:r>
      <w:r>
        <w:tab/>
        <w:t>1.013e0</w:t>
      </w:r>
    </w:p>
    <w:p w:rsidR="007B6A46" w:rsidRDefault="007B6A46" w:rsidP="007B6A46">
      <w:r>
        <w:t>372.8661</w:t>
      </w:r>
      <w:r>
        <w:tab/>
        <w:t>1.013e0</w:t>
      </w:r>
    </w:p>
    <w:p w:rsidR="007B6A46" w:rsidRDefault="007B6A46" w:rsidP="007B6A46">
      <w:r>
        <w:t>372.8701</w:t>
      </w:r>
      <w:r>
        <w:tab/>
        <w:t>1.013e0</w:t>
      </w:r>
    </w:p>
    <w:p w:rsidR="007B6A46" w:rsidRDefault="007B6A46" w:rsidP="007B6A46">
      <w:r>
        <w:t>372.8770</w:t>
      </w:r>
      <w:r>
        <w:tab/>
        <w:t>2.025e0</w:t>
      </w:r>
    </w:p>
    <w:p w:rsidR="007B6A46" w:rsidRDefault="007B6A46" w:rsidP="007B6A46">
      <w:r>
        <w:t>372.9155</w:t>
      </w:r>
      <w:r>
        <w:tab/>
        <w:t>1.013e0</w:t>
      </w:r>
    </w:p>
    <w:p w:rsidR="007B6A46" w:rsidRDefault="007B6A46" w:rsidP="007B6A46">
      <w:r>
        <w:t>372.9409</w:t>
      </w:r>
      <w:r>
        <w:tab/>
        <w:t>1.013e0</w:t>
      </w:r>
    </w:p>
    <w:p w:rsidR="007B6A46" w:rsidRDefault="007B6A46" w:rsidP="007B6A46">
      <w:r>
        <w:t>372.9469</w:t>
      </w:r>
      <w:r>
        <w:tab/>
        <w:t>1.013e0</w:t>
      </w:r>
    </w:p>
    <w:p w:rsidR="007B6A46" w:rsidRDefault="007B6A46" w:rsidP="007B6A46">
      <w:r>
        <w:t>372.9529</w:t>
      </w:r>
      <w:r>
        <w:tab/>
        <w:t>1.013e0</w:t>
      </w:r>
    </w:p>
    <w:p w:rsidR="007B6A46" w:rsidRDefault="007B6A46" w:rsidP="007B6A46">
      <w:r>
        <w:t>372.9560</w:t>
      </w:r>
      <w:r>
        <w:tab/>
        <w:t>2.025e0</w:t>
      </w:r>
    </w:p>
    <w:p w:rsidR="007B6A46" w:rsidRDefault="007B6A46" w:rsidP="007B6A46">
      <w:r>
        <w:t>372.9580</w:t>
      </w:r>
      <w:r>
        <w:tab/>
        <w:t>1.013e0</w:t>
      </w:r>
    </w:p>
    <w:p w:rsidR="007B6A46" w:rsidRDefault="007B6A46" w:rsidP="007B6A46">
      <w:r>
        <w:t>372.9994</w:t>
      </w:r>
      <w:r>
        <w:tab/>
        <w:t>1.013e0</w:t>
      </w:r>
    </w:p>
    <w:p w:rsidR="007B6A46" w:rsidRDefault="007B6A46" w:rsidP="007B6A46">
      <w:r>
        <w:lastRenderedPageBreak/>
        <w:t>373.0886</w:t>
      </w:r>
      <w:r>
        <w:tab/>
        <w:t>2.025e0</w:t>
      </w:r>
    </w:p>
    <w:p w:rsidR="007B6A46" w:rsidRDefault="007B6A46" w:rsidP="007B6A46">
      <w:r>
        <w:t>373.1261</w:t>
      </w:r>
      <w:r>
        <w:tab/>
        <w:t>1.013e0</w:t>
      </w:r>
    </w:p>
    <w:p w:rsidR="007B6A46" w:rsidRDefault="007B6A46" w:rsidP="007B6A46">
      <w:r>
        <w:t>373.1415</w:t>
      </w:r>
      <w:r>
        <w:tab/>
        <w:t>1.013e0</w:t>
      </w:r>
    </w:p>
    <w:p w:rsidR="007B6A46" w:rsidRDefault="007B6A46" w:rsidP="007B6A46">
      <w:r>
        <w:t>373.1726</w:t>
      </w:r>
      <w:r>
        <w:tab/>
        <w:t>2.025e0</w:t>
      </w:r>
    </w:p>
    <w:p w:rsidR="007B6A46" w:rsidRDefault="007B6A46" w:rsidP="007B6A46">
      <w:r>
        <w:t>373.2216</w:t>
      </w:r>
      <w:r>
        <w:tab/>
        <w:t>1.620e1</w:t>
      </w:r>
    </w:p>
    <w:p w:rsidR="007B6A46" w:rsidRDefault="007B6A46" w:rsidP="007B6A46">
      <w:r>
        <w:t>373.2269</w:t>
      </w:r>
      <w:r>
        <w:tab/>
        <w:t>2.847e1</w:t>
      </w:r>
    </w:p>
    <w:p w:rsidR="007B6A46" w:rsidRDefault="007B6A46" w:rsidP="007B6A46">
      <w:r>
        <w:t>373.2282</w:t>
      </w:r>
      <w:r>
        <w:tab/>
        <w:t>5.275e1</w:t>
      </w:r>
    </w:p>
    <w:p w:rsidR="007B6A46" w:rsidRDefault="007B6A46" w:rsidP="007B6A46">
      <w:r>
        <w:t>373.2343</w:t>
      </w:r>
      <w:r>
        <w:tab/>
        <w:t>6.926e1</w:t>
      </w:r>
    </w:p>
    <w:p w:rsidR="007B6A46" w:rsidRDefault="007B6A46" w:rsidP="007B6A46">
      <w:r>
        <w:t>373.2883</w:t>
      </w:r>
      <w:r>
        <w:tab/>
        <w:t>6.648e0</w:t>
      </w:r>
    </w:p>
    <w:p w:rsidR="007B6A46" w:rsidRDefault="007B6A46" w:rsidP="007B6A46">
      <w:r>
        <w:t>373.3008</w:t>
      </w:r>
      <w:r>
        <w:tab/>
        <w:t>2.025e0</w:t>
      </w:r>
    </w:p>
    <w:p w:rsidR="007B6A46" w:rsidRDefault="007B6A46" w:rsidP="007B6A46">
      <w:r>
        <w:t>373.3464</w:t>
      </w:r>
      <w:r>
        <w:tab/>
        <w:t>4.051e0</w:t>
      </w:r>
    </w:p>
    <w:p w:rsidR="007B6A46" w:rsidRDefault="007B6A46" w:rsidP="007B6A46">
      <w:r>
        <w:t>373.3539</w:t>
      </w:r>
      <w:r>
        <w:tab/>
        <w:t>3.038e0</w:t>
      </w:r>
    </w:p>
    <w:p w:rsidR="007B6A46" w:rsidRDefault="007B6A46" w:rsidP="007B6A46">
      <w:r>
        <w:t>373.3585</w:t>
      </w:r>
      <w:r>
        <w:tab/>
        <w:t>9.114e0</w:t>
      </w:r>
    </w:p>
    <w:p w:rsidR="007B6A46" w:rsidRDefault="007B6A46" w:rsidP="007B6A46">
      <w:r>
        <w:t>373.3708</w:t>
      </w:r>
      <w:r>
        <w:tab/>
        <w:t>3.038e0</w:t>
      </w:r>
    </w:p>
    <w:p w:rsidR="007B6A46" w:rsidRDefault="007B6A46" w:rsidP="007B6A46">
      <w:r>
        <w:t>373.4050</w:t>
      </w:r>
      <w:r>
        <w:tab/>
        <w:t>2.025e0</w:t>
      </w:r>
    </w:p>
    <w:p w:rsidR="007B6A46" w:rsidRDefault="007B6A46" w:rsidP="007B6A46">
      <w:r>
        <w:t>373.4387</w:t>
      </w:r>
      <w:r>
        <w:tab/>
        <w:t>2.025e0</w:t>
      </w:r>
    </w:p>
    <w:p w:rsidR="007B6A46" w:rsidRDefault="007B6A46" w:rsidP="007B6A46">
      <w:r>
        <w:t>373.4449</w:t>
      </w:r>
      <w:r>
        <w:tab/>
        <w:t>1.013e0</w:t>
      </w:r>
    </w:p>
    <w:p w:rsidR="007B6A46" w:rsidRDefault="007B6A46" w:rsidP="007B6A46">
      <w:r>
        <w:t>373.5061</w:t>
      </w:r>
      <w:r>
        <w:tab/>
        <w:t>1.013e0</w:t>
      </w:r>
    </w:p>
    <w:p w:rsidR="007B6A46" w:rsidRDefault="007B6A46" w:rsidP="007B6A46">
      <w:r>
        <w:t>373.5232</w:t>
      </w:r>
      <w:r>
        <w:tab/>
        <w:t>1.013e0</w:t>
      </w:r>
    </w:p>
    <w:p w:rsidR="007B6A46" w:rsidRDefault="007B6A46" w:rsidP="007B6A46">
      <w:r>
        <w:lastRenderedPageBreak/>
        <w:t>373.5272</w:t>
      </w:r>
      <w:r>
        <w:tab/>
        <w:t>1.013e0</w:t>
      </w:r>
    </w:p>
    <w:p w:rsidR="007B6A46" w:rsidRDefault="007B6A46" w:rsidP="007B6A46">
      <w:r>
        <w:t>373.5573</w:t>
      </w:r>
      <w:r>
        <w:tab/>
        <w:t>1.013e0</w:t>
      </w:r>
    </w:p>
    <w:p w:rsidR="007B6A46" w:rsidRDefault="007B6A46" w:rsidP="007B6A46">
      <w:r>
        <w:t>373.5732</w:t>
      </w:r>
      <w:r>
        <w:tab/>
        <w:t>1.013e0</w:t>
      </w:r>
    </w:p>
    <w:p w:rsidR="007B6A46" w:rsidRDefault="007B6A46" w:rsidP="007B6A46">
      <w:r>
        <w:t>373.5886</w:t>
      </w:r>
      <w:r>
        <w:tab/>
        <w:t>2.025e0</w:t>
      </w:r>
    </w:p>
    <w:p w:rsidR="007B6A46" w:rsidRDefault="007B6A46" w:rsidP="007B6A46">
      <w:r>
        <w:t>373.5979</w:t>
      </w:r>
      <w:r>
        <w:tab/>
        <w:t>1.013e0</w:t>
      </w:r>
    </w:p>
    <w:p w:rsidR="007B6A46" w:rsidRDefault="007B6A46" w:rsidP="007B6A46">
      <w:r>
        <w:t>373.6145</w:t>
      </w:r>
      <w:r>
        <w:tab/>
        <w:t>1.013e0</w:t>
      </w:r>
    </w:p>
    <w:p w:rsidR="007B6A46" w:rsidRDefault="007B6A46" w:rsidP="007B6A46">
      <w:r>
        <w:t>373.6442</w:t>
      </w:r>
      <w:r>
        <w:tab/>
        <w:t>1.013e0</w:t>
      </w:r>
    </w:p>
    <w:p w:rsidR="007B6A46" w:rsidRDefault="007B6A46" w:rsidP="007B6A46">
      <w:r>
        <w:t>373.6509</w:t>
      </w:r>
      <w:r>
        <w:tab/>
        <w:t>1.013e0</w:t>
      </w:r>
    </w:p>
    <w:p w:rsidR="007B6A46" w:rsidRDefault="007B6A46" w:rsidP="007B6A46">
      <w:r>
        <w:t>373.6610</w:t>
      </w:r>
      <w:r>
        <w:tab/>
        <w:t>3.038e0</w:t>
      </w:r>
    </w:p>
    <w:p w:rsidR="007B6A46" w:rsidRDefault="007B6A46" w:rsidP="007B6A46">
      <w:r>
        <w:t>373.6645</w:t>
      </w:r>
      <w:r>
        <w:tab/>
        <w:t>1.013e0</w:t>
      </w:r>
    </w:p>
    <w:p w:rsidR="007B6A46" w:rsidRDefault="007B6A46" w:rsidP="007B6A46">
      <w:r>
        <w:t>373.7072</w:t>
      </w:r>
      <w:r>
        <w:tab/>
        <w:t>1.013e0</w:t>
      </w:r>
    </w:p>
    <w:p w:rsidR="007B6A46" w:rsidRDefault="007B6A46" w:rsidP="007B6A46">
      <w:r>
        <w:t>373.7234</w:t>
      </w:r>
      <w:r>
        <w:tab/>
        <w:t>1.013e0</w:t>
      </w:r>
    </w:p>
    <w:p w:rsidR="007B6A46" w:rsidRDefault="007B6A46" w:rsidP="007B6A46">
      <w:r>
        <w:t>373.7611</w:t>
      </w:r>
      <w:r>
        <w:tab/>
        <w:t>2.025e0</w:t>
      </w:r>
    </w:p>
    <w:p w:rsidR="007B6A46" w:rsidRDefault="007B6A46" w:rsidP="007B6A46">
      <w:r>
        <w:t>373.7639</w:t>
      </w:r>
      <w:r>
        <w:tab/>
        <w:t>1.013e0</w:t>
      </w:r>
    </w:p>
    <w:p w:rsidR="007B6A46" w:rsidRDefault="007B6A46" w:rsidP="007B6A46">
      <w:r>
        <w:t>373.8164</w:t>
      </w:r>
      <w:r>
        <w:tab/>
        <w:t>1.013e0</w:t>
      </w:r>
    </w:p>
    <w:p w:rsidR="007B6A46" w:rsidRDefault="007B6A46" w:rsidP="007B6A46">
      <w:r>
        <w:t>373.9189</w:t>
      </w:r>
      <w:r>
        <w:tab/>
        <w:t>2.025e0</w:t>
      </w:r>
    </w:p>
    <w:p w:rsidR="007B6A46" w:rsidRDefault="007B6A46" w:rsidP="007B6A46">
      <w:r>
        <w:t>373.9364</w:t>
      </w:r>
      <w:r>
        <w:tab/>
        <w:t>1.013e0</w:t>
      </w:r>
    </w:p>
    <w:p w:rsidR="007B6A46" w:rsidRDefault="007B6A46" w:rsidP="007B6A46">
      <w:r>
        <w:t>373.9543</w:t>
      </w:r>
      <w:r>
        <w:tab/>
        <w:t>1.013e0</w:t>
      </w:r>
    </w:p>
    <w:p w:rsidR="007B6A46" w:rsidRDefault="007B6A46" w:rsidP="007B6A46">
      <w:r>
        <w:t>374.0042</w:t>
      </w:r>
      <w:r>
        <w:tab/>
        <w:t>1.013e0</w:t>
      </w:r>
    </w:p>
    <w:p w:rsidR="007B6A46" w:rsidRDefault="007B6A46" w:rsidP="007B6A46">
      <w:r>
        <w:lastRenderedPageBreak/>
        <w:t>374.0208</w:t>
      </w:r>
      <w:r>
        <w:tab/>
        <w:t>1.013e0</w:t>
      </w:r>
    </w:p>
    <w:p w:rsidR="007B6A46" w:rsidRDefault="007B6A46" w:rsidP="007B6A46">
      <w:r>
        <w:t>374.0425</w:t>
      </w:r>
      <w:r>
        <w:tab/>
        <w:t>1.013e0</w:t>
      </w:r>
    </w:p>
    <w:p w:rsidR="007B6A46" w:rsidRDefault="007B6A46" w:rsidP="007B6A46">
      <w:r>
        <w:t>374.0492</w:t>
      </w:r>
      <w:r>
        <w:tab/>
        <w:t>3.038e0</w:t>
      </w:r>
    </w:p>
    <w:p w:rsidR="007B6A46" w:rsidRDefault="007B6A46" w:rsidP="007B6A46">
      <w:r>
        <w:t>374.0649</w:t>
      </w:r>
      <w:r>
        <w:tab/>
        <w:t>2.025e0</w:t>
      </w:r>
    </w:p>
    <w:p w:rsidR="007B6A46" w:rsidRDefault="007B6A46" w:rsidP="007B6A46">
      <w:r>
        <w:t>374.0713</w:t>
      </w:r>
      <w:r>
        <w:tab/>
        <w:t>1.013e0</w:t>
      </w:r>
    </w:p>
    <w:p w:rsidR="007B6A46" w:rsidRDefault="007B6A46" w:rsidP="007B6A46">
      <w:r>
        <w:t>374.1154</w:t>
      </w:r>
      <w:r>
        <w:tab/>
        <w:t>2.025e0</w:t>
      </w:r>
    </w:p>
    <w:p w:rsidR="007B6A46" w:rsidRDefault="007B6A46" w:rsidP="007B6A46">
      <w:r>
        <w:t>374.1384</w:t>
      </w:r>
      <w:r>
        <w:tab/>
        <w:t>1.013e0</w:t>
      </w:r>
    </w:p>
    <w:p w:rsidR="007B6A46" w:rsidRDefault="007B6A46" w:rsidP="007B6A46">
      <w:r>
        <w:t>374.1691</w:t>
      </w:r>
      <w:r>
        <w:tab/>
        <w:t>1.013e0</w:t>
      </w:r>
    </w:p>
    <w:p w:rsidR="007B6A46" w:rsidRDefault="007B6A46" w:rsidP="007B6A46">
      <w:r>
        <w:t>374.2009</w:t>
      </w:r>
      <w:r>
        <w:tab/>
        <w:t>2.025e0</w:t>
      </w:r>
    </w:p>
    <w:p w:rsidR="007B6A46" w:rsidRDefault="007B6A46" w:rsidP="007B6A46">
      <w:r>
        <w:t>374.2267</w:t>
      </w:r>
      <w:r>
        <w:tab/>
        <w:t>8.101e0</w:t>
      </w:r>
    </w:p>
    <w:p w:rsidR="007B6A46" w:rsidRDefault="007B6A46" w:rsidP="007B6A46">
      <w:r>
        <w:t>374.2333</w:t>
      </w:r>
      <w:r>
        <w:tab/>
        <w:t>2.329e1</w:t>
      </w:r>
    </w:p>
    <w:p w:rsidR="007B6A46" w:rsidRDefault="007B6A46" w:rsidP="007B6A46">
      <w:r>
        <w:t>374.2426</w:t>
      </w:r>
      <w:r>
        <w:tab/>
        <w:t>1.215e1</w:t>
      </w:r>
    </w:p>
    <w:p w:rsidR="007B6A46" w:rsidRDefault="007B6A46" w:rsidP="007B6A46">
      <w:r>
        <w:t>374.2458</w:t>
      </w:r>
      <w:r>
        <w:tab/>
        <w:t>3.038e0</w:t>
      </w:r>
    </w:p>
    <w:p w:rsidR="007B6A46" w:rsidRDefault="007B6A46" w:rsidP="007B6A46">
      <w:r>
        <w:t>374.3095</w:t>
      </w:r>
      <w:r>
        <w:tab/>
        <w:t>1.013e0</w:t>
      </w:r>
    </w:p>
    <w:p w:rsidR="007B6A46" w:rsidRDefault="007B6A46" w:rsidP="007B6A46">
      <w:r>
        <w:t>374.3224</w:t>
      </w:r>
      <w:r>
        <w:tab/>
        <w:t>4.051e0</w:t>
      </w:r>
    </w:p>
    <w:p w:rsidR="007B6A46" w:rsidRDefault="007B6A46" w:rsidP="007B6A46">
      <w:r>
        <w:t>374.3434</w:t>
      </w:r>
      <w:r>
        <w:tab/>
        <w:t>1.013e0</w:t>
      </w:r>
    </w:p>
    <w:p w:rsidR="007B6A46" w:rsidRDefault="007B6A46" w:rsidP="007B6A46">
      <w:r>
        <w:t>374.3639</w:t>
      </w:r>
      <w:r>
        <w:tab/>
        <w:t>3.038e0</w:t>
      </w:r>
    </w:p>
    <w:p w:rsidR="007B6A46" w:rsidRDefault="007B6A46" w:rsidP="007B6A46">
      <w:r>
        <w:t>374.3850</w:t>
      </w:r>
      <w:r>
        <w:tab/>
        <w:t>1.013e0</w:t>
      </w:r>
    </w:p>
    <w:p w:rsidR="007B6A46" w:rsidRDefault="007B6A46" w:rsidP="007B6A46">
      <w:r>
        <w:t>374.4154</w:t>
      </w:r>
      <w:r>
        <w:tab/>
        <w:t>1.013e0</w:t>
      </w:r>
    </w:p>
    <w:p w:rsidR="007B6A46" w:rsidRDefault="007B6A46" w:rsidP="007B6A46">
      <w:r>
        <w:lastRenderedPageBreak/>
        <w:t>374.4693</w:t>
      </w:r>
      <w:r>
        <w:tab/>
        <w:t>1.013e0</w:t>
      </w:r>
    </w:p>
    <w:p w:rsidR="007B6A46" w:rsidRDefault="007B6A46" w:rsidP="007B6A46">
      <w:r>
        <w:t>374.4856</w:t>
      </w:r>
      <w:r>
        <w:tab/>
        <w:t>2.025e0</w:t>
      </w:r>
    </w:p>
    <w:p w:rsidR="007B6A46" w:rsidRDefault="007B6A46" w:rsidP="007B6A46">
      <w:r>
        <w:t>374.5197</w:t>
      </w:r>
      <w:r>
        <w:tab/>
        <w:t>1.013e0</w:t>
      </w:r>
    </w:p>
    <w:p w:rsidR="007B6A46" w:rsidRDefault="007B6A46" w:rsidP="007B6A46">
      <w:r>
        <w:t>374.5753</w:t>
      </w:r>
      <w:r>
        <w:tab/>
        <w:t>1.013e0</w:t>
      </w:r>
    </w:p>
    <w:p w:rsidR="007B6A46" w:rsidRDefault="007B6A46" w:rsidP="007B6A46">
      <w:r>
        <w:t>374.5867</w:t>
      </w:r>
      <w:r>
        <w:tab/>
        <w:t>1.013e0</w:t>
      </w:r>
    </w:p>
    <w:p w:rsidR="007B6A46" w:rsidRDefault="007B6A46" w:rsidP="007B6A46">
      <w:r>
        <w:t>374.6291</w:t>
      </w:r>
      <w:r>
        <w:tab/>
        <w:t>1.013e0</w:t>
      </w:r>
    </w:p>
    <w:p w:rsidR="007B6A46" w:rsidRDefault="007B6A46" w:rsidP="007B6A46">
      <w:r>
        <w:t>374.6782</w:t>
      </w:r>
      <w:r>
        <w:tab/>
        <w:t>2.025e0</w:t>
      </w:r>
    </w:p>
    <w:p w:rsidR="007B6A46" w:rsidRDefault="007B6A46" w:rsidP="007B6A46">
      <w:r>
        <w:t>374.7203</w:t>
      </w:r>
      <w:r>
        <w:tab/>
        <w:t>1.013e0</w:t>
      </w:r>
    </w:p>
    <w:p w:rsidR="007B6A46" w:rsidRDefault="007B6A46" w:rsidP="007B6A46">
      <w:r>
        <w:t>374.7914</w:t>
      </w:r>
      <w:r>
        <w:tab/>
        <w:t>1.013e0</w:t>
      </w:r>
    </w:p>
    <w:p w:rsidR="007B6A46" w:rsidRDefault="007B6A46" w:rsidP="007B6A46">
      <w:r>
        <w:t>374.8334</w:t>
      </w:r>
      <w:r>
        <w:tab/>
        <w:t>1.013e0</w:t>
      </w:r>
    </w:p>
    <w:p w:rsidR="007B6A46" w:rsidRDefault="007B6A46" w:rsidP="007B6A46">
      <w:r>
        <w:t>374.8424</w:t>
      </w:r>
      <w:r>
        <w:tab/>
        <w:t>1.013e0</w:t>
      </w:r>
    </w:p>
    <w:p w:rsidR="007B6A46" w:rsidRDefault="007B6A46" w:rsidP="007B6A46">
      <w:r>
        <w:t>374.8739</w:t>
      </w:r>
      <w:r>
        <w:tab/>
        <w:t>2.025e0</w:t>
      </w:r>
    </w:p>
    <w:p w:rsidR="007B6A46" w:rsidRDefault="007B6A46" w:rsidP="007B6A46">
      <w:r>
        <w:t>374.8752</w:t>
      </w:r>
      <w:r>
        <w:tab/>
        <w:t>1.013e0</w:t>
      </w:r>
    </w:p>
    <w:p w:rsidR="007B6A46" w:rsidRDefault="007B6A46" w:rsidP="007B6A46">
      <w:r>
        <w:t>374.9051</w:t>
      </w:r>
      <w:r>
        <w:tab/>
        <w:t>2.025e0</w:t>
      </w:r>
    </w:p>
    <w:p w:rsidR="007B6A46" w:rsidRDefault="007B6A46" w:rsidP="007B6A46">
      <w:r>
        <w:t>374.9152</w:t>
      </w:r>
      <w:r>
        <w:tab/>
        <w:t>1.013e0</w:t>
      </w:r>
    </w:p>
    <w:p w:rsidR="007B6A46" w:rsidRDefault="007B6A46" w:rsidP="007B6A46">
      <w:r>
        <w:t>374.9261</w:t>
      </w:r>
      <w:r>
        <w:tab/>
        <w:t>1.013e0</w:t>
      </w:r>
    </w:p>
    <w:p w:rsidR="007B6A46" w:rsidRDefault="007B6A46" w:rsidP="007B6A46">
      <w:r>
        <w:t>374.9557</w:t>
      </w:r>
      <w:r>
        <w:tab/>
        <w:t>1.013e0</w:t>
      </w:r>
    </w:p>
    <w:p w:rsidR="007B6A46" w:rsidRDefault="007B6A46" w:rsidP="007B6A46">
      <w:r>
        <w:t>374.9624</w:t>
      </w:r>
      <w:r>
        <w:tab/>
        <w:t>2.025e0</w:t>
      </w:r>
    </w:p>
    <w:p w:rsidR="007B6A46" w:rsidRDefault="007B6A46" w:rsidP="007B6A46">
      <w:r>
        <w:t>374.9677</w:t>
      </w:r>
      <w:r>
        <w:tab/>
        <w:t>2.025e0</w:t>
      </w:r>
    </w:p>
    <w:p w:rsidR="007B6A46" w:rsidRDefault="007B6A46" w:rsidP="007B6A46">
      <w:r>
        <w:lastRenderedPageBreak/>
        <w:t>375.0176</w:t>
      </w:r>
      <w:r>
        <w:tab/>
        <w:t>1.013e0</w:t>
      </w:r>
    </w:p>
    <w:p w:rsidR="007B6A46" w:rsidRDefault="007B6A46" w:rsidP="007B6A46">
      <w:r>
        <w:t>375.0758</w:t>
      </w:r>
      <w:r>
        <w:tab/>
        <w:t>1.013e0</w:t>
      </w:r>
    </w:p>
    <w:p w:rsidR="007B6A46" w:rsidRDefault="007B6A46" w:rsidP="007B6A46">
      <w:r>
        <w:t>375.1096</w:t>
      </w:r>
      <w:r>
        <w:tab/>
        <w:t>1.013e0</w:t>
      </w:r>
    </w:p>
    <w:p w:rsidR="007B6A46" w:rsidRDefault="007B6A46" w:rsidP="007B6A46">
      <w:r>
        <w:t>375.1219</w:t>
      </w:r>
      <w:r>
        <w:tab/>
        <w:t>1.013e0</w:t>
      </w:r>
    </w:p>
    <w:p w:rsidR="007B6A46" w:rsidRDefault="007B6A46" w:rsidP="007B6A46">
      <w:r>
        <w:t>375.1479</w:t>
      </w:r>
      <w:r>
        <w:tab/>
        <w:t>1.013e0</w:t>
      </w:r>
    </w:p>
    <w:p w:rsidR="007B6A46" w:rsidRDefault="007B6A46" w:rsidP="007B6A46">
      <w:r>
        <w:t>375.1704</w:t>
      </w:r>
      <w:r>
        <w:tab/>
        <w:t>3.038e0</w:t>
      </w:r>
    </w:p>
    <w:p w:rsidR="007B6A46" w:rsidRDefault="007B6A46" w:rsidP="007B6A46">
      <w:r>
        <w:t>375.1833</w:t>
      </w:r>
      <w:r>
        <w:tab/>
        <w:t>2.025e0</w:t>
      </w:r>
    </w:p>
    <w:p w:rsidR="007B6A46" w:rsidRDefault="007B6A46" w:rsidP="007B6A46">
      <w:r>
        <w:t>375.2373</w:t>
      </w:r>
      <w:r>
        <w:tab/>
        <w:t>5.063e0</w:t>
      </w:r>
    </w:p>
    <w:p w:rsidR="007B6A46" w:rsidRDefault="007B6A46" w:rsidP="007B6A46">
      <w:r>
        <w:t>375.2415</w:t>
      </w:r>
      <w:r>
        <w:tab/>
        <w:t>3.038e0</w:t>
      </w:r>
    </w:p>
    <w:p w:rsidR="007B6A46" w:rsidRDefault="007B6A46" w:rsidP="007B6A46">
      <w:r>
        <w:t>375.2438</w:t>
      </w:r>
      <w:r>
        <w:tab/>
        <w:t>1.013e0</w:t>
      </w:r>
    </w:p>
    <w:p w:rsidR="007B6A46" w:rsidRDefault="007B6A46" w:rsidP="007B6A46">
      <w:r>
        <w:t>375.2462</w:t>
      </w:r>
      <w:r>
        <w:tab/>
        <w:t>4.051e0</w:t>
      </w:r>
    </w:p>
    <w:p w:rsidR="007B6A46" w:rsidRDefault="007B6A46" w:rsidP="007B6A46">
      <w:r>
        <w:t>375.3075</w:t>
      </w:r>
      <w:r>
        <w:tab/>
        <w:t>1.013e0</w:t>
      </w:r>
    </w:p>
    <w:p w:rsidR="007B6A46" w:rsidRDefault="007B6A46" w:rsidP="007B6A46">
      <w:r>
        <w:t>375.3326</w:t>
      </w:r>
      <w:r>
        <w:tab/>
        <w:t>1.013e0</w:t>
      </w:r>
    </w:p>
    <w:p w:rsidR="007B6A46" w:rsidRDefault="007B6A46" w:rsidP="007B6A46">
      <w:r>
        <w:t>375.3535</w:t>
      </w:r>
      <w:r>
        <w:tab/>
        <w:t>1.013e0</w:t>
      </w:r>
    </w:p>
    <w:p w:rsidR="007B6A46" w:rsidRDefault="007B6A46" w:rsidP="007B6A46">
      <w:r>
        <w:t>375.3694</w:t>
      </w:r>
      <w:r>
        <w:tab/>
        <w:t>1.013e0</w:t>
      </w:r>
    </w:p>
    <w:p w:rsidR="007B6A46" w:rsidRDefault="007B6A46" w:rsidP="007B6A46">
      <w:r>
        <w:t>375.4155</w:t>
      </w:r>
      <w:r>
        <w:tab/>
        <w:t>1.013e0</w:t>
      </w:r>
    </w:p>
    <w:p w:rsidR="007B6A46" w:rsidRDefault="007B6A46" w:rsidP="007B6A46">
      <w:r>
        <w:t>375.4495</w:t>
      </w:r>
      <w:r>
        <w:tab/>
        <w:t>1.013e0</w:t>
      </w:r>
    </w:p>
    <w:p w:rsidR="007B6A46" w:rsidRDefault="007B6A46" w:rsidP="007B6A46">
      <w:r>
        <w:t>375.4661</w:t>
      </w:r>
      <w:r>
        <w:tab/>
        <w:t>1.013e0</w:t>
      </w:r>
    </w:p>
    <w:p w:rsidR="007B6A46" w:rsidRDefault="007B6A46" w:rsidP="007B6A46">
      <w:r>
        <w:t>375.5371</w:t>
      </w:r>
      <w:r>
        <w:tab/>
        <w:t>1.013e0</w:t>
      </w:r>
    </w:p>
    <w:p w:rsidR="007B6A46" w:rsidRDefault="007B6A46" w:rsidP="007B6A46">
      <w:r>
        <w:lastRenderedPageBreak/>
        <w:t>375.5549</w:t>
      </w:r>
      <w:r>
        <w:tab/>
        <w:t>1.013e0</w:t>
      </w:r>
    </w:p>
    <w:p w:rsidR="007B6A46" w:rsidRDefault="007B6A46" w:rsidP="007B6A46">
      <w:r>
        <w:t>375.5563</w:t>
      </w:r>
      <w:r>
        <w:tab/>
        <w:t>2.025e0</w:t>
      </w:r>
    </w:p>
    <w:p w:rsidR="007B6A46" w:rsidRDefault="007B6A46" w:rsidP="007B6A46">
      <w:r>
        <w:t>375.5761</w:t>
      </w:r>
      <w:r>
        <w:tab/>
        <w:t>1.013e0</w:t>
      </w:r>
    </w:p>
    <w:p w:rsidR="007B6A46" w:rsidRDefault="007B6A46" w:rsidP="007B6A46">
      <w:r>
        <w:t>375.6097</w:t>
      </w:r>
      <w:r>
        <w:tab/>
        <w:t>1.013e0</w:t>
      </w:r>
    </w:p>
    <w:p w:rsidR="007B6A46" w:rsidRDefault="007B6A46" w:rsidP="007B6A46">
      <w:r>
        <w:t>375.6425</w:t>
      </w:r>
      <w:r>
        <w:tab/>
        <w:t>1.013e0</w:t>
      </w:r>
    </w:p>
    <w:p w:rsidR="007B6A46" w:rsidRDefault="007B6A46" w:rsidP="007B6A46">
      <w:r>
        <w:t>375.6720</w:t>
      </w:r>
      <w:r>
        <w:tab/>
        <w:t>1.013e0</w:t>
      </w:r>
    </w:p>
    <w:p w:rsidR="007B6A46" w:rsidRDefault="007B6A46" w:rsidP="007B6A46">
      <w:r>
        <w:t>375.7032</w:t>
      </w:r>
      <w:r>
        <w:tab/>
        <w:t>1.013e0</w:t>
      </w:r>
    </w:p>
    <w:p w:rsidR="007B6A46" w:rsidRDefault="007B6A46" w:rsidP="007B6A46">
      <w:r>
        <w:t>375.7851</w:t>
      </w:r>
      <w:r>
        <w:tab/>
        <w:t>1.013e0</w:t>
      </w:r>
    </w:p>
    <w:p w:rsidR="007B6A46" w:rsidRDefault="007B6A46" w:rsidP="007B6A46">
      <w:r>
        <w:t>375.8311</w:t>
      </w:r>
      <w:r>
        <w:tab/>
        <w:t>1.013e0</w:t>
      </w:r>
    </w:p>
    <w:p w:rsidR="007B6A46" w:rsidRDefault="007B6A46" w:rsidP="007B6A46">
      <w:r>
        <w:t>375.8517</w:t>
      </w:r>
      <w:r>
        <w:tab/>
        <w:t>1.013e0</w:t>
      </w:r>
    </w:p>
    <w:p w:rsidR="007B6A46" w:rsidRDefault="007B6A46" w:rsidP="007B6A46">
      <w:r>
        <w:t>375.8770</w:t>
      </w:r>
      <w:r>
        <w:tab/>
        <w:t>1.013e0</w:t>
      </w:r>
    </w:p>
    <w:p w:rsidR="007B6A46" w:rsidRDefault="007B6A46" w:rsidP="007B6A46">
      <w:r>
        <w:t>375.8976</w:t>
      </w:r>
      <w:r>
        <w:tab/>
        <w:t>1.013e0</w:t>
      </w:r>
    </w:p>
    <w:p w:rsidR="007B6A46" w:rsidRDefault="007B6A46" w:rsidP="007B6A46">
      <w:r>
        <w:t>375.9499</w:t>
      </w:r>
      <w:r>
        <w:tab/>
        <w:t>2.025e0</w:t>
      </w:r>
    </w:p>
    <w:p w:rsidR="007B6A46" w:rsidRDefault="007B6A46" w:rsidP="007B6A46">
      <w:r>
        <w:t>375.9614</w:t>
      </w:r>
      <w:r>
        <w:tab/>
        <w:t>1.013e0</w:t>
      </w:r>
    </w:p>
    <w:p w:rsidR="007B6A46" w:rsidRDefault="007B6A46" w:rsidP="007B6A46">
      <w:r>
        <w:t>375.9706</w:t>
      </w:r>
      <w:r>
        <w:tab/>
        <w:t>2.025e0</w:t>
      </w:r>
    </w:p>
    <w:p w:rsidR="007B6A46" w:rsidRDefault="007B6A46" w:rsidP="007B6A46">
      <w:r>
        <w:t>375.9900</w:t>
      </w:r>
      <w:r>
        <w:tab/>
        <w:t>1.013e0</w:t>
      </w:r>
    </w:p>
    <w:p w:rsidR="007B6A46" w:rsidRDefault="007B6A46" w:rsidP="007B6A46">
      <w:r>
        <w:t>376.0107</w:t>
      </w:r>
      <w:r>
        <w:tab/>
        <w:t>1.013e0</w:t>
      </w:r>
    </w:p>
    <w:p w:rsidR="007B6A46" w:rsidRDefault="007B6A46" w:rsidP="007B6A46">
      <w:r>
        <w:t>376.0491</w:t>
      </w:r>
      <w:r>
        <w:tab/>
        <w:t>1.013e0</w:t>
      </w:r>
    </w:p>
    <w:p w:rsidR="007B6A46" w:rsidRDefault="007B6A46" w:rsidP="007B6A46">
      <w:r>
        <w:t>376.0641</w:t>
      </w:r>
      <w:r>
        <w:tab/>
        <w:t>1.013e0</w:t>
      </w:r>
    </w:p>
    <w:p w:rsidR="007B6A46" w:rsidRDefault="007B6A46" w:rsidP="007B6A46">
      <w:r>
        <w:lastRenderedPageBreak/>
        <w:t>376.1007</w:t>
      </w:r>
      <w:r>
        <w:tab/>
        <w:t>3.038e0</w:t>
      </w:r>
    </w:p>
    <w:p w:rsidR="007B6A46" w:rsidRDefault="007B6A46" w:rsidP="007B6A46">
      <w:r>
        <w:t>376.1244</w:t>
      </w:r>
      <w:r>
        <w:tab/>
        <w:t>2.025e0</w:t>
      </w:r>
    </w:p>
    <w:p w:rsidR="007B6A46" w:rsidRDefault="007B6A46" w:rsidP="007B6A46">
      <w:r>
        <w:t>376.1417</w:t>
      </w:r>
      <w:r>
        <w:tab/>
        <w:t>1.013e0</w:t>
      </w:r>
    </w:p>
    <w:p w:rsidR="007B6A46" w:rsidRDefault="007B6A46" w:rsidP="007B6A46">
      <w:r>
        <w:t>376.1662</w:t>
      </w:r>
      <w:r>
        <w:tab/>
        <w:t>1.013e0</w:t>
      </w:r>
    </w:p>
    <w:p w:rsidR="007B6A46" w:rsidRDefault="007B6A46" w:rsidP="007B6A46">
      <w:r>
        <w:t>376.2008</w:t>
      </w:r>
      <w:r>
        <w:tab/>
        <w:t>2.025e0</w:t>
      </w:r>
    </w:p>
    <w:p w:rsidR="007B6A46" w:rsidRDefault="007B6A46" w:rsidP="007B6A46">
      <w:r>
        <w:t>376.2189</w:t>
      </w:r>
      <w:r>
        <w:tab/>
        <w:t>4.051e0</w:t>
      </w:r>
    </w:p>
    <w:p w:rsidR="007B6A46" w:rsidRDefault="007B6A46" w:rsidP="007B6A46">
      <w:r>
        <w:t>376.2321</w:t>
      </w:r>
      <w:r>
        <w:tab/>
        <w:t>4.051e0</w:t>
      </w:r>
    </w:p>
    <w:p w:rsidR="007B6A46" w:rsidRDefault="007B6A46" w:rsidP="007B6A46">
      <w:r>
        <w:t>376.2385</w:t>
      </w:r>
      <w:r>
        <w:tab/>
        <w:t>2.025e0</w:t>
      </w:r>
    </w:p>
    <w:p w:rsidR="007B6A46" w:rsidRDefault="007B6A46" w:rsidP="007B6A46">
      <w:r>
        <w:t>376.2402</w:t>
      </w:r>
      <w:r>
        <w:tab/>
        <w:t>4.051e0</w:t>
      </w:r>
    </w:p>
    <w:p w:rsidR="007B6A46" w:rsidRDefault="007B6A46" w:rsidP="007B6A46">
      <w:r>
        <w:t>376.2654</w:t>
      </w:r>
      <w:r>
        <w:tab/>
        <w:t>2.025e0</w:t>
      </w:r>
    </w:p>
    <w:p w:rsidR="007B6A46" w:rsidRDefault="007B6A46" w:rsidP="007B6A46">
      <w:r>
        <w:t>376.3052</w:t>
      </w:r>
      <w:r>
        <w:tab/>
        <w:t>4.051e0</w:t>
      </w:r>
    </w:p>
    <w:p w:rsidR="007B6A46" w:rsidRDefault="007B6A46" w:rsidP="007B6A46">
      <w:r>
        <w:t>376.3183</w:t>
      </w:r>
      <w:r>
        <w:tab/>
        <w:t>1.013e0</w:t>
      </w:r>
    </w:p>
    <w:p w:rsidR="007B6A46" w:rsidRDefault="007B6A46" w:rsidP="007B6A46">
      <w:r>
        <w:t>376.3291</w:t>
      </w:r>
      <w:r>
        <w:tab/>
        <w:t>2.025e0</w:t>
      </w:r>
    </w:p>
    <w:p w:rsidR="007B6A46" w:rsidRDefault="007B6A46" w:rsidP="007B6A46">
      <w:r>
        <w:t>376.3383</w:t>
      </w:r>
      <w:r>
        <w:tab/>
        <w:t>1.013e0</w:t>
      </w:r>
    </w:p>
    <w:p w:rsidR="007B6A46" w:rsidRDefault="007B6A46" w:rsidP="007B6A46">
      <w:r>
        <w:t>376.3465</w:t>
      </w:r>
      <w:r>
        <w:tab/>
        <w:t>1.013e0</w:t>
      </w:r>
    </w:p>
    <w:p w:rsidR="007B6A46" w:rsidRDefault="007B6A46" w:rsidP="007B6A46">
      <w:r>
        <w:t>376.3681</w:t>
      </w:r>
      <w:r>
        <w:tab/>
        <w:t>1.013e0</w:t>
      </w:r>
    </w:p>
    <w:p w:rsidR="007B6A46" w:rsidRDefault="007B6A46" w:rsidP="007B6A46">
      <w:r>
        <w:t>376.4186</w:t>
      </w:r>
      <w:r>
        <w:tab/>
        <w:t>1.013e0</w:t>
      </w:r>
    </w:p>
    <w:p w:rsidR="007B6A46" w:rsidRDefault="007B6A46" w:rsidP="007B6A46">
      <w:r>
        <w:t>376.4384</w:t>
      </w:r>
      <w:r>
        <w:tab/>
        <w:t>1.013e0</w:t>
      </w:r>
    </w:p>
    <w:p w:rsidR="007B6A46" w:rsidRDefault="007B6A46" w:rsidP="007B6A46">
      <w:r>
        <w:t>376.4813</w:t>
      </w:r>
      <w:r>
        <w:tab/>
        <w:t>1.013e0</w:t>
      </w:r>
    </w:p>
    <w:p w:rsidR="007B6A46" w:rsidRDefault="007B6A46" w:rsidP="007B6A46">
      <w:r>
        <w:lastRenderedPageBreak/>
        <w:t>376.5234</w:t>
      </w:r>
      <w:r>
        <w:tab/>
        <w:t>1.013e0</w:t>
      </w:r>
    </w:p>
    <w:p w:rsidR="007B6A46" w:rsidRDefault="007B6A46" w:rsidP="007B6A46">
      <w:r>
        <w:t>376.5589</w:t>
      </w:r>
      <w:r>
        <w:tab/>
        <w:t>2.025e0</w:t>
      </w:r>
    </w:p>
    <w:p w:rsidR="007B6A46" w:rsidRDefault="007B6A46" w:rsidP="007B6A46">
      <w:r>
        <w:t>376.6117</w:t>
      </w:r>
      <w:r>
        <w:tab/>
        <w:t>1.013e0</w:t>
      </w:r>
    </w:p>
    <w:p w:rsidR="007B6A46" w:rsidRDefault="007B6A46" w:rsidP="007B6A46">
      <w:r>
        <w:t>376.6724</w:t>
      </w:r>
      <w:r>
        <w:tab/>
        <w:t>4.051e0</w:t>
      </w:r>
    </w:p>
    <w:p w:rsidR="007B6A46" w:rsidRDefault="007B6A46" w:rsidP="007B6A46">
      <w:r>
        <w:t>376.7748</w:t>
      </w:r>
      <w:r>
        <w:tab/>
        <w:t>1.013e0</w:t>
      </w:r>
    </w:p>
    <w:p w:rsidR="007B6A46" w:rsidRDefault="007B6A46" w:rsidP="007B6A46">
      <w:r>
        <w:t>376.8132</w:t>
      </w:r>
      <w:r>
        <w:tab/>
        <w:t>1.013e0</w:t>
      </w:r>
    </w:p>
    <w:p w:rsidR="007B6A46" w:rsidRDefault="007B6A46" w:rsidP="007B6A46">
      <w:r>
        <w:t>376.8170</w:t>
      </w:r>
      <w:r>
        <w:tab/>
        <w:t>1.013e0</w:t>
      </w:r>
    </w:p>
    <w:p w:rsidR="007B6A46" w:rsidRDefault="007B6A46" w:rsidP="007B6A46">
      <w:r>
        <w:t>376.8414</w:t>
      </w:r>
      <w:r>
        <w:tab/>
        <w:t>1.013e0</w:t>
      </w:r>
    </w:p>
    <w:p w:rsidR="007B6A46" w:rsidRDefault="007B6A46" w:rsidP="007B6A46">
      <w:r>
        <w:t>376.8733</w:t>
      </w:r>
      <w:r>
        <w:tab/>
        <w:t>3.038e0</w:t>
      </w:r>
    </w:p>
    <w:p w:rsidR="007B6A46" w:rsidRDefault="007B6A46" w:rsidP="007B6A46">
      <w:r>
        <w:t>376.9091</w:t>
      </w:r>
      <w:r>
        <w:tab/>
        <w:t>1.013e0</w:t>
      </w:r>
    </w:p>
    <w:p w:rsidR="007B6A46" w:rsidRDefault="007B6A46" w:rsidP="007B6A46">
      <w:r>
        <w:t>376.9476</w:t>
      </w:r>
      <w:r>
        <w:tab/>
        <w:t>1.013e0</w:t>
      </w:r>
    </w:p>
    <w:p w:rsidR="007B6A46" w:rsidRDefault="007B6A46" w:rsidP="007B6A46">
      <w:r>
        <w:t>376.9610</w:t>
      </w:r>
      <w:r>
        <w:tab/>
        <w:t>1.013e0</w:t>
      </w:r>
    </w:p>
    <w:p w:rsidR="007B6A46" w:rsidRDefault="007B6A46" w:rsidP="007B6A46">
      <w:r>
        <w:t>376.9805</w:t>
      </w:r>
      <w:r>
        <w:tab/>
        <w:t>1.013e0</w:t>
      </w:r>
    </w:p>
    <w:p w:rsidR="007B6A46" w:rsidRDefault="007B6A46" w:rsidP="007B6A46">
      <w:r>
        <w:t>376.9872</w:t>
      </w:r>
      <w:r>
        <w:tab/>
        <w:t>1.013e0</w:t>
      </w:r>
    </w:p>
    <w:p w:rsidR="007B6A46" w:rsidRDefault="007B6A46" w:rsidP="007B6A46">
      <w:r>
        <w:t>377.0682</w:t>
      </w:r>
      <w:r>
        <w:tab/>
        <w:t>1.013e0</w:t>
      </w:r>
    </w:p>
    <w:p w:rsidR="007B6A46" w:rsidRDefault="007B6A46" w:rsidP="007B6A46">
      <w:r>
        <w:t>377.1212</w:t>
      </w:r>
      <w:r>
        <w:tab/>
        <w:t>1.013e0</w:t>
      </w:r>
    </w:p>
    <w:p w:rsidR="007B6A46" w:rsidRDefault="007B6A46" w:rsidP="007B6A46">
      <w:r>
        <w:t>377.1278</w:t>
      </w:r>
      <w:r>
        <w:tab/>
        <w:t>1.013e0</w:t>
      </w:r>
    </w:p>
    <w:p w:rsidR="007B6A46" w:rsidRDefault="007B6A46" w:rsidP="007B6A46">
      <w:r>
        <w:t>377.2046</w:t>
      </w:r>
      <w:r>
        <w:tab/>
        <w:t>2.025e0</w:t>
      </w:r>
    </w:p>
    <w:p w:rsidR="007B6A46" w:rsidRDefault="007B6A46" w:rsidP="007B6A46">
      <w:r>
        <w:t>377.2084</w:t>
      </w:r>
      <w:r>
        <w:tab/>
        <w:t>1.013e0</w:t>
      </w:r>
    </w:p>
    <w:p w:rsidR="007B6A46" w:rsidRDefault="007B6A46" w:rsidP="007B6A46">
      <w:r>
        <w:lastRenderedPageBreak/>
        <w:t>377.2191</w:t>
      </w:r>
      <w:r>
        <w:tab/>
        <w:t>2.025e0</w:t>
      </w:r>
    </w:p>
    <w:p w:rsidR="007B6A46" w:rsidRDefault="007B6A46" w:rsidP="007B6A46">
      <w:r>
        <w:t>377.2323</w:t>
      </w:r>
      <w:r>
        <w:tab/>
        <w:t>2.025e0</w:t>
      </w:r>
    </w:p>
    <w:p w:rsidR="007B6A46" w:rsidRDefault="007B6A46" w:rsidP="007B6A46">
      <w:r>
        <w:t>377.2443</w:t>
      </w:r>
      <w:r>
        <w:tab/>
        <w:t>1.013e0</w:t>
      </w:r>
    </w:p>
    <w:p w:rsidR="007B6A46" w:rsidRDefault="007B6A46" w:rsidP="007B6A46">
      <w:r>
        <w:t>377.2530</w:t>
      </w:r>
      <w:r>
        <w:tab/>
        <w:t>2.025e0</w:t>
      </w:r>
    </w:p>
    <w:p w:rsidR="007B6A46" w:rsidRDefault="007B6A46" w:rsidP="007B6A46">
      <w:r>
        <w:t>377.2748</w:t>
      </w:r>
      <w:r>
        <w:tab/>
        <w:t>2.025e0</w:t>
      </w:r>
    </w:p>
    <w:p w:rsidR="007B6A46" w:rsidRDefault="007B6A46" w:rsidP="007B6A46">
      <w:r>
        <w:t>377.2903</w:t>
      </w:r>
      <w:r>
        <w:tab/>
        <w:t>1.013e0</w:t>
      </w:r>
    </w:p>
    <w:p w:rsidR="007B6A46" w:rsidRDefault="007B6A46" w:rsidP="007B6A46">
      <w:r>
        <w:t>377.3120</w:t>
      </w:r>
      <w:r>
        <w:tab/>
        <w:t>1.013e0</w:t>
      </w:r>
    </w:p>
    <w:p w:rsidR="007B6A46" w:rsidRDefault="007B6A46" w:rsidP="007B6A46">
      <w:r>
        <w:t>377.3230</w:t>
      </w:r>
      <w:r>
        <w:tab/>
        <w:t>1.013e0</w:t>
      </w:r>
    </w:p>
    <w:p w:rsidR="007B6A46" w:rsidRDefault="007B6A46" w:rsidP="007B6A46">
      <w:r>
        <w:t>377.3626</w:t>
      </w:r>
      <w:r>
        <w:tab/>
        <w:t>1.013e0</w:t>
      </w:r>
    </w:p>
    <w:p w:rsidR="007B6A46" w:rsidRDefault="007B6A46" w:rsidP="007B6A46">
      <w:r>
        <w:t>377.4040</w:t>
      </w:r>
      <w:r>
        <w:tab/>
        <w:t>1.013e0</w:t>
      </w:r>
    </w:p>
    <w:p w:rsidR="007B6A46" w:rsidRDefault="007B6A46" w:rsidP="007B6A46">
      <w:r>
        <w:t>377.4432</w:t>
      </w:r>
      <w:r>
        <w:tab/>
        <w:t>3.038e0</w:t>
      </w:r>
    </w:p>
    <w:p w:rsidR="007B6A46" w:rsidRDefault="007B6A46" w:rsidP="007B6A46">
      <w:r>
        <w:t>377.4840</w:t>
      </w:r>
      <w:r>
        <w:tab/>
        <w:t>1.013e0</w:t>
      </w:r>
    </w:p>
    <w:p w:rsidR="007B6A46" w:rsidRDefault="007B6A46" w:rsidP="007B6A46">
      <w:r>
        <w:t>377.5438</w:t>
      </w:r>
      <w:r>
        <w:tab/>
        <w:t>1.013e0</w:t>
      </w:r>
    </w:p>
    <w:p w:rsidR="007B6A46" w:rsidRDefault="007B6A46" w:rsidP="007B6A46">
      <w:r>
        <w:t>377.5762</w:t>
      </w:r>
      <w:r>
        <w:tab/>
        <w:t>1.013e0</w:t>
      </w:r>
    </w:p>
    <w:p w:rsidR="007B6A46" w:rsidRDefault="007B6A46" w:rsidP="007B6A46">
      <w:r>
        <w:t>377.6182</w:t>
      </w:r>
      <w:r>
        <w:tab/>
        <w:t>1.013e0</w:t>
      </w:r>
    </w:p>
    <w:p w:rsidR="007B6A46" w:rsidRDefault="007B6A46" w:rsidP="007B6A46">
      <w:r>
        <w:t>377.7150</w:t>
      </w:r>
      <w:r>
        <w:tab/>
        <w:t>1.013e0</w:t>
      </w:r>
    </w:p>
    <w:p w:rsidR="007B6A46" w:rsidRDefault="007B6A46" w:rsidP="007B6A46">
      <w:r>
        <w:t>377.7524</w:t>
      </w:r>
      <w:r>
        <w:tab/>
        <w:t>1.013e0</w:t>
      </w:r>
    </w:p>
    <w:p w:rsidR="007B6A46" w:rsidRDefault="007B6A46" w:rsidP="007B6A46">
      <w:r>
        <w:t>377.7719</w:t>
      </w:r>
      <w:r>
        <w:tab/>
        <w:t>1.013e0</w:t>
      </w:r>
    </w:p>
    <w:p w:rsidR="007B6A46" w:rsidRDefault="007B6A46" w:rsidP="007B6A46">
      <w:r>
        <w:t>377.8531</w:t>
      </w:r>
      <w:r>
        <w:tab/>
        <w:t>1.013e0</w:t>
      </w:r>
    </w:p>
    <w:p w:rsidR="007B6A46" w:rsidRDefault="007B6A46" w:rsidP="007B6A46">
      <w:r>
        <w:lastRenderedPageBreak/>
        <w:t>377.8914</w:t>
      </w:r>
      <w:r>
        <w:tab/>
        <w:t>1.013e0</w:t>
      </w:r>
    </w:p>
    <w:p w:rsidR="007B6A46" w:rsidRDefault="007B6A46" w:rsidP="007B6A46">
      <w:r>
        <w:t>377.8934</w:t>
      </w:r>
      <w:r>
        <w:tab/>
        <w:t>2.025e0</w:t>
      </w:r>
    </w:p>
    <w:p w:rsidR="007B6A46" w:rsidRDefault="007B6A46" w:rsidP="007B6A46">
      <w:r>
        <w:t>377.8995</w:t>
      </w:r>
      <w:r>
        <w:tab/>
        <w:t>1.013e0</w:t>
      </w:r>
    </w:p>
    <w:p w:rsidR="007B6A46" w:rsidRDefault="007B6A46" w:rsidP="007B6A46">
      <w:r>
        <w:t>377.9063</w:t>
      </w:r>
      <w:r>
        <w:tab/>
        <w:t>1.013e0</w:t>
      </w:r>
    </w:p>
    <w:p w:rsidR="007B6A46" w:rsidRDefault="007B6A46" w:rsidP="007B6A46">
      <w:r>
        <w:t>377.9539</w:t>
      </w:r>
      <w:r>
        <w:tab/>
        <w:t>1.013e0</w:t>
      </w:r>
    </w:p>
    <w:p w:rsidR="007B6A46" w:rsidRDefault="007B6A46" w:rsidP="007B6A46">
      <w:r>
        <w:t>377.9841</w:t>
      </w:r>
      <w:r>
        <w:tab/>
        <w:t>2.025e0</w:t>
      </w:r>
    </w:p>
    <w:p w:rsidR="007B6A46" w:rsidRDefault="007B6A46" w:rsidP="007B6A46">
      <w:r>
        <w:t>378.0041</w:t>
      </w:r>
      <w:r>
        <w:tab/>
        <w:t>1.013e0</w:t>
      </w:r>
    </w:p>
    <w:p w:rsidR="007B6A46" w:rsidRDefault="007B6A46" w:rsidP="007B6A46">
      <w:r>
        <w:t>378.0464</w:t>
      </w:r>
      <w:r>
        <w:tab/>
        <w:t>1.013e0</w:t>
      </w:r>
    </w:p>
    <w:p w:rsidR="007B6A46" w:rsidRDefault="007B6A46" w:rsidP="007B6A46">
      <w:r>
        <w:t>378.1142</w:t>
      </w:r>
      <w:r>
        <w:tab/>
        <w:t>1.013e0</w:t>
      </w:r>
    </w:p>
    <w:p w:rsidR="007B6A46" w:rsidRDefault="007B6A46" w:rsidP="007B6A46">
      <w:r>
        <w:t>378.1218</w:t>
      </w:r>
      <w:r>
        <w:tab/>
        <w:t>2.025e0</w:t>
      </w:r>
    </w:p>
    <w:p w:rsidR="007B6A46" w:rsidRDefault="007B6A46" w:rsidP="007B6A46">
      <w:r>
        <w:t>378.1595</w:t>
      </w:r>
      <w:r>
        <w:tab/>
        <w:t>1.013e0</w:t>
      </w:r>
    </w:p>
    <w:p w:rsidR="007B6A46" w:rsidRDefault="007B6A46" w:rsidP="007B6A46">
      <w:r>
        <w:t>378.2204</w:t>
      </w:r>
      <w:r>
        <w:tab/>
        <w:t>3.038e0</w:t>
      </w:r>
    </w:p>
    <w:p w:rsidR="007B6A46" w:rsidRDefault="007B6A46" w:rsidP="007B6A46">
      <w:r>
        <w:t>378.2524</w:t>
      </w:r>
      <w:r>
        <w:tab/>
        <w:t>1.013e0</w:t>
      </w:r>
    </w:p>
    <w:p w:rsidR="007B6A46" w:rsidRDefault="007B6A46" w:rsidP="007B6A46">
      <w:r>
        <w:t>378.2629</w:t>
      </w:r>
      <w:r>
        <w:tab/>
        <w:t>1.013e0</w:t>
      </w:r>
    </w:p>
    <w:p w:rsidR="007B6A46" w:rsidRDefault="007B6A46" w:rsidP="007B6A46">
      <w:r>
        <w:t>378.2825</w:t>
      </w:r>
      <w:r>
        <w:tab/>
        <w:t>1.013e0</w:t>
      </w:r>
    </w:p>
    <w:p w:rsidR="007B6A46" w:rsidRDefault="007B6A46" w:rsidP="007B6A46">
      <w:r>
        <w:t>378.3151</w:t>
      </w:r>
      <w:r>
        <w:tab/>
        <w:t>1.013e0</w:t>
      </w:r>
    </w:p>
    <w:p w:rsidR="007B6A46" w:rsidRDefault="007B6A46" w:rsidP="007B6A46">
      <w:r>
        <w:t>378.3301</w:t>
      </w:r>
      <w:r>
        <w:tab/>
        <w:t>1.013e0</w:t>
      </w:r>
    </w:p>
    <w:p w:rsidR="007B6A46" w:rsidRDefault="007B6A46" w:rsidP="007B6A46">
      <w:r>
        <w:t>378.3611</w:t>
      </w:r>
      <w:r>
        <w:tab/>
        <w:t>1.013e0</w:t>
      </w:r>
    </w:p>
    <w:p w:rsidR="007B6A46" w:rsidRDefault="007B6A46" w:rsidP="007B6A46">
      <w:r>
        <w:t>378.3974</w:t>
      </w:r>
      <w:r>
        <w:tab/>
        <w:t>1.013e0</w:t>
      </w:r>
    </w:p>
    <w:p w:rsidR="007B6A46" w:rsidRDefault="007B6A46" w:rsidP="007B6A46">
      <w:r>
        <w:lastRenderedPageBreak/>
        <w:t>378.4175</w:t>
      </w:r>
      <w:r>
        <w:tab/>
        <w:t>1.013e0</w:t>
      </w:r>
    </w:p>
    <w:p w:rsidR="007B6A46" w:rsidRDefault="007B6A46" w:rsidP="007B6A46">
      <w:r>
        <w:t>378.4579</w:t>
      </w:r>
      <w:r>
        <w:tab/>
        <w:t>1.013e0</w:t>
      </w:r>
    </w:p>
    <w:p w:rsidR="007B6A46" w:rsidRDefault="007B6A46" w:rsidP="007B6A46">
      <w:r>
        <w:t>378.5386</w:t>
      </w:r>
      <w:r>
        <w:tab/>
        <w:t>1.013e0</w:t>
      </w:r>
    </w:p>
    <w:p w:rsidR="007B6A46" w:rsidRDefault="007B6A46" w:rsidP="007B6A46">
      <w:r>
        <w:t>378.5422</w:t>
      </w:r>
      <w:r>
        <w:tab/>
        <w:t>1.013e0</w:t>
      </w:r>
    </w:p>
    <w:p w:rsidR="007B6A46" w:rsidRDefault="007B6A46" w:rsidP="007B6A46">
      <w:r>
        <w:t>378.5859</w:t>
      </w:r>
      <w:r>
        <w:tab/>
        <w:t>2.025e0</w:t>
      </w:r>
    </w:p>
    <w:p w:rsidR="007B6A46" w:rsidRDefault="007B6A46" w:rsidP="007B6A46">
      <w:r>
        <w:t>378.6035</w:t>
      </w:r>
      <w:r>
        <w:tab/>
        <w:t>2.025e0</w:t>
      </w:r>
    </w:p>
    <w:p w:rsidR="007B6A46" w:rsidRDefault="007B6A46" w:rsidP="007B6A46">
      <w:r>
        <w:t>378.6126</w:t>
      </w:r>
      <w:r>
        <w:tab/>
        <w:t>1.013e0</w:t>
      </w:r>
    </w:p>
    <w:p w:rsidR="007B6A46" w:rsidRDefault="007B6A46" w:rsidP="007B6A46">
      <w:r>
        <w:t>378.6193</w:t>
      </w:r>
      <w:r>
        <w:tab/>
        <w:t>1.013e0</w:t>
      </w:r>
    </w:p>
    <w:p w:rsidR="007B6A46" w:rsidRDefault="007B6A46" w:rsidP="007B6A46">
      <w:r>
        <w:t>378.6596</w:t>
      </w:r>
      <w:r>
        <w:tab/>
        <w:t>1.013e0</w:t>
      </w:r>
    </w:p>
    <w:p w:rsidR="007B6A46" w:rsidRDefault="007B6A46" w:rsidP="007B6A46">
      <w:r>
        <w:t>378.6933</w:t>
      </w:r>
      <w:r>
        <w:tab/>
        <w:t>1.013e0</w:t>
      </w:r>
    </w:p>
    <w:p w:rsidR="007B6A46" w:rsidRDefault="007B6A46" w:rsidP="007B6A46">
      <w:r>
        <w:t>378.7068</w:t>
      </w:r>
      <w:r>
        <w:tab/>
        <w:t>1.013e0</w:t>
      </w:r>
    </w:p>
    <w:p w:rsidR="007B6A46" w:rsidRDefault="007B6A46" w:rsidP="007B6A46">
      <w:r>
        <w:t>378.7401</w:t>
      </w:r>
      <w:r>
        <w:tab/>
        <w:t>1.013e0</w:t>
      </w:r>
    </w:p>
    <w:p w:rsidR="007B6A46" w:rsidRDefault="007B6A46" w:rsidP="007B6A46">
      <w:r>
        <w:t>378.7538</w:t>
      </w:r>
      <w:r>
        <w:tab/>
        <w:t>1.013e0</w:t>
      </w:r>
    </w:p>
    <w:p w:rsidR="007B6A46" w:rsidRDefault="007B6A46" w:rsidP="007B6A46">
      <w:r>
        <w:t>378.8067</w:t>
      </w:r>
      <w:r>
        <w:tab/>
        <w:t>1.013e0</w:t>
      </w:r>
    </w:p>
    <w:p w:rsidR="007B6A46" w:rsidRDefault="007B6A46" w:rsidP="007B6A46">
      <w:r>
        <w:t>378.8110</w:t>
      </w:r>
      <w:r>
        <w:tab/>
        <w:t>1.013e0</w:t>
      </w:r>
    </w:p>
    <w:p w:rsidR="007B6A46" w:rsidRDefault="007B6A46" w:rsidP="007B6A46">
      <w:r>
        <w:t>378.8393</w:t>
      </w:r>
      <w:r>
        <w:tab/>
        <w:t>2.025e0</w:t>
      </w:r>
    </w:p>
    <w:p w:rsidR="007B6A46" w:rsidRDefault="007B6A46" w:rsidP="007B6A46">
      <w:r>
        <w:t>378.8481</w:t>
      </w:r>
      <w:r>
        <w:tab/>
        <w:t>1.013e0</w:t>
      </w:r>
    </w:p>
    <w:p w:rsidR="007B6A46" w:rsidRDefault="007B6A46" w:rsidP="007B6A46">
      <w:r>
        <w:t>378.8532</w:t>
      </w:r>
      <w:r>
        <w:tab/>
        <w:t>1.013e0</w:t>
      </w:r>
    </w:p>
    <w:p w:rsidR="007B6A46" w:rsidRDefault="007B6A46" w:rsidP="007B6A46">
      <w:r>
        <w:t>378.9041</w:t>
      </w:r>
      <w:r>
        <w:tab/>
        <w:t>2.025e0</w:t>
      </w:r>
    </w:p>
    <w:p w:rsidR="007B6A46" w:rsidRDefault="007B6A46" w:rsidP="007B6A46">
      <w:r>
        <w:lastRenderedPageBreak/>
        <w:t>378.9087</w:t>
      </w:r>
      <w:r>
        <w:tab/>
        <w:t>1.013e0</w:t>
      </w:r>
    </w:p>
    <w:p w:rsidR="007B6A46" w:rsidRDefault="007B6A46" w:rsidP="007B6A46">
      <w:r>
        <w:t>378.9154</w:t>
      </w:r>
      <w:r>
        <w:tab/>
        <w:t>1.013e0</w:t>
      </w:r>
    </w:p>
    <w:p w:rsidR="007B6A46" w:rsidRDefault="007B6A46" w:rsidP="007B6A46">
      <w:r>
        <w:t>378.9244</w:t>
      </w:r>
      <w:r>
        <w:tab/>
        <w:t>1.013e0</w:t>
      </w:r>
    </w:p>
    <w:p w:rsidR="007B6A46" w:rsidRDefault="007B6A46" w:rsidP="007B6A46">
      <w:r>
        <w:t>378.9283</w:t>
      </w:r>
      <w:r>
        <w:tab/>
        <w:t>1.013e0</w:t>
      </w:r>
    </w:p>
    <w:p w:rsidR="007B6A46" w:rsidRDefault="007B6A46" w:rsidP="007B6A46">
      <w:r>
        <w:t>378.9373</w:t>
      </w:r>
      <w:r>
        <w:tab/>
        <w:t>2.025e0</w:t>
      </w:r>
    </w:p>
    <w:p w:rsidR="007B6A46" w:rsidRDefault="007B6A46" w:rsidP="007B6A46">
      <w:r>
        <w:t>378.9916</w:t>
      </w:r>
      <w:r>
        <w:tab/>
        <w:t>1.013e0</w:t>
      </w:r>
    </w:p>
    <w:p w:rsidR="007B6A46" w:rsidRDefault="007B6A46" w:rsidP="007B6A46">
      <w:r>
        <w:t>379.0127</w:t>
      </w:r>
      <w:r>
        <w:tab/>
        <w:t>1.013e0</w:t>
      </w:r>
    </w:p>
    <w:p w:rsidR="007B6A46" w:rsidRDefault="007B6A46" w:rsidP="007B6A46">
      <w:r>
        <w:t>379.0548</w:t>
      </w:r>
      <w:r>
        <w:tab/>
        <w:t>1.013e0</w:t>
      </w:r>
    </w:p>
    <w:p w:rsidR="007B6A46" w:rsidRDefault="007B6A46" w:rsidP="007B6A46">
      <w:r>
        <w:t>379.1009</w:t>
      </w:r>
      <w:r>
        <w:tab/>
        <w:t>1.013e0</w:t>
      </w:r>
    </w:p>
    <w:p w:rsidR="007B6A46" w:rsidRDefault="007B6A46" w:rsidP="007B6A46">
      <w:r>
        <w:t>379.1168</w:t>
      </w:r>
      <w:r>
        <w:tab/>
        <w:t>1.013e0</w:t>
      </w:r>
    </w:p>
    <w:p w:rsidR="007B6A46" w:rsidRDefault="007B6A46" w:rsidP="007B6A46">
      <w:r>
        <w:t>379.1572</w:t>
      </w:r>
      <w:r>
        <w:tab/>
        <w:t>1.013e0</w:t>
      </w:r>
    </w:p>
    <w:p w:rsidR="007B6A46" w:rsidRDefault="007B6A46" w:rsidP="007B6A46">
      <w:r>
        <w:t>379.1720</w:t>
      </w:r>
      <w:r>
        <w:tab/>
        <w:t>1.013e0</w:t>
      </w:r>
    </w:p>
    <w:p w:rsidR="007B6A46" w:rsidRDefault="007B6A46" w:rsidP="007B6A46">
      <w:r>
        <w:t>379.1780</w:t>
      </w:r>
      <w:r>
        <w:tab/>
        <w:t>1.013e0</w:t>
      </w:r>
    </w:p>
    <w:p w:rsidR="007B6A46" w:rsidRDefault="007B6A46" w:rsidP="007B6A46">
      <w:r>
        <w:t>379.2053</w:t>
      </w:r>
      <w:r>
        <w:tab/>
        <w:t>3.038e0</w:t>
      </w:r>
    </w:p>
    <w:p w:rsidR="007B6A46" w:rsidRDefault="007B6A46" w:rsidP="007B6A46">
      <w:r>
        <w:t>379.2083</w:t>
      </w:r>
      <w:r>
        <w:tab/>
        <w:t>2.025e0</w:t>
      </w:r>
    </w:p>
    <w:p w:rsidR="007B6A46" w:rsidRDefault="007B6A46" w:rsidP="007B6A46">
      <w:r>
        <w:t>379.2143</w:t>
      </w:r>
      <w:r>
        <w:tab/>
        <w:t>1.013e0</w:t>
      </w:r>
    </w:p>
    <w:p w:rsidR="007B6A46" w:rsidRDefault="007B6A46" w:rsidP="007B6A46">
      <w:r>
        <w:t>379.2598</w:t>
      </w:r>
      <w:r>
        <w:tab/>
        <w:t>1.013e0</w:t>
      </w:r>
    </w:p>
    <w:p w:rsidR="007B6A46" w:rsidRDefault="007B6A46" w:rsidP="007B6A46">
      <w:r>
        <w:t>379.3127</w:t>
      </w:r>
      <w:r>
        <w:tab/>
        <w:t>1.013e0</w:t>
      </w:r>
    </w:p>
    <w:p w:rsidR="007B6A46" w:rsidRDefault="007B6A46" w:rsidP="007B6A46">
      <w:r>
        <w:t>379.3442</w:t>
      </w:r>
      <w:r>
        <w:tab/>
        <w:t>1.013e0</w:t>
      </w:r>
    </w:p>
    <w:p w:rsidR="007B6A46" w:rsidRDefault="007B6A46" w:rsidP="007B6A46">
      <w:r>
        <w:lastRenderedPageBreak/>
        <w:t>379.3692</w:t>
      </w:r>
      <w:r>
        <w:tab/>
        <w:t>1.013e0</w:t>
      </w:r>
    </w:p>
    <w:p w:rsidR="007B6A46" w:rsidRDefault="007B6A46" w:rsidP="007B6A46">
      <w:r>
        <w:t>379.4065</w:t>
      </w:r>
      <w:r>
        <w:tab/>
        <w:t>1.013e0</w:t>
      </w:r>
    </w:p>
    <w:p w:rsidR="007B6A46" w:rsidRDefault="007B6A46" w:rsidP="007B6A46">
      <w:r>
        <w:t>379.4620</w:t>
      </w:r>
      <w:r>
        <w:tab/>
        <w:t>1.013e0</w:t>
      </w:r>
    </w:p>
    <w:p w:rsidR="007B6A46" w:rsidRDefault="007B6A46" w:rsidP="007B6A46">
      <w:r>
        <w:t>379.5111</w:t>
      </w:r>
      <w:r>
        <w:tab/>
        <w:t>2.025e0</w:t>
      </w:r>
    </w:p>
    <w:p w:rsidR="007B6A46" w:rsidRDefault="007B6A46" w:rsidP="007B6A46">
      <w:r>
        <w:t>379.5170</w:t>
      </w:r>
      <w:r>
        <w:tab/>
        <w:t>2.025e0</w:t>
      </w:r>
    </w:p>
    <w:p w:rsidR="007B6A46" w:rsidRDefault="007B6A46" w:rsidP="007B6A46">
      <w:r>
        <w:t>379.6598</w:t>
      </w:r>
      <w:r>
        <w:tab/>
        <w:t>1.013e0</w:t>
      </w:r>
    </w:p>
    <w:p w:rsidR="007B6A46" w:rsidRDefault="007B6A46" w:rsidP="007B6A46">
      <w:r>
        <w:t>379.6909</w:t>
      </w:r>
      <w:r>
        <w:tab/>
        <w:t>2.025e0</w:t>
      </w:r>
    </w:p>
    <w:p w:rsidR="007B6A46" w:rsidRDefault="007B6A46" w:rsidP="007B6A46">
      <w:r>
        <w:t>379.7060</w:t>
      </w:r>
      <w:r>
        <w:tab/>
        <w:t>1.013e0</w:t>
      </w:r>
    </w:p>
    <w:p w:rsidR="007B6A46" w:rsidRDefault="007B6A46" w:rsidP="007B6A46">
      <w:r>
        <w:t>379.7898</w:t>
      </w:r>
      <w:r>
        <w:tab/>
        <w:t>1.013e0</w:t>
      </w:r>
    </w:p>
    <w:p w:rsidR="007B6A46" w:rsidRDefault="007B6A46" w:rsidP="007B6A46">
      <w:r>
        <w:t>379.8358</w:t>
      </w:r>
      <w:r>
        <w:tab/>
        <w:t>1.013e0</w:t>
      </w:r>
    </w:p>
    <w:p w:rsidR="007B6A46" w:rsidRDefault="007B6A46" w:rsidP="007B6A46">
      <w:r>
        <w:t>379.8429</w:t>
      </w:r>
      <w:r>
        <w:tab/>
        <w:t>2.025e0</w:t>
      </w:r>
    </w:p>
    <w:p w:rsidR="007B6A46" w:rsidRDefault="007B6A46" w:rsidP="007B6A46">
      <w:r>
        <w:t>379.8789</w:t>
      </w:r>
      <w:r>
        <w:tab/>
        <w:t>1.013e0</w:t>
      </w:r>
    </w:p>
    <w:p w:rsidR="007B6A46" w:rsidRDefault="007B6A46" w:rsidP="007B6A46">
      <w:r>
        <w:t>379.8883</w:t>
      </w:r>
      <w:r>
        <w:tab/>
        <w:t>2.025e0</w:t>
      </w:r>
    </w:p>
    <w:p w:rsidR="007B6A46" w:rsidRDefault="007B6A46" w:rsidP="007B6A46">
      <w:r>
        <w:t>379.9129</w:t>
      </w:r>
      <w:r>
        <w:tab/>
        <w:t>1.013e0</w:t>
      </w:r>
    </w:p>
    <w:p w:rsidR="007B6A46" w:rsidRDefault="007B6A46" w:rsidP="007B6A46">
      <w:r>
        <w:t>379.9282</w:t>
      </w:r>
      <w:r>
        <w:tab/>
        <w:t>1.013e0</w:t>
      </w:r>
    </w:p>
    <w:p w:rsidR="007B6A46" w:rsidRDefault="007B6A46" w:rsidP="007B6A46">
      <w:r>
        <w:t>379.9455</w:t>
      </w:r>
      <w:r>
        <w:tab/>
        <w:t>1.013e0</w:t>
      </w:r>
    </w:p>
    <w:p w:rsidR="007B6A46" w:rsidRDefault="007B6A46" w:rsidP="007B6A46">
      <w:r>
        <w:t>379.9703</w:t>
      </w:r>
      <w:r>
        <w:tab/>
        <w:t>1.013e0</w:t>
      </w:r>
    </w:p>
    <w:p w:rsidR="007B6A46" w:rsidRDefault="007B6A46" w:rsidP="007B6A46">
      <w:r>
        <w:t>379.9748</w:t>
      </w:r>
      <w:r>
        <w:tab/>
        <w:t>1.013e0</w:t>
      </w:r>
    </w:p>
    <w:p w:rsidR="007B6A46" w:rsidRDefault="007B6A46" w:rsidP="007B6A46">
      <w:r>
        <w:t>379.9995</w:t>
      </w:r>
      <w:r>
        <w:tab/>
        <w:t>3.038e0</w:t>
      </w:r>
    </w:p>
    <w:p w:rsidR="007B6A46" w:rsidRDefault="007B6A46" w:rsidP="007B6A46">
      <w:r>
        <w:lastRenderedPageBreak/>
        <w:t>380.0202</w:t>
      </w:r>
      <w:r>
        <w:tab/>
        <w:t>1.013e0</w:t>
      </w:r>
    </w:p>
    <w:p w:rsidR="007B6A46" w:rsidRDefault="007B6A46" w:rsidP="007B6A46">
      <w:r>
        <w:t>380.0276</w:t>
      </w:r>
      <w:r>
        <w:tab/>
        <w:t>1.013e0</w:t>
      </w:r>
    </w:p>
    <w:p w:rsidR="007B6A46" w:rsidRDefault="007B6A46" w:rsidP="007B6A46">
      <w:r>
        <w:t>380.0746</w:t>
      </w:r>
      <w:r>
        <w:tab/>
        <w:t>2.025e0</w:t>
      </w:r>
    </w:p>
    <w:p w:rsidR="007B6A46" w:rsidRDefault="007B6A46" w:rsidP="007B6A46">
      <w:r>
        <w:t>380.1516</w:t>
      </w:r>
      <w:r>
        <w:tab/>
        <w:t>1.013e0</w:t>
      </w:r>
    </w:p>
    <w:p w:rsidR="007B6A46" w:rsidRDefault="007B6A46" w:rsidP="007B6A46">
      <w:r>
        <w:t>380.1626</w:t>
      </w:r>
      <w:r>
        <w:tab/>
        <w:t>1.013e0</w:t>
      </w:r>
    </w:p>
    <w:p w:rsidR="007B6A46" w:rsidRDefault="007B6A46" w:rsidP="007B6A46">
      <w:r>
        <w:t>380.1896</w:t>
      </w:r>
      <w:r>
        <w:tab/>
        <w:t>1.013e0</w:t>
      </w:r>
    </w:p>
    <w:p w:rsidR="007B6A46" w:rsidRDefault="007B6A46" w:rsidP="007B6A46">
      <w:r>
        <w:t>380.2228</w:t>
      </w:r>
      <w:r>
        <w:tab/>
        <w:t>1.013e0</w:t>
      </w:r>
    </w:p>
    <w:p w:rsidR="007B6A46" w:rsidRDefault="007B6A46" w:rsidP="007B6A46">
      <w:r>
        <w:t>380.2571</w:t>
      </w:r>
      <w:r>
        <w:tab/>
        <w:t>1.013e0</w:t>
      </w:r>
    </w:p>
    <w:p w:rsidR="007B6A46" w:rsidRDefault="007B6A46" w:rsidP="007B6A46">
      <w:r>
        <w:t>380.2587</w:t>
      </w:r>
      <w:r>
        <w:tab/>
        <w:t>2.025e0</w:t>
      </w:r>
    </w:p>
    <w:p w:rsidR="007B6A46" w:rsidRDefault="007B6A46" w:rsidP="007B6A46">
      <w:r>
        <w:t>380.2768</w:t>
      </w:r>
      <w:r>
        <w:tab/>
        <w:t>1.013e0</w:t>
      </w:r>
    </w:p>
    <w:p w:rsidR="007B6A46" w:rsidRDefault="007B6A46" w:rsidP="007B6A46">
      <w:r>
        <w:t>380.2975</w:t>
      </w:r>
      <w:r>
        <w:tab/>
        <w:t>2.025e0</w:t>
      </w:r>
    </w:p>
    <w:p w:rsidR="007B6A46" w:rsidRDefault="007B6A46" w:rsidP="007B6A46">
      <w:r>
        <w:t>380.3179</w:t>
      </w:r>
      <w:r>
        <w:tab/>
        <w:t>1.013e0</w:t>
      </w:r>
    </w:p>
    <w:p w:rsidR="007B6A46" w:rsidRDefault="007B6A46" w:rsidP="007B6A46">
      <w:r>
        <w:t>380.3322</w:t>
      </w:r>
      <w:r>
        <w:tab/>
        <w:t>5.063e0</w:t>
      </w:r>
    </w:p>
    <w:p w:rsidR="007B6A46" w:rsidRDefault="007B6A46" w:rsidP="007B6A46">
      <w:r>
        <w:t>380.3449</w:t>
      </w:r>
      <w:r>
        <w:tab/>
        <w:t>3.038e0</w:t>
      </w:r>
    </w:p>
    <w:p w:rsidR="007B6A46" w:rsidRDefault="007B6A46" w:rsidP="007B6A46">
      <w:r>
        <w:t>380.3652</w:t>
      </w:r>
      <w:r>
        <w:tab/>
        <w:t>1.013e0</w:t>
      </w:r>
    </w:p>
    <w:p w:rsidR="007B6A46" w:rsidRDefault="007B6A46" w:rsidP="007B6A46">
      <w:r>
        <w:t>380.3669</w:t>
      </w:r>
      <w:r>
        <w:tab/>
        <w:t>3.038e0</w:t>
      </w:r>
    </w:p>
    <w:p w:rsidR="007B6A46" w:rsidRDefault="007B6A46" w:rsidP="007B6A46">
      <w:r>
        <w:t>380.3705</w:t>
      </w:r>
      <w:r>
        <w:tab/>
        <w:t>3.038e0</w:t>
      </w:r>
    </w:p>
    <w:p w:rsidR="007B6A46" w:rsidRDefault="007B6A46" w:rsidP="007B6A46">
      <w:r>
        <w:t>380.4119</w:t>
      </w:r>
      <w:r>
        <w:tab/>
        <w:t>1.013e0</w:t>
      </w:r>
    </w:p>
    <w:p w:rsidR="007B6A46" w:rsidRDefault="007B6A46" w:rsidP="007B6A46">
      <w:r>
        <w:t>380.5406</w:t>
      </w:r>
      <w:r>
        <w:tab/>
        <w:t>2.025e0</w:t>
      </w:r>
    </w:p>
    <w:p w:rsidR="007B6A46" w:rsidRDefault="007B6A46" w:rsidP="007B6A46">
      <w:r>
        <w:lastRenderedPageBreak/>
        <w:t>380.6857</w:t>
      </w:r>
      <w:r>
        <w:tab/>
        <w:t>1.013e0</w:t>
      </w:r>
    </w:p>
    <w:p w:rsidR="007B6A46" w:rsidRDefault="007B6A46" w:rsidP="007B6A46">
      <w:r>
        <w:t>380.7068</w:t>
      </w:r>
      <w:r>
        <w:tab/>
        <w:t>1.013e0</w:t>
      </w:r>
    </w:p>
    <w:p w:rsidR="007B6A46" w:rsidRDefault="007B6A46" w:rsidP="007B6A46">
      <w:r>
        <w:t>380.7634</w:t>
      </w:r>
      <w:r>
        <w:tab/>
        <w:t>1.013e0</w:t>
      </w:r>
    </w:p>
    <w:p w:rsidR="007B6A46" w:rsidRDefault="007B6A46" w:rsidP="007B6A46">
      <w:r>
        <w:t>380.7945</w:t>
      </w:r>
      <w:r>
        <w:tab/>
        <w:t>1.013e0</w:t>
      </w:r>
    </w:p>
    <w:p w:rsidR="007B6A46" w:rsidRDefault="007B6A46" w:rsidP="007B6A46">
      <w:r>
        <w:t>380.9031</w:t>
      </w:r>
      <w:r>
        <w:tab/>
        <w:t>2.025e0</w:t>
      </w:r>
    </w:p>
    <w:p w:rsidR="007B6A46" w:rsidRDefault="007B6A46" w:rsidP="007B6A46">
      <w:r>
        <w:t>380.9185</w:t>
      </w:r>
      <w:r>
        <w:tab/>
        <w:t>2.025e0</w:t>
      </w:r>
    </w:p>
    <w:p w:rsidR="007B6A46" w:rsidRDefault="007B6A46" w:rsidP="007B6A46">
      <w:r>
        <w:t>380.9253</w:t>
      </w:r>
      <w:r>
        <w:tab/>
        <w:t>2.025e0</w:t>
      </w:r>
    </w:p>
    <w:p w:rsidR="007B6A46" w:rsidRDefault="007B6A46" w:rsidP="007B6A46">
      <w:r>
        <w:t>380.9501</w:t>
      </w:r>
      <w:r>
        <w:tab/>
        <w:t>1.013e0</w:t>
      </w:r>
    </w:p>
    <w:p w:rsidR="007B6A46" w:rsidRDefault="007B6A46" w:rsidP="007B6A46">
      <w:r>
        <w:t>380.9759</w:t>
      </w:r>
      <w:r>
        <w:tab/>
        <w:t>1.013e0</w:t>
      </w:r>
    </w:p>
    <w:p w:rsidR="007B6A46" w:rsidRDefault="007B6A46" w:rsidP="007B6A46">
      <w:r>
        <w:t>380.9925</w:t>
      </w:r>
      <w:r>
        <w:tab/>
        <w:t>1.013e0</w:t>
      </w:r>
    </w:p>
    <w:p w:rsidR="007B6A46" w:rsidRDefault="007B6A46" w:rsidP="007B6A46">
      <w:r>
        <w:t>380.9970</w:t>
      </w:r>
      <w:r>
        <w:tab/>
        <w:t>1.013e0</w:t>
      </w:r>
    </w:p>
    <w:p w:rsidR="007B6A46" w:rsidRDefault="007B6A46" w:rsidP="007B6A46">
      <w:r>
        <w:t>381.0871</w:t>
      </w:r>
      <w:r>
        <w:tab/>
        <w:t>2.025e0</w:t>
      </w:r>
    </w:p>
    <w:p w:rsidR="007B6A46" w:rsidRDefault="007B6A46" w:rsidP="007B6A46">
      <w:r>
        <w:t>381.0941</w:t>
      </w:r>
      <w:r>
        <w:tab/>
        <w:t>2.025e0</w:t>
      </w:r>
    </w:p>
    <w:p w:rsidR="007B6A46" w:rsidRDefault="007B6A46" w:rsidP="007B6A46">
      <w:r>
        <w:t>381.1631</w:t>
      </w:r>
      <w:r>
        <w:tab/>
        <w:t>2.081e0</w:t>
      </w:r>
    </w:p>
    <w:p w:rsidR="007B6A46" w:rsidRDefault="007B6A46" w:rsidP="007B6A46">
      <w:r>
        <w:t>381.1693</w:t>
      </w:r>
      <w:r>
        <w:tab/>
        <w:t>1.013e0</w:t>
      </w:r>
    </w:p>
    <w:p w:rsidR="007B6A46" w:rsidRDefault="007B6A46" w:rsidP="007B6A46">
      <w:r>
        <w:t>381.1737</w:t>
      </w:r>
      <w:r>
        <w:tab/>
        <w:t>1.013e0</w:t>
      </w:r>
    </w:p>
    <w:p w:rsidR="007B6A46" w:rsidRDefault="007B6A46" w:rsidP="007B6A46">
      <w:r>
        <w:t>381.1805</w:t>
      </w:r>
      <w:r>
        <w:tab/>
        <w:t>2.025e0</w:t>
      </w:r>
    </w:p>
    <w:p w:rsidR="007B6A46" w:rsidRDefault="007B6A46" w:rsidP="007B6A46">
      <w:r>
        <w:t>381.2199</w:t>
      </w:r>
      <w:r>
        <w:tab/>
        <w:t>1.013e0</w:t>
      </w:r>
    </w:p>
    <w:p w:rsidR="007B6A46" w:rsidRDefault="007B6A46" w:rsidP="007B6A46">
      <w:r>
        <w:t>381.2308</w:t>
      </w:r>
      <w:r>
        <w:tab/>
        <w:t>1.013e0</w:t>
      </w:r>
    </w:p>
    <w:p w:rsidR="007B6A46" w:rsidRDefault="007B6A46" w:rsidP="007B6A46">
      <w:r>
        <w:lastRenderedPageBreak/>
        <w:t>381.2615</w:t>
      </w:r>
      <w:r>
        <w:tab/>
        <w:t>1.013e0</w:t>
      </w:r>
    </w:p>
    <w:p w:rsidR="007B6A46" w:rsidRDefault="007B6A46" w:rsidP="007B6A46">
      <w:r>
        <w:t>381.2660</w:t>
      </w:r>
      <w:r>
        <w:tab/>
        <w:t>1.013e0</w:t>
      </w:r>
    </w:p>
    <w:p w:rsidR="007B6A46" w:rsidRDefault="007B6A46" w:rsidP="007B6A46">
      <w:r>
        <w:t>381.3294</w:t>
      </w:r>
      <w:r>
        <w:tab/>
        <w:t>1.013e0</w:t>
      </w:r>
    </w:p>
    <w:p w:rsidR="007B6A46" w:rsidRDefault="007B6A46" w:rsidP="007B6A46">
      <w:r>
        <w:t>381.3441</w:t>
      </w:r>
      <w:r>
        <w:tab/>
        <w:t>2.025e0</w:t>
      </w:r>
    </w:p>
    <w:p w:rsidR="007B6A46" w:rsidRDefault="007B6A46" w:rsidP="007B6A46">
      <w:r>
        <w:t>381.3499</w:t>
      </w:r>
      <w:r>
        <w:tab/>
        <w:t>1.013e0</w:t>
      </w:r>
    </w:p>
    <w:p w:rsidR="007B6A46" w:rsidRDefault="007B6A46" w:rsidP="007B6A46">
      <w:r>
        <w:t>381.3842</w:t>
      </w:r>
      <w:r>
        <w:tab/>
        <w:t>2.025e0</w:t>
      </w:r>
    </w:p>
    <w:p w:rsidR="007B6A46" w:rsidRDefault="007B6A46" w:rsidP="007B6A46">
      <w:r>
        <w:t>381.4429</w:t>
      </w:r>
      <w:r>
        <w:tab/>
        <w:t>1.013e0</w:t>
      </w:r>
    </w:p>
    <w:p w:rsidR="007B6A46" w:rsidRDefault="007B6A46" w:rsidP="007B6A46">
      <w:r>
        <w:t>381.5096</w:t>
      </w:r>
      <w:r>
        <w:tab/>
        <w:t>1.013e0</w:t>
      </w:r>
    </w:p>
    <w:p w:rsidR="007B6A46" w:rsidRDefault="007B6A46" w:rsidP="007B6A46">
      <w:r>
        <w:t>381.5146</w:t>
      </w:r>
      <w:r>
        <w:tab/>
        <w:t>1.013e0</w:t>
      </w:r>
    </w:p>
    <w:p w:rsidR="007B6A46" w:rsidRDefault="007B6A46" w:rsidP="007B6A46">
      <w:r>
        <w:t>381.5219</w:t>
      </w:r>
      <w:r>
        <w:tab/>
        <w:t>1.013e0</w:t>
      </w:r>
    </w:p>
    <w:p w:rsidR="007B6A46" w:rsidRDefault="007B6A46" w:rsidP="007B6A46">
      <w:r>
        <w:t>381.5626</w:t>
      </w:r>
      <w:r>
        <w:tab/>
        <w:t>1.013e0</w:t>
      </w:r>
    </w:p>
    <w:p w:rsidR="007B6A46" w:rsidRDefault="007B6A46" w:rsidP="007B6A46">
      <w:r>
        <w:t>381.5667</w:t>
      </w:r>
      <w:r>
        <w:tab/>
        <w:t>2.025e0</w:t>
      </w:r>
    </w:p>
    <w:p w:rsidR="007B6A46" w:rsidRDefault="007B6A46" w:rsidP="007B6A46">
      <w:r>
        <w:t>381.5940</w:t>
      </w:r>
      <w:r>
        <w:tab/>
        <w:t>1.013e0</w:t>
      </w:r>
    </w:p>
    <w:p w:rsidR="007B6A46" w:rsidRDefault="007B6A46" w:rsidP="007B6A46">
      <w:r>
        <w:t>381.6100</w:t>
      </w:r>
      <w:r>
        <w:tab/>
        <w:t>1.013e0</w:t>
      </w:r>
    </w:p>
    <w:p w:rsidR="007B6A46" w:rsidRDefault="007B6A46" w:rsidP="007B6A46">
      <w:r>
        <w:t>381.6173</w:t>
      </w:r>
      <w:r>
        <w:tab/>
        <w:t>2.025e0</w:t>
      </w:r>
    </w:p>
    <w:p w:rsidR="007B6A46" w:rsidRDefault="007B6A46" w:rsidP="007B6A46">
      <w:r>
        <w:t>381.6778</w:t>
      </w:r>
      <w:r>
        <w:tab/>
        <w:t>1.013e0</w:t>
      </w:r>
    </w:p>
    <w:p w:rsidR="007B6A46" w:rsidRDefault="007B6A46" w:rsidP="007B6A46">
      <w:r>
        <w:t>381.6890</w:t>
      </w:r>
      <w:r>
        <w:tab/>
        <w:t>2.025e0</w:t>
      </w:r>
    </w:p>
    <w:p w:rsidR="007B6A46" w:rsidRDefault="007B6A46" w:rsidP="007B6A46">
      <w:r>
        <w:t>381.7112</w:t>
      </w:r>
      <w:r>
        <w:tab/>
        <w:t>1.013e0</w:t>
      </w:r>
    </w:p>
    <w:p w:rsidR="007B6A46" w:rsidRDefault="007B6A46" w:rsidP="007B6A46">
      <w:r>
        <w:t>381.7184</w:t>
      </w:r>
      <w:r>
        <w:tab/>
        <w:t>1.013e0</w:t>
      </w:r>
    </w:p>
    <w:p w:rsidR="007B6A46" w:rsidRDefault="007B6A46" w:rsidP="007B6A46">
      <w:r>
        <w:lastRenderedPageBreak/>
        <w:t>381.7928</w:t>
      </w:r>
      <w:r>
        <w:tab/>
        <w:t>1.013e0</w:t>
      </w:r>
    </w:p>
    <w:p w:rsidR="007B6A46" w:rsidRDefault="007B6A46" w:rsidP="007B6A46">
      <w:r>
        <w:t>381.8947</w:t>
      </w:r>
      <w:r>
        <w:tab/>
        <w:t>3.038e0</w:t>
      </w:r>
    </w:p>
    <w:p w:rsidR="007B6A46" w:rsidRDefault="007B6A46" w:rsidP="007B6A46">
      <w:r>
        <w:t>381.9144</w:t>
      </w:r>
      <w:r>
        <w:tab/>
        <w:t>1.013e0</w:t>
      </w:r>
    </w:p>
    <w:p w:rsidR="007B6A46" w:rsidRDefault="007B6A46" w:rsidP="007B6A46">
      <w:r>
        <w:t>381.9581</w:t>
      </w:r>
      <w:r>
        <w:tab/>
        <w:t>2.025e0</w:t>
      </w:r>
    </w:p>
    <w:p w:rsidR="007B6A46" w:rsidRDefault="007B6A46" w:rsidP="007B6A46">
      <w:r>
        <w:t>382.0568</w:t>
      </w:r>
      <w:r>
        <w:tab/>
        <w:t>1.013e0</w:t>
      </w:r>
    </w:p>
    <w:p w:rsidR="007B6A46" w:rsidRDefault="007B6A46" w:rsidP="007B6A46">
      <w:r>
        <w:t>382.0611</w:t>
      </w:r>
      <w:r>
        <w:tab/>
        <w:t>1.013e0</w:t>
      </w:r>
    </w:p>
    <w:p w:rsidR="007B6A46" w:rsidRDefault="007B6A46" w:rsidP="007B6A46">
      <w:r>
        <w:t>382.0948</w:t>
      </w:r>
      <w:r>
        <w:tab/>
        <w:t>2.025e0</w:t>
      </w:r>
    </w:p>
    <w:p w:rsidR="007B6A46" w:rsidRDefault="007B6A46" w:rsidP="007B6A46">
      <w:r>
        <w:t>382.1017</w:t>
      </w:r>
      <w:r>
        <w:tab/>
        <w:t>2.025e0</w:t>
      </w:r>
    </w:p>
    <w:p w:rsidR="007B6A46" w:rsidRDefault="007B6A46" w:rsidP="007B6A46">
      <w:r>
        <w:t>382.1103</w:t>
      </w:r>
      <w:r>
        <w:tab/>
        <w:t>2.025e0</w:t>
      </w:r>
    </w:p>
    <w:p w:rsidR="007B6A46" w:rsidRDefault="007B6A46" w:rsidP="007B6A46">
      <w:r>
        <w:t>382.1184</w:t>
      </w:r>
      <w:r>
        <w:tab/>
        <w:t>1.013e0</w:t>
      </w:r>
    </w:p>
    <w:p w:rsidR="007B6A46" w:rsidRDefault="007B6A46" w:rsidP="007B6A46">
      <w:r>
        <w:t>382.1495</w:t>
      </w:r>
      <w:r>
        <w:tab/>
        <w:t>1.013e0</w:t>
      </w:r>
    </w:p>
    <w:p w:rsidR="007B6A46" w:rsidRDefault="007B6A46" w:rsidP="007B6A46">
      <w:r>
        <w:t>382.1801</w:t>
      </w:r>
      <w:r>
        <w:tab/>
        <w:t>3.038e0</w:t>
      </w:r>
    </w:p>
    <w:p w:rsidR="007B6A46" w:rsidRDefault="007B6A46" w:rsidP="007B6A46">
      <w:r>
        <w:t>382.1964</w:t>
      </w:r>
      <w:r>
        <w:tab/>
        <w:t>1.013e0</w:t>
      </w:r>
    </w:p>
    <w:p w:rsidR="007B6A46" w:rsidRDefault="007B6A46" w:rsidP="007B6A46">
      <w:r>
        <w:t>382.2128</w:t>
      </w:r>
      <w:r>
        <w:tab/>
        <w:t>1.013e0</w:t>
      </w:r>
    </w:p>
    <w:p w:rsidR="007B6A46" w:rsidRDefault="007B6A46" w:rsidP="007B6A46">
      <w:r>
        <w:t>382.2146</w:t>
      </w:r>
      <w:r>
        <w:tab/>
        <w:t>2.025e0</w:t>
      </w:r>
    </w:p>
    <w:p w:rsidR="007B6A46" w:rsidRDefault="007B6A46" w:rsidP="007B6A46">
      <w:r>
        <w:t>382.2455</w:t>
      </w:r>
      <w:r>
        <w:tab/>
        <w:t>2.025e0</w:t>
      </w:r>
    </w:p>
    <w:p w:rsidR="007B6A46" w:rsidRDefault="007B6A46" w:rsidP="007B6A46">
      <w:r>
        <w:t>382.2535</w:t>
      </w:r>
      <w:r>
        <w:tab/>
        <w:t>1.013e0</w:t>
      </w:r>
    </w:p>
    <w:p w:rsidR="007B6A46" w:rsidRDefault="007B6A46" w:rsidP="007B6A46">
      <w:r>
        <w:t>382.2631</w:t>
      </w:r>
      <w:r>
        <w:tab/>
        <w:t>1.013e0</w:t>
      </w:r>
    </w:p>
    <w:p w:rsidR="007B6A46" w:rsidRDefault="007B6A46" w:rsidP="007B6A46">
      <w:r>
        <w:t>382.2886</w:t>
      </w:r>
      <w:r>
        <w:tab/>
        <w:t>1.013e0</w:t>
      </w:r>
    </w:p>
    <w:p w:rsidR="007B6A46" w:rsidRDefault="007B6A46" w:rsidP="007B6A46">
      <w:r>
        <w:lastRenderedPageBreak/>
        <w:t>382.2948</w:t>
      </w:r>
      <w:r>
        <w:tab/>
        <w:t>1.013e0</w:t>
      </w:r>
    </w:p>
    <w:p w:rsidR="007B6A46" w:rsidRDefault="007B6A46" w:rsidP="007B6A46">
      <w:r>
        <w:t>382.3146</w:t>
      </w:r>
      <w:r>
        <w:tab/>
        <w:t>1.013e0</w:t>
      </w:r>
    </w:p>
    <w:p w:rsidR="007B6A46" w:rsidRDefault="007B6A46" w:rsidP="007B6A46">
      <w:r>
        <w:t>382.3271</w:t>
      </w:r>
      <w:r>
        <w:tab/>
        <w:t>1.013e0</w:t>
      </w:r>
    </w:p>
    <w:p w:rsidR="007B6A46" w:rsidRDefault="007B6A46" w:rsidP="007B6A46">
      <w:r>
        <w:t>382.3481</w:t>
      </w:r>
      <w:r>
        <w:tab/>
        <w:t>3.038e0</w:t>
      </w:r>
    </w:p>
    <w:p w:rsidR="007B6A46" w:rsidRDefault="007B6A46" w:rsidP="007B6A46">
      <w:r>
        <w:t>382.3559</w:t>
      </w:r>
      <w:r>
        <w:tab/>
        <w:t>1.013e0</w:t>
      </w:r>
    </w:p>
    <w:p w:rsidR="007B6A46" w:rsidRDefault="007B6A46" w:rsidP="007B6A46">
      <w:r>
        <w:t>382.3606</w:t>
      </w:r>
      <w:r>
        <w:tab/>
        <w:t>3.038e0</w:t>
      </w:r>
    </w:p>
    <w:p w:rsidR="007B6A46" w:rsidRDefault="007B6A46" w:rsidP="007B6A46">
      <w:r>
        <w:t>382.4238</w:t>
      </w:r>
      <w:r>
        <w:tab/>
        <w:t>1.013e0</w:t>
      </w:r>
    </w:p>
    <w:p w:rsidR="007B6A46" w:rsidRDefault="007B6A46" w:rsidP="007B6A46">
      <w:r>
        <w:t>382.4436</w:t>
      </w:r>
      <w:r>
        <w:tab/>
        <w:t>1.013e0</w:t>
      </w:r>
    </w:p>
    <w:p w:rsidR="007B6A46" w:rsidRDefault="007B6A46" w:rsidP="007B6A46">
      <w:r>
        <w:t>382.4828</w:t>
      </w:r>
      <w:r>
        <w:tab/>
        <w:t>1.013e0</w:t>
      </w:r>
    </w:p>
    <w:p w:rsidR="007B6A46" w:rsidRDefault="007B6A46" w:rsidP="007B6A46">
      <w:r>
        <w:t>382.4911</w:t>
      </w:r>
      <w:r>
        <w:tab/>
        <w:t>1.013e0</w:t>
      </w:r>
    </w:p>
    <w:p w:rsidR="007B6A46" w:rsidRDefault="007B6A46" w:rsidP="007B6A46">
      <w:r>
        <w:t>382.5457</w:t>
      </w:r>
      <w:r>
        <w:tab/>
        <w:t>2.025e0</w:t>
      </w:r>
    </w:p>
    <w:p w:rsidR="007B6A46" w:rsidRDefault="007B6A46" w:rsidP="007B6A46">
      <w:r>
        <w:t>382.5501</w:t>
      </w:r>
      <w:r>
        <w:tab/>
        <w:t>1.013e0</w:t>
      </w:r>
    </w:p>
    <w:p w:rsidR="007B6A46" w:rsidRDefault="007B6A46" w:rsidP="007B6A46">
      <w:r>
        <w:t>382.5752</w:t>
      </w:r>
      <w:r>
        <w:tab/>
        <w:t>1.013e0</w:t>
      </w:r>
    </w:p>
    <w:p w:rsidR="007B6A46" w:rsidRDefault="007B6A46" w:rsidP="007B6A46">
      <w:r>
        <w:t>382.5925</w:t>
      </w:r>
      <w:r>
        <w:tab/>
        <w:t>1.013e0</w:t>
      </w:r>
    </w:p>
    <w:p w:rsidR="007B6A46" w:rsidRDefault="007B6A46" w:rsidP="007B6A46">
      <w:r>
        <w:t>382.6750</w:t>
      </w:r>
      <w:r>
        <w:tab/>
        <w:t>1.013e0</w:t>
      </w:r>
    </w:p>
    <w:p w:rsidR="007B6A46" w:rsidRDefault="007B6A46" w:rsidP="007B6A46">
      <w:r>
        <w:t>382.6848</w:t>
      </w:r>
      <w:r>
        <w:tab/>
        <w:t>2.025e0</w:t>
      </w:r>
    </w:p>
    <w:p w:rsidR="007B6A46" w:rsidRDefault="007B6A46" w:rsidP="007B6A46">
      <w:r>
        <w:t>382.7097</w:t>
      </w:r>
      <w:r>
        <w:tab/>
        <w:t>1.013e0</w:t>
      </w:r>
    </w:p>
    <w:p w:rsidR="007B6A46" w:rsidRDefault="007B6A46" w:rsidP="007B6A46">
      <w:r>
        <w:t>382.7303</w:t>
      </w:r>
      <w:r>
        <w:tab/>
        <w:t>1.013e0</w:t>
      </w:r>
    </w:p>
    <w:p w:rsidR="007B6A46" w:rsidRDefault="007B6A46" w:rsidP="007B6A46">
      <w:r>
        <w:t>382.8049</w:t>
      </w:r>
      <w:r>
        <w:tab/>
        <w:t>2.025e0</w:t>
      </w:r>
    </w:p>
    <w:p w:rsidR="007B6A46" w:rsidRDefault="007B6A46" w:rsidP="007B6A46">
      <w:r>
        <w:lastRenderedPageBreak/>
        <w:t>382.8245</w:t>
      </w:r>
      <w:r>
        <w:tab/>
        <w:t>1.013e0</w:t>
      </w:r>
    </w:p>
    <w:p w:rsidR="007B6A46" w:rsidRDefault="007B6A46" w:rsidP="007B6A46">
      <w:r>
        <w:t>382.8969</w:t>
      </w:r>
      <w:r>
        <w:tab/>
        <w:t>2.025e0</w:t>
      </w:r>
    </w:p>
    <w:p w:rsidR="007B6A46" w:rsidRDefault="007B6A46" w:rsidP="007B6A46">
      <w:r>
        <w:t>382.9019</w:t>
      </w:r>
      <w:r>
        <w:tab/>
        <w:t>2.025e0</w:t>
      </w:r>
    </w:p>
    <w:p w:rsidR="007B6A46" w:rsidRDefault="007B6A46" w:rsidP="007B6A46">
      <w:r>
        <w:t>382.9672</w:t>
      </w:r>
      <w:r>
        <w:tab/>
        <w:t>1.013e0</w:t>
      </w:r>
    </w:p>
    <w:p w:rsidR="007B6A46" w:rsidRDefault="007B6A46" w:rsidP="007B6A46">
      <w:r>
        <w:t>382.9958</w:t>
      </w:r>
      <w:r>
        <w:tab/>
        <w:t>1.013e0</w:t>
      </w:r>
    </w:p>
    <w:p w:rsidR="007B6A46" w:rsidRDefault="007B6A46" w:rsidP="007B6A46">
      <w:r>
        <w:t>383.0080</w:t>
      </w:r>
      <w:r>
        <w:tab/>
        <w:t>1.013e0</w:t>
      </w:r>
    </w:p>
    <w:p w:rsidR="007B6A46" w:rsidRDefault="007B6A46" w:rsidP="007B6A46">
      <w:r>
        <w:t>383.0130</w:t>
      </w:r>
      <w:r>
        <w:tab/>
        <w:t>1.013e0</w:t>
      </w:r>
    </w:p>
    <w:p w:rsidR="007B6A46" w:rsidRDefault="007B6A46" w:rsidP="007B6A46">
      <w:r>
        <w:t>383.0175</w:t>
      </w:r>
      <w:r>
        <w:tab/>
        <w:t>1.013e0</w:t>
      </w:r>
    </w:p>
    <w:p w:rsidR="007B6A46" w:rsidRDefault="007B6A46" w:rsidP="007B6A46">
      <w:r>
        <w:t>383.0736</w:t>
      </w:r>
      <w:r>
        <w:tab/>
        <w:t>2.025e0</w:t>
      </w:r>
    </w:p>
    <w:p w:rsidR="007B6A46" w:rsidRDefault="007B6A46" w:rsidP="007B6A46">
      <w:r>
        <w:t>383.1021</w:t>
      </w:r>
      <w:r>
        <w:tab/>
        <w:t>1.013e0</w:t>
      </w:r>
    </w:p>
    <w:p w:rsidR="007B6A46" w:rsidRDefault="007B6A46" w:rsidP="007B6A46">
      <w:r>
        <w:t>383.1308</w:t>
      </w:r>
      <w:r>
        <w:tab/>
        <w:t>1.013e0</w:t>
      </w:r>
    </w:p>
    <w:p w:rsidR="007B6A46" w:rsidRDefault="007B6A46" w:rsidP="007B6A46">
      <w:r>
        <w:t>383.1938</w:t>
      </w:r>
      <w:r>
        <w:tab/>
        <w:t>1.013e0</w:t>
      </w:r>
    </w:p>
    <w:p w:rsidR="007B6A46" w:rsidRDefault="007B6A46" w:rsidP="007B6A46">
      <w:r>
        <w:t>383.2193</w:t>
      </w:r>
      <w:r>
        <w:tab/>
        <w:t>3.038e0</w:t>
      </w:r>
    </w:p>
    <w:p w:rsidR="007B6A46" w:rsidRDefault="007B6A46" w:rsidP="007B6A46">
      <w:r>
        <w:t>383.2271</w:t>
      </w:r>
      <w:r>
        <w:tab/>
        <w:t>4.051e0</w:t>
      </w:r>
    </w:p>
    <w:p w:rsidR="007B6A46" w:rsidRDefault="007B6A46" w:rsidP="007B6A46">
      <w:r>
        <w:t>383.2303</w:t>
      </w:r>
      <w:r>
        <w:tab/>
        <w:t>3.038e0</w:t>
      </w:r>
    </w:p>
    <w:p w:rsidR="007B6A46" w:rsidRDefault="007B6A46" w:rsidP="007B6A46">
      <w:r>
        <w:t>383.2539</w:t>
      </w:r>
      <w:r>
        <w:tab/>
        <w:t>2.025e0</w:t>
      </w:r>
    </w:p>
    <w:p w:rsidR="007B6A46" w:rsidRDefault="007B6A46" w:rsidP="007B6A46">
      <w:r>
        <w:t>383.2739</w:t>
      </w:r>
      <w:r>
        <w:tab/>
        <w:t>2.025e0</w:t>
      </w:r>
    </w:p>
    <w:p w:rsidR="007B6A46" w:rsidRDefault="007B6A46" w:rsidP="007B6A46">
      <w:r>
        <w:t>383.3060</w:t>
      </w:r>
      <w:r>
        <w:tab/>
        <w:t>2.025e0</w:t>
      </w:r>
    </w:p>
    <w:p w:rsidR="007B6A46" w:rsidRDefault="007B6A46" w:rsidP="007B6A46">
      <w:r>
        <w:t>383.3689</w:t>
      </w:r>
      <w:r>
        <w:tab/>
        <w:t>2.025e0</w:t>
      </w:r>
    </w:p>
    <w:p w:rsidR="007B6A46" w:rsidRDefault="007B6A46" w:rsidP="007B6A46">
      <w:r>
        <w:lastRenderedPageBreak/>
        <w:t>383.4176</w:t>
      </w:r>
      <w:r>
        <w:tab/>
        <w:t>1.013e0</w:t>
      </w:r>
    </w:p>
    <w:p w:rsidR="007B6A46" w:rsidRDefault="007B6A46" w:rsidP="007B6A46">
      <w:r>
        <w:t>383.4236</w:t>
      </w:r>
      <w:r>
        <w:tab/>
        <w:t>2.025e0</w:t>
      </w:r>
    </w:p>
    <w:p w:rsidR="007B6A46" w:rsidRDefault="007B6A46" w:rsidP="007B6A46">
      <w:r>
        <w:t>383.4335</w:t>
      </w:r>
      <w:r>
        <w:tab/>
        <w:t>2.025e0</w:t>
      </w:r>
    </w:p>
    <w:p w:rsidR="007B6A46" w:rsidRDefault="007B6A46" w:rsidP="007B6A46">
      <w:r>
        <w:t>383.4518</w:t>
      </w:r>
      <w:r>
        <w:tab/>
        <w:t>2.025e0</w:t>
      </w:r>
    </w:p>
    <w:p w:rsidR="007B6A46" w:rsidRDefault="007B6A46" w:rsidP="007B6A46">
      <w:r>
        <w:t>383.4712</w:t>
      </w:r>
      <w:r>
        <w:tab/>
        <w:t>3.038e0</w:t>
      </w:r>
    </w:p>
    <w:p w:rsidR="007B6A46" w:rsidRDefault="007B6A46" w:rsidP="007B6A46">
      <w:r>
        <w:t>383.4848</w:t>
      </w:r>
      <w:r>
        <w:tab/>
        <w:t>1.013e0</w:t>
      </w:r>
    </w:p>
    <w:p w:rsidR="007B6A46" w:rsidRDefault="007B6A46" w:rsidP="007B6A46">
      <w:r>
        <w:t>383.4971</w:t>
      </w:r>
      <w:r>
        <w:tab/>
        <w:t>1.013e0</w:t>
      </w:r>
    </w:p>
    <w:p w:rsidR="007B6A46" w:rsidRDefault="007B6A46" w:rsidP="007B6A46">
      <w:r>
        <w:t>383.5906</w:t>
      </w:r>
      <w:r>
        <w:tab/>
        <w:t>1.013e0</w:t>
      </w:r>
    </w:p>
    <w:p w:rsidR="007B6A46" w:rsidRDefault="007B6A46" w:rsidP="007B6A46">
      <w:r>
        <w:t>383.5945</w:t>
      </w:r>
      <w:r>
        <w:tab/>
        <w:t>1.013e0</w:t>
      </w:r>
    </w:p>
    <w:p w:rsidR="007B6A46" w:rsidRDefault="007B6A46" w:rsidP="007B6A46">
      <w:r>
        <w:t>383.6673</w:t>
      </w:r>
      <w:r>
        <w:tab/>
        <w:t>1.013e0</w:t>
      </w:r>
    </w:p>
    <w:p w:rsidR="007B6A46" w:rsidRDefault="007B6A46" w:rsidP="007B6A46">
      <w:r>
        <w:t>383.6883</w:t>
      </w:r>
      <w:r>
        <w:tab/>
        <w:t>1.013e0</w:t>
      </w:r>
    </w:p>
    <w:p w:rsidR="007B6A46" w:rsidRDefault="007B6A46" w:rsidP="007B6A46">
      <w:r>
        <w:t>383.7709</w:t>
      </w:r>
      <w:r>
        <w:tab/>
        <w:t>1.013e0</w:t>
      </w:r>
    </w:p>
    <w:p w:rsidR="007B6A46" w:rsidRDefault="007B6A46" w:rsidP="007B6A46">
      <w:r>
        <w:t>383.8242</w:t>
      </w:r>
      <w:r>
        <w:tab/>
        <w:t>2.025e0</w:t>
      </w:r>
    </w:p>
    <w:p w:rsidR="007B6A46" w:rsidRDefault="007B6A46" w:rsidP="007B6A46">
      <w:r>
        <w:t>383.8722</w:t>
      </w:r>
      <w:r>
        <w:tab/>
        <w:t>1.013e0</w:t>
      </w:r>
    </w:p>
    <w:p w:rsidR="007B6A46" w:rsidRDefault="007B6A46" w:rsidP="007B6A46">
      <w:r>
        <w:t>383.8806</w:t>
      </w:r>
      <w:r>
        <w:tab/>
        <w:t>1.013e0</w:t>
      </w:r>
    </w:p>
    <w:p w:rsidR="007B6A46" w:rsidRDefault="007B6A46" w:rsidP="007B6A46">
      <w:r>
        <w:t>383.8858</w:t>
      </w:r>
      <w:r>
        <w:tab/>
        <w:t>1.013e0</w:t>
      </w:r>
    </w:p>
    <w:p w:rsidR="007B6A46" w:rsidRDefault="007B6A46" w:rsidP="007B6A46">
      <w:r>
        <w:t>383.9341</w:t>
      </w:r>
      <w:r>
        <w:tab/>
        <w:t>2.025e0</w:t>
      </w:r>
    </w:p>
    <w:p w:rsidR="007B6A46" w:rsidRDefault="007B6A46" w:rsidP="007B6A46">
      <w:r>
        <w:t>383.9359</w:t>
      </w:r>
      <w:r>
        <w:tab/>
        <w:t>2.025e0</w:t>
      </w:r>
    </w:p>
    <w:p w:rsidR="007B6A46" w:rsidRDefault="007B6A46" w:rsidP="007B6A46">
      <w:r>
        <w:t>383.9684</w:t>
      </w:r>
      <w:r>
        <w:tab/>
        <w:t>3.038e0</w:t>
      </w:r>
    </w:p>
    <w:p w:rsidR="007B6A46" w:rsidRDefault="007B6A46" w:rsidP="007B6A46">
      <w:r>
        <w:lastRenderedPageBreak/>
        <w:t>384.0010</w:t>
      </w:r>
      <w:r>
        <w:tab/>
        <w:t>1.013e0</w:t>
      </w:r>
    </w:p>
    <w:p w:rsidR="007B6A46" w:rsidRDefault="007B6A46" w:rsidP="007B6A46">
      <w:r>
        <w:t>384.0302</w:t>
      </w:r>
      <w:r>
        <w:tab/>
        <w:t>2.025e0</w:t>
      </w:r>
    </w:p>
    <w:p w:rsidR="007B6A46" w:rsidRDefault="007B6A46" w:rsidP="007B6A46">
      <w:r>
        <w:t>384.1461</w:t>
      </w:r>
      <w:r>
        <w:tab/>
        <w:t>1.013e0</w:t>
      </w:r>
    </w:p>
    <w:p w:rsidR="007B6A46" w:rsidRDefault="007B6A46" w:rsidP="007B6A46">
      <w:r>
        <w:t>384.1584</w:t>
      </w:r>
      <w:r>
        <w:tab/>
        <w:t>1.013e0</w:t>
      </w:r>
    </w:p>
    <w:p w:rsidR="007B6A46" w:rsidRDefault="007B6A46" w:rsidP="007B6A46">
      <w:r>
        <w:t>384.1861</w:t>
      </w:r>
      <w:r>
        <w:tab/>
        <w:t>2.025e0</w:t>
      </w:r>
    </w:p>
    <w:p w:rsidR="007B6A46" w:rsidRDefault="007B6A46" w:rsidP="007B6A46">
      <w:r>
        <w:t>384.1890</w:t>
      </w:r>
      <w:r>
        <w:tab/>
        <w:t>1.013e0</w:t>
      </w:r>
    </w:p>
    <w:p w:rsidR="007B6A46" w:rsidRDefault="007B6A46" w:rsidP="007B6A46">
      <w:r>
        <w:t>384.2307</w:t>
      </w:r>
      <w:r>
        <w:tab/>
        <w:t>1.013e0</w:t>
      </w:r>
    </w:p>
    <w:p w:rsidR="007B6A46" w:rsidRDefault="007B6A46" w:rsidP="007B6A46">
      <w:r>
        <w:t>384.2352</w:t>
      </w:r>
      <w:r>
        <w:tab/>
        <w:t>1.013e0</w:t>
      </w:r>
    </w:p>
    <w:p w:rsidR="007B6A46" w:rsidRDefault="007B6A46" w:rsidP="007B6A46">
      <w:r>
        <w:t>384.2612</w:t>
      </w:r>
      <w:r>
        <w:tab/>
        <w:t>2.025e0</w:t>
      </w:r>
    </w:p>
    <w:p w:rsidR="007B6A46" w:rsidRDefault="007B6A46" w:rsidP="007B6A46">
      <w:r>
        <w:t>384.2769</w:t>
      </w:r>
      <w:r>
        <w:tab/>
        <w:t>1.013e0</w:t>
      </w:r>
    </w:p>
    <w:p w:rsidR="007B6A46" w:rsidRDefault="007B6A46" w:rsidP="007B6A46">
      <w:r>
        <w:t>384.2980</w:t>
      </w:r>
      <w:r>
        <w:tab/>
        <w:t>1.013e0</w:t>
      </w:r>
    </w:p>
    <w:p w:rsidR="007B6A46" w:rsidRDefault="007B6A46" w:rsidP="007B6A46">
      <w:r>
        <w:t>384.3228</w:t>
      </w:r>
      <w:r>
        <w:tab/>
        <w:t>3.038e0</w:t>
      </w:r>
    </w:p>
    <w:p w:rsidR="007B6A46" w:rsidRDefault="007B6A46" w:rsidP="007B6A46">
      <w:r>
        <w:t>384.3554</w:t>
      </w:r>
      <w:r>
        <w:tab/>
        <w:t>1.013e0</w:t>
      </w:r>
    </w:p>
    <w:p w:rsidR="007B6A46" w:rsidRDefault="007B6A46" w:rsidP="007B6A46">
      <w:r>
        <w:t>384.3571</w:t>
      </w:r>
      <w:r>
        <w:tab/>
        <w:t>3.038e0</w:t>
      </w:r>
    </w:p>
    <w:p w:rsidR="007B6A46" w:rsidRDefault="007B6A46" w:rsidP="007B6A46">
      <w:r>
        <w:t>384.3623</w:t>
      </w:r>
      <w:r>
        <w:tab/>
        <w:t>1.013e0</w:t>
      </w:r>
    </w:p>
    <w:p w:rsidR="007B6A46" w:rsidRDefault="007B6A46" w:rsidP="007B6A46">
      <w:r>
        <w:t>384.3661</w:t>
      </w:r>
      <w:r>
        <w:tab/>
        <w:t>1.013e0</w:t>
      </w:r>
    </w:p>
    <w:p w:rsidR="007B6A46" w:rsidRDefault="007B6A46" w:rsidP="007B6A46">
      <w:r>
        <w:t>384.4328</w:t>
      </w:r>
      <w:r>
        <w:tab/>
        <w:t>1.013e0</w:t>
      </w:r>
    </w:p>
    <w:p w:rsidR="007B6A46" w:rsidRDefault="007B6A46" w:rsidP="007B6A46">
      <w:r>
        <w:t>384.4922</w:t>
      </w:r>
      <w:r>
        <w:tab/>
        <w:t>2.025e0</w:t>
      </w:r>
    </w:p>
    <w:p w:rsidR="007B6A46" w:rsidRDefault="007B6A46" w:rsidP="007B6A46">
      <w:r>
        <w:t>384.5533</w:t>
      </w:r>
      <w:r>
        <w:tab/>
        <w:t>1.013e0</w:t>
      </w:r>
    </w:p>
    <w:p w:rsidR="007B6A46" w:rsidRDefault="007B6A46" w:rsidP="007B6A46">
      <w:r>
        <w:lastRenderedPageBreak/>
        <w:t>384.5636</w:t>
      </w:r>
      <w:r>
        <w:tab/>
        <w:t>1.013e0</w:t>
      </w:r>
    </w:p>
    <w:p w:rsidR="007B6A46" w:rsidRDefault="007B6A46" w:rsidP="007B6A46">
      <w:r>
        <w:t>384.5811</w:t>
      </w:r>
      <w:r>
        <w:tab/>
        <w:t>1.013e0</w:t>
      </w:r>
    </w:p>
    <w:p w:rsidR="007B6A46" w:rsidRDefault="007B6A46" w:rsidP="007B6A46">
      <w:r>
        <w:t>384.6426</w:t>
      </w:r>
      <w:r>
        <w:tab/>
        <w:t>1.013e0</w:t>
      </w:r>
    </w:p>
    <w:p w:rsidR="007B6A46" w:rsidRDefault="007B6A46" w:rsidP="007B6A46">
      <w:r>
        <w:t>384.6903</w:t>
      </w:r>
      <w:r>
        <w:tab/>
        <w:t>1.013e0</w:t>
      </w:r>
    </w:p>
    <w:p w:rsidR="007B6A46" w:rsidRDefault="007B6A46" w:rsidP="007B6A46">
      <w:r>
        <w:t>384.7624</w:t>
      </w:r>
      <w:r>
        <w:tab/>
        <w:t>1.013e0</w:t>
      </w:r>
    </w:p>
    <w:p w:rsidR="007B6A46" w:rsidRDefault="007B6A46" w:rsidP="007B6A46">
      <w:r>
        <w:t>384.7791</w:t>
      </w:r>
      <w:r>
        <w:tab/>
        <w:t>1.013e0</w:t>
      </w:r>
    </w:p>
    <w:p w:rsidR="007B6A46" w:rsidRDefault="007B6A46" w:rsidP="007B6A46">
      <w:r>
        <w:t>384.7869</w:t>
      </w:r>
      <w:r>
        <w:tab/>
        <w:t>1.013e0</w:t>
      </w:r>
    </w:p>
    <w:p w:rsidR="007B6A46" w:rsidRDefault="007B6A46" w:rsidP="007B6A46">
      <w:r>
        <w:t>384.7921</w:t>
      </w:r>
      <w:r>
        <w:tab/>
        <w:t>2.025e0</w:t>
      </w:r>
    </w:p>
    <w:p w:rsidR="007B6A46" w:rsidRDefault="007B6A46" w:rsidP="007B6A46">
      <w:r>
        <w:t>384.8575</w:t>
      </w:r>
      <w:r>
        <w:tab/>
        <w:t>2.025e0</w:t>
      </w:r>
    </w:p>
    <w:p w:rsidR="007B6A46" w:rsidRDefault="007B6A46" w:rsidP="007B6A46">
      <w:r>
        <w:t>384.8721</w:t>
      </w:r>
      <w:r>
        <w:tab/>
        <w:t>1.013e0</w:t>
      </w:r>
    </w:p>
    <w:p w:rsidR="007B6A46" w:rsidRDefault="007B6A46" w:rsidP="007B6A46">
      <w:r>
        <w:t>384.9088</w:t>
      </w:r>
      <w:r>
        <w:tab/>
        <w:t>2.025e0</w:t>
      </w:r>
    </w:p>
    <w:p w:rsidR="007B6A46" w:rsidRDefault="007B6A46" w:rsidP="007B6A46">
      <w:r>
        <w:t>384.9180</w:t>
      </w:r>
      <w:r>
        <w:tab/>
        <w:t>4.051e0</w:t>
      </w:r>
    </w:p>
    <w:p w:rsidR="007B6A46" w:rsidRDefault="007B6A46" w:rsidP="007B6A46">
      <w:r>
        <w:t>384.9925</w:t>
      </w:r>
      <w:r>
        <w:tab/>
        <w:t>2.025e0</w:t>
      </w:r>
    </w:p>
    <w:p w:rsidR="007B6A46" w:rsidRDefault="007B6A46" w:rsidP="007B6A46">
      <w:r>
        <w:t>384.9969</w:t>
      </w:r>
      <w:r>
        <w:tab/>
        <w:t>1.013e0</w:t>
      </w:r>
    </w:p>
    <w:p w:rsidR="007B6A46" w:rsidRDefault="007B6A46" w:rsidP="007B6A46">
      <w:r>
        <w:t>384.9992</w:t>
      </w:r>
      <w:r>
        <w:tab/>
        <w:t>2.025e0</w:t>
      </w:r>
    </w:p>
    <w:p w:rsidR="007B6A46" w:rsidRDefault="007B6A46" w:rsidP="007B6A46">
      <w:r>
        <w:t>385.0185</w:t>
      </w:r>
      <w:r>
        <w:tab/>
        <w:t>2.025e0</w:t>
      </w:r>
    </w:p>
    <w:p w:rsidR="007B6A46" w:rsidRDefault="007B6A46" w:rsidP="007B6A46">
      <w:r>
        <w:t>385.0743</w:t>
      </w:r>
      <w:r>
        <w:tab/>
        <w:t>1.013e0</w:t>
      </w:r>
    </w:p>
    <w:p w:rsidR="007B6A46" w:rsidRDefault="007B6A46" w:rsidP="007B6A46">
      <w:r>
        <w:t>385.0858</w:t>
      </w:r>
      <w:r>
        <w:tab/>
        <w:t>1.013e0</w:t>
      </w:r>
    </w:p>
    <w:p w:rsidR="007B6A46" w:rsidRDefault="007B6A46" w:rsidP="007B6A46">
      <w:r>
        <w:t>385.0909</w:t>
      </w:r>
      <w:r>
        <w:tab/>
        <w:t>1.013e0</w:t>
      </w:r>
    </w:p>
    <w:p w:rsidR="007B6A46" w:rsidRDefault="007B6A46" w:rsidP="007B6A46">
      <w:r>
        <w:lastRenderedPageBreak/>
        <w:t>385.1472</w:t>
      </w:r>
      <w:r>
        <w:tab/>
        <w:t>1.013e0</w:t>
      </w:r>
    </w:p>
    <w:p w:rsidR="007B6A46" w:rsidRDefault="007B6A46" w:rsidP="007B6A46">
      <w:r>
        <w:t>385.1544</w:t>
      </w:r>
      <w:r>
        <w:tab/>
        <w:t>2.025e0</w:t>
      </w:r>
    </w:p>
    <w:p w:rsidR="007B6A46" w:rsidRDefault="007B6A46" w:rsidP="007B6A46">
      <w:r>
        <w:t>385.1834</w:t>
      </w:r>
      <w:r>
        <w:tab/>
        <w:t>1.013e0</w:t>
      </w:r>
    </w:p>
    <w:p w:rsidR="007B6A46" w:rsidRDefault="007B6A46" w:rsidP="007B6A46">
      <w:r>
        <w:t>385.2119</w:t>
      </w:r>
      <w:r>
        <w:tab/>
        <w:t>3.166e0</w:t>
      </w:r>
    </w:p>
    <w:p w:rsidR="007B6A46" w:rsidRDefault="007B6A46" w:rsidP="007B6A46">
      <w:r>
        <w:t>385.2162</w:t>
      </w:r>
      <w:r>
        <w:tab/>
        <w:t>1.013e0</w:t>
      </w:r>
    </w:p>
    <w:p w:rsidR="007B6A46" w:rsidRDefault="007B6A46" w:rsidP="007B6A46">
      <w:r>
        <w:t>385.2346</w:t>
      </w:r>
      <w:r>
        <w:tab/>
        <w:t>2.083e0</w:t>
      </w:r>
    </w:p>
    <w:p w:rsidR="007B6A46" w:rsidRDefault="007B6A46" w:rsidP="007B6A46">
      <w:r>
        <w:t>385.2435</w:t>
      </w:r>
      <w:r>
        <w:tab/>
        <w:t>1.013e0</w:t>
      </w:r>
    </w:p>
    <w:p w:rsidR="007B6A46" w:rsidRDefault="007B6A46" w:rsidP="007B6A46">
      <w:r>
        <w:t>385.2770</w:t>
      </w:r>
      <w:r>
        <w:tab/>
        <w:t>3.038e0</w:t>
      </w:r>
    </w:p>
    <w:p w:rsidR="007B6A46" w:rsidRDefault="007B6A46" w:rsidP="007B6A46">
      <w:r>
        <w:t>385.2792</w:t>
      </w:r>
      <w:r>
        <w:tab/>
        <w:t>3.038e0</w:t>
      </w:r>
    </w:p>
    <w:p w:rsidR="007B6A46" w:rsidRDefault="007B6A46" w:rsidP="007B6A46">
      <w:r>
        <w:t>385.2938</w:t>
      </w:r>
      <w:r>
        <w:tab/>
        <w:t>1.013e0</w:t>
      </w:r>
    </w:p>
    <w:p w:rsidR="007B6A46" w:rsidRDefault="007B6A46" w:rsidP="007B6A46">
      <w:r>
        <w:t>385.3057</w:t>
      </w:r>
      <w:r>
        <w:tab/>
        <w:t>2.025e0</w:t>
      </w:r>
    </w:p>
    <w:p w:rsidR="007B6A46" w:rsidRDefault="007B6A46" w:rsidP="007B6A46">
      <w:r>
        <w:t>385.3276</w:t>
      </w:r>
      <w:r>
        <w:tab/>
        <w:t>2.025e0</w:t>
      </w:r>
    </w:p>
    <w:p w:rsidR="007B6A46" w:rsidRDefault="007B6A46" w:rsidP="007B6A46">
      <w:r>
        <w:t>385.3460</w:t>
      </w:r>
      <w:r>
        <w:tab/>
        <w:t>1.013e0</w:t>
      </w:r>
    </w:p>
    <w:p w:rsidR="007B6A46" w:rsidRDefault="007B6A46" w:rsidP="007B6A46">
      <w:r>
        <w:t>385.3528</w:t>
      </w:r>
      <w:r>
        <w:tab/>
        <w:t>1.013e0</w:t>
      </w:r>
    </w:p>
    <w:p w:rsidR="007B6A46" w:rsidRDefault="007B6A46" w:rsidP="007B6A46">
      <w:r>
        <w:t>385.3659</w:t>
      </w:r>
      <w:r>
        <w:tab/>
        <w:t>1.013e0</w:t>
      </w:r>
    </w:p>
    <w:p w:rsidR="007B6A46" w:rsidRDefault="007B6A46" w:rsidP="007B6A46">
      <w:r>
        <w:t>385.3764</w:t>
      </w:r>
      <w:r>
        <w:tab/>
        <w:t>2.025e0</w:t>
      </w:r>
    </w:p>
    <w:p w:rsidR="007B6A46" w:rsidRDefault="007B6A46" w:rsidP="007B6A46">
      <w:r>
        <w:t>385.3886</w:t>
      </w:r>
      <w:r>
        <w:tab/>
        <w:t>3.038e0</w:t>
      </w:r>
    </w:p>
    <w:p w:rsidR="007B6A46" w:rsidRDefault="007B6A46" w:rsidP="007B6A46">
      <w:r>
        <w:t>385.3909</w:t>
      </w:r>
      <w:r>
        <w:tab/>
        <w:t>2.025e0</w:t>
      </w:r>
    </w:p>
    <w:p w:rsidR="007B6A46" w:rsidRDefault="007B6A46" w:rsidP="007B6A46">
      <w:r>
        <w:t>385.4075</w:t>
      </w:r>
      <w:r>
        <w:tab/>
        <w:t>1.013e0</w:t>
      </w:r>
    </w:p>
    <w:p w:rsidR="007B6A46" w:rsidRDefault="007B6A46" w:rsidP="007B6A46">
      <w:r>
        <w:lastRenderedPageBreak/>
        <w:t>385.4246</w:t>
      </w:r>
      <w:r>
        <w:tab/>
        <w:t>1.013e0</w:t>
      </w:r>
    </w:p>
    <w:p w:rsidR="007B6A46" w:rsidRDefault="007B6A46" w:rsidP="007B6A46">
      <w:r>
        <w:t>385.4451</w:t>
      </w:r>
      <w:r>
        <w:tab/>
        <w:t>1.013e0</w:t>
      </w:r>
    </w:p>
    <w:p w:rsidR="007B6A46" w:rsidRDefault="007B6A46" w:rsidP="007B6A46">
      <w:r>
        <w:t>385.4827</w:t>
      </w:r>
      <w:r>
        <w:tab/>
        <w:t>1.013e0</w:t>
      </w:r>
    </w:p>
    <w:p w:rsidR="007B6A46" w:rsidRDefault="007B6A46" w:rsidP="007B6A46">
      <w:r>
        <w:t>385.4878</w:t>
      </w:r>
      <w:r>
        <w:tab/>
        <w:t>2.025e0</w:t>
      </w:r>
    </w:p>
    <w:p w:rsidR="007B6A46" w:rsidRDefault="007B6A46" w:rsidP="007B6A46">
      <w:r>
        <w:t>385.5026</w:t>
      </w:r>
      <w:r>
        <w:tab/>
        <w:t>1.013e0</w:t>
      </w:r>
    </w:p>
    <w:p w:rsidR="007B6A46" w:rsidRDefault="007B6A46" w:rsidP="007B6A46">
      <w:r>
        <w:t>385.5549</w:t>
      </w:r>
      <w:r>
        <w:tab/>
        <w:t>1.013e0</w:t>
      </w:r>
    </w:p>
    <w:p w:rsidR="007B6A46" w:rsidRDefault="007B6A46" w:rsidP="007B6A46">
      <w:r>
        <w:t>385.6186</w:t>
      </w:r>
      <w:r>
        <w:tab/>
        <w:t>1.013e0</w:t>
      </w:r>
    </w:p>
    <w:p w:rsidR="007B6A46" w:rsidRDefault="007B6A46" w:rsidP="007B6A46">
      <w:r>
        <w:t>385.6537</w:t>
      </w:r>
      <w:r>
        <w:tab/>
        <w:t>1.013e0</w:t>
      </w:r>
    </w:p>
    <w:p w:rsidR="007B6A46" w:rsidRDefault="007B6A46" w:rsidP="007B6A46">
      <w:r>
        <w:t>385.6805</w:t>
      </w:r>
      <w:r>
        <w:tab/>
        <w:t>1.013e0</w:t>
      </w:r>
    </w:p>
    <w:p w:rsidR="007B6A46" w:rsidRDefault="007B6A46" w:rsidP="007B6A46">
      <w:r>
        <w:t>385.6898</w:t>
      </w:r>
      <w:r>
        <w:tab/>
        <w:t>1.013e0</w:t>
      </w:r>
    </w:p>
    <w:p w:rsidR="007B6A46" w:rsidRDefault="007B6A46" w:rsidP="007B6A46">
      <w:r>
        <w:t>385.7115</w:t>
      </w:r>
      <w:r>
        <w:tab/>
        <w:t>1.013e0</w:t>
      </w:r>
    </w:p>
    <w:p w:rsidR="007B6A46" w:rsidRDefault="007B6A46" w:rsidP="007B6A46">
      <w:r>
        <w:t>385.7185</w:t>
      </w:r>
      <w:r>
        <w:tab/>
        <w:t>2.025e0</w:t>
      </w:r>
    </w:p>
    <w:p w:rsidR="007B6A46" w:rsidRDefault="007B6A46" w:rsidP="007B6A46">
      <w:r>
        <w:t>385.7283</w:t>
      </w:r>
      <w:r>
        <w:tab/>
        <w:t>1.013e0</w:t>
      </w:r>
    </w:p>
    <w:p w:rsidR="007B6A46" w:rsidRDefault="007B6A46" w:rsidP="007B6A46">
      <w:r>
        <w:t>385.7426</w:t>
      </w:r>
      <w:r>
        <w:tab/>
        <w:t>1.013e0</w:t>
      </w:r>
    </w:p>
    <w:p w:rsidR="007B6A46" w:rsidRDefault="007B6A46" w:rsidP="007B6A46">
      <w:r>
        <w:t>385.7750</w:t>
      </w:r>
      <w:r>
        <w:tab/>
        <w:t>1.013e0</w:t>
      </w:r>
    </w:p>
    <w:p w:rsidR="007B6A46" w:rsidRDefault="007B6A46" w:rsidP="007B6A46">
      <w:r>
        <w:t>385.8105</w:t>
      </w:r>
      <w:r>
        <w:tab/>
        <w:t>1.013e0</w:t>
      </w:r>
    </w:p>
    <w:p w:rsidR="007B6A46" w:rsidRDefault="007B6A46" w:rsidP="007B6A46">
      <w:r>
        <w:t>385.8206</w:t>
      </w:r>
      <w:r>
        <w:tab/>
        <w:t>1.013e0</w:t>
      </w:r>
    </w:p>
    <w:p w:rsidR="007B6A46" w:rsidRDefault="007B6A46" w:rsidP="007B6A46">
      <w:r>
        <w:t>385.8521</w:t>
      </w:r>
      <w:r>
        <w:tab/>
        <w:t>1.013e0</w:t>
      </w:r>
    </w:p>
    <w:p w:rsidR="007B6A46" w:rsidRDefault="007B6A46" w:rsidP="007B6A46">
      <w:r>
        <w:t>385.8635</w:t>
      </w:r>
      <w:r>
        <w:tab/>
        <w:t>1.013e0</w:t>
      </w:r>
    </w:p>
    <w:p w:rsidR="007B6A46" w:rsidRDefault="007B6A46" w:rsidP="007B6A46">
      <w:r>
        <w:lastRenderedPageBreak/>
        <w:t>385.8932</w:t>
      </w:r>
      <w:r>
        <w:tab/>
        <w:t>1.013e0</w:t>
      </w:r>
    </w:p>
    <w:p w:rsidR="007B6A46" w:rsidRDefault="007B6A46" w:rsidP="007B6A46">
      <w:r>
        <w:t>385.9099</w:t>
      </w:r>
      <w:r>
        <w:tab/>
        <w:t>1.013e0</w:t>
      </w:r>
    </w:p>
    <w:p w:rsidR="007B6A46" w:rsidRDefault="007B6A46" w:rsidP="007B6A46">
      <w:r>
        <w:t>385.9281</w:t>
      </w:r>
      <w:r>
        <w:tab/>
        <w:t>2.025e0</w:t>
      </w:r>
    </w:p>
    <w:p w:rsidR="007B6A46" w:rsidRDefault="007B6A46" w:rsidP="007B6A46">
      <w:r>
        <w:t>385.9304</w:t>
      </w:r>
      <w:r>
        <w:tab/>
        <w:t>1.013e0</w:t>
      </w:r>
    </w:p>
    <w:p w:rsidR="007B6A46" w:rsidRDefault="007B6A46" w:rsidP="007B6A46">
      <w:r>
        <w:t>385.9496</w:t>
      </w:r>
      <w:r>
        <w:tab/>
        <w:t>3.038e0</w:t>
      </w:r>
    </w:p>
    <w:p w:rsidR="007B6A46" w:rsidRDefault="007B6A46" w:rsidP="007B6A46">
      <w:r>
        <w:t>385.9616</w:t>
      </w:r>
      <w:r>
        <w:tab/>
        <w:t>1.013e0</w:t>
      </w:r>
    </w:p>
    <w:p w:rsidR="007B6A46" w:rsidRDefault="007B6A46" w:rsidP="007B6A46">
      <w:r>
        <w:t>386.0152</w:t>
      </w:r>
      <w:r>
        <w:tab/>
        <w:t>1.013e0</w:t>
      </w:r>
    </w:p>
    <w:p w:rsidR="007B6A46" w:rsidRDefault="007B6A46" w:rsidP="007B6A46">
      <w:r>
        <w:t>386.0831</w:t>
      </w:r>
      <w:r>
        <w:tab/>
        <w:t>1.013e0</w:t>
      </w:r>
    </w:p>
    <w:p w:rsidR="007B6A46" w:rsidRDefault="007B6A46" w:rsidP="007B6A46">
      <w:r>
        <w:t>386.0911</w:t>
      </w:r>
      <w:r>
        <w:tab/>
        <w:t>1.013e0</w:t>
      </w:r>
    </w:p>
    <w:p w:rsidR="007B6A46" w:rsidRDefault="007B6A46" w:rsidP="007B6A46">
      <w:r>
        <w:t>386.1191</w:t>
      </w:r>
      <w:r>
        <w:tab/>
        <w:t>1.013e0</w:t>
      </w:r>
    </w:p>
    <w:p w:rsidR="007B6A46" w:rsidRDefault="007B6A46" w:rsidP="007B6A46">
      <w:r>
        <w:t>386.1537</w:t>
      </w:r>
      <w:r>
        <w:tab/>
        <w:t>1.013e0</w:t>
      </w:r>
    </w:p>
    <w:p w:rsidR="007B6A46" w:rsidRDefault="007B6A46" w:rsidP="007B6A46">
      <w:r>
        <w:t>386.1807</w:t>
      </w:r>
      <w:r>
        <w:tab/>
        <w:t>1.013e0</w:t>
      </w:r>
    </w:p>
    <w:p w:rsidR="007B6A46" w:rsidRDefault="007B6A46" w:rsidP="007B6A46">
      <w:r>
        <w:t>386.1928</w:t>
      </w:r>
      <w:r>
        <w:tab/>
        <w:t>1.013e0</w:t>
      </w:r>
    </w:p>
    <w:p w:rsidR="007B6A46" w:rsidRDefault="007B6A46" w:rsidP="007B6A46">
      <w:r>
        <w:t>386.1968</w:t>
      </w:r>
      <w:r>
        <w:tab/>
        <w:t>1.013e0</w:t>
      </w:r>
    </w:p>
    <w:p w:rsidR="007B6A46" w:rsidRDefault="007B6A46" w:rsidP="007B6A46">
      <w:r>
        <w:t>386.2348</w:t>
      </w:r>
      <w:r>
        <w:tab/>
        <w:t>1.013e0</w:t>
      </w:r>
    </w:p>
    <w:p w:rsidR="007B6A46" w:rsidRDefault="007B6A46" w:rsidP="007B6A46">
      <w:r>
        <w:t>386.2465</w:t>
      </w:r>
      <w:r>
        <w:tab/>
        <w:t>3.038e0</w:t>
      </w:r>
    </w:p>
    <w:p w:rsidR="007B6A46" w:rsidRDefault="007B6A46" w:rsidP="007B6A46">
      <w:r>
        <w:t>386.2621</w:t>
      </w:r>
      <w:r>
        <w:tab/>
        <w:t>3.038e0</w:t>
      </w:r>
    </w:p>
    <w:p w:rsidR="007B6A46" w:rsidRDefault="007B6A46" w:rsidP="007B6A46">
      <w:r>
        <w:t>386.2648</w:t>
      </w:r>
      <w:r>
        <w:tab/>
        <w:t>4.051e0</w:t>
      </w:r>
    </w:p>
    <w:p w:rsidR="007B6A46" w:rsidRDefault="007B6A46" w:rsidP="007B6A46">
      <w:r>
        <w:t>386.2914</w:t>
      </w:r>
      <w:r>
        <w:tab/>
        <w:t>3.038e0</w:t>
      </w:r>
    </w:p>
    <w:p w:rsidR="007B6A46" w:rsidRDefault="007B6A46" w:rsidP="007B6A46">
      <w:r>
        <w:lastRenderedPageBreak/>
        <w:t>386.3383</w:t>
      </w:r>
      <w:r>
        <w:tab/>
        <w:t>1.013e0</w:t>
      </w:r>
    </w:p>
    <w:p w:rsidR="007B6A46" w:rsidRDefault="007B6A46" w:rsidP="007B6A46">
      <w:r>
        <w:t>386.3451</w:t>
      </w:r>
      <w:r>
        <w:tab/>
        <w:t>1.013e0</w:t>
      </w:r>
    </w:p>
    <w:p w:rsidR="007B6A46" w:rsidRDefault="007B6A46" w:rsidP="007B6A46">
      <w:r>
        <w:t>386.3587</w:t>
      </w:r>
      <w:r>
        <w:tab/>
        <w:t>3.038e0</w:t>
      </w:r>
    </w:p>
    <w:p w:rsidR="007B6A46" w:rsidRDefault="007B6A46" w:rsidP="007B6A46">
      <w:r>
        <w:t>386.3999</w:t>
      </w:r>
      <w:r>
        <w:tab/>
        <w:t>1.013e0</w:t>
      </w:r>
    </w:p>
    <w:p w:rsidR="007B6A46" w:rsidRDefault="007B6A46" w:rsidP="007B6A46">
      <w:r>
        <w:t>386.4163</w:t>
      </w:r>
      <w:r>
        <w:tab/>
        <w:t>1.013e0</w:t>
      </w:r>
    </w:p>
    <w:p w:rsidR="007B6A46" w:rsidRDefault="007B6A46" w:rsidP="007B6A46">
      <w:r>
        <w:t>386.4411</w:t>
      </w:r>
      <w:r>
        <w:tab/>
        <w:t>1.013e0</w:t>
      </w:r>
    </w:p>
    <w:p w:rsidR="007B6A46" w:rsidRDefault="007B6A46" w:rsidP="007B6A46">
      <w:r>
        <w:t>386.4831</w:t>
      </w:r>
      <w:r>
        <w:tab/>
        <w:t>1.013e0</w:t>
      </w:r>
    </w:p>
    <w:p w:rsidR="007B6A46" w:rsidRDefault="007B6A46" w:rsidP="007B6A46">
      <w:r>
        <w:t>386.5010</w:t>
      </w:r>
      <w:r>
        <w:tab/>
        <w:t>1.013e0</w:t>
      </w:r>
    </w:p>
    <w:p w:rsidR="007B6A46" w:rsidRDefault="007B6A46" w:rsidP="007B6A46">
      <w:r>
        <w:t>386.5093</w:t>
      </w:r>
      <w:r>
        <w:tab/>
        <w:t>2.025e0</w:t>
      </w:r>
    </w:p>
    <w:p w:rsidR="007B6A46" w:rsidRDefault="007B6A46" w:rsidP="007B6A46">
      <w:r>
        <w:t>386.5370</w:t>
      </w:r>
      <w:r>
        <w:tab/>
        <w:t>1.013e0</w:t>
      </w:r>
    </w:p>
    <w:p w:rsidR="007B6A46" w:rsidRDefault="007B6A46" w:rsidP="007B6A46">
      <w:r>
        <w:t>386.6147</w:t>
      </w:r>
      <w:r>
        <w:tab/>
        <w:t>1.013e0</w:t>
      </w:r>
    </w:p>
    <w:p w:rsidR="007B6A46" w:rsidRDefault="007B6A46" w:rsidP="007B6A46">
      <w:r>
        <w:t>386.6392</w:t>
      </w:r>
      <w:r>
        <w:tab/>
        <w:t>1.013e0</w:t>
      </w:r>
    </w:p>
    <w:p w:rsidR="007B6A46" w:rsidRDefault="007B6A46" w:rsidP="007B6A46">
      <w:r>
        <w:t>386.7030</w:t>
      </w:r>
      <w:r>
        <w:tab/>
        <w:t>2.025e0</w:t>
      </w:r>
    </w:p>
    <w:p w:rsidR="007B6A46" w:rsidRDefault="007B6A46" w:rsidP="007B6A46">
      <w:r>
        <w:t>386.7358</w:t>
      </w:r>
      <w:r>
        <w:tab/>
        <w:t>1.013e0</w:t>
      </w:r>
    </w:p>
    <w:p w:rsidR="007B6A46" w:rsidRDefault="007B6A46" w:rsidP="007B6A46">
      <w:r>
        <w:t>386.7705</w:t>
      </w:r>
      <w:r>
        <w:tab/>
        <w:t>1.013e0</w:t>
      </w:r>
    </w:p>
    <w:p w:rsidR="007B6A46" w:rsidRDefault="007B6A46" w:rsidP="007B6A46">
      <w:r>
        <w:t>386.8131</w:t>
      </w:r>
      <w:r>
        <w:tab/>
        <w:t>1.013e0</w:t>
      </w:r>
    </w:p>
    <w:p w:rsidR="007B6A46" w:rsidRDefault="007B6A46" w:rsidP="007B6A46">
      <w:r>
        <w:t>386.8181</w:t>
      </w:r>
      <w:r>
        <w:tab/>
        <w:t>1.013e0</w:t>
      </w:r>
    </w:p>
    <w:p w:rsidR="007B6A46" w:rsidRDefault="007B6A46" w:rsidP="007B6A46">
      <w:r>
        <w:t>386.8655</w:t>
      </w:r>
      <w:r>
        <w:tab/>
        <w:t>2.025e0</w:t>
      </w:r>
    </w:p>
    <w:p w:rsidR="007B6A46" w:rsidRDefault="007B6A46" w:rsidP="007B6A46">
      <w:r>
        <w:t>386.8766</w:t>
      </w:r>
      <w:r>
        <w:tab/>
        <w:t>1.013e0</w:t>
      </w:r>
    </w:p>
    <w:p w:rsidR="007B6A46" w:rsidRDefault="007B6A46" w:rsidP="007B6A46">
      <w:r>
        <w:lastRenderedPageBreak/>
        <w:t>386.8977</w:t>
      </w:r>
      <w:r>
        <w:tab/>
        <w:t>1.013e0</w:t>
      </w:r>
    </w:p>
    <w:p w:rsidR="007B6A46" w:rsidRDefault="007B6A46" w:rsidP="007B6A46">
      <w:r>
        <w:t>386.9341</w:t>
      </w:r>
      <w:r>
        <w:tab/>
        <w:t>1.013e0</w:t>
      </w:r>
    </w:p>
    <w:p w:rsidR="007B6A46" w:rsidRDefault="007B6A46" w:rsidP="007B6A46">
      <w:r>
        <w:t>386.9438</w:t>
      </w:r>
      <w:r>
        <w:tab/>
        <w:t>2.025e0</w:t>
      </w:r>
    </w:p>
    <w:p w:rsidR="007B6A46" w:rsidRDefault="007B6A46" w:rsidP="007B6A46">
      <w:r>
        <w:t>387.0075</w:t>
      </w:r>
      <w:r>
        <w:tab/>
        <w:t>1.013e0</w:t>
      </w:r>
    </w:p>
    <w:p w:rsidR="007B6A46" w:rsidRDefault="007B6A46" w:rsidP="007B6A46">
      <w:r>
        <w:t>387.0620</w:t>
      </w:r>
      <w:r>
        <w:tab/>
        <w:t>2.025e0</w:t>
      </w:r>
    </w:p>
    <w:p w:rsidR="007B6A46" w:rsidRDefault="007B6A46" w:rsidP="007B6A46">
      <w:r>
        <w:t>387.0782</w:t>
      </w:r>
      <w:r>
        <w:tab/>
        <w:t>1.013e0</w:t>
      </w:r>
    </w:p>
    <w:p w:rsidR="007B6A46" w:rsidRDefault="007B6A46" w:rsidP="007B6A46">
      <w:r>
        <w:t>387.1333</w:t>
      </w:r>
      <w:r>
        <w:tab/>
        <w:t>3.038e0</w:t>
      </w:r>
    </w:p>
    <w:p w:rsidR="007B6A46" w:rsidRDefault="007B6A46" w:rsidP="007B6A46">
      <w:r>
        <w:t>387.1379</w:t>
      </w:r>
      <w:r>
        <w:tab/>
        <w:t>1.013e0</w:t>
      </w:r>
    </w:p>
    <w:p w:rsidR="007B6A46" w:rsidRDefault="007B6A46" w:rsidP="007B6A46">
      <w:r>
        <w:t>387.1749</w:t>
      </w:r>
      <w:r>
        <w:tab/>
        <w:t>1.013e0</w:t>
      </w:r>
    </w:p>
    <w:p w:rsidR="007B6A46" w:rsidRDefault="007B6A46" w:rsidP="007B6A46">
      <w:r>
        <w:t>387.1864</w:t>
      </w:r>
      <w:r>
        <w:tab/>
        <w:t>3.038e0</w:t>
      </w:r>
    </w:p>
    <w:p w:rsidR="007B6A46" w:rsidRDefault="007B6A46" w:rsidP="007B6A46">
      <w:r>
        <w:t>387.2150</w:t>
      </w:r>
      <w:r>
        <w:tab/>
        <w:t>2.025e0</w:t>
      </w:r>
    </w:p>
    <w:p w:rsidR="007B6A46" w:rsidRDefault="007B6A46" w:rsidP="007B6A46">
      <w:r>
        <w:t>387.2224</w:t>
      </w:r>
      <w:r>
        <w:tab/>
        <w:t>1.013e0</w:t>
      </w:r>
    </w:p>
    <w:p w:rsidR="007B6A46" w:rsidRDefault="007B6A46" w:rsidP="007B6A46">
      <w:r>
        <w:t>387.2265</w:t>
      </w:r>
      <w:r>
        <w:tab/>
        <w:t>1.013e0</w:t>
      </w:r>
    </w:p>
    <w:p w:rsidR="007B6A46" w:rsidRDefault="007B6A46" w:rsidP="007B6A46">
      <w:r>
        <w:t>387.2523</w:t>
      </w:r>
      <w:r>
        <w:tab/>
        <w:t>1.013e0</w:t>
      </w:r>
    </w:p>
    <w:p w:rsidR="007B6A46" w:rsidRDefault="007B6A46" w:rsidP="007B6A46">
      <w:r>
        <w:t>387.2554</w:t>
      </w:r>
      <w:r>
        <w:tab/>
        <w:t>2.025e0</w:t>
      </w:r>
    </w:p>
    <w:p w:rsidR="007B6A46" w:rsidRDefault="007B6A46" w:rsidP="007B6A46">
      <w:r>
        <w:t>387.2657</w:t>
      </w:r>
      <w:r>
        <w:tab/>
        <w:t>2.025e0</w:t>
      </w:r>
    </w:p>
    <w:p w:rsidR="007B6A46" w:rsidRDefault="007B6A46" w:rsidP="007B6A46">
      <w:r>
        <w:t>387.2909</w:t>
      </w:r>
      <w:r>
        <w:tab/>
        <w:t>1.013e0</w:t>
      </w:r>
    </w:p>
    <w:p w:rsidR="007B6A46" w:rsidRDefault="007B6A46" w:rsidP="007B6A46">
      <w:r>
        <w:t>387.3370</w:t>
      </w:r>
      <w:r>
        <w:tab/>
        <w:t>1.013e0</w:t>
      </w:r>
    </w:p>
    <w:p w:rsidR="007B6A46" w:rsidRDefault="007B6A46" w:rsidP="007B6A46">
      <w:r>
        <w:t>387.3495</w:t>
      </w:r>
      <w:r>
        <w:tab/>
        <w:t>2.025e0</w:t>
      </w:r>
    </w:p>
    <w:p w:rsidR="007B6A46" w:rsidRDefault="007B6A46" w:rsidP="007B6A46">
      <w:r>
        <w:lastRenderedPageBreak/>
        <w:t>387.3666</w:t>
      </w:r>
      <w:r>
        <w:tab/>
        <w:t>1.013e0</w:t>
      </w:r>
    </w:p>
    <w:p w:rsidR="007B6A46" w:rsidRDefault="007B6A46" w:rsidP="007B6A46">
      <w:r>
        <w:t>387.3877</w:t>
      </w:r>
      <w:r>
        <w:tab/>
        <w:t>2.025e0</w:t>
      </w:r>
    </w:p>
    <w:p w:rsidR="007B6A46" w:rsidRDefault="007B6A46" w:rsidP="007B6A46">
      <w:r>
        <w:t>387.4114</w:t>
      </w:r>
      <w:r>
        <w:tab/>
        <w:t>2.025e0</w:t>
      </w:r>
    </w:p>
    <w:p w:rsidR="007B6A46" w:rsidRDefault="007B6A46" w:rsidP="007B6A46">
      <w:r>
        <w:t>387.4145</w:t>
      </w:r>
      <w:r>
        <w:tab/>
        <w:t>2.025e0</w:t>
      </w:r>
    </w:p>
    <w:p w:rsidR="007B6A46" w:rsidRDefault="007B6A46" w:rsidP="007B6A46">
      <w:r>
        <w:t>387.4287</w:t>
      </w:r>
      <w:r>
        <w:tab/>
        <w:t>1.013e0</w:t>
      </w:r>
    </w:p>
    <w:p w:rsidR="007B6A46" w:rsidRDefault="007B6A46" w:rsidP="007B6A46">
      <w:r>
        <w:t>387.5143</w:t>
      </w:r>
      <w:r>
        <w:tab/>
        <w:t>1.013e0</w:t>
      </w:r>
    </w:p>
    <w:p w:rsidR="007B6A46" w:rsidRDefault="007B6A46" w:rsidP="007B6A46">
      <w:r>
        <w:t>387.6203</w:t>
      </w:r>
      <w:r>
        <w:tab/>
        <w:t>1.013e0</w:t>
      </w:r>
    </w:p>
    <w:p w:rsidR="007B6A46" w:rsidRDefault="007B6A46" w:rsidP="007B6A46">
      <w:r>
        <w:t>387.6242</w:t>
      </w:r>
      <w:r>
        <w:tab/>
        <w:t>1.013e0</w:t>
      </w:r>
    </w:p>
    <w:p w:rsidR="007B6A46" w:rsidRDefault="007B6A46" w:rsidP="007B6A46">
      <w:r>
        <w:t>387.6916</w:t>
      </w:r>
      <w:r>
        <w:tab/>
        <w:t>1.013e0</w:t>
      </w:r>
    </w:p>
    <w:p w:rsidR="007B6A46" w:rsidRDefault="007B6A46" w:rsidP="007B6A46">
      <w:r>
        <w:t>387.7032</w:t>
      </w:r>
      <w:r>
        <w:tab/>
        <w:t>1.013e0</w:t>
      </w:r>
    </w:p>
    <w:p w:rsidR="007B6A46" w:rsidRDefault="007B6A46" w:rsidP="007B6A46">
      <w:r>
        <w:t>387.7651</w:t>
      </w:r>
      <w:r>
        <w:tab/>
        <w:t>1.013e0</w:t>
      </w:r>
    </w:p>
    <w:p w:rsidR="007B6A46" w:rsidRDefault="007B6A46" w:rsidP="007B6A46">
      <w:r>
        <w:t>387.8008</w:t>
      </w:r>
      <w:r>
        <w:tab/>
        <w:t>1.013e0</w:t>
      </w:r>
    </w:p>
    <w:p w:rsidR="007B6A46" w:rsidRDefault="007B6A46" w:rsidP="007B6A46">
      <w:r>
        <w:t>387.8270</w:t>
      </w:r>
      <w:r>
        <w:tab/>
        <w:t>1.013e0</w:t>
      </w:r>
    </w:p>
    <w:p w:rsidR="007B6A46" w:rsidRDefault="007B6A46" w:rsidP="007B6A46">
      <w:r>
        <w:t>387.8438</w:t>
      </w:r>
      <w:r>
        <w:tab/>
        <w:t>1.013e0</w:t>
      </w:r>
    </w:p>
    <w:p w:rsidR="007B6A46" w:rsidRDefault="007B6A46" w:rsidP="007B6A46">
      <w:r>
        <w:t>387.8609</w:t>
      </w:r>
      <w:r>
        <w:tab/>
        <w:t>2.025e0</w:t>
      </w:r>
    </w:p>
    <w:p w:rsidR="007B6A46" w:rsidRDefault="007B6A46" w:rsidP="007B6A46">
      <w:r>
        <w:t>387.8856</w:t>
      </w:r>
      <w:r>
        <w:tab/>
        <w:t>2.025e0</w:t>
      </w:r>
    </w:p>
    <w:p w:rsidR="007B6A46" w:rsidRDefault="007B6A46" w:rsidP="007B6A46">
      <w:r>
        <w:t>387.8963</w:t>
      </w:r>
      <w:r>
        <w:tab/>
        <w:t>1.013e0</w:t>
      </w:r>
    </w:p>
    <w:p w:rsidR="007B6A46" w:rsidRDefault="007B6A46" w:rsidP="007B6A46">
      <w:r>
        <w:t>387.9170</w:t>
      </w:r>
      <w:r>
        <w:tab/>
        <w:t>1.013e0</w:t>
      </w:r>
    </w:p>
    <w:p w:rsidR="007B6A46" w:rsidRDefault="007B6A46" w:rsidP="007B6A46">
      <w:r>
        <w:t>387.9238</w:t>
      </w:r>
      <w:r>
        <w:tab/>
        <w:t>1.013e0</w:t>
      </w:r>
    </w:p>
    <w:p w:rsidR="007B6A46" w:rsidRDefault="007B6A46" w:rsidP="007B6A46">
      <w:r>
        <w:lastRenderedPageBreak/>
        <w:t>387.9643</w:t>
      </w:r>
      <w:r>
        <w:tab/>
        <w:t>3.038e0</w:t>
      </w:r>
    </w:p>
    <w:p w:rsidR="007B6A46" w:rsidRDefault="007B6A46" w:rsidP="007B6A46">
      <w:r>
        <w:t>387.9742</w:t>
      </w:r>
      <w:r>
        <w:tab/>
        <w:t>1.013e0</w:t>
      </w:r>
    </w:p>
    <w:p w:rsidR="007B6A46" w:rsidRDefault="007B6A46" w:rsidP="007B6A46">
      <w:r>
        <w:t>387.9789</w:t>
      </w:r>
      <w:r>
        <w:tab/>
        <w:t>1.013e0</w:t>
      </w:r>
    </w:p>
    <w:p w:rsidR="007B6A46" w:rsidRDefault="007B6A46" w:rsidP="007B6A46">
      <w:r>
        <w:t>387.9857</w:t>
      </w:r>
      <w:r>
        <w:tab/>
        <w:t>1.013e0</w:t>
      </w:r>
    </w:p>
    <w:p w:rsidR="007B6A46" w:rsidRDefault="007B6A46" w:rsidP="007B6A46">
      <w:r>
        <w:t>388.0384</w:t>
      </w:r>
      <w:r>
        <w:tab/>
        <w:t>1.013e0</w:t>
      </w:r>
    </w:p>
    <w:p w:rsidR="007B6A46" w:rsidRDefault="007B6A46" w:rsidP="007B6A46">
      <w:r>
        <w:t>388.0883</w:t>
      </w:r>
      <w:r>
        <w:tab/>
        <w:t>1.013e0</w:t>
      </w:r>
    </w:p>
    <w:p w:rsidR="007B6A46" w:rsidRDefault="007B6A46" w:rsidP="007B6A46">
      <w:r>
        <w:t>388.0958</w:t>
      </w:r>
      <w:r>
        <w:tab/>
        <w:t>1.013e0</w:t>
      </w:r>
    </w:p>
    <w:p w:rsidR="007B6A46" w:rsidRDefault="007B6A46" w:rsidP="007B6A46">
      <w:r>
        <w:t>388.1482</w:t>
      </w:r>
      <w:r>
        <w:tab/>
        <w:t>1.013e0</w:t>
      </w:r>
    </w:p>
    <w:p w:rsidR="007B6A46" w:rsidRDefault="007B6A46" w:rsidP="007B6A46">
      <w:r>
        <w:t>388.1571</w:t>
      </w:r>
      <w:r>
        <w:tab/>
        <w:t>1.013e0</w:t>
      </w:r>
    </w:p>
    <w:p w:rsidR="007B6A46" w:rsidRDefault="007B6A46" w:rsidP="007B6A46">
      <w:r>
        <w:t>388.1984</w:t>
      </w:r>
      <w:r>
        <w:tab/>
        <w:t>1.013e0</w:t>
      </w:r>
    </w:p>
    <w:p w:rsidR="007B6A46" w:rsidRDefault="007B6A46" w:rsidP="007B6A46">
      <w:r>
        <w:t>388.2438</w:t>
      </w:r>
      <w:r>
        <w:tab/>
        <w:t>8.101e0</w:t>
      </w:r>
    </w:p>
    <w:p w:rsidR="007B6A46" w:rsidRDefault="007B6A46" w:rsidP="007B6A46">
      <w:r>
        <w:t>388.2466</w:t>
      </w:r>
      <w:r>
        <w:tab/>
        <w:t>1.013e0</w:t>
      </w:r>
    </w:p>
    <w:p w:rsidR="007B6A46" w:rsidRDefault="007B6A46" w:rsidP="007B6A46">
      <w:r>
        <w:t>388.2592</w:t>
      </w:r>
      <w:r>
        <w:tab/>
        <w:t>4.051e0</w:t>
      </w:r>
    </w:p>
    <w:p w:rsidR="007B6A46" w:rsidRDefault="007B6A46" w:rsidP="007B6A46">
      <w:r>
        <w:t>388.2687</w:t>
      </w:r>
      <w:r>
        <w:tab/>
        <w:t>1.114e1</w:t>
      </w:r>
    </w:p>
    <w:p w:rsidR="007B6A46" w:rsidRDefault="007B6A46" w:rsidP="007B6A46">
      <w:r>
        <w:t>388.2878</w:t>
      </w:r>
      <w:r>
        <w:tab/>
        <w:t>1.013e0</w:t>
      </w:r>
    </w:p>
    <w:p w:rsidR="007B6A46" w:rsidRDefault="007B6A46" w:rsidP="007B6A46">
      <w:r>
        <w:t>388.3038</w:t>
      </w:r>
      <w:r>
        <w:tab/>
        <w:t>1.013e0</w:t>
      </w:r>
    </w:p>
    <w:p w:rsidR="007B6A46" w:rsidRDefault="007B6A46" w:rsidP="007B6A46">
      <w:r>
        <w:t>388.3256</w:t>
      </w:r>
      <w:r>
        <w:tab/>
        <w:t>2.025e0</w:t>
      </w:r>
    </w:p>
    <w:p w:rsidR="007B6A46" w:rsidRDefault="007B6A46" w:rsidP="007B6A46">
      <w:r>
        <w:t>388.3484</w:t>
      </w:r>
      <w:r>
        <w:tab/>
        <w:t>2.025e0</w:t>
      </w:r>
    </w:p>
    <w:p w:rsidR="007B6A46" w:rsidRDefault="007B6A46" w:rsidP="007B6A46">
      <w:r>
        <w:t>388.3592</w:t>
      </w:r>
      <w:r>
        <w:tab/>
        <w:t>2.025e0</w:t>
      </w:r>
    </w:p>
    <w:p w:rsidR="007B6A46" w:rsidRDefault="007B6A46" w:rsidP="007B6A46">
      <w:r>
        <w:lastRenderedPageBreak/>
        <w:t>388.3610</w:t>
      </w:r>
      <w:r>
        <w:tab/>
        <w:t>2.025e0</w:t>
      </w:r>
    </w:p>
    <w:p w:rsidR="007B6A46" w:rsidRDefault="007B6A46" w:rsidP="007B6A46">
      <w:r>
        <w:t>388.3636</w:t>
      </w:r>
      <w:r>
        <w:tab/>
        <w:t>1.013e0</w:t>
      </w:r>
    </w:p>
    <w:p w:rsidR="007B6A46" w:rsidRDefault="007B6A46" w:rsidP="007B6A46">
      <w:r>
        <w:t>388.4160</w:t>
      </w:r>
      <w:r>
        <w:tab/>
        <w:t>2.025e0</w:t>
      </w:r>
    </w:p>
    <w:p w:rsidR="007B6A46" w:rsidRDefault="007B6A46" w:rsidP="007B6A46">
      <w:r>
        <w:t>388.4742</w:t>
      </w:r>
      <w:r>
        <w:tab/>
        <w:t>1.013e0</w:t>
      </w:r>
    </w:p>
    <w:p w:rsidR="007B6A46" w:rsidRDefault="007B6A46" w:rsidP="007B6A46">
      <w:r>
        <w:t>388.4875</w:t>
      </w:r>
      <w:r>
        <w:tab/>
        <w:t>1.013e0</w:t>
      </w:r>
    </w:p>
    <w:p w:rsidR="007B6A46" w:rsidRDefault="007B6A46" w:rsidP="007B6A46">
      <w:r>
        <w:t>388.5701</w:t>
      </w:r>
      <w:r>
        <w:tab/>
        <w:t>1.013e0</w:t>
      </w:r>
    </w:p>
    <w:p w:rsidR="007B6A46" w:rsidRDefault="007B6A46" w:rsidP="007B6A46">
      <w:r>
        <w:t>388.5840</w:t>
      </w:r>
      <w:r>
        <w:tab/>
        <w:t>1.013e0</w:t>
      </w:r>
    </w:p>
    <w:p w:rsidR="007B6A46" w:rsidRDefault="007B6A46" w:rsidP="007B6A46">
      <w:r>
        <w:t>388.5877</w:t>
      </w:r>
      <w:r>
        <w:tab/>
        <w:t>1.013e0</w:t>
      </w:r>
    </w:p>
    <w:p w:rsidR="007B6A46" w:rsidRDefault="007B6A46" w:rsidP="007B6A46">
      <w:r>
        <w:t>388.6258</w:t>
      </w:r>
      <w:r>
        <w:tab/>
        <w:t>1.013e0</w:t>
      </w:r>
    </w:p>
    <w:p w:rsidR="007B6A46" w:rsidRDefault="007B6A46" w:rsidP="007B6A46">
      <w:r>
        <w:t>388.6672</w:t>
      </w:r>
      <w:r>
        <w:tab/>
        <w:t>1.013e0</w:t>
      </w:r>
    </w:p>
    <w:p w:rsidR="007B6A46" w:rsidRDefault="007B6A46" w:rsidP="007B6A46">
      <w:r>
        <w:t>388.6739</w:t>
      </w:r>
      <w:r>
        <w:tab/>
        <w:t>2.025e0</w:t>
      </w:r>
    </w:p>
    <w:p w:rsidR="007B6A46" w:rsidRDefault="007B6A46" w:rsidP="007B6A46">
      <w:r>
        <w:t>388.7151</w:t>
      </w:r>
      <w:r>
        <w:tab/>
        <w:t>1.013e0</w:t>
      </w:r>
    </w:p>
    <w:p w:rsidR="007B6A46" w:rsidRDefault="007B6A46" w:rsidP="007B6A46">
      <w:r>
        <w:t>388.8112</w:t>
      </w:r>
      <w:r>
        <w:tab/>
        <w:t>1.013e0</w:t>
      </w:r>
    </w:p>
    <w:p w:rsidR="007B6A46" w:rsidRDefault="007B6A46" w:rsidP="007B6A46">
      <w:r>
        <w:t>388.8536</w:t>
      </w:r>
      <w:r>
        <w:tab/>
        <w:t>1.013e0</w:t>
      </w:r>
    </w:p>
    <w:p w:rsidR="007B6A46" w:rsidRDefault="007B6A46" w:rsidP="007B6A46">
      <w:r>
        <w:t>388.8808</w:t>
      </w:r>
      <w:r>
        <w:tab/>
        <w:t>1.013e0</w:t>
      </w:r>
    </w:p>
    <w:p w:rsidR="007B6A46" w:rsidRDefault="007B6A46" w:rsidP="007B6A46">
      <w:r>
        <w:t>388.9132</w:t>
      </w:r>
      <w:r>
        <w:tab/>
        <w:t>2.025e0</w:t>
      </w:r>
    </w:p>
    <w:p w:rsidR="007B6A46" w:rsidRDefault="007B6A46" w:rsidP="007B6A46">
      <w:r>
        <w:t>388.9221</w:t>
      </w:r>
      <w:r>
        <w:tab/>
        <w:t>1.013e0</w:t>
      </w:r>
    </w:p>
    <w:p w:rsidR="007B6A46" w:rsidRDefault="007B6A46" w:rsidP="007B6A46">
      <w:r>
        <w:t>388.9290</w:t>
      </w:r>
      <w:r>
        <w:tab/>
        <w:t>1.013e0</w:t>
      </w:r>
    </w:p>
    <w:p w:rsidR="007B6A46" w:rsidRDefault="007B6A46" w:rsidP="007B6A46">
      <w:r>
        <w:t>388.9569</w:t>
      </w:r>
      <w:r>
        <w:tab/>
        <w:t>2.025e0</w:t>
      </w:r>
    </w:p>
    <w:p w:rsidR="007B6A46" w:rsidRDefault="007B6A46" w:rsidP="007B6A46">
      <w:r>
        <w:lastRenderedPageBreak/>
        <w:t>388.9598</w:t>
      </w:r>
      <w:r>
        <w:tab/>
        <w:t>1.013e0</w:t>
      </w:r>
    </w:p>
    <w:p w:rsidR="007B6A46" w:rsidRDefault="007B6A46" w:rsidP="007B6A46">
      <w:r>
        <w:t>388.9704</w:t>
      </w:r>
      <w:r>
        <w:tab/>
        <w:t>1.013e0</w:t>
      </w:r>
    </w:p>
    <w:p w:rsidR="007B6A46" w:rsidRDefault="007B6A46" w:rsidP="007B6A46">
      <w:r>
        <w:t>389.0111</w:t>
      </w:r>
      <w:r>
        <w:tab/>
        <w:t>1.013e0</w:t>
      </w:r>
    </w:p>
    <w:p w:rsidR="007B6A46" w:rsidRDefault="007B6A46" w:rsidP="007B6A46">
      <w:r>
        <w:t>389.0233</w:t>
      </w:r>
      <w:r>
        <w:tab/>
        <w:t>1.013e0</w:t>
      </w:r>
    </w:p>
    <w:p w:rsidR="007B6A46" w:rsidRDefault="007B6A46" w:rsidP="007B6A46">
      <w:r>
        <w:t>389.0324</w:t>
      </w:r>
      <w:r>
        <w:tab/>
        <w:t>1.013e0</w:t>
      </w:r>
    </w:p>
    <w:p w:rsidR="007B6A46" w:rsidRDefault="007B6A46" w:rsidP="007B6A46">
      <w:r>
        <w:t>389.1027</w:t>
      </w:r>
      <w:r>
        <w:tab/>
        <w:t>2.025e0</w:t>
      </w:r>
    </w:p>
    <w:p w:rsidR="007B6A46" w:rsidRDefault="007B6A46" w:rsidP="007B6A46">
      <w:r>
        <w:t>389.1083</w:t>
      </w:r>
      <w:r>
        <w:tab/>
        <w:t>1.013e0</w:t>
      </w:r>
    </w:p>
    <w:p w:rsidR="007B6A46" w:rsidRDefault="007B6A46" w:rsidP="007B6A46">
      <w:r>
        <w:t>389.1121</w:t>
      </w:r>
      <w:r>
        <w:tab/>
        <w:t>1.013e0</w:t>
      </w:r>
    </w:p>
    <w:p w:rsidR="007B6A46" w:rsidRDefault="007B6A46" w:rsidP="007B6A46">
      <w:r>
        <w:t>389.1544</w:t>
      </w:r>
      <w:r>
        <w:tab/>
        <w:t>1.013e0</w:t>
      </w:r>
    </w:p>
    <w:p w:rsidR="007B6A46" w:rsidRDefault="007B6A46" w:rsidP="007B6A46">
      <w:r>
        <w:t>389.1703</w:t>
      </w:r>
      <w:r>
        <w:tab/>
        <w:t>1.013e0</w:t>
      </w:r>
    </w:p>
    <w:p w:rsidR="007B6A46" w:rsidRDefault="007B6A46" w:rsidP="007B6A46">
      <w:r>
        <w:t>389.1790</w:t>
      </w:r>
      <w:r>
        <w:tab/>
        <w:t>1.013e0</w:t>
      </w:r>
    </w:p>
    <w:p w:rsidR="007B6A46" w:rsidRDefault="007B6A46" w:rsidP="007B6A46">
      <w:r>
        <w:t>389.1910</w:t>
      </w:r>
      <w:r>
        <w:tab/>
        <w:t>1.013e0</w:t>
      </w:r>
    </w:p>
    <w:p w:rsidR="007B6A46" w:rsidRDefault="007B6A46" w:rsidP="007B6A46">
      <w:r>
        <w:t>389.2008</w:t>
      </w:r>
      <w:r>
        <w:tab/>
        <w:t>1.013e0</w:t>
      </w:r>
    </w:p>
    <w:p w:rsidR="007B6A46" w:rsidRDefault="007B6A46" w:rsidP="007B6A46">
      <w:r>
        <w:t>389.2426</w:t>
      </w:r>
      <w:r>
        <w:tab/>
        <w:t>1.013e0</w:t>
      </w:r>
    </w:p>
    <w:p w:rsidR="007B6A46" w:rsidRDefault="007B6A46" w:rsidP="007B6A46">
      <w:r>
        <w:t>389.2470</w:t>
      </w:r>
      <w:r>
        <w:tab/>
        <w:t>1.013e0</w:t>
      </w:r>
    </w:p>
    <w:p w:rsidR="007B6A46" w:rsidRDefault="007B6A46" w:rsidP="007B6A46">
      <w:r>
        <w:t>389.2580</w:t>
      </w:r>
      <w:r>
        <w:tab/>
        <w:t>2.025e0</w:t>
      </w:r>
    </w:p>
    <w:p w:rsidR="007B6A46" w:rsidRDefault="007B6A46" w:rsidP="007B6A46">
      <w:r>
        <w:t>389.2659</w:t>
      </w:r>
      <w:r>
        <w:tab/>
        <w:t>3.038e0</w:t>
      </w:r>
    </w:p>
    <w:p w:rsidR="007B6A46" w:rsidRDefault="007B6A46" w:rsidP="007B6A46">
      <w:r>
        <w:t>389.2807</w:t>
      </w:r>
      <w:r>
        <w:tab/>
        <w:t>1.013e0</w:t>
      </w:r>
    </w:p>
    <w:p w:rsidR="007B6A46" w:rsidRDefault="007B6A46" w:rsidP="007B6A46">
      <w:r>
        <w:t>389.2889</w:t>
      </w:r>
      <w:r>
        <w:tab/>
        <w:t>1.013e0</w:t>
      </w:r>
    </w:p>
    <w:p w:rsidR="007B6A46" w:rsidRDefault="007B6A46" w:rsidP="007B6A46">
      <w:r>
        <w:lastRenderedPageBreak/>
        <w:t>389.3111</w:t>
      </w:r>
      <w:r>
        <w:tab/>
        <w:t>2.025e0</w:t>
      </w:r>
    </w:p>
    <w:p w:rsidR="007B6A46" w:rsidRDefault="007B6A46" w:rsidP="007B6A46">
      <w:r>
        <w:t>389.3215</w:t>
      </w:r>
      <w:r>
        <w:tab/>
        <w:t>1.013e0</w:t>
      </w:r>
    </w:p>
    <w:p w:rsidR="007B6A46" w:rsidRDefault="007B6A46" w:rsidP="007B6A46">
      <w:r>
        <w:t>389.3297</w:t>
      </w:r>
      <w:r>
        <w:tab/>
        <w:t>2.025e0</w:t>
      </w:r>
    </w:p>
    <w:p w:rsidR="007B6A46" w:rsidRDefault="007B6A46" w:rsidP="007B6A46">
      <w:r>
        <w:t>389.3568</w:t>
      </w:r>
      <w:r>
        <w:tab/>
        <w:t>1.013e0</w:t>
      </w:r>
    </w:p>
    <w:p w:rsidR="007B6A46" w:rsidRDefault="007B6A46" w:rsidP="007B6A46">
      <w:r>
        <w:t>389.3704</w:t>
      </w:r>
      <w:r>
        <w:tab/>
        <w:t>1.013e0</w:t>
      </w:r>
    </w:p>
    <w:p w:rsidR="007B6A46" w:rsidRDefault="007B6A46" w:rsidP="007B6A46">
      <w:r>
        <w:t>389.3836</w:t>
      </w:r>
      <w:r>
        <w:tab/>
        <w:t>1.013e0</w:t>
      </w:r>
    </w:p>
    <w:p w:rsidR="007B6A46" w:rsidRDefault="007B6A46" w:rsidP="007B6A46">
      <w:r>
        <w:t>389.4532</w:t>
      </w:r>
      <w:r>
        <w:tab/>
        <w:t>1.013e0</w:t>
      </w:r>
    </w:p>
    <w:p w:rsidR="007B6A46" w:rsidRDefault="007B6A46" w:rsidP="007B6A46">
      <w:r>
        <w:t>389.4592</w:t>
      </w:r>
      <w:r>
        <w:tab/>
        <w:t>1.013e0</w:t>
      </w:r>
    </w:p>
    <w:p w:rsidR="007B6A46" w:rsidRDefault="007B6A46" w:rsidP="007B6A46">
      <w:r>
        <w:t>389.5015</w:t>
      </w:r>
      <w:r>
        <w:tab/>
        <w:t>1.013e0</w:t>
      </w:r>
    </w:p>
    <w:p w:rsidR="007B6A46" w:rsidRDefault="007B6A46" w:rsidP="007B6A46">
      <w:r>
        <w:t>389.5685</w:t>
      </w:r>
      <w:r>
        <w:tab/>
        <w:t>1.013e0</w:t>
      </w:r>
    </w:p>
    <w:p w:rsidR="007B6A46" w:rsidRDefault="007B6A46" w:rsidP="007B6A46">
      <w:r>
        <w:t>389.5897</w:t>
      </w:r>
      <w:r>
        <w:tab/>
        <w:t>1.013e0</w:t>
      </w:r>
    </w:p>
    <w:p w:rsidR="007B6A46" w:rsidRDefault="007B6A46" w:rsidP="007B6A46">
      <w:r>
        <w:t>389.6258</w:t>
      </w:r>
      <w:r>
        <w:tab/>
        <w:t>1.013e0</w:t>
      </w:r>
    </w:p>
    <w:p w:rsidR="007B6A46" w:rsidRDefault="007B6A46" w:rsidP="007B6A46">
      <w:r>
        <w:t>389.7290</w:t>
      </w:r>
      <w:r>
        <w:tab/>
        <w:t>2.025e0</w:t>
      </w:r>
    </w:p>
    <w:p w:rsidR="007B6A46" w:rsidRDefault="007B6A46" w:rsidP="007B6A46">
      <w:r>
        <w:t>389.8606</w:t>
      </w:r>
      <w:r>
        <w:tab/>
        <w:t>1.013e0</w:t>
      </w:r>
    </w:p>
    <w:p w:rsidR="007B6A46" w:rsidRDefault="007B6A46" w:rsidP="007B6A46">
      <w:r>
        <w:t>389.9366</w:t>
      </w:r>
      <w:r>
        <w:tab/>
        <w:t>1.013e0</w:t>
      </w:r>
    </w:p>
    <w:p w:rsidR="007B6A46" w:rsidRDefault="007B6A46" w:rsidP="007B6A46">
      <w:r>
        <w:t>389.9467</w:t>
      </w:r>
      <w:r>
        <w:tab/>
        <w:t>2.025e0</w:t>
      </w:r>
    </w:p>
    <w:p w:rsidR="007B6A46" w:rsidRDefault="007B6A46" w:rsidP="007B6A46">
      <w:r>
        <w:t>389.9619</w:t>
      </w:r>
      <w:r>
        <w:tab/>
        <w:t>1.013e0</w:t>
      </w:r>
    </w:p>
    <w:p w:rsidR="007B6A46" w:rsidRDefault="007B6A46" w:rsidP="007B6A46">
      <w:r>
        <w:t>389.9870</w:t>
      </w:r>
      <w:r>
        <w:tab/>
        <w:t>1.013e0</w:t>
      </w:r>
    </w:p>
    <w:p w:rsidR="007B6A46" w:rsidRDefault="007B6A46" w:rsidP="007B6A46">
      <w:r>
        <w:t>390.0402</w:t>
      </w:r>
      <w:r>
        <w:tab/>
        <w:t>1.013e0</w:t>
      </w:r>
    </w:p>
    <w:p w:rsidR="007B6A46" w:rsidRDefault="007B6A46" w:rsidP="007B6A46">
      <w:r>
        <w:lastRenderedPageBreak/>
        <w:t>390.0544</w:t>
      </w:r>
      <w:r>
        <w:tab/>
        <w:t>1.013e0</w:t>
      </w:r>
    </w:p>
    <w:p w:rsidR="007B6A46" w:rsidRDefault="007B6A46" w:rsidP="007B6A46">
      <w:r>
        <w:t>390.0609</w:t>
      </w:r>
      <w:r>
        <w:tab/>
        <w:t>1.013e0</w:t>
      </w:r>
    </w:p>
    <w:p w:rsidR="007B6A46" w:rsidRDefault="007B6A46" w:rsidP="007B6A46">
      <w:r>
        <w:t>390.0678</w:t>
      </w:r>
      <w:r>
        <w:tab/>
        <w:t>1.013e0</w:t>
      </w:r>
    </w:p>
    <w:p w:rsidR="007B6A46" w:rsidRDefault="007B6A46" w:rsidP="007B6A46">
      <w:r>
        <w:t>390.0886</w:t>
      </w:r>
      <w:r>
        <w:tab/>
        <w:t>1.013e0</w:t>
      </w:r>
    </w:p>
    <w:p w:rsidR="007B6A46" w:rsidRDefault="007B6A46" w:rsidP="007B6A46">
      <w:r>
        <w:t>390.0936</w:t>
      </w:r>
      <w:r>
        <w:tab/>
        <w:t>1.013e0</w:t>
      </w:r>
    </w:p>
    <w:p w:rsidR="007B6A46" w:rsidRDefault="007B6A46" w:rsidP="007B6A46">
      <w:r>
        <w:t>390.1018</w:t>
      </w:r>
      <w:r>
        <w:tab/>
        <w:t>1.013e0</w:t>
      </w:r>
    </w:p>
    <w:p w:rsidR="007B6A46" w:rsidRDefault="007B6A46" w:rsidP="007B6A46">
      <w:r>
        <w:t>390.1210</w:t>
      </w:r>
      <w:r>
        <w:tab/>
        <w:t>2.025e0</w:t>
      </w:r>
    </w:p>
    <w:p w:rsidR="007B6A46" w:rsidRDefault="007B6A46" w:rsidP="007B6A46">
      <w:r>
        <w:t>390.1677</w:t>
      </w:r>
      <w:r>
        <w:tab/>
        <w:t>2.025e0</w:t>
      </w:r>
    </w:p>
    <w:p w:rsidR="007B6A46" w:rsidRDefault="007B6A46" w:rsidP="007B6A46">
      <w:r>
        <w:t>390.1715</w:t>
      </w:r>
      <w:r>
        <w:tab/>
        <w:t>1.013e0</w:t>
      </w:r>
    </w:p>
    <w:p w:rsidR="007B6A46" w:rsidRDefault="007B6A46" w:rsidP="007B6A46">
      <w:r>
        <w:t>390.2035</w:t>
      </w:r>
      <w:r>
        <w:tab/>
        <w:t>1.013e0</w:t>
      </w:r>
    </w:p>
    <w:p w:rsidR="007B6A46" w:rsidRDefault="007B6A46" w:rsidP="007B6A46">
      <w:r>
        <w:t>390.2308</w:t>
      </w:r>
      <w:r>
        <w:tab/>
        <w:t>2.653e0</w:t>
      </w:r>
    </w:p>
    <w:p w:rsidR="007B6A46" w:rsidRDefault="007B6A46" w:rsidP="007B6A46">
      <w:r>
        <w:t>390.2496</w:t>
      </w:r>
      <w:r>
        <w:tab/>
        <w:t>2.025e0</w:t>
      </w:r>
    </w:p>
    <w:p w:rsidR="007B6A46" w:rsidRDefault="007B6A46" w:rsidP="007B6A46">
      <w:r>
        <w:t>390.2601</w:t>
      </w:r>
      <w:r>
        <w:tab/>
        <w:t>3.038e0</w:t>
      </w:r>
    </w:p>
    <w:p w:rsidR="007B6A46" w:rsidRDefault="007B6A46" w:rsidP="007B6A46">
      <w:r>
        <w:t>390.3092</w:t>
      </w:r>
      <w:r>
        <w:tab/>
        <w:t>1.013e0</w:t>
      </w:r>
    </w:p>
    <w:p w:rsidR="007B6A46" w:rsidRDefault="007B6A46" w:rsidP="007B6A46">
      <w:r>
        <w:t>390.3347</w:t>
      </w:r>
      <w:r>
        <w:tab/>
        <w:t>1.013e0</w:t>
      </w:r>
    </w:p>
    <w:p w:rsidR="007B6A46" w:rsidRDefault="007B6A46" w:rsidP="007B6A46">
      <w:r>
        <w:t>390.3444</w:t>
      </w:r>
      <w:r>
        <w:tab/>
        <w:t>1.013e0</w:t>
      </w:r>
    </w:p>
    <w:p w:rsidR="007B6A46" w:rsidRDefault="007B6A46" w:rsidP="007B6A46">
      <w:r>
        <w:t>390.3766</w:t>
      </w:r>
      <w:r>
        <w:tab/>
        <w:t>1.013e0</w:t>
      </w:r>
    </w:p>
    <w:p w:rsidR="007B6A46" w:rsidRDefault="007B6A46" w:rsidP="007B6A46">
      <w:r>
        <w:t>390.5296</w:t>
      </w:r>
      <w:r>
        <w:tab/>
        <w:t>1.013e0</w:t>
      </w:r>
    </w:p>
    <w:p w:rsidR="007B6A46" w:rsidRDefault="007B6A46" w:rsidP="007B6A46">
      <w:r>
        <w:t>390.6428</w:t>
      </w:r>
      <w:r>
        <w:tab/>
        <w:t>1.013e0</w:t>
      </w:r>
    </w:p>
    <w:p w:rsidR="007B6A46" w:rsidRDefault="007B6A46" w:rsidP="007B6A46">
      <w:r>
        <w:lastRenderedPageBreak/>
        <w:t>390.6488</w:t>
      </w:r>
      <w:r>
        <w:tab/>
        <w:t>1.013e0</w:t>
      </w:r>
    </w:p>
    <w:p w:rsidR="007B6A46" w:rsidRDefault="007B6A46" w:rsidP="007B6A46">
      <w:r>
        <w:t>390.6607</w:t>
      </w:r>
      <w:r>
        <w:tab/>
        <w:t>1.013e0</w:t>
      </w:r>
    </w:p>
    <w:p w:rsidR="007B6A46" w:rsidRDefault="007B6A46" w:rsidP="007B6A46">
      <w:r>
        <w:t>390.7283</w:t>
      </w:r>
      <w:r>
        <w:tab/>
        <w:t>1.013e0</w:t>
      </w:r>
    </w:p>
    <w:p w:rsidR="007B6A46" w:rsidRDefault="007B6A46" w:rsidP="007B6A46">
      <w:r>
        <w:t>390.7644</w:t>
      </w:r>
      <w:r>
        <w:tab/>
        <w:t>2.025e0</w:t>
      </w:r>
    </w:p>
    <w:p w:rsidR="007B6A46" w:rsidRDefault="007B6A46" w:rsidP="007B6A46">
      <w:r>
        <w:t>390.8281</w:t>
      </w:r>
      <w:r>
        <w:tab/>
        <w:t>1.013e0</w:t>
      </w:r>
    </w:p>
    <w:p w:rsidR="007B6A46" w:rsidRDefault="007B6A46" w:rsidP="007B6A46">
      <w:r>
        <w:t>390.8344</w:t>
      </w:r>
      <w:r>
        <w:tab/>
        <w:t>1.013e0</w:t>
      </w:r>
    </w:p>
    <w:p w:rsidR="007B6A46" w:rsidRDefault="007B6A46" w:rsidP="007B6A46">
      <w:r>
        <w:t>390.8426</w:t>
      </w:r>
      <w:r>
        <w:tab/>
        <w:t>1.013e0</w:t>
      </w:r>
    </w:p>
    <w:p w:rsidR="007B6A46" w:rsidRDefault="007B6A46" w:rsidP="007B6A46">
      <w:r>
        <w:t>390.9039</w:t>
      </w:r>
      <w:r>
        <w:tab/>
        <w:t>2.025e0</w:t>
      </w:r>
    </w:p>
    <w:p w:rsidR="007B6A46" w:rsidRDefault="007B6A46" w:rsidP="007B6A46">
      <w:r>
        <w:t>390.9267</w:t>
      </w:r>
      <w:r>
        <w:tab/>
        <w:t>2.025e0</w:t>
      </w:r>
    </w:p>
    <w:p w:rsidR="007B6A46" w:rsidRDefault="007B6A46" w:rsidP="007B6A46">
      <w:r>
        <w:t>390.9528</w:t>
      </w:r>
      <w:r>
        <w:tab/>
        <w:t>1.013e0</w:t>
      </w:r>
    </w:p>
    <w:p w:rsidR="007B6A46" w:rsidRDefault="007B6A46" w:rsidP="007B6A46">
      <w:r>
        <w:t>390.9569</w:t>
      </w:r>
      <w:r>
        <w:tab/>
        <w:t>2.025e0</w:t>
      </w:r>
    </w:p>
    <w:p w:rsidR="007B6A46" w:rsidRDefault="007B6A46" w:rsidP="007B6A46">
      <w:r>
        <w:t>390.9648</w:t>
      </w:r>
      <w:r>
        <w:tab/>
        <w:t>4.051e0</w:t>
      </w:r>
    </w:p>
    <w:p w:rsidR="007B6A46" w:rsidRDefault="007B6A46" w:rsidP="007B6A46">
      <w:r>
        <w:t>391.0253</w:t>
      </w:r>
      <w:r>
        <w:tab/>
        <w:t>2.025e0</w:t>
      </w:r>
    </w:p>
    <w:p w:rsidR="007B6A46" w:rsidRDefault="007B6A46" w:rsidP="007B6A46">
      <w:r>
        <w:t>391.0504</w:t>
      </w:r>
      <w:r>
        <w:tab/>
        <w:t>1.013e0</w:t>
      </w:r>
    </w:p>
    <w:p w:rsidR="007B6A46" w:rsidRDefault="007B6A46" w:rsidP="007B6A46">
      <w:r>
        <w:t>391.0537</w:t>
      </w:r>
      <w:r>
        <w:tab/>
        <w:t>1.013e0</w:t>
      </w:r>
    </w:p>
    <w:p w:rsidR="007B6A46" w:rsidRDefault="007B6A46" w:rsidP="007B6A46">
      <w:r>
        <w:t>391.1094</w:t>
      </w:r>
      <w:r>
        <w:tab/>
        <w:t>2.025e0</w:t>
      </w:r>
    </w:p>
    <w:p w:rsidR="007B6A46" w:rsidRDefault="007B6A46" w:rsidP="007B6A46">
      <w:r>
        <w:t>391.1332</w:t>
      </w:r>
      <w:r>
        <w:tab/>
        <w:t>2.025e0</w:t>
      </w:r>
    </w:p>
    <w:p w:rsidR="007B6A46" w:rsidRDefault="007B6A46" w:rsidP="007B6A46">
      <w:r>
        <w:t>391.1473</w:t>
      </w:r>
      <w:r>
        <w:tab/>
        <w:t>1.013e0</w:t>
      </w:r>
    </w:p>
    <w:p w:rsidR="007B6A46" w:rsidRDefault="007B6A46" w:rsidP="007B6A46">
      <w:r>
        <w:t>391.2061</w:t>
      </w:r>
      <w:r>
        <w:tab/>
        <w:t>1.013e0</w:t>
      </w:r>
    </w:p>
    <w:p w:rsidR="007B6A46" w:rsidRDefault="007B6A46" w:rsidP="007B6A46">
      <w:r>
        <w:lastRenderedPageBreak/>
        <w:t>391.2198</w:t>
      </w:r>
      <w:r>
        <w:tab/>
        <w:t>2.025e0</w:t>
      </w:r>
    </w:p>
    <w:p w:rsidR="007B6A46" w:rsidRDefault="007B6A46" w:rsidP="007B6A46">
      <w:r>
        <w:t>391.2236</w:t>
      </w:r>
      <w:r>
        <w:tab/>
        <w:t>1.013e0</w:t>
      </w:r>
    </w:p>
    <w:p w:rsidR="007B6A46" w:rsidRDefault="007B6A46" w:rsidP="007B6A46">
      <w:r>
        <w:t>391.2280</w:t>
      </w:r>
      <w:r>
        <w:tab/>
        <w:t>1.013e0</w:t>
      </w:r>
    </w:p>
    <w:p w:rsidR="007B6A46" w:rsidRDefault="007B6A46" w:rsidP="007B6A46">
      <w:r>
        <w:t>391.2816</w:t>
      </w:r>
      <w:r>
        <w:tab/>
        <w:t>1.620e1</w:t>
      </w:r>
    </w:p>
    <w:p w:rsidR="007B6A46" w:rsidRDefault="007B6A46" w:rsidP="007B6A46">
      <w:r>
        <w:t>391.2830</w:t>
      </w:r>
      <w:r>
        <w:tab/>
        <w:t>2.532e1</w:t>
      </w:r>
    </w:p>
    <w:p w:rsidR="007B6A46" w:rsidRDefault="007B6A46" w:rsidP="007B6A46">
      <w:r>
        <w:t>391.2942</w:t>
      </w:r>
      <w:r>
        <w:tab/>
        <w:t>1.519e1</w:t>
      </w:r>
    </w:p>
    <w:p w:rsidR="007B6A46" w:rsidRDefault="007B6A46" w:rsidP="007B6A46">
      <w:r>
        <w:t>391.2967</w:t>
      </w:r>
      <w:r>
        <w:tab/>
        <w:t>1.014e1</w:t>
      </w:r>
    </w:p>
    <w:p w:rsidR="007B6A46" w:rsidRDefault="007B6A46" w:rsidP="007B6A46">
      <w:r>
        <w:t>391.3269</w:t>
      </w:r>
      <w:r>
        <w:tab/>
        <w:t>2.025e0</w:t>
      </w:r>
    </w:p>
    <w:p w:rsidR="007B6A46" w:rsidRDefault="007B6A46" w:rsidP="007B6A46">
      <w:r>
        <w:t>391.3592</w:t>
      </w:r>
      <w:r>
        <w:tab/>
        <w:t>1.013e0</w:t>
      </w:r>
    </w:p>
    <w:p w:rsidR="007B6A46" w:rsidRDefault="007B6A46" w:rsidP="007B6A46">
      <w:r>
        <w:t>391.3834</w:t>
      </w:r>
      <w:r>
        <w:tab/>
        <w:t>2.025e0</w:t>
      </w:r>
    </w:p>
    <w:p w:rsidR="007B6A46" w:rsidRDefault="007B6A46" w:rsidP="007B6A46">
      <w:r>
        <w:t>391.4000</w:t>
      </w:r>
      <w:r>
        <w:tab/>
        <w:t>2.025e0</w:t>
      </w:r>
    </w:p>
    <w:p w:rsidR="007B6A46" w:rsidRDefault="007B6A46" w:rsidP="007B6A46">
      <w:r>
        <w:t>391.4229</w:t>
      </w:r>
      <w:r>
        <w:tab/>
        <w:t>1.013e0</w:t>
      </w:r>
    </w:p>
    <w:p w:rsidR="007B6A46" w:rsidRDefault="007B6A46" w:rsidP="007B6A46">
      <w:r>
        <w:t>391.4827</w:t>
      </w:r>
      <w:r>
        <w:tab/>
        <w:t>2.025e0</w:t>
      </w:r>
    </w:p>
    <w:p w:rsidR="007B6A46" w:rsidRDefault="007B6A46" w:rsidP="007B6A46">
      <w:r>
        <w:t>391.5037</w:t>
      </w:r>
      <w:r>
        <w:tab/>
        <w:t>2.025e0</w:t>
      </w:r>
    </w:p>
    <w:p w:rsidR="007B6A46" w:rsidRDefault="007B6A46" w:rsidP="007B6A46">
      <w:r>
        <w:t>391.5580</w:t>
      </w:r>
      <w:r>
        <w:tab/>
        <w:t>1.013e0</w:t>
      </w:r>
    </w:p>
    <w:p w:rsidR="007B6A46" w:rsidRDefault="007B6A46" w:rsidP="007B6A46">
      <w:r>
        <w:t>391.5910</w:t>
      </w:r>
      <w:r>
        <w:tab/>
        <w:t>1.013e0</w:t>
      </w:r>
    </w:p>
    <w:p w:rsidR="007B6A46" w:rsidRDefault="007B6A46" w:rsidP="007B6A46">
      <w:r>
        <w:t>391.5960</w:t>
      </w:r>
      <w:r>
        <w:tab/>
        <w:t>1.013e0</w:t>
      </w:r>
    </w:p>
    <w:p w:rsidR="007B6A46" w:rsidRDefault="007B6A46" w:rsidP="007B6A46">
      <w:r>
        <w:t>391.6218</w:t>
      </w:r>
      <w:r>
        <w:tab/>
        <w:t>1.013e0</w:t>
      </w:r>
    </w:p>
    <w:p w:rsidR="007B6A46" w:rsidRDefault="007B6A46" w:rsidP="007B6A46">
      <w:r>
        <w:t>391.6466</w:t>
      </w:r>
      <w:r>
        <w:tab/>
        <w:t>1.013e0</w:t>
      </w:r>
    </w:p>
    <w:p w:rsidR="007B6A46" w:rsidRDefault="007B6A46" w:rsidP="007B6A46">
      <w:r>
        <w:lastRenderedPageBreak/>
        <w:t>391.6528</w:t>
      </w:r>
      <w:r>
        <w:tab/>
        <w:t>1.013e0</w:t>
      </w:r>
    </w:p>
    <w:p w:rsidR="007B6A46" w:rsidRDefault="007B6A46" w:rsidP="007B6A46">
      <w:r>
        <w:t>391.6642</w:t>
      </w:r>
      <w:r>
        <w:tab/>
        <w:t>1.013e0</w:t>
      </w:r>
    </w:p>
    <w:p w:rsidR="007B6A46" w:rsidRDefault="007B6A46" w:rsidP="007B6A46">
      <w:r>
        <w:t>391.7278</w:t>
      </w:r>
      <w:r>
        <w:tab/>
        <w:t>1.013e0</w:t>
      </w:r>
    </w:p>
    <w:p w:rsidR="007B6A46" w:rsidRDefault="007B6A46" w:rsidP="007B6A46">
      <w:r>
        <w:t>391.7917</w:t>
      </w:r>
      <w:r>
        <w:tab/>
        <w:t>1.013e0</w:t>
      </w:r>
    </w:p>
    <w:p w:rsidR="007B6A46" w:rsidRDefault="007B6A46" w:rsidP="007B6A46">
      <w:r>
        <w:t>391.8410</w:t>
      </w:r>
      <w:r>
        <w:tab/>
        <w:t>1.013e0</w:t>
      </w:r>
    </w:p>
    <w:p w:rsidR="007B6A46" w:rsidRDefault="007B6A46" w:rsidP="007B6A46">
      <w:r>
        <w:t>391.8477</w:t>
      </w:r>
      <w:r>
        <w:tab/>
        <w:t>1.013e0</w:t>
      </w:r>
    </w:p>
    <w:p w:rsidR="007B6A46" w:rsidRDefault="007B6A46" w:rsidP="007B6A46">
      <w:r>
        <w:t>391.8585</w:t>
      </w:r>
      <w:r>
        <w:tab/>
        <w:t>1.013e0</w:t>
      </w:r>
    </w:p>
    <w:p w:rsidR="007B6A46" w:rsidRDefault="007B6A46" w:rsidP="007B6A46">
      <w:r>
        <w:t>391.9102</w:t>
      </w:r>
      <w:r>
        <w:tab/>
        <w:t>1.013e0</w:t>
      </w:r>
    </w:p>
    <w:p w:rsidR="007B6A46" w:rsidRDefault="007B6A46" w:rsidP="007B6A46">
      <w:r>
        <w:t>391.9608</w:t>
      </w:r>
      <w:r>
        <w:tab/>
        <w:t>2.025e0</w:t>
      </w:r>
    </w:p>
    <w:p w:rsidR="007B6A46" w:rsidRDefault="007B6A46" w:rsidP="007B6A46">
      <w:r>
        <w:t>391.9796</w:t>
      </w:r>
      <w:r>
        <w:tab/>
        <w:t>1.013e0</w:t>
      </w:r>
    </w:p>
    <w:p w:rsidR="007B6A46" w:rsidRDefault="007B6A46" w:rsidP="007B6A46">
      <w:r>
        <w:t>391.9865</w:t>
      </w:r>
      <w:r>
        <w:tab/>
        <w:t>1.013e0</w:t>
      </w:r>
    </w:p>
    <w:p w:rsidR="007B6A46" w:rsidRDefault="007B6A46" w:rsidP="007B6A46">
      <w:r>
        <w:t>391.9935</w:t>
      </w:r>
      <w:r>
        <w:tab/>
        <w:t>1.013e0</w:t>
      </w:r>
    </w:p>
    <w:p w:rsidR="007B6A46" w:rsidRDefault="007B6A46" w:rsidP="007B6A46">
      <w:r>
        <w:t>392.0004</w:t>
      </w:r>
      <w:r>
        <w:tab/>
        <w:t>1.013e0</w:t>
      </w:r>
    </w:p>
    <w:p w:rsidR="007B6A46" w:rsidRDefault="007B6A46" w:rsidP="007B6A46">
      <w:r>
        <w:t>392.0421</w:t>
      </w:r>
      <w:r>
        <w:tab/>
        <w:t>1.013e0</w:t>
      </w:r>
    </w:p>
    <w:p w:rsidR="007B6A46" w:rsidRDefault="007B6A46" w:rsidP="007B6A46">
      <w:r>
        <w:t>392.1251</w:t>
      </w:r>
      <w:r>
        <w:tab/>
        <w:t>2.025e0</w:t>
      </w:r>
    </w:p>
    <w:p w:rsidR="007B6A46" w:rsidRDefault="007B6A46" w:rsidP="007B6A46">
      <w:r>
        <w:t>392.1429</w:t>
      </w:r>
      <w:r>
        <w:tab/>
        <w:t>1.013e0</w:t>
      </w:r>
    </w:p>
    <w:p w:rsidR="007B6A46" w:rsidRDefault="007B6A46" w:rsidP="007B6A46">
      <w:r>
        <w:t>392.1892</w:t>
      </w:r>
      <w:r>
        <w:tab/>
        <w:t>1.013e0</w:t>
      </w:r>
    </w:p>
    <w:p w:rsidR="007B6A46" w:rsidRDefault="007B6A46" w:rsidP="007B6A46">
      <w:r>
        <w:t>392.2343</w:t>
      </w:r>
      <w:r>
        <w:tab/>
        <w:t>3.038e0</w:t>
      </w:r>
    </w:p>
    <w:p w:rsidR="007B6A46" w:rsidRDefault="007B6A46" w:rsidP="007B6A46">
      <w:r>
        <w:t>392.2385</w:t>
      </w:r>
      <w:r>
        <w:tab/>
        <w:t>2.025e0</w:t>
      </w:r>
    </w:p>
    <w:p w:rsidR="007B6A46" w:rsidRDefault="007B6A46" w:rsidP="007B6A46">
      <w:r>
        <w:lastRenderedPageBreak/>
        <w:t>392.2744</w:t>
      </w:r>
      <w:r>
        <w:tab/>
        <w:t>5.063e0</w:t>
      </w:r>
    </w:p>
    <w:p w:rsidR="007B6A46" w:rsidRDefault="007B6A46" w:rsidP="007B6A46">
      <w:r>
        <w:t>392.2866</w:t>
      </w:r>
      <w:r>
        <w:tab/>
        <w:t>2.025e0</w:t>
      </w:r>
    </w:p>
    <w:p w:rsidR="007B6A46" w:rsidRDefault="007B6A46" w:rsidP="007B6A46">
      <w:r>
        <w:t>392.2877</w:t>
      </w:r>
      <w:r>
        <w:tab/>
        <w:t>6.076e0</w:t>
      </w:r>
    </w:p>
    <w:p w:rsidR="007B6A46" w:rsidRDefault="007B6A46" w:rsidP="007B6A46">
      <w:r>
        <w:t>392.2905</w:t>
      </w:r>
      <w:r>
        <w:tab/>
        <w:t>9.114e0</w:t>
      </w:r>
    </w:p>
    <w:p w:rsidR="007B6A46" w:rsidRDefault="007B6A46" w:rsidP="007B6A46">
      <w:r>
        <w:t>392.3080</w:t>
      </w:r>
      <w:r>
        <w:tab/>
        <w:t>4.051e0</w:t>
      </w:r>
    </w:p>
    <w:p w:rsidR="007B6A46" w:rsidRDefault="007B6A46" w:rsidP="007B6A46">
      <w:r>
        <w:t>392.4016</w:t>
      </w:r>
      <w:r>
        <w:tab/>
        <w:t>1.013e0</w:t>
      </w:r>
    </w:p>
    <w:p w:rsidR="007B6A46" w:rsidRDefault="007B6A46" w:rsidP="007B6A46">
      <w:r>
        <w:t>392.4102</w:t>
      </w:r>
      <w:r>
        <w:tab/>
        <w:t>1.013e0</w:t>
      </w:r>
    </w:p>
    <w:p w:rsidR="007B6A46" w:rsidRDefault="007B6A46" w:rsidP="007B6A46">
      <w:r>
        <w:t>392.4373</w:t>
      </w:r>
      <w:r>
        <w:tab/>
        <w:t>1.013e0</w:t>
      </w:r>
    </w:p>
    <w:p w:rsidR="007B6A46" w:rsidRDefault="007B6A46" w:rsidP="007B6A46">
      <w:r>
        <w:t>392.4479</w:t>
      </w:r>
      <w:r>
        <w:tab/>
        <w:t>1.013e0</w:t>
      </w:r>
    </w:p>
    <w:p w:rsidR="007B6A46" w:rsidRDefault="007B6A46" w:rsidP="007B6A46">
      <w:r>
        <w:t>392.4721</w:t>
      </w:r>
      <w:r>
        <w:tab/>
        <w:t>1.013e0</w:t>
      </w:r>
    </w:p>
    <w:p w:rsidR="007B6A46" w:rsidRDefault="007B6A46" w:rsidP="007B6A46">
      <w:r>
        <w:t>392.5534</w:t>
      </w:r>
      <w:r>
        <w:tab/>
        <w:t>1.013e0</w:t>
      </w:r>
    </w:p>
    <w:p w:rsidR="007B6A46" w:rsidRDefault="007B6A46" w:rsidP="007B6A46">
      <w:r>
        <w:t>392.6364</w:t>
      </w:r>
      <w:r>
        <w:tab/>
        <w:t>2.025e0</w:t>
      </w:r>
    </w:p>
    <w:p w:rsidR="007B6A46" w:rsidRDefault="007B6A46" w:rsidP="007B6A46">
      <w:r>
        <w:t>392.7484</w:t>
      </w:r>
      <w:r>
        <w:tab/>
        <w:t>2.025e0</w:t>
      </w:r>
    </w:p>
    <w:p w:rsidR="007B6A46" w:rsidRDefault="007B6A46" w:rsidP="007B6A46">
      <w:r>
        <w:t>392.7786</w:t>
      </w:r>
      <w:r>
        <w:tab/>
        <w:t>2.025e0</w:t>
      </w:r>
    </w:p>
    <w:p w:rsidR="007B6A46" w:rsidRDefault="007B6A46" w:rsidP="007B6A46">
      <w:r>
        <w:t>392.7888</w:t>
      </w:r>
      <w:r>
        <w:tab/>
        <w:t>3.038e0</w:t>
      </w:r>
    </w:p>
    <w:p w:rsidR="007B6A46" w:rsidRDefault="007B6A46" w:rsidP="007B6A46">
      <w:r>
        <w:t>392.9261</w:t>
      </w:r>
      <w:r>
        <w:tab/>
        <w:t>1.013e0</w:t>
      </w:r>
    </w:p>
    <w:p w:rsidR="007B6A46" w:rsidRDefault="007B6A46" w:rsidP="007B6A46">
      <w:r>
        <w:t>392.9693</w:t>
      </w:r>
      <w:r>
        <w:tab/>
        <w:t>1.013e0</w:t>
      </w:r>
    </w:p>
    <w:p w:rsidR="007B6A46" w:rsidRDefault="007B6A46" w:rsidP="007B6A46">
      <w:r>
        <w:t>392.9728</w:t>
      </w:r>
      <w:r>
        <w:tab/>
        <w:t>1.013e0</w:t>
      </w:r>
    </w:p>
    <w:p w:rsidR="007B6A46" w:rsidRDefault="007B6A46" w:rsidP="007B6A46">
      <w:r>
        <w:t>392.9867</w:t>
      </w:r>
      <w:r>
        <w:tab/>
        <w:t>1.013e0</w:t>
      </w:r>
    </w:p>
    <w:p w:rsidR="007B6A46" w:rsidRDefault="007B6A46" w:rsidP="007B6A46">
      <w:r>
        <w:lastRenderedPageBreak/>
        <w:t>393.0189</w:t>
      </w:r>
      <w:r>
        <w:tab/>
        <w:t>2.025e0</w:t>
      </w:r>
    </w:p>
    <w:p w:rsidR="007B6A46" w:rsidRDefault="007B6A46" w:rsidP="007B6A46">
      <w:r>
        <w:t>393.0291</w:t>
      </w:r>
      <w:r>
        <w:tab/>
        <w:t>1.013e0</w:t>
      </w:r>
    </w:p>
    <w:p w:rsidR="007B6A46" w:rsidRDefault="007B6A46" w:rsidP="007B6A46">
      <w:r>
        <w:t>393.0748</w:t>
      </w:r>
      <w:r>
        <w:tab/>
        <w:t>1.013e0</w:t>
      </w:r>
    </w:p>
    <w:p w:rsidR="007B6A46" w:rsidRDefault="007B6A46" w:rsidP="007B6A46">
      <w:r>
        <w:t>393.0841</w:t>
      </w:r>
      <w:r>
        <w:tab/>
        <w:t>1.013e0</w:t>
      </w:r>
    </w:p>
    <w:p w:rsidR="007B6A46" w:rsidRDefault="007B6A46" w:rsidP="007B6A46">
      <w:r>
        <w:t>393.1432</w:t>
      </w:r>
      <w:r>
        <w:tab/>
        <w:t>4.051e0</w:t>
      </w:r>
    </w:p>
    <w:p w:rsidR="007B6A46" w:rsidRDefault="007B6A46" w:rsidP="007B6A46">
      <w:r>
        <w:t>393.1537</w:t>
      </w:r>
      <w:r>
        <w:tab/>
        <w:t>1.013e0</w:t>
      </w:r>
    </w:p>
    <w:p w:rsidR="007B6A46" w:rsidRDefault="007B6A46" w:rsidP="007B6A46">
      <w:r>
        <w:t>393.1605</w:t>
      </w:r>
      <w:r>
        <w:tab/>
        <w:t>2.025e0</w:t>
      </w:r>
    </w:p>
    <w:p w:rsidR="007B6A46" w:rsidRDefault="007B6A46" w:rsidP="007B6A46">
      <w:r>
        <w:t>393.2031</w:t>
      </w:r>
      <w:r>
        <w:tab/>
        <w:t>1.013e0</w:t>
      </w:r>
    </w:p>
    <w:p w:rsidR="007B6A46" w:rsidRDefault="007B6A46" w:rsidP="007B6A46">
      <w:r>
        <w:t>393.2067</w:t>
      </w:r>
      <w:r>
        <w:tab/>
        <w:t>1.013e0</w:t>
      </w:r>
    </w:p>
    <w:p w:rsidR="007B6A46" w:rsidRDefault="007B6A46" w:rsidP="007B6A46">
      <w:r>
        <w:t>393.2428</w:t>
      </w:r>
      <w:r>
        <w:tab/>
        <w:t>2.025e0</w:t>
      </w:r>
    </w:p>
    <w:p w:rsidR="007B6A46" w:rsidRDefault="007B6A46" w:rsidP="007B6A46">
      <w:r>
        <w:t>393.2614</w:t>
      </w:r>
      <w:r>
        <w:tab/>
        <w:t>2.025e0</w:t>
      </w:r>
    </w:p>
    <w:p w:rsidR="007B6A46" w:rsidRDefault="007B6A46" w:rsidP="007B6A46">
      <w:r>
        <w:t>393.2635</w:t>
      </w:r>
      <w:r>
        <w:tab/>
        <w:t>3.038e0</w:t>
      </w:r>
    </w:p>
    <w:p w:rsidR="007B6A46" w:rsidRDefault="007B6A46" w:rsidP="007B6A46">
      <w:r>
        <w:t>393.2744</w:t>
      </w:r>
      <w:r>
        <w:tab/>
        <w:t>1.013e0</w:t>
      </w:r>
    </w:p>
    <w:p w:rsidR="007B6A46" w:rsidRDefault="007B6A46" w:rsidP="007B6A46">
      <w:r>
        <w:t>393.2950</w:t>
      </w:r>
      <w:r>
        <w:tab/>
        <w:t>1.013e0</w:t>
      </w:r>
    </w:p>
    <w:p w:rsidR="007B6A46" w:rsidRDefault="007B6A46" w:rsidP="007B6A46">
      <w:r>
        <w:t>393.3130</w:t>
      </w:r>
      <w:r>
        <w:tab/>
        <w:t>1.013e0</w:t>
      </w:r>
    </w:p>
    <w:p w:rsidR="007B6A46" w:rsidRDefault="007B6A46" w:rsidP="007B6A46">
      <w:r>
        <w:t>393.3278</w:t>
      </w:r>
      <w:r>
        <w:tab/>
        <w:t>1.013e0</w:t>
      </w:r>
    </w:p>
    <w:p w:rsidR="007B6A46" w:rsidRDefault="007B6A46" w:rsidP="007B6A46">
      <w:r>
        <w:t>393.4392</w:t>
      </w:r>
      <w:r>
        <w:tab/>
        <w:t>1.013e0</w:t>
      </w:r>
    </w:p>
    <w:p w:rsidR="007B6A46" w:rsidRDefault="007B6A46" w:rsidP="007B6A46">
      <w:r>
        <w:t>393.4741</w:t>
      </w:r>
      <w:r>
        <w:tab/>
        <w:t>1.013e0</w:t>
      </w:r>
    </w:p>
    <w:p w:rsidR="007B6A46" w:rsidRDefault="007B6A46" w:rsidP="007B6A46">
      <w:r>
        <w:t>393.5347</w:t>
      </w:r>
      <w:r>
        <w:tab/>
        <w:t>2.025e0</w:t>
      </w:r>
    </w:p>
    <w:p w:rsidR="007B6A46" w:rsidRDefault="007B6A46" w:rsidP="007B6A46">
      <w:r>
        <w:lastRenderedPageBreak/>
        <w:t>393.5443</w:t>
      </w:r>
      <w:r>
        <w:tab/>
        <w:t>1.013e0</w:t>
      </w:r>
    </w:p>
    <w:p w:rsidR="007B6A46" w:rsidRDefault="007B6A46" w:rsidP="007B6A46">
      <w:r>
        <w:t>393.5544</w:t>
      </w:r>
      <w:r>
        <w:tab/>
        <w:t>1.013e0</w:t>
      </w:r>
    </w:p>
    <w:p w:rsidR="007B6A46" w:rsidRDefault="007B6A46" w:rsidP="007B6A46">
      <w:r>
        <w:t>393.5793</w:t>
      </w:r>
      <w:r>
        <w:tab/>
        <w:t>1.013e0</w:t>
      </w:r>
    </w:p>
    <w:p w:rsidR="007B6A46" w:rsidRDefault="007B6A46" w:rsidP="007B6A46">
      <w:r>
        <w:t>393.6285</w:t>
      </w:r>
      <w:r>
        <w:tab/>
        <w:t>3.038e0</w:t>
      </w:r>
    </w:p>
    <w:p w:rsidR="007B6A46" w:rsidRDefault="007B6A46" w:rsidP="007B6A46">
      <w:r>
        <w:t>393.6691</w:t>
      </w:r>
      <w:r>
        <w:tab/>
        <w:t>1.013e0</w:t>
      </w:r>
    </w:p>
    <w:p w:rsidR="007B6A46" w:rsidRDefault="007B6A46" w:rsidP="007B6A46">
      <w:r>
        <w:t>393.7113</w:t>
      </w:r>
      <w:r>
        <w:tab/>
        <w:t>2.025e0</w:t>
      </w:r>
    </w:p>
    <w:p w:rsidR="007B6A46" w:rsidRDefault="007B6A46" w:rsidP="007B6A46">
      <w:r>
        <w:t>393.7185</w:t>
      </w:r>
      <w:r>
        <w:tab/>
        <w:t>1.013e0</w:t>
      </w:r>
    </w:p>
    <w:p w:rsidR="007B6A46" w:rsidRDefault="007B6A46" w:rsidP="007B6A46">
      <w:r>
        <w:t>393.7534</w:t>
      </w:r>
      <w:r>
        <w:tab/>
        <w:t>1.013e0</w:t>
      </w:r>
    </w:p>
    <w:p w:rsidR="007B6A46" w:rsidRDefault="007B6A46" w:rsidP="007B6A46">
      <w:r>
        <w:t>393.7597</w:t>
      </w:r>
      <w:r>
        <w:tab/>
        <w:t>1.013e0</w:t>
      </w:r>
    </w:p>
    <w:p w:rsidR="007B6A46" w:rsidRDefault="007B6A46" w:rsidP="007B6A46">
      <w:r>
        <w:t>393.8859</w:t>
      </w:r>
      <w:r>
        <w:tab/>
        <w:t>1.013e0</w:t>
      </w:r>
    </w:p>
    <w:p w:rsidR="007B6A46" w:rsidRDefault="007B6A46" w:rsidP="007B6A46">
      <w:r>
        <w:t>393.9138</w:t>
      </w:r>
      <w:r>
        <w:tab/>
        <w:t>1.013e0</w:t>
      </w:r>
    </w:p>
    <w:p w:rsidR="007B6A46" w:rsidRDefault="007B6A46" w:rsidP="007B6A46">
      <w:r>
        <w:t>393.9203</w:t>
      </w:r>
      <w:r>
        <w:tab/>
        <w:t>2.025e0</w:t>
      </w:r>
    </w:p>
    <w:p w:rsidR="007B6A46" w:rsidRDefault="007B6A46" w:rsidP="007B6A46">
      <w:r>
        <w:t>393.9689</w:t>
      </w:r>
      <w:r>
        <w:tab/>
        <w:t>1.013e0</w:t>
      </w:r>
    </w:p>
    <w:p w:rsidR="007B6A46" w:rsidRDefault="007B6A46" w:rsidP="007B6A46">
      <w:r>
        <w:t>393.9765</w:t>
      </w:r>
      <w:r>
        <w:tab/>
        <w:t>1.013e0</w:t>
      </w:r>
    </w:p>
    <w:p w:rsidR="007B6A46" w:rsidRDefault="007B6A46" w:rsidP="007B6A46">
      <w:r>
        <w:t>393.9974</w:t>
      </w:r>
      <w:r>
        <w:tab/>
        <w:t>1.013e0</w:t>
      </w:r>
    </w:p>
    <w:p w:rsidR="007B6A46" w:rsidRDefault="007B6A46" w:rsidP="007B6A46">
      <w:r>
        <w:t>394.0387</w:t>
      </w:r>
      <w:r>
        <w:tab/>
        <w:t>1.013e0</w:t>
      </w:r>
    </w:p>
    <w:p w:rsidR="007B6A46" w:rsidRDefault="007B6A46" w:rsidP="007B6A46">
      <w:r>
        <w:t>394.0672</w:t>
      </w:r>
      <w:r>
        <w:tab/>
        <w:t>1.013e0</w:t>
      </w:r>
    </w:p>
    <w:p w:rsidR="007B6A46" w:rsidRDefault="007B6A46" w:rsidP="007B6A46">
      <w:r>
        <w:t>394.1090</w:t>
      </w:r>
      <w:r>
        <w:tab/>
        <w:t>1.013e0</w:t>
      </w:r>
    </w:p>
    <w:p w:rsidR="007B6A46" w:rsidRDefault="007B6A46" w:rsidP="007B6A46">
      <w:r>
        <w:t>394.1934</w:t>
      </w:r>
      <w:r>
        <w:tab/>
        <w:t>4.051e0</w:t>
      </w:r>
    </w:p>
    <w:p w:rsidR="007B6A46" w:rsidRDefault="007B6A46" w:rsidP="007B6A46">
      <w:r>
        <w:lastRenderedPageBreak/>
        <w:t>394.2028</w:t>
      </w:r>
      <w:r>
        <w:tab/>
        <w:t>1.013e0</w:t>
      </w:r>
    </w:p>
    <w:p w:rsidR="007B6A46" w:rsidRDefault="007B6A46" w:rsidP="007B6A46">
      <w:r>
        <w:t>394.2105</w:t>
      </w:r>
      <w:r>
        <w:tab/>
        <w:t>2.025e0</w:t>
      </w:r>
    </w:p>
    <w:p w:rsidR="007B6A46" w:rsidRDefault="007B6A46" w:rsidP="007B6A46">
      <w:r>
        <w:t>394.2285</w:t>
      </w:r>
      <w:r>
        <w:tab/>
        <w:t>1.013e0</w:t>
      </w:r>
    </w:p>
    <w:p w:rsidR="007B6A46" w:rsidRDefault="007B6A46" w:rsidP="007B6A46">
      <w:r>
        <w:t>394.2549</w:t>
      </w:r>
      <w:r>
        <w:tab/>
        <w:t>1.013e0</w:t>
      </w:r>
    </w:p>
    <w:p w:rsidR="007B6A46" w:rsidRDefault="007B6A46" w:rsidP="007B6A46">
      <w:r>
        <w:t>394.2672</w:t>
      </w:r>
      <w:r>
        <w:tab/>
        <w:t>1.013e0</w:t>
      </w:r>
    </w:p>
    <w:p w:rsidR="007B6A46" w:rsidRDefault="007B6A46" w:rsidP="007B6A46">
      <w:r>
        <w:t>394.2924</w:t>
      </w:r>
      <w:r>
        <w:tab/>
        <w:t>1.013e0</w:t>
      </w:r>
    </w:p>
    <w:p w:rsidR="007B6A46" w:rsidRDefault="007B6A46" w:rsidP="007B6A46">
      <w:r>
        <w:t>394.2974</w:t>
      </w:r>
      <w:r>
        <w:tab/>
        <w:t>1.013e0</w:t>
      </w:r>
    </w:p>
    <w:p w:rsidR="007B6A46" w:rsidRDefault="007B6A46" w:rsidP="007B6A46">
      <w:r>
        <w:t>394.3184</w:t>
      </w:r>
      <w:r>
        <w:tab/>
        <w:t>1.013e0</w:t>
      </w:r>
    </w:p>
    <w:p w:rsidR="007B6A46" w:rsidRDefault="007B6A46" w:rsidP="007B6A46">
      <w:r>
        <w:t>394.3561</w:t>
      </w:r>
      <w:r>
        <w:tab/>
        <w:t>1.013e0</w:t>
      </w:r>
    </w:p>
    <w:p w:rsidR="007B6A46" w:rsidRDefault="007B6A46" w:rsidP="007B6A46">
      <w:r>
        <w:t>394.3630</w:t>
      </w:r>
      <w:r>
        <w:tab/>
        <w:t>2.025e0</w:t>
      </w:r>
    </w:p>
    <w:p w:rsidR="007B6A46" w:rsidRDefault="007B6A46" w:rsidP="007B6A46">
      <w:r>
        <w:t>394.3669</w:t>
      </w:r>
      <w:r>
        <w:tab/>
        <w:t>4.128e0</w:t>
      </w:r>
    </w:p>
    <w:p w:rsidR="007B6A46" w:rsidRDefault="007B6A46" w:rsidP="007B6A46">
      <w:r>
        <w:t>394.3768</w:t>
      </w:r>
      <w:r>
        <w:tab/>
        <w:t>1.013e0</w:t>
      </w:r>
    </w:p>
    <w:p w:rsidR="007B6A46" w:rsidRDefault="007B6A46" w:rsidP="007B6A46">
      <w:r>
        <w:t>394.3798</w:t>
      </w:r>
      <w:r>
        <w:tab/>
        <w:t>2.025e0</w:t>
      </w:r>
    </w:p>
    <w:p w:rsidR="007B6A46" w:rsidRDefault="007B6A46" w:rsidP="007B6A46">
      <w:r>
        <w:t>394.4580</w:t>
      </w:r>
      <w:r>
        <w:tab/>
        <w:t>1.013e0</w:t>
      </w:r>
    </w:p>
    <w:p w:rsidR="007B6A46" w:rsidRDefault="007B6A46" w:rsidP="007B6A46">
      <w:r>
        <w:t>394.5621</w:t>
      </w:r>
      <w:r>
        <w:tab/>
        <w:t>1.013e0</w:t>
      </w:r>
    </w:p>
    <w:p w:rsidR="007B6A46" w:rsidRDefault="007B6A46" w:rsidP="007B6A46">
      <w:r>
        <w:t>394.5837</w:t>
      </w:r>
      <w:r>
        <w:tab/>
        <w:t>1.013e0</w:t>
      </w:r>
    </w:p>
    <w:p w:rsidR="007B6A46" w:rsidRDefault="007B6A46" w:rsidP="007B6A46">
      <w:r>
        <w:t>394.6040</w:t>
      </w:r>
      <w:r>
        <w:tab/>
        <w:t>1.013e0</w:t>
      </w:r>
    </w:p>
    <w:p w:rsidR="007B6A46" w:rsidRDefault="007B6A46" w:rsidP="007B6A46">
      <w:r>
        <w:t>394.6356</w:t>
      </w:r>
      <w:r>
        <w:tab/>
        <w:t>1.013e0</w:t>
      </w:r>
    </w:p>
    <w:p w:rsidR="007B6A46" w:rsidRDefault="007B6A46" w:rsidP="007B6A46">
      <w:r>
        <w:t>394.6513</w:t>
      </w:r>
      <w:r>
        <w:tab/>
        <w:t>2.025e0</w:t>
      </w:r>
    </w:p>
    <w:p w:rsidR="007B6A46" w:rsidRDefault="007B6A46" w:rsidP="007B6A46">
      <w:r>
        <w:lastRenderedPageBreak/>
        <w:t>394.7088</w:t>
      </w:r>
      <w:r>
        <w:tab/>
        <w:t>1.013e0</w:t>
      </w:r>
    </w:p>
    <w:p w:rsidR="007B6A46" w:rsidRDefault="007B6A46" w:rsidP="007B6A46">
      <w:r>
        <w:t>394.7158</w:t>
      </w:r>
      <w:r>
        <w:tab/>
        <w:t>1.013e0</w:t>
      </w:r>
    </w:p>
    <w:p w:rsidR="007B6A46" w:rsidRDefault="007B6A46" w:rsidP="007B6A46">
      <w:r>
        <w:t>394.7598</w:t>
      </w:r>
      <w:r>
        <w:tab/>
        <w:t>2.025e0</w:t>
      </w:r>
    </w:p>
    <w:p w:rsidR="007B6A46" w:rsidRDefault="007B6A46" w:rsidP="007B6A46">
      <w:r>
        <w:t>394.7656</w:t>
      </w:r>
      <w:r>
        <w:tab/>
        <w:t>2.025e0</w:t>
      </w:r>
    </w:p>
    <w:p w:rsidR="007B6A46" w:rsidRDefault="007B6A46" w:rsidP="007B6A46">
      <w:r>
        <w:t>394.7677</w:t>
      </w:r>
      <w:r>
        <w:tab/>
        <w:t>2.025e0</w:t>
      </w:r>
    </w:p>
    <w:p w:rsidR="007B6A46" w:rsidRDefault="007B6A46" w:rsidP="007B6A46">
      <w:r>
        <w:t>394.7787</w:t>
      </w:r>
      <w:r>
        <w:tab/>
        <w:t>1.013e0</w:t>
      </w:r>
    </w:p>
    <w:p w:rsidR="007B6A46" w:rsidRDefault="007B6A46" w:rsidP="007B6A46">
      <w:r>
        <w:t>394.8002</w:t>
      </w:r>
      <w:r>
        <w:tab/>
        <w:t>1.013e0</w:t>
      </w:r>
    </w:p>
    <w:p w:rsidR="007B6A46" w:rsidRDefault="007B6A46" w:rsidP="007B6A46">
      <w:r>
        <w:t>394.8308</w:t>
      </w:r>
      <w:r>
        <w:tab/>
        <w:t>1.013e0</w:t>
      </w:r>
    </w:p>
    <w:p w:rsidR="007B6A46" w:rsidRDefault="007B6A46" w:rsidP="007B6A46">
      <w:r>
        <w:t>394.9197</w:t>
      </w:r>
      <w:r>
        <w:tab/>
        <w:t>1.013e0</w:t>
      </w:r>
    </w:p>
    <w:p w:rsidR="007B6A46" w:rsidRDefault="007B6A46" w:rsidP="007B6A46">
      <w:r>
        <w:t>394.9260</w:t>
      </w:r>
      <w:r>
        <w:tab/>
        <w:t>1.013e0</w:t>
      </w:r>
    </w:p>
    <w:p w:rsidR="007B6A46" w:rsidRDefault="007B6A46" w:rsidP="007B6A46">
      <w:r>
        <w:t>394.9330</w:t>
      </w:r>
      <w:r>
        <w:tab/>
        <w:t>1.013e0</w:t>
      </w:r>
    </w:p>
    <w:p w:rsidR="007B6A46" w:rsidRDefault="007B6A46" w:rsidP="007B6A46">
      <w:r>
        <w:t>394.9743</w:t>
      </w:r>
      <w:r>
        <w:tab/>
        <w:t>1.013e0</w:t>
      </w:r>
    </w:p>
    <w:p w:rsidR="007B6A46" w:rsidRDefault="007B6A46" w:rsidP="007B6A46">
      <w:r>
        <w:t>394.9842</w:t>
      </w:r>
      <w:r>
        <w:tab/>
        <w:t>1.013e0</w:t>
      </w:r>
    </w:p>
    <w:p w:rsidR="007B6A46" w:rsidRDefault="007B6A46" w:rsidP="007B6A46">
      <w:r>
        <w:t>394.9889</w:t>
      </w:r>
      <w:r>
        <w:tab/>
        <w:t>1.013e0</w:t>
      </w:r>
    </w:p>
    <w:p w:rsidR="007B6A46" w:rsidRDefault="007B6A46" w:rsidP="007B6A46">
      <w:r>
        <w:t>395.0379</w:t>
      </w:r>
      <w:r>
        <w:tab/>
        <w:t>1.013e0</w:t>
      </w:r>
    </w:p>
    <w:p w:rsidR="007B6A46" w:rsidRDefault="007B6A46" w:rsidP="007B6A46">
      <w:r>
        <w:t>395.0442</w:t>
      </w:r>
      <w:r>
        <w:tab/>
        <w:t>1.013e0</w:t>
      </w:r>
    </w:p>
    <w:p w:rsidR="007B6A46" w:rsidRDefault="007B6A46" w:rsidP="007B6A46">
      <w:r>
        <w:t>395.0798</w:t>
      </w:r>
      <w:r>
        <w:tab/>
        <w:t>1.013e0</w:t>
      </w:r>
    </w:p>
    <w:p w:rsidR="007B6A46" w:rsidRDefault="007B6A46" w:rsidP="007B6A46">
      <w:r>
        <w:t>395.1071</w:t>
      </w:r>
      <w:r>
        <w:tab/>
        <w:t>1.013e0</w:t>
      </w:r>
    </w:p>
    <w:p w:rsidR="007B6A46" w:rsidRDefault="007B6A46" w:rsidP="007B6A46">
      <w:r>
        <w:t>395.1218</w:t>
      </w:r>
      <w:r>
        <w:tab/>
        <w:t>1.013e0</w:t>
      </w:r>
    </w:p>
    <w:p w:rsidR="007B6A46" w:rsidRDefault="007B6A46" w:rsidP="007B6A46">
      <w:r>
        <w:lastRenderedPageBreak/>
        <w:t>395.1491</w:t>
      </w:r>
      <w:r>
        <w:tab/>
        <w:t>1.013e0</w:t>
      </w:r>
    </w:p>
    <w:p w:rsidR="007B6A46" w:rsidRDefault="007B6A46" w:rsidP="007B6A46">
      <w:r>
        <w:t>395.1707</w:t>
      </w:r>
      <w:r>
        <w:tab/>
        <w:t>1.013e0</w:t>
      </w:r>
    </w:p>
    <w:p w:rsidR="007B6A46" w:rsidRDefault="007B6A46" w:rsidP="007B6A46">
      <w:r>
        <w:t>395.2147</w:t>
      </w:r>
      <w:r>
        <w:tab/>
        <w:t>2.025e0</w:t>
      </w:r>
    </w:p>
    <w:p w:rsidR="007B6A46" w:rsidRDefault="007B6A46" w:rsidP="007B6A46">
      <w:r>
        <w:t>395.2336</w:t>
      </w:r>
      <w:r>
        <w:tab/>
        <w:t>1.013e0</w:t>
      </w:r>
    </w:p>
    <w:p w:rsidR="007B6A46" w:rsidRDefault="007B6A46" w:rsidP="007B6A46">
      <w:r>
        <w:t>395.2644</w:t>
      </w:r>
      <w:r>
        <w:tab/>
        <w:t>1.013e0</w:t>
      </w:r>
    </w:p>
    <w:p w:rsidR="007B6A46" w:rsidRDefault="007B6A46" w:rsidP="007B6A46">
      <w:r>
        <w:t>395.2744</w:t>
      </w:r>
      <w:r>
        <w:tab/>
        <w:t>2.025e0</w:t>
      </w:r>
    </w:p>
    <w:p w:rsidR="007B6A46" w:rsidRDefault="007B6A46" w:rsidP="007B6A46">
      <w:r>
        <w:t>395.3531</w:t>
      </w:r>
      <w:r>
        <w:tab/>
        <w:t>2.025e0</w:t>
      </w:r>
    </w:p>
    <w:p w:rsidR="007B6A46" w:rsidRDefault="007B6A46" w:rsidP="007B6A46">
      <w:r>
        <w:t>395.3619</w:t>
      </w:r>
      <w:r>
        <w:tab/>
        <w:t>2.025e0</w:t>
      </w:r>
    </w:p>
    <w:p w:rsidR="007B6A46" w:rsidRDefault="007B6A46" w:rsidP="007B6A46">
      <w:r>
        <w:t>395.3735</w:t>
      </w:r>
      <w:r>
        <w:tab/>
        <w:t>2.025e0</w:t>
      </w:r>
    </w:p>
    <w:p w:rsidR="007B6A46" w:rsidRDefault="007B6A46" w:rsidP="007B6A46">
      <w:r>
        <w:t>395.3832</w:t>
      </w:r>
      <w:r>
        <w:tab/>
        <w:t>2.025e0</w:t>
      </w:r>
    </w:p>
    <w:p w:rsidR="007B6A46" w:rsidRDefault="007B6A46" w:rsidP="007B6A46">
      <w:r>
        <w:t>395.4239</w:t>
      </w:r>
      <w:r>
        <w:tab/>
        <w:t>2.025e0</w:t>
      </w:r>
    </w:p>
    <w:p w:rsidR="007B6A46" w:rsidRDefault="007B6A46" w:rsidP="007B6A46">
      <w:r>
        <w:t>395.4525</w:t>
      </w:r>
      <w:r>
        <w:tab/>
        <w:t>2.025e0</w:t>
      </w:r>
    </w:p>
    <w:p w:rsidR="007B6A46" w:rsidRDefault="007B6A46" w:rsidP="007B6A46">
      <w:r>
        <w:t>395.5447</w:t>
      </w:r>
      <w:r>
        <w:tab/>
        <w:t>1.013e0</w:t>
      </w:r>
    </w:p>
    <w:p w:rsidR="007B6A46" w:rsidRDefault="007B6A46" w:rsidP="007B6A46">
      <w:r>
        <w:t>395.5829</w:t>
      </w:r>
      <w:r>
        <w:tab/>
        <w:t>1.013e0</w:t>
      </w:r>
    </w:p>
    <w:p w:rsidR="007B6A46" w:rsidRDefault="007B6A46" w:rsidP="007B6A46">
      <w:r>
        <w:t>395.6249</w:t>
      </w:r>
      <w:r>
        <w:tab/>
        <w:t>1.013e0</w:t>
      </w:r>
    </w:p>
    <w:p w:rsidR="007B6A46" w:rsidRDefault="007B6A46" w:rsidP="007B6A46">
      <w:r>
        <w:t>395.6815</w:t>
      </w:r>
      <w:r>
        <w:tab/>
        <w:t>1.013e0</w:t>
      </w:r>
    </w:p>
    <w:p w:rsidR="007B6A46" w:rsidRDefault="007B6A46" w:rsidP="007B6A46">
      <w:r>
        <w:t>395.7148</w:t>
      </w:r>
      <w:r>
        <w:tab/>
        <w:t>1.013e0</w:t>
      </w:r>
    </w:p>
    <w:p w:rsidR="007B6A46" w:rsidRDefault="007B6A46" w:rsidP="007B6A46">
      <w:r>
        <w:t>395.7305</w:t>
      </w:r>
      <w:r>
        <w:tab/>
        <w:t>1.013e0</w:t>
      </w:r>
    </w:p>
    <w:p w:rsidR="007B6A46" w:rsidRDefault="007B6A46" w:rsidP="007B6A46">
      <w:r>
        <w:t>395.7606</w:t>
      </w:r>
      <w:r>
        <w:tab/>
        <w:t>1.013e0</w:t>
      </w:r>
    </w:p>
    <w:p w:rsidR="007B6A46" w:rsidRDefault="007B6A46" w:rsidP="007B6A46">
      <w:r>
        <w:lastRenderedPageBreak/>
        <w:t>395.8712</w:t>
      </w:r>
      <w:r>
        <w:tab/>
        <w:t>1.013e0</w:t>
      </w:r>
    </w:p>
    <w:p w:rsidR="007B6A46" w:rsidRDefault="007B6A46" w:rsidP="007B6A46">
      <w:r>
        <w:t>395.8925</w:t>
      </w:r>
      <w:r>
        <w:tab/>
        <w:t>1.013e0</w:t>
      </w:r>
    </w:p>
    <w:p w:rsidR="007B6A46" w:rsidRDefault="007B6A46" w:rsidP="007B6A46">
      <w:r>
        <w:t>395.9100</w:t>
      </w:r>
      <w:r>
        <w:tab/>
        <w:t>1.013e0</w:t>
      </w:r>
    </w:p>
    <w:p w:rsidR="007B6A46" w:rsidRDefault="007B6A46" w:rsidP="007B6A46">
      <w:r>
        <w:t>395.9260</w:t>
      </w:r>
      <w:r>
        <w:tab/>
        <w:t>1.013e0</w:t>
      </w:r>
    </w:p>
    <w:p w:rsidR="007B6A46" w:rsidRDefault="007B6A46" w:rsidP="007B6A46">
      <w:r>
        <w:t>395.9525</w:t>
      </w:r>
      <w:r>
        <w:tab/>
        <w:t>1.013e0</w:t>
      </w:r>
    </w:p>
    <w:p w:rsidR="007B6A46" w:rsidRDefault="007B6A46" w:rsidP="007B6A46">
      <w:r>
        <w:t>395.9617</w:t>
      </w:r>
      <w:r>
        <w:tab/>
        <w:t>1.013e0</w:t>
      </w:r>
    </w:p>
    <w:p w:rsidR="007B6A46" w:rsidRDefault="007B6A46" w:rsidP="007B6A46">
      <w:r>
        <w:t>396.0715</w:t>
      </w:r>
      <w:r>
        <w:tab/>
        <w:t>2.025e0</w:t>
      </w:r>
    </w:p>
    <w:p w:rsidR="007B6A46" w:rsidRDefault="007B6A46" w:rsidP="007B6A46">
      <w:r>
        <w:t>396.0840</w:t>
      </w:r>
      <w:r>
        <w:tab/>
        <w:t>1.013e0</w:t>
      </w:r>
    </w:p>
    <w:p w:rsidR="007B6A46" w:rsidRDefault="007B6A46" w:rsidP="007B6A46">
      <w:r>
        <w:t>396.1509</w:t>
      </w:r>
      <w:r>
        <w:tab/>
        <w:t>1.013e0</w:t>
      </w:r>
    </w:p>
    <w:p w:rsidR="007B6A46" w:rsidRDefault="007B6A46" w:rsidP="007B6A46">
      <w:r>
        <w:t>396.1554</w:t>
      </w:r>
      <w:r>
        <w:tab/>
        <w:t>2.025e0</w:t>
      </w:r>
    </w:p>
    <w:p w:rsidR="007B6A46" w:rsidRDefault="007B6A46" w:rsidP="007B6A46">
      <w:r>
        <w:t>396.2223</w:t>
      </w:r>
      <w:r>
        <w:tab/>
        <w:t>2.025e0</w:t>
      </w:r>
    </w:p>
    <w:p w:rsidR="007B6A46" w:rsidRDefault="007B6A46" w:rsidP="007B6A46">
      <w:r>
        <w:t>396.2329</w:t>
      </w:r>
      <w:r>
        <w:tab/>
        <w:t>1.013e0</w:t>
      </w:r>
    </w:p>
    <w:p w:rsidR="007B6A46" w:rsidRDefault="007B6A46" w:rsidP="007B6A46">
      <w:r>
        <w:t>396.2420</w:t>
      </w:r>
      <w:r>
        <w:tab/>
        <w:t>1.013e0</w:t>
      </w:r>
    </w:p>
    <w:p w:rsidR="007B6A46" w:rsidRDefault="007B6A46" w:rsidP="007B6A46">
      <w:r>
        <w:t>396.3045</w:t>
      </w:r>
      <w:r>
        <w:tab/>
        <w:t>1.013e0</w:t>
      </w:r>
    </w:p>
    <w:p w:rsidR="007B6A46" w:rsidRDefault="007B6A46" w:rsidP="007B6A46">
      <w:r>
        <w:t>396.3255</w:t>
      </w:r>
      <w:r>
        <w:tab/>
        <w:t>1.013e0</w:t>
      </w:r>
    </w:p>
    <w:p w:rsidR="007B6A46" w:rsidRDefault="007B6A46" w:rsidP="007B6A46">
      <w:r>
        <w:t>396.3568</w:t>
      </w:r>
      <w:r>
        <w:tab/>
        <w:t>2.025e0</w:t>
      </w:r>
    </w:p>
    <w:p w:rsidR="007B6A46" w:rsidRDefault="007B6A46" w:rsidP="007B6A46">
      <w:r>
        <w:t>396.3623</w:t>
      </w:r>
      <w:r>
        <w:tab/>
        <w:t>2.025e0</w:t>
      </w:r>
    </w:p>
    <w:p w:rsidR="007B6A46" w:rsidRDefault="007B6A46" w:rsidP="007B6A46">
      <w:r>
        <w:t>396.3732</w:t>
      </w:r>
      <w:r>
        <w:tab/>
        <w:t>2.025e0</w:t>
      </w:r>
    </w:p>
    <w:p w:rsidR="007B6A46" w:rsidRDefault="007B6A46" w:rsidP="007B6A46">
      <w:r>
        <w:t>396.3814</w:t>
      </w:r>
      <w:r>
        <w:tab/>
        <w:t>1.013e0</w:t>
      </w:r>
    </w:p>
    <w:p w:rsidR="007B6A46" w:rsidRDefault="007B6A46" w:rsidP="007B6A46">
      <w:r>
        <w:lastRenderedPageBreak/>
        <w:t>396.4738</w:t>
      </w:r>
      <w:r>
        <w:tab/>
        <w:t>2.025e0</w:t>
      </w:r>
    </w:p>
    <w:p w:rsidR="007B6A46" w:rsidRDefault="007B6A46" w:rsidP="007B6A46">
      <w:r>
        <w:t>396.4804</w:t>
      </w:r>
      <w:r>
        <w:tab/>
        <w:t>1.013e0</w:t>
      </w:r>
    </w:p>
    <w:p w:rsidR="007B6A46" w:rsidRDefault="007B6A46" w:rsidP="007B6A46">
      <w:r>
        <w:t>396.5008</w:t>
      </w:r>
      <w:r>
        <w:tab/>
        <w:t>1.013e0</w:t>
      </w:r>
    </w:p>
    <w:p w:rsidR="007B6A46" w:rsidRDefault="007B6A46" w:rsidP="007B6A46">
      <w:r>
        <w:t>396.5339</w:t>
      </w:r>
      <w:r>
        <w:tab/>
        <w:t>1.013e0</w:t>
      </w:r>
    </w:p>
    <w:p w:rsidR="007B6A46" w:rsidRDefault="007B6A46" w:rsidP="007B6A46">
      <w:r>
        <w:t>396.5710</w:t>
      </w:r>
      <w:r>
        <w:tab/>
        <w:t>1.013e0</w:t>
      </w:r>
    </w:p>
    <w:p w:rsidR="007B6A46" w:rsidRDefault="007B6A46" w:rsidP="007B6A46">
      <w:r>
        <w:t>396.5810</w:t>
      </w:r>
      <w:r>
        <w:tab/>
        <w:t>1.013e0</w:t>
      </w:r>
    </w:p>
    <w:p w:rsidR="007B6A46" w:rsidRDefault="007B6A46" w:rsidP="007B6A46">
      <w:r>
        <w:t>396.6909</w:t>
      </w:r>
      <w:r>
        <w:tab/>
        <w:t>1.013e0</w:t>
      </w:r>
    </w:p>
    <w:p w:rsidR="007B6A46" w:rsidRDefault="007B6A46" w:rsidP="007B6A46">
      <w:r>
        <w:t>396.7274</w:t>
      </w:r>
      <w:r>
        <w:tab/>
        <w:t>2.025e0</w:t>
      </w:r>
    </w:p>
    <w:p w:rsidR="007B6A46" w:rsidRDefault="007B6A46" w:rsidP="007B6A46">
      <w:r>
        <w:t>396.7292</w:t>
      </w:r>
      <w:r>
        <w:tab/>
        <w:t>1.013e0</w:t>
      </w:r>
    </w:p>
    <w:p w:rsidR="007B6A46" w:rsidRDefault="007B6A46" w:rsidP="007B6A46">
      <w:r>
        <w:t>396.7931</w:t>
      </w:r>
      <w:r>
        <w:tab/>
        <w:t>1.013e0</w:t>
      </w:r>
    </w:p>
    <w:p w:rsidR="007B6A46" w:rsidRDefault="007B6A46" w:rsidP="007B6A46">
      <w:r>
        <w:t>396.8575</w:t>
      </w:r>
      <w:r>
        <w:tab/>
        <w:t>1.013e0</w:t>
      </w:r>
    </w:p>
    <w:p w:rsidR="007B6A46" w:rsidRDefault="007B6A46" w:rsidP="007B6A46">
      <w:r>
        <w:t>396.8960</w:t>
      </w:r>
      <w:r>
        <w:tab/>
        <w:t>2.025e0</w:t>
      </w:r>
    </w:p>
    <w:p w:rsidR="007B6A46" w:rsidRDefault="007B6A46" w:rsidP="007B6A46">
      <w:r>
        <w:t>396.9080</w:t>
      </w:r>
      <w:r>
        <w:tab/>
        <w:t>3.038e0</w:t>
      </w:r>
    </w:p>
    <w:p w:rsidR="007B6A46" w:rsidRDefault="007B6A46" w:rsidP="007B6A46">
      <w:r>
        <w:t>396.9253</w:t>
      </w:r>
      <w:r>
        <w:tab/>
        <w:t>1.013e0</w:t>
      </w:r>
    </w:p>
    <w:p w:rsidR="007B6A46" w:rsidRDefault="007B6A46" w:rsidP="007B6A46">
      <w:r>
        <w:t>396.9303</w:t>
      </w:r>
      <w:r>
        <w:tab/>
        <w:t>2.025e0</w:t>
      </w:r>
    </w:p>
    <w:p w:rsidR="007B6A46" w:rsidRDefault="007B6A46" w:rsidP="007B6A46">
      <w:r>
        <w:t>396.9635</w:t>
      </w:r>
      <w:r>
        <w:tab/>
        <w:t>1.013e0</w:t>
      </w:r>
    </w:p>
    <w:p w:rsidR="007B6A46" w:rsidRDefault="007B6A46" w:rsidP="007B6A46">
      <w:r>
        <w:t>397.0068</w:t>
      </w:r>
      <w:r>
        <w:tab/>
        <w:t>1.013e0</w:t>
      </w:r>
    </w:p>
    <w:p w:rsidR="007B6A46" w:rsidRDefault="007B6A46" w:rsidP="007B6A46">
      <w:r>
        <w:t>397.0140</w:t>
      </w:r>
      <w:r>
        <w:tab/>
        <w:t>1.013e0</w:t>
      </w:r>
    </w:p>
    <w:p w:rsidR="007B6A46" w:rsidRDefault="007B6A46" w:rsidP="007B6A46">
      <w:r>
        <w:t>397.0353</w:t>
      </w:r>
      <w:r>
        <w:tab/>
        <w:t>1.013e0</w:t>
      </w:r>
    </w:p>
    <w:p w:rsidR="007B6A46" w:rsidRDefault="007B6A46" w:rsidP="007B6A46">
      <w:r>
        <w:lastRenderedPageBreak/>
        <w:t>397.0779</w:t>
      </w:r>
      <w:r>
        <w:tab/>
        <w:t>1.013e0</w:t>
      </w:r>
    </w:p>
    <w:p w:rsidR="007B6A46" w:rsidRDefault="007B6A46" w:rsidP="007B6A46">
      <w:r>
        <w:t>397.1262</w:t>
      </w:r>
      <w:r>
        <w:tab/>
        <w:t>1.013e0</w:t>
      </w:r>
    </w:p>
    <w:p w:rsidR="007B6A46" w:rsidRDefault="007B6A46" w:rsidP="007B6A46">
      <w:r>
        <w:t>397.1593</w:t>
      </w:r>
      <w:r>
        <w:tab/>
        <w:t>1.013e0</w:t>
      </w:r>
    </w:p>
    <w:p w:rsidR="007B6A46" w:rsidRDefault="007B6A46" w:rsidP="007B6A46">
      <w:r>
        <w:t>397.1719</w:t>
      </w:r>
      <w:r>
        <w:tab/>
        <w:t>2.025e0</w:t>
      </w:r>
    </w:p>
    <w:p w:rsidR="007B6A46" w:rsidRDefault="007B6A46" w:rsidP="007B6A46">
      <w:r>
        <w:t>397.1931</w:t>
      </w:r>
      <w:r>
        <w:tab/>
        <w:t>2.025e0</w:t>
      </w:r>
    </w:p>
    <w:p w:rsidR="007B6A46" w:rsidRDefault="007B6A46" w:rsidP="007B6A46">
      <w:r>
        <w:t>397.2105</w:t>
      </w:r>
      <w:r>
        <w:tab/>
        <w:t>1.013e0</w:t>
      </w:r>
    </w:p>
    <w:p w:rsidR="007B6A46" w:rsidRDefault="007B6A46" w:rsidP="007B6A46">
      <w:r>
        <w:t>397.2313</w:t>
      </w:r>
      <w:r>
        <w:tab/>
        <w:t>2.025e0</w:t>
      </w:r>
    </w:p>
    <w:p w:rsidR="007B6A46" w:rsidRDefault="007B6A46" w:rsidP="007B6A46">
      <w:r>
        <w:t>397.2385</w:t>
      </w:r>
      <w:r>
        <w:tab/>
        <w:t>2.025e0</w:t>
      </w:r>
    </w:p>
    <w:p w:rsidR="007B6A46" w:rsidRDefault="007B6A46" w:rsidP="007B6A46">
      <w:r>
        <w:t>397.3314</w:t>
      </w:r>
      <w:r>
        <w:tab/>
        <w:t>2.025e0</w:t>
      </w:r>
    </w:p>
    <w:p w:rsidR="007B6A46" w:rsidRDefault="007B6A46" w:rsidP="007B6A46">
      <w:r>
        <w:t>397.3504</w:t>
      </w:r>
      <w:r>
        <w:tab/>
        <w:t>1.013e0</w:t>
      </w:r>
    </w:p>
    <w:p w:rsidR="007B6A46" w:rsidRDefault="007B6A46" w:rsidP="007B6A46">
      <w:r>
        <w:t>397.3547</w:t>
      </w:r>
      <w:r>
        <w:tab/>
        <w:t>1.013e0</w:t>
      </w:r>
    </w:p>
    <w:p w:rsidR="007B6A46" w:rsidRDefault="007B6A46" w:rsidP="007B6A46">
      <w:r>
        <w:t>397.4073</w:t>
      </w:r>
      <w:r>
        <w:tab/>
        <w:t>1.013e0</w:t>
      </w:r>
    </w:p>
    <w:p w:rsidR="007B6A46" w:rsidRDefault="007B6A46" w:rsidP="007B6A46">
      <w:r>
        <w:t>397.4143</w:t>
      </w:r>
      <w:r>
        <w:tab/>
        <w:t>1.013e0</w:t>
      </w:r>
    </w:p>
    <w:p w:rsidR="007B6A46" w:rsidRDefault="007B6A46" w:rsidP="007B6A46">
      <w:r>
        <w:t>397.4159</w:t>
      </w:r>
      <w:r>
        <w:tab/>
        <w:t>2.025e0</w:t>
      </w:r>
    </w:p>
    <w:p w:rsidR="007B6A46" w:rsidRDefault="007B6A46" w:rsidP="007B6A46">
      <w:r>
        <w:t>397.4559</w:t>
      </w:r>
      <w:r>
        <w:tab/>
        <w:t>1.013e0</w:t>
      </w:r>
    </w:p>
    <w:p w:rsidR="007B6A46" w:rsidRDefault="007B6A46" w:rsidP="007B6A46">
      <w:r>
        <w:t>397.4600</w:t>
      </w:r>
      <w:r>
        <w:tab/>
        <w:t>2.025e0</w:t>
      </w:r>
    </w:p>
    <w:p w:rsidR="007B6A46" w:rsidRDefault="007B6A46" w:rsidP="007B6A46">
      <w:r>
        <w:t>397.6464</w:t>
      </w:r>
      <w:r>
        <w:tab/>
        <w:t>1.013e0</w:t>
      </w:r>
    </w:p>
    <w:p w:rsidR="007B6A46" w:rsidRDefault="007B6A46" w:rsidP="007B6A46">
      <w:r>
        <w:t>397.7026</w:t>
      </w:r>
      <w:r>
        <w:tab/>
        <w:t>1.013e0</w:t>
      </w:r>
    </w:p>
    <w:p w:rsidR="007B6A46" w:rsidRDefault="007B6A46" w:rsidP="007B6A46">
      <w:r>
        <w:t>397.7301</w:t>
      </w:r>
      <w:r>
        <w:tab/>
        <w:t>1.013e0</w:t>
      </w:r>
    </w:p>
    <w:p w:rsidR="007B6A46" w:rsidRDefault="007B6A46" w:rsidP="007B6A46">
      <w:r>
        <w:lastRenderedPageBreak/>
        <w:t>397.7378</w:t>
      </w:r>
      <w:r>
        <w:tab/>
        <w:t>1.013e0</w:t>
      </w:r>
    </w:p>
    <w:p w:rsidR="007B6A46" w:rsidRDefault="007B6A46" w:rsidP="007B6A46">
      <w:r>
        <w:t>397.7666</w:t>
      </w:r>
      <w:r>
        <w:tab/>
        <w:t>1.013e0</w:t>
      </w:r>
    </w:p>
    <w:p w:rsidR="007B6A46" w:rsidRDefault="007B6A46" w:rsidP="007B6A46">
      <w:r>
        <w:t>397.8005</w:t>
      </w:r>
      <w:r>
        <w:tab/>
        <w:t>1.013e0</w:t>
      </w:r>
    </w:p>
    <w:p w:rsidR="007B6A46" w:rsidRDefault="007B6A46" w:rsidP="007B6A46">
      <w:r>
        <w:t>397.9583</w:t>
      </w:r>
      <w:r>
        <w:tab/>
        <w:t>1.013e0</w:t>
      </w:r>
    </w:p>
    <w:p w:rsidR="007B6A46" w:rsidRDefault="007B6A46" w:rsidP="007B6A46">
      <w:r>
        <w:t>397.9858</w:t>
      </w:r>
      <w:r>
        <w:tab/>
        <w:t>2.025e0</w:t>
      </w:r>
    </w:p>
    <w:p w:rsidR="007B6A46" w:rsidRDefault="007B6A46" w:rsidP="007B6A46">
      <w:r>
        <w:t>397.9965</w:t>
      </w:r>
      <w:r>
        <w:tab/>
        <w:t>1.013e0</w:t>
      </w:r>
    </w:p>
    <w:p w:rsidR="007B6A46" w:rsidRDefault="007B6A46" w:rsidP="007B6A46">
      <w:r>
        <w:t>398.0073</w:t>
      </w:r>
      <w:r>
        <w:tab/>
        <w:t>2.025e0</w:t>
      </w:r>
    </w:p>
    <w:p w:rsidR="007B6A46" w:rsidRDefault="007B6A46" w:rsidP="007B6A46">
      <w:r>
        <w:t>398.0391</w:t>
      </w:r>
      <w:r>
        <w:tab/>
        <w:t>1.013e0</w:t>
      </w:r>
    </w:p>
    <w:p w:rsidR="007B6A46" w:rsidRDefault="007B6A46" w:rsidP="007B6A46">
      <w:r>
        <w:t>398.0611</w:t>
      </w:r>
      <w:r>
        <w:tab/>
        <w:t>1.013e0</w:t>
      </w:r>
    </w:p>
    <w:p w:rsidR="007B6A46" w:rsidRDefault="007B6A46" w:rsidP="007B6A46">
      <w:r>
        <w:t>398.0627</w:t>
      </w:r>
      <w:r>
        <w:tab/>
        <w:t>2.025e0</w:t>
      </w:r>
    </w:p>
    <w:p w:rsidR="007B6A46" w:rsidRDefault="007B6A46" w:rsidP="007B6A46">
      <w:r>
        <w:t>398.1172</w:t>
      </w:r>
      <w:r>
        <w:tab/>
        <w:t>1.013e0</w:t>
      </w:r>
    </w:p>
    <w:p w:rsidR="007B6A46" w:rsidRDefault="007B6A46" w:rsidP="007B6A46">
      <w:r>
        <w:t>398.1386</w:t>
      </w:r>
      <w:r>
        <w:tab/>
        <w:t>3.038e0</w:t>
      </w:r>
    </w:p>
    <w:p w:rsidR="007B6A46" w:rsidRDefault="007B6A46" w:rsidP="007B6A46">
      <w:r>
        <w:t>398.1536</w:t>
      </w:r>
      <w:r>
        <w:tab/>
        <w:t>1.013e0</w:t>
      </w:r>
    </w:p>
    <w:p w:rsidR="007B6A46" w:rsidRDefault="007B6A46" w:rsidP="007B6A46">
      <w:r>
        <w:t>398.1959</w:t>
      </w:r>
      <w:r>
        <w:tab/>
        <w:t>2.025e0</w:t>
      </w:r>
    </w:p>
    <w:p w:rsidR="007B6A46" w:rsidRDefault="007B6A46" w:rsidP="007B6A46">
      <w:r>
        <w:t>398.2130</w:t>
      </w:r>
      <w:r>
        <w:tab/>
        <w:t>3.038e0</w:t>
      </w:r>
    </w:p>
    <w:p w:rsidR="007B6A46" w:rsidRDefault="007B6A46" w:rsidP="007B6A46">
      <w:r>
        <w:t>398.2299</w:t>
      </w:r>
      <w:r>
        <w:tab/>
        <w:t>1.013e0</w:t>
      </w:r>
    </w:p>
    <w:p w:rsidR="007B6A46" w:rsidRDefault="007B6A46" w:rsidP="007B6A46">
      <w:r>
        <w:t>398.2336</w:t>
      </w:r>
      <w:r>
        <w:tab/>
        <w:t>3.038e0</w:t>
      </w:r>
    </w:p>
    <w:p w:rsidR="007B6A46" w:rsidRDefault="007B6A46" w:rsidP="007B6A46">
      <w:r>
        <w:t>398.2684</w:t>
      </w:r>
      <w:r>
        <w:tab/>
        <w:t>3.038e0</w:t>
      </w:r>
    </w:p>
    <w:p w:rsidR="007B6A46" w:rsidRDefault="007B6A46" w:rsidP="007B6A46">
      <w:r>
        <w:t>398.2862</w:t>
      </w:r>
      <w:r>
        <w:tab/>
        <w:t>1.013e0</w:t>
      </w:r>
    </w:p>
    <w:p w:rsidR="007B6A46" w:rsidRDefault="007B6A46" w:rsidP="007B6A46">
      <w:r>
        <w:lastRenderedPageBreak/>
        <w:t>398.2964</w:t>
      </w:r>
      <w:r>
        <w:tab/>
        <w:t>2.025e0</w:t>
      </w:r>
    </w:p>
    <w:p w:rsidR="007B6A46" w:rsidRDefault="007B6A46" w:rsidP="007B6A46">
      <w:r>
        <w:t>398.3573</w:t>
      </w:r>
      <w:r>
        <w:tab/>
        <w:t>1.013e0</w:t>
      </w:r>
    </w:p>
    <w:p w:rsidR="007B6A46" w:rsidRDefault="007B6A46" w:rsidP="007B6A46">
      <w:r>
        <w:t>398.4694</w:t>
      </w:r>
      <w:r>
        <w:tab/>
        <w:t>1.013e0</w:t>
      </w:r>
    </w:p>
    <w:p w:rsidR="007B6A46" w:rsidRDefault="007B6A46" w:rsidP="007B6A46">
      <w:r>
        <w:t>398.4731</w:t>
      </w:r>
      <w:r>
        <w:tab/>
        <w:t>1.013e0</w:t>
      </w:r>
    </w:p>
    <w:p w:rsidR="007B6A46" w:rsidRDefault="007B6A46" w:rsidP="007B6A46">
      <w:r>
        <w:t>398.5589</w:t>
      </w:r>
      <w:r>
        <w:tab/>
        <w:t>3.038e0</w:t>
      </w:r>
    </w:p>
    <w:p w:rsidR="007B6A46" w:rsidRDefault="007B6A46" w:rsidP="007B6A46">
      <w:r>
        <w:t>398.5751</w:t>
      </w:r>
      <w:r>
        <w:tab/>
        <w:t>1.013e0</w:t>
      </w:r>
    </w:p>
    <w:p w:rsidR="007B6A46" w:rsidRDefault="007B6A46" w:rsidP="007B6A46">
      <w:r>
        <w:t>398.5795</w:t>
      </w:r>
      <w:r>
        <w:tab/>
        <w:t>1.013e0</w:t>
      </w:r>
    </w:p>
    <w:p w:rsidR="007B6A46" w:rsidRDefault="007B6A46" w:rsidP="007B6A46">
      <w:r>
        <w:t>398.6526</w:t>
      </w:r>
      <w:r>
        <w:tab/>
        <w:t>1.013e0</w:t>
      </w:r>
    </w:p>
    <w:p w:rsidR="007B6A46" w:rsidRDefault="007B6A46" w:rsidP="007B6A46">
      <w:r>
        <w:t>398.6722</w:t>
      </w:r>
      <w:r>
        <w:tab/>
        <w:t>2.025e0</w:t>
      </w:r>
    </w:p>
    <w:p w:rsidR="007B6A46" w:rsidRDefault="007B6A46" w:rsidP="007B6A46">
      <w:r>
        <w:t>398.7161</w:t>
      </w:r>
      <w:r>
        <w:tab/>
        <w:t>1.013e0</w:t>
      </w:r>
    </w:p>
    <w:p w:rsidR="007B6A46" w:rsidRDefault="007B6A46" w:rsidP="007B6A46">
      <w:r>
        <w:t>398.7468</w:t>
      </w:r>
      <w:r>
        <w:tab/>
        <w:t>2.025e0</w:t>
      </w:r>
    </w:p>
    <w:p w:rsidR="007B6A46" w:rsidRDefault="007B6A46" w:rsidP="007B6A46">
      <w:r>
        <w:t>398.8170</w:t>
      </w:r>
      <w:r>
        <w:tab/>
        <w:t>1.013e0</w:t>
      </w:r>
    </w:p>
    <w:p w:rsidR="007B6A46" w:rsidRDefault="007B6A46" w:rsidP="007B6A46">
      <w:r>
        <w:t>398.8648</w:t>
      </w:r>
      <w:r>
        <w:tab/>
        <w:t>1.013e0</w:t>
      </w:r>
    </w:p>
    <w:p w:rsidR="007B6A46" w:rsidRDefault="007B6A46" w:rsidP="007B6A46">
      <w:r>
        <w:t>398.9565</w:t>
      </w:r>
      <w:r>
        <w:tab/>
        <w:t>1.013e0</w:t>
      </w:r>
    </w:p>
    <w:p w:rsidR="007B6A46" w:rsidRDefault="007B6A46" w:rsidP="007B6A46">
      <w:r>
        <w:t>398.9802</w:t>
      </w:r>
      <w:r>
        <w:tab/>
        <w:t>2.025e0</w:t>
      </w:r>
    </w:p>
    <w:p w:rsidR="007B6A46" w:rsidRDefault="007B6A46" w:rsidP="007B6A46">
      <w:r>
        <w:t>399.0099</w:t>
      </w:r>
      <w:r>
        <w:tab/>
        <w:t>4.051e0</w:t>
      </w:r>
    </w:p>
    <w:p w:rsidR="007B6A46" w:rsidRDefault="007B6A46" w:rsidP="007B6A46">
      <w:r>
        <w:t>399.0269</w:t>
      </w:r>
      <w:r>
        <w:tab/>
        <w:t>1.013e0</w:t>
      </w:r>
    </w:p>
    <w:p w:rsidR="007B6A46" w:rsidRDefault="007B6A46" w:rsidP="007B6A46">
      <w:r>
        <w:t>399.0975</w:t>
      </w:r>
      <w:r>
        <w:tab/>
        <w:t>1.013e0</w:t>
      </w:r>
    </w:p>
    <w:p w:rsidR="007B6A46" w:rsidRDefault="007B6A46" w:rsidP="007B6A46">
      <w:r>
        <w:t>399.1177</w:t>
      </w:r>
      <w:r>
        <w:tab/>
        <w:t>2.025e0</w:t>
      </w:r>
    </w:p>
    <w:p w:rsidR="007B6A46" w:rsidRDefault="007B6A46" w:rsidP="007B6A46">
      <w:r>
        <w:lastRenderedPageBreak/>
        <w:t>399.1576</w:t>
      </w:r>
      <w:r>
        <w:tab/>
        <w:t>1.013e0</w:t>
      </w:r>
    </w:p>
    <w:p w:rsidR="007B6A46" w:rsidRDefault="007B6A46" w:rsidP="007B6A46">
      <w:r>
        <w:t>399.1937</w:t>
      </w:r>
      <w:r>
        <w:tab/>
        <w:t>2.025e0</w:t>
      </w:r>
    </w:p>
    <w:p w:rsidR="007B6A46" w:rsidRDefault="007B6A46" w:rsidP="007B6A46">
      <w:r>
        <w:t>399.2381</w:t>
      </w:r>
      <w:r>
        <w:tab/>
        <w:t>1.013e0</w:t>
      </w:r>
    </w:p>
    <w:p w:rsidR="007B6A46" w:rsidRDefault="007B6A46" w:rsidP="007B6A46">
      <w:r>
        <w:t>399.2467</w:t>
      </w:r>
      <w:r>
        <w:tab/>
        <w:t>1.013e0</w:t>
      </w:r>
    </w:p>
    <w:p w:rsidR="007B6A46" w:rsidRDefault="007B6A46" w:rsidP="007B6A46">
      <w:r>
        <w:t>399.2599</w:t>
      </w:r>
      <w:r>
        <w:tab/>
        <w:t>2.025e0</w:t>
      </w:r>
    </w:p>
    <w:p w:rsidR="007B6A46" w:rsidRDefault="007B6A46" w:rsidP="007B6A46">
      <w:r>
        <w:t>399.2686</w:t>
      </w:r>
      <w:r>
        <w:tab/>
        <w:t>1.013e0</w:t>
      </w:r>
    </w:p>
    <w:p w:rsidR="007B6A46" w:rsidRDefault="007B6A46" w:rsidP="007B6A46">
      <w:r>
        <w:t>399.2854</w:t>
      </w:r>
      <w:r>
        <w:tab/>
        <w:t>1.013e0</w:t>
      </w:r>
    </w:p>
    <w:p w:rsidR="007B6A46" w:rsidRDefault="007B6A46" w:rsidP="007B6A46">
      <w:r>
        <w:t>399.3112</w:t>
      </w:r>
      <w:r>
        <w:tab/>
        <w:t>1.013e0</w:t>
      </w:r>
    </w:p>
    <w:p w:rsidR="007B6A46" w:rsidRDefault="007B6A46" w:rsidP="007B6A46">
      <w:r>
        <w:t>399.3138</w:t>
      </w:r>
      <w:r>
        <w:tab/>
        <w:t>2.025e0</w:t>
      </w:r>
    </w:p>
    <w:p w:rsidR="007B6A46" w:rsidRDefault="007B6A46" w:rsidP="007B6A46">
      <w:r>
        <w:t>399.3157</w:t>
      </w:r>
      <w:r>
        <w:tab/>
        <w:t>1.013e0</w:t>
      </w:r>
    </w:p>
    <w:p w:rsidR="007B6A46" w:rsidRDefault="007B6A46" w:rsidP="007B6A46">
      <w:r>
        <w:t>399.3460</w:t>
      </w:r>
      <w:r>
        <w:tab/>
        <w:t>2.025e0</w:t>
      </w:r>
    </w:p>
    <w:p w:rsidR="007B6A46" w:rsidRDefault="007B6A46" w:rsidP="007B6A46">
      <w:r>
        <w:t>399.3658</w:t>
      </w:r>
      <w:r>
        <w:tab/>
        <w:t>1.013e0</w:t>
      </w:r>
    </w:p>
    <w:p w:rsidR="007B6A46" w:rsidRDefault="007B6A46" w:rsidP="007B6A46">
      <w:r>
        <w:t>399.3815</w:t>
      </w:r>
      <w:r>
        <w:tab/>
        <w:t>3.038e0</w:t>
      </w:r>
    </w:p>
    <w:p w:rsidR="007B6A46" w:rsidRDefault="007B6A46" w:rsidP="007B6A46">
      <w:r>
        <w:t>399.4139</w:t>
      </w:r>
      <w:r>
        <w:tab/>
        <w:t>1.013e0</w:t>
      </w:r>
    </w:p>
    <w:p w:rsidR="007B6A46" w:rsidRDefault="007B6A46" w:rsidP="007B6A46">
      <w:r>
        <w:t>399.4174</w:t>
      </w:r>
      <w:r>
        <w:tab/>
        <w:t>2.025e0</w:t>
      </w:r>
    </w:p>
    <w:p w:rsidR="007B6A46" w:rsidRDefault="007B6A46" w:rsidP="007B6A46">
      <w:r>
        <w:t>399.4604</w:t>
      </w:r>
      <w:r>
        <w:tab/>
        <w:t>1.013e0</w:t>
      </w:r>
    </w:p>
    <w:p w:rsidR="007B6A46" w:rsidRDefault="007B6A46" w:rsidP="007B6A46">
      <w:r>
        <w:t>399.5023</w:t>
      </w:r>
      <w:r>
        <w:tab/>
        <w:t>1.013e0</w:t>
      </w:r>
    </w:p>
    <w:p w:rsidR="007B6A46" w:rsidRDefault="007B6A46" w:rsidP="007B6A46">
      <w:r>
        <w:t>399.5918</w:t>
      </w:r>
      <w:r>
        <w:tab/>
        <w:t>1.013e0</w:t>
      </w:r>
    </w:p>
    <w:p w:rsidR="007B6A46" w:rsidRDefault="007B6A46" w:rsidP="007B6A46">
      <w:r>
        <w:t>399.6130</w:t>
      </w:r>
      <w:r>
        <w:tab/>
        <w:t>1.013e0</w:t>
      </w:r>
    </w:p>
    <w:p w:rsidR="007B6A46" w:rsidRDefault="007B6A46" w:rsidP="007B6A46">
      <w:r>
        <w:lastRenderedPageBreak/>
        <w:t>399.6343</w:t>
      </w:r>
      <w:r>
        <w:tab/>
        <w:t>1.013e0</w:t>
      </w:r>
    </w:p>
    <w:p w:rsidR="007B6A46" w:rsidRDefault="007B6A46" w:rsidP="007B6A46">
      <w:r>
        <w:t>399.7194</w:t>
      </w:r>
      <w:r>
        <w:tab/>
        <w:t>3.038e0</w:t>
      </w:r>
    </w:p>
    <w:p w:rsidR="007B6A46" w:rsidRDefault="007B6A46" w:rsidP="007B6A46">
      <w:r>
        <w:t>399.8224</w:t>
      </w:r>
      <w:r>
        <w:tab/>
        <w:t>1.013e0</w:t>
      </w:r>
    </w:p>
    <w:p w:rsidR="007B6A46" w:rsidRDefault="007B6A46" w:rsidP="007B6A46">
      <w:r>
        <w:t>399.8815</w:t>
      </w:r>
      <w:r>
        <w:tab/>
        <w:t>1.013e0</w:t>
      </w:r>
    </w:p>
    <w:p w:rsidR="007B6A46" w:rsidRDefault="007B6A46" w:rsidP="007B6A46">
      <w:r>
        <w:t>399.9283</w:t>
      </w:r>
      <w:r>
        <w:tab/>
        <w:t>1.013e0</w:t>
      </w:r>
    </w:p>
    <w:p w:rsidR="007B6A46" w:rsidRDefault="007B6A46" w:rsidP="007B6A46">
      <w:r>
        <w:t>399.9593</w:t>
      </w:r>
      <w:r>
        <w:tab/>
        <w:t>1.013e0</w:t>
      </w:r>
    </w:p>
    <w:p w:rsidR="007B6A46" w:rsidRDefault="007B6A46" w:rsidP="007B6A46">
      <w:r>
        <w:t>399.9805</w:t>
      </w:r>
      <w:r>
        <w:tab/>
        <w:t>1.013e0</w:t>
      </w:r>
    </w:p>
    <w:p w:rsidR="007B6A46" w:rsidRDefault="007B6A46" w:rsidP="007B6A46">
      <w:r>
        <w:t>399.9925</w:t>
      </w:r>
      <w:r>
        <w:tab/>
        <w:t>2.025e0</w:t>
      </w:r>
    </w:p>
    <w:p w:rsidR="007B6A46" w:rsidRDefault="007B6A46" w:rsidP="007B6A46">
      <w:r>
        <w:t>400.0180</w:t>
      </w:r>
      <w:r>
        <w:tab/>
        <w:t>1.013e0</w:t>
      </w:r>
    </w:p>
    <w:p w:rsidR="007B6A46" w:rsidRDefault="007B6A46" w:rsidP="007B6A46">
      <w:r>
        <w:t>400.0387</w:t>
      </w:r>
      <w:r>
        <w:tab/>
        <w:t>1.013e0</w:t>
      </w:r>
    </w:p>
    <w:p w:rsidR="007B6A46" w:rsidRDefault="007B6A46" w:rsidP="007B6A46">
      <w:r>
        <w:t>400.0606</w:t>
      </w:r>
      <w:r>
        <w:tab/>
        <w:t>1.013e0</w:t>
      </w:r>
    </w:p>
    <w:p w:rsidR="007B6A46" w:rsidRDefault="007B6A46" w:rsidP="007B6A46">
      <w:r>
        <w:t>400.0654</w:t>
      </w:r>
      <w:r>
        <w:tab/>
        <w:t>1.013e0</w:t>
      </w:r>
    </w:p>
    <w:p w:rsidR="007B6A46" w:rsidRDefault="007B6A46" w:rsidP="007B6A46">
      <w:r>
        <w:t>400.1239</w:t>
      </w:r>
      <w:r>
        <w:tab/>
        <w:t>1.013e0</w:t>
      </w:r>
    </w:p>
    <w:p w:rsidR="007B6A46" w:rsidRDefault="007B6A46" w:rsidP="007B6A46">
      <w:r>
        <w:t>400.1452</w:t>
      </w:r>
      <w:r>
        <w:tab/>
        <w:t>1.013e0</w:t>
      </w:r>
    </w:p>
    <w:p w:rsidR="007B6A46" w:rsidRDefault="007B6A46" w:rsidP="007B6A46">
      <w:r>
        <w:t>400.1671</w:t>
      </w:r>
      <w:r>
        <w:tab/>
        <w:t>1.013e0</w:t>
      </w:r>
    </w:p>
    <w:p w:rsidR="007B6A46" w:rsidRDefault="007B6A46" w:rsidP="007B6A46">
      <w:r>
        <w:t>400.2147</w:t>
      </w:r>
      <w:r>
        <w:tab/>
        <w:t>2.025e0</w:t>
      </w:r>
    </w:p>
    <w:p w:rsidR="007B6A46" w:rsidRDefault="007B6A46" w:rsidP="007B6A46">
      <w:r>
        <w:t>400.2203</w:t>
      </w:r>
      <w:r>
        <w:tab/>
        <w:t>1.013e0</w:t>
      </w:r>
    </w:p>
    <w:p w:rsidR="007B6A46" w:rsidRDefault="007B6A46" w:rsidP="007B6A46">
      <w:r>
        <w:t>400.2418</w:t>
      </w:r>
      <w:r>
        <w:tab/>
        <w:t>3.038e0</w:t>
      </w:r>
    </w:p>
    <w:p w:rsidR="007B6A46" w:rsidRDefault="007B6A46" w:rsidP="007B6A46">
      <w:r>
        <w:t>400.2699</w:t>
      </w:r>
      <w:r>
        <w:tab/>
        <w:t>2.025e0</w:t>
      </w:r>
    </w:p>
    <w:p w:rsidR="007B6A46" w:rsidRDefault="007B6A46" w:rsidP="007B6A46">
      <w:r>
        <w:lastRenderedPageBreak/>
        <w:t>400.3011</w:t>
      </w:r>
      <w:r>
        <w:tab/>
        <w:t>2.025e0</w:t>
      </w:r>
    </w:p>
    <w:p w:rsidR="007B6A46" w:rsidRDefault="007B6A46" w:rsidP="007B6A46">
      <w:r>
        <w:t>400.3149</w:t>
      </w:r>
      <w:r>
        <w:tab/>
        <w:t>4.051e0</w:t>
      </w:r>
    </w:p>
    <w:p w:rsidR="007B6A46" w:rsidRDefault="007B6A46" w:rsidP="007B6A46">
      <w:r>
        <w:t>400.3406</w:t>
      </w:r>
      <w:r>
        <w:tab/>
        <w:t>1.013e0</w:t>
      </w:r>
    </w:p>
    <w:p w:rsidR="007B6A46" w:rsidRDefault="007B6A46" w:rsidP="007B6A46">
      <w:r>
        <w:t>400.3741</w:t>
      </w:r>
      <w:r>
        <w:tab/>
        <w:t>4.051e0</w:t>
      </w:r>
    </w:p>
    <w:p w:rsidR="007B6A46" w:rsidRDefault="007B6A46" w:rsidP="007B6A46">
      <w:r>
        <w:t>400.3758</w:t>
      </w:r>
      <w:r>
        <w:tab/>
        <w:t>9.114e0</w:t>
      </w:r>
    </w:p>
    <w:p w:rsidR="007B6A46" w:rsidRDefault="007B6A46" w:rsidP="007B6A46">
      <w:r>
        <w:t>400.3786</w:t>
      </w:r>
      <w:r>
        <w:tab/>
        <w:t>5.063e0</w:t>
      </w:r>
    </w:p>
    <w:p w:rsidR="007B6A46" w:rsidRDefault="007B6A46" w:rsidP="007B6A46">
      <w:r>
        <w:t>400.3802</w:t>
      </w:r>
      <w:r>
        <w:tab/>
        <w:t>6.076e0</w:t>
      </w:r>
    </w:p>
    <w:p w:rsidR="007B6A46" w:rsidRDefault="007B6A46" w:rsidP="007B6A46">
      <w:r>
        <w:t>400.3921</w:t>
      </w:r>
      <w:r>
        <w:tab/>
        <w:t>3.038e0</w:t>
      </w:r>
    </w:p>
    <w:p w:rsidR="007B6A46" w:rsidRDefault="007B6A46" w:rsidP="007B6A46">
      <w:r>
        <w:t>400.4228</w:t>
      </w:r>
      <w:r>
        <w:tab/>
        <w:t>2.025e0</w:t>
      </w:r>
    </w:p>
    <w:p w:rsidR="007B6A46" w:rsidRDefault="007B6A46" w:rsidP="007B6A46">
      <w:r>
        <w:t>400.4822</w:t>
      </w:r>
      <w:r>
        <w:tab/>
        <w:t>1.013e0</w:t>
      </w:r>
    </w:p>
    <w:p w:rsidR="007B6A46" w:rsidRDefault="007B6A46" w:rsidP="007B6A46">
      <w:r>
        <w:t>400.5313</w:t>
      </w:r>
      <w:r>
        <w:tab/>
        <w:t>2.025e0</w:t>
      </w:r>
    </w:p>
    <w:p w:rsidR="007B6A46" w:rsidRDefault="007B6A46" w:rsidP="007B6A46">
      <w:r>
        <w:t>400.5324</w:t>
      </w:r>
      <w:r>
        <w:tab/>
        <w:t>1.013e0</w:t>
      </w:r>
    </w:p>
    <w:p w:rsidR="007B6A46" w:rsidRDefault="007B6A46" w:rsidP="007B6A46">
      <w:r>
        <w:t>400.5459</w:t>
      </w:r>
      <w:r>
        <w:tab/>
        <w:t>1.013e0</w:t>
      </w:r>
    </w:p>
    <w:p w:rsidR="007B6A46" w:rsidRDefault="007B6A46" w:rsidP="007B6A46">
      <w:r>
        <w:t>400.6139</w:t>
      </w:r>
      <w:r>
        <w:tab/>
        <w:t>1.013e0</w:t>
      </w:r>
    </w:p>
    <w:p w:rsidR="007B6A46" w:rsidRDefault="007B6A46" w:rsidP="007B6A46">
      <w:r>
        <w:t>400.7087</w:t>
      </w:r>
      <w:r>
        <w:tab/>
        <w:t>1.013e0</w:t>
      </w:r>
    </w:p>
    <w:p w:rsidR="007B6A46" w:rsidRDefault="007B6A46" w:rsidP="007B6A46">
      <w:r>
        <w:t>400.7210</w:t>
      </w:r>
      <w:r>
        <w:tab/>
        <w:t>1.013e0</w:t>
      </w:r>
    </w:p>
    <w:p w:rsidR="007B6A46" w:rsidRDefault="007B6A46" w:rsidP="007B6A46">
      <w:r>
        <w:t>400.7462</w:t>
      </w:r>
      <w:r>
        <w:tab/>
        <w:t>1.013e0</w:t>
      </w:r>
    </w:p>
    <w:p w:rsidR="007B6A46" w:rsidRDefault="007B6A46" w:rsidP="007B6A46">
      <w:r>
        <w:t>400.7731</w:t>
      </w:r>
      <w:r>
        <w:tab/>
        <w:t>1.013e0</w:t>
      </w:r>
    </w:p>
    <w:p w:rsidR="007B6A46" w:rsidRDefault="007B6A46" w:rsidP="007B6A46">
      <w:r>
        <w:t>400.8433</w:t>
      </w:r>
      <w:r>
        <w:tab/>
        <w:t>1.013e0</w:t>
      </w:r>
    </w:p>
    <w:p w:rsidR="007B6A46" w:rsidRDefault="007B6A46" w:rsidP="007B6A46">
      <w:r>
        <w:lastRenderedPageBreak/>
        <w:t>400.8954</w:t>
      </w:r>
      <w:r>
        <w:tab/>
        <w:t>1.013e0</w:t>
      </w:r>
    </w:p>
    <w:p w:rsidR="007B6A46" w:rsidRDefault="007B6A46" w:rsidP="007B6A46">
      <w:r>
        <w:t>400.9077</w:t>
      </w:r>
      <w:r>
        <w:tab/>
        <w:t>1.013e0</w:t>
      </w:r>
    </w:p>
    <w:p w:rsidR="007B6A46" w:rsidRDefault="007B6A46" w:rsidP="007B6A46">
      <w:r>
        <w:t>400.9549</w:t>
      </w:r>
      <w:r>
        <w:tab/>
        <w:t>1.013e0</w:t>
      </w:r>
    </w:p>
    <w:p w:rsidR="007B6A46" w:rsidRDefault="007B6A46" w:rsidP="007B6A46">
      <w:r>
        <w:t>400.9715</w:t>
      </w:r>
      <w:r>
        <w:tab/>
        <w:t>1.013e0</w:t>
      </w:r>
    </w:p>
    <w:p w:rsidR="007B6A46" w:rsidRDefault="007B6A46" w:rsidP="007B6A46">
      <w:r>
        <w:t>400.9762</w:t>
      </w:r>
      <w:r>
        <w:tab/>
        <w:t>1.013e0</w:t>
      </w:r>
    </w:p>
    <w:p w:rsidR="007B6A46" w:rsidRDefault="007B6A46" w:rsidP="007B6A46">
      <w:r>
        <w:t>401.0020</w:t>
      </w:r>
      <w:r>
        <w:tab/>
        <w:t>1.013e0</w:t>
      </w:r>
    </w:p>
    <w:p w:rsidR="007B6A46" w:rsidRDefault="007B6A46" w:rsidP="007B6A46">
      <w:r>
        <w:t>401.0991</w:t>
      </w:r>
      <w:r>
        <w:tab/>
        <w:t>1.013e0</w:t>
      </w:r>
    </w:p>
    <w:p w:rsidR="007B6A46" w:rsidRDefault="007B6A46" w:rsidP="007B6A46">
      <w:r>
        <w:t>401.1580</w:t>
      </w:r>
      <w:r>
        <w:tab/>
        <w:t>2.025e0</w:t>
      </w:r>
    </w:p>
    <w:p w:rsidR="007B6A46" w:rsidRDefault="007B6A46" w:rsidP="007B6A46">
      <w:r>
        <w:t>401.1622</w:t>
      </w:r>
      <w:r>
        <w:tab/>
        <w:t>1.013e0</w:t>
      </w:r>
    </w:p>
    <w:p w:rsidR="007B6A46" w:rsidRDefault="007B6A46" w:rsidP="007B6A46">
      <w:r>
        <w:t>401.2107</w:t>
      </w:r>
      <w:r>
        <w:tab/>
        <w:t>2.025e0</w:t>
      </w:r>
    </w:p>
    <w:p w:rsidR="007B6A46" w:rsidRDefault="007B6A46" w:rsidP="007B6A46">
      <w:r>
        <w:t>401.2151</w:t>
      </w:r>
      <w:r>
        <w:tab/>
        <w:t>1.013e0</w:t>
      </w:r>
    </w:p>
    <w:p w:rsidR="007B6A46" w:rsidRDefault="007B6A46" w:rsidP="007B6A46">
      <w:r>
        <w:t>401.2365</w:t>
      </w:r>
      <w:r>
        <w:tab/>
        <w:t>1.013e0</w:t>
      </w:r>
    </w:p>
    <w:p w:rsidR="007B6A46" w:rsidRDefault="007B6A46" w:rsidP="007B6A46">
      <w:r>
        <w:t>401.2473</w:t>
      </w:r>
      <w:r>
        <w:tab/>
        <w:t>1.013e0</w:t>
      </w:r>
    </w:p>
    <w:p w:rsidR="007B6A46" w:rsidRDefault="007B6A46" w:rsidP="007B6A46">
      <w:r>
        <w:t>401.2612</w:t>
      </w:r>
      <w:r>
        <w:tab/>
        <w:t>4.051e0</w:t>
      </w:r>
    </w:p>
    <w:p w:rsidR="007B6A46" w:rsidRDefault="007B6A46" w:rsidP="007B6A46">
      <w:r>
        <w:t>401.2966</w:t>
      </w:r>
      <w:r>
        <w:tab/>
        <w:t>1.013e0</w:t>
      </w:r>
    </w:p>
    <w:p w:rsidR="007B6A46" w:rsidRDefault="007B6A46" w:rsidP="007B6A46">
      <w:r>
        <w:t>401.3111</w:t>
      </w:r>
      <w:r>
        <w:tab/>
        <w:t>3.038e0</w:t>
      </w:r>
    </w:p>
    <w:p w:rsidR="007B6A46" w:rsidRDefault="007B6A46" w:rsidP="007B6A46">
      <w:r>
        <w:t>401.3750</w:t>
      </w:r>
      <w:r>
        <w:tab/>
        <w:t>1.013e0</w:t>
      </w:r>
    </w:p>
    <w:p w:rsidR="007B6A46" w:rsidRDefault="007B6A46" w:rsidP="007B6A46">
      <w:r>
        <w:t>401.3857</w:t>
      </w:r>
      <w:r>
        <w:tab/>
        <w:t>1.013e0</w:t>
      </w:r>
    </w:p>
    <w:p w:rsidR="007B6A46" w:rsidRDefault="007B6A46" w:rsidP="007B6A46">
      <w:r>
        <w:t>401.3870</w:t>
      </w:r>
      <w:r>
        <w:tab/>
        <w:t>2.025e0</w:t>
      </w:r>
    </w:p>
    <w:p w:rsidR="007B6A46" w:rsidRDefault="007B6A46" w:rsidP="007B6A46">
      <w:r>
        <w:lastRenderedPageBreak/>
        <w:t>401.3919</w:t>
      </w:r>
      <w:r>
        <w:tab/>
        <w:t>4.051e0</w:t>
      </w:r>
    </w:p>
    <w:p w:rsidR="007B6A46" w:rsidRDefault="007B6A46" w:rsidP="007B6A46">
      <w:r>
        <w:t>401.4035</w:t>
      </w:r>
      <w:r>
        <w:tab/>
        <w:t>2.025e0</w:t>
      </w:r>
    </w:p>
    <w:p w:rsidR="007B6A46" w:rsidRDefault="007B6A46" w:rsidP="007B6A46">
      <w:r>
        <w:t>401.4885</w:t>
      </w:r>
      <w:r>
        <w:tab/>
        <w:t>1.013e0</w:t>
      </w:r>
    </w:p>
    <w:p w:rsidR="007B6A46" w:rsidRDefault="007B6A46" w:rsidP="007B6A46">
      <w:r>
        <w:t>401.6446</w:t>
      </w:r>
      <w:r>
        <w:tab/>
        <w:t>1.013e0</w:t>
      </w:r>
    </w:p>
    <w:p w:rsidR="007B6A46" w:rsidRDefault="007B6A46" w:rsidP="007B6A46">
      <w:r>
        <w:t>401.7267</w:t>
      </w:r>
      <w:r>
        <w:tab/>
        <w:t>1.013e0</w:t>
      </w:r>
    </w:p>
    <w:p w:rsidR="007B6A46" w:rsidRDefault="007B6A46" w:rsidP="007B6A46">
      <w:r>
        <w:t>401.7367</w:t>
      </w:r>
      <w:r>
        <w:tab/>
        <w:t>2.025e0</w:t>
      </w:r>
    </w:p>
    <w:p w:rsidR="007B6A46" w:rsidRDefault="007B6A46" w:rsidP="007B6A46">
      <w:r>
        <w:t>401.7588</w:t>
      </w:r>
      <w:r>
        <w:tab/>
        <w:t>1.013e0</w:t>
      </w:r>
    </w:p>
    <w:p w:rsidR="007B6A46" w:rsidRDefault="007B6A46" w:rsidP="007B6A46">
      <w:r>
        <w:t>401.7900</w:t>
      </w:r>
      <w:r>
        <w:tab/>
        <w:t>1.013e0</w:t>
      </w:r>
    </w:p>
    <w:p w:rsidR="007B6A46" w:rsidRDefault="007B6A46" w:rsidP="007B6A46">
      <w:r>
        <w:t>401.8083</w:t>
      </w:r>
      <w:r>
        <w:tab/>
        <w:t>1.013e0</w:t>
      </w:r>
    </w:p>
    <w:p w:rsidR="007B6A46" w:rsidRDefault="007B6A46" w:rsidP="007B6A46">
      <w:r>
        <w:t>401.8153</w:t>
      </w:r>
      <w:r>
        <w:tab/>
        <w:t>2.025e0</w:t>
      </w:r>
    </w:p>
    <w:p w:rsidR="007B6A46" w:rsidRDefault="007B6A46" w:rsidP="007B6A46">
      <w:r>
        <w:t>401.8369</w:t>
      </w:r>
      <w:r>
        <w:tab/>
        <w:t>1.013e0</w:t>
      </w:r>
    </w:p>
    <w:p w:rsidR="007B6A46" w:rsidRDefault="007B6A46" w:rsidP="007B6A46">
      <w:r>
        <w:t>401.8759</w:t>
      </w:r>
      <w:r>
        <w:tab/>
        <w:t>1.013e0</w:t>
      </w:r>
    </w:p>
    <w:p w:rsidR="007B6A46" w:rsidRDefault="007B6A46" w:rsidP="007B6A46">
      <w:r>
        <w:t>401.9002</w:t>
      </w:r>
      <w:r>
        <w:tab/>
        <w:t>1.013e0</w:t>
      </w:r>
    </w:p>
    <w:p w:rsidR="007B6A46" w:rsidRDefault="007B6A46" w:rsidP="007B6A46">
      <w:r>
        <w:t>401.9061</w:t>
      </w:r>
      <w:r>
        <w:tab/>
        <w:t>2.025e0</w:t>
      </w:r>
    </w:p>
    <w:p w:rsidR="007B6A46" w:rsidRDefault="007B6A46" w:rsidP="007B6A46">
      <w:r>
        <w:t>401.9691</w:t>
      </w:r>
      <w:r>
        <w:tab/>
        <w:t>2.025e0</w:t>
      </w:r>
    </w:p>
    <w:p w:rsidR="007B6A46" w:rsidRDefault="007B6A46" w:rsidP="007B6A46">
      <w:r>
        <w:t>401.9718</w:t>
      </w:r>
      <w:r>
        <w:tab/>
        <w:t>1.013e0</w:t>
      </w:r>
    </w:p>
    <w:p w:rsidR="007B6A46" w:rsidRDefault="007B6A46" w:rsidP="007B6A46">
      <w:r>
        <w:t>401.9795</w:t>
      </w:r>
      <w:r>
        <w:tab/>
        <w:t>3.038e0</w:t>
      </w:r>
    </w:p>
    <w:p w:rsidR="007B6A46" w:rsidRDefault="007B6A46" w:rsidP="007B6A46">
      <w:r>
        <w:t>402.0927</w:t>
      </w:r>
      <w:r>
        <w:tab/>
        <w:t>1.013e0</w:t>
      </w:r>
    </w:p>
    <w:p w:rsidR="007B6A46" w:rsidRDefault="007B6A46" w:rsidP="007B6A46">
      <w:r>
        <w:t>402.1353</w:t>
      </w:r>
      <w:r>
        <w:tab/>
        <w:t>1.013e0</w:t>
      </w:r>
    </w:p>
    <w:p w:rsidR="007B6A46" w:rsidRDefault="007B6A46" w:rsidP="007B6A46">
      <w:r>
        <w:lastRenderedPageBreak/>
        <w:t>402.1494</w:t>
      </w:r>
      <w:r>
        <w:tab/>
        <w:t>1.013e0</w:t>
      </w:r>
    </w:p>
    <w:p w:rsidR="007B6A46" w:rsidRDefault="007B6A46" w:rsidP="007B6A46">
      <w:r>
        <w:t>402.1914</w:t>
      </w:r>
      <w:r>
        <w:tab/>
        <w:t>1.013e0</w:t>
      </w:r>
    </w:p>
    <w:p w:rsidR="007B6A46" w:rsidRDefault="007B6A46" w:rsidP="007B6A46">
      <w:r>
        <w:t>402.2260</w:t>
      </w:r>
      <w:r>
        <w:tab/>
        <w:t>2.025e0</w:t>
      </w:r>
    </w:p>
    <w:p w:rsidR="007B6A46" w:rsidRDefault="007B6A46" w:rsidP="007B6A46">
      <w:r>
        <w:t>402.2270</w:t>
      </w:r>
      <w:r>
        <w:tab/>
        <w:t>1.013e0</w:t>
      </w:r>
    </w:p>
    <w:p w:rsidR="007B6A46" w:rsidRDefault="007B6A46" w:rsidP="007B6A46">
      <w:r>
        <w:t>402.2406</w:t>
      </w:r>
      <w:r>
        <w:tab/>
        <w:t>2.025e0</w:t>
      </w:r>
    </w:p>
    <w:p w:rsidR="007B6A46" w:rsidRDefault="007B6A46" w:rsidP="007B6A46">
      <w:r>
        <w:t>402.2466</w:t>
      </w:r>
      <w:r>
        <w:tab/>
        <w:t>2.025e0</w:t>
      </w:r>
    </w:p>
    <w:p w:rsidR="007B6A46" w:rsidRDefault="007B6A46" w:rsidP="007B6A46">
      <w:r>
        <w:t>402.2702</w:t>
      </w:r>
      <w:r>
        <w:tab/>
        <w:t>1.013e0</w:t>
      </w:r>
    </w:p>
    <w:p w:rsidR="007B6A46" w:rsidRDefault="007B6A46" w:rsidP="007B6A46">
      <w:r>
        <w:t>402.3130</w:t>
      </w:r>
      <w:r>
        <w:tab/>
        <w:t>2.025e0</w:t>
      </w:r>
    </w:p>
    <w:p w:rsidR="007B6A46" w:rsidRDefault="007B6A46" w:rsidP="007B6A46">
      <w:r>
        <w:t>402.3620</w:t>
      </w:r>
      <w:r>
        <w:tab/>
        <w:t>1.013e0</w:t>
      </w:r>
    </w:p>
    <w:p w:rsidR="007B6A46" w:rsidRDefault="007B6A46" w:rsidP="007B6A46">
      <w:r>
        <w:t>402.3875</w:t>
      </w:r>
      <w:r>
        <w:tab/>
        <w:t>2.025e0</w:t>
      </w:r>
    </w:p>
    <w:p w:rsidR="007B6A46" w:rsidRDefault="007B6A46" w:rsidP="007B6A46">
      <w:r>
        <w:t>402.3899</w:t>
      </w:r>
      <w:r>
        <w:tab/>
        <w:t>2.025e0</w:t>
      </w:r>
    </w:p>
    <w:p w:rsidR="007B6A46" w:rsidRDefault="007B6A46" w:rsidP="007B6A46">
      <w:r>
        <w:t>402.4332</w:t>
      </w:r>
      <w:r>
        <w:tab/>
        <w:t>1.013e0</w:t>
      </w:r>
    </w:p>
    <w:p w:rsidR="007B6A46" w:rsidRDefault="007B6A46" w:rsidP="007B6A46">
      <w:r>
        <w:t>402.4723</w:t>
      </w:r>
      <w:r>
        <w:tab/>
        <w:t>1.013e0</w:t>
      </w:r>
    </w:p>
    <w:p w:rsidR="007B6A46" w:rsidRDefault="007B6A46" w:rsidP="007B6A46">
      <w:r>
        <w:t>402.4765</w:t>
      </w:r>
      <w:r>
        <w:tab/>
        <w:t>1.013e0</w:t>
      </w:r>
    </w:p>
    <w:p w:rsidR="007B6A46" w:rsidRDefault="007B6A46" w:rsidP="007B6A46">
      <w:r>
        <w:t>402.5113</w:t>
      </w:r>
      <w:r>
        <w:tab/>
        <w:t>1.013e0</w:t>
      </w:r>
    </w:p>
    <w:p w:rsidR="007B6A46" w:rsidRDefault="007B6A46" w:rsidP="007B6A46">
      <w:r>
        <w:t>402.6322</w:t>
      </w:r>
      <w:r>
        <w:tab/>
        <w:t>1.013e0</w:t>
      </w:r>
    </w:p>
    <w:p w:rsidR="007B6A46" w:rsidRDefault="007B6A46" w:rsidP="007B6A46">
      <w:r>
        <w:t>402.7039</w:t>
      </w:r>
      <w:r>
        <w:tab/>
        <w:t>1.013e0</w:t>
      </w:r>
    </w:p>
    <w:p w:rsidR="007B6A46" w:rsidRDefault="007B6A46" w:rsidP="007B6A46">
      <w:r>
        <w:t>402.7246</w:t>
      </w:r>
      <w:r>
        <w:tab/>
        <w:t>1.013e0</w:t>
      </w:r>
    </w:p>
    <w:p w:rsidR="007B6A46" w:rsidRDefault="007B6A46" w:rsidP="007B6A46">
      <w:r>
        <w:t>402.8606</w:t>
      </w:r>
      <w:r>
        <w:tab/>
        <w:t>1.013e0</w:t>
      </w:r>
    </w:p>
    <w:p w:rsidR="007B6A46" w:rsidRDefault="007B6A46" w:rsidP="007B6A46">
      <w:r>
        <w:lastRenderedPageBreak/>
        <w:t>402.9136</w:t>
      </w:r>
      <w:r>
        <w:tab/>
        <w:t>3.038e0</w:t>
      </w:r>
    </w:p>
    <w:p w:rsidR="007B6A46" w:rsidRDefault="007B6A46" w:rsidP="007B6A46">
      <w:r>
        <w:t>402.9171</w:t>
      </w:r>
      <w:r>
        <w:tab/>
        <w:t>2.025e0</w:t>
      </w:r>
    </w:p>
    <w:p w:rsidR="007B6A46" w:rsidRDefault="007B6A46" w:rsidP="007B6A46">
      <w:r>
        <w:t>402.9841</w:t>
      </w:r>
      <w:r>
        <w:tab/>
        <w:t>1.013e0</w:t>
      </w:r>
    </w:p>
    <w:p w:rsidR="007B6A46" w:rsidRDefault="007B6A46" w:rsidP="007B6A46">
      <w:r>
        <w:t>403.0061</w:t>
      </w:r>
      <w:r>
        <w:tab/>
        <w:t>1.013e0</w:t>
      </w:r>
    </w:p>
    <w:p w:rsidR="007B6A46" w:rsidRDefault="007B6A46" w:rsidP="007B6A46">
      <w:r>
        <w:t>403.0100</w:t>
      </w:r>
      <w:r>
        <w:tab/>
        <w:t>1.013e0</w:t>
      </w:r>
    </w:p>
    <w:p w:rsidR="007B6A46" w:rsidRDefault="007B6A46" w:rsidP="007B6A46">
      <w:r>
        <w:t>403.0167</w:t>
      </w:r>
      <w:r>
        <w:tab/>
        <w:t>3.038e0</w:t>
      </w:r>
    </w:p>
    <w:p w:rsidR="007B6A46" w:rsidRDefault="007B6A46" w:rsidP="007B6A46">
      <w:r>
        <w:t>403.1379</w:t>
      </w:r>
      <w:r>
        <w:tab/>
        <w:t>2.025e0</w:t>
      </w:r>
    </w:p>
    <w:p w:rsidR="007B6A46" w:rsidRDefault="007B6A46" w:rsidP="007B6A46">
      <w:r>
        <w:t>403.1453</w:t>
      </w:r>
      <w:r>
        <w:tab/>
        <w:t>1.013e0</w:t>
      </w:r>
    </w:p>
    <w:p w:rsidR="007B6A46" w:rsidRDefault="007B6A46" w:rsidP="007B6A46">
      <w:r>
        <w:t>403.1868</w:t>
      </w:r>
      <w:r>
        <w:tab/>
        <w:t>2.025e0</w:t>
      </w:r>
    </w:p>
    <w:p w:rsidR="007B6A46" w:rsidRDefault="007B6A46" w:rsidP="007B6A46">
      <w:r>
        <w:t>403.1880</w:t>
      </w:r>
      <w:r>
        <w:tab/>
        <w:t>1.013e0</w:t>
      </w:r>
    </w:p>
    <w:p w:rsidR="007B6A46" w:rsidRDefault="007B6A46" w:rsidP="007B6A46">
      <w:r>
        <w:t>403.2428</w:t>
      </w:r>
      <w:r>
        <w:tab/>
        <w:t>2.025e0</w:t>
      </w:r>
    </w:p>
    <w:p w:rsidR="007B6A46" w:rsidRDefault="007B6A46" w:rsidP="007B6A46">
      <w:r>
        <w:t>403.2480</w:t>
      </w:r>
      <w:r>
        <w:tab/>
        <w:t>3.038e0</w:t>
      </w:r>
    </w:p>
    <w:p w:rsidR="007B6A46" w:rsidRDefault="007B6A46" w:rsidP="007B6A46">
      <w:r>
        <w:t>403.2578</w:t>
      </w:r>
      <w:r>
        <w:tab/>
        <w:t>3.038e0</w:t>
      </w:r>
    </w:p>
    <w:p w:rsidR="007B6A46" w:rsidRDefault="007B6A46" w:rsidP="007B6A46">
      <w:r>
        <w:t>403.2664</w:t>
      </w:r>
      <w:r>
        <w:tab/>
        <w:t>1.013e0</w:t>
      </w:r>
    </w:p>
    <w:p w:rsidR="007B6A46" w:rsidRDefault="007B6A46" w:rsidP="007B6A46">
      <w:r>
        <w:t>403.2708</w:t>
      </w:r>
      <w:r>
        <w:tab/>
        <w:t>2.025e0</w:t>
      </w:r>
    </w:p>
    <w:p w:rsidR="007B6A46" w:rsidRDefault="007B6A46" w:rsidP="007B6A46">
      <w:r>
        <w:t>403.2966</w:t>
      </w:r>
      <w:r>
        <w:tab/>
        <w:t>2.025e0</w:t>
      </w:r>
    </w:p>
    <w:p w:rsidR="007B6A46" w:rsidRDefault="007B6A46" w:rsidP="007B6A46">
      <w:r>
        <w:t>403.3156</w:t>
      </w:r>
      <w:r>
        <w:tab/>
        <w:t>1.013e0</w:t>
      </w:r>
    </w:p>
    <w:p w:rsidR="007B6A46" w:rsidRDefault="007B6A46" w:rsidP="007B6A46">
      <w:r>
        <w:t>403.4368</w:t>
      </w:r>
      <w:r>
        <w:tab/>
        <w:t>1.013e0</w:t>
      </w:r>
    </w:p>
    <w:p w:rsidR="007B6A46" w:rsidRDefault="007B6A46" w:rsidP="007B6A46">
      <w:r>
        <w:t>403.4795</w:t>
      </w:r>
      <w:r>
        <w:tab/>
        <w:t>1.013e0</w:t>
      </w:r>
    </w:p>
    <w:p w:rsidR="007B6A46" w:rsidRDefault="007B6A46" w:rsidP="007B6A46">
      <w:r>
        <w:lastRenderedPageBreak/>
        <w:t>403.4967</w:t>
      </w:r>
      <w:r>
        <w:tab/>
        <w:t>1.013e0</w:t>
      </w:r>
    </w:p>
    <w:p w:rsidR="007B6A46" w:rsidRDefault="007B6A46" w:rsidP="007B6A46">
      <w:r>
        <w:t>403.5223</w:t>
      </w:r>
      <w:r>
        <w:tab/>
        <w:t>1.013e0</w:t>
      </w:r>
    </w:p>
    <w:p w:rsidR="007B6A46" w:rsidRDefault="007B6A46" w:rsidP="007B6A46">
      <w:r>
        <w:t>403.5514</w:t>
      </w:r>
      <w:r>
        <w:tab/>
        <w:t>1.013e0</w:t>
      </w:r>
    </w:p>
    <w:p w:rsidR="007B6A46" w:rsidRDefault="007B6A46" w:rsidP="007B6A46">
      <w:r>
        <w:t>403.6791</w:t>
      </w:r>
      <w:r>
        <w:tab/>
        <w:t>1.013e0</w:t>
      </w:r>
    </w:p>
    <w:p w:rsidR="007B6A46" w:rsidRDefault="007B6A46" w:rsidP="007B6A46">
      <w:r>
        <w:t>403.7219</w:t>
      </w:r>
      <w:r>
        <w:tab/>
        <w:t>1.013e0</w:t>
      </w:r>
    </w:p>
    <w:p w:rsidR="007B6A46" w:rsidRDefault="007B6A46" w:rsidP="007B6A46">
      <w:r>
        <w:t>403.7946</w:t>
      </w:r>
      <w:r>
        <w:tab/>
        <w:t>1.013e0</w:t>
      </w:r>
    </w:p>
    <w:p w:rsidR="007B6A46" w:rsidRDefault="007B6A46" w:rsidP="007B6A46">
      <w:r>
        <w:t>403.8295</w:t>
      </w:r>
      <w:r>
        <w:tab/>
        <w:t>1.013e0</w:t>
      </w:r>
    </w:p>
    <w:p w:rsidR="007B6A46" w:rsidRDefault="007B6A46" w:rsidP="007B6A46">
      <w:r>
        <w:t>403.8341</w:t>
      </w:r>
      <w:r>
        <w:tab/>
        <w:t>1.013e0</w:t>
      </w:r>
    </w:p>
    <w:p w:rsidR="007B6A46" w:rsidRDefault="007B6A46" w:rsidP="007B6A46">
      <w:r>
        <w:t>403.9365</w:t>
      </w:r>
      <w:r>
        <w:tab/>
        <w:t>1.013e0</w:t>
      </w:r>
    </w:p>
    <w:p w:rsidR="007B6A46" w:rsidRDefault="007B6A46" w:rsidP="007B6A46">
      <w:r>
        <w:t>403.9439</w:t>
      </w:r>
      <w:r>
        <w:tab/>
        <w:t>1.013e0</w:t>
      </w:r>
    </w:p>
    <w:p w:rsidR="007B6A46" w:rsidRDefault="007B6A46" w:rsidP="007B6A46">
      <w:r>
        <w:t>403.9554</w:t>
      </w:r>
      <w:r>
        <w:tab/>
        <w:t>3.038e0</w:t>
      </w:r>
    </w:p>
    <w:p w:rsidR="007B6A46" w:rsidRDefault="007B6A46" w:rsidP="007B6A46">
      <w:r>
        <w:t>404.0001</w:t>
      </w:r>
      <w:r>
        <w:tab/>
        <w:t>1.013e0</w:t>
      </w:r>
    </w:p>
    <w:p w:rsidR="007B6A46" w:rsidRDefault="007B6A46" w:rsidP="007B6A46">
      <w:r>
        <w:t>404.0108</w:t>
      </w:r>
      <w:r>
        <w:tab/>
        <w:t>4.051e0</w:t>
      </w:r>
    </w:p>
    <w:p w:rsidR="007B6A46" w:rsidRDefault="007B6A46" w:rsidP="007B6A46">
      <w:r>
        <w:t>404.0435</w:t>
      </w:r>
      <w:r>
        <w:tab/>
        <w:t>1.013e0</w:t>
      </w:r>
    </w:p>
    <w:p w:rsidR="007B6A46" w:rsidRDefault="007B6A46" w:rsidP="007B6A46">
      <w:r>
        <w:t>404.0578</w:t>
      </w:r>
      <w:r>
        <w:tab/>
        <w:t>1.013e0</w:t>
      </w:r>
    </w:p>
    <w:p w:rsidR="007B6A46" w:rsidRDefault="007B6A46" w:rsidP="007B6A46">
      <w:r>
        <w:t>404.0682</w:t>
      </w:r>
      <w:r>
        <w:tab/>
        <w:t>1.013e0</w:t>
      </w:r>
    </w:p>
    <w:p w:rsidR="007B6A46" w:rsidRDefault="007B6A46" w:rsidP="007B6A46">
      <w:r>
        <w:t>404.0831</w:t>
      </w:r>
      <w:r>
        <w:tab/>
        <w:t>2.025e0</w:t>
      </w:r>
    </w:p>
    <w:p w:rsidR="007B6A46" w:rsidRDefault="007B6A46" w:rsidP="007B6A46">
      <w:r>
        <w:t>404.1006</w:t>
      </w:r>
      <w:r>
        <w:tab/>
        <w:t>2.025e0</w:t>
      </w:r>
    </w:p>
    <w:p w:rsidR="007B6A46" w:rsidRDefault="007B6A46" w:rsidP="007B6A46">
      <w:r>
        <w:t>404.1151</w:t>
      </w:r>
      <w:r>
        <w:tab/>
        <w:t>1.013e0</w:t>
      </w:r>
    </w:p>
    <w:p w:rsidR="007B6A46" w:rsidRDefault="007B6A46" w:rsidP="007B6A46">
      <w:r>
        <w:lastRenderedPageBreak/>
        <w:t>404.1371</w:t>
      </w:r>
      <w:r>
        <w:tab/>
        <w:t>1.871e0</w:t>
      </w:r>
    </w:p>
    <w:p w:rsidR="007B6A46" w:rsidRDefault="007B6A46" w:rsidP="007B6A46">
      <w:r>
        <w:t>404.1428</w:t>
      </w:r>
      <w:r>
        <w:tab/>
        <w:t>1.013e0</w:t>
      </w:r>
    </w:p>
    <w:p w:rsidR="007B6A46" w:rsidRDefault="007B6A46" w:rsidP="007B6A46">
      <w:r>
        <w:t>404.1649</w:t>
      </w:r>
      <w:r>
        <w:tab/>
        <w:t>1.013e0</w:t>
      </w:r>
    </w:p>
    <w:p w:rsidR="007B6A46" w:rsidRDefault="007B6A46" w:rsidP="007B6A46">
      <w:r>
        <w:t>404.2285</w:t>
      </w:r>
      <w:r>
        <w:tab/>
        <w:t>1.013e0</w:t>
      </w:r>
    </w:p>
    <w:p w:rsidR="007B6A46" w:rsidRDefault="007B6A46" w:rsidP="007B6A46">
      <w:r>
        <w:t>404.2496</w:t>
      </w:r>
      <w:r>
        <w:tab/>
        <w:t>2.025e0</w:t>
      </w:r>
    </w:p>
    <w:p w:rsidR="007B6A46" w:rsidRDefault="007B6A46" w:rsidP="007B6A46">
      <w:r>
        <w:t>404.2884</w:t>
      </w:r>
      <w:r>
        <w:tab/>
        <w:t>3.038e0</w:t>
      </w:r>
    </w:p>
    <w:p w:rsidR="007B6A46" w:rsidRDefault="007B6A46" w:rsidP="007B6A46">
      <w:r>
        <w:t>404.2999</w:t>
      </w:r>
      <w:r>
        <w:tab/>
        <w:t>1.013e0</w:t>
      </w:r>
    </w:p>
    <w:p w:rsidR="007B6A46" w:rsidRDefault="007B6A46" w:rsidP="007B6A46">
      <w:r>
        <w:t>404.3022</w:t>
      </w:r>
      <w:r>
        <w:tab/>
        <w:t>3.038e0</w:t>
      </w:r>
    </w:p>
    <w:p w:rsidR="007B6A46" w:rsidRDefault="007B6A46" w:rsidP="007B6A46">
      <w:r>
        <w:t>404.3356</w:t>
      </w:r>
      <w:r>
        <w:tab/>
        <w:t>1.013e0</w:t>
      </w:r>
    </w:p>
    <w:p w:rsidR="007B6A46" w:rsidRDefault="007B6A46" w:rsidP="007B6A46">
      <w:r>
        <w:t>404.3463</w:t>
      </w:r>
      <w:r>
        <w:tab/>
        <w:t>1.013e0</w:t>
      </w:r>
    </w:p>
    <w:p w:rsidR="007B6A46" w:rsidRDefault="007B6A46" w:rsidP="007B6A46">
      <w:r>
        <w:t>404.4213</w:t>
      </w:r>
      <w:r>
        <w:tab/>
        <w:t>1.013e0</w:t>
      </w:r>
    </w:p>
    <w:p w:rsidR="007B6A46" w:rsidRDefault="007B6A46" w:rsidP="007B6A46">
      <w:r>
        <w:t>404.5364</w:t>
      </w:r>
      <w:r>
        <w:tab/>
        <w:t>2.025e0</w:t>
      </w:r>
    </w:p>
    <w:p w:rsidR="007B6A46" w:rsidRDefault="007B6A46" w:rsidP="007B6A46">
      <w:r>
        <w:t>404.5771</w:t>
      </w:r>
      <w:r>
        <w:tab/>
        <w:t>1.013e0</w:t>
      </w:r>
    </w:p>
    <w:p w:rsidR="007B6A46" w:rsidRDefault="007B6A46" w:rsidP="007B6A46">
      <w:r>
        <w:t>404.6284</w:t>
      </w:r>
      <w:r>
        <w:tab/>
        <w:t>1.013e0</w:t>
      </w:r>
    </w:p>
    <w:p w:rsidR="007B6A46" w:rsidRDefault="007B6A46" w:rsidP="007B6A46">
      <w:r>
        <w:t>404.6362</w:t>
      </w:r>
      <w:r>
        <w:tab/>
        <w:t>2.025e0</w:t>
      </w:r>
    </w:p>
    <w:p w:rsidR="007B6A46" w:rsidRDefault="007B6A46" w:rsidP="007B6A46">
      <w:r>
        <w:t>404.7142</w:t>
      </w:r>
      <w:r>
        <w:tab/>
        <w:t>1.013e0</w:t>
      </w:r>
    </w:p>
    <w:p w:rsidR="007B6A46" w:rsidRDefault="007B6A46" w:rsidP="007B6A46">
      <w:r>
        <w:t>404.7899</w:t>
      </w:r>
      <w:r>
        <w:tab/>
        <w:t>1.013e0</w:t>
      </w:r>
    </w:p>
    <w:p w:rsidR="007B6A46" w:rsidRDefault="007B6A46" w:rsidP="007B6A46">
      <w:r>
        <w:t>404.8006</w:t>
      </w:r>
      <w:r>
        <w:tab/>
        <w:t>1.013e0</w:t>
      </w:r>
    </w:p>
    <w:p w:rsidR="007B6A46" w:rsidRDefault="007B6A46" w:rsidP="007B6A46">
      <w:r>
        <w:t>404.8077</w:t>
      </w:r>
      <w:r>
        <w:tab/>
        <w:t>1.013e0</w:t>
      </w:r>
    </w:p>
    <w:p w:rsidR="007B6A46" w:rsidRDefault="007B6A46" w:rsidP="007B6A46">
      <w:r>
        <w:lastRenderedPageBreak/>
        <w:t>404.8582</w:t>
      </w:r>
      <w:r>
        <w:tab/>
        <w:t>1.013e0</w:t>
      </w:r>
    </w:p>
    <w:p w:rsidR="007B6A46" w:rsidRDefault="007B6A46" w:rsidP="007B6A46">
      <w:r>
        <w:t>404.8649</w:t>
      </w:r>
      <w:r>
        <w:tab/>
        <w:t>1.013e0</w:t>
      </w:r>
    </w:p>
    <w:p w:rsidR="007B6A46" w:rsidRDefault="007B6A46" w:rsidP="007B6A46">
      <w:r>
        <w:t>404.9460</w:t>
      </w:r>
      <w:r>
        <w:tab/>
        <w:t>6.076e0</w:t>
      </w:r>
    </w:p>
    <w:p w:rsidR="007B6A46" w:rsidRDefault="007B6A46" w:rsidP="007B6A46">
      <w:r>
        <w:t>404.9650</w:t>
      </w:r>
      <w:r>
        <w:tab/>
        <w:t>1.013e0</w:t>
      </w:r>
    </w:p>
    <w:p w:rsidR="007B6A46" w:rsidRDefault="007B6A46" w:rsidP="007B6A46">
      <w:r>
        <w:t>404.9722</w:t>
      </w:r>
      <w:r>
        <w:tab/>
        <w:t>1.013e0</w:t>
      </w:r>
    </w:p>
    <w:p w:rsidR="007B6A46" w:rsidRDefault="007B6A46" w:rsidP="007B6A46">
      <w:r>
        <w:t>404.9858</w:t>
      </w:r>
      <w:r>
        <w:tab/>
        <w:t>1.013e0</w:t>
      </w:r>
    </w:p>
    <w:p w:rsidR="007B6A46" w:rsidRDefault="007B6A46" w:rsidP="007B6A46">
      <w:r>
        <w:t>404.9973</w:t>
      </w:r>
      <w:r>
        <w:tab/>
        <w:t>2.025e0</w:t>
      </w:r>
    </w:p>
    <w:p w:rsidR="007B6A46" w:rsidRDefault="007B6A46" w:rsidP="007B6A46">
      <w:r>
        <w:t>405.0034</w:t>
      </w:r>
      <w:r>
        <w:tab/>
        <w:t>1.013e0</w:t>
      </w:r>
    </w:p>
    <w:p w:rsidR="007B6A46" w:rsidRDefault="007B6A46" w:rsidP="007B6A46">
      <w:r>
        <w:t>405.0365</w:t>
      </w:r>
      <w:r>
        <w:tab/>
        <w:t>1.013e0</w:t>
      </w:r>
    </w:p>
    <w:p w:rsidR="007B6A46" w:rsidRDefault="007B6A46" w:rsidP="007B6A46">
      <w:r>
        <w:t>405.0894</w:t>
      </w:r>
      <w:r>
        <w:tab/>
        <w:t>1.013e0</w:t>
      </w:r>
    </w:p>
    <w:p w:rsidR="007B6A46" w:rsidRDefault="007B6A46" w:rsidP="007B6A46">
      <w:r>
        <w:t>405.1109</w:t>
      </w:r>
      <w:r>
        <w:tab/>
        <w:t>2.025e0</w:t>
      </w:r>
    </w:p>
    <w:p w:rsidR="007B6A46" w:rsidRDefault="007B6A46" w:rsidP="007B6A46">
      <w:r>
        <w:t>405.1367</w:t>
      </w:r>
      <w:r>
        <w:tab/>
        <w:t>1.013e0</w:t>
      </w:r>
    </w:p>
    <w:p w:rsidR="007B6A46" w:rsidRDefault="007B6A46" w:rsidP="007B6A46">
      <w:r>
        <w:t>405.1496</w:t>
      </w:r>
      <w:r>
        <w:tab/>
        <w:t>1.013e0</w:t>
      </w:r>
    </w:p>
    <w:p w:rsidR="007B6A46" w:rsidRDefault="007B6A46" w:rsidP="007B6A46">
      <w:r>
        <w:t>405.1686</w:t>
      </w:r>
      <w:r>
        <w:tab/>
        <w:t>2.025e0</w:t>
      </w:r>
    </w:p>
    <w:p w:rsidR="007B6A46" w:rsidRDefault="007B6A46" w:rsidP="007B6A46">
      <w:r>
        <w:t>405.2192</w:t>
      </w:r>
      <w:r>
        <w:tab/>
        <w:t>1.924e1</w:t>
      </w:r>
    </w:p>
    <w:p w:rsidR="007B6A46" w:rsidRDefault="007B6A46" w:rsidP="007B6A46">
      <w:r>
        <w:t>405.2209</w:t>
      </w:r>
      <w:r>
        <w:tab/>
        <w:t>9.114e0</w:t>
      </w:r>
    </w:p>
    <w:p w:rsidR="007B6A46" w:rsidRDefault="007B6A46" w:rsidP="007B6A46">
      <w:r>
        <w:t>405.2233</w:t>
      </w:r>
      <w:r>
        <w:tab/>
        <w:t>3.646e1</w:t>
      </w:r>
    </w:p>
    <w:p w:rsidR="007B6A46" w:rsidRDefault="007B6A46" w:rsidP="007B6A46">
      <w:r>
        <w:t>405.2247</w:t>
      </w:r>
      <w:r>
        <w:tab/>
        <w:t>3.747e1</w:t>
      </w:r>
    </w:p>
    <w:p w:rsidR="007B6A46" w:rsidRDefault="007B6A46" w:rsidP="007B6A46">
      <w:r>
        <w:t>405.2739</w:t>
      </w:r>
      <w:r>
        <w:tab/>
        <w:t>2.025e0</w:t>
      </w:r>
    </w:p>
    <w:p w:rsidR="007B6A46" w:rsidRDefault="007B6A46" w:rsidP="007B6A46">
      <w:r>
        <w:lastRenderedPageBreak/>
        <w:t>405.2809</w:t>
      </w:r>
      <w:r>
        <w:tab/>
        <w:t>1.013e0</w:t>
      </w:r>
    </w:p>
    <w:p w:rsidR="007B6A46" w:rsidRDefault="007B6A46" w:rsidP="007B6A46">
      <w:r>
        <w:t>405.3203</w:t>
      </w:r>
      <w:r>
        <w:tab/>
        <w:t>1.013e0</w:t>
      </w:r>
    </w:p>
    <w:p w:rsidR="007B6A46" w:rsidRDefault="007B6A46" w:rsidP="007B6A46">
      <w:r>
        <w:t>405.3332</w:t>
      </w:r>
      <w:r>
        <w:tab/>
        <w:t>2.025e0</w:t>
      </w:r>
    </w:p>
    <w:p w:rsidR="007B6A46" w:rsidRDefault="007B6A46" w:rsidP="007B6A46">
      <w:r>
        <w:t>405.3417</w:t>
      </w:r>
      <w:r>
        <w:tab/>
        <w:t>1.013e0</w:t>
      </w:r>
    </w:p>
    <w:p w:rsidR="007B6A46" w:rsidRDefault="007B6A46" w:rsidP="007B6A46">
      <w:r>
        <w:t>405.3882</w:t>
      </w:r>
      <w:r>
        <w:tab/>
        <w:t>1.013e0</w:t>
      </w:r>
    </w:p>
    <w:p w:rsidR="007B6A46" w:rsidRDefault="007B6A46" w:rsidP="007B6A46">
      <w:r>
        <w:t>405.4097</w:t>
      </w:r>
      <w:r>
        <w:tab/>
        <w:t>3.038e0</w:t>
      </w:r>
    </w:p>
    <w:p w:rsidR="007B6A46" w:rsidRDefault="007B6A46" w:rsidP="007B6A46">
      <w:r>
        <w:t>405.4264</w:t>
      </w:r>
      <w:r>
        <w:tab/>
        <w:t>1.013e0</w:t>
      </w:r>
    </w:p>
    <w:p w:rsidR="007B6A46" w:rsidRDefault="007B6A46" w:rsidP="007B6A46">
      <w:r>
        <w:t>405.4617</w:t>
      </w:r>
      <w:r>
        <w:tab/>
        <w:t>2.025e0</w:t>
      </w:r>
    </w:p>
    <w:p w:rsidR="007B6A46" w:rsidRDefault="007B6A46" w:rsidP="007B6A46">
      <w:r>
        <w:t>405.4629</w:t>
      </w:r>
      <w:r>
        <w:tab/>
        <w:t>2.025e0</w:t>
      </w:r>
    </w:p>
    <w:p w:rsidR="007B6A46" w:rsidRDefault="007B6A46" w:rsidP="007B6A46">
      <w:r>
        <w:t>405.4698</w:t>
      </w:r>
      <w:r>
        <w:tab/>
        <w:t>1.013e0</w:t>
      </w:r>
    </w:p>
    <w:p w:rsidR="007B6A46" w:rsidRDefault="007B6A46" w:rsidP="007B6A46">
      <w:r>
        <w:t>405.4948</w:t>
      </w:r>
      <w:r>
        <w:tab/>
        <w:t>2.025e0</w:t>
      </w:r>
    </w:p>
    <w:p w:rsidR="007B6A46" w:rsidRDefault="007B6A46" w:rsidP="007B6A46">
      <w:r>
        <w:t>405.5063</w:t>
      </w:r>
      <w:r>
        <w:tab/>
        <w:t>2.025e0</w:t>
      </w:r>
    </w:p>
    <w:p w:rsidR="007B6A46" w:rsidRDefault="007B6A46" w:rsidP="007B6A46">
      <w:r>
        <w:t>405.5623</w:t>
      </w:r>
      <w:r>
        <w:tab/>
        <w:t>2.025e0</w:t>
      </w:r>
    </w:p>
    <w:p w:rsidR="007B6A46" w:rsidRDefault="007B6A46" w:rsidP="007B6A46">
      <w:r>
        <w:t>405.5979</w:t>
      </w:r>
      <w:r>
        <w:tab/>
        <w:t>1.013e0</w:t>
      </w:r>
    </w:p>
    <w:p w:rsidR="007B6A46" w:rsidRDefault="007B6A46" w:rsidP="007B6A46">
      <w:r>
        <w:t>405.7009</w:t>
      </w:r>
      <w:r>
        <w:tab/>
        <w:t>1.013e0</w:t>
      </w:r>
    </w:p>
    <w:p w:rsidR="007B6A46" w:rsidRDefault="007B6A46" w:rsidP="007B6A46">
      <w:r>
        <w:t>405.8346</w:t>
      </w:r>
      <w:r>
        <w:tab/>
        <w:t>2.025e0</w:t>
      </w:r>
    </w:p>
    <w:p w:rsidR="007B6A46" w:rsidRDefault="007B6A46" w:rsidP="007B6A46">
      <w:r>
        <w:t>405.8415</w:t>
      </w:r>
      <w:r>
        <w:tab/>
        <w:t>2.025e0</w:t>
      </w:r>
    </w:p>
    <w:p w:rsidR="007B6A46" w:rsidRDefault="007B6A46" w:rsidP="007B6A46">
      <w:r>
        <w:t>405.8534</w:t>
      </w:r>
      <w:r>
        <w:tab/>
        <w:t>1.013e0</w:t>
      </w:r>
    </w:p>
    <w:p w:rsidR="007B6A46" w:rsidRDefault="007B6A46" w:rsidP="007B6A46">
      <w:r>
        <w:t>405.9028</w:t>
      </w:r>
      <w:r>
        <w:tab/>
        <w:t>1.013e0</w:t>
      </w:r>
    </w:p>
    <w:p w:rsidR="007B6A46" w:rsidRDefault="007B6A46" w:rsidP="007B6A46">
      <w:r>
        <w:lastRenderedPageBreak/>
        <w:t>405.9212</w:t>
      </w:r>
      <w:r>
        <w:tab/>
        <w:t>2.025e0</w:t>
      </w:r>
    </w:p>
    <w:p w:rsidR="007B6A46" w:rsidRDefault="007B6A46" w:rsidP="007B6A46">
      <w:r>
        <w:t>405.9292</w:t>
      </w:r>
      <w:r>
        <w:tab/>
        <w:t>2.025e0</w:t>
      </w:r>
    </w:p>
    <w:p w:rsidR="007B6A46" w:rsidRDefault="007B6A46" w:rsidP="007B6A46">
      <w:r>
        <w:t>405.9314</w:t>
      </w:r>
      <w:r>
        <w:tab/>
        <w:t>1.013e0</w:t>
      </w:r>
    </w:p>
    <w:p w:rsidR="007B6A46" w:rsidRDefault="007B6A46" w:rsidP="007B6A46">
      <w:r>
        <w:t>405.9387</w:t>
      </w:r>
      <w:r>
        <w:tab/>
        <w:t>1.013e0</w:t>
      </w:r>
    </w:p>
    <w:p w:rsidR="007B6A46" w:rsidRDefault="007B6A46" w:rsidP="007B6A46">
      <w:r>
        <w:t>405.9959</w:t>
      </w:r>
      <w:r>
        <w:tab/>
        <w:t>1.013e0</w:t>
      </w:r>
    </w:p>
    <w:p w:rsidR="007B6A46" w:rsidRDefault="007B6A46" w:rsidP="007B6A46">
      <w:r>
        <w:t>406.0066</w:t>
      </w:r>
      <w:r>
        <w:tab/>
        <w:t>2.025e0</w:t>
      </w:r>
    </w:p>
    <w:p w:rsidR="007B6A46" w:rsidRDefault="007B6A46" w:rsidP="007B6A46">
      <w:r>
        <w:t>406.0748</w:t>
      </w:r>
      <w:r>
        <w:tab/>
        <w:t>1.013e0</w:t>
      </w:r>
    </w:p>
    <w:p w:rsidR="007B6A46" w:rsidRDefault="007B6A46" w:rsidP="007B6A46">
      <w:r>
        <w:t>406.0849</w:t>
      </w:r>
      <w:r>
        <w:tab/>
        <w:t>2.025e0</w:t>
      </w:r>
    </w:p>
    <w:p w:rsidR="007B6A46" w:rsidRDefault="007B6A46" w:rsidP="007B6A46">
      <w:r>
        <w:t>406.1028</w:t>
      </w:r>
      <w:r>
        <w:tab/>
        <w:t>1.013e0</w:t>
      </w:r>
    </w:p>
    <w:p w:rsidR="007B6A46" w:rsidRDefault="007B6A46" w:rsidP="007B6A46">
      <w:r>
        <w:t>406.1178</w:t>
      </w:r>
      <w:r>
        <w:tab/>
        <w:t>1.013e0</w:t>
      </w:r>
    </w:p>
    <w:p w:rsidR="007B6A46" w:rsidRDefault="007B6A46" w:rsidP="007B6A46">
      <w:r>
        <w:t>406.1544</w:t>
      </w:r>
      <w:r>
        <w:tab/>
        <w:t>2.025e0</w:t>
      </w:r>
    </w:p>
    <w:p w:rsidR="007B6A46" w:rsidRDefault="007B6A46" w:rsidP="007B6A46">
      <w:r>
        <w:t>406.1573</w:t>
      </w:r>
      <w:r>
        <w:tab/>
        <w:t>2.025e0</w:t>
      </w:r>
    </w:p>
    <w:p w:rsidR="007B6A46" w:rsidRDefault="007B6A46" w:rsidP="007B6A46">
      <w:r>
        <w:t>406.1633</w:t>
      </w:r>
      <w:r>
        <w:tab/>
        <w:t>2.025e0</w:t>
      </w:r>
    </w:p>
    <w:p w:rsidR="007B6A46" w:rsidRDefault="007B6A46" w:rsidP="007B6A46">
      <w:r>
        <w:t>406.2209</w:t>
      </w:r>
      <w:r>
        <w:tab/>
        <w:t>1.722e1</w:t>
      </w:r>
    </w:p>
    <w:p w:rsidR="007B6A46" w:rsidRDefault="007B6A46" w:rsidP="007B6A46">
      <w:r>
        <w:t>406.2248</w:t>
      </w:r>
      <w:r>
        <w:tab/>
        <w:t>5.063e0</w:t>
      </w:r>
    </w:p>
    <w:p w:rsidR="007B6A46" w:rsidRDefault="007B6A46" w:rsidP="007B6A46">
      <w:r>
        <w:t>406.2304</w:t>
      </w:r>
      <w:r>
        <w:tab/>
        <w:t>9.114e0</w:t>
      </w:r>
    </w:p>
    <w:p w:rsidR="007B6A46" w:rsidRDefault="007B6A46" w:rsidP="007B6A46">
      <w:r>
        <w:t>406.2316</w:t>
      </w:r>
      <w:r>
        <w:tab/>
        <w:t>9.463e0</w:t>
      </w:r>
    </w:p>
    <w:p w:rsidR="007B6A46" w:rsidRDefault="007B6A46" w:rsidP="007B6A46">
      <w:r>
        <w:t>406.2348</w:t>
      </w:r>
      <w:r>
        <w:tab/>
        <w:t>9.114e0</w:t>
      </w:r>
    </w:p>
    <w:p w:rsidR="007B6A46" w:rsidRDefault="007B6A46" w:rsidP="007B6A46">
      <w:r>
        <w:t>406.2767</w:t>
      </w:r>
      <w:r>
        <w:tab/>
        <w:t>1.013e0</w:t>
      </w:r>
    </w:p>
    <w:p w:rsidR="007B6A46" w:rsidRDefault="007B6A46" w:rsidP="007B6A46">
      <w:r>
        <w:lastRenderedPageBreak/>
        <w:t>406.3042</w:t>
      </w:r>
      <w:r>
        <w:tab/>
        <w:t>1.013e0</w:t>
      </w:r>
    </w:p>
    <w:p w:rsidR="007B6A46" w:rsidRDefault="007B6A46" w:rsidP="007B6A46">
      <w:r>
        <w:t>406.3347</w:t>
      </w:r>
      <w:r>
        <w:tab/>
        <w:t>2.025e0</w:t>
      </w:r>
    </w:p>
    <w:p w:rsidR="007B6A46" w:rsidRDefault="007B6A46" w:rsidP="007B6A46">
      <w:r>
        <w:t>406.3589</w:t>
      </w:r>
      <w:r>
        <w:tab/>
        <w:t>1.013e0</w:t>
      </w:r>
    </w:p>
    <w:p w:rsidR="007B6A46" w:rsidRDefault="007B6A46" w:rsidP="007B6A46">
      <w:r>
        <w:t>406.3681</w:t>
      </w:r>
      <w:r>
        <w:tab/>
        <w:t>1.013e0</w:t>
      </w:r>
    </w:p>
    <w:p w:rsidR="007B6A46" w:rsidRDefault="007B6A46" w:rsidP="007B6A46">
      <w:r>
        <w:t>406.3760</w:t>
      </w:r>
      <w:r>
        <w:tab/>
        <w:t>2.025e0</w:t>
      </w:r>
    </w:p>
    <w:p w:rsidR="007B6A46" w:rsidRDefault="007B6A46" w:rsidP="007B6A46">
      <w:r>
        <w:t>406.4399</w:t>
      </w:r>
      <w:r>
        <w:tab/>
        <w:t>1.013e0</w:t>
      </w:r>
    </w:p>
    <w:p w:rsidR="007B6A46" w:rsidRDefault="007B6A46" w:rsidP="007B6A46">
      <w:r>
        <w:t>406.4908</w:t>
      </w:r>
      <w:r>
        <w:tab/>
        <w:t>1.013e0</w:t>
      </w:r>
    </w:p>
    <w:p w:rsidR="007B6A46" w:rsidRDefault="007B6A46" w:rsidP="007B6A46">
      <w:r>
        <w:t>406.5048</w:t>
      </w:r>
      <w:r>
        <w:tab/>
        <w:t>1.013e0</w:t>
      </w:r>
    </w:p>
    <w:p w:rsidR="007B6A46" w:rsidRDefault="007B6A46" w:rsidP="007B6A46">
      <w:r>
        <w:t>406.5769</w:t>
      </w:r>
      <w:r>
        <w:tab/>
        <w:t>1.013e0</w:t>
      </w:r>
    </w:p>
    <w:p w:rsidR="007B6A46" w:rsidRDefault="007B6A46" w:rsidP="007B6A46">
      <w:r>
        <w:t>406.6049</w:t>
      </w:r>
      <w:r>
        <w:tab/>
        <w:t>1.013e0</w:t>
      </w:r>
    </w:p>
    <w:p w:rsidR="007B6A46" w:rsidRDefault="007B6A46" w:rsidP="007B6A46">
      <w:r>
        <w:t>406.6146</w:t>
      </w:r>
      <w:r>
        <w:tab/>
        <w:t>1.013e0</w:t>
      </w:r>
    </w:p>
    <w:p w:rsidR="007B6A46" w:rsidRDefault="007B6A46" w:rsidP="007B6A46">
      <w:r>
        <w:t>406.6754</w:t>
      </w:r>
      <w:r>
        <w:tab/>
        <w:t>2.025e0</w:t>
      </w:r>
    </w:p>
    <w:p w:rsidR="007B6A46" w:rsidRDefault="007B6A46" w:rsidP="007B6A46">
      <w:r>
        <w:t>406.6839</w:t>
      </w:r>
      <w:r>
        <w:tab/>
        <w:t>1.013e0</w:t>
      </w:r>
    </w:p>
    <w:p w:rsidR="007B6A46" w:rsidRDefault="007B6A46" w:rsidP="007B6A46">
      <w:r>
        <w:t>406.7341</w:t>
      </w:r>
      <w:r>
        <w:tab/>
        <w:t>1.013e0</w:t>
      </w:r>
    </w:p>
    <w:p w:rsidR="007B6A46" w:rsidRDefault="007B6A46" w:rsidP="007B6A46">
      <w:r>
        <w:t>406.7395</w:t>
      </w:r>
      <w:r>
        <w:tab/>
        <w:t>1.013e0</w:t>
      </w:r>
    </w:p>
    <w:p w:rsidR="007B6A46" w:rsidRDefault="007B6A46" w:rsidP="007B6A46">
      <w:r>
        <w:t>406.8712</w:t>
      </w:r>
      <w:r>
        <w:tab/>
        <w:t>2.025e0</w:t>
      </w:r>
    </w:p>
    <w:p w:rsidR="007B6A46" w:rsidRDefault="007B6A46" w:rsidP="007B6A46">
      <w:r>
        <w:t>406.9061</w:t>
      </w:r>
      <w:r>
        <w:tab/>
        <w:t>1.013e0</w:t>
      </w:r>
    </w:p>
    <w:p w:rsidR="007B6A46" w:rsidRDefault="007B6A46" w:rsidP="007B6A46">
      <w:r>
        <w:t>406.9646</w:t>
      </w:r>
      <w:r>
        <w:tab/>
        <w:t>2.025e0</w:t>
      </w:r>
    </w:p>
    <w:p w:rsidR="007B6A46" w:rsidRDefault="007B6A46" w:rsidP="007B6A46">
      <w:r>
        <w:t>407.0005</w:t>
      </w:r>
      <w:r>
        <w:tab/>
        <w:t>1.013e0</w:t>
      </w:r>
    </w:p>
    <w:p w:rsidR="007B6A46" w:rsidRDefault="007B6A46" w:rsidP="007B6A46">
      <w:r>
        <w:lastRenderedPageBreak/>
        <w:t>407.1172</w:t>
      </w:r>
      <w:r>
        <w:tab/>
        <w:t>2.025e0</w:t>
      </w:r>
    </w:p>
    <w:p w:rsidR="007B6A46" w:rsidRDefault="007B6A46" w:rsidP="007B6A46">
      <w:r>
        <w:t>407.1233</w:t>
      </w:r>
      <w:r>
        <w:tab/>
        <w:t>1.013e0</w:t>
      </w:r>
    </w:p>
    <w:p w:rsidR="007B6A46" w:rsidRDefault="007B6A46" w:rsidP="007B6A46">
      <w:r>
        <w:t>407.1647</w:t>
      </w:r>
      <w:r>
        <w:tab/>
        <w:t>2.025e0</w:t>
      </w:r>
    </w:p>
    <w:p w:rsidR="007B6A46" w:rsidRDefault="007B6A46" w:rsidP="007B6A46">
      <w:r>
        <w:t>407.1823</w:t>
      </w:r>
      <w:r>
        <w:tab/>
        <w:t>2.025e0</w:t>
      </w:r>
    </w:p>
    <w:p w:rsidR="007B6A46" w:rsidRDefault="007B6A46" w:rsidP="007B6A46">
      <w:r>
        <w:t>407.1927</w:t>
      </w:r>
      <w:r>
        <w:tab/>
        <w:t>2.025e0</w:t>
      </w:r>
    </w:p>
    <w:p w:rsidR="007B6A46" w:rsidRDefault="007B6A46" w:rsidP="007B6A46">
      <w:r>
        <w:t>407.2056</w:t>
      </w:r>
      <w:r>
        <w:tab/>
        <w:t>1.013e0</w:t>
      </w:r>
    </w:p>
    <w:p w:rsidR="007B6A46" w:rsidRDefault="007B6A46" w:rsidP="007B6A46">
      <w:r>
        <w:t>407.2270</w:t>
      </w:r>
      <w:r>
        <w:tab/>
        <w:t>1.013e0</w:t>
      </w:r>
    </w:p>
    <w:p w:rsidR="007B6A46" w:rsidRDefault="007B6A46" w:rsidP="007B6A46">
      <w:r>
        <w:t>407.2346</w:t>
      </w:r>
      <w:r>
        <w:tab/>
        <w:t>4.051e0</w:t>
      </w:r>
    </w:p>
    <w:p w:rsidR="007B6A46" w:rsidRDefault="007B6A46" w:rsidP="007B6A46">
      <w:r>
        <w:t>407.2607</w:t>
      </w:r>
      <w:r>
        <w:tab/>
        <w:t>2.025e0</w:t>
      </w:r>
    </w:p>
    <w:p w:rsidR="007B6A46" w:rsidRDefault="007B6A46" w:rsidP="007B6A46">
      <w:r>
        <w:t>407.2729</w:t>
      </w:r>
      <w:r>
        <w:tab/>
        <w:t>1.013e0</w:t>
      </w:r>
    </w:p>
    <w:p w:rsidR="007B6A46" w:rsidRDefault="007B6A46" w:rsidP="007B6A46">
      <w:r>
        <w:t>407.2807</w:t>
      </w:r>
      <w:r>
        <w:tab/>
        <w:t>1.013e0</w:t>
      </w:r>
    </w:p>
    <w:p w:rsidR="007B6A46" w:rsidRDefault="007B6A46" w:rsidP="007B6A46">
      <w:r>
        <w:t>407.3087</w:t>
      </w:r>
      <w:r>
        <w:tab/>
        <w:t>1.013e0</w:t>
      </w:r>
    </w:p>
    <w:p w:rsidR="007B6A46" w:rsidRDefault="007B6A46" w:rsidP="007B6A46">
      <w:r>
        <w:t>407.3376</w:t>
      </w:r>
      <w:r>
        <w:tab/>
        <w:t>1.013e0</w:t>
      </w:r>
    </w:p>
    <w:p w:rsidR="007B6A46" w:rsidRDefault="007B6A46" w:rsidP="007B6A46">
      <w:r>
        <w:t>407.4299</w:t>
      </w:r>
      <w:r>
        <w:tab/>
        <w:t>2.025e0</w:t>
      </w:r>
    </w:p>
    <w:p w:rsidR="007B6A46" w:rsidRDefault="007B6A46" w:rsidP="007B6A46">
      <w:r>
        <w:t>407.4317</w:t>
      </w:r>
      <w:r>
        <w:tab/>
        <w:t>1.013e0</w:t>
      </w:r>
    </w:p>
    <w:p w:rsidR="007B6A46" w:rsidRDefault="007B6A46" w:rsidP="007B6A46">
      <w:r>
        <w:t>407.5435</w:t>
      </w:r>
      <w:r>
        <w:tab/>
        <w:t>1.013e0</w:t>
      </w:r>
    </w:p>
    <w:p w:rsidR="007B6A46" w:rsidRDefault="007B6A46" w:rsidP="007B6A46">
      <w:r>
        <w:t>407.5679</w:t>
      </w:r>
      <w:r>
        <w:tab/>
        <w:t>1.013e0</w:t>
      </w:r>
    </w:p>
    <w:p w:rsidR="007B6A46" w:rsidRDefault="007B6A46" w:rsidP="007B6A46">
      <w:r>
        <w:t>407.5863</w:t>
      </w:r>
      <w:r>
        <w:tab/>
        <w:t>1.013e0</w:t>
      </w:r>
    </w:p>
    <w:p w:rsidR="007B6A46" w:rsidRDefault="007B6A46" w:rsidP="007B6A46">
      <w:r>
        <w:t>407.6291</w:t>
      </w:r>
      <w:r>
        <w:tab/>
        <w:t>1.013e0</w:t>
      </w:r>
    </w:p>
    <w:p w:rsidR="007B6A46" w:rsidRDefault="007B6A46" w:rsidP="007B6A46">
      <w:r>
        <w:lastRenderedPageBreak/>
        <w:t>407.6932</w:t>
      </w:r>
      <w:r>
        <w:tab/>
        <w:t>1.013e0</w:t>
      </w:r>
    </w:p>
    <w:p w:rsidR="007B6A46" w:rsidRDefault="007B6A46" w:rsidP="007B6A46">
      <w:r>
        <w:t>407.7050</w:t>
      </w:r>
      <w:r>
        <w:tab/>
        <w:t>1.013e0</w:t>
      </w:r>
    </w:p>
    <w:p w:rsidR="007B6A46" w:rsidRDefault="007B6A46" w:rsidP="007B6A46">
      <w:r>
        <w:t>407.7786</w:t>
      </w:r>
      <w:r>
        <w:tab/>
        <w:t>1.013e0</w:t>
      </w:r>
    </w:p>
    <w:p w:rsidR="007B6A46" w:rsidRDefault="007B6A46" w:rsidP="007B6A46">
      <w:r>
        <w:t>407.8206</w:t>
      </w:r>
      <w:r>
        <w:tab/>
        <w:t>3.038e0</w:t>
      </w:r>
    </w:p>
    <w:p w:rsidR="007B6A46" w:rsidRDefault="007B6A46" w:rsidP="007B6A46">
      <w:r>
        <w:t>407.8555</w:t>
      </w:r>
      <w:r>
        <w:tab/>
        <w:t>1.013e0</w:t>
      </w:r>
    </w:p>
    <w:p w:rsidR="007B6A46" w:rsidRDefault="007B6A46" w:rsidP="007B6A46">
      <w:r>
        <w:t>407.9035</w:t>
      </w:r>
      <w:r>
        <w:tab/>
        <w:t>3.038e0</w:t>
      </w:r>
    </w:p>
    <w:p w:rsidR="007B6A46" w:rsidRDefault="007B6A46" w:rsidP="007B6A46">
      <w:r>
        <w:t>407.9137</w:t>
      </w:r>
      <w:r>
        <w:tab/>
        <w:t>1.013e0</w:t>
      </w:r>
    </w:p>
    <w:p w:rsidR="007B6A46" w:rsidRDefault="007B6A46" w:rsidP="007B6A46">
      <w:r>
        <w:t>407.9244</w:t>
      </w:r>
      <w:r>
        <w:tab/>
        <w:t>1.013e0</w:t>
      </w:r>
    </w:p>
    <w:p w:rsidR="007B6A46" w:rsidRDefault="007B6A46" w:rsidP="007B6A46">
      <w:r>
        <w:t>407.9324</w:t>
      </w:r>
      <w:r>
        <w:tab/>
        <w:t>2.025e0</w:t>
      </w:r>
    </w:p>
    <w:p w:rsidR="007B6A46" w:rsidRDefault="007B6A46" w:rsidP="007B6A46">
      <w:r>
        <w:t>407.9457</w:t>
      </w:r>
      <w:r>
        <w:tab/>
        <w:t>1.013e0</w:t>
      </w:r>
    </w:p>
    <w:p w:rsidR="007B6A46" w:rsidRDefault="007B6A46" w:rsidP="007B6A46">
      <w:r>
        <w:t>407.9937</w:t>
      </w:r>
      <w:r>
        <w:tab/>
        <w:t>2.025e0</w:t>
      </w:r>
    </w:p>
    <w:p w:rsidR="007B6A46" w:rsidRDefault="007B6A46" w:rsidP="007B6A46">
      <w:r>
        <w:t>408.0649</w:t>
      </w:r>
      <w:r>
        <w:tab/>
        <w:t>1.013e0</w:t>
      </w:r>
    </w:p>
    <w:p w:rsidR="007B6A46" w:rsidRDefault="007B6A46" w:rsidP="007B6A46">
      <w:r>
        <w:t>408.0739</w:t>
      </w:r>
      <w:r>
        <w:tab/>
        <w:t>1.013e0</w:t>
      </w:r>
    </w:p>
    <w:p w:rsidR="007B6A46" w:rsidRDefault="007B6A46" w:rsidP="007B6A46">
      <w:r>
        <w:t>408.1593</w:t>
      </w:r>
      <w:r>
        <w:tab/>
        <w:t>1.013e0</w:t>
      </w:r>
    </w:p>
    <w:p w:rsidR="007B6A46" w:rsidRDefault="007B6A46" w:rsidP="007B6A46">
      <w:r>
        <w:t>408.1912</w:t>
      </w:r>
      <w:r>
        <w:tab/>
        <w:t>2.025e0</w:t>
      </w:r>
    </w:p>
    <w:p w:rsidR="007B6A46" w:rsidRDefault="007B6A46" w:rsidP="007B6A46">
      <w:r>
        <w:t>408.2012</w:t>
      </w:r>
      <w:r>
        <w:tab/>
        <w:t>1.013e0</w:t>
      </w:r>
    </w:p>
    <w:p w:rsidR="007B6A46" w:rsidRDefault="007B6A46" w:rsidP="007B6A46">
      <w:r>
        <w:t>408.2485</w:t>
      </w:r>
      <w:r>
        <w:tab/>
        <w:t>2.025e0</w:t>
      </w:r>
    </w:p>
    <w:p w:rsidR="007B6A46" w:rsidRDefault="007B6A46" w:rsidP="007B6A46">
      <w:r>
        <w:t>408.2500</w:t>
      </w:r>
      <w:r>
        <w:tab/>
        <w:t>6.076e0</w:t>
      </w:r>
    </w:p>
    <w:p w:rsidR="007B6A46" w:rsidRDefault="007B6A46" w:rsidP="007B6A46">
      <w:r>
        <w:t>408.2666</w:t>
      </w:r>
      <w:r>
        <w:tab/>
        <w:t>1.013e0</w:t>
      </w:r>
    </w:p>
    <w:p w:rsidR="007B6A46" w:rsidRDefault="007B6A46" w:rsidP="007B6A46">
      <w:r>
        <w:lastRenderedPageBreak/>
        <w:t>408.3046</w:t>
      </w:r>
      <w:r>
        <w:tab/>
        <w:t>1.013e0</w:t>
      </w:r>
    </w:p>
    <w:p w:rsidR="007B6A46" w:rsidRDefault="007B6A46" w:rsidP="007B6A46">
      <w:r>
        <w:t>408.3170</w:t>
      </w:r>
      <w:r>
        <w:tab/>
        <w:t>1.013e0</w:t>
      </w:r>
    </w:p>
    <w:p w:rsidR="007B6A46" w:rsidRDefault="007B6A46" w:rsidP="007B6A46">
      <w:r>
        <w:t>408.3415</w:t>
      </w:r>
      <w:r>
        <w:tab/>
        <w:t>2.025e0</w:t>
      </w:r>
    </w:p>
    <w:p w:rsidR="007B6A46" w:rsidRDefault="007B6A46" w:rsidP="007B6A46">
      <w:r>
        <w:t>408.3544</w:t>
      </w:r>
      <w:r>
        <w:tab/>
        <w:t>3.038e0</w:t>
      </w:r>
    </w:p>
    <w:p w:rsidR="007B6A46" w:rsidRDefault="007B6A46" w:rsidP="007B6A46">
      <w:r>
        <w:t>408.3643</w:t>
      </w:r>
      <w:r>
        <w:tab/>
        <w:t>3.038e0</w:t>
      </w:r>
    </w:p>
    <w:p w:rsidR="007B6A46" w:rsidRDefault="007B6A46" w:rsidP="007B6A46">
      <w:r>
        <w:t>408.3674</w:t>
      </w:r>
      <w:r>
        <w:tab/>
        <w:t>2.025e0</w:t>
      </w:r>
    </w:p>
    <w:p w:rsidR="007B6A46" w:rsidRDefault="007B6A46" w:rsidP="007B6A46">
      <w:r>
        <w:t>408.3917</w:t>
      </w:r>
      <w:r>
        <w:tab/>
        <w:t>2.025e0</w:t>
      </w:r>
    </w:p>
    <w:p w:rsidR="007B6A46" w:rsidRDefault="007B6A46" w:rsidP="007B6A46">
      <w:r>
        <w:t>408.4509</w:t>
      </w:r>
      <w:r>
        <w:tab/>
        <w:t>1.013e0</w:t>
      </w:r>
    </w:p>
    <w:p w:rsidR="007B6A46" w:rsidRDefault="007B6A46" w:rsidP="007B6A46">
      <w:r>
        <w:t>408.4899</w:t>
      </w:r>
      <w:r>
        <w:tab/>
        <w:t>1.013e0</w:t>
      </w:r>
    </w:p>
    <w:p w:rsidR="007B6A46" w:rsidRDefault="007B6A46" w:rsidP="007B6A46">
      <w:r>
        <w:t>408.5404</w:t>
      </w:r>
      <w:r>
        <w:tab/>
        <w:t>1.013e0</w:t>
      </w:r>
    </w:p>
    <w:p w:rsidR="007B6A46" w:rsidRDefault="007B6A46" w:rsidP="007B6A46">
      <w:r>
        <w:t>408.5748</w:t>
      </w:r>
      <w:r>
        <w:tab/>
        <w:t>1.013e0</w:t>
      </w:r>
    </w:p>
    <w:p w:rsidR="007B6A46" w:rsidRDefault="007B6A46" w:rsidP="007B6A46">
      <w:r>
        <w:t>408.5909</w:t>
      </w:r>
      <w:r>
        <w:tab/>
        <w:t>1.013e0</w:t>
      </w:r>
    </w:p>
    <w:p w:rsidR="007B6A46" w:rsidRDefault="007B6A46" w:rsidP="007B6A46">
      <w:r>
        <w:t>408.6046</w:t>
      </w:r>
      <w:r>
        <w:tab/>
        <w:t>1.013e0</w:t>
      </w:r>
    </w:p>
    <w:p w:rsidR="007B6A46" w:rsidRDefault="007B6A46" w:rsidP="007B6A46">
      <w:r>
        <w:t>408.6482</w:t>
      </w:r>
      <w:r>
        <w:tab/>
        <w:t>2.025e0</w:t>
      </w:r>
    </w:p>
    <w:p w:rsidR="007B6A46" w:rsidRDefault="007B6A46" w:rsidP="007B6A46">
      <w:r>
        <w:t>408.6785</w:t>
      </w:r>
      <w:r>
        <w:tab/>
        <w:t>2.025e0</w:t>
      </w:r>
    </w:p>
    <w:p w:rsidR="007B6A46" w:rsidRDefault="007B6A46" w:rsidP="007B6A46">
      <w:r>
        <w:t>408.7344</w:t>
      </w:r>
      <w:r>
        <w:tab/>
        <w:t>1.013e0</w:t>
      </w:r>
    </w:p>
    <w:p w:rsidR="007B6A46" w:rsidRDefault="007B6A46" w:rsidP="007B6A46">
      <w:r>
        <w:t>408.7980</w:t>
      </w:r>
      <w:r>
        <w:tab/>
        <w:t>2.025e0</w:t>
      </w:r>
    </w:p>
    <w:p w:rsidR="007B6A46" w:rsidRDefault="007B6A46" w:rsidP="007B6A46">
      <w:r>
        <w:t>408.8495</w:t>
      </w:r>
      <w:r>
        <w:tab/>
        <w:t>1.013e0</w:t>
      </w:r>
    </w:p>
    <w:p w:rsidR="007B6A46" w:rsidRDefault="007B6A46" w:rsidP="007B6A46">
      <w:r>
        <w:t>408.8859</w:t>
      </w:r>
      <w:r>
        <w:tab/>
        <w:t>1.013e0</w:t>
      </w:r>
    </w:p>
    <w:p w:rsidR="007B6A46" w:rsidRDefault="007B6A46" w:rsidP="007B6A46">
      <w:r>
        <w:lastRenderedPageBreak/>
        <w:t>408.9219</w:t>
      </w:r>
      <w:r>
        <w:tab/>
        <w:t>1.013e0</w:t>
      </w:r>
    </w:p>
    <w:p w:rsidR="007B6A46" w:rsidRDefault="007B6A46" w:rsidP="007B6A46">
      <w:r>
        <w:t>408.9298</w:t>
      </w:r>
      <w:r>
        <w:tab/>
        <w:t>1.013e0</w:t>
      </w:r>
    </w:p>
    <w:p w:rsidR="007B6A46" w:rsidRDefault="007B6A46" w:rsidP="007B6A46">
      <w:r>
        <w:t>408.9456</w:t>
      </w:r>
      <w:r>
        <w:tab/>
        <w:t>2.025e0</w:t>
      </w:r>
    </w:p>
    <w:p w:rsidR="007B6A46" w:rsidRDefault="007B6A46" w:rsidP="007B6A46">
      <w:r>
        <w:t>408.9556</w:t>
      </w:r>
      <w:r>
        <w:tab/>
        <w:t>1.013e0</w:t>
      </w:r>
    </w:p>
    <w:p w:rsidR="007B6A46" w:rsidRDefault="007B6A46" w:rsidP="007B6A46">
      <w:r>
        <w:t>408.9875</w:t>
      </w:r>
      <w:r>
        <w:tab/>
        <w:t>1.013e0</w:t>
      </w:r>
    </w:p>
    <w:p w:rsidR="007B6A46" w:rsidRDefault="007B6A46" w:rsidP="007B6A46">
      <w:r>
        <w:t>409.0020</w:t>
      </w:r>
      <w:r>
        <w:tab/>
        <w:t>1.013e0</w:t>
      </w:r>
    </w:p>
    <w:p w:rsidR="007B6A46" w:rsidRDefault="007B6A46" w:rsidP="007B6A46">
      <w:r>
        <w:t>409.0083</w:t>
      </w:r>
      <w:r>
        <w:tab/>
        <w:t>3.038e0</w:t>
      </w:r>
    </w:p>
    <w:p w:rsidR="007B6A46" w:rsidRDefault="007B6A46" w:rsidP="007B6A46">
      <w:r>
        <w:t>409.0417</w:t>
      </w:r>
      <w:r>
        <w:tab/>
        <w:t>1.013e0</w:t>
      </w:r>
    </w:p>
    <w:p w:rsidR="007B6A46" w:rsidRDefault="007B6A46" w:rsidP="007B6A46">
      <w:r>
        <w:t>409.0446</w:t>
      </w:r>
      <w:r>
        <w:tab/>
        <w:t>1.013e0</w:t>
      </w:r>
    </w:p>
    <w:p w:rsidR="007B6A46" w:rsidRDefault="007B6A46" w:rsidP="007B6A46">
      <w:r>
        <w:t>409.0593</w:t>
      </w:r>
      <w:r>
        <w:tab/>
        <w:t>2.025e0</w:t>
      </w:r>
    </w:p>
    <w:p w:rsidR="007B6A46" w:rsidRDefault="007B6A46" w:rsidP="007B6A46">
      <w:r>
        <w:t>409.1192</w:t>
      </w:r>
      <w:r>
        <w:tab/>
        <w:t>2.025e0</w:t>
      </w:r>
    </w:p>
    <w:p w:rsidR="007B6A46" w:rsidRDefault="007B6A46" w:rsidP="007B6A46">
      <w:r>
        <w:t>409.1276</w:t>
      </w:r>
      <w:r>
        <w:tab/>
        <w:t>2.025e0</w:t>
      </w:r>
    </w:p>
    <w:p w:rsidR="007B6A46" w:rsidRDefault="007B6A46" w:rsidP="007B6A46">
      <w:r>
        <w:t>409.1391</w:t>
      </w:r>
      <w:r>
        <w:tab/>
        <w:t>1.013e0</w:t>
      </w:r>
    </w:p>
    <w:p w:rsidR="007B6A46" w:rsidRDefault="007B6A46" w:rsidP="007B6A46">
      <w:r>
        <w:t>409.1700</w:t>
      </w:r>
      <w:r>
        <w:tab/>
        <w:t>1.013e0</w:t>
      </w:r>
    </w:p>
    <w:p w:rsidR="007B6A46" w:rsidRDefault="007B6A46" w:rsidP="007B6A46">
      <w:r>
        <w:t>409.1869</w:t>
      </w:r>
      <w:r>
        <w:tab/>
        <w:t>1.013e0</w:t>
      </w:r>
    </w:p>
    <w:p w:rsidR="007B6A46" w:rsidRDefault="007B6A46" w:rsidP="007B6A46">
      <w:r>
        <w:t>409.2242</w:t>
      </w:r>
      <w:r>
        <w:tab/>
        <w:t>3.038e0</w:t>
      </w:r>
    </w:p>
    <w:p w:rsidR="007B6A46" w:rsidRDefault="007B6A46" w:rsidP="007B6A46">
      <w:r>
        <w:t>409.2517</w:t>
      </w:r>
      <w:r>
        <w:tab/>
        <w:t>1.013e0</w:t>
      </w:r>
    </w:p>
    <w:p w:rsidR="007B6A46" w:rsidRDefault="007B6A46" w:rsidP="007B6A46">
      <w:r>
        <w:t>409.2548</w:t>
      </w:r>
      <w:r>
        <w:tab/>
        <w:t>1.013e0</w:t>
      </w:r>
    </w:p>
    <w:p w:rsidR="007B6A46" w:rsidRDefault="007B6A46" w:rsidP="007B6A46">
      <w:r>
        <w:t>409.2907</w:t>
      </w:r>
      <w:r>
        <w:tab/>
        <w:t>1.013e0</w:t>
      </w:r>
    </w:p>
    <w:p w:rsidR="007B6A46" w:rsidRDefault="007B6A46" w:rsidP="007B6A46">
      <w:r>
        <w:lastRenderedPageBreak/>
        <w:t>409.2945</w:t>
      </w:r>
      <w:r>
        <w:tab/>
        <w:t>1.013e0</w:t>
      </w:r>
    </w:p>
    <w:p w:rsidR="007B6A46" w:rsidRDefault="007B6A46" w:rsidP="007B6A46">
      <w:r>
        <w:t>409.3052</w:t>
      </w:r>
      <w:r>
        <w:tab/>
        <w:t>2.025e0</w:t>
      </w:r>
    </w:p>
    <w:p w:rsidR="007B6A46" w:rsidRDefault="007B6A46" w:rsidP="007B6A46">
      <w:r>
        <w:t>409.3189</w:t>
      </w:r>
      <w:r>
        <w:tab/>
        <w:t>1.013e0</w:t>
      </w:r>
    </w:p>
    <w:p w:rsidR="007B6A46" w:rsidRDefault="007B6A46" w:rsidP="007B6A46">
      <w:r>
        <w:t>409.3701</w:t>
      </w:r>
      <w:r>
        <w:tab/>
        <w:t>1.013e0</w:t>
      </w:r>
    </w:p>
    <w:p w:rsidR="007B6A46" w:rsidRDefault="007B6A46" w:rsidP="007B6A46">
      <w:r>
        <w:t>409.3756</w:t>
      </w:r>
      <w:r>
        <w:tab/>
        <w:t>1.013e0</w:t>
      </w:r>
    </w:p>
    <w:p w:rsidR="007B6A46" w:rsidRDefault="007B6A46" w:rsidP="007B6A46">
      <w:r>
        <w:t>409.4272</w:t>
      </w:r>
      <w:r>
        <w:tab/>
        <w:t>1.013e0</w:t>
      </w:r>
    </w:p>
    <w:p w:rsidR="007B6A46" w:rsidRDefault="007B6A46" w:rsidP="007B6A46">
      <w:r>
        <w:t>409.4370</w:t>
      </w:r>
      <w:r>
        <w:tab/>
        <w:t>2.025e0</w:t>
      </w:r>
    </w:p>
    <w:p w:rsidR="007B6A46" w:rsidRDefault="007B6A46" w:rsidP="007B6A46">
      <w:r>
        <w:t>409.5507</w:t>
      </w:r>
      <w:r>
        <w:tab/>
        <w:t>1.013e0</w:t>
      </w:r>
    </w:p>
    <w:p w:rsidR="007B6A46" w:rsidRDefault="007B6A46" w:rsidP="007B6A46">
      <w:r>
        <w:t>409.6157</w:t>
      </w:r>
      <w:r>
        <w:tab/>
        <w:t>1.013e0</w:t>
      </w:r>
    </w:p>
    <w:p w:rsidR="007B6A46" w:rsidRDefault="007B6A46" w:rsidP="007B6A46">
      <w:r>
        <w:t>409.7747</w:t>
      </w:r>
      <w:r>
        <w:tab/>
        <w:t>1.013e0</w:t>
      </w:r>
    </w:p>
    <w:p w:rsidR="007B6A46" w:rsidRDefault="007B6A46" w:rsidP="007B6A46">
      <w:r>
        <w:t>409.8246</w:t>
      </w:r>
      <w:r>
        <w:tab/>
        <w:t>1.013e0</w:t>
      </w:r>
    </w:p>
    <w:p w:rsidR="007B6A46" w:rsidRDefault="007B6A46" w:rsidP="007B6A46">
      <w:r>
        <w:t>409.8470</w:t>
      </w:r>
      <w:r>
        <w:tab/>
        <w:t>1.013e0</w:t>
      </w:r>
    </w:p>
    <w:p w:rsidR="007B6A46" w:rsidRDefault="007B6A46" w:rsidP="007B6A46">
      <w:r>
        <w:t>409.8752</w:t>
      </w:r>
      <w:r>
        <w:tab/>
        <w:t>1.013e0</w:t>
      </w:r>
    </w:p>
    <w:p w:rsidR="007B6A46" w:rsidRDefault="007B6A46" w:rsidP="007B6A46">
      <w:r>
        <w:t>409.9282</w:t>
      </w:r>
      <w:r>
        <w:tab/>
        <w:t>1.013e0</w:t>
      </w:r>
    </w:p>
    <w:p w:rsidR="007B6A46" w:rsidRDefault="007B6A46" w:rsidP="007B6A46">
      <w:r>
        <w:t>409.9496</w:t>
      </w:r>
      <w:r>
        <w:tab/>
        <w:t>1.013e0</w:t>
      </w:r>
    </w:p>
    <w:p w:rsidR="007B6A46" w:rsidRDefault="007B6A46" w:rsidP="007B6A46">
      <w:r>
        <w:t>409.9548</w:t>
      </w:r>
      <w:r>
        <w:tab/>
        <w:t>1.013e0</w:t>
      </w:r>
    </w:p>
    <w:p w:rsidR="007B6A46" w:rsidRDefault="007B6A46" w:rsidP="007B6A46">
      <w:r>
        <w:t>409.9992</w:t>
      </w:r>
      <w:r>
        <w:tab/>
        <w:t>2.025e0</w:t>
      </w:r>
    </w:p>
    <w:p w:rsidR="007B6A46" w:rsidRDefault="007B6A46" w:rsidP="007B6A46">
      <w:r>
        <w:t>410.0051</w:t>
      </w:r>
      <w:r>
        <w:tab/>
        <w:t>3.038e0</w:t>
      </w:r>
    </w:p>
    <w:p w:rsidR="007B6A46" w:rsidRDefault="007B6A46" w:rsidP="007B6A46">
      <w:r>
        <w:t>410.0307</w:t>
      </w:r>
      <w:r>
        <w:tab/>
        <w:t>1.013e0</w:t>
      </w:r>
    </w:p>
    <w:p w:rsidR="007B6A46" w:rsidRDefault="007B6A46" w:rsidP="007B6A46">
      <w:r>
        <w:lastRenderedPageBreak/>
        <w:t>410.0528</w:t>
      </w:r>
      <w:r>
        <w:tab/>
        <w:t>1.013e0</w:t>
      </w:r>
    </w:p>
    <w:p w:rsidR="007B6A46" w:rsidRDefault="007B6A46" w:rsidP="007B6A46">
      <w:r>
        <w:t>410.0698</w:t>
      </w:r>
      <w:r>
        <w:tab/>
        <w:t>1.013e0</w:t>
      </w:r>
    </w:p>
    <w:p w:rsidR="007B6A46" w:rsidRDefault="007B6A46" w:rsidP="007B6A46">
      <w:r>
        <w:t>410.0856</w:t>
      </w:r>
      <w:r>
        <w:tab/>
        <w:t>1.013e0</w:t>
      </w:r>
    </w:p>
    <w:p w:rsidR="007B6A46" w:rsidRDefault="007B6A46" w:rsidP="007B6A46">
      <w:r>
        <w:t>410.0937</w:t>
      </w:r>
      <w:r>
        <w:tab/>
        <w:t>2.025e0</w:t>
      </w:r>
    </w:p>
    <w:p w:rsidR="007B6A46" w:rsidRDefault="007B6A46" w:rsidP="007B6A46">
      <w:r>
        <w:t>410.1169</w:t>
      </w:r>
      <w:r>
        <w:tab/>
        <w:t>1.013e0</w:t>
      </w:r>
    </w:p>
    <w:p w:rsidR="007B6A46" w:rsidRDefault="007B6A46" w:rsidP="007B6A46">
      <w:r>
        <w:t>410.1284</w:t>
      </w:r>
      <w:r>
        <w:tab/>
        <w:t>1.013e0</w:t>
      </w:r>
    </w:p>
    <w:p w:rsidR="007B6A46" w:rsidRDefault="007B6A46" w:rsidP="007B6A46">
      <w:r>
        <w:t>410.1376</w:t>
      </w:r>
      <w:r>
        <w:tab/>
        <w:t>1.013e0</w:t>
      </w:r>
    </w:p>
    <w:p w:rsidR="007B6A46" w:rsidRDefault="007B6A46" w:rsidP="007B6A46">
      <w:r>
        <w:t>410.2112</w:t>
      </w:r>
      <w:r>
        <w:tab/>
        <w:t>3.759e1</w:t>
      </w:r>
    </w:p>
    <w:p w:rsidR="007B6A46" w:rsidRDefault="007B6A46" w:rsidP="007B6A46">
      <w:r>
        <w:t>410.2142</w:t>
      </w:r>
      <w:r>
        <w:tab/>
        <w:t>4.152e1</w:t>
      </w:r>
    </w:p>
    <w:p w:rsidR="007B6A46" w:rsidRDefault="007B6A46" w:rsidP="007B6A46">
      <w:r>
        <w:t>410.2188</w:t>
      </w:r>
      <w:r>
        <w:tab/>
        <w:t>1.924e1</w:t>
      </w:r>
    </w:p>
    <w:p w:rsidR="007B6A46" w:rsidRDefault="007B6A46" w:rsidP="007B6A46">
      <w:r>
        <w:t>410.2234</w:t>
      </w:r>
      <w:r>
        <w:tab/>
        <w:t>3.038e1</w:t>
      </w:r>
    </w:p>
    <w:p w:rsidR="007B6A46" w:rsidRDefault="007B6A46" w:rsidP="007B6A46">
      <w:r>
        <w:t>410.2469</w:t>
      </w:r>
      <w:r>
        <w:tab/>
        <w:t>6.076e0</w:t>
      </w:r>
    </w:p>
    <w:p w:rsidR="007B6A46" w:rsidRDefault="007B6A46" w:rsidP="007B6A46">
      <w:r>
        <w:t>410.3056</w:t>
      </w:r>
      <w:r>
        <w:tab/>
        <w:t>2.025e0</w:t>
      </w:r>
    </w:p>
    <w:p w:rsidR="007B6A46" w:rsidRDefault="007B6A46" w:rsidP="007B6A46">
      <w:r>
        <w:t>410.3297</w:t>
      </w:r>
      <w:r>
        <w:tab/>
        <w:t>3.038e0</w:t>
      </w:r>
    </w:p>
    <w:p w:rsidR="007B6A46" w:rsidRDefault="007B6A46" w:rsidP="007B6A46">
      <w:r>
        <w:t>410.3330</w:t>
      </w:r>
      <w:r>
        <w:tab/>
        <w:t>2.025e0</w:t>
      </w:r>
    </w:p>
    <w:p w:rsidR="007B6A46" w:rsidRDefault="007B6A46" w:rsidP="007B6A46">
      <w:r>
        <w:t>410.3750</w:t>
      </w:r>
      <w:r>
        <w:tab/>
        <w:t>2.025e0</w:t>
      </w:r>
    </w:p>
    <w:p w:rsidR="007B6A46" w:rsidRDefault="007B6A46" w:rsidP="007B6A46">
      <w:r>
        <w:t>410.3904</w:t>
      </w:r>
      <w:r>
        <w:tab/>
        <w:t>1.013e0</w:t>
      </w:r>
    </w:p>
    <w:p w:rsidR="007B6A46" w:rsidRDefault="007B6A46" w:rsidP="007B6A46">
      <w:r>
        <w:t>410.3943</w:t>
      </w:r>
      <w:r>
        <w:tab/>
        <w:t>3.038e0</w:t>
      </w:r>
    </w:p>
    <w:p w:rsidR="007B6A46" w:rsidRDefault="007B6A46" w:rsidP="007B6A46">
      <w:r>
        <w:t>410.4226</w:t>
      </w:r>
      <w:r>
        <w:tab/>
        <w:t>3.038e0</w:t>
      </w:r>
    </w:p>
    <w:p w:rsidR="007B6A46" w:rsidRDefault="007B6A46" w:rsidP="007B6A46">
      <w:r>
        <w:lastRenderedPageBreak/>
        <w:t>410.4721</w:t>
      </w:r>
      <w:r>
        <w:tab/>
        <w:t>1.013e0</w:t>
      </w:r>
    </w:p>
    <w:p w:rsidR="007B6A46" w:rsidRDefault="007B6A46" w:rsidP="007B6A46">
      <w:r>
        <w:t>410.4764</w:t>
      </w:r>
      <w:r>
        <w:tab/>
        <w:t>1.013e0</w:t>
      </w:r>
    </w:p>
    <w:p w:rsidR="007B6A46" w:rsidRDefault="007B6A46" w:rsidP="007B6A46">
      <w:r>
        <w:t>410.5415</w:t>
      </w:r>
      <w:r>
        <w:tab/>
        <w:t>1.013e0</w:t>
      </w:r>
    </w:p>
    <w:p w:rsidR="007B6A46" w:rsidRDefault="007B6A46" w:rsidP="007B6A46">
      <w:r>
        <w:t>410.6224</w:t>
      </w:r>
      <w:r>
        <w:tab/>
        <w:t>1.013e0</w:t>
      </w:r>
    </w:p>
    <w:p w:rsidR="007B6A46" w:rsidRDefault="007B6A46" w:rsidP="007B6A46">
      <w:r>
        <w:t>410.6930</w:t>
      </w:r>
      <w:r>
        <w:tab/>
        <w:t>1.013e0</w:t>
      </w:r>
    </w:p>
    <w:p w:rsidR="007B6A46" w:rsidRDefault="007B6A46" w:rsidP="007B6A46">
      <w:r>
        <w:t>410.8325</w:t>
      </w:r>
      <w:r>
        <w:tab/>
        <w:t>1.013e0</w:t>
      </w:r>
    </w:p>
    <w:p w:rsidR="007B6A46" w:rsidRDefault="007B6A46" w:rsidP="007B6A46">
      <w:r>
        <w:t>410.8457</w:t>
      </w:r>
      <w:r>
        <w:tab/>
        <w:t>1.013e0</w:t>
      </w:r>
    </w:p>
    <w:p w:rsidR="007B6A46" w:rsidRDefault="007B6A46" w:rsidP="007B6A46">
      <w:r>
        <w:t>410.8885</w:t>
      </w:r>
      <w:r>
        <w:tab/>
        <w:t>1.013e0</w:t>
      </w:r>
    </w:p>
    <w:p w:rsidR="007B6A46" w:rsidRDefault="007B6A46" w:rsidP="007B6A46">
      <w:r>
        <w:t>410.8897</w:t>
      </w:r>
      <w:r>
        <w:tab/>
        <w:t>3.038e0</w:t>
      </w:r>
    </w:p>
    <w:p w:rsidR="007B6A46" w:rsidRDefault="007B6A46" w:rsidP="007B6A46">
      <w:r>
        <w:t>410.9108</w:t>
      </w:r>
      <w:r>
        <w:tab/>
        <w:t>1.013e0</w:t>
      </w:r>
    </w:p>
    <w:p w:rsidR="007B6A46" w:rsidRDefault="007B6A46" w:rsidP="007B6A46">
      <w:r>
        <w:t>410.9337</w:t>
      </w:r>
      <w:r>
        <w:tab/>
        <w:t>2.025e0</w:t>
      </w:r>
    </w:p>
    <w:p w:rsidR="007B6A46" w:rsidRDefault="007B6A46" w:rsidP="007B6A46">
      <w:r>
        <w:t>410.9636</w:t>
      </w:r>
      <w:r>
        <w:tab/>
        <w:t>3.038e0</w:t>
      </w:r>
    </w:p>
    <w:p w:rsidR="007B6A46" w:rsidRDefault="007B6A46" w:rsidP="007B6A46">
      <w:r>
        <w:t>410.9760</w:t>
      </w:r>
      <w:r>
        <w:tab/>
        <w:t>2.025e0</w:t>
      </w:r>
    </w:p>
    <w:p w:rsidR="007B6A46" w:rsidRDefault="007B6A46" w:rsidP="007B6A46">
      <w:r>
        <w:t>410.9785</w:t>
      </w:r>
      <w:r>
        <w:tab/>
        <w:t>1.013e0</w:t>
      </w:r>
    </w:p>
    <w:p w:rsidR="007B6A46" w:rsidRDefault="007B6A46" w:rsidP="007B6A46">
      <w:r>
        <w:t>410.9907</w:t>
      </w:r>
      <w:r>
        <w:tab/>
        <w:t>1.013e0</w:t>
      </w:r>
    </w:p>
    <w:p w:rsidR="007B6A46" w:rsidRDefault="007B6A46" w:rsidP="007B6A46">
      <w:r>
        <w:t>411.0388</w:t>
      </w:r>
      <w:r>
        <w:tab/>
        <w:t>1.013e0</w:t>
      </w:r>
    </w:p>
    <w:p w:rsidR="007B6A46" w:rsidRDefault="007B6A46" w:rsidP="007B6A46">
      <w:r>
        <w:t>411.0486</w:t>
      </w:r>
      <w:r>
        <w:tab/>
        <w:t>1.013e0</w:t>
      </w:r>
    </w:p>
    <w:p w:rsidR="007B6A46" w:rsidRDefault="007B6A46" w:rsidP="007B6A46">
      <w:r>
        <w:t>411.1224</w:t>
      </w:r>
      <w:r>
        <w:tab/>
        <w:t>3.038e0</w:t>
      </w:r>
    </w:p>
    <w:p w:rsidR="007B6A46" w:rsidRDefault="007B6A46" w:rsidP="007B6A46">
      <w:r>
        <w:t>411.1422</w:t>
      </w:r>
      <w:r>
        <w:tab/>
        <w:t>1.013e0</w:t>
      </w:r>
    </w:p>
    <w:p w:rsidR="007B6A46" w:rsidRDefault="007B6A46" w:rsidP="007B6A46">
      <w:r>
        <w:lastRenderedPageBreak/>
        <w:t>411.1446</w:t>
      </w:r>
      <w:r>
        <w:tab/>
        <w:t>3.038e0</w:t>
      </w:r>
    </w:p>
    <w:p w:rsidR="007B6A46" w:rsidRDefault="007B6A46" w:rsidP="007B6A46">
      <w:r>
        <w:t>411.1795</w:t>
      </w:r>
      <w:r>
        <w:tab/>
        <w:t>3.688e0</w:t>
      </w:r>
    </w:p>
    <w:p w:rsidR="007B6A46" w:rsidRDefault="007B6A46" w:rsidP="007B6A46">
      <w:r>
        <w:t>411.2140</w:t>
      </w:r>
      <w:r>
        <w:tab/>
        <w:t>1.084e1</w:t>
      </w:r>
    </w:p>
    <w:p w:rsidR="007B6A46" w:rsidRDefault="007B6A46" w:rsidP="007B6A46">
      <w:r>
        <w:t>411.2178</w:t>
      </w:r>
      <w:r>
        <w:tab/>
        <w:t>5.063e0</w:t>
      </w:r>
    </w:p>
    <w:p w:rsidR="007B6A46" w:rsidRDefault="007B6A46" w:rsidP="007B6A46">
      <w:r>
        <w:t>411.2206</w:t>
      </w:r>
      <w:r>
        <w:tab/>
        <w:t>8.101e0</w:t>
      </w:r>
    </w:p>
    <w:p w:rsidR="007B6A46" w:rsidRDefault="007B6A46" w:rsidP="007B6A46">
      <w:r>
        <w:t>411.2227</w:t>
      </w:r>
      <w:r>
        <w:tab/>
        <w:t>1.215e1</w:t>
      </w:r>
    </w:p>
    <w:p w:rsidR="007B6A46" w:rsidRDefault="007B6A46" w:rsidP="007B6A46">
      <w:r>
        <w:t>411.2286</w:t>
      </w:r>
      <w:r>
        <w:tab/>
        <w:t>3.038e0</w:t>
      </w:r>
    </w:p>
    <w:p w:rsidR="007B6A46" w:rsidRDefault="007B6A46" w:rsidP="007B6A46">
      <w:r>
        <w:t>411.3643</w:t>
      </w:r>
      <w:r>
        <w:tab/>
        <w:t>5.063e0</w:t>
      </w:r>
    </w:p>
    <w:p w:rsidR="007B6A46" w:rsidRDefault="007B6A46" w:rsidP="007B6A46">
      <w:r>
        <w:t>411.3844</w:t>
      </w:r>
      <w:r>
        <w:tab/>
        <w:t>4.051e0</w:t>
      </w:r>
    </w:p>
    <w:p w:rsidR="007B6A46" w:rsidRDefault="007B6A46" w:rsidP="007B6A46">
      <w:r>
        <w:t>411.3981</w:t>
      </w:r>
      <w:r>
        <w:tab/>
        <w:t>1.013e0</w:t>
      </w:r>
    </w:p>
    <w:p w:rsidR="007B6A46" w:rsidRDefault="007B6A46" w:rsidP="007B6A46">
      <w:r>
        <w:t>411.4693</w:t>
      </w:r>
      <w:r>
        <w:tab/>
        <w:t>1.013e0</w:t>
      </w:r>
    </w:p>
    <w:p w:rsidR="007B6A46" w:rsidRDefault="007B6A46" w:rsidP="007B6A46">
      <w:r>
        <w:t>411.5055</w:t>
      </w:r>
      <w:r>
        <w:tab/>
        <w:t>1.013e0</w:t>
      </w:r>
    </w:p>
    <w:p w:rsidR="007B6A46" w:rsidRDefault="007B6A46" w:rsidP="007B6A46">
      <w:r>
        <w:t>411.5500</w:t>
      </w:r>
      <w:r>
        <w:tab/>
        <w:t>2.025e0</w:t>
      </w:r>
    </w:p>
    <w:p w:rsidR="007B6A46" w:rsidRDefault="007B6A46" w:rsidP="007B6A46">
      <w:r>
        <w:t>411.5709</w:t>
      </w:r>
      <w:r>
        <w:tab/>
        <w:t>2.025e0</w:t>
      </w:r>
    </w:p>
    <w:p w:rsidR="007B6A46" w:rsidRDefault="007B6A46" w:rsidP="007B6A46">
      <w:r>
        <w:t>411.5995</w:t>
      </w:r>
      <w:r>
        <w:tab/>
        <w:t>2.025e0</w:t>
      </w:r>
    </w:p>
    <w:p w:rsidR="007B6A46" w:rsidRDefault="007B6A46" w:rsidP="007B6A46">
      <w:r>
        <w:t>411.6646</w:t>
      </w:r>
      <w:r>
        <w:tab/>
        <w:t>1.013e0</w:t>
      </w:r>
    </w:p>
    <w:p w:rsidR="007B6A46" w:rsidRDefault="007B6A46" w:rsidP="007B6A46">
      <w:r>
        <w:t>411.7078</w:t>
      </w:r>
      <w:r>
        <w:tab/>
        <w:t>1.013e0</w:t>
      </w:r>
    </w:p>
    <w:p w:rsidR="007B6A46" w:rsidRDefault="007B6A46" w:rsidP="007B6A46">
      <w:r>
        <w:t>411.7596</w:t>
      </w:r>
      <w:r>
        <w:tab/>
        <w:t>1.013e0</w:t>
      </w:r>
    </w:p>
    <w:p w:rsidR="007B6A46" w:rsidRDefault="007B6A46" w:rsidP="007B6A46">
      <w:r>
        <w:t>411.7724</w:t>
      </w:r>
      <w:r>
        <w:tab/>
        <w:t>1.013e0</w:t>
      </w:r>
    </w:p>
    <w:p w:rsidR="007B6A46" w:rsidRDefault="007B6A46" w:rsidP="007B6A46">
      <w:r>
        <w:lastRenderedPageBreak/>
        <w:t>411.7931</w:t>
      </w:r>
      <w:r>
        <w:tab/>
        <w:t>1.013e0</w:t>
      </w:r>
    </w:p>
    <w:p w:rsidR="007B6A46" w:rsidRDefault="007B6A46" w:rsidP="007B6A46">
      <w:r>
        <w:t>411.9275</w:t>
      </w:r>
      <w:r>
        <w:tab/>
        <w:t>2.025e0</w:t>
      </w:r>
    </w:p>
    <w:p w:rsidR="007B6A46" w:rsidRDefault="007B6A46" w:rsidP="007B6A46">
      <w:r>
        <w:t>411.9477</w:t>
      </w:r>
      <w:r>
        <w:tab/>
        <w:t>1.013e0</w:t>
      </w:r>
    </w:p>
    <w:p w:rsidR="007B6A46" w:rsidRDefault="007B6A46" w:rsidP="007B6A46">
      <w:r>
        <w:t>411.9556</w:t>
      </w:r>
      <w:r>
        <w:tab/>
        <w:t>1.013e0</w:t>
      </w:r>
    </w:p>
    <w:p w:rsidR="007B6A46" w:rsidRDefault="007B6A46" w:rsidP="007B6A46">
      <w:r>
        <w:t>411.9612</w:t>
      </w:r>
      <w:r>
        <w:tab/>
        <w:t>1.013e0</w:t>
      </w:r>
    </w:p>
    <w:p w:rsidR="007B6A46" w:rsidRDefault="007B6A46" w:rsidP="007B6A46">
      <w:r>
        <w:t>411.9774</w:t>
      </w:r>
      <w:r>
        <w:tab/>
        <w:t>1.013e0</w:t>
      </w:r>
    </w:p>
    <w:p w:rsidR="007B6A46" w:rsidRDefault="007B6A46" w:rsidP="007B6A46">
      <w:r>
        <w:t>412.0234</w:t>
      </w:r>
      <w:r>
        <w:tab/>
        <w:t>2.025e0</w:t>
      </w:r>
    </w:p>
    <w:p w:rsidR="007B6A46" w:rsidRDefault="007B6A46" w:rsidP="007B6A46">
      <w:r>
        <w:t>412.0646</w:t>
      </w:r>
      <w:r>
        <w:tab/>
        <w:t>1.013e0</w:t>
      </w:r>
    </w:p>
    <w:p w:rsidR="007B6A46" w:rsidRDefault="007B6A46" w:rsidP="007B6A46">
      <w:r>
        <w:t>412.1118</w:t>
      </w:r>
      <w:r>
        <w:tab/>
        <w:t>2.025e0</w:t>
      </w:r>
    </w:p>
    <w:p w:rsidR="007B6A46" w:rsidRDefault="007B6A46" w:rsidP="007B6A46">
      <w:r>
        <w:t>412.1191</w:t>
      </w:r>
      <w:r>
        <w:tab/>
        <w:t>2.025e0</w:t>
      </w:r>
    </w:p>
    <w:p w:rsidR="007B6A46" w:rsidRDefault="007B6A46" w:rsidP="007B6A46">
      <w:r>
        <w:t>412.1411</w:t>
      </w:r>
      <w:r>
        <w:tab/>
        <w:t>2.025e0</w:t>
      </w:r>
    </w:p>
    <w:p w:rsidR="007B6A46" w:rsidRDefault="007B6A46" w:rsidP="007B6A46">
      <w:r>
        <w:t>412.1537</w:t>
      </w:r>
      <w:r>
        <w:tab/>
        <w:t>1.013e0</w:t>
      </w:r>
    </w:p>
    <w:p w:rsidR="007B6A46" w:rsidRDefault="007B6A46" w:rsidP="007B6A46">
      <w:r>
        <w:t>412.1900</w:t>
      </w:r>
      <w:r>
        <w:tab/>
        <w:t>3.485e0</w:t>
      </w:r>
    </w:p>
    <w:p w:rsidR="007B6A46" w:rsidRDefault="007B6A46" w:rsidP="007B6A46">
      <w:r>
        <w:t>412.1990</w:t>
      </w:r>
      <w:r>
        <w:tab/>
        <w:t>3.038e0</w:t>
      </w:r>
    </w:p>
    <w:p w:rsidR="007B6A46" w:rsidRDefault="007B6A46" w:rsidP="007B6A46">
      <w:r>
        <w:t>412.2184</w:t>
      </w:r>
      <w:r>
        <w:tab/>
        <w:t>8.101e0</w:t>
      </w:r>
    </w:p>
    <w:p w:rsidR="007B6A46" w:rsidRDefault="007B6A46" w:rsidP="007B6A46">
      <w:r>
        <w:t>412.2238</w:t>
      </w:r>
      <w:r>
        <w:tab/>
        <w:t>1.013e0</w:t>
      </w:r>
    </w:p>
    <w:p w:rsidR="007B6A46" w:rsidRDefault="007B6A46" w:rsidP="007B6A46">
      <w:r>
        <w:t>412.2474</w:t>
      </w:r>
      <w:r>
        <w:tab/>
        <w:t>2.902e0</w:t>
      </w:r>
    </w:p>
    <w:p w:rsidR="007B6A46" w:rsidRDefault="007B6A46" w:rsidP="007B6A46">
      <w:r>
        <w:t>412.2517</w:t>
      </w:r>
      <w:r>
        <w:tab/>
        <w:t>4.051e0</w:t>
      </w:r>
    </w:p>
    <w:p w:rsidR="007B6A46" w:rsidRDefault="007B6A46" w:rsidP="007B6A46">
      <w:r>
        <w:t>412.2953</w:t>
      </w:r>
      <w:r>
        <w:tab/>
        <w:t>1.013e0</w:t>
      </w:r>
    </w:p>
    <w:p w:rsidR="007B6A46" w:rsidRDefault="007B6A46" w:rsidP="007B6A46">
      <w:r>
        <w:lastRenderedPageBreak/>
        <w:t>412.3044</w:t>
      </w:r>
      <w:r>
        <w:tab/>
        <w:t>1.013e0</w:t>
      </w:r>
    </w:p>
    <w:p w:rsidR="007B6A46" w:rsidRDefault="007B6A46" w:rsidP="007B6A46">
      <w:r>
        <w:t>412.3331</w:t>
      </w:r>
      <w:r>
        <w:tab/>
        <w:t>2.025e0</w:t>
      </w:r>
    </w:p>
    <w:p w:rsidR="007B6A46" w:rsidRDefault="007B6A46" w:rsidP="007B6A46">
      <w:r>
        <w:t>412.3815</w:t>
      </w:r>
      <w:r>
        <w:tab/>
        <w:t>1.013e0</w:t>
      </w:r>
    </w:p>
    <w:p w:rsidR="007B6A46" w:rsidRDefault="007B6A46" w:rsidP="007B6A46">
      <w:r>
        <w:t>412.3891</w:t>
      </w:r>
      <w:r>
        <w:tab/>
        <w:t>2.025e0</w:t>
      </w:r>
    </w:p>
    <w:p w:rsidR="007B6A46" w:rsidRDefault="007B6A46" w:rsidP="007B6A46">
      <w:r>
        <w:t>412.4023</w:t>
      </w:r>
      <w:r>
        <w:tab/>
        <w:t>1.013e0</w:t>
      </w:r>
    </w:p>
    <w:p w:rsidR="007B6A46" w:rsidRDefault="007B6A46" w:rsidP="007B6A46">
      <w:r>
        <w:t>412.4634</w:t>
      </w:r>
      <w:r>
        <w:tab/>
        <w:t>1.013e0</w:t>
      </w:r>
    </w:p>
    <w:p w:rsidR="007B6A46" w:rsidRDefault="007B6A46" w:rsidP="007B6A46">
      <w:r>
        <w:t>412.5313</w:t>
      </w:r>
      <w:r>
        <w:tab/>
        <w:t>1.013e0</w:t>
      </w:r>
    </w:p>
    <w:p w:rsidR="007B6A46" w:rsidRDefault="007B6A46" w:rsidP="007B6A46">
      <w:r>
        <w:t>412.6774</w:t>
      </w:r>
      <w:r>
        <w:tab/>
        <w:t>1.013e0</w:t>
      </w:r>
    </w:p>
    <w:p w:rsidR="007B6A46" w:rsidRDefault="007B6A46" w:rsidP="007B6A46">
      <w:r>
        <w:t>412.6942</w:t>
      </w:r>
      <w:r>
        <w:tab/>
        <w:t>1.013e0</w:t>
      </w:r>
    </w:p>
    <w:p w:rsidR="007B6A46" w:rsidRDefault="007B6A46" w:rsidP="007B6A46">
      <w:r>
        <w:t>412.7163</w:t>
      </w:r>
      <w:r>
        <w:tab/>
        <w:t>1.013e0</w:t>
      </w:r>
    </w:p>
    <w:p w:rsidR="007B6A46" w:rsidRDefault="007B6A46" w:rsidP="007B6A46">
      <w:r>
        <w:t>412.7201</w:t>
      </w:r>
      <w:r>
        <w:tab/>
        <w:t>1.013e0</w:t>
      </w:r>
    </w:p>
    <w:p w:rsidR="007B6A46" w:rsidRDefault="007B6A46" w:rsidP="007B6A46">
      <w:r>
        <w:t>412.8190</w:t>
      </w:r>
      <w:r>
        <w:tab/>
        <w:t>1.013e0</w:t>
      </w:r>
    </w:p>
    <w:p w:rsidR="007B6A46" w:rsidRDefault="007B6A46" w:rsidP="007B6A46">
      <w:r>
        <w:t>412.8499</w:t>
      </w:r>
      <w:r>
        <w:tab/>
        <w:t>1.013e0</w:t>
      </w:r>
    </w:p>
    <w:p w:rsidR="007B6A46" w:rsidRDefault="007B6A46" w:rsidP="007B6A46">
      <w:r>
        <w:t>412.8834</w:t>
      </w:r>
      <w:r>
        <w:tab/>
        <w:t>2.025e0</w:t>
      </w:r>
    </w:p>
    <w:p w:rsidR="007B6A46" w:rsidRDefault="007B6A46" w:rsidP="007B6A46">
      <w:r>
        <w:t>412.9008</w:t>
      </w:r>
      <w:r>
        <w:tab/>
        <w:t>3.038e0</w:t>
      </w:r>
    </w:p>
    <w:p w:rsidR="007B6A46" w:rsidRDefault="007B6A46" w:rsidP="007B6A46">
      <w:r>
        <w:t>412.9694</w:t>
      </w:r>
      <w:r>
        <w:tab/>
        <w:t>1.013e0</w:t>
      </w:r>
    </w:p>
    <w:p w:rsidR="007B6A46" w:rsidRDefault="007B6A46" w:rsidP="007B6A46">
      <w:r>
        <w:t>413.0015</w:t>
      </w:r>
      <w:r>
        <w:tab/>
        <w:t>2.025e0</w:t>
      </w:r>
    </w:p>
    <w:p w:rsidR="007B6A46" w:rsidRDefault="007B6A46" w:rsidP="007B6A46">
      <w:r>
        <w:t>413.0166</w:t>
      </w:r>
      <w:r>
        <w:tab/>
        <w:t>1.013e0</w:t>
      </w:r>
    </w:p>
    <w:p w:rsidR="007B6A46" w:rsidRDefault="007B6A46" w:rsidP="007B6A46">
      <w:r>
        <w:t>413.0549</w:t>
      </w:r>
      <w:r>
        <w:tab/>
        <w:t>1.013e0</w:t>
      </w:r>
    </w:p>
    <w:p w:rsidR="007B6A46" w:rsidRDefault="007B6A46" w:rsidP="007B6A46">
      <w:r>
        <w:lastRenderedPageBreak/>
        <w:t>413.1490</w:t>
      </w:r>
      <w:r>
        <w:tab/>
        <w:t>2.025e0</w:t>
      </w:r>
    </w:p>
    <w:p w:rsidR="007B6A46" w:rsidRDefault="007B6A46" w:rsidP="007B6A46">
      <w:r>
        <w:t>413.1696</w:t>
      </w:r>
      <w:r>
        <w:tab/>
        <w:t>1.013e0</w:t>
      </w:r>
    </w:p>
    <w:p w:rsidR="007B6A46" w:rsidRDefault="007B6A46" w:rsidP="007B6A46">
      <w:r>
        <w:t>413.1790</w:t>
      </w:r>
      <w:r>
        <w:tab/>
        <w:t>1.013e0</w:t>
      </w:r>
    </w:p>
    <w:p w:rsidR="007B6A46" w:rsidRDefault="007B6A46" w:rsidP="007B6A46">
      <w:r>
        <w:t>413.2066</w:t>
      </w:r>
      <w:r>
        <w:tab/>
        <w:t>1.013e0</w:t>
      </w:r>
    </w:p>
    <w:p w:rsidR="007B6A46" w:rsidRDefault="007B6A46" w:rsidP="007B6A46">
      <w:r>
        <w:t>413.2205</w:t>
      </w:r>
      <w:r>
        <w:tab/>
        <w:t>2.025e0</w:t>
      </w:r>
    </w:p>
    <w:p w:rsidR="007B6A46" w:rsidRDefault="007B6A46" w:rsidP="007B6A46">
      <w:r>
        <w:t>413.2357</w:t>
      </w:r>
      <w:r>
        <w:tab/>
        <w:t>2.025e0</w:t>
      </w:r>
    </w:p>
    <w:p w:rsidR="007B6A46" w:rsidRDefault="007B6A46" w:rsidP="007B6A46">
      <w:r>
        <w:t>413.2503</w:t>
      </w:r>
      <w:r>
        <w:tab/>
        <w:t>1.013e0</w:t>
      </w:r>
    </w:p>
    <w:p w:rsidR="007B6A46" w:rsidRDefault="007B6A46" w:rsidP="007B6A46">
      <w:r>
        <w:t>413.2570</w:t>
      </w:r>
      <w:r>
        <w:tab/>
        <w:t>1.013e0</w:t>
      </w:r>
    </w:p>
    <w:p w:rsidR="007B6A46" w:rsidRDefault="007B6A46" w:rsidP="007B6A46">
      <w:r>
        <w:t>413.2676</w:t>
      </w:r>
      <w:r>
        <w:tab/>
        <w:t>2.025e0</w:t>
      </w:r>
    </w:p>
    <w:p w:rsidR="007B6A46" w:rsidRDefault="007B6A46" w:rsidP="007B6A46">
      <w:r>
        <w:t>413.2825</w:t>
      </w:r>
      <w:r>
        <w:tab/>
        <w:t>2.025e0</w:t>
      </w:r>
    </w:p>
    <w:p w:rsidR="007B6A46" w:rsidRDefault="007B6A46" w:rsidP="007B6A46">
      <w:r>
        <w:t>413.2934</w:t>
      </w:r>
      <w:r>
        <w:tab/>
        <w:t>1.013e0</w:t>
      </w:r>
    </w:p>
    <w:p w:rsidR="007B6A46" w:rsidRDefault="007B6A46" w:rsidP="007B6A46">
      <w:r>
        <w:t>413.3050</w:t>
      </w:r>
      <w:r>
        <w:tab/>
        <w:t>2.025e0</w:t>
      </w:r>
    </w:p>
    <w:p w:rsidR="007B6A46" w:rsidRDefault="007B6A46" w:rsidP="007B6A46">
      <w:r>
        <w:t>413.3304</w:t>
      </w:r>
      <w:r>
        <w:tab/>
        <w:t>1.013e0</w:t>
      </w:r>
    </w:p>
    <w:p w:rsidR="007B6A46" w:rsidRDefault="007B6A46" w:rsidP="007B6A46">
      <w:r>
        <w:t>413.3416</w:t>
      </w:r>
      <w:r>
        <w:tab/>
        <w:t>2.025e0</w:t>
      </w:r>
    </w:p>
    <w:p w:rsidR="007B6A46" w:rsidRDefault="007B6A46" w:rsidP="007B6A46">
      <w:r>
        <w:t>413.3678</w:t>
      </w:r>
      <w:r>
        <w:tab/>
        <w:t>1.013e0</w:t>
      </w:r>
    </w:p>
    <w:p w:rsidR="007B6A46" w:rsidRDefault="007B6A46" w:rsidP="007B6A46">
      <w:r>
        <w:t>413.3960</w:t>
      </w:r>
      <w:r>
        <w:tab/>
        <w:t>1.013e0</w:t>
      </w:r>
    </w:p>
    <w:p w:rsidR="007B6A46" w:rsidRDefault="007B6A46" w:rsidP="007B6A46">
      <w:r>
        <w:t>413.4609</w:t>
      </w:r>
      <w:r>
        <w:tab/>
        <w:t>1.013e0</w:t>
      </w:r>
    </w:p>
    <w:p w:rsidR="007B6A46" w:rsidRDefault="007B6A46" w:rsidP="007B6A46">
      <w:r>
        <w:t>413.5709</w:t>
      </w:r>
      <w:r>
        <w:tab/>
        <w:t>1.013e0</w:t>
      </w:r>
    </w:p>
    <w:p w:rsidR="007B6A46" w:rsidRDefault="007B6A46" w:rsidP="007B6A46">
      <w:r>
        <w:t>413.6565</w:t>
      </w:r>
      <w:r>
        <w:tab/>
        <w:t>2.025e0</w:t>
      </w:r>
    </w:p>
    <w:p w:rsidR="007B6A46" w:rsidRDefault="007B6A46" w:rsidP="007B6A46">
      <w:r>
        <w:lastRenderedPageBreak/>
        <w:t>413.7603</w:t>
      </w:r>
      <w:r>
        <w:tab/>
        <w:t>1.013e0</w:t>
      </w:r>
    </w:p>
    <w:p w:rsidR="007B6A46" w:rsidRDefault="007B6A46" w:rsidP="007B6A46">
      <w:r>
        <w:t>413.7710</w:t>
      </w:r>
      <w:r>
        <w:tab/>
        <w:t>2.025e0</w:t>
      </w:r>
    </w:p>
    <w:p w:rsidR="007B6A46" w:rsidRDefault="007B6A46" w:rsidP="007B6A46">
      <w:r>
        <w:t>413.8708</w:t>
      </w:r>
      <w:r>
        <w:tab/>
        <w:t>1.013e0</w:t>
      </w:r>
    </w:p>
    <w:p w:rsidR="007B6A46" w:rsidRDefault="007B6A46" w:rsidP="007B6A46">
      <w:r>
        <w:t>413.8878</w:t>
      </w:r>
      <w:r>
        <w:tab/>
        <w:t>1.013e0</w:t>
      </w:r>
    </w:p>
    <w:p w:rsidR="007B6A46" w:rsidRDefault="007B6A46" w:rsidP="007B6A46">
      <w:r>
        <w:t>413.9277</w:t>
      </w:r>
      <w:r>
        <w:tab/>
        <w:t>1.013e0</w:t>
      </w:r>
    </w:p>
    <w:p w:rsidR="007B6A46" w:rsidRDefault="007B6A46" w:rsidP="007B6A46">
      <w:r>
        <w:t>413.9528</w:t>
      </w:r>
      <w:r>
        <w:tab/>
        <w:t>1.013e0</w:t>
      </w:r>
    </w:p>
    <w:p w:rsidR="007B6A46" w:rsidRDefault="007B6A46" w:rsidP="007B6A46">
      <w:r>
        <w:t>413.9641</w:t>
      </w:r>
      <w:r>
        <w:tab/>
        <w:t>1.013e0</w:t>
      </w:r>
    </w:p>
    <w:p w:rsidR="007B6A46" w:rsidRDefault="007B6A46" w:rsidP="007B6A46">
      <w:r>
        <w:t>413.9786</w:t>
      </w:r>
      <w:r>
        <w:tab/>
        <w:t>1.013e0</w:t>
      </w:r>
    </w:p>
    <w:p w:rsidR="007B6A46" w:rsidRDefault="007B6A46" w:rsidP="007B6A46">
      <w:r>
        <w:t>413.9866</w:t>
      </w:r>
      <w:r>
        <w:tab/>
        <w:t>1.013e0</w:t>
      </w:r>
    </w:p>
    <w:p w:rsidR="007B6A46" w:rsidRDefault="007B6A46" w:rsidP="007B6A46">
      <w:r>
        <w:t>414.0945</w:t>
      </w:r>
      <w:r>
        <w:tab/>
        <w:t>1.013e0</w:t>
      </w:r>
    </w:p>
    <w:p w:rsidR="007B6A46" w:rsidRDefault="007B6A46" w:rsidP="007B6A46">
      <w:r>
        <w:t>414.1643</w:t>
      </w:r>
      <w:r>
        <w:tab/>
        <w:t>2.025e0</w:t>
      </w:r>
    </w:p>
    <w:p w:rsidR="007B6A46" w:rsidRDefault="007B6A46" w:rsidP="007B6A46">
      <w:r>
        <w:t>414.2056</w:t>
      </w:r>
      <w:r>
        <w:tab/>
        <w:t>2.025e0</w:t>
      </w:r>
    </w:p>
    <w:p w:rsidR="007B6A46" w:rsidRDefault="007B6A46" w:rsidP="007B6A46">
      <w:r>
        <w:t>414.2560</w:t>
      </w:r>
      <w:r>
        <w:tab/>
        <w:t>1.013e0</w:t>
      </w:r>
    </w:p>
    <w:p w:rsidR="007B6A46" w:rsidRDefault="007B6A46" w:rsidP="007B6A46">
      <w:r>
        <w:t>414.2871</w:t>
      </w:r>
      <w:r>
        <w:tab/>
        <w:t>1.013e0</w:t>
      </w:r>
    </w:p>
    <w:p w:rsidR="007B6A46" w:rsidRDefault="007B6A46" w:rsidP="007B6A46">
      <w:r>
        <w:t>414.2927</w:t>
      </w:r>
      <w:r>
        <w:tab/>
        <w:t>2.025e0</w:t>
      </w:r>
    </w:p>
    <w:p w:rsidR="007B6A46" w:rsidRDefault="007B6A46" w:rsidP="007B6A46">
      <w:r>
        <w:t>414.3223</w:t>
      </w:r>
      <w:r>
        <w:tab/>
        <w:t>1.013e0</w:t>
      </w:r>
    </w:p>
    <w:p w:rsidR="007B6A46" w:rsidRDefault="007B6A46" w:rsidP="007B6A46">
      <w:r>
        <w:t>414.3585</w:t>
      </w:r>
      <w:r>
        <w:tab/>
        <w:t>2.025e0</w:t>
      </w:r>
    </w:p>
    <w:p w:rsidR="007B6A46" w:rsidRDefault="007B6A46" w:rsidP="007B6A46">
      <w:r>
        <w:t>414.4026</w:t>
      </w:r>
      <w:r>
        <w:tab/>
        <w:t>1.013e0</w:t>
      </w:r>
    </w:p>
    <w:p w:rsidR="007B6A46" w:rsidRDefault="007B6A46" w:rsidP="007B6A46">
      <w:r>
        <w:t>414.4936</w:t>
      </w:r>
      <w:r>
        <w:tab/>
        <w:t>1.013e0</w:t>
      </w:r>
    </w:p>
    <w:p w:rsidR="007B6A46" w:rsidRDefault="007B6A46" w:rsidP="007B6A46">
      <w:r>
        <w:lastRenderedPageBreak/>
        <w:t>414.5122</w:t>
      </w:r>
      <w:r>
        <w:tab/>
        <w:t>1.013e0</w:t>
      </w:r>
    </w:p>
    <w:p w:rsidR="007B6A46" w:rsidRDefault="007B6A46" w:rsidP="007B6A46">
      <w:r>
        <w:t>414.5213</w:t>
      </w:r>
      <w:r>
        <w:tab/>
        <w:t>3.038e0</w:t>
      </w:r>
    </w:p>
    <w:p w:rsidR="007B6A46" w:rsidRDefault="007B6A46" w:rsidP="007B6A46">
      <w:r>
        <w:t>414.5569</w:t>
      </w:r>
      <w:r>
        <w:tab/>
        <w:t>2.025e0</w:t>
      </w:r>
    </w:p>
    <w:p w:rsidR="007B6A46" w:rsidRDefault="007B6A46" w:rsidP="007B6A46">
      <w:r>
        <w:t>414.6942</w:t>
      </w:r>
      <w:r>
        <w:tab/>
        <w:t>1.013e0</w:t>
      </w:r>
    </w:p>
    <w:p w:rsidR="007B6A46" w:rsidRDefault="007B6A46" w:rsidP="007B6A46">
      <w:r>
        <w:t>414.7040</w:t>
      </w:r>
      <w:r>
        <w:tab/>
        <w:t>1.013e0</w:t>
      </w:r>
    </w:p>
    <w:p w:rsidR="007B6A46" w:rsidRDefault="007B6A46" w:rsidP="007B6A46">
      <w:r>
        <w:t>414.7437</w:t>
      </w:r>
      <w:r>
        <w:tab/>
        <w:t>1.013e0</w:t>
      </w:r>
    </w:p>
    <w:p w:rsidR="007B6A46" w:rsidRDefault="007B6A46" w:rsidP="007B6A46">
      <w:r>
        <w:t>414.8294</w:t>
      </w:r>
      <w:r>
        <w:tab/>
        <w:t>1.013e0</w:t>
      </w:r>
    </w:p>
    <w:p w:rsidR="007B6A46" w:rsidRDefault="007B6A46" w:rsidP="007B6A46">
      <w:r>
        <w:t>414.8995</w:t>
      </w:r>
      <w:r>
        <w:tab/>
        <w:t>1.013e0</w:t>
      </w:r>
    </w:p>
    <w:p w:rsidR="007B6A46" w:rsidRDefault="007B6A46" w:rsidP="007B6A46">
      <w:r>
        <w:t>414.9301</w:t>
      </w:r>
      <w:r>
        <w:tab/>
        <w:t>2.025e0</w:t>
      </w:r>
    </w:p>
    <w:p w:rsidR="007B6A46" w:rsidRDefault="007B6A46" w:rsidP="007B6A46">
      <w:r>
        <w:t>414.9622</w:t>
      </w:r>
      <w:r>
        <w:tab/>
        <w:t>2.025e0</w:t>
      </w:r>
    </w:p>
    <w:p w:rsidR="007B6A46" w:rsidRDefault="007B6A46" w:rsidP="007B6A46">
      <w:r>
        <w:t>415.0089</w:t>
      </w:r>
      <w:r>
        <w:tab/>
        <w:t>2.025e0</w:t>
      </w:r>
    </w:p>
    <w:p w:rsidR="007B6A46" w:rsidRDefault="007B6A46" w:rsidP="007B6A46">
      <w:r>
        <w:t>415.0560</w:t>
      </w:r>
      <w:r>
        <w:tab/>
        <w:t>3.038e0</w:t>
      </w:r>
    </w:p>
    <w:p w:rsidR="007B6A46" w:rsidRDefault="007B6A46" w:rsidP="007B6A46">
      <w:r>
        <w:t>415.0750</w:t>
      </w:r>
      <w:r>
        <w:tab/>
        <w:t>1.013e0</w:t>
      </w:r>
    </w:p>
    <w:p w:rsidR="007B6A46" w:rsidRDefault="007B6A46" w:rsidP="007B6A46">
      <w:r>
        <w:t>415.1554</w:t>
      </w:r>
      <w:r>
        <w:tab/>
        <w:t>2.025e0</w:t>
      </w:r>
    </w:p>
    <w:p w:rsidR="007B6A46" w:rsidRDefault="007B6A46" w:rsidP="007B6A46">
      <w:r>
        <w:t>415.1694</w:t>
      </w:r>
      <w:r>
        <w:tab/>
        <w:t>1.013e0</w:t>
      </w:r>
    </w:p>
    <w:p w:rsidR="007B6A46" w:rsidRDefault="007B6A46" w:rsidP="007B6A46">
      <w:r>
        <w:t>415.2286</w:t>
      </w:r>
      <w:r>
        <w:tab/>
        <w:t>1.013e0</w:t>
      </w:r>
    </w:p>
    <w:p w:rsidR="007B6A46" w:rsidRDefault="007B6A46" w:rsidP="007B6A46">
      <w:r>
        <w:t>415.2359</w:t>
      </w:r>
      <w:r>
        <w:tab/>
        <w:t>1.013e0</w:t>
      </w:r>
    </w:p>
    <w:p w:rsidR="007B6A46" w:rsidRDefault="007B6A46" w:rsidP="007B6A46">
      <w:r>
        <w:t>415.2443</w:t>
      </w:r>
      <w:r>
        <w:tab/>
        <w:t>2.025e0</w:t>
      </w:r>
    </w:p>
    <w:p w:rsidR="007B6A46" w:rsidRDefault="007B6A46" w:rsidP="007B6A46">
      <w:r>
        <w:t>415.2678</w:t>
      </w:r>
      <w:r>
        <w:tab/>
        <w:t>1.013e0</w:t>
      </w:r>
    </w:p>
    <w:p w:rsidR="007B6A46" w:rsidRDefault="007B6A46" w:rsidP="007B6A46">
      <w:r>
        <w:lastRenderedPageBreak/>
        <w:t>415.2883</w:t>
      </w:r>
      <w:r>
        <w:tab/>
        <w:t>4.051e0</w:t>
      </w:r>
    </w:p>
    <w:p w:rsidR="007B6A46" w:rsidRDefault="007B6A46" w:rsidP="007B6A46">
      <w:r>
        <w:t>415.3282</w:t>
      </w:r>
      <w:r>
        <w:tab/>
        <w:t>1.013e0</w:t>
      </w:r>
    </w:p>
    <w:p w:rsidR="007B6A46" w:rsidRDefault="007B6A46" w:rsidP="007B6A46">
      <w:r>
        <w:t>415.3676</w:t>
      </w:r>
      <w:r>
        <w:tab/>
        <w:t>1.013e0</w:t>
      </w:r>
    </w:p>
    <w:p w:rsidR="007B6A46" w:rsidRDefault="007B6A46" w:rsidP="007B6A46">
      <w:r>
        <w:t>415.3938</w:t>
      </w:r>
      <w:r>
        <w:tab/>
        <w:t>2.025e0</w:t>
      </w:r>
    </w:p>
    <w:p w:rsidR="007B6A46" w:rsidRDefault="007B6A46" w:rsidP="007B6A46">
      <w:r>
        <w:t>415.4780</w:t>
      </w:r>
      <w:r>
        <w:tab/>
        <w:t>1.013e0</w:t>
      </w:r>
    </w:p>
    <w:p w:rsidR="007B6A46" w:rsidRDefault="007B6A46" w:rsidP="007B6A46">
      <w:r>
        <w:t>415.5381</w:t>
      </w:r>
      <w:r>
        <w:tab/>
        <w:t>2.025e0</w:t>
      </w:r>
    </w:p>
    <w:p w:rsidR="007B6A46" w:rsidRDefault="007B6A46" w:rsidP="007B6A46">
      <w:r>
        <w:t>415.6158</w:t>
      </w:r>
      <w:r>
        <w:tab/>
        <w:t>1.013e0</w:t>
      </w:r>
    </w:p>
    <w:p w:rsidR="007B6A46" w:rsidRDefault="007B6A46" w:rsidP="007B6A46">
      <w:r>
        <w:t>415.7989</w:t>
      </w:r>
      <w:r>
        <w:tab/>
        <w:t>1.013e0</w:t>
      </w:r>
    </w:p>
    <w:p w:rsidR="007B6A46" w:rsidRDefault="007B6A46" w:rsidP="007B6A46">
      <w:r>
        <w:t>415.8694</w:t>
      </w:r>
      <w:r>
        <w:tab/>
        <w:t>1.013e0</w:t>
      </w:r>
    </w:p>
    <w:p w:rsidR="007B6A46" w:rsidRDefault="007B6A46" w:rsidP="007B6A46">
      <w:r>
        <w:t>415.9015</w:t>
      </w:r>
      <w:r>
        <w:tab/>
        <w:t>1.013e0</w:t>
      </w:r>
    </w:p>
    <w:p w:rsidR="007B6A46" w:rsidRDefault="007B6A46" w:rsidP="007B6A46">
      <w:r>
        <w:t>415.9381</w:t>
      </w:r>
      <w:r>
        <w:tab/>
        <w:t>1.013e0</w:t>
      </w:r>
    </w:p>
    <w:p w:rsidR="007B6A46" w:rsidRDefault="007B6A46" w:rsidP="007B6A46">
      <w:r>
        <w:t>415.9454</w:t>
      </w:r>
      <w:r>
        <w:tab/>
        <w:t>1.013e0</w:t>
      </w:r>
    </w:p>
    <w:p w:rsidR="007B6A46" w:rsidRDefault="007B6A46" w:rsidP="007B6A46">
      <w:r>
        <w:t>415.9734</w:t>
      </w:r>
      <w:r>
        <w:tab/>
        <w:t>1.013e0</w:t>
      </w:r>
    </w:p>
    <w:p w:rsidR="007B6A46" w:rsidRDefault="007B6A46" w:rsidP="007B6A46">
      <w:r>
        <w:t>416.0041</w:t>
      </w:r>
      <w:r>
        <w:tab/>
        <w:t>1.013e0</w:t>
      </w:r>
    </w:p>
    <w:p w:rsidR="007B6A46" w:rsidRDefault="007B6A46" w:rsidP="007B6A46">
      <w:r>
        <w:t>416.0817</w:t>
      </w:r>
      <w:r>
        <w:tab/>
        <w:t>2.025e0</w:t>
      </w:r>
    </w:p>
    <w:p w:rsidR="007B6A46" w:rsidRDefault="007B6A46" w:rsidP="007B6A46">
      <w:r>
        <w:t>416.0982</w:t>
      </w:r>
      <w:r>
        <w:tab/>
        <w:t>1.013e0</w:t>
      </w:r>
    </w:p>
    <w:p w:rsidR="007B6A46" w:rsidRDefault="007B6A46" w:rsidP="007B6A46">
      <w:r>
        <w:t>416.1020</w:t>
      </w:r>
      <w:r>
        <w:tab/>
        <w:t>1.013e0</w:t>
      </w:r>
    </w:p>
    <w:p w:rsidR="007B6A46" w:rsidRDefault="007B6A46" w:rsidP="007B6A46">
      <w:r>
        <w:t>416.1360</w:t>
      </w:r>
      <w:r>
        <w:tab/>
        <w:t>1.013e0</w:t>
      </w:r>
    </w:p>
    <w:p w:rsidR="007B6A46" w:rsidRDefault="007B6A46" w:rsidP="007B6A46">
      <w:r>
        <w:t>416.1624</w:t>
      </w:r>
      <w:r>
        <w:tab/>
        <w:t>1.013e0</w:t>
      </w:r>
    </w:p>
    <w:p w:rsidR="007B6A46" w:rsidRDefault="007B6A46" w:rsidP="007B6A46">
      <w:r>
        <w:lastRenderedPageBreak/>
        <w:t>416.1953</w:t>
      </w:r>
      <w:r>
        <w:tab/>
        <w:t>1.013e0</w:t>
      </w:r>
    </w:p>
    <w:p w:rsidR="007B6A46" w:rsidRDefault="007B6A46" w:rsidP="007B6A46">
      <w:r>
        <w:t>416.1994</w:t>
      </w:r>
      <w:r>
        <w:tab/>
        <w:t>2.025e0</w:t>
      </w:r>
    </w:p>
    <w:p w:rsidR="007B6A46" w:rsidRDefault="007B6A46" w:rsidP="007B6A46">
      <w:r>
        <w:t>416.2010</w:t>
      </w:r>
      <w:r>
        <w:tab/>
        <w:t>1.013e0</w:t>
      </w:r>
    </w:p>
    <w:p w:rsidR="007B6A46" w:rsidRDefault="007B6A46" w:rsidP="007B6A46">
      <w:r>
        <w:t>416.2047</w:t>
      </w:r>
      <w:r>
        <w:tab/>
        <w:t>1.013e0</w:t>
      </w:r>
    </w:p>
    <w:p w:rsidR="007B6A46" w:rsidRDefault="007B6A46" w:rsidP="007B6A46">
      <w:r>
        <w:t>416.2539</w:t>
      </w:r>
      <w:r>
        <w:tab/>
        <w:t>2.025e0</w:t>
      </w:r>
    </w:p>
    <w:p w:rsidR="007B6A46" w:rsidRDefault="007B6A46" w:rsidP="007B6A46">
      <w:r>
        <w:t>416.2551</w:t>
      </w:r>
      <w:r>
        <w:tab/>
        <w:t>2.025e0</w:t>
      </w:r>
    </w:p>
    <w:p w:rsidR="007B6A46" w:rsidRDefault="007B6A46" w:rsidP="007B6A46">
      <w:r>
        <w:t>416.2658</w:t>
      </w:r>
      <w:r>
        <w:tab/>
        <w:t>1.013e0</w:t>
      </w:r>
    </w:p>
    <w:p w:rsidR="007B6A46" w:rsidRDefault="007B6A46" w:rsidP="007B6A46">
      <w:r>
        <w:t>416.2724</w:t>
      </w:r>
      <w:r>
        <w:tab/>
        <w:t>2.025e0</w:t>
      </w:r>
    </w:p>
    <w:p w:rsidR="007B6A46" w:rsidRDefault="007B6A46" w:rsidP="007B6A46">
      <w:r>
        <w:t>416.2769</w:t>
      </w:r>
      <w:r>
        <w:tab/>
        <w:t>3.038e0</w:t>
      </w:r>
    </w:p>
    <w:p w:rsidR="007B6A46" w:rsidRDefault="007B6A46" w:rsidP="007B6A46">
      <w:r>
        <w:t>416.3249</w:t>
      </w:r>
      <w:r>
        <w:tab/>
        <w:t>3.038e0</w:t>
      </w:r>
    </w:p>
    <w:p w:rsidR="007B6A46" w:rsidRDefault="007B6A46" w:rsidP="007B6A46">
      <w:r>
        <w:t>416.3426</w:t>
      </w:r>
      <w:r>
        <w:tab/>
        <w:t>3.038e0</w:t>
      </w:r>
    </w:p>
    <w:p w:rsidR="007B6A46" w:rsidRDefault="007B6A46" w:rsidP="007B6A46">
      <w:r>
        <w:t>416.4328</w:t>
      </w:r>
      <w:r>
        <w:tab/>
        <w:t>1.013e0</w:t>
      </w:r>
    </w:p>
    <w:p w:rsidR="007B6A46" w:rsidRDefault="007B6A46" w:rsidP="007B6A46">
      <w:r>
        <w:t>416.5027</w:t>
      </w:r>
      <w:r>
        <w:tab/>
        <w:t>1.013e0</w:t>
      </w:r>
    </w:p>
    <w:p w:rsidR="007B6A46" w:rsidRDefault="007B6A46" w:rsidP="007B6A46">
      <w:r>
        <w:t>416.5653</w:t>
      </w:r>
      <w:r>
        <w:tab/>
        <w:t>2.025e0</w:t>
      </w:r>
    </w:p>
    <w:p w:rsidR="007B6A46" w:rsidRDefault="007B6A46" w:rsidP="007B6A46">
      <w:r>
        <w:t>416.6235</w:t>
      </w:r>
      <w:r>
        <w:tab/>
        <w:t>2.025e0</w:t>
      </w:r>
    </w:p>
    <w:p w:rsidR="007B6A46" w:rsidRDefault="007B6A46" w:rsidP="007B6A46">
      <w:r>
        <w:t>416.6274</w:t>
      </w:r>
      <w:r>
        <w:tab/>
        <w:t>1.013e0</w:t>
      </w:r>
    </w:p>
    <w:p w:rsidR="007B6A46" w:rsidRDefault="007B6A46" w:rsidP="007B6A46">
      <w:r>
        <w:t>416.6354</w:t>
      </w:r>
      <w:r>
        <w:tab/>
        <w:t>1.013e0</w:t>
      </w:r>
    </w:p>
    <w:p w:rsidR="007B6A46" w:rsidRDefault="007B6A46" w:rsidP="007B6A46">
      <w:r>
        <w:t>416.6439</w:t>
      </w:r>
      <w:r>
        <w:tab/>
        <w:t>1.013e0</w:t>
      </w:r>
    </w:p>
    <w:p w:rsidR="007B6A46" w:rsidRDefault="007B6A46" w:rsidP="007B6A46">
      <w:r>
        <w:t>416.6794</w:t>
      </w:r>
      <w:r>
        <w:tab/>
        <w:t>1.013e0</w:t>
      </w:r>
    </w:p>
    <w:p w:rsidR="007B6A46" w:rsidRDefault="007B6A46" w:rsidP="007B6A46">
      <w:r>
        <w:lastRenderedPageBreak/>
        <w:t>416.6861</w:t>
      </w:r>
      <w:r>
        <w:tab/>
        <w:t>1.013e0</w:t>
      </w:r>
    </w:p>
    <w:p w:rsidR="007B6A46" w:rsidRDefault="007B6A46" w:rsidP="007B6A46">
      <w:r>
        <w:t>416.7818</w:t>
      </w:r>
      <w:r>
        <w:tab/>
        <w:t>2.025e0</w:t>
      </w:r>
    </w:p>
    <w:p w:rsidR="007B6A46" w:rsidRDefault="007B6A46" w:rsidP="007B6A46">
      <w:r>
        <w:t>416.8470</w:t>
      </w:r>
      <w:r>
        <w:tab/>
        <w:t>1.013e0</w:t>
      </w:r>
    </w:p>
    <w:p w:rsidR="007B6A46" w:rsidRDefault="007B6A46" w:rsidP="007B6A46">
      <w:r>
        <w:t>416.8843</w:t>
      </w:r>
      <w:r>
        <w:tab/>
        <w:t>2.025e0</w:t>
      </w:r>
    </w:p>
    <w:p w:rsidR="007B6A46" w:rsidRDefault="007B6A46" w:rsidP="007B6A46">
      <w:r>
        <w:t>416.9070</w:t>
      </w:r>
      <w:r>
        <w:tab/>
        <w:t>1.013e0</w:t>
      </w:r>
    </w:p>
    <w:p w:rsidR="007B6A46" w:rsidRDefault="007B6A46" w:rsidP="007B6A46">
      <w:r>
        <w:t>416.9407</w:t>
      </w:r>
      <w:r>
        <w:tab/>
        <w:t>2.025e0</w:t>
      </w:r>
    </w:p>
    <w:p w:rsidR="007B6A46" w:rsidRDefault="007B6A46" w:rsidP="007B6A46">
      <w:r>
        <w:t>416.9651</w:t>
      </w:r>
      <w:r>
        <w:tab/>
        <w:t>1.013e0</w:t>
      </w:r>
    </w:p>
    <w:p w:rsidR="007B6A46" w:rsidRDefault="007B6A46" w:rsidP="007B6A46">
      <w:r>
        <w:t>416.9717</w:t>
      </w:r>
      <w:r>
        <w:tab/>
        <w:t>1.013e0</w:t>
      </w:r>
    </w:p>
    <w:p w:rsidR="007B6A46" w:rsidRDefault="007B6A46" w:rsidP="007B6A46">
      <w:r>
        <w:t>416.9755</w:t>
      </w:r>
      <w:r>
        <w:tab/>
        <w:t>1.013e0</w:t>
      </w:r>
    </w:p>
    <w:p w:rsidR="007B6A46" w:rsidRDefault="007B6A46" w:rsidP="007B6A46">
      <w:r>
        <w:t>416.9925</w:t>
      </w:r>
      <w:r>
        <w:tab/>
        <w:t>1.013e0</w:t>
      </w:r>
    </w:p>
    <w:p w:rsidR="007B6A46" w:rsidRDefault="007B6A46" w:rsidP="007B6A46">
      <w:r>
        <w:t>417.0612</w:t>
      </w:r>
      <w:r>
        <w:tab/>
        <w:t>1.013e0</w:t>
      </w:r>
    </w:p>
    <w:p w:rsidR="007B6A46" w:rsidRDefault="007B6A46" w:rsidP="007B6A46">
      <w:r>
        <w:t>417.1003</w:t>
      </w:r>
      <w:r>
        <w:tab/>
        <w:t>2.025e0</w:t>
      </w:r>
    </w:p>
    <w:p w:rsidR="007B6A46" w:rsidRDefault="007B6A46" w:rsidP="007B6A46">
      <w:r>
        <w:t>417.1424</w:t>
      </w:r>
      <w:r>
        <w:tab/>
        <w:t>1.013e0</w:t>
      </w:r>
    </w:p>
    <w:p w:rsidR="007B6A46" w:rsidRDefault="007B6A46" w:rsidP="007B6A46">
      <w:r>
        <w:t>417.1861</w:t>
      </w:r>
      <w:r>
        <w:tab/>
        <w:t>1.013e0</w:t>
      </w:r>
    </w:p>
    <w:p w:rsidR="007B6A46" w:rsidRDefault="007B6A46" w:rsidP="007B6A46">
      <w:r>
        <w:t>417.2075</w:t>
      </w:r>
      <w:r>
        <w:tab/>
        <w:t>1.013e0</w:t>
      </w:r>
    </w:p>
    <w:p w:rsidR="007B6A46" w:rsidRDefault="007B6A46" w:rsidP="007B6A46">
      <w:r>
        <w:t>417.2427</w:t>
      </w:r>
      <w:r>
        <w:tab/>
        <w:t>1.013e0</w:t>
      </w:r>
    </w:p>
    <w:p w:rsidR="007B6A46" w:rsidRDefault="007B6A46" w:rsidP="007B6A46">
      <w:r>
        <w:t>417.2477</w:t>
      </w:r>
      <w:r>
        <w:tab/>
        <w:t>2.025e0</w:t>
      </w:r>
    </w:p>
    <w:p w:rsidR="007B6A46" w:rsidRDefault="007B6A46" w:rsidP="007B6A46">
      <w:r>
        <w:t>417.2596</w:t>
      </w:r>
      <w:r>
        <w:tab/>
        <w:t>1.013e0</w:t>
      </w:r>
    </w:p>
    <w:p w:rsidR="007B6A46" w:rsidRDefault="007B6A46" w:rsidP="007B6A46">
      <w:r>
        <w:t>417.2872</w:t>
      </w:r>
      <w:r>
        <w:tab/>
        <w:t>2.025e0</w:t>
      </w:r>
    </w:p>
    <w:p w:rsidR="007B6A46" w:rsidRDefault="007B6A46" w:rsidP="007B6A46">
      <w:r>
        <w:lastRenderedPageBreak/>
        <w:t>417.2891</w:t>
      </w:r>
      <w:r>
        <w:tab/>
        <w:t>1.013e0</w:t>
      </w:r>
    </w:p>
    <w:p w:rsidR="007B6A46" w:rsidRDefault="007B6A46" w:rsidP="007B6A46">
      <w:r>
        <w:t>417.3009</w:t>
      </w:r>
      <w:r>
        <w:tab/>
        <w:t>2.025e0</w:t>
      </w:r>
    </w:p>
    <w:p w:rsidR="007B6A46" w:rsidRDefault="007B6A46" w:rsidP="007B6A46">
      <w:r>
        <w:t>417.3155</w:t>
      </w:r>
      <w:r>
        <w:tab/>
        <w:t>3.038e0</w:t>
      </w:r>
    </w:p>
    <w:p w:rsidR="007B6A46" w:rsidRDefault="007B6A46" w:rsidP="007B6A46">
      <w:r>
        <w:t>417.3398</w:t>
      </w:r>
      <w:r>
        <w:tab/>
        <w:t>1.013e0</w:t>
      </w:r>
    </w:p>
    <w:p w:rsidR="007B6A46" w:rsidRDefault="007B6A46" w:rsidP="007B6A46">
      <w:r>
        <w:t>417.3507</w:t>
      </w:r>
      <w:r>
        <w:tab/>
        <w:t>2.025e0</w:t>
      </w:r>
    </w:p>
    <w:p w:rsidR="007B6A46" w:rsidRDefault="007B6A46" w:rsidP="007B6A46">
      <w:r>
        <w:t>417.4573</w:t>
      </w:r>
      <w:r>
        <w:tab/>
        <w:t>1.013e0</w:t>
      </w:r>
    </w:p>
    <w:p w:rsidR="007B6A46" w:rsidRDefault="007B6A46" w:rsidP="007B6A46">
      <w:r>
        <w:t>417.4961</w:t>
      </w:r>
      <w:r>
        <w:tab/>
        <w:t>1.013e0</w:t>
      </w:r>
    </w:p>
    <w:p w:rsidR="007B6A46" w:rsidRDefault="007B6A46" w:rsidP="007B6A46">
      <w:r>
        <w:t>417.5476</w:t>
      </w:r>
      <w:r>
        <w:tab/>
        <w:t>2.025e0</w:t>
      </w:r>
    </w:p>
    <w:p w:rsidR="007B6A46" w:rsidRDefault="007B6A46" w:rsidP="007B6A46">
      <w:r>
        <w:t>417.5738</w:t>
      </w:r>
      <w:r>
        <w:tab/>
        <w:t>1.013e0</w:t>
      </w:r>
    </w:p>
    <w:p w:rsidR="007B6A46" w:rsidRDefault="007B6A46" w:rsidP="007B6A46">
      <w:r>
        <w:t>417.6380</w:t>
      </w:r>
      <w:r>
        <w:tab/>
        <w:t>1.013e0</w:t>
      </w:r>
    </w:p>
    <w:p w:rsidR="007B6A46" w:rsidRDefault="007B6A46" w:rsidP="007B6A46">
      <w:r>
        <w:t>417.7889</w:t>
      </w:r>
      <w:r>
        <w:tab/>
        <w:t>1.013e0</w:t>
      </w:r>
    </w:p>
    <w:p w:rsidR="007B6A46" w:rsidRDefault="007B6A46" w:rsidP="007B6A46">
      <w:r>
        <w:t>417.7957</w:t>
      </w:r>
      <w:r>
        <w:tab/>
        <w:t>1.013e0</w:t>
      </w:r>
    </w:p>
    <w:p w:rsidR="007B6A46" w:rsidRDefault="007B6A46" w:rsidP="007B6A46">
      <w:r>
        <w:t>417.8110</w:t>
      </w:r>
      <w:r>
        <w:tab/>
        <w:t>1.013e0</w:t>
      </w:r>
    </w:p>
    <w:p w:rsidR="007B6A46" w:rsidRDefault="007B6A46" w:rsidP="007B6A46">
      <w:r>
        <w:t>417.8492</w:t>
      </w:r>
      <w:r>
        <w:tab/>
        <w:t>1.013e0</w:t>
      </w:r>
    </w:p>
    <w:p w:rsidR="007B6A46" w:rsidRDefault="007B6A46" w:rsidP="007B6A46">
      <w:r>
        <w:t>417.8698</w:t>
      </w:r>
      <w:r>
        <w:tab/>
        <w:t>1.013e0</w:t>
      </w:r>
    </w:p>
    <w:p w:rsidR="007B6A46" w:rsidRDefault="007B6A46" w:rsidP="007B6A46">
      <w:r>
        <w:t>417.8964</w:t>
      </w:r>
      <w:r>
        <w:tab/>
        <w:t>2.025e0</w:t>
      </w:r>
    </w:p>
    <w:p w:rsidR="007B6A46" w:rsidRDefault="007B6A46" w:rsidP="007B6A46">
      <w:r>
        <w:t>417.9312</w:t>
      </w:r>
      <w:r>
        <w:tab/>
        <w:t>2.025e0</w:t>
      </w:r>
    </w:p>
    <w:p w:rsidR="007B6A46" w:rsidRDefault="007B6A46" w:rsidP="007B6A46">
      <w:r>
        <w:t>417.9489</w:t>
      </w:r>
      <w:r>
        <w:tab/>
        <w:t>1.013e0</w:t>
      </w:r>
    </w:p>
    <w:p w:rsidR="007B6A46" w:rsidRDefault="007B6A46" w:rsidP="007B6A46">
      <w:r>
        <w:t>417.9731</w:t>
      </w:r>
      <w:r>
        <w:tab/>
        <w:t>2.025e0</w:t>
      </w:r>
    </w:p>
    <w:p w:rsidR="007B6A46" w:rsidRDefault="007B6A46" w:rsidP="007B6A46">
      <w:r>
        <w:lastRenderedPageBreak/>
        <w:t>417.9803</w:t>
      </w:r>
      <w:r>
        <w:tab/>
        <w:t>1.013e0</w:t>
      </w:r>
    </w:p>
    <w:p w:rsidR="007B6A46" w:rsidRDefault="007B6A46" w:rsidP="007B6A46">
      <w:r>
        <w:t>417.9846</w:t>
      </w:r>
      <w:r>
        <w:tab/>
        <w:t>2.025e0</w:t>
      </w:r>
    </w:p>
    <w:p w:rsidR="007B6A46" w:rsidRDefault="007B6A46" w:rsidP="007B6A46">
      <w:r>
        <w:t>418.0097</w:t>
      </w:r>
      <w:r>
        <w:tab/>
        <w:t>1.013e0</w:t>
      </w:r>
    </w:p>
    <w:p w:rsidR="007B6A46" w:rsidRDefault="007B6A46" w:rsidP="007B6A46">
      <w:r>
        <w:t>418.0392</w:t>
      </w:r>
      <w:r>
        <w:tab/>
        <w:t>1.013e0</w:t>
      </w:r>
    </w:p>
    <w:p w:rsidR="007B6A46" w:rsidRDefault="007B6A46" w:rsidP="007B6A46">
      <w:r>
        <w:t>418.0593</w:t>
      </w:r>
      <w:r>
        <w:tab/>
        <w:t>2.025e0</w:t>
      </w:r>
    </w:p>
    <w:p w:rsidR="007B6A46" w:rsidRDefault="007B6A46" w:rsidP="007B6A46">
      <w:r>
        <w:t>418.0737</w:t>
      </w:r>
      <w:r>
        <w:tab/>
        <w:t>1.013e0</w:t>
      </w:r>
    </w:p>
    <w:p w:rsidR="007B6A46" w:rsidRDefault="007B6A46" w:rsidP="007B6A46">
      <w:r>
        <w:t>418.0988</w:t>
      </w:r>
      <w:r>
        <w:tab/>
        <w:t>1.013e0</w:t>
      </w:r>
    </w:p>
    <w:p w:rsidR="007B6A46" w:rsidRDefault="007B6A46" w:rsidP="007B6A46">
      <w:r>
        <w:t>418.1446</w:t>
      </w:r>
      <w:r>
        <w:tab/>
        <w:t>2.025e0</w:t>
      </w:r>
    </w:p>
    <w:p w:rsidR="007B6A46" w:rsidRDefault="007B6A46" w:rsidP="007B6A46">
      <w:r>
        <w:t>418.1595</w:t>
      </w:r>
      <w:r>
        <w:tab/>
        <w:t>1.013e0</w:t>
      </w:r>
    </w:p>
    <w:p w:rsidR="007B6A46" w:rsidRDefault="007B6A46" w:rsidP="007B6A46">
      <w:r>
        <w:t>418.1643</w:t>
      </w:r>
      <w:r>
        <w:tab/>
        <w:t>1.013e0</w:t>
      </w:r>
    </w:p>
    <w:p w:rsidR="007B6A46" w:rsidRDefault="007B6A46" w:rsidP="007B6A46">
      <w:r>
        <w:t>418.2085</w:t>
      </w:r>
      <w:r>
        <w:tab/>
        <w:t>1.013e0</w:t>
      </w:r>
    </w:p>
    <w:p w:rsidR="007B6A46" w:rsidRDefault="007B6A46" w:rsidP="007B6A46">
      <w:r>
        <w:t>418.2140</w:t>
      </w:r>
      <w:r>
        <w:tab/>
        <w:t>3.038e0</w:t>
      </w:r>
    </w:p>
    <w:p w:rsidR="007B6A46" w:rsidRDefault="007B6A46" w:rsidP="007B6A46">
      <w:r>
        <w:t>418.2230</w:t>
      </w:r>
      <w:r>
        <w:tab/>
        <w:t>2.025e0</w:t>
      </w:r>
    </w:p>
    <w:p w:rsidR="007B6A46" w:rsidRDefault="007B6A46" w:rsidP="007B6A46">
      <w:r>
        <w:t>418.2299</w:t>
      </w:r>
      <w:r>
        <w:tab/>
        <w:t>1.013e0</w:t>
      </w:r>
    </w:p>
    <w:p w:rsidR="007B6A46" w:rsidRDefault="007B6A46" w:rsidP="007B6A46">
      <w:r>
        <w:t>418.2650</w:t>
      </w:r>
      <w:r>
        <w:tab/>
        <w:t>4.051e0</w:t>
      </w:r>
    </w:p>
    <w:p w:rsidR="007B6A46" w:rsidRDefault="007B6A46" w:rsidP="007B6A46">
      <w:r>
        <w:t>418.2748</w:t>
      </w:r>
      <w:r>
        <w:tab/>
        <w:t>1.013e0</w:t>
      </w:r>
    </w:p>
    <w:p w:rsidR="007B6A46" w:rsidRDefault="007B6A46" w:rsidP="007B6A46">
      <w:r>
        <w:t>418.3020</w:t>
      </w:r>
      <w:r>
        <w:tab/>
        <w:t>1.013e0</w:t>
      </w:r>
    </w:p>
    <w:p w:rsidR="007B6A46" w:rsidRDefault="007B6A46" w:rsidP="007B6A46">
      <w:r>
        <w:t>418.3087</w:t>
      </w:r>
      <w:r>
        <w:tab/>
        <w:t>2.025e0</w:t>
      </w:r>
    </w:p>
    <w:p w:rsidR="007B6A46" w:rsidRDefault="007B6A46" w:rsidP="007B6A46">
      <w:r>
        <w:t>418.3109</w:t>
      </w:r>
      <w:r>
        <w:tab/>
        <w:t>1.013e0</w:t>
      </w:r>
    </w:p>
    <w:p w:rsidR="007B6A46" w:rsidRDefault="007B6A46" w:rsidP="007B6A46">
      <w:r>
        <w:lastRenderedPageBreak/>
        <w:t>418.3271</w:t>
      </w:r>
      <w:r>
        <w:tab/>
        <w:t>1.013e0</w:t>
      </w:r>
    </w:p>
    <w:p w:rsidR="007B6A46" w:rsidRDefault="007B6A46" w:rsidP="007B6A46">
      <w:r>
        <w:t>418.3449</w:t>
      </w:r>
      <w:r>
        <w:tab/>
        <w:t>1.013e0</w:t>
      </w:r>
    </w:p>
    <w:p w:rsidR="007B6A46" w:rsidRDefault="007B6A46" w:rsidP="007B6A46">
      <w:r>
        <w:t>418.3600</w:t>
      </w:r>
      <w:r>
        <w:tab/>
        <w:t>2.025e0</w:t>
      </w:r>
    </w:p>
    <w:p w:rsidR="007B6A46" w:rsidRDefault="007B6A46" w:rsidP="007B6A46">
      <w:r>
        <w:t>418.5393</w:t>
      </w:r>
      <w:r>
        <w:tab/>
        <w:t>1.013e0</w:t>
      </w:r>
    </w:p>
    <w:p w:rsidR="007B6A46" w:rsidRDefault="007B6A46" w:rsidP="007B6A46">
      <w:r>
        <w:t>418.5732</w:t>
      </w:r>
      <w:r>
        <w:tab/>
        <w:t>1.013e0</w:t>
      </w:r>
    </w:p>
    <w:p w:rsidR="007B6A46" w:rsidRDefault="007B6A46" w:rsidP="007B6A46">
      <w:r>
        <w:t>418.6123</w:t>
      </w:r>
      <w:r>
        <w:tab/>
        <w:t>1.013e0</w:t>
      </w:r>
    </w:p>
    <w:p w:rsidR="007B6A46" w:rsidRDefault="007B6A46" w:rsidP="007B6A46">
      <w:r>
        <w:t>418.6154</w:t>
      </w:r>
      <w:r>
        <w:tab/>
        <w:t>1.013e0</w:t>
      </w:r>
    </w:p>
    <w:p w:rsidR="007B6A46" w:rsidRDefault="007B6A46" w:rsidP="007B6A46">
      <w:r>
        <w:t>418.6499</w:t>
      </w:r>
      <w:r>
        <w:tab/>
        <w:t>1.013e0</w:t>
      </w:r>
    </w:p>
    <w:p w:rsidR="007B6A46" w:rsidRDefault="007B6A46" w:rsidP="007B6A46">
      <w:r>
        <w:t>418.7534</w:t>
      </w:r>
      <w:r>
        <w:tab/>
        <w:t>2.025e0</w:t>
      </w:r>
    </w:p>
    <w:p w:rsidR="007B6A46" w:rsidRDefault="007B6A46" w:rsidP="007B6A46">
      <w:r>
        <w:t>418.7586</w:t>
      </w:r>
      <w:r>
        <w:tab/>
        <w:t>1.013e0</w:t>
      </w:r>
    </w:p>
    <w:p w:rsidR="007B6A46" w:rsidRDefault="007B6A46" w:rsidP="007B6A46">
      <w:r>
        <w:t>418.8008</w:t>
      </w:r>
      <w:r>
        <w:tab/>
        <w:t>1.013e0</w:t>
      </w:r>
    </w:p>
    <w:p w:rsidR="007B6A46" w:rsidRDefault="007B6A46" w:rsidP="007B6A46">
      <w:r>
        <w:t>418.8507</w:t>
      </w:r>
      <w:r>
        <w:tab/>
        <w:t>2.025e0</w:t>
      </w:r>
    </w:p>
    <w:p w:rsidR="007B6A46" w:rsidRDefault="007B6A46" w:rsidP="007B6A46">
      <w:r>
        <w:t>418.9049</w:t>
      </w:r>
      <w:r>
        <w:tab/>
        <w:t>1.013e0</w:t>
      </w:r>
    </w:p>
    <w:p w:rsidR="007B6A46" w:rsidRDefault="007B6A46" w:rsidP="007B6A46">
      <w:r>
        <w:t>418.9160</w:t>
      </w:r>
      <w:r>
        <w:tab/>
        <w:t>1.013e0</w:t>
      </w:r>
    </w:p>
    <w:p w:rsidR="007B6A46" w:rsidRDefault="007B6A46" w:rsidP="007B6A46">
      <w:r>
        <w:t>418.9774</w:t>
      </w:r>
      <w:r>
        <w:tab/>
        <w:t>2.025e0</w:t>
      </w:r>
    </w:p>
    <w:p w:rsidR="007B6A46" w:rsidRDefault="007B6A46" w:rsidP="007B6A46">
      <w:r>
        <w:t>418.9843</w:t>
      </w:r>
      <w:r>
        <w:tab/>
        <w:t>2.025e0</w:t>
      </w:r>
    </w:p>
    <w:p w:rsidR="007B6A46" w:rsidRDefault="007B6A46" w:rsidP="007B6A46">
      <w:r>
        <w:t>419.0903</w:t>
      </w:r>
      <w:r>
        <w:tab/>
        <w:t>1.013e0</w:t>
      </w:r>
    </w:p>
    <w:p w:rsidR="007B6A46" w:rsidRDefault="007B6A46" w:rsidP="007B6A46">
      <w:r>
        <w:t>419.1333</w:t>
      </w:r>
      <w:r>
        <w:tab/>
        <w:t>1.013e0</w:t>
      </w:r>
    </w:p>
    <w:p w:rsidR="007B6A46" w:rsidRDefault="007B6A46" w:rsidP="007B6A46">
      <w:r>
        <w:t>419.1668</w:t>
      </w:r>
      <w:r>
        <w:tab/>
        <w:t>1.013e0</w:t>
      </w:r>
    </w:p>
    <w:p w:rsidR="007B6A46" w:rsidRDefault="007B6A46" w:rsidP="007B6A46">
      <w:r>
        <w:lastRenderedPageBreak/>
        <w:t>419.2299</w:t>
      </w:r>
      <w:r>
        <w:tab/>
        <w:t>4.051e0</w:t>
      </w:r>
    </w:p>
    <w:p w:rsidR="007B6A46" w:rsidRDefault="007B6A46" w:rsidP="007B6A46">
      <w:r>
        <w:t>419.2361</w:t>
      </w:r>
      <w:r>
        <w:tab/>
        <w:t>1.013e0</w:t>
      </w:r>
    </w:p>
    <w:p w:rsidR="007B6A46" w:rsidRDefault="007B6A46" w:rsidP="007B6A46">
      <w:r>
        <w:t>419.2582</w:t>
      </w:r>
      <w:r>
        <w:tab/>
        <w:t>1.013e0</w:t>
      </w:r>
    </w:p>
    <w:p w:rsidR="007B6A46" w:rsidRDefault="007B6A46" w:rsidP="007B6A46">
      <w:r>
        <w:t>419.3070</w:t>
      </w:r>
      <w:r>
        <w:tab/>
        <w:t>3.038e0</w:t>
      </w:r>
    </w:p>
    <w:p w:rsidR="007B6A46" w:rsidRDefault="007B6A46" w:rsidP="007B6A46">
      <w:r>
        <w:t>419.3106</w:t>
      </w:r>
      <w:r>
        <w:tab/>
        <w:t>8.101e0</w:t>
      </w:r>
    </w:p>
    <w:p w:rsidR="007B6A46" w:rsidRDefault="007B6A46" w:rsidP="007B6A46">
      <w:r>
        <w:t>419.3181</w:t>
      </w:r>
      <w:r>
        <w:tab/>
        <w:t>2.025e0</w:t>
      </w:r>
    </w:p>
    <w:p w:rsidR="007B6A46" w:rsidRDefault="007B6A46" w:rsidP="007B6A46">
      <w:r>
        <w:t>419.4392</w:t>
      </w:r>
      <w:r>
        <w:tab/>
        <w:t>1.013e0</w:t>
      </w:r>
    </w:p>
    <w:p w:rsidR="007B6A46" w:rsidRDefault="007B6A46" w:rsidP="007B6A46">
      <w:r>
        <w:t>419.5131</w:t>
      </w:r>
      <w:r>
        <w:tab/>
        <w:t>1.013e0</w:t>
      </w:r>
    </w:p>
    <w:p w:rsidR="007B6A46" w:rsidRDefault="007B6A46" w:rsidP="007B6A46">
      <w:r>
        <w:t>419.5721</w:t>
      </w:r>
      <w:r>
        <w:tab/>
        <w:t>1.013e0</w:t>
      </w:r>
    </w:p>
    <w:p w:rsidR="007B6A46" w:rsidRDefault="007B6A46" w:rsidP="007B6A46">
      <w:r>
        <w:t>419.6055</w:t>
      </w:r>
      <w:r>
        <w:tab/>
        <w:t>2.025e0</w:t>
      </w:r>
    </w:p>
    <w:p w:rsidR="007B6A46" w:rsidRDefault="007B6A46" w:rsidP="007B6A46">
      <w:r>
        <w:t>419.7279</w:t>
      </w:r>
      <w:r>
        <w:tab/>
        <w:t>1.013e0</w:t>
      </w:r>
    </w:p>
    <w:p w:rsidR="007B6A46" w:rsidRDefault="007B6A46" w:rsidP="007B6A46">
      <w:r>
        <w:t>419.7540</w:t>
      </w:r>
      <w:r>
        <w:tab/>
        <w:t>1.013e0</w:t>
      </w:r>
    </w:p>
    <w:p w:rsidR="007B6A46" w:rsidRDefault="007B6A46" w:rsidP="007B6A46">
      <w:r>
        <w:t>419.7926</w:t>
      </w:r>
      <w:r>
        <w:tab/>
        <w:t>1.013e0</w:t>
      </w:r>
    </w:p>
    <w:p w:rsidR="007B6A46" w:rsidRDefault="007B6A46" w:rsidP="007B6A46">
      <w:r>
        <w:t>419.8184</w:t>
      </w:r>
      <w:r>
        <w:tab/>
        <w:t>1.013e0</w:t>
      </w:r>
    </w:p>
    <w:p w:rsidR="007B6A46" w:rsidRDefault="007B6A46" w:rsidP="007B6A46">
      <w:r>
        <w:t>419.8240</w:t>
      </w:r>
      <w:r>
        <w:tab/>
        <w:t>1.013e0</w:t>
      </w:r>
    </w:p>
    <w:p w:rsidR="007B6A46" w:rsidRDefault="007B6A46" w:rsidP="007B6A46">
      <w:r>
        <w:t>419.8529</w:t>
      </w:r>
      <w:r>
        <w:tab/>
        <w:t>1.013e0</w:t>
      </w:r>
    </w:p>
    <w:p w:rsidR="007B6A46" w:rsidRDefault="007B6A46" w:rsidP="007B6A46">
      <w:r>
        <w:t>419.8755</w:t>
      </w:r>
      <w:r>
        <w:tab/>
        <w:t>1.013e0</w:t>
      </w:r>
    </w:p>
    <w:p w:rsidR="007B6A46" w:rsidRDefault="007B6A46" w:rsidP="007B6A46">
      <w:r>
        <w:t>419.9174</w:t>
      </w:r>
      <w:r>
        <w:tab/>
        <w:t>1.013e0</w:t>
      </w:r>
    </w:p>
    <w:p w:rsidR="007B6A46" w:rsidRDefault="007B6A46" w:rsidP="007B6A46">
      <w:r>
        <w:t>419.9790</w:t>
      </w:r>
      <w:r>
        <w:tab/>
        <w:t>1.013e0</w:t>
      </w:r>
    </w:p>
    <w:p w:rsidR="007B6A46" w:rsidRDefault="007B6A46" w:rsidP="007B6A46">
      <w:r>
        <w:lastRenderedPageBreak/>
        <w:t>419.9818</w:t>
      </w:r>
      <w:r>
        <w:tab/>
        <w:t>1.013e0</w:t>
      </w:r>
    </w:p>
    <w:p w:rsidR="007B6A46" w:rsidRDefault="007B6A46" w:rsidP="007B6A46">
      <w:r>
        <w:t>420.0161</w:t>
      </w:r>
      <w:r>
        <w:tab/>
        <w:t>1.013e0</w:t>
      </w:r>
    </w:p>
    <w:p w:rsidR="007B6A46" w:rsidRDefault="007B6A46" w:rsidP="007B6A46">
      <w:r>
        <w:t>420.0247</w:t>
      </w:r>
      <w:r>
        <w:tab/>
        <w:t>1.013e0</w:t>
      </w:r>
    </w:p>
    <w:p w:rsidR="007B6A46" w:rsidRDefault="007B6A46" w:rsidP="007B6A46">
      <w:r>
        <w:t>420.0375</w:t>
      </w:r>
      <w:r>
        <w:tab/>
        <w:t>2.025e0</w:t>
      </w:r>
    </w:p>
    <w:p w:rsidR="007B6A46" w:rsidRDefault="007B6A46" w:rsidP="007B6A46">
      <w:r>
        <w:t>420.0461</w:t>
      </w:r>
      <w:r>
        <w:tab/>
        <w:t>1.013e0</w:t>
      </w:r>
    </w:p>
    <w:p w:rsidR="007B6A46" w:rsidRDefault="007B6A46" w:rsidP="007B6A46">
      <w:r>
        <w:t>420.1037</w:t>
      </w:r>
      <w:r>
        <w:tab/>
        <w:t>1.013e0</w:t>
      </w:r>
    </w:p>
    <w:p w:rsidR="007B6A46" w:rsidRDefault="007B6A46" w:rsidP="007B6A46">
      <w:r>
        <w:t>420.1116</w:t>
      </w:r>
      <w:r>
        <w:tab/>
        <w:t>1.013e0</w:t>
      </w:r>
    </w:p>
    <w:p w:rsidR="007B6A46" w:rsidRDefault="007B6A46" w:rsidP="007B6A46">
      <w:r>
        <w:t>420.1190</w:t>
      </w:r>
      <w:r>
        <w:tab/>
        <w:t>1.013e0</w:t>
      </w:r>
    </w:p>
    <w:p w:rsidR="007B6A46" w:rsidRDefault="007B6A46" w:rsidP="007B6A46">
      <w:r>
        <w:t>420.1831</w:t>
      </w:r>
      <w:r>
        <w:tab/>
        <w:t>2.025e0</w:t>
      </w:r>
    </w:p>
    <w:p w:rsidR="007B6A46" w:rsidRDefault="007B6A46" w:rsidP="007B6A46">
      <w:r>
        <w:t>420.1853</w:t>
      </w:r>
      <w:r>
        <w:tab/>
        <w:t>1.013e0</w:t>
      </w:r>
    </w:p>
    <w:p w:rsidR="007B6A46" w:rsidRDefault="007B6A46" w:rsidP="007B6A46">
      <w:r>
        <w:t>420.2026</w:t>
      </w:r>
      <w:r>
        <w:tab/>
        <w:t>4.051e0</w:t>
      </w:r>
    </w:p>
    <w:p w:rsidR="007B6A46" w:rsidRDefault="007B6A46" w:rsidP="007B6A46">
      <w:r>
        <w:t>420.2306</w:t>
      </w:r>
      <w:r>
        <w:tab/>
        <w:t>2.025e0</w:t>
      </w:r>
    </w:p>
    <w:p w:rsidR="007B6A46" w:rsidRDefault="007B6A46" w:rsidP="007B6A46">
      <w:r>
        <w:t>420.2377</w:t>
      </w:r>
      <w:r>
        <w:tab/>
        <w:t>4.051e0</w:t>
      </w:r>
    </w:p>
    <w:p w:rsidR="007B6A46" w:rsidRDefault="007B6A46" w:rsidP="007B6A46">
      <w:r>
        <w:t>420.2472</w:t>
      </w:r>
      <w:r>
        <w:tab/>
        <w:t>1.114e1</w:t>
      </w:r>
    </w:p>
    <w:p w:rsidR="007B6A46" w:rsidRDefault="007B6A46" w:rsidP="007B6A46">
      <w:r>
        <w:t>420.2543</w:t>
      </w:r>
      <w:r>
        <w:tab/>
        <w:t>7.089e0</w:t>
      </w:r>
    </w:p>
    <w:p w:rsidR="007B6A46" w:rsidRDefault="007B6A46" w:rsidP="007B6A46">
      <w:r>
        <w:t>420.2669</w:t>
      </w:r>
      <w:r>
        <w:tab/>
        <w:t>2.025e0</w:t>
      </w:r>
    </w:p>
    <w:p w:rsidR="007B6A46" w:rsidRDefault="007B6A46" w:rsidP="007B6A46">
      <w:r>
        <w:t>420.2715</w:t>
      </w:r>
      <w:r>
        <w:tab/>
        <w:t>1.013e0</w:t>
      </w:r>
    </w:p>
    <w:p w:rsidR="007B6A46" w:rsidRDefault="007B6A46" w:rsidP="007B6A46">
      <w:r>
        <w:t>420.3268</w:t>
      </w:r>
      <w:r>
        <w:tab/>
        <w:t>1.013e0</w:t>
      </w:r>
    </w:p>
    <w:p w:rsidR="007B6A46" w:rsidRDefault="007B6A46" w:rsidP="007B6A46">
      <w:r>
        <w:t>420.3290</w:t>
      </w:r>
      <w:r>
        <w:tab/>
        <w:t>4.051e0</w:t>
      </w:r>
    </w:p>
    <w:p w:rsidR="007B6A46" w:rsidRDefault="007B6A46" w:rsidP="007B6A46">
      <w:r>
        <w:lastRenderedPageBreak/>
        <w:t>420.3328</w:t>
      </w:r>
      <w:r>
        <w:tab/>
        <w:t>4.051e0</w:t>
      </w:r>
    </w:p>
    <w:p w:rsidR="007B6A46" w:rsidRDefault="007B6A46" w:rsidP="007B6A46">
      <w:r>
        <w:t>420.3746</w:t>
      </w:r>
      <w:r>
        <w:tab/>
        <w:t>2.025e0</w:t>
      </w:r>
    </w:p>
    <w:p w:rsidR="007B6A46" w:rsidRDefault="007B6A46" w:rsidP="007B6A46">
      <w:r>
        <w:t>420.3943</w:t>
      </w:r>
      <w:r>
        <w:tab/>
        <w:t>2.025e0</w:t>
      </w:r>
    </w:p>
    <w:p w:rsidR="007B6A46" w:rsidRDefault="007B6A46" w:rsidP="007B6A46">
      <w:r>
        <w:t>420.4229</w:t>
      </w:r>
      <w:r>
        <w:tab/>
        <w:t>1.013e0</w:t>
      </w:r>
    </w:p>
    <w:p w:rsidR="007B6A46" w:rsidRDefault="007B6A46" w:rsidP="007B6A46">
      <w:r>
        <w:t>420.4386</w:t>
      </w:r>
      <w:r>
        <w:tab/>
        <w:t>1.013e0</w:t>
      </w:r>
    </w:p>
    <w:p w:rsidR="007B6A46" w:rsidRDefault="007B6A46" w:rsidP="007B6A46">
      <w:r>
        <w:t>420.4781</w:t>
      </w:r>
      <w:r>
        <w:tab/>
        <w:t>2.025e0</w:t>
      </w:r>
    </w:p>
    <w:p w:rsidR="007B6A46" w:rsidRDefault="007B6A46" w:rsidP="007B6A46">
      <w:r>
        <w:t>420.5487</w:t>
      </w:r>
      <w:r>
        <w:tab/>
        <w:t>1.013e0</w:t>
      </w:r>
    </w:p>
    <w:p w:rsidR="007B6A46" w:rsidRDefault="007B6A46" w:rsidP="007B6A46">
      <w:r>
        <w:t>420.5813</w:t>
      </w:r>
      <w:r>
        <w:tab/>
        <w:t>1.013e0</w:t>
      </w:r>
    </w:p>
    <w:p w:rsidR="007B6A46" w:rsidRDefault="007B6A46" w:rsidP="007B6A46">
      <w:r>
        <w:t>420.6456</w:t>
      </w:r>
      <w:r>
        <w:tab/>
        <w:t>1.013e0</w:t>
      </w:r>
    </w:p>
    <w:p w:rsidR="007B6A46" w:rsidRDefault="007B6A46" w:rsidP="007B6A46">
      <w:r>
        <w:t>420.7116</w:t>
      </w:r>
      <w:r>
        <w:tab/>
        <w:t>1.013e0</w:t>
      </w:r>
    </w:p>
    <w:p w:rsidR="007B6A46" w:rsidRDefault="007B6A46" w:rsidP="007B6A46">
      <w:r>
        <w:t>420.7151</w:t>
      </w:r>
      <w:r>
        <w:tab/>
        <w:t>2.025e0</w:t>
      </w:r>
    </w:p>
    <w:p w:rsidR="007B6A46" w:rsidRDefault="007B6A46" w:rsidP="007B6A46">
      <w:r>
        <w:t>420.7930</w:t>
      </w:r>
      <w:r>
        <w:tab/>
        <w:t>1.013e0</w:t>
      </w:r>
    </w:p>
    <w:p w:rsidR="007B6A46" w:rsidRDefault="007B6A46" w:rsidP="007B6A46">
      <w:r>
        <w:t>420.8495</w:t>
      </w:r>
      <w:r>
        <w:tab/>
        <w:t>1.013e0</w:t>
      </w:r>
    </w:p>
    <w:p w:rsidR="007B6A46" w:rsidRDefault="007B6A46" w:rsidP="007B6A46">
      <w:r>
        <w:t>420.9084</w:t>
      </w:r>
      <w:r>
        <w:tab/>
        <w:t>2.025e0</w:t>
      </w:r>
    </w:p>
    <w:p w:rsidR="007B6A46" w:rsidRDefault="007B6A46" w:rsidP="007B6A46">
      <w:r>
        <w:t>420.9264</w:t>
      </w:r>
      <w:r>
        <w:tab/>
        <w:t>1.013e0</w:t>
      </w:r>
    </w:p>
    <w:p w:rsidR="007B6A46" w:rsidRDefault="007B6A46" w:rsidP="007B6A46">
      <w:r>
        <w:t>420.9925</w:t>
      </w:r>
      <w:r>
        <w:tab/>
        <w:t>1.013e0</w:t>
      </w:r>
    </w:p>
    <w:p w:rsidR="007B6A46" w:rsidRDefault="007B6A46" w:rsidP="007B6A46">
      <w:r>
        <w:t>420.9961</w:t>
      </w:r>
      <w:r>
        <w:tab/>
        <w:t>1.013e0</w:t>
      </w:r>
    </w:p>
    <w:p w:rsidR="007B6A46" w:rsidRDefault="007B6A46" w:rsidP="007B6A46">
      <w:r>
        <w:t>421.0263</w:t>
      </w:r>
      <w:r>
        <w:tab/>
        <w:t>2.025e0</w:t>
      </w:r>
    </w:p>
    <w:p w:rsidR="007B6A46" w:rsidRDefault="007B6A46" w:rsidP="007B6A46">
      <w:r>
        <w:t>421.0301</w:t>
      </w:r>
      <w:r>
        <w:tab/>
        <w:t>1.013e0</w:t>
      </w:r>
    </w:p>
    <w:p w:rsidR="007B6A46" w:rsidRDefault="007B6A46" w:rsidP="007B6A46">
      <w:r>
        <w:lastRenderedPageBreak/>
        <w:t>421.0445</w:t>
      </w:r>
      <w:r>
        <w:tab/>
        <w:t>2.025e0</w:t>
      </w:r>
    </w:p>
    <w:p w:rsidR="007B6A46" w:rsidRDefault="007B6A46" w:rsidP="007B6A46">
      <w:r>
        <w:t>421.0745</w:t>
      </w:r>
      <w:r>
        <w:tab/>
        <w:t>1.013e0</w:t>
      </w:r>
    </w:p>
    <w:p w:rsidR="007B6A46" w:rsidRDefault="007B6A46" w:rsidP="007B6A46">
      <w:r>
        <w:t>421.0996</w:t>
      </w:r>
      <w:r>
        <w:tab/>
        <w:t>1.013e0</w:t>
      </w:r>
    </w:p>
    <w:p w:rsidR="007B6A46" w:rsidRDefault="007B6A46" w:rsidP="007B6A46">
      <w:r>
        <w:t>421.1402</w:t>
      </w:r>
      <w:r>
        <w:tab/>
        <w:t>2.025e0</w:t>
      </w:r>
    </w:p>
    <w:p w:rsidR="007B6A46" w:rsidRDefault="007B6A46" w:rsidP="007B6A46">
      <w:r>
        <w:t>421.1775</w:t>
      </w:r>
      <w:r>
        <w:tab/>
        <w:t>1.013e0</w:t>
      </w:r>
    </w:p>
    <w:p w:rsidR="007B6A46" w:rsidRDefault="007B6A46" w:rsidP="007B6A46">
      <w:r>
        <w:t>421.1963</w:t>
      </w:r>
      <w:r>
        <w:tab/>
        <w:t>4.051e0</w:t>
      </w:r>
    </w:p>
    <w:p w:rsidR="007B6A46" w:rsidRDefault="007B6A46" w:rsidP="007B6A46">
      <w:r>
        <w:t>421.2208</w:t>
      </w:r>
      <w:r>
        <w:tab/>
        <w:t>3.038e0</w:t>
      </w:r>
    </w:p>
    <w:p w:rsidR="007B6A46" w:rsidRDefault="007B6A46" w:rsidP="007B6A46">
      <w:r>
        <w:t>421.2302</w:t>
      </w:r>
      <w:r>
        <w:tab/>
        <w:t>1.013e0</w:t>
      </w:r>
    </w:p>
    <w:p w:rsidR="007B6A46" w:rsidRDefault="007B6A46" w:rsidP="007B6A46">
      <w:r>
        <w:t>421.2369</w:t>
      </w:r>
      <w:r>
        <w:tab/>
        <w:t>1.013e0</w:t>
      </w:r>
    </w:p>
    <w:p w:rsidR="007B6A46" w:rsidRDefault="007B6A46" w:rsidP="007B6A46">
      <w:r>
        <w:t>421.2905</w:t>
      </w:r>
      <w:r>
        <w:tab/>
        <w:t>2.025e0</w:t>
      </w:r>
    </w:p>
    <w:p w:rsidR="007B6A46" w:rsidRDefault="007B6A46" w:rsidP="007B6A46">
      <w:r>
        <w:t>421.2980</w:t>
      </w:r>
      <w:r>
        <w:tab/>
        <w:t>4.051e0</w:t>
      </w:r>
    </w:p>
    <w:p w:rsidR="007B6A46" w:rsidRDefault="007B6A46" w:rsidP="007B6A46">
      <w:r>
        <w:t>421.3273</w:t>
      </w:r>
      <w:r>
        <w:tab/>
        <w:t>1.013e0</w:t>
      </w:r>
    </w:p>
    <w:p w:rsidR="007B6A46" w:rsidRDefault="007B6A46" w:rsidP="007B6A46">
      <w:r>
        <w:t>421.3457</w:t>
      </w:r>
      <w:r>
        <w:tab/>
        <w:t>1.013e0</w:t>
      </w:r>
    </w:p>
    <w:p w:rsidR="007B6A46" w:rsidRDefault="007B6A46" w:rsidP="007B6A46">
      <w:r>
        <w:t>421.3932</w:t>
      </w:r>
      <w:r>
        <w:tab/>
        <w:t>1.013e0</w:t>
      </w:r>
    </w:p>
    <w:p w:rsidR="007B6A46" w:rsidRDefault="007B6A46" w:rsidP="007B6A46">
      <w:r>
        <w:t>421.4148</w:t>
      </w:r>
      <w:r>
        <w:tab/>
        <w:t>1.013e0</w:t>
      </w:r>
    </w:p>
    <w:p w:rsidR="007B6A46" w:rsidRDefault="007B6A46" w:rsidP="007B6A46">
      <w:r>
        <w:t>421.4308</w:t>
      </w:r>
      <w:r>
        <w:tab/>
        <w:t>1.013e0</w:t>
      </w:r>
    </w:p>
    <w:p w:rsidR="007B6A46" w:rsidRDefault="007B6A46" w:rsidP="007B6A46">
      <w:r>
        <w:t>421.4452</w:t>
      </w:r>
      <w:r>
        <w:tab/>
        <w:t>1.013e0</w:t>
      </w:r>
    </w:p>
    <w:p w:rsidR="007B6A46" w:rsidRDefault="007B6A46" w:rsidP="007B6A46">
      <w:r>
        <w:t>421.4666</w:t>
      </w:r>
      <w:r>
        <w:tab/>
        <w:t>1.013e0</w:t>
      </w:r>
    </w:p>
    <w:p w:rsidR="007B6A46" w:rsidRDefault="007B6A46" w:rsidP="007B6A46">
      <w:r>
        <w:t>421.4745</w:t>
      </w:r>
      <w:r>
        <w:tab/>
        <w:t>2.025e0</w:t>
      </w:r>
    </w:p>
    <w:p w:rsidR="007B6A46" w:rsidRDefault="007B6A46" w:rsidP="007B6A46">
      <w:r>
        <w:lastRenderedPageBreak/>
        <w:t>421.5099</w:t>
      </w:r>
      <w:r>
        <w:tab/>
        <w:t>1.013e0</w:t>
      </w:r>
    </w:p>
    <w:p w:rsidR="007B6A46" w:rsidRDefault="007B6A46" w:rsidP="007B6A46">
      <w:r>
        <w:t>421.6779</w:t>
      </w:r>
      <w:r>
        <w:tab/>
        <w:t>1.013e0</w:t>
      </w:r>
    </w:p>
    <w:p w:rsidR="007B6A46" w:rsidRDefault="007B6A46" w:rsidP="007B6A46">
      <w:r>
        <w:t>421.8038</w:t>
      </w:r>
      <w:r>
        <w:tab/>
        <w:t>2.025e0</w:t>
      </w:r>
    </w:p>
    <w:p w:rsidR="007B6A46" w:rsidRDefault="007B6A46" w:rsidP="007B6A46">
      <w:r>
        <w:t>421.8309</w:t>
      </w:r>
      <w:r>
        <w:tab/>
        <w:t>1.013e0</w:t>
      </w:r>
    </w:p>
    <w:p w:rsidR="007B6A46" w:rsidRDefault="007B6A46" w:rsidP="007B6A46">
      <w:r>
        <w:t>421.8805</w:t>
      </w:r>
      <w:r>
        <w:tab/>
        <w:t>1.013e0</w:t>
      </w:r>
    </w:p>
    <w:p w:rsidR="007B6A46" w:rsidRDefault="007B6A46" w:rsidP="007B6A46">
      <w:r>
        <w:t>421.9414</w:t>
      </w:r>
      <w:r>
        <w:tab/>
        <w:t>1.013e0</w:t>
      </w:r>
    </w:p>
    <w:p w:rsidR="007B6A46" w:rsidRDefault="007B6A46" w:rsidP="007B6A46">
      <w:r>
        <w:t>421.9571</w:t>
      </w:r>
      <w:r>
        <w:tab/>
        <w:t>1.013e0</w:t>
      </w:r>
    </w:p>
    <w:p w:rsidR="007B6A46" w:rsidRDefault="007B6A46" w:rsidP="007B6A46">
      <w:r>
        <w:t>421.9604</w:t>
      </w:r>
      <w:r>
        <w:tab/>
        <w:t>2.025e0</w:t>
      </w:r>
    </w:p>
    <w:p w:rsidR="007B6A46" w:rsidRDefault="007B6A46" w:rsidP="007B6A46">
      <w:r>
        <w:t>421.9734</w:t>
      </w:r>
      <w:r>
        <w:tab/>
        <w:t>2.025e0</w:t>
      </w:r>
    </w:p>
    <w:p w:rsidR="007B6A46" w:rsidRDefault="007B6A46" w:rsidP="007B6A46">
      <w:r>
        <w:t>422.0187</w:t>
      </w:r>
      <w:r>
        <w:tab/>
        <w:t>2.025e0</w:t>
      </w:r>
    </w:p>
    <w:p w:rsidR="007B6A46" w:rsidRDefault="007B6A46" w:rsidP="007B6A46">
      <w:r>
        <w:t>422.0357</w:t>
      </w:r>
      <w:r>
        <w:tab/>
        <w:t>2.025e0</w:t>
      </w:r>
    </w:p>
    <w:p w:rsidR="007B6A46" w:rsidRDefault="007B6A46" w:rsidP="007B6A46">
      <w:r>
        <w:t>422.0377</w:t>
      </w:r>
      <w:r>
        <w:tab/>
        <w:t>2.025e0</w:t>
      </w:r>
    </w:p>
    <w:p w:rsidR="007B6A46" w:rsidRDefault="007B6A46" w:rsidP="007B6A46">
      <w:r>
        <w:t>422.1198</w:t>
      </w:r>
      <w:r>
        <w:tab/>
        <w:t>1.013e0</w:t>
      </w:r>
    </w:p>
    <w:p w:rsidR="007B6A46" w:rsidRDefault="007B6A46" w:rsidP="007B6A46">
      <w:r>
        <w:t>422.1428</w:t>
      </w:r>
      <w:r>
        <w:tab/>
        <w:t>2.025e0</w:t>
      </w:r>
    </w:p>
    <w:p w:rsidR="007B6A46" w:rsidRDefault="007B6A46" w:rsidP="007B6A46">
      <w:r>
        <w:t>422.1570</w:t>
      </w:r>
      <w:r>
        <w:tab/>
        <w:t>1.013e0</w:t>
      </w:r>
    </w:p>
    <w:p w:rsidR="007B6A46" w:rsidRDefault="007B6A46" w:rsidP="007B6A46">
      <w:r>
        <w:t>422.1954</w:t>
      </w:r>
      <w:r>
        <w:tab/>
        <w:t>1.013e0</w:t>
      </w:r>
    </w:p>
    <w:p w:rsidR="007B6A46" w:rsidRDefault="007B6A46" w:rsidP="007B6A46">
      <w:r>
        <w:t>422.2240</w:t>
      </w:r>
      <w:r>
        <w:tab/>
        <w:t>2.025e0</w:t>
      </w:r>
    </w:p>
    <w:p w:rsidR="007B6A46" w:rsidRDefault="007B6A46" w:rsidP="007B6A46">
      <w:r>
        <w:t>422.2345</w:t>
      </w:r>
      <w:r>
        <w:tab/>
        <w:t>2.699e0</w:t>
      </w:r>
    </w:p>
    <w:p w:rsidR="007B6A46" w:rsidRDefault="007B6A46" w:rsidP="007B6A46">
      <w:r>
        <w:t>422.2458</w:t>
      </w:r>
      <w:r>
        <w:tab/>
        <w:t>3.038e0</w:t>
      </w:r>
    </w:p>
    <w:p w:rsidR="007B6A46" w:rsidRDefault="007B6A46" w:rsidP="007B6A46">
      <w:r>
        <w:lastRenderedPageBreak/>
        <w:t>422.2632</w:t>
      </w:r>
      <w:r>
        <w:tab/>
        <w:t>2.025e0</w:t>
      </w:r>
    </w:p>
    <w:p w:rsidR="007B6A46" w:rsidRDefault="007B6A46" w:rsidP="007B6A46">
      <w:r>
        <w:t>422.2864</w:t>
      </w:r>
      <w:r>
        <w:tab/>
        <w:t>2.025e0</w:t>
      </w:r>
    </w:p>
    <w:p w:rsidR="007B6A46" w:rsidRDefault="007B6A46" w:rsidP="007B6A46">
      <w:r>
        <w:t>422.2982</w:t>
      </w:r>
      <w:r>
        <w:tab/>
        <w:t>2.025e0</w:t>
      </w:r>
    </w:p>
    <w:p w:rsidR="007B6A46" w:rsidRDefault="007B6A46" w:rsidP="007B6A46">
      <w:r>
        <w:t>422.3062</w:t>
      </w:r>
      <w:r>
        <w:tab/>
        <w:t>1.013e0</w:t>
      </w:r>
    </w:p>
    <w:p w:rsidR="007B6A46" w:rsidRDefault="007B6A46" w:rsidP="007B6A46">
      <w:r>
        <w:t>422.3204</w:t>
      </w:r>
      <w:r>
        <w:tab/>
        <w:t>1.013e0</w:t>
      </w:r>
    </w:p>
    <w:p w:rsidR="007B6A46" w:rsidRDefault="007B6A46" w:rsidP="007B6A46">
      <w:r>
        <w:t>422.3220</w:t>
      </w:r>
      <w:r>
        <w:tab/>
        <w:t>2.025e0</w:t>
      </w:r>
    </w:p>
    <w:p w:rsidR="007B6A46" w:rsidRDefault="007B6A46" w:rsidP="007B6A46">
      <w:r>
        <w:t>422.3285</w:t>
      </w:r>
      <w:r>
        <w:tab/>
        <w:t>2.025e0</w:t>
      </w:r>
    </w:p>
    <w:p w:rsidR="007B6A46" w:rsidRDefault="007B6A46" w:rsidP="007B6A46">
      <w:r>
        <w:t>422.3789</w:t>
      </w:r>
      <w:r>
        <w:tab/>
        <w:t>2.025e0</w:t>
      </w:r>
    </w:p>
    <w:p w:rsidR="007B6A46" w:rsidRDefault="007B6A46" w:rsidP="007B6A46">
      <w:r>
        <w:t>422.3954</w:t>
      </w:r>
      <w:r>
        <w:tab/>
        <w:t>1.013e0</w:t>
      </w:r>
    </w:p>
    <w:p w:rsidR="007B6A46" w:rsidRDefault="007B6A46" w:rsidP="007B6A46">
      <w:r>
        <w:t>422.3990</w:t>
      </w:r>
      <w:r>
        <w:tab/>
        <w:t>1.013e0</w:t>
      </w:r>
    </w:p>
    <w:p w:rsidR="007B6A46" w:rsidRDefault="007B6A46" w:rsidP="007B6A46">
      <w:r>
        <w:t>422.4244</w:t>
      </w:r>
      <w:r>
        <w:tab/>
        <w:t>1.013e0</w:t>
      </w:r>
    </w:p>
    <w:p w:rsidR="007B6A46" w:rsidRDefault="007B6A46" w:rsidP="007B6A46">
      <w:r>
        <w:t>422.4393</w:t>
      </w:r>
      <w:r>
        <w:tab/>
        <w:t>2.025e0</w:t>
      </w:r>
    </w:p>
    <w:p w:rsidR="007B6A46" w:rsidRDefault="007B6A46" w:rsidP="007B6A46">
      <w:r>
        <w:t>422.6176</w:t>
      </w:r>
      <w:r>
        <w:tab/>
        <w:t>1.013e0</w:t>
      </w:r>
    </w:p>
    <w:p w:rsidR="007B6A46" w:rsidRDefault="007B6A46" w:rsidP="007B6A46">
      <w:r>
        <w:t>422.6489</w:t>
      </w:r>
      <w:r>
        <w:tab/>
        <w:t>1.013e0</w:t>
      </w:r>
    </w:p>
    <w:p w:rsidR="007B6A46" w:rsidRDefault="007B6A46" w:rsidP="007B6A46">
      <w:r>
        <w:t>422.6555</w:t>
      </w:r>
      <w:r>
        <w:tab/>
        <w:t>2.025e0</w:t>
      </w:r>
    </w:p>
    <w:p w:rsidR="007B6A46" w:rsidRDefault="007B6A46" w:rsidP="007B6A46">
      <w:r>
        <w:t>422.7059</w:t>
      </w:r>
      <w:r>
        <w:tab/>
        <w:t>1.013e0</w:t>
      </w:r>
    </w:p>
    <w:p w:rsidR="007B6A46" w:rsidRDefault="007B6A46" w:rsidP="007B6A46">
      <w:r>
        <w:t>422.7447</w:t>
      </w:r>
      <w:r>
        <w:tab/>
        <w:t>1.013e0</w:t>
      </w:r>
    </w:p>
    <w:p w:rsidR="007B6A46" w:rsidRDefault="007B6A46" w:rsidP="007B6A46">
      <w:r>
        <w:t>422.7813</w:t>
      </w:r>
      <w:r>
        <w:tab/>
        <w:t>1.013e0</w:t>
      </w:r>
    </w:p>
    <w:p w:rsidR="007B6A46" w:rsidRDefault="007B6A46" w:rsidP="007B6A46">
      <w:r>
        <w:t>422.8699</w:t>
      </w:r>
      <w:r>
        <w:tab/>
        <w:t>2.025e0</w:t>
      </w:r>
    </w:p>
    <w:p w:rsidR="007B6A46" w:rsidRDefault="007B6A46" w:rsidP="007B6A46">
      <w:r>
        <w:lastRenderedPageBreak/>
        <w:t>422.9232</w:t>
      </w:r>
      <w:r>
        <w:tab/>
        <w:t>1.013e0</w:t>
      </w:r>
    </w:p>
    <w:p w:rsidR="007B6A46" w:rsidRDefault="007B6A46" w:rsidP="007B6A46">
      <w:r>
        <w:t>422.9554</w:t>
      </w:r>
      <w:r>
        <w:tab/>
        <w:t>1.013e0</w:t>
      </w:r>
    </w:p>
    <w:p w:rsidR="007B6A46" w:rsidRDefault="007B6A46" w:rsidP="007B6A46">
      <w:r>
        <w:t>422.9771</w:t>
      </w:r>
      <w:r>
        <w:tab/>
        <w:t>2.025e0</w:t>
      </w:r>
    </w:p>
    <w:p w:rsidR="007B6A46" w:rsidRDefault="007B6A46" w:rsidP="007B6A46">
      <w:r>
        <w:t>422.9902</w:t>
      </w:r>
      <w:r>
        <w:tab/>
        <w:t>1.013e0</w:t>
      </w:r>
    </w:p>
    <w:p w:rsidR="007B6A46" w:rsidRDefault="007B6A46" w:rsidP="007B6A46">
      <w:r>
        <w:t>423.0166</w:t>
      </w:r>
      <w:r>
        <w:tab/>
        <w:t>1.013e0</w:t>
      </w:r>
    </w:p>
    <w:p w:rsidR="007B6A46" w:rsidRDefault="007B6A46" w:rsidP="007B6A46">
      <w:r>
        <w:t>423.0482</w:t>
      </w:r>
      <w:r>
        <w:tab/>
        <w:t>2.025e0</w:t>
      </w:r>
    </w:p>
    <w:p w:rsidR="007B6A46" w:rsidRDefault="007B6A46" w:rsidP="007B6A46">
      <w:r>
        <w:t>423.0869</w:t>
      </w:r>
      <w:r>
        <w:tab/>
        <w:t>1.013e0</w:t>
      </w:r>
    </w:p>
    <w:p w:rsidR="007B6A46" w:rsidRDefault="007B6A46" w:rsidP="007B6A46">
      <w:r>
        <w:t>423.1017</w:t>
      </w:r>
      <w:r>
        <w:tab/>
        <w:t>1.013e0</w:t>
      </w:r>
    </w:p>
    <w:p w:rsidR="007B6A46" w:rsidRDefault="007B6A46" w:rsidP="007B6A46">
      <w:r>
        <w:t>423.1316</w:t>
      </w:r>
      <w:r>
        <w:tab/>
        <w:t>1.013e0</w:t>
      </w:r>
    </w:p>
    <w:p w:rsidR="007B6A46" w:rsidRDefault="007B6A46" w:rsidP="007B6A46">
      <w:r>
        <w:t>423.2113</w:t>
      </w:r>
      <w:r>
        <w:tab/>
        <w:t>2.025e0</w:t>
      </w:r>
    </w:p>
    <w:p w:rsidR="007B6A46" w:rsidRDefault="007B6A46" w:rsidP="007B6A46">
      <w:r>
        <w:t>423.2132</w:t>
      </w:r>
      <w:r>
        <w:tab/>
        <w:t>3.038e0</w:t>
      </w:r>
    </w:p>
    <w:p w:rsidR="007B6A46" w:rsidRDefault="007B6A46" w:rsidP="007B6A46">
      <w:r>
        <w:t>423.2351</w:t>
      </w:r>
      <w:r>
        <w:tab/>
        <w:t>1.013e0</w:t>
      </w:r>
    </w:p>
    <w:p w:rsidR="007B6A46" w:rsidRDefault="007B6A46" w:rsidP="007B6A46">
      <w:r>
        <w:t>423.2588</w:t>
      </w:r>
      <w:r>
        <w:tab/>
        <w:t>4.051e0</w:t>
      </w:r>
    </w:p>
    <w:p w:rsidR="007B6A46" w:rsidRDefault="007B6A46" w:rsidP="007B6A46">
      <w:r>
        <w:t>423.3125</w:t>
      </w:r>
      <w:r>
        <w:tab/>
        <w:t>2.025e0</w:t>
      </w:r>
    </w:p>
    <w:p w:rsidR="007B6A46" w:rsidRDefault="007B6A46" w:rsidP="007B6A46">
      <w:r>
        <w:t>423.3922</w:t>
      </w:r>
      <w:r>
        <w:tab/>
        <w:t>1.013e0</w:t>
      </w:r>
    </w:p>
    <w:p w:rsidR="007B6A46" w:rsidRDefault="007B6A46" w:rsidP="007B6A46">
      <w:r>
        <w:t>423.4310</w:t>
      </w:r>
      <w:r>
        <w:tab/>
        <w:t>1.013e0</w:t>
      </w:r>
    </w:p>
    <w:p w:rsidR="007B6A46" w:rsidRDefault="007B6A46" w:rsidP="007B6A46">
      <w:r>
        <w:t>423.4815</w:t>
      </w:r>
      <w:r>
        <w:tab/>
        <w:t>1.013e0</w:t>
      </w:r>
    </w:p>
    <w:p w:rsidR="007B6A46" w:rsidRDefault="007B6A46" w:rsidP="007B6A46">
      <w:r>
        <w:t>423.5696</w:t>
      </w:r>
      <w:r>
        <w:tab/>
        <w:t>1.013e0</w:t>
      </w:r>
    </w:p>
    <w:p w:rsidR="007B6A46" w:rsidRDefault="007B6A46" w:rsidP="007B6A46">
      <w:r>
        <w:t>423.5858</w:t>
      </w:r>
      <w:r>
        <w:tab/>
        <w:t>1.013e0</w:t>
      </w:r>
    </w:p>
    <w:p w:rsidR="007B6A46" w:rsidRDefault="007B6A46" w:rsidP="007B6A46">
      <w:r>
        <w:lastRenderedPageBreak/>
        <w:t>423.6305</w:t>
      </w:r>
      <w:r>
        <w:tab/>
        <w:t>1.013e0</w:t>
      </w:r>
    </w:p>
    <w:p w:rsidR="007B6A46" w:rsidRDefault="007B6A46" w:rsidP="007B6A46">
      <w:r>
        <w:t>423.6452</w:t>
      </w:r>
      <w:r>
        <w:tab/>
        <w:t>2.025e0</w:t>
      </w:r>
    </w:p>
    <w:p w:rsidR="007B6A46" w:rsidRDefault="007B6A46" w:rsidP="007B6A46">
      <w:r>
        <w:t>423.6518</w:t>
      </w:r>
      <w:r>
        <w:tab/>
        <w:t>1.013e0</w:t>
      </w:r>
    </w:p>
    <w:p w:rsidR="007B6A46" w:rsidRDefault="007B6A46" w:rsidP="007B6A46">
      <w:r>
        <w:t>423.6553</w:t>
      </w:r>
      <w:r>
        <w:tab/>
        <w:t>1.013e0</w:t>
      </w:r>
    </w:p>
    <w:p w:rsidR="007B6A46" w:rsidRDefault="007B6A46" w:rsidP="007B6A46">
      <w:r>
        <w:t>423.7274</w:t>
      </w:r>
      <w:r>
        <w:tab/>
        <w:t>1.013e0</w:t>
      </w:r>
    </w:p>
    <w:p w:rsidR="007B6A46" w:rsidRDefault="007B6A46" w:rsidP="007B6A46">
      <w:r>
        <w:t>423.7646</w:t>
      </w:r>
      <w:r>
        <w:tab/>
        <w:t>1.013e0</w:t>
      </w:r>
    </w:p>
    <w:p w:rsidR="007B6A46" w:rsidRDefault="007B6A46" w:rsidP="007B6A46">
      <w:r>
        <w:t>423.7715</w:t>
      </w:r>
      <w:r>
        <w:tab/>
        <w:t>1.013e0</w:t>
      </w:r>
    </w:p>
    <w:p w:rsidR="007B6A46" w:rsidRDefault="007B6A46" w:rsidP="007B6A46">
      <w:r>
        <w:t>423.8380</w:t>
      </w:r>
      <w:r>
        <w:tab/>
        <w:t>1.013e0</w:t>
      </w:r>
    </w:p>
    <w:p w:rsidR="007B6A46" w:rsidRDefault="007B6A46" w:rsidP="007B6A46">
      <w:r>
        <w:t>423.8417</w:t>
      </w:r>
      <w:r>
        <w:tab/>
        <w:t>1.013e0</w:t>
      </w:r>
    </w:p>
    <w:p w:rsidR="007B6A46" w:rsidRDefault="007B6A46" w:rsidP="007B6A46">
      <w:r>
        <w:t>423.9401</w:t>
      </w:r>
      <w:r>
        <w:tab/>
        <w:t>2.025e0</w:t>
      </w:r>
    </w:p>
    <w:p w:rsidR="007B6A46" w:rsidRDefault="007B6A46" w:rsidP="007B6A46">
      <w:r>
        <w:t>423.9453</w:t>
      </w:r>
      <w:r>
        <w:tab/>
        <w:t>1.013e0</w:t>
      </w:r>
    </w:p>
    <w:p w:rsidR="007B6A46" w:rsidRDefault="007B6A46" w:rsidP="007B6A46">
      <w:r>
        <w:t>424.0024</w:t>
      </w:r>
      <w:r>
        <w:tab/>
        <w:t>1.013e0</w:t>
      </w:r>
    </w:p>
    <w:p w:rsidR="007B6A46" w:rsidRDefault="007B6A46" w:rsidP="007B6A46">
      <w:r>
        <w:t>424.0325</w:t>
      </w:r>
      <w:r>
        <w:tab/>
        <w:t>2.025e0</w:t>
      </w:r>
    </w:p>
    <w:p w:rsidR="007B6A46" w:rsidRDefault="007B6A46" w:rsidP="007B6A46">
      <w:r>
        <w:t>424.0441</w:t>
      </w:r>
      <w:r>
        <w:tab/>
        <w:t>2.025e0</w:t>
      </w:r>
    </w:p>
    <w:p w:rsidR="007B6A46" w:rsidRDefault="007B6A46" w:rsidP="007B6A46">
      <w:r>
        <w:t>424.0927</w:t>
      </w:r>
      <w:r>
        <w:tab/>
        <w:t>1.013e0</w:t>
      </w:r>
    </w:p>
    <w:p w:rsidR="007B6A46" w:rsidRDefault="007B6A46" w:rsidP="007B6A46">
      <w:r>
        <w:t>424.1508</w:t>
      </w:r>
      <w:r>
        <w:tab/>
        <w:t>5.063e0</w:t>
      </w:r>
    </w:p>
    <w:p w:rsidR="007B6A46" w:rsidRDefault="007B6A46" w:rsidP="007B6A46">
      <w:r>
        <w:t>424.1703</w:t>
      </w:r>
      <w:r>
        <w:tab/>
        <w:t>1.013e0</w:t>
      </w:r>
    </w:p>
    <w:p w:rsidR="007B6A46" w:rsidRDefault="007B6A46" w:rsidP="007B6A46">
      <w:r>
        <w:t>424.1725</w:t>
      </w:r>
      <w:r>
        <w:tab/>
        <w:t>2.025e0</w:t>
      </w:r>
    </w:p>
    <w:p w:rsidR="007B6A46" w:rsidRDefault="007B6A46" w:rsidP="007B6A46">
      <w:r>
        <w:t>424.2162</w:t>
      </w:r>
      <w:r>
        <w:tab/>
        <w:t>2.025e0</w:t>
      </w:r>
    </w:p>
    <w:p w:rsidR="007B6A46" w:rsidRDefault="007B6A46" w:rsidP="007B6A46">
      <w:r>
        <w:lastRenderedPageBreak/>
        <w:t>424.2263</w:t>
      </w:r>
      <w:r>
        <w:tab/>
        <w:t>1.013e0</w:t>
      </w:r>
    </w:p>
    <w:p w:rsidR="007B6A46" w:rsidRDefault="007B6A46" w:rsidP="007B6A46">
      <w:r>
        <w:t>424.2306</w:t>
      </w:r>
      <w:r>
        <w:tab/>
        <w:t>2.025e0</w:t>
      </w:r>
    </w:p>
    <w:p w:rsidR="007B6A46" w:rsidRDefault="007B6A46" w:rsidP="007B6A46">
      <w:r>
        <w:t>424.2490</w:t>
      </w:r>
      <w:r>
        <w:tab/>
        <w:t>2.025e0</w:t>
      </w:r>
    </w:p>
    <w:p w:rsidR="007B6A46" w:rsidRDefault="007B6A46" w:rsidP="007B6A46">
      <w:r>
        <w:t>424.2654</w:t>
      </w:r>
      <w:r>
        <w:tab/>
        <w:t>3.203e0</w:t>
      </w:r>
    </w:p>
    <w:p w:rsidR="007B6A46" w:rsidRDefault="007B6A46" w:rsidP="007B6A46">
      <w:r>
        <w:t>424.2740</w:t>
      </w:r>
      <w:r>
        <w:tab/>
        <w:t>1.013e0</w:t>
      </w:r>
    </w:p>
    <w:p w:rsidR="007B6A46" w:rsidRDefault="007B6A46" w:rsidP="007B6A46">
      <w:r>
        <w:t>424.3513</w:t>
      </w:r>
      <w:r>
        <w:tab/>
        <w:t>5.063e0</w:t>
      </w:r>
    </w:p>
    <w:p w:rsidR="007B6A46" w:rsidRDefault="007B6A46" w:rsidP="007B6A46">
      <w:r>
        <w:t>424.3528</w:t>
      </w:r>
      <w:r>
        <w:tab/>
        <w:t>5.063e0</w:t>
      </w:r>
    </w:p>
    <w:p w:rsidR="007B6A46" w:rsidRDefault="007B6A46" w:rsidP="007B6A46">
      <w:r>
        <w:t>424.3609</w:t>
      </w:r>
      <w:r>
        <w:tab/>
        <w:t>8.101e0</w:t>
      </w:r>
    </w:p>
    <w:p w:rsidR="007B6A46" w:rsidRDefault="007B6A46" w:rsidP="007B6A46">
      <w:r>
        <w:t>424.3648</w:t>
      </w:r>
      <w:r>
        <w:tab/>
        <w:t>5.063e0</w:t>
      </w:r>
    </w:p>
    <w:p w:rsidR="007B6A46" w:rsidRDefault="007B6A46" w:rsidP="007B6A46">
      <w:r>
        <w:t>424.3987</w:t>
      </w:r>
      <w:r>
        <w:tab/>
        <w:t>2.025e0</w:t>
      </w:r>
    </w:p>
    <w:p w:rsidR="007B6A46" w:rsidRDefault="007B6A46" w:rsidP="007B6A46">
      <w:r>
        <w:t>424.4210</w:t>
      </w:r>
      <w:r>
        <w:tab/>
        <w:t>1.013e0</w:t>
      </w:r>
    </w:p>
    <w:p w:rsidR="007B6A46" w:rsidRDefault="007B6A46" w:rsidP="007B6A46">
      <w:r>
        <w:t>424.4590</w:t>
      </w:r>
      <w:r>
        <w:tab/>
        <w:t>1.013e0</w:t>
      </w:r>
    </w:p>
    <w:p w:rsidR="007B6A46" w:rsidRDefault="007B6A46" w:rsidP="007B6A46">
      <w:r>
        <w:t>424.5031</w:t>
      </w:r>
      <w:r>
        <w:tab/>
        <w:t>1.013e0</w:t>
      </w:r>
    </w:p>
    <w:p w:rsidR="007B6A46" w:rsidRDefault="007B6A46" w:rsidP="007B6A46">
      <w:r>
        <w:t>424.5852</w:t>
      </w:r>
      <w:r>
        <w:tab/>
        <w:t>1.013e0</w:t>
      </w:r>
    </w:p>
    <w:p w:rsidR="007B6A46" w:rsidRDefault="007B6A46" w:rsidP="007B6A46">
      <w:r>
        <w:t>424.7936</w:t>
      </w:r>
      <w:r>
        <w:tab/>
        <w:t>1.013e0</w:t>
      </w:r>
    </w:p>
    <w:p w:rsidR="007B6A46" w:rsidRDefault="007B6A46" w:rsidP="007B6A46">
      <w:r>
        <w:t>424.7954</w:t>
      </w:r>
      <w:r>
        <w:tab/>
        <w:t>2.025e0</w:t>
      </w:r>
    </w:p>
    <w:p w:rsidR="007B6A46" w:rsidRDefault="007B6A46" w:rsidP="007B6A46">
      <w:r>
        <w:t>424.8167</w:t>
      </w:r>
      <w:r>
        <w:tab/>
        <w:t>1.013e0</w:t>
      </w:r>
    </w:p>
    <w:p w:rsidR="007B6A46" w:rsidRDefault="007B6A46" w:rsidP="007B6A46">
      <w:r>
        <w:t>424.8615</w:t>
      </w:r>
      <w:r>
        <w:tab/>
        <w:t>1.013e0</w:t>
      </w:r>
    </w:p>
    <w:p w:rsidR="007B6A46" w:rsidRDefault="007B6A46" w:rsidP="007B6A46">
      <w:r>
        <w:t>424.8698</w:t>
      </w:r>
      <w:r>
        <w:tab/>
        <w:t>1.013e0</w:t>
      </w:r>
    </w:p>
    <w:p w:rsidR="007B6A46" w:rsidRDefault="007B6A46" w:rsidP="007B6A46">
      <w:r>
        <w:lastRenderedPageBreak/>
        <w:t>424.9138</w:t>
      </w:r>
      <w:r>
        <w:tab/>
        <w:t>1.013e0</w:t>
      </w:r>
    </w:p>
    <w:p w:rsidR="007B6A46" w:rsidRDefault="007B6A46" w:rsidP="007B6A46">
      <w:r>
        <w:t>424.9306</w:t>
      </w:r>
      <w:r>
        <w:tab/>
        <w:t>1.013e0</w:t>
      </w:r>
    </w:p>
    <w:p w:rsidR="007B6A46" w:rsidRDefault="007B6A46" w:rsidP="007B6A46">
      <w:r>
        <w:t>424.9394</w:t>
      </w:r>
      <w:r>
        <w:tab/>
        <w:t>4.051e0</w:t>
      </w:r>
    </w:p>
    <w:p w:rsidR="007B6A46" w:rsidRDefault="007B6A46" w:rsidP="007B6A46">
      <w:r>
        <w:t>424.9489</w:t>
      </w:r>
      <w:r>
        <w:tab/>
        <w:t>1.013e0</w:t>
      </w:r>
    </w:p>
    <w:p w:rsidR="007B6A46" w:rsidRDefault="007B6A46" w:rsidP="007B6A46">
      <w:r>
        <w:t>424.9638</w:t>
      </w:r>
      <w:r>
        <w:tab/>
        <w:t>2.025e0</w:t>
      </w:r>
    </w:p>
    <w:p w:rsidR="007B6A46" w:rsidRDefault="007B6A46" w:rsidP="007B6A46">
      <w:r>
        <w:t>425.0035</w:t>
      </w:r>
      <w:r>
        <w:tab/>
        <w:t>1.013e0</w:t>
      </w:r>
    </w:p>
    <w:p w:rsidR="007B6A46" w:rsidRDefault="007B6A46" w:rsidP="007B6A46">
      <w:r>
        <w:t>425.0304</w:t>
      </w:r>
      <w:r>
        <w:tab/>
        <w:t>1.013e0</w:t>
      </w:r>
    </w:p>
    <w:p w:rsidR="007B6A46" w:rsidRDefault="007B6A46" w:rsidP="007B6A46">
      <w:r>
        <w:t>425.0460</w:t>
      </w:r>
      <w:r>
        <w:tab/>
        <w:t>2.025e0</w:t>
      </w:r>
    </w:p>
    <w:p w:rsidR="007B6A46" w:rsidRDefault="007B6A46" w:rsidP="007B6A46">
      <w:r>
        <w:t>425.0477</w:t>
      </w:r>
      <w:r>
        <w:tab/>
        <w:t>1.013e0</w:t>
      </w:r>
    </w:p>
    <w:p w:rsidR="007B6A46" w:rsidRDefault="007B6A46" w:rsidP="007B6A46">
      <w:r>
        <w:t>425.0706</w:t>
      </w:r>
      <w:r>
        <w:tab/>
        <w:t>1.013e0</w:t>
      </w:r>
    </w:p>
    <w:p w:rsidR="007B6A46" w:rsidRDefault="007B6A46" w:rsidP="007B6A46">
      <w:r>
        <w:t>425.1000</w:t>
      </w:r>
      <w:r>
        <w:tab/>
        <w:t>1.013e0</w:t>
      </w:r>
    </w:p>
    <w:p w:rsidR="007B6A46" w:rsidRDefault="007B6A46" w:rsidP="007B6A46">
      <w:r>
        <w:t>425.1259</w:t>
      </w:r>
      <w:r>
        <w:tab/>
        <w:t>2.025e0</w:t>
      </w:r>
    </w:p>
    <w:p w:rsidR="007B6A46" w:rsidRDefault="007B6A46" w:rsidP="007B6A46">
      <w:r>
        <w:t>425.1299</w:t>
      </w:r>
      <w:r>
        <w:tab/>
        <w:t>1.013e0</w:t>
      </w:r>
    </w:p>
    <w:p w:rsidR="007B6A46" w:rsidRDefault="007B6A46" w:rsidP="007B6A46">
      <w:r>
        <w:t>425.1348</w:t>
      </w:r>
      <w:r>
        <w:tab/>
        <w:t>1.013e0</w:t>
      </w:r>
    </w:p>
    <w:p w:rsidR="007B6A46" w:rsidRDefault="007B6A46" w:rsidP="007B6A46">
      <w:r>
        <w:t>425.1528</w:t>
      </w:r>
      <w:r>
        <w:tab/>
        <w:t>1.013e0</w:t>
      </w:r>
    </w:p>
    <w:p w:rsidR="007B6A46" w:rsidRDefault="007B6A46" w:rsidP="007B6A46">
      <w:r>
        <w:t>425.1628</w:t>
      </w:r>
      <w:r>
        <w:tab/>
        <w:t>2.025e0</w:t>
      </w:r>
    </w:p>
    <w:p w:rsidR="007B6A46" w:rsidRDefault="007B6A46" w:rsidP="007B6A46">
      <w:r>
        <w:t>425.2053</w:t>
      </w:r>
      <w:r>
        <w:tab/>
        <w:t>1.013e0</w:t>
      </w:r>
    </w:p>
    <w:p w:rsidR="007B6A46" w:rsidRDefault="007B6A46" w:rsidP="007B6A46">
      <w:r>
        <w:t>425.2128</w:t>
      </w:r>
      <w:r>
        <w:tab/>
        <w:t>1.013e0</w:t>
      </w:r>
    </w:p>
    <w:p w:rsidR="007B6A46" w:rsidRDefault="007B6A46" w:rsidP="007B6A46">
      <w:r>
        <w:t>425.2169</w:t>
      </w:r>
      <w:r>
        <w:tab/>
        <w:t>1.013e0</w:t>
      </w:r>
    </w:p>
    <w:p w:rsidR="007B6A46" w:rsidRDefault="007B6A46" w:rsidP="007B6A46">
      <w:r>
        <w:lastRenderedPageBreak/>
        <w:t>425.2198</w:t>
      </w:r>
      <w:r>
        <w:tab/>
        <w:t>1.013e0</w:t>
      </w:r>
    </w:p>
    <w:p w:rsidR="007B6A46" w:rsidRDefault="007B6A46" w:rsidP="007B6A46">
      <w:r>
        <w:t>425.2502</w:t>
      </w:r>
      <w:r>
        <w:tab/>
        <w:t>1.013e0</w:t>
      </w:r>
    </w:p>
    <w:p w:rsidR="007B6A46" w:rsidRDefault="007B6A46" w:rsidP="007B6A46">
      <w:r>
        <w:t>425.2563</w:t>
      </w:r>
      <w:r>
        <w:tab/>
        <w:t>1.013e0</w:t>
      </w:r>
    </w:p>
    <w:p w:rsidR="007B6A46" w:rsidRDefault="007B6A46" w:rsidP="007B6A46">
      <w:r>
        <w:t>425.2599</w:t>
      </w:r>
      <w:r>
        <w:tab/>
        <w:t>1.013e0</w:t>
      </w:r>
    </w:p>
    <w:p w:rsidR="007B6A46" w:rsidRDefault="007B6A46" w:rsidP="007B6A46">
      <w:r>
        <w:t>425.3019</w:t>
      </w:r>
      <w:r>
        <w:tab/>
        <w:t>1.013e0</w:t>
      </w:r>
    </w:p>
    <w:p w:rsidR="007B6A46" w:rsidRDefault="007B6A46" w:rsidP="007B6A46">
      <w:r>
        <w:t>425.3415</w:t>
      </w:r>
      <w:r>
        <w:tab/>
        <w:t>1.013e0</w:t>
      </w:r>
    </w:p>
    <w:p w:rsidR="007B6A46" w:rsidRDefault="007B6A46" w:rsidP="007B6A46">
      <w:r>
        <w:t>425.3485</w:t>
      </w:r>
      <w:r>
        <w:tab/>
        <w:t>3.038e0</w:t>
      </w:r>
    </w:p>
    <w:p w:rsidR="007B6A46" w:rsidRDefault="007B6A46" w:rsidP="007B6A46">
      <w:r>
        <w:t>425.3730</w:t>
      </w:r>
      <w:r>
        <w:tab/>
        <w:t>2.025e0</w:t>
      </w:r>
    </w:p>
    <w:p w:rsidR="007B6A46" w:rsidRDefault="007B6A46" w:rsidP="007B6A46">
      <w:r>
        <w:t>425.4457</w:t>
      </w:r>
      <w:r>
        <w:tab/>
        <w:t>1.013e0</w:t>
      </w:r>
    </w:p>
    <w:p w:rsidR="007B6A46" w:rsidRDefault="007B6A46" w:rsidP="007B6A46">
      <w:r>
        <w:t>425.4635</w:t>
      </w:r>
      <w:r>
        <w:tab/>
        <w:t>1.013e0</w:t>
      </w:r>
    </w:p>
    <w:p w:rsidR="007B6A46" w:rsidRDefault="007B6A46" w:rsidP="007B6A46">
      <w:r>
        <w:t>425.4659</w:t>
      </w:r>
      <w:r>
        <w:tab/>
        <w:t>2.025e0</w:t>
      </w:r>
    </w:p>
    <w:p w:rsidR="007B6A46" w:rsidRDefault="007B6A46" w:rsidP="007B6A46">
      <w:r>
        <w:t>425.5793</w:t>
      </w:r>
      <w:r>
        <w:tab/>
        <w:t>1.013e0</w:t>
      </w:r>
    </w:p>
    <w:p w:rsidR="007B6A46" w:rsidRDefault="007B6A46" w:rsidP="007B6A46">
      <w:r>
        <w:t>425.6093</w:t>
      </w:r>
      <w:r>
        <w:tab/>
        <w:t>1.013e0</w:t>
      </w:r>
    </w:p>
    <w:p w:rsidR="007B6A46" w:rsidRDefault="007B6A46" w:rsidP="007B6A46">
      <w:r>
        <w:t>425.6833</w:t>
      </w:r>
      <w:r>
        <w:tab/>
        <w:t>1.013e0</w:t>
      </w:r>
    </w:p>
    <w:p w:rsidR="007B6A46" w:rsidRDefault="007B6A46" w:rsidP="007B6A46">
      <w:r>
        <w:t>425.7048</w:t>
      </w:r>
      <w:r>
        <w:tab/>
        <w:t>3.038e0</w:t>
      </w:r>
    </w:p>
    <w:p w:rsidR="007B6A46" w:rsidRDefault="007B6A46" w:rsidP="007B6A46">
      <w:r>
        <w:t>425.7888</w:t>
      </w:r>
      <w:r>
        <w:tab/>
        <w:t>1.013e0</w:t>
      </w:r>
    </w:p>
    <w:p w:rsidR="007B6A46" w:rsidRDefault="007B6A46" w:rsidP="007B6A46">
      <w:r>
        <w:t>425.7923</w:t>
      </w:r>
      <w:r>
        <w:tab/>
        <w:t>1.013e0</w:t>
      </w:r>
    </w:p>
    <w:p w:rsidR="007B6A46" w:rsidRDefault="007B6A46" w:rsidP="007B6A46">
      <w:r>
        <w:t>425.8062</w:t>
      </w:r>
      <w:r>
        <w:tab/>
        <w:t>2.025e0</w:t>
      </w:r>
    </w:p>
    <w:p w:rsidR="007B6A46" w:rsidRDefault="007B6A46" w:rsidP="007B6A46">
      <w:r>
        <w:t>425.8855</w:t>
      </w:r>
      <w:r>
        <w:tab/>
        <w:t>1.013e0</w:t>
      </w:r>
    </w:p>
    <w:p w:rsidR="007B6A46" w:rsidRDefault="007B6A46" w:rsidP="007B6A46">
      <w:r>
        <w:lastRenderedPageBreak/>
        <w:t>425.8923</w:t>
      </w:r>
      <w:r>
        <w:tab/>
        <w:t>2.025e0</w:t>
      </w:r>
    </w:p>
    <w:p w:rsidR="007B6A46" w:rsidRDefault="007B6A46" w:rsidP="007B6A46">
      <w:r>
        <w:t>425.9528</w:t>
      </w:r>
      <w:r>
        <w:tab/>
        <w:t>2.025e0</w:t>
      </w:r>
    </w:p>
    <w:p w:rsidR="007B6A46" w:rsidRDefault="007B6A46" w:rsidP="007B6A46">
      <w:r>
        <w:t>425.9685</w:t>
      </w:r>
      <w:r>
        <w:tab/>
        <w:t>1.013e0</w:t>
      </w:r>
    </w:p>
    <w:p w:rsidR="007B6A46" w:rsidRDefault="007B6A46" w:rsidP="007B6A46">
      <w:r>
        <w:t>425.9989</w:t>
      </w:r>
      <w:r>
        <w:tab/>
        <w:t>1.013e0</w:t>
      </w:r>
    </w:p>
    <w:p w:rsidR="007B6A46" w:rsidRDefault="007B6A46" w:rsidP="007B6A46">
      <w:r>
        <w:t>426.0346</w:t>
      </w:r>
      <w:r>
        <w:tab/>
        <w:t>1.013e0</w:t>
      </w:r>
    </w:p>
    <w:p w:rsidR="007B6A46" w:rsidRDefault="007B6A46" w:rsidP="007B6A46">
      <w:r>
        <w:t>426.0389</w:t>
      </w:r>
      <w:r>
        <w:tab/>
        <w:t>1.013e0</w:t>
      </w:r>
    </w:p>
    <w:p w:rsidR="007B6A46" w:rsidRDefault="007B6A46" w:rsidP="007B6A46">
      <w:r>
        <w:t>426.0996</w:t>
      </w:r>
      <w:r>
        <w:tab/>
        <w:t>1.013e0</w:t>
      </w:r>
    </w:p>
    <w:p w:rsidR="007B6A46" w:rsidRDefault="007B6A46" w:rsidP="007B6A46">
      <w:r>
        <w:t>426.1251</w:t>
      </w:r>
      <w:r>
        <w:tab/>
        <w:t>1.013e0</w:t>
      </w:r>
    </w:p>
    <w:p w:rsidR="007B6A46" w:rsidRDefault="007B6A46" w:rsidP="007B6A46">
      <w:r>
        <w:t>426.1711</w:t>
      </w:r>
      <w:r>
        <w:tab/>
        <w:t>2.025e0</w:t>
      </w:r>
    </w:p>
    <w:p w:rsidR="007B6A46" w:rsidRDefault="007B6A46" w:rsidP="007B6A46">
      <w:r>
        <w:t>426.1815</w:t>
      </w:r>
      <w:r>
        <w:tab/>
        <w:t>2.025e0</w:t>
      </w:r>
    </w:p>
    <w:p w:rsidR="007B6A46" w:rsidRDefault="007B6A46" w:rsidP="007B6A46">
      <w:r>
        <w:t>426.2307</w:t>
      </w:r>
      <w:r>
        <w:tab/>
        <w:t>1.013e0</w:t>
      </w:r>
    </w:p>
    <w:p w:rsidR="007B6A46" w:rsidRDefault="007B6A46" w:rsidP="007B6A46">
      <w:r>
        <w:t>426.2818</w:t>
      </w:r>
      <w:r>
        <w:tab/>
        <w:t>1.013e0</w:t>
      </w:r>
    </w:p>
    <w:p w:rsidR="007B6A46" w:rsidRDefault="007B6A46" w:rsidP="007B6A46">
      <w:r>
        <w:t>426.3351</w:t>
      </w:r>
      <w:r>
        <w:tab/>
        <w:t>3.038e0</w:t>
      </w:r>
    </w:p>
    <w:p w:rsidR="007B6A46" w:rsidRDefault="007B6A46" w:rsidP="007B6A46">
      <w:r>
        <w:t>426.3420</w:t>
      </w:r>
      <w:r>
        <w:tab/>
        <w:t>1.013e0</w:t>
      </w:r>
    </w:p>
    <w:p w:rsidR="007B6A46" w:rsidRDefault="007B6A46" w:rsidP="007B6A46">
      <w:r>
        <w:t>426.3677</w:t>
      </w:r>
      <w:r>
        <w:tab/>
        <w:t>1.013e0</w:t>
      </w:r>
    </w:p>
    <w:p w:rsidR="007B6A46" w:rsidRDefault="007B6A46" w:rsidP="007B6A46">
      <w:r>
        <w:t>426.3747</w:t>
      </w:r>
      <w:r>
        <w:tab/>
        <w:t>2.025e0</w:t>
      </w:r>
    </w:p>
    <w:p w:rsidR="007B6A46" w:rsidRDefault="007B6A46" w:rsidP="007B6A46">
      <w:r>
        <w:t>426.3847</w:t>
      </w:r>
      <w:r>
        <w:tab/>
        <w:t>1.013e0</w:t>
      </w:r>
    </w:p>
    <w:p w:rsidR="007B6A46" w:rsidRDefault="007B6A46" w:rsidP="007B6A46">
      <w:r>
        <w:t>426.4174</w:t>
      </w:r>
      <w:r>
        <w:tab/>
        <w:t>1.013e0</w:t>
      </w:r>
    </w:p>
    <w:p w:rsidR="007B6A46" w:rsidRDefault="007B6A46" w:rsidP="007B6A46">
      <w:r>
        <w:t>426.4712</w:t>
      </w:r>
      <w:r>
        <w:tab/>
        <w:t>1.013e0</w:t>
      </w:r>
    </w:p>
    <w:p w:rsidR="007B6A46" w:rsidRDefault="007B6A46" w:rsidP="007B6A46">
      <w:r>
        <w:lastRenderedPageBreak/>
        <w:t>426.5748</w:t>
      </w:r>
      <w:r>
        <w:tab/>
        <w:t>1.013e0</w:t>
      </w:r>
    </w:p>
    <w:p w:rsidR="007B6A46" w:rsidRDefault="007B6A46" w:rsidP="007B6A46">
      <w:r>
        <w:t>426.6048</w:t>
      </w:r>
      <w:r>
        <w:tab/>
        <w:t>1.013e0</w:t>
      </w:r>
    </w:p>
    <w:p w:rsidR="007B6A46" w:rsidRDefault="007B6A46" w:rsidP="007B6A46">
      <w:r>
        <w:t>426.6320</w:t>
      </w:r>
      <w:r>
        <w:tab/>
        <w:t>1.013e0</w:t>
      </w:r>
    </w:p>
    <w:p w:rsidR="007B6A46" w:rsidRDefault="007B6A46" w:rsidP="007B6A46">
      <w:r>
        <w:t>426.7480</w:t>
      </w:r>
      <w:r>
        <w:tab/>
        <w:t>1.013e0</w:t>
      </w:r>
    </w:p>
    <w:p w:rsidR="007B6A46" w:rsidRDefault="007B6A46" w:rsidP="007B6A46">
      <w:r>
        <w:t>426.7520</w:t>
      </w:r>
      <w:r>
        <w:tab/>
        <w:t>2.025e0</w:t>
      </w:r>
    </w:p>
    <w:p w:rsidR="007B6A46" w:rsidRDefault="007B6A46" w:rsidP="007B6A46">
      <w:r>
        <w:t>426.8455</w:t>
      </w:r>
      <w:r>
        <w:tab/>
        <w:t>1.013e0</w:t>
      </w:r>
    </w:p>
    <w:p w:rsidR="007B6A46" w:rsidRDefault="007B6A46" w:rsidP="007B6A46">
      <w:r>
        <w:t>426.8965</w:t>
      </w:r>
      <w:r>
        <w:tab/>
        <w:t>1.013e0</w:t>
      </w:r>
    </w:p>
    <w:p w:rsidR="007B6A46" w:rsidRDefault="007B6A46" w:rsidP="007B6A46">
      <w:r>
        <w:t>426.9130</w:t>
      </w:r>
      <w:r>
        <w:tab/>
        <w:t>1.013e0</w:t>
      </w:r>
    </w:p>
    <w:p w:rsidR="007B6A46" w:rsidRDefault="007B6A46" w:rsidP="007B6A46">
      <w:r>
        <w:t>426.9312</w:t>
      </w:r>
      <w:r>
        <w:tab/>
        <w:t>2.025e0</w:t>
      </w:r>
    </w:p>
    <w:p w:rsidR="007B6A46" w:rsidRDefault="007B6A46" w:rsidP="007B6A46">
      <w:r>
        <w:t>426.9583</w:t>
      </w:r>
      <w:r>
        <w:tab/>
        <w:t>2.025e0</w:t>
      </w:r>
    </w:p>
    <w:p w:rsidR="007B6A46" w:rsidRDefault="007B6A46" w:rsidP="007B6A46">
      <w:r>
        <w:t>426.9966</w:t>
      </w:r>
      <w:r>
        <w:tab/>
        <w:t>2.025e0</w:t>
      </w:r>
    </w:p>
    <w:p w:rsidR="007B6A46" w:rsidRDefault="007B6A46" w:rsidP="007B6A46">
      <w:r>
        <w:t>427.0038</w:t>
      </w:r>
      <w:r>
        <w:tab/>
        <w:t>2.025e0</w:t>
      </w:r>
    </w:p>
    <w:p w:rsidR="007B6A46" w:rsidRDefault="007B6A46" w:rsidP="007B6A46">
      <w:r>
        <w:t>427.0181</w:t>
      </w:r>
      <w:r>
        <w:tab/>
        <w:t>1.013e0</w:t>
      </w:r>
    </w:p>
    <w:p w:rsidR="007B6A46" w:rsidRDefault="007B6A46" w:rsidP="007B6A46">
      <w:r>
        <w:t>427.0324</w:t>
      </w:r>
      <w:r>
        <w:tab/>
        <w:t>1.013e0</w:t>
      </w:r>
    </w:p>
    <w:p w:rsidR="007B6A46" w:rsidRDefault="007B6A46" w:rsidP="007B6A46">
      <w:r>
        <w:t>427.0549</w:t>
      </w:r>
      <w:r>
        <w:tab/>
        <w:t>1.013e0</w:t>
      </w:r>
    </w:p>
    <w:p w:rsidR="007B6A46" w:rsidRDefault="007B6A46" w:rsidP="007B6A46">
      <w:r>
        <w:t>427.0609</w:t>
      </w:r>
      <w:r>
        <w:tab/>
        <w:t>1.013e0</w:t>
      </w:r>
    </w:p>
    <w:p w:rsidR="007B6A46" w:rsidRDefault="007B6A46" w:rsidP="007B6A46">
      <w:r>
        <w:t>427.0998</w:t>
      </w:r>
      <w:r>
        <w:tab/>
        <w:t>1.013e0</w:t>
      </w:r>
    </w:p>
    <w:p w:rsidR="007B6A46" w:rsidRDefault="007B6A46" w:rsidP="007B6A46">
      <w:r>
        <w:t>427.1040</w:t>
      </w:r>
      <w:r>
        <w:tab/>
        <w:t>1.013e0</w:t>
      </w:r>
    </w:p>
    <w:p w:rsidR="007B6A46" w:rsidRDefault="007B6A46" w:rsidP="007B6A46">
      <w:r>
        <w:t>427.1281</w:t>
      </w:r>
      <w:r>
        <w:tab/>
        <w:t>2.025e0</w:t>
      </w:r>
    </w:p>
    <w:p w:rsidR="007B6A46" w:rsidRDefault="007B6A46" w:rsidP="007B6A46">
      <w:r>
        <w:lastRenderedPageBreak/>
        <w:t>427.1675</w:t>
      </w:r>
      <w:r>
        <w:tab/>
        <w:t>1.013e0</w:t>
      </w:r>
    </w:p>
    <w:p w:rsidR="007B6A46" w:rsidRDefault="007B6A46" w:rsidP="007B6A46">
      <w:r>
        <w:t>427.1907</w:t>
      </w:r>
      <w:r>
        <w:tab/>
        <w:t>1.013e0</w:t>
      </w:r>
    </w:p>
    <w:p w:rsidR="007B6A46" w:rsidRDefault="007B6A46" w:rsidP="007B6A46">
      <w:r>
        <w:t>427.2039</w:t>
      </w:r>
      <w:r>
        <w:tab/>
        <w:t>1.013e0</w:t>
      </w:r>
    </w:p>
    <w:p w:rsidR="007B6A46" w:rsidRDefault="007B6A46" w:rsidP="007B6A46">
      <w:r>
        <w:t>427.2283</w:t>
      </w:r>
      <w:r>
        <w:tab/>
        <w:t>1.013e0</w:t>
      </w:r>
    </w:p>
    <w:p w:rsidR="007B6A46" w:rsidRDefault="007B6A46" w:rsidP="007B6A46">
      <w:r>
        <w:t>427.2576</w:t>
      </w:r>
      <w:r>
        <w:tab/>
        <w:t>1.013e0</w:t>
      </w:r>
    </w:p>
    <w:p w:rsidR="007B6A46" w:rsidRDefault="007B6A46" w:rsidP="007B6A46">
      <w:r>
        <w:t>427.2648</w:t>
      </w:r>
      <w:r>
        <w:tab/>
        <w:t>1.013e0</w:t>
      </w:r>
    </w:p>
    <w:p w:rsidR="007B6A46" w:rsidRDefault="007B6A46" w:rsidP="007B6A46">
      <w:r>
        <w:t>427.2861</w:t>
      </w:r>
      <w:r>
        <w:tab/>
        <w:t>1.013e0</w:t>
      </w:r>
    </w:p>
    <w:p w:rsidR="007B6A46" w:rsidRDefault="007B6A46" w:rsidP="007B6A46">
      <w:r>
        <w:t>427.2899</w:t>
      </w:r>
      <w:r>
        <w:tab/>
        <w:t>1.013e0</w:t>
      </w:r>
    </w:p>
    <w:p w:rsidR="007B6A46" w:rsidRDefault="007B6A46" w:rsidP="007B6A46">
      <w:r>
        <w:t>427.3446</w:t>
      </w:r>
      <w:r>
        <w:tab/>
        <w:t>2.025e0</w:t>
      </w:r>
    </w:p>
    <w:p w:rsidR="007B6A46" w:rsidRDefault="007B6A46" w:rsidP="007B6A46">
      <w:r>
        <w:t>427.3470</w:t>
      </w:r>
      <w:r>
        <w:tab/>
        <w:t>1.013e0</w:t>
      </w:r>
    </w:p>
    <w:p w:rsidR="007B6A46" w:rsidRDefault="007B6A46" w:rsidP="007B6A46">
      <w:r>
        <w:t>427.3768</w:t>
      </w:r>
      <w:r>
        <w:tab/>
        <w:t>6.076e0</w:t>
      </w:r>
    </w:p>
    <w:p w:rsidR="007B6A46" w:rsidRDefault="007B6A46" w:rsidP="007B6A46">
      <w:r>
        <w:t>427.3901</w:t>
      </w:r>
      <w:r>
        <w:tab/>
        <w:t>5.063e0</w:t>
      </w:r>
    </w:p>
    <w:p w:rsidR="007B6A46" w:rsidRDefault="007B6A46" w:rsidP="007B6A46">
      <w:r>
        <w:t>427.3936</w:t>
      </w:r>
      <w:r>
        <w:tab/>
        <w:t>5.063e0</w:t>
      </w:r>
    </w:p>
    <w:p w:rsidR="007B6A46" w:rsidRDefault="007B6A46" w:rsidP="007B6A46">
      <w:r>
        <w:t>427.4006</w:t>
      </w:r>
      <w:r>
        <w:tab/>
        <w:t>5.063e0</w:t>
      </w:r>
    </w:p>
    <w:p w:rsidR="007B6A46" w:rsidRDefault="007B6A46" w:rsidP="007B6A46">
      <w:r>
        <w:t>427.5114</w:t>
      </w:r>
      <w:r>
        <w:tab/>
        <w:t>2.025e0</w:t>
      </w:r>
    </w:p>
    <w:p w:rsidR="007B6A46" w:rsidRDefault="007B6A46" w:rsidP="007B6A46">
      <w:r>
        <w:t>427.5363</w:t>
      </w:r>
      <w:r>
        <w:tab/>
        <w:t>1.013e0</w:t>
      </w:r>
    </w:p>
    <w:p w:rsidR="007B6A46" w:rsidRDefault="007B6A46" w:rsidP="007B6A46">
      <w:r>
        <w:t>427.6039</w:t>
      </w:r>
      <w:r>
        <w:tab/>
        <w:t>1.013e0</w:t>
      </w:r>
    </w:p>
    <w:p w:rsidR="007B6A46" w:rsidRDefault="007B6A46" w:rsidP="007B6A46">
      <w:r>
        <w:t>427.6360</w:t>
      </w:r>
      <w:r>
        <w:tab/>
        <w:t>1.013e0</w:t>
      </w:r>
    </w:p>
    <w:p w:rsidR="007B6A46" w:rsidRDefault="007B6A46" w:rsidP="007B6A46">
      <w:r>
        <w:t>427.7209</w:t>
      </w:r>
      <w:r>
        <w:tab/>
        <w:t>3.038e0</w:t>
      </w:r>
    </w:p>
    <w:p w:rsidR="007B6A46" w:rsidRDefault="007B6A46" w:rsidP="007B6A46">
      <w:r>
        <w:lastRenderedPageBreak/>
        <w:t>427.7431</w:t>
      </w:r>
      <w:r>
        <w:tab/>
        <w:t>2.025e0</w:t>
      </w:r>
    </w:p>
    <w:p w:rsidR="007B6A46" w:rsidRDefault="007B6A46" w:rsidP="007B6A46">
      <w:r>
        <w:t>427.8068</w:t>
      </w:r>
      <w:r>
        <w:tab/>
        <w:t>1.013e0</w:t>
      </w:r>
    </w:p>
    <w:p w:rsidR="007B6A46" w:rsidRDefault="007B6A46" w:rsidP="007B6A46">
      <w:r>
        <w:t>427.8293</w:t>
      </w:r>
      <w:r>
        <w:tab/>
        <w:t>1.013e0</w:t>
      </w:r>
    </w:p>
    <w:p w:rsidR="007B6A46" w:rsidRDefault="007B6A46" w:rsidP="007B6A46">
      <w:r>
        <w:t>427.8437</w:t>
      </w:r>
      <w:r>
        <w:tab/>
        <w:t>1.013e0</w:t>
      </w:r>
    </w:p>
    <w:p w:rsidR="007B6A46" w:rsidRDefault="007B6A46" w:rsidP="007B6A46">
      <w:r>
        <w:t>427.8796</w:t>
      </w:r>
      <w:r>
        <w:tab/>
        <w:t>2.025e0</w:t>
      </w:r>
    </w:p>
    <w:p w:rsidR="007B6A46" w:rsidRDefault="007B6A46" w:rsidP="007B6A46">
      <w:r>
        <w:t>427.8814</w:t>
      </w:r>
      <w:r>
        <w:tab/>
        <w:t>2.025e0</w:t>
      </w:r>
    </w:p>
    <w:p w:rsidR="007B6A46" w:rsidRDefault="007B6A46" w:rsidP="007B6A46">
      <w:r>
        <w:t>427.8826</w:t>
      </w:r>
      <w:r>
        <w:tab/>
        <w:t>1.013e0</w:t>
      </w:r>
    </w:p>
    <w:p w:rsidR="007B6A46" w:rsidRDefault="007B6A46" w:rsidP="007B6A46">
      <w:r>
        <w:t>427.9038</w:t>
      </w:r>
      <w:r>
        <w:tab/>
        <w:t>1.013e0</w:t>
      </w:r>
    </w:p>
    <w:p w:rsidR="007B6A46" w:rsidRDefault="007B6A46" w:rsidP="007B6A46">
      <w:r>
        <w:t>427.9120</w:t>
      </w:r>
      <w:r>
        <w:tab/>
        <w:t>1.013e0</w:t>
      </w:r>
    </w:p>
    <w:p w:rsidR="007B6A46" w:rsidRDefault="007B6A46" w:rsidP="007B6A46">
      <w:r>
        <w:t>427.9441</w:t>
      </w:r>
      <w:r>
        <w:tab/>
        <w:t>1.013e0</w:t>
      </w:r>
    </w:p>
    <w:p w:rsidR="007B6A46" w:rsidRDefault="007B6A46" w:rsidP="007B6A46">
      <w:r>
        <w:t>427.9916</w:t>
      </w:r>
      <w:r>
        <w:tab/>
        <w:t>3.038e0</w:t>
      </w:r>
    </w:p>
    <w:p w:rsidR="007B6A46" w:rsidRDefault="007B6A46" w:rsidP="007B6A46">
      <w:r>
        <w:t>428.0060</w:t>
      </w:r>
      <w:r>
        <w:tab/>
        <w:t>4.051e0</w:t>
      </w:r>
    </w:p>
    <w:p w:rsidR="007B6A46" w:rsidRDefault="007B6A46" w:rsidP="007B6A46">
      <w:r>
        <w:t>428.0469</w:t>
      </w:r>
      <w:r>
        <w:tab/>
        <w:t>1.013e0</w:t>
      </w:r>
    </w:p>
    <w:p w:rsidR="007B6A46" w:rsidRDefault="007B6A46" w:rsidP="007B6A46">
      <w:r>
        <w:t>428.0549</w:t>
      </w:r>
      <w:r>
        <w:tab/>
        <w:t>1.013e0</w:t>
      </w:r>
    </w:p>
    <w:p w:rsidR="007B6A46" w:rsidRDefault="007B6A46" w:rsidP="007B6A46">
      <w:r>
        <w:t>428.0693</w:t>
      </w:r>
      <w:r>
        <w:tab/>
        <w:t>1.013e0</w:t>
      </w:r>
    </w:p>
    <w:p w:rsidR="007B6A46" w:rsidRDefault="007B6A46" w:rsidP="007B6A46">
      <w:r>
        <w:t>428.0871</w:t>
      </w:r>
      <w:r>
        <w:tab/>
        <w:t>1.013e0</w:t>
      </w:r>
    </w:p>
    <w:p w:rsidR="007B6A46" w:rsidRDefault="007B6A46" w:rsidP="007B6A46">
      <w:r>
        <w:t>428.1144</w:t>
      </w:r>
      <w:r>
        <w:tab/>
        <w:t>1.013e0</w:t>
      </w:r>
    </w:p>
    <w:p w:rsidR="007B6A46" w:rsidRDefault="007B6A46" w:rsidP="007B6A46">
      <w:r>
        <w:t>428.1264</w:t>
      </w:r>
      <w:r>
        <w:tab/>
        <w:t>2.025e0</w:t>
      </w:r>
    </w:p>
    <w:p w:rsidR="007B6A46" w:rsidRDefault="007B6A46" w:rsidP="007B6A46">
      <w:r>
        <w:t>428.1693</w:t>
      </w:r>
      <w:r>
        <w:tab/>
        <w:t>1.013e0</w:t>
      </w:r>
    </w:p>
    <w:p w:rsidR="007B6A46" w:rsidRDefault="007B6A46" w:rsidP="007B6A46">
      <w:r>
        <w:lastRenderedPageBreak/>
        <w:t>428.1802</w:t>
      </w:r>
      <w:r>
        <w:tab/>
        <w:t>3.038e0</w:t>
      </w:r>
    </w:p>
    <w:p w:rsidR="007B6A46" w:rsidRDefault="007B6A46" w:rsidP="007B6A46">
      <w:r>
        <w:t>428.1822</w:t>
      </w:r>
      <w:r>
        <w:tab/>
        <w:t>1.013e0</w:t>
      </w:r>
    </w:p>
    <w:p w:rsidR="007B6A46" w:rsidRDefault="007B6A46" w:rsidP="007B6A46">
      <w:r>
        <w:t>428.2198</w:t>
      </w:r>
      <w:r>
        <w:tab/>
        <w:t>1.013e0</w:t>
      </w:r>
    </w:p>
    <w:p w:rsidR="007B6A46" w:rsidRDefault="007B6A46" w:rsidP="007B6A46">
      <w:r>
        <w:t>428.2423</w:t>
      </w:r>
      <w:r>
        <w:tab/>
        <w:t>1.013e0</w:t>
      </w:r>
    </w:p>
    <w:p w:rsidR="007B6A46" w:rsidRDefault="007B6A46" w:rsidP="007B6A46">
      <w:r>
        <w:t>428.2725</w:t>
      </w:r>
      <w:r>
        <w:tab/>
        <w:t>1.013e0</w:t>
      </w:r>
    </w:p>
    <w:p w:rsidR="007B6A46" w:rsidRDefault="007B6A46" w:rsidP="007B6A46">
      <w:r>
        <w:t>428.2940</w:t>
      </w:r>
      <w:r>
        <w:tab/>
        <w:t>2.025e0</w:t>
      </w:r>
    </w:p>
    <w:p w:rsidR="007B6A46" w:rsidRDefault="007B6A46" w:rsidP="007B6A46">
      <w:r>
        <w:t>428.3029</w:t>
      </w:r>
      <w:r>
        <w:tab/>
        <w:t>2.025e0</w:t>
      </w:r>
    </w:p>
    <w:p w:rsidR="007B6A46" w:rsidRDefault="007B6A46" w:rsidP="007B6A46">
      <w:r>
        <w:t>428.3176</w:t>
      </w:r>
      <w:r>
        <w:tab/>
        <w:t>1.013e0</w:t>
      </w:r>
    </w:p>
    <w:p w:rsidR="007B6A46" w:rsidRDefault="007B6A46" w:rsidP="007B6A46">
      <w:r>
        <w:t>428.3194</w:t>
      </w:r>
      <w:r>
        <w:tab/>
        <w:t>2.025e0</w:t>
      </w:r>
    </w:p>
    <w:p w:rsidR="007B6A46" w:rsidRDefault="007B6A46" w:rsidP="007B6A46">
      <w:r>
        <w:t>428.3559</w:t>
      </w:r>
      <w:r>
        <w:tab/>
        <w:t>3.038e0</w:t>
      </w:r>
    </w:p>
    <w:p w:rsidR="007B6A46" w:rsidRDefault="007B6A46" w:rsidP="007B6A46">
      <w:r>
        <w:t>428.3634</w:t>
      </w:r>
      <w:r>
        <w:tab/>
        <w:t>1.013e0</w:t>
      </w:r>
    </w:p>
    <w:p w:rsidR="007B6A46" w:rsidRDefault="007B6A46" w:rsidP="007B6A46">
      <w:r>
        <w:t>428.3651</w:t>
      </w:r>
      <w:r>
        <w:tab/>
        <w:t>2.025e0</w:t>
      </w:r>
    </w:p>
    <w:p w:rsidR="007B6A46" w:rsidRDefault="007B6A46" w:rsidP="007B6A46">
      <w:r>
        <w:t>428.4232</w:t>
      </w:r>
      <w:r>
        <w:tab/>
        <w:t>2.025e0</w:t>
      </w:r>
    </w:p>
    <w:p w:rsidR="007B6A46" w:rsidRDefault="007B6A46" w:rsidP="007B6A46">
      <w:r>
        <w:t>428.4273</w:t>
      </w:r>
      <w:r>
        <w:tab/>
        <w:t>2.025e0</w:t>
      </w:r>
    </w:p>
    <w:p w:rsidR="007B6A46" w:rsidRDefault="007B6A46" w:rsidP="007B6A46">
      <w:r>
        <w:t>428.4456</w:t>
      </w:r>
      <w:r>
        <w:tab/>
        <w:t>1.013e0</w:t>
      </w:r>
    </w:p>
    <w:p w:rsidR="007B6A46" w:rsidRDefault="007B6A46" w:rsidP="007B6A46">
      <w:r>
        <w:t>428.4554</w:t>
      </w:r>
      <w:r>
        <w:tab/>
        <w:t>1.013e0</w:t>
      </w:r>
    </w:p>
    <w:p w:rsidR="007B6A46" w:rsidRDefault="007B6A46" w:rsidP="007B6A46">
      <w:r>
        <w:t>428.4613</w:t>
      </w:r>
      <w:r>
        <w:tab/>
        <w:t>1.013e0</w:t>
      </w:r>
    </w:p>
    <w:p w:rsidR="007B6A46" w:rsidRDefault="007B6A46" w:rsidP="007B6A46">
      <w:r>
        <w:t>428.5510</w:t>
      </w:r>
      <w:r>
        <w:tab/>
        <w:t>1.013e0</w:t>
      </w:r>
    </w:p>
    <w:p w:rsidR="007B6A46" w:rsidRDefault="007B6A46" w:rsidP="007B6A46">
      <w:r>
        <w:t>428.6155</w:t>
      </w:r>
      <w:r>
        <w:tab/>
        <w:t>1.013e0</w:t>
      </w:r>
    </w:p>
    <w:p w:rsidR="007B6A46" w:rsidRDefault="007B6A46" w:rsidP="007B6A46">
      <w:r>
        <w:lastRenderedPageBreak/>
        <w:t>428.7157</w:t>
      </w:r>
      <w:r>
        <w:tab/>
        <w:t>1.013e0</w:t>
      </w:r>
    </w:p>
    <w:p w:rsidR="007B6A46" w:rsidRDefault="007B6A46" w:rsidP="007B6A46">
      <w:r>
        <w:t>428.7324</w:t>
      </w:r>
      <w:r>
        <w:tab/>
        <w:t>1.013e0</w:t>
      </w:r>
    </w:p>
    <w:p w:rsidR="007B6A46" w:rsidRDefault="007B6A46" w:rsidP="007B6A46">
      <w:r>
        <w:t>428.7468</w:t>
      </w:r>
      <w:r>
        <w:tab/>
        <w:t>1.013e0</w:t>
      </w:r>
    </w:p>
    <w:p w:rsidR="007B6A46" w:rsidRDefault="007B6A46" w:rsidP="007B6A46">
      <w:r>
        <w:t>428.8587</w:t>
      </w:r>
      <w:r>
        <w:tab/>
        <w:t>1.013e0</w:t>
      </w:r>
    </w:p>
    <w:p w:rsidR="007B6A46" w:rsidRDefault="007B6A46" w:rsidP="007B6A46">
      <w:r>
        <w:t>428.8680</w:t>
      </w:r>
      <w:r>
        <w:tab/>
        <w:t>1.013e0</w:t>
      </w:r>
    </w:p>
    <w:p w:rsidR="007B6A46" w:rsidRDefault="007B6A46" w:rsidP="007B6A46">
      <w:r>
        <w:t>428.9132</w:t>
      </w:r>
      <w:r>
        <w:tab/>
        <w:t>1.013e0</w:t>
      </w:r>
    </w:p>
    <w:p w:rsidR="007B6A46" w:rsidRDefault="007B6A46" w:rsidP="007B6A46">
      <w:r>
        <w:t>428.9578</w:t>
      </w:r>
      <w:r>
        <w:tab/>
        <w:t>1.013e0</w:t>
      </w:r>
    </w:p>
    <w:p w:rsidR="007B6A46" w:rsidRDefault="007B6A46" w:rsidP="007B6A46">
      <w:r>
        <w:t>429.0105</w:t>
      </w:r>
      <w:r>
        <w:tab/>
        <w:t>1.013e0</w:t>
      </w:r>
    </w:p>
    <w:p w:rsidR="007B6A46" w:rsidRDefault="007B6A46" w:rsidP="007B6A46">
      <w:r>
        <w:t>429.0447</w:t>
      </w:r>
      <w:r>
        <w:tab/>
        <w:t>1.013e0</w:t>
      </w:r>
    </w:p>
    <w:p w:rsidR="007B6A46" w:rsidRDefault="007B6A46" w:rsidP="007B6A46">
      <w:r>
        <w:t>429.0669</w:t>
      </w:r>
      <w:r>
        <w:tab/>
        <w:t>1.013e0</w:t>
      </w:r>
    </w:p>
    <w:p w:rsidR="007B6A46" w:rsidRDefault="007B6A46" w:rsidP="007B6A46">
      <w:r>
        <w:t>429.0784</w:t>
      </w:r>
      <w:r>
        <w:tab/>
        <w:t>1.013e0</w:t>
      </w:r>
    </w:p>
    <w:p w:rsidR="007B6A46" w:rsidRDefault="007B6A46" w:rsidP="007B6A46">
      <w:r>
        <w:t>429.1074</w:t>
      </w:r>
      <w:r>
        <w:tab/>
        <w:t>2.025e0</w:t>
      </w:r>
    </w:p>
    <w:p w:rsidR="007B6A46" w:rsidRDefault="007B6A46" w:rsidP="007B6A46">
      <w:r>
        <w:t>429.1270</w:t>
      </w:r>
      <w:r>
        <w:tab/>
        <w:t>1.013e0</w:t>
      </w:r>
    </w:p>
    <w:p w:rsidR="007B6A46" w:rsidRDefault="007B6A46" w:rsidP="007B6A46">
      <w:r>
        <w:t>429.2504</w:t>
      </w:r>
      <w:r>
        <w:tab/>
        <w:t>2.025e0</w:t>
      </w:r>
    </w:p>
    <w:p w:rsidR="007B6A46" w:rsidRDefault="007B6A46" w:rsidP="007B6A46">
      <w:r>
        <w:t>429.2564</w:t>
      </w:r>
      <w:r>
        <w:tab/>
        <w:t>2.025e0</w:t>
      </w:r>
    </w:p>
    <w:p w:rsidR="007B6A46" w:rsidRDefault="007B6A46" w:rsidP="007B6A46">
      <w:r>
        <w:t>429.2751</w:t>
      </w:r>
      <w:r>
        <w:tab/>
        <w:t>1.013e0</w:t>
      </w:r>
    </w:p>
    <w:p w:rsidR="007B6A46" w:rsidRDefault="007B6A46" w:rsidP="007B6A46">
      <w:r>
        <w:t>429.2814</w:t>
      </w:r>
      <w:r>
        <w:tab/>
        <w:t>2.025e0</w:t>
      </w:r>
    </w:p>
    <w:p w:rsidR="007B6A46" w:rsidRDefault="007B6A46" w:rsidP="007B6A46">
      <w:r>
        <w:t>429.3087</w:t>
      </w:r>
      <w:r>
        <w:tab/>
        <w:t>3.038e0</w:t>
      </w:r>
    </w:p>
    <w:p w:rsidR="007B6A46" w:rsidRDefault="007B6A46" w:rsidP="007B6A46">
      <w:r>
        <w:t>429.3099</w:t>
      </w:r>
      <w:r>
        <w:tab/>
        <w:t>1.013e0</w:t>
      </w:r>
    </w:p>
    <w:p w:rsidR="007B6A46" w:rsidRDefault="007B6A46" w:rsidP="007B6A46">
      <w:r>
        <w:lastRenderedPageBreak/>
        <w:t>429.3120</w:t>
      </w:r>
      <w:r>
        <w:tab/>
        <w:t>2.025e0</w:t>
      </w:r>
    </w:p>
    <w:p w:rsidR="007B6A46" w:rsidRDefault="007B6A46" w:rsidP="007B6A46">
      <w:r>
        <w:t>429.3199</w:t>
      </w:r>
      <w:r>
        <w:tab/>
        <w:t>3.038e0</w:t>
      </w:r>
    </w:p>
    <w:p w:rsidR="007B6A46" w:rsidRDefault="007B6A46" w:rsidP="007B6A46">
      <w:r>
        <w:t>429.3398</w:t>
      </w:r>
      <w:r>
        <w:tab/>
        <w:t>4.051e0</w:t>
      </w:r>
    </w:p>
    <w:p w:rsidR="007B6A46" w:rsidRDefault="007B6A46" w:rsidP="007B6A46">
      <w:r>
        <w:t>429.3737</w:t>
      </w:r>
      <w:r>
        <w:tab/>
        <w:t>1.013e0</w:t>
      </w:r>
    </w:p>
    <w:p w:rsidR="007B6A46" w:rsidRDefault="007B6A46" w:rsidP="007B6A46">
      <w:r>
        <w:t>429.3766</w:t>
      </w:r>
      <w:r>
        <w:tab/>
        <w:t>2.025e0</w:t>
      </w:r>
    </w:p>
    <w:p w:rsidR="007B6A46" w:rsidRDefault="007B6A46" w:rsidP="007B6A46">
      <w:r>
        <w:t>429.4096</w:t>
      </w:r>
      <w:r>
        <w:tab/>
        <w:t>2.025e0</w:t>
      </w:r>
    </w:p>
    <w:p w:rsidR="007B6A46" w:rsidRDefault="007B6A46" w:rsidP="007B6A46">
      <w:r>
        <w:t>429.4184</w:t>
      </w:r>
      <w:r>
        <w:tab/>
        <w:t>1.013e0</w:t>
      </w:r>
    </w:p>
    <w:p w:rsidR="007B6A46" w:rsidRDefault="007B6A46" w:rsidP="007B6A46">
      <w:r>
        <w:t>429.4281</w:t>
      </w:r>
      <w:r>
        <w:tab/>
        <w:t>2.025e0</w:t>
      </w:r>
    </w:p>
    <w:p w:rsidR="007B6A46" w:rsidRDefault="007B6A46" w:rsidP="007B6A46">
      <w:r>
        <w:t>429.4683</w:t>
      </w:r>
      <w:r>
        <w:tab/>
        <w:t>2.025e0</w:t>
      </w:r>
    </w:p>
    <w:p w:rsidR="007B6A46" w:rsidRDefault="007B6A46" w:rsidP="007B6A46">
      <w:r>
        <w:t>429.6143</w:t>
      </w:r>
      <w:r>
        <w:tab/>
        <w:t>2.025e0</w:t>
      </w:r>
    </w:p>
    <w:p w:rsidR="007B6A46" w:rsidRDefault="007B6A46" w:rsidP="007B6A46">
      <w:r>
        <w:t>429.6348</w:t>
      </w:r>
      <w:r>
        <w:tab/>
        <w:t>1.013e0</w:t>
      </w:r>
    </w:p>
    <w:p w:rsidR="007B6A46" w:rsidRDefault="007B6A46" w:rsidP="007B6A46">
      <w:r>
        <w:t>429.6448</w:t>
      </w:r>
      <w:r>
        <w:tab/>
        <w:t>1.013e0</w:t>
      </w:r>
    </w:p>
    <w:p w:rsidR="007B6A46" w:rsidRDefault="007B6A46" w:rsidP="007B6A46">
      <w:r>
        <w:t>429.6674</w:t>
      </w:r>
      <w:r>
        <w:tab/>
        <w:t>1.013e0</w:t>
      </w:r>
    </w:p>
    <w:p w:rsidR="007B6A46" w:rsidRDefault="007B6A46" w:rsidP="007B6A46">
      <w:r>
        <w:t>429.6818</w:t>
      </w:r>
      <w:r>
        <w:tab/>
        <w:t>1.013e0</w:t>
      </w:r>
    </w:p>
    <w:p w:rsidR="007B6A46" w:rsidRDefault="007B6A46" w:rsidP="007B6A46">
      <w:r>
        <w:t>429.7346</w:t>
      </w:r>
      <w:r>
        <w:tab/>
        <w:t>2.025e0</w:t>
      </w:r>
    </w:p>
    <w:p w:rsidR="007B6A46" w:rsidRDefault="007B6A46" w:rsidP="007B6A46">
      <w:r>
        <w:t>429.8253</w:t>
      </w:r>
      <w:r>
        <w:tab/>
        <w:t>1.013e0</w:t>
      </w:r>
    </w:p>
    <w:p w:rsidR="007B6A46" w:rsidRDefault="007B6A46" w:rsidP="007B6A46">
      <w:r>
        <w:t>429.8423</w:t>
      </w:r>
      <w:r>
        <w:tab/>
        <w:t>1.013e0</w:t>
      </w:r>
    </w:p>
    <w:p w:rsidR="007B6A46" w:rsidRDefault="007B6A46" w:rsidP="007B6A46">
      <w:r>
        <w:t>429.8827</w:t>
      </w:r>
      <w:r>
        <w:tab/>
        <w:t>2.025e0</w:t>
      </w:r>
    </w:p>
    <w:p w:rsidR="007B6A46" w:rsidRDefault="007B6A46" w:rsidP="007B6A46">
      <w:r>
        <w:t>429.8939</w:t>
      </w:r>
      <w:r>
        <w:tab/>
        <w:t>1.013e0</w:t>
      </w:r>
    </w:p>
    <w:p w:rsidR="007B6A46" w:rsidRDefault="007B6A46" w:rsidP="007B6A46">
      <w:r>
        <w:lastRenderedPageBreak/>
        <w:t>429.9467</w:t>
      </w:r>
      <w:r>
        <w:tab/>
        <w:t>1.013e0</w:t>
      </w:r>
    </w:p>
    <w:p w:rsidR="007B6A46" w:rsidRDefault="007B6A46" w:rsidP="007B6A46">
      <w:r>
        <w:t>429.9770</w:t>
      </w:r>
      <w:r>
        <w:tab/>
        <w:t>1.013e0</w:t>
      </w:r>
    </w:p>
    <w:p w:rsidR="007B6A46" w:rsidRDefault="007B6A46" w:rsidP="007B6A46">
      <w:r>
        <w:t>430.0073</w:t>
      </w:r>
      <w:r>
        <w:tab/>
        <w:t>1.013e0</w:t>
      </w:r>
    </w:p>
    <w:p w:rsidR="007B6A46" w:rsidRDefault="007B6A46" w:rsidP="007B6A46">
      <w:r>
        <w:t>430.0219</w:t>
      </w:r>
      <w:r>
        <w:tab/>
        <w:t>1.013e0</w:t>
      </w:r>
    </w:p>
    <w:p w:rsidR="007B6A46" w:rsidRDefault="007B6A46" w:rsidP="007B6A46">
      <w:r>
        <w:t>430.0896</w:t>
      </w:r>
      <w:r>
        <w:tab/>
        <w:t>1.013e0</w:t>
      </w:r>
    </w:p>
    <w:p w:rsidR="007B6A46" w:rsidRDefault="007B6A46" w:rsidP="007B6A46">
      <w:r>
        <w:t>430.0950</w:t>
      </w:r>
      <w:r>
        <w:tab/>
        <w:t>2.025e0</w:t>
      </w:r>
    </w:p>
    <w:p w:rsidR="007B6A46" w:rsidRDefault="007B6A46" w:rsidP="007B6A46">
      <w:r>
        <w:t>430.1129</w:t>
      </w:r>
      <w:r>
        <w:tab/>
        <w:t>1.013e0</w:t>
      </w:r>
    </w:p>
    <w:p w:rsidR="007B6A46" w:rsidRDefault="007B6A46" w:rsidP="007B6A46">
      <w:r>
        <w:t>430.1619</w:t>
      </w:r>
      <w:r>
        <w:tab/>
        <w:t>2.025e0</w:t>
      </w:r>
    </w:p>
    <w:p w:rsidR="007B6A46" w:rsidRDefault="007B6A46" w:rsidP="007B6A46">
      <w:r>
        <w:t>430.1863</w:t>
      </w:r>
      <w:r>
        <w:tab/>
        <w:t>1.013e0</w:t>
      </w:r>
    </w:p>
    <w:p w:rsidR="007B6A46" w:rsidRDefault="007B6A46" w:rsidP="007B6A46">
      <w:r>
        <w:t>430.2179</w:t>
      </w:r>
      <w:r>
        <w:tab/>
        <w:t>3.038e0</w:t>
      </w:r>
    </w:p>
    <w:p w:rsidR="007B6A46" w:rsidRDefault="007B6A46" w:rsidP="007B6A46">
      <w:r>
        <w:t>430.2332</w:t>
      </w:r>
      <w:r>
        <w:tab/>
        <w:t>1.013e0</w:t>
      </w:r>
    </w:p>
    <w:p w:rsidR="007B6A46" w:rsidRDefault="007B6A46" w:rsidP="007B6A46">
      <w:r>
        <w:t>430.2365</w:t>
      </w:r>
      <w:r>
        <w:tab/>
        <w:t>2.025e0</w:t>
      </w:r>
    </w:p>
    <w:p w:rsidR="007B6A46" w:rsidRDefault="007B6A46" w:rsidP="007B6A46">
      <w:r>
        <w:t>430.2401</w:t>
      </w:r>
      <w:r>
        <w:tab/>
        <w:t>2.025e0</w:t>
      </w:r>
    </w:p>
    <w:p w:rsidR="007B6A46" w:rsidRDefault="007B6A46" w:rsidP="007B6A46">
      <w:r>
        <w:t>430.2508</w:t>
      </w:r>
      <w:r>
        <w:tab/>
        <w:t>1.013e0</w:t>
      </w:r>
    </w:p>
    <w:p w:rsidR="007B6A46" w:rsidRDefault="007B6A46" w:rsidP="007B6A46">
      <w:r>
        <w:t>430.2878</w:t>
      </w:r>
      <w:r>
        <w:tab/>
        <w:t>2.025e0</w:t>
      </w:r>
    </w:p>
    <w:p w:rsidR="007B6A46" w:rsidRDefault="007B6A46" w:rsidP="007B6A46">
      <w:r>
        <w:t>430.2902</w:t>
      </w:r>
      <w:r>
        <w:tab/>
        <w:t>1.013e0</w:t>
      </w:r>
    </w:p>
    <w:p w:rsidR="007B6A46" w:rsidRDefault="007B6A46" w:rsidP="007B6A46">
      <w:r>
        <w:t>430.2943</w:t>
      </w:r>
      <w:r>
        <w:tab/>
        <w:t>1.013e0</w:t>
      </w:r>
    </w:p>
    <w:p w:rsidR="007B6A46" w:rsidRDefault="007B6A46" w:rsidP="007B6A46">
      <w:r>
        <w:t>430.3217</w:t>
      </w:r>
      <w:r>
        <w:tab/>
        <w:t>2.025e0</w:t>
      </w:r>
    </w:p>
    <w:p w:rsidR="007B6A46" w:rsidRDefault="007B6A46" w:rsidP="007B6A46">
      <w:r>
        <w:t>430.4333</w:t>
      </w:r>
      <w:r>
        <w:tab/>
        <w:t>1.013e0</w:t>
      </w:r>
    </w:p>
    <w:p w:rsidR="007B6A46" w:rsidRDefault="007B6A46" w:rsidP="007B6A46">
      <w:r>
        <w:lastRenderedPageBreak/>
        <w:t>430.4833</w:t>
      </w:r>
      <w:r>
        <w:tab/>
        <w:t>1.013e0</w:t>
      </w:r>
    </w:p>
    <w:p w:rsidR="007B6A46" w:rsidRDefault="007B6A46" w:rsidP="007B6A46">
      <w:r>
        <w:t>430.7095</w:t>
      </w:r>
      <w:r>
        <w:tab/>
        <w:t>1.013e0</w:t>
      </w:r>
    </w:p>
    <w:p w:rsidR="007B6A46" w:rsidRDefault="007B6A46" w:rsidP="007B6A46">
      <w:r>
        <w:t>430.7783</w:t>
      </w:r>
      <w:r>
        <w:tab/>
        <w:t>2.025e0</w:t>
      </w:r>
    </w:p>
    <w:p w:rsidR="007B6A46" w:rsidRDefault="007B6A46" w:rsidP="007B6A46">
      <w:r>
        <w:t>430.7803</w:t>
      </w:r>
      <w:r>
        <w:tab/>
        <w:t>1.013e0</w:t>
      </w:r>
    </w:p>
    <w:p w:rsidR="007B6A46" w:rsidRDefault="007B6A46" w:rsidP="007B6A46">
      <w:r>
        <w:t>430.8539</w:t>
      </w:r>
      <w:r>
        <w:tab/>
        <w:t>1.013e0</w:t>
      </w:r>
    </w:p>
    <w:p w:rsidR="007B6A46" w:rsidRDefault="007B6A46" w:rsidP="007B6A46">
      <w:r>
        <w:t>430.8618</w:t>
      </w:r>
      <w:r>
        <w:tab/>
        <w:t>2.025e0</w:t>
      </w:r>
    </w:p>
    <w:p w:rsidR="007B6A46" w:rsidRDefault="007B6A46" w:rsidP="007B6A46">
      <w:r>
        <w:t>430.9069</w:t>
      </w:r>
      <w:r>
        <w:tab/>
        <w:t>2.025e0</w:t>
      </w:r>
    </w:p>
    <w:p w:rsidR="007B6A46" w:rsidRDefault="007B6A46" w:rsidP="007B6A46">
      <w:r>
        <w:t>430.9296</w:t>
      </w:r>
      <w:r>
        <w:tab/>
        <w:t>1.013e0</w:t>
      </w:r>
    </w:p>
    <w:p w:rsidR="007B6A46" w:rsidRDefault="007B6A46" w:rsidP="007B6A46">
      <w:r>
        <w:t>430.9372</w:t>
      </w:r>
      <w:r>
        <w:tab/>
        <w:t>1.013e0</w:t>
      </w:r>
    </w:p>
    <w:p w:rsidR="007B6A46" w:rsidRDefault="007B6A46" w:rsidP="007B6A46">
      <w:r>
        <w:t>430.9427</w:t>
      </w:r>
      <w:r>
        <w:tab/>
        <w:t>3.038e0</w:t>
      </w:r>
    </w:p>
    <w:p w:rsidR="007B6A46" w:rsidRDefault="007B6A46" w:rsidP="007B6A46">
      <w:r>
        <w:t>430.9440</w:t>
      </w:r>
      <w:r>
        <w:tab/>
        <w:t>1.013e0</w:t>
      </w:r>
    </w:p>
    <w:p w:rsidR="007B6A46" w:rsidRDefault="007B6A46" w:rsidP="007B6A46">
      <w:r>
        <w:t>430.9842</w:t>
      </w:r>
      <w:r>
        <w:tab/>
        <w:t>1.013e0</w:t>
      </w:r>
    </w:p>
    <w:p w:rsidR="007B6A46" w:rsidRDefault="007B6A46" w:rsidP="007B6A46">
      <w:r>
        <w:t>431.0020</w:t>
      </w:r>
      <w:r>
        <w:tab/>
        <w:t>1.013e0</w:t>
      </w:r>
    </w:p>
    <w:p w:rsidR="007B6A46" w:rsidRDefault="007B6A46" w:rsidP="007B6A46">
      <w:r>
        <w:t>431.0125</w:t>
      </w:r>
      <w:r>
        <w:tab/>
        <w:t>2.025e0</w:t>
      </w:r>
    </w:p>
    <w:p w:rsidR="007B6A46" w:rsidRDefault="007B6A46" w:rsidP="007B6A46">
      <w:r>
        <w:t>431.1019</w:t>
      </w:r>
      <w:r>
        <w:tab/>
        <w:t>2.025e0</w:t>
      </w:r>
    </w:p>
    <w:p w:rsidR="007B6A46" w:rsidRDefault="007B6A46" w:rsidP="007B6A46">
      <w:r>
        <w:t>431.1237</w:t>
      </w:r>
      <w:r>
        <w:tab/>
        <w:t>1.013e0</w:t>
      </w:r>
    </w:p>
    <w:p w:rsidR="007B6A46" w:rsidRDefault="007B6A46" w:rsidP="007B6A46">
      <w:r>
        <w:t>431.1484</w:t>
      </w:r>
      <w:r>
        <w:tab/>
        <w:t>1.013e0</w:t>
      </w:r>
    </w:p>
    <w:p w:rsidR="007B6A46" w:rsidRDefault="007B6A46" w:rsidP="007B6A46">
      <w:r>
        <w:t>431.1881</w:t>
      </w:r>
      <w:r>
        <w:tab/>
        <w:t>1.013e0</w:t>
      </w:r>
    </w:p>
    <w:p w:rsidR="007B6A46" w:rsidRDefault="007B6A46" w:rsidP="007B6A46">
      <w:r>
        <w:t>431.1945</w:t>
      </w:r>
      <w:r>
        <w:tab/>
        <w:t>1.013e0</w:t>
      </w:r>
    </w:p>
    <w:p w:rsidR="007B6A46" w:rsidRDefault="007B6A46" w:rsidP="007B6A46">
      <w:r>
        <w:lastRenderedPageBreak/>
        <w:t>431.2036</w:t>
      </w:r>
      <w:r>
        <w:tab/>
        <w:t>3.038e0</w:t>
      </w:r>
    </w:p>
    <w:p w:rsidR="007B6A46" w:rsidRDefault="007B6A46" w:rsidP="007B6A46">
      <w:r>
        <w:t>431.2324</w:t>
      </w:r>
      <w:r>
        <w:tab/>
        <w:t>1.013e0</w:t>
      </w:r>
    </w:p>
    <w:p w:rsidR="007B6A46" w:rsidRDefault="007B6A46" w:rsidP="007B6A46">
      <w:r>
        <w:t>431.2393</w:t>
      </w:r>
      <w:r>
        <w:tab/>
        <w:t>1.013e0</w:t>
      </w:r>
    </w:p>
    <w:p w:rsidR="007B6A46" w:rsidRDefault="007B6A46" w:rsidP="007B6A46">
      <w:r>
        <w:t>431.2701</w:t>
      </w:r>
      <w:r>
        <w:tab/>
        <w:t>3.038e0</w:t>
      </w:r>
    </w:p>
    <w:p w:rsidR="007B6A46" w:rsidRDefault="007B6A46" w:rsidP="007B6A46">
      <w:r>
        <w:t>431.2849</w:t>
      </w:r>
      <w:r>
        <w:tab/>
        <w:t>1.013e0</w:t>
      </w:r>
    </w:p>
    <w:p w:rsidR="007B6A46" w:rsidRDefault="007B6A46" w:rsidP="007B6A46">
      <w:r>
        <w:t>431.2894</w:t>
      </w:r>
      <w:r>
        <w:tab/>
        <w:t>3.038e0</w:t>
      </w:r>
    </w:p>
    <w:p w:rsidR="007B6A46" w:rsidRDefault="007B6A46" w:rsidP="007B6A46">
      <w:r>
        <w:t>431.3450</w:t>
      </w:r>
      <w:r>
        <w:tab/>
        <w:t>2.025e0</w:t>
      </w:r>
    </w:p>
    <w:p w:rsidR="007B6A46" w:rsidRDefault="007B6A46" w:rsidP="007B6A46">
      <w:r>
        <w:t>431.3608</w:t>
      </w:r>
      <w:r>
        <w:tab/>
        <w:t>2.025e0</w:t>
      </w:r>
    </w:p>
    <w:p w:rsidR="007B6A46" w:rsidRDefault="007B6A46" w:rsidP="007B6A46">
      <w:r>
        <w:t>431.3885</w:t>
      </w:r>
      <w:r>
        <w:tab/>
        <w:t>2.025e0</w:t>
      </w:r>
    </w:p>
    <w:p w:rsidR="007B6A46" w:rsidRDefault="007B6A46" w:rsidP="007B6A46">
      <w:r>
        <w:t>431.5051</w:t>
      </w:r>
      <w:r>
        <w:tab/>
        <w:t>1.013e0</w:t>
      </w:r>
    </w:p>
    <w:p w:rsidR="007B6A46" w:rsidRDefault="007B6A46" w:rsidP="007B6A46">
      <w:r>
        <w:t>431.5525</w:t>
      </w:r>
      <w:r>
        <w:tab/>
        <w:t>1.013e0</w:t>
      </w:r>
    </w:p>
    <w:p w:rsidR="007B6A46" w:rsidRDefault="007B6A46" w:rsidP="007B6A46">
      <w:r>
        <w:t>431.6491</w:t>
      </w:r>
      <w:r>
        <w:tab/>
        <w:t>1.013e0</w:t>
      </w:r>
    </w:p>
    <w:p w:rsidR="007B6A46" w:rsidRDefault="007B6A46" w:rsidP="007B6A46">
      <w:r>
        <w:t>431.6713</w:t>
      </w:r>
      <w:r>
        <w:tab/>
        <w:t>1.013e0</w:t>
      </w:r>
    </w:p>
    <w:p w:rsidR="007B6A46" w:rsidRDefault="007B6A46" w:rsidP="007B6A46">
      <w:r>
        <w:t>431.7411</w:t>
      </w:r>
      <w:r>
        <w:tab/>
        <w:t>2.025e0</w:t>
      </w:r>
    </w:p>
    <w:p w:rsidR="007B6A46" w:rsidRDefault="007B6A46" w:rsidP="007B6A46">
      <w:r>
        <w:t>431.7572</w:t>
      </w:r>
      <w:r>
        <w:tab/>
        <w:t>1.013e0</w:t>
      </w:r>
    </w:p>
    <w:p w:rsidR="007B6A46" w:rsidRDefault="007B6A46" w:rsidP="007B6A46">
      <w:r>
        <w:t>431.7778</w:t>
      </w:r>
      <w:r>
        <w:tab/>
        <w:t>1.013e0</w:t>
      </w:r>
    </w:p>
    <w:p w:rsidR="007B6A46" w:rsidRDefault="007B6A46" w:rsidP="007B6A46">
      <w:r>
        <w:t>431.8231</w:t>
      </w:r>
      <w:r>
        <w:tab/>
        <w:t>2.025e0</w:t>
      </w:r>
    </w:p>
    <w:p w:rsidR="007B6A46" w:rsidRDefault="007B6A46" w:rsidP="007B6A46">
      <w:r>
        <w:t>431.8443</w:t>
      </w:r>
      <w:r>
        <w:tab/>
        <w:t>2.025e0</w:t>
      </w:r>
    </w:p>
    <w:p w:rsidR="007B6A46" w:rsidRDefault="007B6A46" w:rsidP="007B6A46">
      <w:r>
        <w:t>431.8462</w:t>
      </w:r>
      <w:r>
        <w:tab/>
        <w:t>1.013e0</w:t>
      </w:r>
    </w:p>
    <w:p w:rsidR="007B6A46" w:rsidRDefault="007B6A46" w:rsidP="007B6A46">
      <w:r>
        <w:lastRenderedPageBreak/>
        <w:t>431.8567</w:t>
      </w:r>
      <w:r>
        <w:tab/>
        <w:t>2.025e0</w:t>
      </w:r>
    </w:p>
    <w:p w:rsidR="007B6A46" w:rsidRDefault="007B6A46" w:rsidP="007B6A46">
      <w:r>
        <w:t>431.9002</w:t>
      </w:r>
      <w:r>
        <w:tab/>
        <w:t>1.013e0</w:t>
      </w:r>
    </w:p>
    <w:p w:rsidR="007B6A46" w:rsidRDefault="007B6A46" w:rsidP="007B6A46">
      <w:r>
        <w:t>431.9145</w:t>
      </w:r>
      <w:r>
        <w:tab/>
        <w:t>1.013e0</w:t>
      </w:r>
    </w:p>
    <w:p w:rsidR="007B6A46" w:rsidRDefault="007B6A46" w:rsidP="007B6A46">
      <w:r>
        <w:t>431.9568</w:t>
      </w:r>
      <w:r>
        <w:tab/>
        <w:t>1.013e0</w:t>
      </w:r>
    </w:p>
    <w:p w:rsidR="007B6A46" w:rsidRDefault="007B6A46" w:rsidP="007B6A46">
      <w:r>
        <w:t>431.9611</w:t>
      </w:r>
      <w:r>
        <w:tab/>
        <w:t>1.013e0</w:t>
      </w:r>
    </w:p>
    <w:p w:rsidR="007B6A46" w:rsidRDefault="007B6A46" w:rsidP="007B6A46">
      <w:r>
        <w:t>432.0055</w:t>
      </w:r>
      <w:r>
        <w:tab/>
        <w:t>1.013e0</w:t>
      </w:r>
    </w:p>
    <w:p w:rsidR="007B6A46" w:rsidRDefault="007B6A46" w:rsidP="007B6A46">
      <w:r>
        <w:t>432.0352</w:t>
      </w:r>
      <w:r>
        <w:tab/>
        <w:t>1.013e0</w:t>
      </w:r>
    </w:p>
    <w:p w:rsidR="007B6A46" w:rsidRDefault="007B6A46" w:rsidP="007B6A46">
      <w:r>
        <w:t>432.0398</w:t>
      </w:r>
      <w:r>
        <w:tab/>
        <w:t>1.013e0</w:t>
      </w:r>
    </w:p>
    <w:p w:rsidR="007B6A46" w:rsidRDefault="007B6A46" w:rsidP="007B6A46">
      <w:r>
        <w:t>432.1114</w:t>
      </w:r>
      <w:r>
        <w:tab/>
        <w:t>2.025e0</w:t>
      </w:r>
    </w:p>
    <w:p w:rsidR="007B6A46" w:rsidRDefault="007B6A46" w:rsidP="007B6A46">
      <w:r>
        <w:t>432.1335</w:t>
      </w:r>
      <w:r>
        <w:tab/>
        <w:t>2.025e0</w:t>
      </w:r>
    </w:p>
    <w:p w:rsidR="007B6A46" w:rsidRDefault="007B6A46" w:rsidP="007B6A46">
      <w:r>
        <w:t>432.1572</w:t>
      </w:r>
      <w:r>
        <w:tab/>
        <w:t>1.013e0</w:t>
      </w:r>
    </w:p>
    <w:p w:rsidR="007B6A46" w:rsidRDefault="007B6A46" w:rsidP="007B6A46">
      <w:r>
        <w:t>432.2404</w:t>
      </w:r>
      <w:r>
        <w:tab/>
        <w:t>2.025e0</w:t>
      </w:r>
    </w:p>
    <w:p w:rsidR="007B6A46" w:rsidRDefault="007B6A46" w:rsidP="007B6A46">
      <w:r>
        <w:t>432.2552</w:t>
      </w:r>
      <w:r>
        <w:tab/>
        <w:t>1.013e0</w:t>
      </w:r>
    </w:p>
    <w:p w:rsidR="007B6A46" w:rsidRDefault="007B6A46" w:rsidP="007B6A46">
      <w:r>
        <w:t>432.2653</w:t>
      </w:r>
      <w:r>
        <w:tab/>
        <w:t>4.051e0</w:t>
      </w:r>
    </w:p>
    <w:p w:rsidR="007B6A46" w:rsidRDefault="007B6A46" w:rsidP="007B6A46">
      <w:r>
        <w:t>432.2825</w:t>
      </w:r>
      <w:r>
        <w:tab/>
        <w:t>1.013e0</w:t>
      </w:r>
    </w:p>
    <w:p w:rsidR="007B6A46" w:rsidRDefault="007B6A46" w:rsidP="007B6A46">
      <w:r>
        <w:t>432.2855</w:t>
      </w:r>
      <w:r>
        <w:tab/>
        <w:t>3.038e0</w:t>
      </w:r>
    </w:p>
    <w:p w:rsidR="007B6A46" w:rsidRDefault="007B6A46" w:rsidP="007B6A46">
      <w:r>
        <w:t>432.2984</w:t>
      </w:r>
      <w:r>
        <w:tab/>
        <w:t>2.025e0</w:t>
      </w:r>
    </w:p>
    <w:p w:rsidR="007B6A46" w:rsidRDefault="007B6A46" w:rsidP="007B6A46">
      <w:r>
        <w:t>432.3029</w:t>
      </w:r>
      <w:r>
        <w:tab/>
        <w:t>2.025e0</w:t>
      </w:r>
    </w:p>
    <w:p w:rsidR="007B6A46" w:rsidRDefault="007B6A46" w:rsidP="007B6A46">
      <w:r>
        <w:t>432.3410</w:t>
      </w:r>
      <w:r>
        <w:tab/>
        <w:t>2.025e0</w:t>
      </w:r>
    </w:p>
    <w:p w:rsidR="007B6A46" w:rsidRDefault="007B6A46" w:rsidP="007B6A46">
      <w:r>
        <w:lastRenderedPageBreak/>
        <w:t>432.3834</w:t>
      </w:r>
      <w:r>
        <w:tab/>
        <w:t>1.013e0</w:t>
      </w:r>
    </w:p>
    <w:p w:rsidR="007B6A46" w:rsidRDefault="007B6A46" w:rsidP="007B6A46">
      <w:r>
        <w:t>432.4479</w:t>
      </w:r>
      <w:r>
        <w:tab/>
        <w:t>1.013e0</w:t>
      </w:r>
    </w:p>
    <w:p w:rsidR="007B6A46" w:rsidRDefault="007B6A46" w:rsidP="007B6A46">
      <w:r>
        <w:t>432.4981</w:t>
      </w:r>
      <w:r>
        <w:tab/>
        <w:t>1.013e0</w:t>
      </w:r>
    </w:p>
    <w:p w:rsidR="007B6A46" w:rsidRDefault="007B6A46" w:rsidP="007B6A46">
      <w:r>
        <w:t>432.5301</w:t>
      </w:r>
      <w:r>
        <w:tab/>
        <w:t>1.013e0</w:t>
      </w:r>
    </w:p>
    <w:p w:rsidR="007B6A46" w:rsidRDefault="007B6A46" w:rsidP="007B6A46">
      <w:r>
        <w:t>432.5513</w:t>
      </w:r>
      <w:r>
        <w:tab/>
        <w:t>1.013e0</w:t>
      </w:r>
    </w:p>
    <w:p w:rsidR="007B6A46" w:rsidRDefault="007B6A46" w:rsidP="007B6A46">
      <w:r>
        <w:t>432.5696</w:t>
      </w:r>
      <w:r>
        <w:tab/>
        <w:t>1.013e0</w:t>
      </w:r>
    </w:p>
    <w:p w:rsidR="007B6A46" w:rsidRDefault="007B6A46" w:rsidP="007B6A46">
      <w:r>
        <w:t>432.5867</w:t>
      </w:r>
      <w:r>
        <w:tab/>
        <w:t>1.013e0</w:t>
      </w:r>
    </w:p>
    <w:p w:rsidR="007B6A46" w:rsidRDefault="007B6A46" w:rsidP="007B6A46">
      <w:r>
        <w:t>432.6945</w:t>
      </w:r>
      <w:r>
        <w:tab/>
        <w:t>2.025e0</w:t>
      </w:r>
    </w:p>
    <w:p w:rsidR="007B6A46" w:rsidRDefault="007B6A46" w:rsidP="007B6A46">
      <w:r>
        <w:t>432.7084</w:t>
      </w:r>
      <w:r>
        <w:tab/>
        <w:t>1.013e0</w:t>
      </w:r>
    </w:p>
    <w:p w:rsidR="007B6A46" w:rsidRDefault="007B6A46" w:rsidP="007B6A46">
      <w:r>
        <w:t>432.8178</w:t>
      </w:r>
      <w:r>
        <w:tab/>
        <w:t>1.013e0</w:t>
      </w:r>
    </w:p>
    <w:p w:rsidR="007B6A46" w:rsidRDefault="007B6A46" w:rsidP="007B6A46">
      <w:r>
        <w:t>432.8739</w:t>
      </w:r>
      <w:r>
        <w:tab/>
        <w:t>1.013e0</w:t>
      </w:r>
    </w:p>
    <w:p w:rsidR="007B6A46" w:rsidRDefault="007B6A46" w:rsidP="007B6A46">
      <w:r>
        <w:t>432.9305</w:t>
      </w:r>
      <w:r>
        <w:tab/>
        <w:t>1.013e0</w:t>
      </w:r>
    </w:p>
    <w:p w:rsidR="007B6A46" w:rsidRDefault="007B6A46" w:rsidP="007B6A46">
      <w:r>
        <w:t>432.9733</w:t>
      </w:r>
      <w:r>
        <w:tab/>
        <w:t>1.013e0</w:t>
      </w:r>
    </w:p>
    <w:p w:rsidR="007B6A46" w:rsidRDefault="007B6A46" w:rsidP="007B6A46">
      <w:r>
        <w:t>433.0230</w:t>
      </w:r>
      <w:r>
        <w:tab/>
        <w:t>1.013e0</w:t>
      </w:r>
    </w:p>
    <w:p w:rsidR="007B6A46" w:rsidRDefault="007B6A46" w:rsidP="007B6A46">
      <w:r>
        <w:t>433.1041</w:t>
      </w:r>
      <w:r>
        <w:tab/>
        <w:t>2.025e0</w:t>
      </w:r>
    </w:p>
    <w:p w:rsidR="007B6A46" w:rsidRDefault="007B6A46" w:rsidP="007B6A46">
      <w:r>
        <w:t>433.1131</w:t>
      </w:r>
      <w:r>
        <w:tab/>
        <w:t>1.013e0</w:t>
      </w:r>
    </w:p>
    <w:p w:rsidR="007B6A46" w:rsidRDefault="007B6A46" w:rsidP="007B6A46">
      <w:r>
        <w:t>433.1173</w:t>
      </w:r>
      <w:r>
        <w:tab/>
        <w:t>1.013e0</w:t>
      </w:r>
    </w:p>
    <w:p w:rsidR="007B6A46" w:rsidRDefault="007B6A46" w:rsidP="007B6A46">
      <w:r>
        <w:t>433.1668</w:t>
      </w:r>
      <w:r>
        <w:tab/>
        <w:t>1.013e0</w:t>
      </w:r>
    </w:p>
    <w:p w:rsidR="007B6A46" w:rsidRDefault="007B6A46" w:rsidP="007B6A46">
      <w:r>
        <w:t>433.1747</w:t>
      </w:r>
      <w:r>
        <w:tab/>
        <w:t>1.013e0</w:t>
      </w:r>
    </w:p>
    <w:p w:rsidR="007B6A46" w:rsidRDefault="007B6A46" w:rsidP="007B6A46">
      <w:r>
        <w:lastRenderedPageBreak/>
        <w:t>433.1896</w:t>
      </w:r>
      <w:r>
        <w:tab/>
        <w:t>1.013e0</w:t>
      </w:r>
    </w:p>
    <w:p w:rsidR="007B6A46" w:rsidRDefault="007B6A46" w:rsidP="007B6A46">
      <w:r>
        <w:t>433.2348</w:t>
      </w:r>
      <w:r>
        <w:tab/>
        <w:t>1.013e0</w:t>
      </w:r>
    </w:p>
    <w:p w:rsidR="007B6A46" w:rsidRDefault="007B6A46" w:rsidP="007B6A46">
      <w:r>
        <w:t>433.2371</w:t>
      </w:r>
      <w:r>
        <w:tab/>
        <w:t>3.038e0</w:t>
      </w:r>
    </w:p>
    <w:p w:rsidR="007B6A46" w:rsidRDefault="007B6A46" w:rsidP="007B6A46">
      <w:r>
        <w:t>433.2390</w:t>
      </w:r>
      <w:r>
        <w:tab/>
        <w:t>1.013e0</w:t>
      </w:r>
    </w:p>
    <w:p w:rsidR="007B6A46" w:rsidRDefault="007B6A46" w:rsidP="007B6A46">
      <w:r>
        <w:t>433.2446</w:t>
      </w:r>
      <w:r>
        <w:tab/>
        <w:t>2.025e0</w:t>
      </w:r>
    </w:p>
    <w:p w:rsidR="007B6A46" w:rsidRDefault="007B6A46" w:rsidP="007B6A46">
      <w:r>
        <w:t>433.2657</w:t>
      </w:r>
      <w:r>
        <w:tab/>
        <w:t>1.013e0</w:t>
      </w:r>
    </w:p>
    <w:p w:rsidR="007B6A46" w:rsidRDefault="007B6A46" w:rsidP="007B6A46">
      <w:r>
        <w:t>433.2742</w:t>
      </w:r>
      <w:r>
        <w:tab/>
        <w:t>8.101e0</w:t>
      </w:r>
    </w:p>
    <w:p w:rsidR="007B6A46" w:rsidRDefault="007B6A46" w:rsidP="007B6A46">
      <w:r>
        <w:t>433.2889</w:t>
      </w:r>
      <w:r>
        <w:tab/>
        <w:t>3.038e0</w:t>
      </w:r>
    </w:p>
    <w:p w:rsidR="007B6A46" w:rsidRDefault="007B6A46" w:rsidP="007B6A46">
      <w:r>
        <w:t>433.3111</w:t>
      </w:r>
      <w:r>
        <w:tab/>
        <w:t>3.038e0</w:t>
      </w:r>
    </w:p>
    <w:p w:rsidR="007B6A46" w:rsidRDefault="007B6A46" w:rsidP="007B6A46">
      <w:r>
        <w:t>433.3348</w:t>
      </w:r>
      <w:r>
        <w:tab/>
        <w:t>1.013e0</w:t>
      </w:r>
    </w:p>
    <w:p w:rsidR="007B6A46" w:rsidRDefault="007B6A46" w:rsidP="007B6A46">
      <w:r>
        <w:t>433.3600</w:t>
      </w:r>
      <w:r>
        <w:tab/>
        <w:t>1.013e0</w:t>
      </w:r>
    </w:p>
    <w:p w:rsidR="007B6A46" w:rsidRDefault="007B6A46" w:rsidP="007B6A46">
      <w:r>
        <w:t>433.3728</w:t>
      </w:r>
      <w:r>
        <w:tab/>
        <w:t>1.013e0</w:t>
      </w:r>
    </w:p>
    <w:p w:rsidR="007B6A46" w:rsidRDefault="007B6A46" w:rsidP="007B6A46">
      <w:r>
        <w:t>433.3874</w:t>
      </w:r>
      <w:r>
        <w:tab/>
        <w:t>1.013e0</w:t>
      </w:r>
    </w:p>
    <w:p w:rsidR="007B6A46" w:rsidRDefault="007B6A46" w:rsidP="007B6A46">
      <w:r>
        <w:t>433.3950</w:t>
      </w:r>
      <w:r>
        <w:tab/>
        <w:t>1.013e0</w:t>
      </w:r>
    </w:p>
    <w:p w:rsidR="007B6A46" w:rsidRDefault="007B6A46" w:rsidP="007B6A46">
      <w:r>
        <w:t>433.4035</w:t>
      </w:r>
      <w:r>
        <w:tab/>
        <w:t>1.013e0</w:t>
      </w:r>
    </w:p>
    <w:p w:rsidR="007B6A46" w:rsidRDefault="007B6A46" w:rsidP="007B6A46">
      <w:r>
        <w:t>433.4609</w:t>
      </w:r>
      <w:r>
        <w:tab/>
        <w:t>1.013e0</w:t>
      </w:r>
    </w:p>
    <w:p w:rsidR="007B6A46" w:rsidRDefault="007B6A46" w:rsidP="007B6A46">
      <w:r>
        <w:t>433.5098</w:t>
      </w:r>
      <w:r>
        <w:tab/>
        <w:t>1.013e0</w:t>
      </w:r>
    </w:p>
    <w:p w:rsidR="007B6A46" w:rsidRDefault="007B6A46" w:rsidP="007B6A46">
      <w:r>
        <w:t>433.5479</w:t>
      </w:r>
      <w:r>
        <w:tab/>
        <w:t>1.013e0</w:t>
      </w:r>
    </w:p>
    <w:p w:rsidR="007B6A46" w:rsidRDefault="007B6A46" w:rsidP="007B6A46">
      <w:r>
        <w:t>433.6087</w:t>
      </w:r>
      <w:r>
        <w:tab/>
        <w:t>1.013e0</w:t>
      </w:r>
    </w:p>
    <w:p w:rsidR="007B6A46" w:rsidRDefault="007B6A46" w:rsidP="007B6A46">
      <w:r>
        <w:lastRenderedPageBreak/>
        <w:t>433.6616</w:t>
      </w:r>
      <w:r>
        <w:tab/>
        <w:t>1.013e0</w:t>
      </w:r>
    </w:p>
    <w:p w:rsidR="007B6A46" w:rsidRDefault="007B6A46" w:rsidP="007B6A46">
      <w:r>
        <w:t>433.6765</w:t>
      </w:r>
      <w:r>
        <w:tab/>
        <w:t>1.013e0</w:t>
      </w:r>
    </w:p>
    <w:p w:rsidR="007B6A46" w:rsidRDefault="007B6A46" w:rsidP="007B6A46">
      <w:r>
        <w:t>433.6865</w:t>
      </w:r>
      <w:r>
        <w:tab/>
        <w:t>1.013e0</w:t>
      </w:r>
    </w:p>
    <w:p w:rsidR="007B6A46" w:rsidRDefault="007B6A46" w:rsidP="007B6A46">
      <w:r>
        <w:t>433.7907</w:t>
      </w:r>
      <w:r>
        <w:tab/>
        <w:t>1.013e0</w:t>
      </w:r>
    </w:p>
    <w:p w:rsidR="007B6A46" w:rsidRDefault="007B6A46" w:rsidP="007B6A46">
      <w:r>
        <w:t>433.8083</w:t>
      </w:r>
      <w:r>
        <w:tab/>
        <w:t>1.013e0</w:t>
      </w:r>
    </w:p>
    <w:p w:rsidR="007B6A46" w:rsidRDefault="007B6A46" w:rsidP="007B6A46">
      <w:r>
        <w:t>433.8474</w:t>
      </w:r>
      <w:r>
        <w:tab/>
        <w:t>2.025e0</w:t>
      </w:r>
    </w:p>
    <w:p w:rsidR="007B6A46" w:rsidRDefault="007B6A46" w:rsidP="007B6A46">
      <w:r>
        <w:t>433.8600</w:t>
      </w:r>
      <w:r>
        <w:tab/>
        <w:t>1.013e0</w:t>
      </w:r>
    </w:p>
    <w:p w:rsidR="007B6A46" w:rsidRDefault="007B6A46" w:rsidP="007B6A46">
      <w:r>
        <w:t>433.9050</w:t>
      </w:r>
      <w:r>
        <w:tab/>
        <w:t>1.013e0</w:t>
      </w:r>
    </w:p>
    <w:p w:rsidR="007B6A46" w:rsidRDefault="007B6A46" w:rsidP="007B6A46">
      <w:r>
        <w:t>433.9293</w:t>
      </w:r>
      <w:r>
        <w:tab/>
        <w:t>1.013e0</w:t>
      </w:r>
    </w:p>
    <w:p w:rsidR="007B6A46" w:rsidRDefault="007B6A46" w:rsidP="007B6A46">
      <w:r>
        <w:t>433.9398</w:t>
      </w:r>
      <w:r>
        <w:tab/>
        <w:t>3.038e0</w:t>
      </w:r>
    </w:p>
    <w:p w:rsidR="007B6A46" w:rsidRDefault="007B6A46" w:rsidP="007B6A46">
      <w:r>
        <w:t>433.9659</w:t>
      </w:r>
      <w:r>
        <w:tab/>
        <w:t>1.013e0</w:t>
      </w:r>
    </w:p>
    <w:p w:rsidR="007B6A46" w:rsidRDefault="007B6A46" w:rsidP="007B6A46">
      <w:r>
        <w:t>433.9872</w:t>
      </w:r>
      <w:r>
        <w:tab/>
        <w:t>1.013e0</w:t>
      </w:r>
    </w:p>
    <w:p w:rsidR="007B6A46" w:rsidRDefault="007B6A46" w:rsidP="007B6A46">
      <w:r>
        <w:t>434.0080</w:t>
      </w:r>
      <w:r>
        <w:tab/>
        <w:t>1.013e0</w:t>
      </w:r>
    </w:p>
    <w:p w:rsidR="007B6A46" w:rsidRDefault="007B6A46" w:rsidP="007B6A46">
      <w:r>
        <w:t>434.0556</w:t>
      </w:r>
      <w:r>
        <w:tab/>
        <w:t>2.025e0</w:t>
      </w:r>
    </w:p>
    <w:p w:rsidR="007B6A46" w:rsidRDefault="007B6A46" w:rsidP="007B6A46">
      <w:r>
        <w:t>434.0725</w:t>
      </w:r>
      <w:r>
        <w:tab/>
        <w:t>1.013e0</w:t>
      </w:r>
    </w:p>
    <w:p w:rsidR="007B6A46" w:rsidRDefault="007B6A46" w:rsidP="007B6A46">
      <w:r>
        <w:t>434.0786</w:t>
      </w:r>
      <w:r>
        <w:tab/>
        <w:t>3.038e0</w:t>
      </w:r>
    </w:p>
    <w:p w:rsidR="007B6A46" w:rsidRDefault="007B6A46" w:rsidP="007B6A46">
      <w:r>
        <w:t>434.2028</w:t>
      </w:r>
      <w:r>
        <w:tab/>
        <w:t>1.013e0</w:t>
      </w:r>
    </w:p>
    <w:p w:rsidR="007B6A46" w:rsidRDefault="007B6A46" w:rsidP="007B6A46">
      <w:r>
        <w:t>434.2300</w:t>
      </w:r>
      <w:r>
        <w:tab/>
        <w:t>1.013e0</w:t>
      </w:r>
    </w:p>
    <w:p w:rsidR="007B6A46" w:rsidRDefault="007B6A46" w:rsidP="007B6A46">
      <w:r>
        <w:t>434.2478</w:t>
      </w:r>
      <w:r>
        <w:tab/>
        <w:t>1.013e0</w:t>
      </w:r>
    </w:p>
    <w:p w:rsidR="007B6A46" w:rsidRDefault="007B6A46" w:rsidP="007B6A46">
      <w:r>
        <w:lastRenderedPageBreak/>
        <w:t>434.2561</w:t>
      </w:r>
      <w:r>
        <w:tab/>
        <w:t>1.013e0</w:t>
      </w:r>
    </w:p>
    <w:p w:rsidR="007B6A46" w:rsidRDefault="007B6A46" w:rsidP="007B6A46">
      <w:r>
        <w:t>434.2662</w:t>
      </w:r>
      <w:r>
        <w:tab/>
        <w:t>2.025e0</w:t>
      </w:r>
    </w:p>
    <w:p w:rsidR="007B6A46" w:rsidRDefault="007B6A46" w:rsidP="007B6A46">
      <w:r>
        <w:t>434.2738</w:t>
      </w:r>
      <w:r>
        <w:tab/>
        <w:t>1.013e0</w:t>
      </w:r>
    </w:p>
    <w:p w:rsidR="007B6A46" w:rsidRDefault="007B6A46" w:rsidP="007B6A46">
      <w:r>
        <w:t>434.2809</w:t>
      </w:r>
      <w:r>
        <w:tab/>
        <w:t>5.063e0</w:t>
      </w:r>
    </w:p>
    <w:p w:rsidR="007B6A46" w:rsidRDefault="007B6A46" w:rsidP="007B6A46">
      <w:r>
        <w:t>434.2821</w:t>
      </w:r>
      <w:r>
        <w:tab/>
        <w:t>2.025e0</w:t>
      </w:r>
    </w:p>
    <w:p w:rsidR="007B6A46" w:rsidRDefault="007B6A46" w:rsidP="007B6A46">
      <w:r>
        <w:t>434.3150</w:t>
      </w:r>
      <w:r>
        <w:tab/>
        <w:t>3.038e0</w:t>
      </w:r>
    </w:p>
    <w:p w:rsidR="007B6A46" w:rsidRDefault="007B6A46" w:rsidP="007B6A46">
      <w:r>
        <w:t>434.3247</w:t>
      </w:r>
      <w:r>
        <w:tab/>
        <w:t>1.013e0</w:t>
      </w:r>
    </w:p>
    <w:p w:rsidR="007B6A46" w:rsidRDefault="007B6A46" w:rsidP="007B6A46">
      <w:r>
        <w:t>434.3340</w:t>
      </w:r>
      <w:r>
        <w:tab/>
        <w:t>1.013e0</w:t>
      </w:r>
    </w:p>
    <w:p w:rsidR="007B6A46" w:rsidRDefault="007B6A46" w:rsidP="007B6A46">
      <w:r>
        <w:t>434.3507</w:t>
      </w:r>
      <w:r>
        <w:tab/>
        <w:t>3.038e0</w:t>
      </w:r>
    </w:p>
    <w:p w:rsidR="007B6A46" w:rsidRDefault="007B6A46" w:rsidP="007B6A46">
      <w:r>
        <w:t>434.3517</w:t>
      </w:r>
      <w:r>
        <w:tab/>
        <w:t>1.013e0</w:t>
      </w:r>
    </w:p>
    <w:p w:rsidR="007B6A46" w:rsidRDefault="007B6A46" w:rsidP="007B6A46">
      <w:r>
        <w:t>434.4003</w:t>
      </w:r>
      <w:r>
        <w:tab/>
        <w:t>1.013e0</w:t>
      </w:r>
    </w:p>
    <w:p w:rsidR="007B6A46" w:rsidRDefault="007B6A46" w:rsidP="007B6A46">
      <w:r>
        <w:t>434.4528</w:t>
      </w:r>
      <w:r>
        <w:tab/>
        <w:t>1.013e0</w:t>
      </w:r>
    </w:p>
    <w:p w:rsidR="007B6A46" w:rsidRDefault="007B6A46" w:rsidP="007B6A46">
      <w:r>
        <w:t>434.4793</w:t>
      </w:r>
      <w:r>
        <w:tab/>
        <w:t>2.025e0</w:t>
      </w:r>
    </w:p>
    <w:p w:rsidR="007B6A46" w:rsidRDefault="007B6A46" w:rsidP="007B6A46">
      <w:r>
        <w:t>434.4924</w:t>
      </w:r>
      <w:r>
        <w:tab/>
        <w:t>2.025e0</w:t>
      </w:r>
    </w:p>
    <w:p w:rsidR="007B6A46" w:rsidRDefault="007B6A46" w:rsidP="007B6A46">
      <w:r>
        <w:t>434.5223</w:t>
      </w:r>
      <w:r>
        <w:tab/>
        <w:t>1.013e0</w:t>
      </w:r>
    </w:p>
    <w:p w:rsidR="007B6A46" w:rsidRDefault="007B6A46" w:rsidP="007B6A46">
      <w:r>
        <w:t>434.5526</w:t>
      </w:r>
      <w:r>
        <w:tab/>
        <w:t>1.013e0</w:t>
      </w:r>
    </w:p>
    <w:p w:rsidR="007B6A46" w:rsidRDefault="007B6A46" w:rsidP="007B6A46">
      <w:r>
        <w:t>434.5611</w:t>
      </w:r>
      <w:r>
        <w:tab/>
        <w:t>1.013e0</w:t>
      </w:r>
    </w:p>
    <w:p w:rsidR="007B6A46" w:rsidRDefault="007B6A46" w:rsidP="007B6A46">
      <w:r>
        <w:t>434.7571</w:t>
      </w:r>
      <w:r>
        <w:tab/>
        <w:t>1.013e0</w:t>
      </w:r>
    </w:p>
    <w:p w:rsidR="007B6A46" w:rsidRDefault="007B6A46" w:rsidP="007B6A46">
      <w:r>
        <w:t>434.8396</w:t>
      </w:r>
      <w:r>
        <w:tab/>
        <w:t>1.013e0</w:t>
      </w:r>
    </w:p>
    <w:p w:rsidR="007B6A46" w:rsidRDefault="007B6A46" w:rsidP="007B6A46">
      <w:r>
        <w:lastRenderedPageBreak/>
        <w:t>434.9005</w:t>
      </w:r>
      <w:r>
        <w:tab/>
        <w:t>1.013e0</w:t>
      </w:r>
    </w:p>
    <w:p w:rsidR="007B6A46" w:rsidRDefault="007B6A46" w:rsidP="007B6A46">
      <w:r>
        <w:t>434.9177</w:t>
      </w:r>
      <w:r>
        <w:tab/>
        <w:t>1.013e0</w:t>
      </w:r>
    </w:p>
    <w:p w:rsidR="007B6A46" w:rsidRDefault="007B6A46" w:rsidP="007B6A46">
      <w:r>
        <w:t>434.9610</w:t>
      </w:r>
      <w:r>
        <w:tab/>
        <w:t>2.025e0</w:t>
      </w:r>
    </w:p>
    <w:p w:rsidR="007B6A46" w:rsidRDefault="007B6A46" w:rsidP="007B6A46">
      <w:r>
        <w:t>435.0042</w:t>
      </w:r>
      <w:r>
        <w:tab/>
        <w:t>1.013e0</w:t>
      </w:r>
    </w:p>
    <w:p w:rsidR="007B6A46" w:rsidRDefault="007B6A46" w:rsidP="007B6A46">
      <w:r>
        <w:t>435.0401</w:t>
      </w:r>
      <w:r>
        <w:tab/>
        <w:t>1.013e0</w:t>
      </w:r>
    </w:p>
    <w:p w:rsidR="007B6A46" w:rsidRDefault="007B6A46" w:rsidP="007B6A46">
      <w:r>
        <w:t>435.0609</w:t>
      </w:r>
      <w:r>
        <w:tab/>
        <w:t>1.013e0</w:t>
      </w:r>
    </w:p>
    <w:p w:rsidR="007B6A46" w:rsidRDefault="007B6A46" w:rsidP="007B6A46">
      <w:r>
        <w:t>435.1175</w:t>
      </w:r>
      <w:r>
        <w:tab/>
        <w:t>1.013e0</w:t>
      </w:r>
    </w:p>
    <w:p w:rsidR="007B6A46" w:rsidRDefault="007B6A46" w:rsidP="007B6A46">
      <w:r>
        <w:t>435.1441</w:t>
      </w:r>
      <w:r>
        <w:tab/>
        <w:t>1.013e0</w:t>
      </w:r>
    </w:p>
    <w:p w:rsidR="007B6A46" w:rsidRDefault="007B6A46" w:rsidP="007B6A46">
      <w:r>
        <w:t>435.1830</w:t>
      </w:r>
      <w:r>
        <w:tab/>
        <w:t>2.025e0</w:t>
      </w:r>
    </w:p>
    <w:p w:rsidR="007B6A46" w:rsidRDefault="007B6A46" w:rsidP="007B6A46">
      <w:r>
        <w:t>435.1982</w:t>
      </w:r>
      <w:r>
        <w:tab/>
        <w:t>2.025e0</w:t>
      </w:r>
    </w:p>
    <w:p w:rsidR="007B6A46" w:rsidRDefault="007B6A46" w:rsidP="007B6A46">
      <w:r>
        <w:t>435.2050</w:t>
      </w:r>
      <w:r>
        <w:tab/>
        <w:t>1.013e0</w:t>
      </w:r>
    </w:p>
    <w:p w:rsidR="007B6A46" w:rsidRDefault="007B6A46" w:rsidP="007B6A46">
      <w:r>
        <w:t>435.2436</w:t>
      </w:r>
      <w:r>
        <w:tab/>
        <w:t>1.013e0</w:t>
      </w:r>
    </w:p>
    <w:p w:rsidR="007B6A46" w:rsidRDefault="007B6A46" w:rsidP="007B6A46">
      <w:r>
        <w:t>435.2524</w:t>
      </w:r>
      <w:r>
        <w:tab/>
        <w:t>2.025e0</w:t>
      </w:r>
    </w:p>
    <w:p w:rsidR="007B6A46" w:rsidRDefault="007B6A46" w:rsidP="007B6A46">
      <w:r>
        <w:t>435.2629</w:t>
      </w:r>
      <w:r>
        <w:tab/>
        <w:t>3.038e0</w:t>
      </w:r>
    </w:p>
    <w:p w:rsidR="007B6A46" w:rsidRDefault="007B6A46" w:rsidP="007B6A46">
      <w:r>
        <w:t>435.2837</w:t>
      </w:r>
      <w:r>
        <w:tab/>
        <w:t>3.038e0</w:t>
      </w:r>
    </w:p>
    <w:p w:rsidR="007B6A46" w:rsidRDefault="007B6A46" w:rsidP="007B6A46">
      <w:r>
        <w:t>435.3014</w:t>
      </w:r>
      <w:r>
        <w:tab/>
        <w:t>1.013e0</w:t>
      </w:r>
    </w:p>
    <w:p w:rsidR="007B6A46" w:rsidRDefault="007B6A46" w:rsidP="007B6A46">
      <w:r>
        <w:t>435.3091</w:t>
      </w:r>
      <w:r>
        <w:tab/>
        <w:t>1.013e0</w:t>
      </w:r>
    </w:p>
    <w:p w:rsidR="007B6A46" w:rsidRDefault="007B6A46" w:rsidP="007B6A46">
      <w:r>
        <w:t>435.3876</w:t>
      </w:r>
      <w:r>
        <w:tab/>
        <w:t>1.013e0</w:t>
      </w:r>
    </w:p>
    <w:p w:rsidR="007B6A46" w:rsidRDefault="007B6A46" w:rsidP="007B6A46">
      <w:r>
        <w:t>435.4047</w:t>
      </w:r>
      <w:r>
        <w:tab/>
        <w:t>1.013e0</w:t>
      </w:r>
    </w:p>
    <w:p w:rsidR="007B6A46" w:rsidRDefault="007B6A46" w:rsidP="007B6A46">
      <w:r>
        <w:lastRenderedPageBreak/>
        <w:t>435.4449</w:t>
      </w:r>
      <w:r>
        <w:tab/>
        <w:t>1.013e0</w:t>
      </w:r>
    </w:p>
    <w:p w:rsidR="007B6A46" w:rsidRDefault="007B6A46" w:rsidP="007B6A46">
      <w:r>
        <w:t>435.4879</w:t>
      </w:r>
      <w:r>
        <w:tab/>
        <w:t>1.013e0</w:t>
      </w:r>
    </w:p>
    <w:p w:rsidR="007B6A46" w:rsidRDefault="007B6A46" w:rsidP="007B6A46">
      <w:r>
        <w:t>435.5577</w:t>
      </w:r>
      <w:r>
        <w:tab/>
        <w:t>2.025e0</w:t>
      </w:r>
    </w:p>
    <w:p w:rsidR="007B6A46" w:rsidRDefault="007B6A46" w:rsidP="007B6A46">
      <w:r>
        <w:t>435.5881</w:t>
      </w:r>
      <w:r>
        <w:tab/>
        <w:t>1.013e0</w:t>
      </w:r>
    </w:p>
    <w:p w:rsidR="007B6A46" w:rsidRDefault="007B6A46" w:rsidP="007B6A46">
      <w:r>
        <w:t>435.6311</w:t>
      </w:r>
      <w:r>
        <w:tab/>
        <w:t>1.013e0</w:t>
      </w:r>
    </w:p>
    <w:p w:rsidR="007B6A46" w:rsidRDefault="007B6A46" w:rsidP="007B6A46">
      <w:r>
        <w:t>435.6759</w:t>
      </w:r>
      <w:r>
        <w:tab/>
        <w:t>1.013e0</w:t>
      </w:r>
    </w:p>
    <w:p w:rsidR="007B6A46" w:rsidRDefault="007B6A46" w:rsidP="007B6A46">
      <w:r>
        <w:t>435.6828</w:t>
      </w:r>
      <w:r>
        <w:tab/>
        <w:t>1.013e0</w:t>
      </w:r>
    </w:p>
    <w:p w:rsidR="007B6A46" w:rsidRDefault="007B6A46" w:rsidP="007B6A46">
      <w:r>
        <w:t>435.7370</w:t>
      </w:r>
      <w:r>
        <w:tab/>
        <w:t>1.013e0</w:t>
      </w:r>
    </w:p>
    <w:p w:rsidR="007B6A46" w:rsidRDefault="007B6A46" w:rsidP="007B6A46">
      <w:r>
        <w:t>435.7593</w:t>
      </w:r>
      <w:r>
        <w:tab/>
        <w:t>1.013e0</w:t>
      </w:r>
    </w:p>
    <w:p w:rsidR="007B6A46" w:rsidRDefault="007B6A46" w:rsidP="007B6A46">
      <w:r>
        <w:t>435.7851</w:t>
      </w:r>
      <w:r>
        <w:tab/>
        <w:t>2.025e0</w:t>
      </w:r>
    </w:p>
    <w:p w:rsidR="007B6A46" w:rsidRDefault="007B6A46" w:rsidP="007B6A46">
      <w:r>
        <w:t>435.8058</w:t>
      </w:r>
      <w:r>
        <w:tab/>
        <w:t>1.013e0</w:t>
      </w:r>
    </w:p>
    <w:p w:rsidR="007B6A46" w:rsidRDefault="007B6A46" w:rsidP="007B6A46">
      <w:r>
        <w:t>435.8594</w:t>
      </w:r>
      <w:r>
        <w:tab/>
        <w:t>1.013e0</w:t>
      </w:r>
    </w:p>
    <w:p w:rsidR="007B6A46" w:rsidRDefault="007B6A46" w:rsidP="007B6A46">
      <w:r>
        <w:t>435.9435</w:t>
      </w:r>
      <w:r>
        <w:tab/>
        <w:t>1.013e0</w:t>
      </w:r>
    </w:p>
    <w:p w:rsidR="007B6A46" w:rsidRDefault="007B6A46" w:rsidP="007B6A46">
      <w:r>
        <w:t>435.9493</w:t>
      </w:r>
      <w:r>
        <w:tab/>
        <w:t>2.025e0</w:t>
      </w:r>
    </w:p>
    <w:p w:rsidR="007B6A46" w:rsidRDefault="007B6A46" w:rsidP="007B6A46">
      <w:r>
        <w:t>435.9581</w:t>
      </w:r>
      <w:r>
        <w:tab/>
        <w:t>1.013e0</w:t>
      </w:r>
    </w:p>
    <w:p w:rsidR="007B6A46" w:rsidRDefault="007B6A46" w:rsidP="007B6A46">
      <w:r>
        <w:t>435.9750</w:t>
      </w:r>
      <w:r>
        <w:tab/>
        <w:t>1.013e0</w:t>
      </w:r>
    </w:p>
    <w:p w:rsidR="007B6A46" w:rsidRDefault="007B6A46" w:rsidP="007B6A46">
      <w:r>
        <w:t>436.0193</w:t>
      </w:r>
      <w:r>
        <w:tab/>
        <w:t>1.013e0</w:t>
      </w:r>
    </w:p>
    <w:p w:rsidR="007B6A46" w:rsidRDefault="007B6A46" w:rsidP="007B6A46">
      <w:r>
        <w:t>436.1363</w:t>
      </w:r>
      <w:r>
        <w:tab/>
        <w:t>1.013e0</w:t>
      </w:r>
    </w:p>
    <w:p w:rsidR="007B6A46" w:rsidRDefault="007B6A46" w:rsidP="007B6A46">
      <w:r>
        <w:t>436.1501</w:t>
      </w:r>
      <w:r>
        <w:tab/>
        <w:t>1.013e0</w:t>
      </w:r>
    </w:p>
    <w:p w:rsidR="007B6A46" w:rsidRDefault="007B6A46" w:rsidP="007B6A46">
      <w:r>
        <w:lastRenderedPageBreak/>
        <w:t>436.2323</w:t>
      </w:r>
      <w:r>
        <w:tab/>
        <w:t>1.013e0</w:t>
      </w:r>
    </w:p>
    <w:p w:rsidR="007B6A46" w:rsidRDefault="007B6A46" w:rsidP="007B6A46">
      <w:r>
        <w:t>436.2393</w:t>
      </w:r>
      <w:r>
        <w:tab/>
        <w:t>2.025e0</w:t>
      </w:r>
    </w:p>
    <w:p w:rsidR="007B6A46" w:rsidRDefault="007B6A46" w:rsidP="007B6A46">
      <w:r>
        <w:t>436.2760</w:t>
      </w:r>
      <w:r>
        <w:tab/>
        <w:t>3.038e0</w:t>
      </w:r>
    </w:p>
    <w:p w:rsidR="007B6A46" w:rsidRDefault="007B6A46" w:rsidP="007B6A46">
      <w:r>
        <w:t>436.2871</w:t>
      </w:r>
      <w:r>
        <w:tab/>
        <w:t>1.013e0</w:t>
      </w:r>
    </w:p>
    <w:p w:rsidR="007B6A46" w:rsidRDefault="007B6A46" w:rsidP="007B6A46">
      <w:r>
        <w:t>436.3066</w:t>
      </w:r>
      <w:r>
        <w:tab/>
        <w:t>3.038e0</w:t>
      </w:r>
    </w:p>
    <w:p w:rsidR="007B6A46" w:rsidRDefault="007B6A46" w:rsidP="007B6A46">
      <w:r>
        <w:t>436.3369</w:t>
      </w:r>
      <w:r>
        <w:tab/>
        <w:t>2.025e0</w:t>
      </w:r>
    </w:p>
    <w:p w:rsidR="007B6A46" w:rsidRDefault="007B6A46" w:rsidP="007B6A46">
      <w:r>
        <w:t>436.3522</w:t>
      </w:r>
      <w:r>
        <w:tab/>
        <w:t>2.025e0</w:t>
      </w:r>
    </w:p>
    <w:p w:rsidR="007B6A46" w:rsidRDefault="007B6A46" w:rsidP="007B6A46">
      <w:r>
        <w:t>436.3873</w:t>
      </w:r>
      <w:r>
        <w:tab/>
        <w:t>1.013e0</w:t>
      </w:r>
    </w:p>
    <w:p w:rsidR="007B6A46" w:rsidRDefault="007B6A46" w:rsidP="007B6A46">
      <w:r>
        <w:t>436.3943</w:t>
      </w:r>
      <w:r>
        <w:tab/>
        <w:t>1.013e0</w:t>
      </w:r>
    </w:p>
    <w:p w:rsidR="007B6A46" w:rsidRDefault="007B6A46" w:rsidP="007B6A46">
      <w:r>
        <w:t>436.4552</w:t>
      </w:r>
      <w:r>
        <w:tab/>
        <w:t>1.013e0</w:t>
      </w:r>
    </w:p>
    <w:p w:rsidR="007B6A46" w:rsidRDefault="007B6A46" w:rsidP="007B6A46">
      <w:r>
        <w:t>436.4607</w:t>
      </w:r>
      <w:r>
        <w:tab/>
        <w:t>2.025e0</w:t>
      </w:r>
    </w:p>
    <w:p w:rsidR="007B6A46" w:rsidRDefault="007B6A46" w:rsidP="007B6A46">
      <w:r>
        <w:t>436.4938</w:t>
      </w:r>
      <w:r>
        <w:tab/>
        <w:t>1.013e0</w:t>
      </w:r>
    </w:p>
    <w:p w:rsidR="007B6A46" w:rsidRDefault="007B6A46" w:rsidP="007B6A46">
      <w:r>
        <w:t>436.5410</w:t>
      </w:r>
      <w:r>
        <w:tab/>
        <w:t>1.013e0</w:t>
      </w:r>
    </w:p>
    <w:p w:rsidR="007B6A46" w:rsidRDefault="007B6A46" w:rsidP="007B6A46">
      <w:r>
        <w:t>436.5835</w:t>
      </w:r>
      <w:r>
        <w:tab/>
        <w:t>2.025e0</w:t>
      </w:r>
    </w:p>
    <w:p w:rsidR="007B6A46" w:rsidRDefault="007B6A46" w:rsidP="007B6A46">
      <w:r>
        <w:t>436.6802</w:t>
      </w:r>
      <w:r>
        <w:tab/>
        <w:t>1.013e0</w:t>
      </w:r>
    </w:p>
    <w:p w:rsidR="007B6A46" w:rsidRDefault="007B6A46" w:rsidP="007B6A46">
      <w:r>
        <w:t>436.7285</w:t>
      </w:r>
      <w:r>
        <w:tab/>
        <w:t>2.025e0</w:t>
      </w:r>
    </w:p>
    <w:p w:rsidR="007B6A46" w:rsidRDefault="007B6A46" w:rsidP="007B6A46">
      <w:r>
        <w:t>436.7631</w:t>
      </w:r>
      <w:r>
        <w:tab/>
        <w:t>1.013e0</w:t>
      </w:r>
    </w:p>
    <w:p w:rsidR="007B6A46" w:rsidRDefault="007B6A46" w:rsidP="007B6A46">
      <w:r>
        <w:t>436.7926</w:t>
      </w:r>
      <w:r>
        <w:tab/>
        <w:t>1.013e0</w:t>
      </w:r>
    </w:p>
    <w:p w:rsidR="007B6A46" w:rsidRDefault="007B6A46" w:rsidP="007B6A46">
      <w:r>
        <w:t>436.8156</w:t>
      </w:r>
      <w:r>
        <w:tab/>
        <w:t>1.013e0</w:t>
      </w:r>
    </w:p>
    <w:p w:rsidR="007B6A46" w:rsidRDefault="007B6A46" w:rsidP="007B6A46">
      <w:r>
        <w:lastRenderedPageBreak/>
        <w:t>436.8528</w:t>
      </w:r>
      <w:r>
        <w:tab/>
        <w:t>2.025e0</w:t>
      </w:r>
    </w:p>
    <w:p w:rsidR="007B6A46" w:rsidRDefault="007B6A46" w:rsidP="007B6A46">
      <w:r>
        <w:t>436.8539</w:t>
      </w:r>
      <w:r>
        <w:tab/>
        <w:t>1.013e0</w:t>
      </w:r>
    </w:p>
    <w:p w:rsidR="007B6A46" w:rsidRDefault="007B6A46" w:rsidP="007B6A46">
      <w:r>
        <w:t>436.8600</w:t>
      </w:r>
      <w:r>
        <w:tab/>
        <w:t>1.013e0</w:t>
      </w:r>
    </w:p>
    <w:p w:rsidR="007B6A46" w:rsidRDefault="007B6A46" w:rsidP="007B6A46">
      <w:r>
        <w:t>436.9244</w:t>
      </w:r>
      <w:r>
        <w:tab/>
        <w:t>1.013e0</w:t>
      </w:r>
    </w:p>
    <w:p w:rsidR="007B6A46" w:rsidRDefault="007B6A46" w:rsidP="007B6A46">
      <w:r>
        <w:t>437.0212</w:t>
      </w:r>
      <w:r>
        <w:tab/>
        <w:t>1.013e0</w:t>
      </w:r>
    </w:p>
    <w:p w:rsidR="007B6A46" w:rsidRDefault="007B6A46" w:rsidP="007B6A46">
      <w:r>
        <w:t>437.0674</w:t>
      </w:r>
      <w:r>
        <w:tab/>
        <w:t>2.025e0</w:t>
      </w:r>
    </w:p>
    <w:p w:rsidR="007B6A46" w:rsidRDefault="007B6A46" w:rsidP="007B6A46">
      <w:r>
        <w:t>437.1097</w:t>
      </w:r>
      <w:r>
        <w:tab/>
        <w:t>3.038e0</w:t>
      </w:r>
    </w:p>
    <w:p w:rsidR="007B6A46" w:rsidRDefault="007B6A46" w:rsidP="007B6A46">
      <w:r>
        <w:t>437.1210</w:t>
      </w:r>
      <w:r>
        <w:tab/>
        <w:t>1.013e0</w:t>
      </w:r>
    </w:p>
    <w:p w:rsidR="007B6A46" w:rsidRDefault="007B6A46" w:rsidP="007B6A46">
      <w:r>
        <w:t>437.1262</w:t>
      </w:r>
      <w:r>
        <w:tab/>
        <w:t>2.025e0</w:t>
      </w:r>
    </w:p>
    <w:p w:rsidR="007B6A46" w:rsidRDefault="007B6A46" w:rsidP="007B6A46">
      <w:r>
        <w:t>437.1825</w:t>
      </w:r>
      <w:r>
        <w:tab/>
        <w:t>1.013e0</w:t>
      </w:r>
    </w:p>
    <w:p w:rsidR="007B6A46" w:rsidRDefault="007B6A46" w:rsidP="007B6A46">
      <w:r>
        <w:t>437.2033</w:t>
      </w:r>
      <w:r>
        <w:tab/>
        <w:t>1.013e0</w:t>
      </w:r>
    </w:p>
    <w:p w:rsidR="007B6A46" w:rsidRDefault="007B6A46" w:rsidP="007B6A46">
      <w:r>
        <w:t>437.2295</w:t>
      </w:r>
      <w:r>
        <w:tab/>
        <w:t>1.013e0</w:t>
      </w:r>
    </w:p>
    <w:p w:rsidR="007B6A46" w:rsidRDefault="007B6A46" w:rsidP="007B6A46">
      <w:r>
        <w:t>437.2495</w:t>
      </w:r>
      <w:r>
        <w:tab/>
        <w:t>2.025e0</w:t>
      </w:r>
    </w:p>
    <w:p w:rsidR="007B6A46" w:rsidRDefault="007B6A46" w:rsidP="007B6A46">
      <w:r>
        <w:t>437.2649</w:t>
      </w:r>
      <w:r>
        <w:tab/>
        <w:t>1.013e0</w:t>
      </w:r>
    </w:p>
    <w:p w:rsidR="007B6A46" w:rsidRDefault="007B6A46" w:rsidP="007B6A46">
      <w:r>
        <w:t>437.2874</w:t>
      </w:r>
      <w:r>
        <w:tab/>
        <w:t>4.051e0</w:t>
      </w:r>
    </w:p>
    <w:p w:rsidR="007B6A46" w:rsidRDefault="007B6A46" w:rsidP="007B6A46">
      <w:r>
        <w:t>437.3369</w:t>
      </w:r>
      <w:r>
        <w:tab/>
        <w:t>1.013e0</w:t>
      </w:r>
    </w:p>
    <w:p w:rsidR="007B6A46" w:rsidRDefault="007B6A46" w:rsidP="007B6A46">
      <w:r>
        <w:t>437.3415</w:t>
      </w:r>
      <w:r>
        <w:tab/>
        <w:t>2.025e0</w:t>
      </w:r>
    </w:p>
    <w:p w:rsidR="007B6A46" w:rsidRDefault="007B6A46" w:rsidP="007B6A46">
      <w:r>
        <w:t>437.3529</w:t>
      </w:r>
      <w:r>
        <w:tab/>
        <w:t>1.013e0</w:t>
      </w:r>
    </w:p>
    <w:p w:rsidR="007B6A46" w:rsidRDefault="007B6A46" w:rsidP="007B6A46">
      <w:r>
        <w:t>437.3687</w:t>
      </w:r>
      <w:r>
        <w:tab/>
        <w:t>1.013e0</w:t>
      </w:r>
    </w:p>
    <w:p w:rsidR="007B6A46" w:rsidRDefault="007B6A46" w:rsidP="007B6A46">
      <w:r>
        <w:lastRenderedPageBreak/>
        <w:t>437.4220</w:t>
      </w:r>
      <w:r>
        <w:tab/>
        <w:t>1.013e0</w:t>
      </w:r>
    </w:p>
    <w:p w:rsidR="007B6A46" w:rsidRDefault="007B6A46" w:rsidP="007B6A46">
      <w:r>
        <w:t>437.4865</w:t>
      </w:r>
      <w:r>
        <w:tab/>
        <w:t>2.025e0</w:t>
      </w:r>
    </w:p>
    <w:p w:rsidR="007B6A46" w:rsidRDefault="007B6A46" w:rsidP="007B6A46">
      <w:r>
        <w:t>437.5875</w:t>
      </w:r>
      <w:r>
        <w:tab/>
        <w:t>1.013e0</w:t>
      </w:r>
    </w:p>
    <w:p w:rsidR="007B6A46" w:rsidRDefault="007B6A46" w:rsidP="007B6A46">
      <w:r>
        <w:t>437.6049</w:t>
      </w:r>
      <w:r>
        <w:tab/>
        <w:t>1.013e0</w:t>
      </w:r>
    </w:p>
    <w:p w:rsidR="007B6A46" w:rsidRDefault="007B6A46" w:rsidP="007B6A46">
      <w:r>
        <w:t>437.7751</w:t>
      </w:r>
      <w:r>
        <w:tab/>
        <w:t>1.013e0</w:t>
      </w:r>
    </w:p>
    <w:p w:rsidR="007B6A46" w:rsidRDefault="007B6A46" w:rsidP="007B6A46">
      <w:r>
        <w:t>437.7974</w:t>
      </w:r>
      <w:r>
        <w:tab/>
        <w:t>1.013e0</w:t>
      </w:r>
    </w:p>
    <w:p w:rsidR="007B6A46" w:rsidRDefault="007B6A46" w:rsidP="007B6A46">
      <w:r>
        <w:t>437.8270</w:t>
      </w:r>
      <w:r>
        <w:tab/>
        <w:t>1.013e0</w:t>
      </w:r>
    </w:p>
    <w:p w:rsidR="007B6A46" w:rsidRDefault="007B6A46" w:rsidP="007B6A46">
      <w:r>
        <w:t>437.8825</w:t>
      </w:r>
      <w:r>
        <w:tab/>
        <w:t>1.013e0</w:t>
      </w:r>
    </w:p>
    <w:p w:rsidR="007B6A46" w:rsidRDefault="007B6A46" w:rsidP="007B6A46">
      <w:r>
        <w:t>437.9067</w:t>
      </w:r>
      <w:r>
        <w:tab/>
        <w:t>3.038e0</w:t>
      </w:r>
    </w:p>
    <w:p w:rsidR="007B6A46" w:rsidRDefault="007B6A46" w:rsidP="007B6A46">
      <w:r>
        <w:t>437.9405</w:t>
      </w:r>
      <w:r>
        <w:tab/>
        <w:t>2.025e0</w:t>
      </w:r>
    </w:p>
    <w:p w:rsidR="007B6A46" w:rsidRDefault="007B6A46" w:rsidP="007B6A46">
      <w:r>
        <w:t>437.9670</w:t>
      </w:r>
      <w:r>
        <w:tab/>
        <w:t>1.013e0</w:t>
      </w:r>
    </w:p>
    <w:p w:rsidR="007B6A46" w:rsidRDefault="007B6A46" w:rsidP="007B6A46">
      <w:r>
        <w:t>437.9747</w:t>
      </w:r>
      <w:r>
        <w:tab/>
        <w:t>1.013e0</w:t>
      </w:r>
    </w:p>
    <w:p w:rsidR="007B6A46" w:rsidRDefault="007B6A46" w:rsidP="007B6A46">
      <w:r>
        <w:t>438.0048</w:t>
      </w:r>
      <w:r>
        <w:tab/>
        <w:t>1.013e0</w:t>
      </w:r>
    </w:p>
    <w:p w:rsidR="007B6A46" w:rsidRDefault="007B6A46" w:rsidP="007B6A46">
      <w:r>
        <w:t>438.0201</w:t>
      </w:r>
      <w:r>
        <w:tab/>
        <w:t>1.013e0</w:t>
      </w:r>
    </w:p>
    <w:p w:rsidR="007B6A46" w:rsidRDefault="007B6A46" w:rsidP="007B6A46">
      <w:r>
        <w:t>438.0285</w:t>
      </w:r>
      <w:r>
        <w:tab/>
        <w:t>1.013e0</w:t>
      </w:r>
    </w:p>
    <w:p w:rsidR="007B6A46" w:rsidRDefault="007B6A46" w:rsidP="007B6A46">
      <w:r>
        <w:t>438.0742</w:t>
      </w:r>
      <w:r>
        <w:tab/>
        <w:t>2.025e0</w:t>
      </w:r>
    </w:p>
    <w:p w:rsidR="007B6A46" w:rsidRDefault="007B6A46" w:rsidP="007B6A46">
      <w:r>
        <w:t>438.1143</w:t>
      </w:r>
      <w:r>
        <w:tab/>
        <w:t>1.013e0</w:t>
      </w:r>
    </w:p>
    <w:p w:rsidR="007B6A46" w:rsidRDefault="007B6A46" w:rsidP="007B6A46">
      <w:r>
        <w:t>438.1284</w:t>
      </w:r>
      <w:r>
        <w:tab/>
        <w:t>1.013e0</w:t>
      </w:r>
    </w:p>
    <w:p w:rsidR="007B6A46" w:rsidRDefault="007B6A46" w:rsidP="007B6A46">
      <w:r>
        <w:t>438.1658</w:t>
      </w:r>
      <w:r>
        <w:tab/>
        <w:t>2.025e0</w:t>
      </w:r>
    </w:p>
    <w:p w:rsidR="007B6A46" w:rsidRDefault="007B6A46" w:rsidP="007B6A46">
      <w:r>
        <w:lastRenderedPageBreak/>
        <w:t>438.1975</w:t>
      </w:r>
      <w:r>
        <w:tab/>
        <w:t>1.013e0</w:t>
      </w:r>
    </w:p>
    <w:p w:rsidR="007B6A46" w:rsidRDefault="007B6A46" w:rsidP="007B6A46">
      <w:r>
        <w:t>438.1996</w:t>
      </w:r>
      <w:r>
        <w:tab/>
        <w:t>3.038e0</w:t>
      </w:r>
    </w:p>
    <w:p w:rsidR="007B6A46" w:rsidRDefault="007B6A46" w:rsidP="007B6A46">
      <w:r>
        <w:t>438.2119</w:t>
      </w:r>
      <w:r>
        <w:tab/>
        <w:t>3.038e0</w:t>
      </w:r>
    </w:p>
    <w:p w:rsidR="007B6A46" w:rsidRDefault="007B6A46" w:rsidP="007B6A46">
      <w:r>
        <w:t>438.2206</w:t>
      </w:r>
      <w:r>
        <w:tab/>
        <w:t>1.013e0</w:t>
      </w:r>
    </w:p>
    <w:p w:rsidR="007B6A46" w:rsidRDefault="007B6A46" w:rsidP="007B6A46">
      <w:r>
        <w:t>438.2360</w:t>
      </w:r>
      <w:r>
        <w:tab/>
        <w:t>1.013e0</w:t>
      </w:r>
    </w:p>
    <w:p w:rsidR="007B6A46" w:rsidRDefault="007B6A46" w:rsidP="007B6A46">
      <w:r>
        <w:t>438.2469</w:t>
      </w:r>
      <w:r>
        <w:tab/>
        <w:t>1.572e0</w:t>
      </w:r>
    </w:p>
    <w:p w:rsidR="007B6A46" w:rsidRDefault="007B6A46" w:rsidP="007B6A46">
      <w:r>
        <w:t>438.2571</w:t>
      </w:r>
      <w:r>
        <w:tab/>
        <w:t>6.076e0</w:t>
      </w:r>
    </w:p>
    <w:p w:rsidR="007B6A46" w:rsidRDefault="007B6A46" w:rsidP="007B6A46">
      <w:r>
        <w:t>438.2714</w:t>
      </w:r>
      <w:r>
        <w:tab/>
        <w:t>3.038e0</w:t>
      </w:r>
    </w:p>
    <w:p w:rsidR="007B6A46" w:rsidRDefault="007B6A46" w:rsidP="007B6A46">
      <w:r>
        <w:t>438.3297</w:t>
      </w:r>
      <w:r>
        <w:tab/>
        <w:t>3.038e0</w:t>
      </w:r>
    </w:p>
    <w:p w:rsidR="007B6A46" w:rsidRDefault="007B6A46" w:rsidP="007B6A46">
      <w:r>
        <w:t>438.3666</w:t>
      </w:r>
      <w:r>
        <w:tab/>
        <w:t>1.013e0</w:t>
      </w:r>
    </w:p>
    <w:p w:rsidR="007B6A46" w:rsidRDefault="007B6A46" w:rsidP="007B6A46">
      <w:r>
        <w:t>438.3698</w:t>
      </w:r>
      <w:r>
        <w:tab/>
        <w:t>2.025e0</w:t>
      </w:r>
    </w:p>
    <w:p w:rsidR="007B6A46" w:rsidRDefault="007B6A46" w:rsidP="007B6A46">
      <w:r>
        <w:t>438.3771</w:t>
      </w:r>
      <w:r>
        <w:tab/>
        <w:t>3.038e0</w:t>
      </w:r>
    </w:p>
    <w:p w:rsidR="007B6A46" w:rsidRDefault="007B6A46" w:rsidP="007B6A46">
      <w:r>
        <w:t>438.3817</w:t>
      </w:r>
      <w:r>
        <w:tab/>
        <w:t>4.051e0</w:t>
      </w:r>
    </w:p>
    <w:p w:rsidR="007B6A46" w:rsidRDefault="007B6A46" w:rsidP="007B6A46">
      <w:r>
        <w:t>438.3837</w:t>
      </w:r>
      <w:r>
        <w:tab/>
        <w:t>4.051e0</w:t>
      </w:r>
    </w:p>
    <w:p w:rsidR="007B6A46" w:rsidRDefault="007B6A46" w:rsidP="007B6A46">
      <w:r>
        <w:t>438.4135</w:t>
      </w:r>
      <w:r>
        <w:tab/>
        <w:t>2.025e0</w:t>
      </w:r>
    </w:p>
    <w:p w:rsidR="007B6A46" w:rsidRDefault="007B6A46" w:rsidP="007B6A46">
      <w:r>
        <w:t>438.4542</w:t>
      </w:r>
      <w:r>
        <w:tab/>
        <w:t>1.013e0</w:t>
      </w:r>
    </w:p>
    <w:p w:rsidR="007B6A46" w:rsidRDefault="007B6A46" w:rsidP="007B6A46">
      <w:r>
        <w:t>438.4589</w:t>
      </w:r>
      <w:r>
        <w:tab/>
        <w:t>1.013e0</w:t>
      </w:r>
    </w:p>
    <w:p w:rsidR="007B6A46" w:rsidRDefault="007B6A46" w:rsidP="007B6A46">
      <w:r>
        <w:t>438.5204</w:t>
      </w:r>
      <w:r>
        <w:tab/>
        <w:t>1.013e0</w:t>
      </w:r>
    </w:p>
    <w:p w:rsidR="007B6A46" w:rsidRDefault="007B6A46" w:rsidP="007B6A46">
      <w:r>
        <w:t>438.5889</w:t>
      </w:r>
      <w:r>
        <w:tab/>
        <w:t>1.013e0</w:t>
      </w:r>
    </w:p>
    <w:p w:rsidR="007B6A46" w:rsidRDefault="007B6A46" w:rsidP="007B6A46">
      <w:r>
        <w:lastRenderedPageBreak/>
        <w:t>438.6371</w:t>
      </w:r>
      <w:r>
        <w:tab/>
        <w:t>1.013e0</w:t>
      </w:r>
    </w:p>
    <w:p w:rsidR="007B6A46" w:rsidRDefault="007B6A46" w:rsidP="007B6A46">
      <w:r>
        <w:t>438.6590</w:t>
      </w:r>
      <w:r>
        <w:tab/>
        <w:t>1.013e0</w:t>
      </w:r>
    </w:p>
    <w:p w:rsidR="007B6A46" w:rsidRDefault="007B6A46" w:rsidP="007B6A46">
      <w:r>
        <w:t>438.7256</w:t>
      </w:r>
      <w:r>
        <w:tab/>
        <w:t>2.025e0</w:t>
      </w:r>
    </w:p>
    <w:p w:rsidR="007B6A46" w:rsidRDefault="007B6A46" w:rsidP="007B6A46">
      <w:r>
        <w:t>438.7712</w:t>
      </w:r>
      <w:r>
        <w:tab/>
        <w:t>2.025e0</w:t>
      </w:r>
    </w:p>
    <w:p w:rsidR="007B6A46" w:rsidRDefault="007B6A46" w:rsidP="007B6A46">
      <w:r>
        <w:t>438.8085</w:t>
      </w:r>
      <w:r>
        <w:tab/>
        <w:t>2.025e0</w:t>
      </w:r>
    </w:p>
    <w:p w:rsidR="007B6A46" w:rsidRDefault="007B6A46" w:rsidP="007B6A46">
      <w:r>
        <w:t>438.8170</w:t>
      </w:r>
      <w:r>
        <w:tab/>
        <w:t>1.013e0</w:t>
      </w:r>
    </w:p>
    <w:p w:rsidR="007B6A46" w:rsidRDefault="007B6A46" w:rsidP="007B6A46">
      <w:r>
        <w:t>438.8736</w:t>
      </w:r>
      <w:r>
        <w:tab/>
        <w:t>1.013e0</w:t>
      </w:r>
    </w:p>
    <w:p w:rsidR="007B6A46" w:rsidRDefault="007B6A46" w:rsidP="007B6A46">
      <w:r>
        <w:t>438.9208</w:t>
      </w:r>
      <w:r>
        <w:tab/>
        <w:t>1.013e0</w:t>
      </w:r>
    </w:p>
    <w:p w:rsidR="007B6A46" w:rsidRDefault="007B6A46" w:rsidP="007B6A46">
      <w:r>
        <w:t>438.9236</w:t>
      </w:r>
      <w:r>
        <w:tab/>
        <w:t>2.025e0</w:t>
      </w:r>
    </w:p>
    <w:p w:rsidR="007B6A46" w:rsidRDefault="007B6A46" w:rsidP="007B6A46">
      <w:r>
        <w:t>438.9383</w:t>
      </w:r>
      <w:r>
        <w:tab/>
        <w:t>2.025e0</w:t>
      </w:r>
    </w:p>
    <w:p w:rsidR="007B6A46" w:rsidRDefault="007B6A46" w:rsidP="007B6A46">
      <w:r>
        <w:t>439.0088</w:t>
      </w:r>
      <w:r>
        <w:tab/>
        <w:t>2.025e0</w:t>
      </w:r>
    </w:p>
    <w:p w:rsidR="007B6A46" w:rsidRDefault="007B6A46" w:rsidP="007B6A46">
      <w:r>
        <w:t>439.0660</w:t>
      </w:r>
      <w:r>
        <w:tab/>
        <w:t>1.013e0</w:t>
      </w:r>
    </w:p>
    <w:p w:rsidR="007B6A46" w:rsidRDefault="007B6A46" w:rsidP="007B6A46">
      <w:r>
        <w:t>439.1003</w:t>
      </w:r>
      <w:r>
        <w:tab/>
        <w:t>1.013e0</w:t>
      </w:r>
    </w:p>
    <w:p w:rsidR="007B6A46" w:rsidRDefault="007B6A46" w:rsidP="007B6A46">
      <w:r>
        <w:t>439.1277</w:t>
      </w:r>
      <w:r>
        <w:tab/>
        <w:t>4.051e0</w:t>
      </w:r>
    </w:p>
    <w:p w:rsidR="007B6A46" w:rsidRDefault="007B6A46" w:rsidP="007B6A46">
      <w:r>
        <w:t>439.1825</w:t>
      </w:r>
      <w:r>
        <w:tab/>
        <w:t>1.013e0</w:t>
      </w:r>
    </w:p>
    <w:p w:rsidR="007B6A46" w:rsidRDefault="007B6A46" w:rsidP="007B6A46">
      <w:r>
        <w:t>439.2000</w:t>
      </w:r>
      <w:r>
        <w:tab/>
        <w:t>1.013e0</w:t>
      </w:r>
    </w:p>
    <w:p w:rsidR="007B6A46" w:rsidRDefault="007B6A46" w:rsidP="007B6A46">
      <w:r>
        <w:t>439.2096</w:t>
      </w:r>
      <w:r>
        <w:tab/>
        <w:t>2.025e0</w:t>
      </w:r>
    </w:p>
    <w:p w:rsidR="007B6A46" w:rsidRDefault="007B6A46" w:rsidP="007B6A46">
      <w:r>
        <w:t>439.2509</w:t>
      </w:r>
      <w:r>
        <w:tab/>
        <w:t>2.025e0</w:t>
      </w:r>
    </w:p>
    <w:p w:rsidR="007B6A46" w:rsidRDefault="007B6A46" w:rsidP="007B6A46">
      <w:r>
        <w:t>439.2570</w:t>
      </w:r>
      <w:r>
        <w:tab/>
        <w:t>3.836e0</w:t>
      </w:r>
    </w:p>
    <w:p w:rsidR="007B6A46" w:rsidRDefault="007B6A46" w:rsidP="007B6A46">
      <w:r>
        <w:lastRenderedPageBreak/>
        <w:t>439.2746</w:t>
      </w:r>
      <w:r>
        <w:tab/>
        <w:t>1.013e0</w:t>
      </w:r>
    </w:p>
    <w:p w:rsidR="007B6A46" w:rsidRDefault="007B6A46" w:rsidP="007B6A46">
      <w:r>
        <w:t>439.2896</w:t>
      </w:r>
      <w:r>
        <w:tab/>
        <w:t>5.063e0</w:t>
      </w:r>
    </w:p>
    <w:p w:rsidR="007B6A46" w:rsidRDefault="007B6A46" w:rsidP="007B6A46">
      <w:r>
        <w:t>439.3436</w:t>
      </w:r>
      <w:r>
        <w:tab/>
        <w:t>2.025e0</w:t>
      </w:r>
    </w:p>
    <w:p w:rsidR="007B6A46" w:rsidRDefault="007B6A46" w:rsidP="007B6A46">
      <w:r>
        <w:t>439.3528</w:t>
      </w:r>
      <w:r>
        <w:tab/>
        <w:t>2.025e0</w:t>
      </w:r>
    </w:p>
    <w:p w:rsidR="007B6A46" w:rsidRDefault="007B6A46" w:rsidP="007B6A46">
      <w:r>
        <w:t>439.3631</w:t>
      </w:r>
      <w:r>
        <w:tab/>
        <w:t>3.038e0</w:t>
      </w:r>
    </w:p>
    <w:p w:rsidR="007B6A46" w:rsidRDefault="007B6A46" w:rsidP="007B6A46">
      <w:r>
        <w:t>439.3902</w:t>
      </w:r>
      <w:r>
        <w:tab/>
        <w:t>1.013e0</w:t>
      </w:r>
    </w:p>
    <w:p w:rsidR="007B6A46" w:rsidRDefault="007B6A46" w:rsidP="007B6A46">
      <w:r>
        <w:t>439.4007</w:t>
      </w:r>
      <w:r>
        <w:tab/>
        <w:t>2.025e0</w:t>
      </w:r>
    </w:p>
    <w:p w:rsidR="007B6A46" w:rsidRDefault="007B6A46" w:rsidP="007B6A46">
      <w:r>
        <w:t>439.4511</w:t>
      </w:r>
      <w:r>
        <w:tab/>
        <w:t>1.013e0</w:t>
      </w:r>
    </w:p>
    <w:p w:rsidR="007B6A46" w:rsidRDefault="007B6A46" w:rsidP="007B6A46">
      <w:r>
        <w:t>439.5057</w:t>
      </w:r>
      <w:r>
        <w:tab/>
        <w:t>1.013e0</w:t>
      </w:r>
    </w:p>
    <w:p w:rsidR="007B6A46" w:rsidRDefault="007B6A46" w:rsidP="007B6A46">
      <w:r>
        <w:t>439.5135</w:t>
      </w:r>
      <w:r>
        <w:tab/>
        <w:t>1.013e0</w:t>
      </w:r>
    </w:p>
    <w:p w:rsidR="007B6A46" w:rsidRDefault="007B6A46" w:rsidP="007B6A46">
      <w:r>
        <w:t>439.5282</w:t>
      </w:r>
      <w:r>
        <w:tab/>
        <w:t>1.013e0</w:t>
      </w:r>
    </w:p>
    <w:p w:rsidR="007B6A46" w:rsidRDefault="007B6A46" w:rsidP="007B6A46">
      <w:r>
        <w:t>439.6015</w:t>
      </w:r>
      <w:r>
        <w:tab/>
        <w:t>1.013e0</w:t>
      </w:r>
    </w:p>
    <w:p w:rsidR="007B6A46" w:rsidRDefault="007B6A46" w:rsidP="007B6A46">
      <w:r>
        <w:t>439.6582</w:t>
      </w:r>
      <w:r>
        <w:tab/>
        <w:t>3.038e0</w:t>
      </w:r>
    </w:p>
    <w:p w:rsidR="007B6A46" w:rsidRDefault="007B6A46" w:rsidP="007B6A46">
      <w:r>
        <w:t>439.7026</w:t>
      </w:r>
      <w:r>
        <w:tab/>
        <w:t>1.013e0</w:t>
      </w:r>
    </w:p>
    <w:p w:rsidR="007B6A46" w:rsidRDefault="007B6A46" w:rsidP="007B6A46">
      <w:r>
        <w:t>439.8295</w:t>
      </w:r>
      <w:r>
        <w:tab/>
        <w:t>1.013e0</w:t>
      </w:r>
    </w:p>
    <w:p w:rsidR="007B6A46" w:rsidRDefault="007B6A46" w:rsidP="007B6A46">
      <w:r>
        <w:t>439.9057</w:t>
      </w:r>
      <w:r>
        <w:tab/>
        <w:t>3.038e0</w:t>
      </w:r>
    </w:p>
    <w:p w:rsidR="007B6A46" w:rsidRDefault="007B6A46" w:rsidP="007B6A46">
      <w:r>
        <w:t>439.9375</w:t>
      </w:r>
      <w:r>
        <w:tab/>
        <w:t>1.013e0</w:t>
      </w:r>
    </w:p>
    <w:p w:rsidR="007B6A46" w:rsidRDefault="007B6A46" w:rsidP="007B6A46">
      <w:r>
        <w:t>440.0072</w:t>
      </w:r>
      <w:r>
        <w:tab/>
        <w:t>1.013e0</w:t>
      </w:r>
    </w:p>
    <w:p w:rsidR="007B6A46" w:rsidRDefault="007B6A46" w:rsidP="007B6A46">
      <w:r>
        <w:t>440.0146</w:t>
      </w:r>
      <w:r>
        <w:tab/>
        <w:t>1.013e0</w:t>
      </w:r>
    </w:p>
    <w:p w:rsidR="007B6A46" w:rsidRDefault="007B6A46" w:rsidP="007B6A46">
      <w:r>
        <w:lastRenderedPageBreak/>
        <w:t>440.0575</w:t>
      </w:r>
      <w:r>
        <w:tab/>
        <w:t>2.025e0</w:t>
      </w:r>
    </w:p>
    <w:p w:rsidR="007B6A46" w:rsidRDefault="007B6A46" w:rsidP="007B6A46">
      <w:r>
        <w:t>440.0995</w:t>
      </w:r>
      <w:r>
        <w:tab/>
        <w:t>1.013e0</w:t>
      </w:r>
    </w:p>
    <w:p w:rsidR="007B6A46" w:rsidRDefault="007B6A46" w:rsidP="007B6A46">
      <w:r>
        <w:t>440.1077</w:t>
      </w:r>
      <w:r>
        <w:tab/>
        <w:t>1.013e0</w:t>
      </w:r>
    </w:p>
    <w:p w:rsidR="007B6A46" w:rsidRDefault="007B6A46" w:rsidP="007B6A46">
      <w:r>
        <w:t>440.1149</w:t>
      </w:r>
      <w:r>
        <w:tab/>
        <w:t>1.013e0</w:t>
      </w:r>
    </w:p>
    <w:p w:rsidR="007B6A46" w:rsidRDefault="007B6A46" w:rsidP="007B6A46">
      <w:r>
        <w:t>440.1469</w:t>
      </w:r>
      <w:r>
        <w:tab/>
        <w:t>2.025e0</w:t>
      </w:r>
    </w:p>
    <w:p w:rsidR="007B6A46" w:rsidRDefault="007B6A46" w:rsidP="007B6A46">
      <w:r>
        <w:t>440.1598</w:t>
      </w:r>
      <w:r>
        <w:tab/>
        <w:t>2.025e0</w:t>
      </w:r>
    </w:p>
    <w:p w:rsidR="007B6A46" w:rsidRDefault="007B6A46" w:rsidP="007B6A46">
      <w:r>
        <w:t>440.1652</w:t>
      </w:r>
      <w:r>
        <w:tab/>
        <w:t>1.013e0</w:t>
      </w:r>
    </w:p>
    <w:p w:rsidR="007B6A46" w:rsidRDefault="007B6A46" w:rsidP="007B6A46">
      <w:r>
        <w:t>440.1786</w:t>
      </w:r>
      <w:r>
        <w:tab/>
        <w:t>3.038e0</w:t>
      </w:r>
    </w:p>
    <w:p w:rsidR="007B6A46" w:rsidRDefault="007B6A46" w:rsidP="007B6A46">
      <w:r>
        <w:t>440.1998</w:t>
      </w:r>
      <w:r>
        <w:tab/>
        <w:t>1.013e0</w:t>
      </w:r>
    </w:p>
    <w:p w:rsidR="007B6A46" w:rsidRDefault="007B6A46" w:rsidP="007B6A46">
      <w:r>
        <w:t>440.2039</w:t>
      </w:r>
      <w:r>
        <w:tab/>
        <w:t>1.013e0</w:t>
      </w:r>
    </w:p>
    <w:p w:rsidR="007B6A46" w:rsidRDefault="007B6A46" w:rsidP="007B6A46">
      <w:r>
        <w:t>440.2152</w:t>
      </w:r>
      <w:r>
        <w:tab/>
        <w:t>1.013e0</w:t>
      </w:r>
    </w:p>
    <w:p w:rsidR="007B6A46" w:rsidRDefault="007B6A46" w:rsidP="007B6A46">
      <w:r>
        <w:t>440.2531</w:t>
      </w:r>
      <w:r>
        <w:tab/>
        <w:t>1.013e0</w:t>
      </w:r>
    </w:p>
    <w:p w:rsidR="007B6A46" w:rsidRDefault="007B6A46" w:rsidP="007B6A46">
      <w:r>
        <w:t>440.2572</w:t>
      </w:r>
      <w:r>
        <w:tab/>
        <w:t>2.025e0</w:t>
      </w:r>
    </w:p>
    <w:p w:rsidR="007B6A46" w:rsidRDefault="007B6A46" w:rsidP="007B6A46">
      <w:r>
        <w:t>440.2656</w:t>
      </w:r>
      <w:r>
        <w:tab/>
        <w:t>1.013e0</w:t>
      </w:r>
    </w:p>
    <w:p w:rsidR="007B6A46" w:rsidRDefault="007B6A46" w:rsidP="007B6A46">
      <w:r>
        <w:t>440.2721</w:t>
      </w:r>
      <w:r>
        <w:tab/>
        <w:t>2.025e0</w:t>
      </w:r>
    </w:p>
    <w:p w:rsidR="007B6A46" w:rsidRDefault="007B6A46" w:rsidP="007B6A46">
      <w:r>
        <w:t>440.2830</w:t>
      </w:r>
      <w:r>
        <w:tab/>
        <w:t>1.013e0</w:t>
      </w:r>
    </w:p>
    <w:p w:rsidR="007B6A46" w:rsidRDefault="007B6A46" w:rsidP="007B6A46">
      <w:r>
        <w:t>440.3445</w:t>
      </w:r>
      <w:r>
        <w:tab/>
        <w:t>1.013e0</w:t>
      </w:r>
    </w:p>
    <w:p w:rsidR="007B6A46" w:rsidRDefault="007B6A46" w:rsidP="007B6A46">
      <w:r>
        <w:t>440.3478</w:t>
      </w:r>
      <w:r>
        <w:tab/>
        <w:t>2.025e0</w:t>
      </w:r>
    </w:p>
    <w:p w:rsidR="007B6A46" w:rsidRDefault="007B6A46" w:rsidP="007B6A46">
      <w:r>
        <w:t>440.3553</w:t>
      </w:r>
      <w:r>
        <w:tab/>
        <w:t>2.025e0</w:t>
      </w:r>
    </w:p>
    <w:p w:rsidR="007B6A46" w:rsidRDefault="007B6A46" w:rsidP="007B6A46">
      <w:r>
        <w:lastRenderedPageBreak/>
        <w:t>440.3888</w:t>
      </w:r>
      <w:r>
        <w:tab/>
        <w:t>2.025e0</w:t>
      </w:r>
    </w:p>
    <w:p w:rsidR="007B6A46" w:rsidRDefault="007B6A46" w:rsidP="007B6A46">
      <w:r>
        <w:t>440.3928</w:t>
      </w:r>
      <w:r>
        <w:tab/>
        <w:t>1.013e0</w:t>
      </w:r>
    </w:p>
    <w:p w:rsidR="007B6A46" w:rsidRDefault="007B6A46" w:rsidP="007B6A46">
      <w:r>
        <w:t>440.4159</w:t>
      </w:r>
      <w:r>
        <w:tab/>
        <w:t>2.025e0</w:t>
      </w:r>
    </w:p>
    <w:p w:rsidR="007B6A46" w:rsidRDefault="007B6A46" w:rsidP="007B6A46">
      <w:r>
        <w:t>440.4384</w:t>
      </w:r>
      <w:r>
        <w:tab/>
        <w:t>1.013e0</w:t>
      </w:r>
    </w:p>
    <w:p w:rsidR="007B6A46" w:rsidRDefault="007B6A46" w:rsidP="007B6A46">
      <w:r>
        <w:t>440.4607</w:t>
      </w:r>
      <w:r>
        <w:tab/>
        <w:t>2.025e0</w:t>
      </w:r>
    </w:p>
    <w:p w:rsidR="007B6A46" w:rsidRDefault="007B6A46" w:rsidP="007B6A46">
      <w:r>
        <w:t>440.5275</w:t>
      </w:r>
      <w:r>
        <w:tab/>
        <w:t>1.013e0</w:t>
      </w:r>
    </w:p>
    <w:p w:rsidR="007B6A46" w:rsidRDefault="007B6A46" w:rsidP="007B6A46">
      <w:r>
        <w:t>440.6399</w:t>
      </w:r>
      <w:r>
        <w:tab/>
        <w:t>1.013e0</w:t>
      </w:r>
    </w:p>
    <w:p w:rsidR="007B6A46" w:rsidRDefault="007B6A46" w:rsidP="007B6A46">
      <w:r>
        <w:t>440.7167</w:t>
      </w:r>
      <w:r>
        <w:tab/>
        <w:t>2.025e0</w:t>
      </w:r>
    </w:p>
    <w:p w:rsidR="007B6A46" w:rsidRDefault="007B6A46" w:rsidP="007B6A46">
      <w:r>
        <w:t>440.7628</w:t>
      </w:r>
      <w:r>
        <w:tab/>
        <w:t>1.013e0</w:t>
      </w:r>
    </w:p>
    <w:p w:rsidR="007B6A46" w:rsidRDefault="007B6A46" w:rsidP="007B6A46">
      <w:r>
        <w:t>440.7858</w:t>
      </w:r>
      <w:r>
        <w:tab/>
        <w:t>1.013e0</w:t>
      </w:r>
    </w:p>
    <w:p w:rsidR="007B6A46" w:rsidRDefault="007B6A46" w:rsidP="007B6A46">
      <w:r>
        <w:t>440.8787</w:t>
      </w:r>
      <w:r>
        <w:tab/>
        <w:t>1.013e0</w:t>
      </w:r>
    </w:p>
    <w:p w:rsidR="007B6A46" w:rsidRDefault="007B6A46" w:rsidP="007B6A46">
      <w:r>
        <w:t>440.8898</w:t>
      </w:r>
      <w:r>
        <w:tab/>
        <w:t>1.013e0</w:t>
      </w:r>
    </w:p>
    <w:p w:rsidR="007B6A46" w:rsidRDefault="007B6A46" w:rsidP="007B6A46">
      <w:r>
        <w:t>440.9274</w:t>
      </w:r>
      <w:r>
        <w:tab/>
        <w:t>2.025e0</w:t>
      </w:r>
    </w:p>
    <w:p w:rsidR="007B6A46" w:rsidRDefault="007B6A46" w:rsidP="007B6A46">
      <w:r>
        <w:t>440.9412</w:t>
      </w:r>
      <w:r>
        <w:tab/>
        <w:t>1.013e0</w:t>
      </w:r>
    </w:p>
    <w:p w:rsidR="007B6A46" w:rsidRDefault="007B6A46" w:rsidP="007B6A46">
      <w:r>
        <w:t>440.9427</w:t>
      </w:r>
      <w:r>
        <w:tab/>
        <w:t>2.025e0</w:t>
      </w:r>
    </w:p>
    <w:p w:rsidR="007B6A46" w:rsidRDefault="007B6A46" w:rsidP="007B6A46">
      <w:r>
        <w:t>440.9860</w:t>
      </w:r>
      <w:r>
        <w:tab/>
        <w:t>1.013e0</w:t>
      </w:r>
    </w:p>
    <w:p w:rsidR="007B6A46" w:rsidRDefault="007B6A46" w:rsidP="007B6A46">
      <w:r>
        <w:t>441.0549</w:t>
      </w:r>
      <w:r>
        <w:tab/>
        <w:t>2.025e0</w:t>
      </w:r>
    </w:p>
    <w:p w:rsidR="007B6A46" w:rsidRDefault="007B6A46" w:rsidP="007B6A46">
      <w:r>
        <w:t>441.1028</w:t>
      </w:r>
      <w:r>
        <w:tab/>
        <w:t>1.013e0</w:t>
      </w:r>
    </w:p>
    <w:p w:rsidR="007B6A46" w:rsidRDefault="007B6A46" w:rsidP="007B6A46">
      <w:r>
        <w:t>441.1509</w:t>
      </w:r>
      <w:r>
        <w:tab/>
        <w:t>1.013e0</w:t>
      </w:r>
    </w:p>
    <w:p w:rsidR="007B6A46" w:rsidRDefault="007B6A46" w:rsidP="007B6A46">
      <w:r>
        <w:lastRenderedPageBreak/>
        <w:t>441.1803</w:t>
      </w:r>
      <w:r>
        <w:tab/>
        <w:t>2.025e0</w:t>
      </w:r>
    </w:p>
    <w:p w:rsidR="007B6A46" w:rsidRDefault="007B6A46" w:rsidP="007B6A46">
      <w:r>
        <w:t>441.1956</w:t>
      </w:r>
      <w:r>
        <w:tab/>
        <w:t>1.013e0</w:t>
      </w:r>
    </w:p>
    <w:p w:rsidR="007B6A46" w:rsidRDefault="007B6A46" w:rsidP="007B6A46">
      <w:r>
        <w:t>441.2119</w:t>
      </w:r>
      <w:r>
        <w:tab/>
        <w:t>2.025e0</w:t>
      </w:r>
    </w:p>
    <w:p w:rsidR="007B6A46" w:rsidRDefault="007B6A46" w:rsidP="007B6A46">
      <w:r>
        <w:t>441.2151</w:t>
      </w:r>
      <w:r>
        <w:tab/>
        <w:t>2.025e0</w:t>
      </w:r>
    </w:p>
    <w:p w:rsidR="007B6A46" w:rsidRDefault="007B6A46" w:rsidP="007B6A46">
      <w:r>
        <w:t>441.2477</w:t>
      </w:r>
      <w:r>
        <w:tab/>
        <w:t>2.025e0</w:t>
      </w:r>
    </w:p>
    <w:p w:rsidR="007B6A46" w:rsidRDefault="007B6A46" w:rsidP="007B6A46">
      <w:r>
        <w:t>441.2698</w:t>
      </w:r>
      <w:r>
        <w:tab/>
        <w:t>2.025e0</w:t>
      </w:r>
    </w:p>
    <w:p w:rsidR="007B6A46" w:rsidRDefault="007B6A46" w:rsidP="007B6A46">
      <w:r>
        <w:t>441.2969</w:t>
      </w:r>
      <w:r>
        <w:tab/>
        <w:t>1.013e0</w:t>
      </w:r>
    </w:p>
    <w:p w:rsidR="007B6A46" w:rsidRDefault="007B6A46" w:rsidP="007B6A46">
      <w:r>
        <w:t>441.3303</w:t>
      </w:r>
      <w:r>
        <w:tab/>
        <w:t>1.013e0</w:t>
      </w:r>
    </w:p>
    <w:p w:rsidR="007B6A46" w:rsidRDefault="007B6A46" w:rsidP="007B6A46">
      <w:r>
        <w:t>441.3488</w:t>
      </w:r>
      <w:r>
        <w:tab/>
        <w:t>1.013e0</w:t>
      </w:r>
    </w:p>
    <w:p w:rsidR="007B6A46" w:rsidRDefault="007B6A46" w:rsidP="007B6A46">
      <w:r>
        <w:t>441.4438</w:t>
      </w:r>
      <w:r>
        <w:tab/>
        <w:t>1.013e0</w:t>
      </w:r>
    </w:p>
    <w:p w:rsidR="007B6A46" w:rsidRDefault="007B6A46" w:rsidP="007B6A46">
      <w:r>
        <w:t>441.4709</w:t>
      </w:r>
      <w:r>
        <w:tab/>
        <w:t>1.013e0</w:t>
      </w:r>
    </w:p>
    <w:p w:rsidR="007B6A46" w:rsidRDefault="007B6A46" w:rsidP="007B6A46">
      <w:r>
        <w:t>441.4973</w:t>
      </w:r>
      <w:r>
        <w:tab/>
        <w:t>1.013e0</w:t>
      </w:r>
    </w:p>
    <w:p w:rsidR="007B6A46" w:rsidRDefault="007B6A46" w:rsidP="007B6A46">
      <w:r>
        <w:t>441.5754</w:t>
      </w:r>
      <w:r>
        <w:tab/>
        <w:t>1.013e0</w:t>
      </w:r>
    </w:p>
    <w:p w:rsidR="007B6A46" w:rsidRDefault="007B6A46" w:rsidP="007B6A46">
      <w:r>
        <w:t>441.6933</w:t>
      </w:r>
      <w:r>
        <w:tab/>
        <w:t>1.013e0</w:t>
      </w:r>
    </w:p>
    <w:p w:rsidR="007B6A46" w:rsidRDefault="007B6A46" w:rsidP="007B6A46">
      <w:r>
        <w:t>441.7105</w:t>
      </w:r>
      <w:r>
        <w:tab/>
        <w:t>1.013e0</w:t>
      </w:r>
    </w:p>
    <w:p w:rsidR="007B6A46" w:rsidRDefault="007B6A46" w:rsidP="007B6A46">
      <w:r>
        <w:t>441.7286</w:t>
      </w:r>
      <w:r>
        <w:tab/>
        <w:t>1.013e0</w:t>
      </w:r>
    </w:p>
    <w:p w:rsidR="007B6A46" w:rsidRDefault="007B6A46" w:rsidP="007B6A46">
      <w:r>
        <w:t>441.7689</w:t>
      </w:r>
      <w:r>
        <w:tab/>
        <w:t>1.013e0</w:t>
      </w:r>
    </w:p>
    <w:p w:rsidR="007B6A46" w:rsidRDefault="007B6A46" w:rsidP="007B6A46">
      <w:r>
        <w:t>441.7760</w:t>
      </w:r>
      <w:r>
        <w:tab/>
        <w:t>1.013e0</w:t>
      </w:r>
    </w:p>
    <w:p w:rsidR="007B6A46" w:rsidRDefault="007B6A46" w:rsidP="007B6A46">
      <w:r>
        <w:t>441.8345</w:t>
      </w:r>
      <w:r>
        <w:tab/>
        <w:t>2.025e0</w:t>
      </w:r>
    </w:p>
    <w:p w:rsidR="007B6A46" w:rsidRDefault="007B6A46" w:rsidP="007B6A46">
      <w:r>
        <w:lastRenderedPageBreak/>
        <w:t>441.8379</w:t>
      </w:r>
      <w:r>
        <w:tab/>
        <w:t>2.025e0</w:t>
      </w:r>
    </w:p>
    <w:p w:rsidR="007B6A46" w:rsidRDefault="007B6A46" w:rsidP="007B6A46">
      <w:r>
        <w:t>441.8463</w:t>
      </w:r>
      <w:r>
        <w:tab/>
        <w:t>1.013e0</w:t>
      </w:r>
    </w:p>
    <w:p w:rsidR="007B6A46" w:rsidRDefault="007B6A46" w:rsidP="007B6A46">
      <w:r>
        <w:t>441.8727</w:t>
      </w:r>
      <w:r>
        <w:tab/>
        <w:t>1.013e0</w:t>
      </w:r>
    </w:p>
    <w:p w:rsidR="007B6A46" w:rsidRDefault="007B6A46" w:rsidP="007B6A46">
      <w:r>
        <w:t>441.9910</w:t>
      </w:r>
      <w:r>
        <w:tab/>
        <w:t>1.013e0</w:t>
      </w:r>
    </w:p>
    <w:p w:rsidR="007B6A46" w:rsidRDefault="007B6A46" w:rsidP="007B6A46">
      <w:r>
        <w:t>442.0084</w:t>
      </w:r>
      <w:r>
        <w:tab/>
        <w:t>4.051e0</w:t>
      </w:r>
    </w:p>
    <w:p w:rsidR="007B6A46" w:rsidRDefault="007B6A46" w:rsidP="007B6A46">
      <w:r>
        <w:t>442.0119</w:t>
      </w:r>
      <w:r>
        <w:tab/>
        <w:t>1.013e0</w:t>
      </w:r>
    </w:p>
    <w:p w:rsidR="007B6A46" w:rsidRDefault="007B6A46" w:rsidP="007B6A46">
      <w:r>
        <w:t>442.0133</w:t>
      </w:r>
      <w:r>
        <w:tab/>
        <w:t>2.025e0</w:t>
      </w:r>
    </w:p>
    <w:p w:rsidR="007B6A46" w:rsidRDefault="007B6A46" w:rsidP="007B6A46">
      <w:r>
        <w:t>442.0585</w:t>
      </w:r>
      <w:r>
        <w:tab/>
        <w:t>2.025e0</w:t>
      </w:r>
    </w:p>
    <w:p w:rsidR="007B6A46" w:rsidRDefault="007B6A46" w:rsidP="007B6A46">
      <w:r>
        <w:t>442.0968</w:t>
      </w:r>
      <w:r>
        <w:tab/>
        <w:t>2.025e0</w:t>
      </w:r>
    </w:p>
    <w:p w:rsidR="007B6A46" w:rsidRDefault="007B6A46" w:rsidP="007B6A46">
      <w:r>
        <w:t>442.1174</w:t>
      </w:r>
      <w:r>
        <w:tab/>
        <w:t>1.013e0</w:t>
      </w:r>
    </w:p>
    <w:p w:rsidR="007B6A46" w:rsidRDefault="007B6A46" w:rsidP="007B6A46">
      <w:r>
        <w:t>442.1245</w:t>
      </w:r>
      <w:r>
        <w:tab/>
        <w:t>1.013e0</w:t>
      </w:r>
    </w:p>
    <w:p w:rsidR="007B6A46" w:rsidRDefault="007B6A46" w:rsidP="007B6A46">
      <w:r>
        <w:t>442.1694</w:t>
      </w:r>
      <w:r>
        <w:tab/>
        <w:t>3.038e0</w:t>
      </w:r>
    </w:p>
    <w:p w:rsidR="007B6A46" w:rsidRDefault="007B6A46" w:rsidP="007B6A46">
      <w:r>
        <w:t>442.1758</w:t>
      </w:r>
      <w:r>
        <w:tab/>
        <w:t>2.025e0</w:t>
      </w:r>
    </w:p>
    <w:p w:rsidR="007B6A46" w:rsidRDefault="007B6A46" w:rsidP="007B6A46">
      <w:r>
        <w:t>442.1863</w:t>
      </w:r>
      <w:r>
        <w:tab/>
        <w:t>4.051e0</w:t>
      </w:r>
    </w:p>
    <w:p w:rsidR="007B6A46" w:rsidRDefault="007B6A46" w:rsidP="007B6A46">
      <w:r>
        <w:t>442.1954</w:t>
      </w:r>
      <w:r>
        <w:tab/>
        <w:t>1.013e0</w:t>
      </w:r>
    </w:p>
    <w:p w:rsidR="007B6A46" w:rsidRDefault="007B6A46" w:rsidP="007B6A46">
      <w:r>
        <w:t>442.2350</w:t>
      </w:r>
      <w:r>
        <w:tab/>
        <w:t>1.013e0</w:t>
      </w:r>
    </w:p>
    <w:p w:rsidR="007B6A46" w:rsidRDefault="007B6A46" w:rsidP="007B6A46">
      <w:r>
        <w:t>442.2631</w:t>
      </w:r>
      <w:r>
        <w:tab/>
        <w:t>2.025e0</w:t>
      </w:r>
    </w:p>
    <w:p w:rsidR="007B6A46" w:rsidRDefault="007B6A46" w:rsidP="007B6A46">
      <w:r>
        <w:t>442.2710</w:t>
      </w:r>
      <w:r>
        <w:tab/>
        <w:t>1.013e0</w:t>
      </w:r>
    </w:p>
    <w:p w:rsidR="007B6A46" w:rsidRDefault="007B6A46" w:rsidP="007B6A46">
      <w:r>
        <w:t>442.3034</w:t>
      </w:r>
      <w:r>
        <w:tab/>
        <w:t>1.013e0</w:t>
      </w:r>
    </w:p>
    <w:p w:rsidR="007B6A46" w:rsidRDefault="007B6A46" w:rsidP="007B6A46">
      <w:r>
        <w:lastRenderedPageBreak/>
        <w:t>442.3312</w:t>
      </w:r>
      <w:r>
        <w:tab/>
        <w:t>1.013e0</w:t>
      </w:r>
    </w:p>
    <w:p w:rsidR="007B6A46" w:rsidRDefault="007B6A46" w:rsidP="007B6A46">
      <w:r>
        <w:t>442.3926</w:t>
      </w:r>
      <w:r>
        <w:tab/>
        <w:t>2.025e0</w:t>
      </w:r>
    </w:p>
    <w:p w:rsidR="007B6A46" w:rsidRDefault="007B6A46" w:rsidP="007B6A46">
      <w:r>
        <w:t>442.4546</w:t>
      </w:r>
      <w:r>
        <w:tab/>
        <w:t>2.025e0</w:t>
      </w:r>
    </w:p>
    <w:p w:rsidR="007B6A46" w:rsidRDefault="007B6A46" w:rsidP="007B6A46">
      <w:r>
        <w:t>442.5114</w:t>
      </w:r>
      <w:r>
        <w:tab/>
        <w:t>1.013e0</w:t>
      </w:r>
    </w:p>
    <w:p w:rsidR="007B6A46" w:rsidRDefault="007B6A46" w:rsidP="007B6A46">
      <w:r>
        <w:t>442.5385</w:t>
      </w:r>
      <w:r>
        <w:tab/>
        <w:t>2.025e0</w:t>
      </w:r>
    </w:p>
    <w:p w:rsidR="007B6A46" w:rsidRDefault="007B6A46" w:rsidP="007B6A46">
      <w:r>
        <w:t>442.6446</w:t>
      </w:r>
      <w:r>
        <w:tab/>
        <w:t>1.013e0</w:t>
      </w:r>
    </w:p>
    <w:p w:rsidR="007B6A46" w:rsidRDefault="007B6A46" w:rsidP="007B6A46">
      <w:r>
        <w:t>442.6515</w:t>
      </w:r>
      <w:r>
        <w:tab/>
        <w:t>1.013e0</w:t>
      </w:r>
    </w:p>
    <w:p w:rsidR="007B6A46" w:rsidRDefault="007B6A46" w:rsidP="007B6A46">
      <w:r>
        <w:t>442.6911</w:t>
      </w:r>
      <w:r>
        <w:tab/>
        <w:t>1.013e0</w:t>
      </w:r>
    </w:p>
    <w:p w:rsidR="007B6A46" w:rsidRDefault="007B6A46" w:rsidP="007B6A46">
      <w:r>
        <w:t>442.7915</w:t>
      </w:r>
      <w:r>
        <w:tab/>
        <w:t>1.013e0</w:t>
      </w:r>
    </w:p>
    <w:p w:rsidR="007B6A46" w:rsidRDefault="007B6A46" w:rsidP="007B6A46">
      <w:r>
        <w:t>442.8618</w:t>
      </w:r>
      <w:r>
        <w:tab/>
        <w:t>1.013e0</w:t>
      </w:r>
    </w:p>
    <w:p w:rsidR="007B6A46" w:rsidRDefault="007B6A46" w:rsidP="007B6A46">
      <w:r>
        <w:t>442.8851</w:t>
      </w:r>
      <w:r>
        <w:tab/>
        <w:t>1.013e0</w:t>
      </w:r>
    </w:p>
    <w:p w:rsidR="007B6A46" w:rsidRDefault="007B6A46" w:rsidP="007B6A46">
      <w:r>
        <w:t>442.8954</w:t>
      </w:r>
      <w:r>
        <w:tab/>
        <w:t>1.013e0</w:t>
      </w:r>
    </w:p>
    <w:p w:rsidR="007B6A46" w:rsidRDefault="007B6A46" w:rsidP="007B6A46">
      <w:r>
        <w:t>442.9077</w:t>
      </w:r>
      <w:r>
        <w:tab/>
        <w:t>1.013e0</w:t>
      </w:r>
    </w:p>
    <w:p w:rsidR="007B6A46" w:rsidRDefault="007B6A46" w:rsidP="007B6A46">
      <w:r>
        <w:t>442.9472</w:t>
      </w:r>
      <w:r>
        <w:tab/>
        <w:t>1.013e0</w:t>
      </w:r>
    </w:p>
    <w:p w:rsidR="007B6A46" w:rsidRDefault="007B6A46" w:rsidP="007B6A46">
      <w:r>
        <w:t>442.9620</w:t>
      </w:r>
      <w:r>
        <w:tab/>
        <w:t>1.013e0</w:t>
      </w:r>
    </w:p>
    <w:p w:rsidR="007B6A46" w:rsidRDefault="007B6A46" w:rsidP="007B6A46">
      <w:r>
        <w:t>442.9782</w:t>
      </w:r>
      <w:r>
        <w:tab/>
        <w:t>1.013e0</w:t>
      </w:r>
    </w:p>
    <w:p w:rsidR="007B6A46" w:rsidRDefault="007B6A46" w:rsidP="007B6A46">
      <w:r>
        <w:t>443.1843</w:t>
      </w:r>
      <w:r>
        <w:tab/>
        <w:t>2.025e0</w:t>
      </w:r>
    </w:p>
    <w:p w:rsidR="007B6A46" w:rsidRDefault="007B6A46" w:rsidP="007B6A46">
      <w:r>
        <w:t>443.2209</w:t>
      </w:r>
      <w:r>
        <w:tab/>
        <w:t>2.025e0</w:t>
      </w:r>
    </w:p>
    <w:p w:rsidR="007B6A46" w:rsidRDefault="007B6A46" w:rsidP="007B6A46">
      <w:r>
        <w:t>443.2267</w:t>
      </w:r>
      <w:r>
        <w:tab/>
        <w:t>1.013e0</w:t>
      </w:r>
    </w:p>
    <w:p w:rsidR="007B6A46" w:rsidRDefault="007B6A46" w:rsidP="007B6A46">
      <w:r>
        <w:lastRenderedPageBreak/>
        <w:t>443.2716</w:t>
      </w:r>
      <w:r>
        <w:tab/>
        <w:t>1.013e0</w:t>
      </w:r>
    </w:p>
    <w:p w:rsidR="007B6A46" w:rsidRDefault="007B6A46" w:rsidP="007B6A46">
      <w:r>
        <w:t>443.2779</w:t>
      </w:r>
      <w:r>
        <w:tab/>
        <w:t>3.038e0</w:t>
      </w:r>
    </w:p>
    <w:p w:rsidR="007B6A46" w:rsidRDefault="007B6A46" w:rsidP="007B6A46">
      <w:r>
        <w:t>443.2881</w:t>
      </w:r>
      <w:r>
        <w:tab/>
        <w:t>1.013e0</w:t>
      </w:r>
    </w:p>
    <w:p w:rsidR="007B6A46" w:rsidRDefault="007B6A46" w:rsidP="007B6A46">
      <w:r>
        <w:t>443.2922</w:t>
      </w:r>
      <w:r>
        <w:tab/>
        <w:t>2.025e0</w:t>
      </w:r>
    </w:p>
    <w:p w:rsidR="007B6A46" w:rsidRDefault="007B6A46" w:rsidP="007B6A46">
      <w:r>
        <w:t>443.3304</w:t>
      </w:r>
      <w:r>
        <w:tab/>
        <w:t>4.051e0</w:t>
      </w:r>
    </w:p>
    <w:p w:rsidR="007B6A46" w:rsidRDefault="007B6A46" w:rsidP="007B6A46">
      <w:r>
        <w:t>443.3368</w:t>
      </w:r>
      <w:r>
        <w:tab/>
        <w:t>1.013e0</w:t>
      </w:r>
    </w:p>
    <w:p w:rsidR="007B6A46" w:rsidRDefault="007B6A46" w:rsidP="007B6A46">
      <w:r>
        <w:t>443.3425</w:t>
      </w:r>
      <w:r>
        <w:tab/>
        <w:t>1.013e0</w:t>
      </w:r>
    </w:p>
    <w:p w:rsidR="007B6A46" w:rsidRDefault="007B6A46" w:rsidP="007B6A46">
      <w:r>
        <w:t>443.3773</w:t>
      </w:r>
      <w:r>
        <w:tab/>
        <w:t>3.038e0</w:t>
      </w:r>
    </w:p>
    <w:p w:rsidR="007B6A46" w:rsidRDefault="007B6A46" w:rsidP="007B6A46">
      <w:r>
        <w:t>443.4509</w:t>
      </w:r>
      <w:r>
        <w:tab/>
        <w:t>2.025e0</w:t>
      </w:r>
    </w:p>
    <w:p w:rsidR="007B6A46" w:rsidRDefault="007B6A46" w:rsidP="007B6A46">
      <w:r>
        <w:t>443.4597</w:t>
      </w:r>
      <w:r>
        <w:tab/>
        <w:t>1.013e0</w:t>
      </w:r>
    </w:p>
    <w:p w:rsidR="007B6A46" w:rsidRDefault="007B6A46" w:rsidP="007B6A46">
      <w:r>
        <w:t>443.4823</w:t>
      </w:r>
      <w:r>
        <w:tab/>
        <w:t>1.013e0</w:t>
      </w:r>
    </w:p>
    <w:p w:rsidR="007B6A46" w:rsidRDefault="007B6A46" w:rsidP="007B6A46">
      <w:r>
        <w:t>443.4985</w:t>
      </w:r>
      <w:r>
        <w:tab/>
        <w:t>1.013e0</w:t>
      </w:r>
    </w:p>
    <w:p w:rsidR="007B6A46" w:rsidRDefault="007B6A46" w:rsidP="007B6A46">
      <w:r>
        <w:t>443.5128</w:t>
      </w:r>
      <w:r>
        <w:tab/>
        <w:t>1.013e0</w:t>
      </w:r>
    </w:p>
    <w:p w:rsidR="007B6A46" w:rsidRDefault="007B6A46" w:rsidP="007B6A46">
      <w:r>
        <w:t>443.6233</w:t>
      </w:r>
      <w:r>
        <w:tab/>
        <w:t>2.025e0</w:t>
      </w:r>
    </w:p>
    <w:p w:rsidR="007B6A46" w:rsidRDefault="007B6A46" w:rsidP="007B6A46">
      <w:r>
        <w:t>443.6528</w:t>
      </w:r>
      <w:r>
        <w:tab/>
        <w:t>1.013e0</w:t>
      </w:r>
    </w:p>
    <w:p w:rsidR="007B6A46" w:rsidRDefault="007B6A46" w:rsidP="007B6A46">
      <w:r>
        <w:t>443.6776</w:t>
      </w:r>
      <w:r>
        <w:tab/>
        <w:t>1.013e0</w:t>
      </w:r>
    </w:p>
    <w:p w:rsidR="007B6A46" w:rsidRDefault="007B6A46" w:rsidP="007B6A46">
      <w:r>
        <w:t>443.6804</w:t>
      </w:r>
      <w:r>
        <w:tab/>
        <w:t>2.025e0</w:t>
      </w:r>
    </w:p>
    <w:p w:rsidR="007B6A46" w:rsidRDefault="007B6A46" w:rsidP="007B6A46">
      <w:r>
        <w:t>443.7137</w:t>
      </w:r>
      <w:r>
        <w:tab/>
        <w:t>1.013e0</w:t>
      </w:r>
    </w:p>
    <w:p w:rsidR="007B6A46" w:rsidRDefault="007B6A46" w:rsidP="007B6A46">
      <w:r>
        <w:t>443.8094</w:t>
      </w:r>
      <w:r>
        <w:tab/>
        <w:t>1.013e0</w:t>
      </w:r>
    </w:p>
    <w:p w:rsidR="007B6A46" w:rsidRDefault="007B6A46" w:rsidP="007B6A46">
      <w:r>
        <w:lastRenderedPageBreak/>
        <w:t>443.9021</w:t>
      </w:r>
      <w:r>
        <w:tab/>
        <w:t>1.013e0</w:t>
      </w:r>
    </w:p>
    <w:p w:rsidR="007B6A46" w:rsidRDefault="007B6A46" w:rsidP="007B6A46">
      <w:r>
        <w:t>443.9417</w:t>
      </w:r>
      <w:r>
        <w:tab/>
        <w:t>1.013e0</w:t>
      </w:r>
    </w:p>
    <w:p w:rsidR="007B6A46" w:rsidRDefault="007B6A46" w:rsidP="007B6A46">
      <w:r>
        <w:t>443.9724</w:t>
      </w:r>
      <w:r>
        <w:tab/>
        <w:t>1.013e0</w:t>
      </w:r>
    </w:p>
    <w:p w:rsidR="007B6A46" w:rsidRDefault="007B6A46" w:rsidP="007B6A46">
      <w:r>
        <w:t>444.0583</w:t>
      </w:r>
      <w:r>
        <w:tab/>
        <w:t>1.013e0</w:t>
      </w:r>
    </w:p>
    <w:p w:rsidR="007B6A46" w:rsidRDefault="007B6A46" w:rsidP="007B6A46">
      <w:r>
        <w:t>444.0935</w:t>
      </w:r>
      <w:r>
        <w:tab/>
        <w:t>2.025e0</w:t>
      </w:r>
    </w:p>
    <w:p w:rsidR="007B6A46" w:rsidRDefault="007B6A46" w:rsidP="007B6A46">
      <w:r>
        <w:t>444.1158</w:t>
      </w:r>
      <w:r>
        <w:tab/>
        <w:t>1.013e0</w:t>
      </w:r>
    </w:p>
    <w:p w:rsidR="007B6A46" w:rsidRDefault="007B6A46" w:rsidP="007B6A46">
      <w:r>
        <w:t>444.1246</w:t>
      </w:r>
      <w:r>
        <w:tab/>
        <w:t>2.025e0</w:t>
      </w:r>
    </w:p>
    <w:p w:rsidR="007B6A46" w:rsidRDefault="007B6A46" w:rsidP="007B6A46">
      <w:r>
        <w:t>444.1432</w:t>
      </w:r>
      <w:r>
        <w:tab/>
        <w:t>1.013e0</w:t>
      </w:r>
    </w:p>
    <w:p w:rsidR="007B6A46" w:rsidRDefault="007B6A46" w:rsidP="007B6A46">
      <w:r>
        <w:t>444.1517</w:t>
      </w:r>
      <w:r>
        <w:tab/>
        <w:t>2.025e0</w:t>
      </w:r>
    </w:p>
    <w:p w:rsidR="007B6A46" w:rsidRDefault="007B6A46" w:rsidP="007B6A46">
      <w:r>
        <w:t>444.2156</w:t>
      </w:r>
      <w:r>
        <w:tab/>
        <w:t>1.013e0</w:t>
      </w:r>
    </w:p>
    <w:p w:rsidR="007B6A46" w:rsidRDefault="007B6A46" w:rsidP="007B6A46">
      <w:r>
        <w:t>444.2364</w:t>
      </w:r>
      <w:r>
        <w:tab/>
        <w:t>2.025e0</w:t>
      </w:r>
    </w:p>
    <w:p w:rsidR="007B6A46" w:rsidRDefault="007B6A46" w:rsidP="007B6A46">
      <w:r>
        <w:t>444.2517</w:t>
      </w:r>
      <w:r>
        <w:tab/>
        <w:t>1.013e0</w:t>
      </w:r>
    </w:p>
    <w:p w:rsidR="007B6A46" w:rsidRDefault="007B6A46" w:rsidP="007B6A46">
      <w:r>
        <w:t>444.2558</w:t>
      </w:r>
      <w:r>
        <w:tab/>
        <w:t>1.013e0</w:t>
      </w:r>
    </w:p>
    <w:p w:rsidR="007B6A46" w:rsidRDefault="007B6A46" w:rsidP="007B6A46">
      <w:r>
        <w:t>444.2677</w:t>
      </w:r>
      <w:r>
        <w:tab/>
        <w:t>1.013e0</w:t>
      </w:r>
    </w:p>
    <w:p w:rsidR="007B6A46" w:rsidRDefault="007B6A46" w:rsidP="007B6A46">
      <w:r>
        <w:t>444.2813</w:t>
      </w:r>
      <w:r>
        <w:tab/>
        <w:t>2.025e0</w:t>
      </w:r>
    </w:p>
    <w:p w:rsidR="007B6A46" w:rsidRDefault="007B6A46" w:rsidP="007B6A46">
      <w:r>
        <w:t>444.2962</w:t>
      </w:r>
      <w:r>
        <w:tab/>
        <w:t>3.038e0</w:t>
      </w:r>
    </w:p>
    <w:p w:rsidR="007B6A46" w:rsidRDefault="007B6A46" w:rsidP="007B6A46">
      <w:r>
        <w:t>444.3347</w:t>
      </w:r>
      <w:r>
        <w:tab/>
        <w:t>1.013e0</w:t>
      </w:r>
    </w:p>
    <w:p w:rsidR="007B6A46" w:rsidRDefault="007B6A46" w:rsidP="007B6A46">
      <w:r>
        <w:t>444.3459</w:t>
      </w:r>
      <w:r>
        <w:tab/>
        <w:t>2.025e0</w:t>
      </w:r>
    </w:p>
    <w:p w:rsidR="007B6A46" w:rsidRDefault="007B6A46" w:rsidP="007B6A46">
      <w:r>
        <w:t>444.3942</w:t>
      </w:r>
      <w:r>
        <w:tab/>
        <w:t>4.051e0</w:t>
      </w:r>
    </w:p>
    <w:p w:rsidR="007B6A46" w:rsidRDefault="007B6A46" w:rsidP="007B6A46">
      <w:r>
        <w:lastRenderedPageBreak/>
        <w:t>444.4054</w:t>
      </w:r>
      <w:r>
        <w:tab/>
        <w:t>7.089e0</w:t>
      </w:r>
    </w:p>
    <w:p w:rsidR="007B6A46" w:rsidRDefault="007B6A46" w:rsidP="007B6A46">
      <w:r>
        <w:t>444.4068</w:t>
      </w:r>
      <w:r>
        <w:tab/>
        <w:t>3.038e0</w:t>
      </w:r>
    </w:p>
    <w:p w:rsidR="007B6A46" w:rsidRDefault="007B6A46" w:rsidP="007B6A46">
      <w:r>
        <w:t>444.4119</w:t>
      </w:r>
      <w:r>
        <w:tab/>
        <w:t>2.025e0</w:t>
      </w:r>
    </w:p>
    <w:p w:rsidR="007B6A46" w:rsidRDefault="007B6A46" w:rsidP="007B6A46">
      <w:r>
        <w:t>444.5572</w:t>
      </w:r>
      <w:r>
        <w:tab/>
        <w:t>1.013e0</w:t>
      </w:r>
    </w:p>
    <w:p w:rsidR="007B6A46" w:rsidRDefault="007B6A46" w:rsidP="007B6A46">
      <w:r>
        <w:t>444.5968</w:t>
      </w:r>
      <w:r>
        <w:tab/>
        <w:t>1.013e0</w:t>
      </w:r>
    </w:p>
    <w:p w:rsidR="007B6A46" w:rsidRDefault="007B6A46" w:rsidP="007B6A46">
      <w:r>
        <w:t>444.6752</w:t>
      </w:r>
      <w:r>
        <w:tab/>
        <w:t>1.013e0</w:t>
      </w:r>
    </w:p>
    <w:p w:rsidR="007B6A46" w:rsidRDefault="007B6A46" w:rsidP="007B6A46">
      <w:r>
        <w:t>444.8322</w:t>
      </w:r>
      <w:r>
        <w:tab/>
        <w:t>2.025e0</w:t>
      </w:r>
    </w:p>
    <w:p w:rsidR="007B6A46" w:rsidRDefault="007B6A46" w:rsidP="007B6A46">
      <w:r>
        <w:t>444.9237</w:t>
      </w:r>
      <w:r>
        <w:tab/>
        <w:t>4.051e0</w:t>
      </w:r>
    </w:p>
    <w:p w:rsidR="007B6A46" w:rsidRDefault="007B6A46" w:rsidP="007B6A46">
      <w:r>
        <w:t>444.9304</w:t>
      </w:r>
      <w:r>
        <w:tab/>
        <w:t>1.013e0</w:t>
      </w:r>
    </w:p>
    <w:p w:rsidR="007B6A46" w:rsidRDefault="007B6A46" w:rsidP="007B6A46">
      <w:r>
        <w:t>444.9453</w:t>
      </w:r>
      <w:r>
        <w:tab/>
        <w:t>1.013e0</w:t>
      </w:r>
    </w:p>
    <w:p w:rsidR="007B6A46" w:rsidRDefault="007B6A46" w:rsidP="007B6A46">
      <w:r>
        <w:t>444.9615</w:t>
      </w:r>
      <w:r>
        <w:tab/>
        <w:t>1.013e0</w:t>
      </w:r>
    </w:p>
    <w:p w:rsidR="007B6A46" w:rsidRDefault="007B6A46" w:rsidP="007B6A46">
      <w:r>
        <w:t>444.9765</w:t>
      </w:r>
      <w:r>
        <w:tab/>
        <w:t>1.013e0</w:t>
      </w:r>
    </w:p>
    <w:p w:rsidR="007B6A46" w:rsidRDefault="007B6A46" w:rsidP="007B6A46">
      <w:r>
        <w:t>444.9955</w:t>
      </w:r>
      <w:r>
        <w:tab/>
        <w:t>1.013e0</w:t>
      </w:r>
    </w:p>
    <w:p w:rsidR="007B6A46" w:rsidRDefault="007B6A46" w:rsidP="007B6A46">
      <w:r>
        <w:t>445.0352</w:t>
      </w:r>
      <w:r>
        <w:tab/>
        <w:t>2.025e0</w:t>
      </w:r>
    </w:p>
    <w:p w:rsidR="007B6A46" w:rsidRDefault="007B6A46" w:rsidP="007B6A46">
      <w:r>
        <w:t>445.1089</w:t>
      </w:r>
      <w:r>
        <w:tab/>
        <w:t>1.013e0</w:t>
      </w:r>
    </w:p>
    <w:p w:rsidR="007B6A46" w:rsidRDefault="007B6A46" w:rsidP="007B6A46">
      <w:r>
        <w:t>445.1635</w:t>
      </w:r>
      <w:r>
        <w:tab/>
        <w:t>1.013e0</w:t>
      </w:r>
    </w:p>
    <w:p w:rsidR="007B6A46" w:rsidRDefault="007B6A46" w:rsidP="007B6A46">
      <w:r>
        <w:t>445.1798</w:t>
      </w:r>
      <w:r>
        <w:tab/>
        <w:t>1.013e0</w:t>
      </w:r>
    </w:p>
    <w:p w:rsidR="007B6A46" w:rsidRDefault="007B6A46" w:rsidP="007B6A46">
      <w:r>
        <w:t>445.1957</w:t>
      </w:r>
      <w:r>
        <w:tab/>
        <w:t>1.013e0</w:t>
      </w:r>
    </w:p>
    <w:p w:rsidR="007B6A46" w:rsidRDefault="007B6A46" w:rsidP="007B6A46">
      <w:r>
        <w:t>445.2571</w:t>
      </w:r>
      <w:r>
        <w:tab/>
        <w:t>1.013e0</w:t>
      </w:r>
    </w:p>
    <w:p w:rsidR="007B6A46" w:rsidRDefault="007B6A46" w:rsidP="007B6A46">
      <w:r>
        <w:lastRenderedPageBreak/>
        <w:t>445.2656</w:t>
      </w:r>
      <w:r>
        <w:tab/>
        <w:t>2.025e0</w:t>
      </w:r>
    </w:p>
    <w:p w:rsidR="007B6A46" w:rsidRDefault="007B6A46" w:rsidP="007B6A46">
      <w:r>
        <w:t>445.2927</w:t>
      </w:r>
      <w:r>
        <w:tab/>
        <w:t>1.013e0</w:t>
      </w:r>
    </w:p>
    <w:p w:rsidR="007B6A46" w:rsidRDefault="007B6A46" w:rsidP="007B6A46">
      <w:r>
        <w:t>445.2994</w:t>
      </w:r>
      <w:r>
        <w:tab/>
        <w:t>3.038e0</w:t>
      </w:r>
    </w:p>
    <w:p w:rsidR="007B6A46" w:rsidRDefault="007B6A46" w:rsidP="007B6A46">
      <w:r>
        <w:t>445.3046</w:t>
      </w:r>
      <w:r>
        <w:tab/>
        <w:t>1.013e0</w:t>
      </w:r>
    </w:p>
    <w:p w:rsidR="007B6A46" w:rsidRDefault="007B6A46" w:rsidP="007B6A46">
      <w:r>
        <w:t>445.3162</w:t>
      </w:r>
      <w:r>
        <w:tab/>
        <w:t>3.038e0</w:t>
      </w:r>
    </w:p>
    <w:p w:rsidR="007B6A46" w:rsidRDefault="007B6A46" w:rsidP="007B6A46">
      <w:r>
        <w:t>445.3429</w:t>
      </w:r>
      <w:r>
        <w:tab/>
        <w:t>1.013e0</w:t>
      </w:r>
    </w:p>
    <w:p w:rsidR="007B6A46" w:rsidRDefault="007B6A46" w:rsidP="007B6A46">
      <w:r>
        <w:t>445.3512</w:t>
      </w:r>
      <w:r>
        <w:tab/>
        <w:t>1.013e0</w:t>
      </w:r>
    </w:p>
    <w:p w:rsidR="007B6A46" w:rsidRDefault="007B6A46" w:rsidP="007B6A46">
      <w:r>
        <w:t>445.3727</w:t>
      </w:r>
      <w:r>
        <w:tab/>
        <w:t>3.038e0</w:t>
      </w:r>
    </w:p>
    <w:p w:rsidR="007B6A46" w:rsidRDefault="007B6A46" w:rsidP="007B6A46">
      <w:r>
        <w:t>445.3961</w:t>
      </w:r>
      <w:r>
        <w:tab/>
        <w:t>2.025e0</w:t>
      </w:r>
    </w:p>
    <w:p w:rsidR="007B6A46" w:rsidRDefault="007B6A46" w:rsidP="007B6A46">
      <w:r>
        <w:t>445.4060</w:t>
      </w:r>
      <w:r>
        <w:tab/>
        <w:t>1.013e0</w:t>
      </w:r>
    </w:p>
    <w:p w:rsidR="007B6A46" w:rsidRDefault="007B6A46" w:rsidP="007B6A46">
      <w:r>
        <w:t>445.4551</w:t>
      </w:r>
      <w:r>
        <w:tab/>
        <w:t>1.013e0</w:t>
      </w:r>
    </w:p>
    <w:p w:rsidR="007B6A46" w:rsidRDefault="007B6A46" w:rsidP="007B6A46">
      <w:r>
        <w:t>445.5088</w:t>
      </w:r>
      <w:r>
        <w:tab/>
        <w:t>3.038e0</w:t>
      </w:r>
    </w:p>
    <w:p w:rsidR="007B6A46" w:rsidRDefault="007B6A46" w:rsidP="007B6A46">
      <w:r>
        <w:t>445.5698</w:t>
      </w:r>
      <w:r>
        <w:tab/>
        <w:t>1.013e0</w:t>
      </w:r>
    </w:p>
    <w:p w:rsidR="007B6A46" w:rsidRDefault="007B6A46" w:rsidP="007B6A46">
      <w:r>
        <w:t>445.5776</w:t>
      </w:r>
      <w:r>
        <w:tab/>
        <w:t>1.013e0</w:t>
      </w:r>
    </w:p>
    <w:p w:rsidR="007B6A46" w:rsidRDefault="007B6A46" w:rsidP="007B6A46">
      <w:r>
        <w:t>445.6304</w:t>
      </w:r>
      <w:r>
        <w:tab/>
        <w:t>1.013e0</w:t>
      </w:r>
    </w:p>
    <w:p w:rsidR="007B6A46" w:rsidRDefault="007B6A46" w:rsidP="007B6A46">
      <w:r>
        <w:t>445.6526</w:t>
      </w:r>
      <w:r>
        <w:tab/>
        <w:t>1.013e0</w:t>
      </w:r>
    </w:p>
    <w:p w:rsidR="007B6A46" w:rsidRDefault="007B6A46" w:rsidP="007B6A46">
      <w:r>
        <w:t>445.6742</w:t>
      </w:r>
      <w:r>
        <w:tab/>
        <w:t>1.013e0</w:t>
      </w:r>
    </w:p>
    <w:p w:rsidR="007B6A46" w:rsidRDefault="007B6A46" w:rsidP="007B6A46">
      <w:r>
        <w:t>445.7181</w:t>
      </w:r>
      <w:r>
        <w:tab/>
        <w:t>1.013e0</w:t>
      </w:r>
    </w:p>
    <w:p w:rsidR="007B6A46" w:rsidRDefault="007B6A46" w:rsidP="007B6A46">
      <w:r>
        <w:t>445.7755</w:t>
      </w:r>
      <w:r>
        <w:tab/>
        <w:t>3.038e0</w:t>
      </w:r>
    </w:p>
    <w:p w:rsidR="007B6A46" w:rsidRDefault="007B6A46" w:rsidP="007B6A46">
      <w:r>
        <w:lastRenderedPageBreak/>
        <w:t>445.8203</w:t>
      </w:r>
      <w:r>
        <w:tab/>
        <w:t>2.025e0</w:t>
      </w:r>
    </w:p>
    <w:p w:rsidR="007B6A46" w:rsidRDefault="007B6A46" w:rsidP="007B6A46">
      <w:r>
        <w:t>445.8314</w:t>
      </w:r>
      <w:r>
        <w:tab/>
        <w:t>1.013e0</w:t>
      </w:r>
    </w:p>
    <w:p w:rsidR="007B6A46" w:rsidRDefault="007B6A46" w:rsidP="007B6A46">
      <w:r>
        <w:t>445.8430</w:t>
      </w:r>
      <w:r>
        <w:tab/>
        <w:t>2.025e0</w:t>
      </w:r>
    </w:p>
    <w:p w:rsidR="007B6A46" w:rsidRDefault="007B6A46" w:rsidP="007B6A46">
      <w:r>
        <w:t>445.8526</w:t>
      </w:r>
      <w:r>
        <w:tab/>
        <w:t>4.051e0</w:t>
      </w:r>
    </w:p>
    <w:p w:rsidR="007B6A46" w:rsidRDefault="007B6A46" w:rsidP="007B6A46">
      <w:r>
        <w:t>445.8716</w:t>
      </w:r>
      <w:r>
        <w:tab/>
        <w:t>1.013e0</w:t>
      </w:r>
    </w:p>
    <w:p w:rsidR="007B6A46" w:rsidRDefault="007B6A46" w:rsidP="007B6A46">
      <w:r>
        <w:t>445.8813</w:t>
      </w:r>
      <w:r>
        <w:tab/>
        <w:t>1.013e0</w:t>
      </w:r>
    </w:p>
    <w:p w:rsidR="007B6A46" w:rsidRDefault="007B6A46" w:rsidP="007B6A46">
      <w:r>
        <w:t>445.8899</w:t>
      </w:r>
      <w:r>
        <w:tab/>
        <w:t>1.013e0</w:t>
      </w:r>
    </w:p>
    <w:p w:rsidR="007B6A46" w:rsidRDefault="007B6A46" w:rsidP="007B6A46">
      <w:r>
        <w:t>445.9411</w:t>
      </w:r>
      <w:r>
        <w:tab/>
        <w:t>2.025e0</w:t>
      </w:r>
    </w:p>
    <w:p w:rsidR="007B6A46" w:rsidRDefault="007B6A46" w:rsidP="007B6A46">
      <w:r>
        <w:t>445.9781</w:t>
      </w:r>
      <w:r>
        <w:tab/>
        <w:t>2.025e0</w:t>
      </w:r>
    </w:p>
    <w:p w:rsidR="007B6A46" w:rsidRDefault="007B6A46" w:rsidP="007B6A46">
      <w:r>
        <w:t>445.9804</w:t>
      </w:r>
      <w:r>
        <w:tab/>
        <w:t>2.025e0</w:t>
      </w:r>
    </w:p>
    <w:p w:rsidR="007B6A46" w:rsidRDefault="007B6A46" w:rsidP="007B6A46">
      <w:r>
        <w:t>445.9899</w:t>
      </w:r>
      <w:r>
        <w:tab/>
        <w:t>2.025e0</w:t>
      </w:r>
    </w:p>
    <w:p w:rsidR="007B6A46" w:rsidRDefault="007B6A46" w:rsidP="007B6A46">
      <w:r>
        <w:t>446.0766</w:t>
      </w:r>
      <w:r>
        <w:tab/>
        <w:t>1.013e0</w:t>
      </w:r>
    </w:p>
    <w:p w:rsidR="007B6A46" w:rsidRDefault="007B6A46" w:rsidP="007B6A46">
      <w:r>
        <w:t>446.0936</w:t>
      </w:r>
      <w:r>
        <w:tab/>
        <w:t>1.013e0</w:t>
      </w:r>
    </w:p>
    <w:p w:rsidR="007B6A46" w:rsidRDefault="007B6A46" w:rsidP="007B6A46">
      <w:r>
        <w:t>446.1242</w:t>
      </w:r>
      <w:r>
        <w:tab/>
        <w:t>1.013e0</w:t>
      </w:r>
    </w:p>
    <w:p w:rsidR="007B6A46" w:rsidRDefault="007B6A46" w:rsidP="007B6A46">
      <w:r>
        <w:t>446.1404</w:t>
      </w:r>
      <w:r>
        <w:tab/>
        <w:t>2.025e0</w:t>
      </w:r>
    </w:p>
    <w:p w:rsidR="007B6A46" w:rsidRDefault="007B6A46" w:rsidP="007B6A46">
      <w:r>
        <w:t>446.1476</w:t>
      </w:r>
      <w:r>
        <w:tab/>
        <w:t>1.013e0</w:t>
      </w:r>
    </w:p>
    <w:p w:rsidR="007B6A46" w:rsidRDefault="007B6A46" w:rsidP="007B6A46">
      <w:r>
        <w:t>446.1554</w:t>
      </w:r>
      <w:r>
        <w:tab/>
        <w:t>1.013e0</w:t>
      </w:r>
    </w:p>
    <w:p w:rsidR="007B6A46" w:rsidRDefault="007B6A46" w:rsidP="007B6A46">
      <w:r>
        <w:t>446.1699</w:t>
      </w:r>
      <w:r>
        <w:tab/>
        <w:t>1.013e0</w:t>
      </w:r>
    </w:p>
    <w:p w:rsidR="007B6A46" w:rsidRDefault="007B6A46" w:rsidP="007B6A46">
      <w:r>
        <w:t>446.2162</w:t>
      </w:r>
      <w:r>
        <w:tab/>
        <w:t>2.025e0</w:t>
      </w:r>
    </w:p>
    <w:p w:rsidR="007B6A46" w:rsidRDefault="007B6A46" w:rsidP="007B6A46">
      <w:r>
        <w:lastRenderedPageBreak/>
        <w:t>446.2268</w:t>
      </w:r>
      <w:r>
        <w:tab/>
        <w:t>2.025e0</w:t>
      </w:r>
    </w:p>
    <w:p w:rsidR="007B6A46" w:rsidRDefault="007B6A46" w:rsidP="007B6A46">
      <w:r>
        <w:t>446.2495</w:t>
      </w:r>
      <w:r>
        <w:tab/>
        <w:t>3.038e0</w:t>
      </w:r>
    </w:p>
    <w:p w:rsidR="007B6A46" w:rsidRDefault="007B6A46" w:rsidP="007B6A46">
      <w:r>
        <w:t>446.2570</w:t>
      </w:r>
      <w:r>
        <w:tab/>
        <w:t>2.025e0</w:t>
      </w:r>
    </w:p>
    <w:p w:rsidR="007B6A46" w:rsidRDefault="007B6A46" w:rsidP="007B6A46">
      <w:r>
        <w:t>446.3039</w:t>
      </w:r>
      <w:r>
        <w:tab/>
        <w:t>1.013e0</w:t>
      </w:r>
    </w:p>
    <w:p w:rsidR="007B6A46" w:rsidRDefault="007B6A46" w:rsidP="007B6A46">
      <w:r>
        <w:t>446.3188</w:t>
      </w:r>
      <w:r>
        <w:tab/>
        <w:t>1.013e0</w:t>
      </w:r>
    </w:p>
    <w:p w:rsidR="007B6A46" w:rsidRDefault="007B6A46" w:rsidP="007B6A46">
      <w:r>
        <w:t>446.3351</w:t>
      </w:r>
      <w:r>
        <w:tab/>
        <w:t>1.013e0</w:t>
      </w:r>
    </w:p>
    <w:p w:rsidR="007B6A46" w:rsidRDefault="007B6A46" w:rsidP="007B6A46">
      <w:r>
        <w:t>446.3520</w:t>
      </w:r>
      <w:r>
        <w:tab/>
        <w:t>3.038e0</w:t>
      </w:r>
    </w:p>
    <w:p w:rsidR="007B6A46" w:rsidRDefault="007B6A46" w:rsidP="007B6A46">
      <w:r>
        <w:t>446.3586</w:t>
      </w:r>
      <w:r>
        <w:tab/>
        <w:t>1.013e0</w:t>
      </w:r>
    </w:p>
    <w:p w:rsidR="007B6A46" w:rsidRDefault="007B6A46" w:rsidP="007B6A46">
      <w:r>
        <w:t>446.3820</w:t>
      </w:r>
      <w:r>
        <w:tab/>
        <w:t>1.013e0</w:t>
      </w:r>
    </w:p>
    <w:p w:rsidR="007B6A46" w:rsidRDefault="007B6A46" w:rsidP="007B6A46">
      <w:r>
        <w:t>446.3970</w:t>
      </w:r>
      <w:r>
        <w:tab/>
        <w:t>1.013e0</w:t>
      </w:r>
    </w:p>
    <w:p w:rsidR="007B6A46" w:rsidRDefault="007B6A46" w:rsidP="007B6A46">
      <w:r>
        <w:t>446.4131</w:t>
      </w:r>
      <w:r>
        <w:tab/>
        <w:t>1.013e0</w:t>
      </w:r>
    </w:p>
    <w:p w:rsidR="007B6A46" w:rsidRDefault="007B6A46" w:rsidP="007B6A46">
      <w:r>
        <w:t>446.4602</w:t>
      </w:r>
      <w:r>
        <w:tab/>
        <w:t>1.013e0</w:t>
      </w:r>
    </w:p>
    <w:p w:rsidR="007B6A46" w:rsidRDefault="007B6A46" w:rsidP="007B6A46">
      <w:r>
        <w:t>446.5110</w:t>
      </w:r>
      <w:r>
        <w:tab/>
        <w:t>1.013e0</w:t>
      </w:r>
    </w:p>
    <w:p w:rsidR="007B6A46" w:rsidRDefault="007B6A46" w:rsidP="007B6A46">
      <w:r>
        <w:t>446.5462</w:t>
      </w:r>
      <w:r>
        <w:tab/>
        <w:t>1.013e0</w:t>
      </w:r>
    </w:p>
    <w:p w:rsidR="007B6A46" w:rsidRDefault="007B6A46" w:rsidP="007B6A46">
      <w:r>
        <w:t>446.6550</w:t>
      </w:r>
      <w:r>
        <w:tab/>
        <w:t>1.013e0</w:t>
      </w:r>
    </w:p>
    <w:p w:rsidR="007B6A46" w:rsidRDefault="007B6A46" w:rsidP="007B6A46">
      <w:r>
        <w:t>446.7086</w:t>
      </w:r>
      <w:r>
        <w:tab/>
        <w:t>1.013e0</w:t>
      </w:r>
    </w:p>
    <w:p w:rsidR="007B6A46" w:rsidRDefault="007B6A46" w:rsidP="007B6A46">
      <w:r>
        <w:t>446.7254</w:t>
      </w:r>
      <w:r>
        <w:tab/>
        <w:t>1.013e0</w:t>
      </w:r>
    </w:p>
    <w:p w:rsidR="007B6A46" w:rsidRDefault="007B6A46" w:rsidP="007B6A46">
      <w:r>
        <w:t>446.7958</w:t>
      </w:r>
      <w:r>
        <w:tab/>
        <w:t>1.013e0</w:t>
      </w:r>
    </w:p>
    <w:p w:rsidR="007B6A46" w:rsidRDefault="007B6A46" w:rsidP="007B6A46">
      <w:r>
        <w:t>446.8356</w:t>
      </w:r>
      <w:r>
        <w:tab/>
        <w:t>2.025e0</w:t>
      </w:r>
    </w:p>
    <w:p w:rsidR="007B6A46" w:rsidRDefault="007B6A46" w:rsidP="007B6A46">
      <w:r>
        <w:lastRenderedPageBreak/>
        <w:t>446.8487</w:t>
      </w:r>
      <w:r>
        <w:tab/>
        <w:t>1.013e0</w:t>
      </w:r>
    </w:p>
    <w:p w:rsidR="007B6A46" w:rsidRDefault="007B6A46" w:rsidP="007B6A46">
      <w:r>
        <w:t>446.8584</w:t>
      </w:r>
      <w:r>
        <w:tab/>
        <w:t>1.013e0</w:t>
      </w:r>
    </w:p>
    <w:p w:rsidR="007B6A46" w:rsidRDefault="007B6A46" w:rsidP="007B6A46">
      <w:r>
        <w:t>446.9182</w:t>
      </w:r>
      <w:r>
        <w:tab/>
        <w:t>2.025e0</w:t>
      </w:r>
    </w:p>
    <w:p w:rsidR="007B6A46" w:rsidRDefault="007B6A46" w:rsidP="007B6A46">
      <w:r>
        <w:t>446.9530</w:t>
      </w:r>
      <w:r>
        <w:tab/>
        <w:t>1.013e0</w:t>
      </w:r>
    </w:p>
    <w:p w:rsidR="007B6A46" w:rsidRDefault="007B6A46" w:rsidP="007B6A46">
      <w:r>
        <w:t>446.9709</w:t>
      </w:r>
      <w:r>
        <w:tab/>
        <w:t>1.013e0</w:t>
      </w:r>
    </w:p>
    <w:p w:rsidR="007B6A46" w:rsidRDefault="007B6A46" w:rsidP="007B6A46">
      <w:r>
        <w:t>447.0070</w:t>
      </w:r>
      <w:r>
        <w:tab/>
        <w:t>1.013e0</w:t>
      </w:r>
    </w:p>
    <w:p w:rsidR="007B6A46" w:rsidRDefault="007B6A46" w:rsidP="007B6A46">
      <w:r>
        <w:t>447.0939</w:t>
      </w:r>
      <w:r>
        <w:tab/>
        <w:t>1.013e0</w:t>
      </w:r>
    </w:p>
    <w:p w:rsidR="007B6A46" w:rsidRDefault="007B6A46" w:rsidP="007B6A46">
      <w:r>
        <w:t>447.1498</w:t>
      </w:r>
      <w:r>
        <w:tab/>
        <w:t>1.013e0</w:t>
      </w:r>
    </w:p>
    <w:p w:rsidR="007B6A46" w:rsidRDefault="007B6A46" w:rsidP="007B6A46">
      <w:r>
        <w:t>447.1678</w:t>
      </w:r>
      <w:r>
        <w:tab/>
        <w:t>1.013e0</w:t>
      </w:r>
    </w:p>
    <w:p w:rsidR="007B6A46" w:rsidRDefault="007B6A46" w:rsidP="007B6A46">
      <w:r>
        <w:t>447.1800</w:t>
      </w:r>
      <w:r>
        <w:tab/>
        <w:t>1.013e0</w:t>
      </w:r>
    </w:p>
    <w:p w:rsidR="007B6A46" w:rsidRDefault="007B6A46" w:rsidP="007B6A46">
      <w:r>
        <w:t>447.1956</w:t>
      </w:r>
      <w:r>
        <w:tab/>
        <w:t>1.013e0</w:t>
      </w:r>
    </w:p>
    <w:p w:rsidR="007B6A46" w:rsidRDefault="007B6A46" w:rsidP="007B6A46">
      <w:r>
        <w:t>447.2254</w:t>
      </w:r>
      <w:r>
        <w:tab/>
        <w:t>2.025e0</w:t>
      </w:r>
    </w:p>
    <w:p w:rsidR="007B6A46" w:rsidRDefault="007B6A46" w:rsidP="007B6A46">
      <w:r>
        <w:t>447.2739</w:t>
      </w:r>
      <w:r>
        <w:tab/>
        <w:t>1.013e0</w:t>
      </w:r>
    </w:p>
    <w:p w:rsidR="007B6A46" w:rsidRDefault="007B6A46" w:rsidP="007B6A46">
      <w:r>
        <w:t>447.2818</w:t>
      </w:r>
      <w:r>
        <w:tab/>
        <w:t>1.013e0</w:t>
      </w:r>
    </w:p>
    <w:p w:rsidR="007B6A46" w:rsidRDefault="007B6A46" w:rsidP="007B6A46">
      <w:r>
        <w:t>447.3066</w:t>
      </w:r>
      <w:r>
        <w:tab/>
        <w:t>3.038e0</w:t>
      </w:r>
    </w:p>
    <w:p w:rsidR="007B6A46" w:rsidRDefault="007B6A46" w:rsidP="007B6A46">
      <w:r>
        <w:t>447.3477</w:t>
      </w:r>
      <w:r>
        <w:tab/>
        <w:t>2.025e0</w:t>
      </w:r>
    </w:p>
    <w:p w:rsidR="007B6A46" w:rsidRDefault="007B6A46" w:rsidP="007B6A46">
      <w:r>
        <w:t>447.3954</w:t>
      </w:r>
      <w:r>
        <w:tab/>
        <w:t>2.025e0</w:t>
      </w:r>
    </w:p>
    <w:p w:rsidR="007B6A46" w:rsidRDefault="007B6A46" w:rsidP="007B6A46">
      <w:r>
        <w:t>447.3992</w:t>
      </w:r>
      <w:r>
        <w:tab/>
        <w:t>1.013e0</w:t>
      </w:r>
    </w:p>
    <w:p w:rsidR="007B6A46" w:rsidRDefault="007B6A46" w:rsidP="007B6A46">
      <w:r>
        <w:t>447.4619</w:t>
      </w:r>
      <w:r>
        <w:tab/>
        <w:t>1.013e0</w:t>
      </w:r>
    </w:p>
    <w:p w:rsidR="007B6A46" w:rsidRDefault="007B6A46" w:rsidP="007B6A46">
      <w:r>
        <w:lastRenderedPageBreak/>
        <w:t>447.5168</w:t>
      </w:r>
      <w:r>
        <w:tab/>
        <w:t>2.025e0</w:t>
      </w:r>
    </w:p>
    <w:p w:rsidR="007B6A46" w:rsidRDefault="007B6A46" w:rsidP="007B6A46">
      <w:r>
        <w:t>447.5485</w:t>
      </w:r>
      <w:r>
        <w:tab/>
        <w:t>1.013e0</w:t>
      </w:r>
    </w:p>
    <w:p w:rsidR="007B6A46" w:rsidRDefault="007B6A46" w:rsidP="007B6A46">
      <w:r>
        <w:t>447.6101</w:t>
      </w:r>
      <w:r>
        <w:tab/>
        <w:t>1.013e0</w:t>
      </w:r>
    </w:p>
    <w:p w:rsidR="007B6A46" w:rsidRDefault="007B6A46" w:rsidP="007B6A46">
      <w:r>
        <w:t>447.7470</w:t>
      </w:r>
      <w:r>
        <w:tab/>
        <w:t>1.013e0</w:t>
      </w:r>
    </w:p>
    <w:p w:rsidR="007B6A46" w:rsidRDefault="007B6A46" w:rsidP="007B6A46">
      <w:r>
        <w:t>447.7747</w:t>
      </w:r>
      <w:r>
        <w:tab/>
        <w:t>1.013e0</w:t>
      </w:r>
    </w:p>
    <w:p w:rsidR="007B6A46" w:rsidRDefault="007B6A46" w:rsidP="007B6A46">
      <w:r>
        <w:t>447.7985</w:t>
      </w:r>
      <w:r>
        <w:tab/>
        <w:t>2.025e0</w:t>
      </w:r>
    </w:p>
    <w:p w:rsidR="007B6A46" w:rsidRDefault="007B6A46" w:rsidP="007B6A46">
      <w:r>
        <w:t>447.8330</w:t>
      </w:r>
      <w:r>
        <w:tab/>
        <w:t>2.025e0</w:t>
      </w:r>
    </w:p>
    <w:p w:rsidR="007B6A46" w:rsidRDefault="007B6A46" w:rsidP="007B6A46">
      <w:r>
        <w:t>447.8700</w:t>
      </w:r>
      <w:r>
        <w:tab/>
        <w:t>2.025e0</w:t>
      </w:r>
    </w:p>
    <w:p w:rsidR="007B6A46" w:rsidRDefault="007B6A46" w:rsidP="007B6A46">
      <w:r>
        <w:t>447.8766</w:t>
      </w:r>
      <w:r>
        <w:tab/>
        <w:t>2.025e0</w:t>
      </w:r>
    </w:p>
    <w:p w:rsidR="007B6A46" w:rsidRDefault="007B6A46" w:rsidP="007B6A46">
      <w:r>
        <w:t>447.9075</w:t>
      </w:r>
      <w:r>
        <w:tab/>
        <w:t>2.025e0</w:t>
      </w:r>
    </w:p>
    <w:p w:rsidR="007B6A46" w:rsidRDefault="007B6A46" w:rsidP="007B6A46">
      <w:r>
        <w:t>447.9267</w:t>
      </w:r>
      <w:r>
        <w:tab/>
        <w:t>1.013e0</w:t>
      </w:r>
    </w:p>
    <w:p w:rsidR="007B6A46" w:rsidRDefault="007B6A46" w:rsidP="007B6A46">
      <w:r>
        <w:t>447.9472</w:t>
      </w:r>
      <w:r>
        <w:tab/>
        <w:t>1.013e0</w:t>
      </w:r>
    </w:p>
    <w:p w:rsidR="007B6A46" w:rsidRDefault="007B6A46" w:rsidP="007B6A46">
      <w:r>
        <w:t>447.9662</w:t>
      </w:r>
      <w:r>
        <w:tab/>
        <w:t>1.013e0</w:t>
      </w:r>
    </w:p>
    <w:p w:rsidR="007B6A46" w:rsidRDefault="007B6A46" w:rsidP="007B6A46">
      <w:r>
        <w:t>447.9727</w:t>
      </w:r>
      <w:r>
        <w:tab/>
        <w:t>2.025e0</w:t>
      </w:r>
    </w:p>
    <w:p w:rsidR="007B6A46" w:rsidRDefault="007B6A46" w:rsidP="007B6A46">
      <w:r>
        <w:t>447.9946</w:t>
      </w:r>
      <w:r>
        <w:tab/>
        <w:t>2.025e0</w:t>
      </w:r>
    </w:p>
    <w:p w:rsidR="007B6A46" w:rsidRDefault="007B6A46" w:rsidP="007B6A46">
      <w:r>
        <w:t>448.0395</w:t>
      </w:r>
      <w:r>
        <w:tab/>
        <w:t>2.025e0</w:t>
      </w:r>
    </w:p>
    <w:p w:rsidR="007B6A46" w:rsidRDefault="007B6A46" w:rsidP="007B6A46">
      <w:r>
        <w:t>448.1152</w:t>
      </w:r>
      <w:r>
        <w:tab/>
        <w:t>2.025e0</w:t>
      </w:r>
    </w:p>
    <w:p w:rsidR="007B6A46" w:rsidRDefault="007B6A46" w:rsidP="007B6A46">
      <w:r>
        <w:t>448.1444</w:t>
      </w:r>
      <w:r>
        <w:tab/>
        <w:t>5.063e0</w:t>
      </w:r>
    </w:p>
    <w:p w:rsidR="007B6A46" w:rsidRDefault="007B6A46" w:rsidP="007B6A46">
      <w:r>
        <w:t>448.1749</w:t>
      </w:r>
      <w:r>
        <w:tab/>
        <w:t>2.025e0</w:t>
      </w:r>
    </w:p>
    <w:p w:rsidR="007B6A46" w:rsidRDefault="007B6A46" w:rsidP="007B6A46">
      <w:r>
        <w:lastRenderedPageBreak/>
        <w:t>448.1854</w:t>
      </w:r>
      <w:r>
        <w:tab/>
        <w:t>1.013e0</w:t>
      </w:r>
    </w:p>
    <w:p w:rsidR="007B6A46" w:rsidRDefault="007B6A46" w:rsidP="007B6A46">
      <w:r>
        <w:t>448.2026</w:t>
      </w:r>
      <w:r>
        <w:tab/>
        <w:t>1.013e0</w:t>
      </w:r>
    </w:p>
    <w:p w:rsidR="007B6A46" w:rsidRDefault="007B6A46" w:rsidP="007B6A46">
      <w:r>
        <w:t>448.2397</w:t>
      </w:r>
      <w:r>
        <w:tab/>
        <w:t>2.025e0</w:t>
      </w:r>
    </w:p>
    <w:p w:rsidR="007B6A46" w:rsidRDefault="007B6A46" w:rsidP="007B6A46">
      <w:r>
        <w:t>448.2645</w:t>
      </w:r>
      <w:r>
        <w:tab/>
        <w:t>1.013e0</w:t>
      </w:r>
    </w:p>
    <w:p w:rsidR="007B6A46" w:rsidRDefault="007B6A46" w:rsidP="007B6A46">
      <w:r>
        <w:t>448.2825</w:t>
      </w:r>
      <w:r>
        <w:tab/>
        <w:t>3.038e0</w:t>
      </w:r>
    </w:p>
    <w:p w:rsidR="007B6A46" w:rsidRDefault="007B6A46" w:rsidP="007B6A46">
      <w:r>
        <w:t>448.3000</w:t>
      </w:r>
      <w:r>
        <w:tab/>
        <w:t>1.013e0</w:t>
      </w:r>
    </w:p>
    <w:p w:rsidR="007B6A46" w:rsidRDefault="007B6A46" w:rsidP="007B6A46">
      <w:r>
        <w:t>448.3011</w:t>
      </w:r>
      <w:r>
        <w:tab/>
        <w:t>2.025e0</w:t>
      </w:r>
    </w:p>
    <w:p w:rsidR="007B6A46" w:rsidRDefault="007B6A46" w:rsidP="007B6A46">
      <w:r>
        <w:t>448.3219</w:t>
      </w:r>
      <w:r>
        <w:tab/>
        <w:t>1.013e0</w:t>
      </w:r>
    </w:p>
    <w:p w:rsidR="007B6A46" w:rsidRDefault="007B6A46" w:rsidP="007B6A46">
      <w:r>
        <w:t>448.3449</w:t>
      </w:r>
      <w:r>
        <w:tab/>
        <w:t>2.025e0</w:t>
      </w:r>
    </w:p>
    <w:p w:rsidR="007B6A46" w:rsidRDefault="007B6A46" w:rsidP="007B6A46">
      <w:r>
        <w:t>448.3878</w:t>
      </w:r>
      <w:r>
        <w:tab/>
        <w:t>2.025e0</w:t>
      </w:r>
    </w:p>
    <w:p w:rsidR="007B6A46" w:rsidRDefault="007B6A46" w:rsidP="007B6A46">
      <w:r>
        <w:t>448.4039</w:t>
      </w:r>
      <w:r>
        <w:tab/>
        <w:t>1.013e0</w:t>
      </w:r>
    </w:p>
    <w:p w:rsidR="007B6A46" w:rsidRDefault="007B6A46" w:rsidP="007B6A46">
      <w:r>
        <w:t>448.4578</w:t>
      </w:r>
      <w:r>
        <w:tab/>
        <w:t>1.013e0</w:t>
      </w:r>
    </w:p>
    <w:p w:rsidR="007B6A46" w:rsidRDefault="007B6A46" w:rsidP="007B6A46">
      <w:r>
        <w:t>448.5190</w:t>
      </w:r>
      <w:r>
        <w:tab/>
        <w:t>1.013e0</w:t>
      </w:r>
    </w:p>
    <w:p w:rsidR="007B6A46" w:rsidRDefault="007B6A46" w:rsidP="007B6A46">
      <w:r>
        <w:t>448.5749</w:t>
      </w:r>
      <w:r>
        <w:tab/>
        <w:t>1.013e0</w:t>
      </w:r>
    </w:p>
    <w:p w:rsidR="007B6A46" w:rsidRDefault="007B6A46" w:rsidP="007B6A46">
      <w:r>
        <w:t>448.6195</w:t>
      </w:r>
      <w:r>
        <w:tab/>
        <w:t>1.013e0</w:t>
      </w:r>
    </w:p>
    <w:p w:rsidR="007B6A46" w:rsidRDefault="007B6A46" w:rsidP="007B6A46">
      <w:r>
        <w:t>448.6237</w:t>
      </w:r>
      <w:r>
        <w:tab/>
        <w:t>2.025e0</w:t>
      </w:r>
    </w:p>
    <w:p w:rsidR="007B6A46" w:rsidRDefault="007B6A46" w:rsidP="007B6A46">
      <w:r>
        <w:t>448.6986</w:t>
      </w:r>
      <w:r>
        <w:tab/>
        <w:t>1.013e0</w:t>
      </w:r>
    </w:p>
    <w:p w:rsidR="007B6A46" w:rsidRDefault="007B6A46" w:rsidP="007B6A46">
      <w:r>
        <w:t>448.7029</w:t>
      </w:r>
      <w:r>
        <w:tab/>
        <w:t>1.013e0</w:t>
      </w:r>
    </w:p>
    <w:p w:rsidR="007B6A46" w:rsidRDefault="007B6A46" w:rsidP="007B6A46">
      <w:r>
        <w:t>448.7248</w:t>
      </w:r>
      <w:r>
        <w:tab/>
        <w:t>1.013e0</w:t>
      </w:r>
    </w:p>
    <w:p w:rsidR="007B6A46" w:rsidRDefault="007B6A46" w:rsidP="007B6A46">
      <w:r>
        <w:lastRenderedPageBreak/>
        <w:t>448.7405</w:t>
      </w:r>
      <w:r>
        <w:tab/>
        <w:t>2.025e0</w:t>
      </w:r>
    </w:p>
    <w:p w:rsidR="007B6A46" w:rsidRDefault="007B6A46" w:rsidP="007B6A46">
      <w:r>
        <w:t>448.7778</w:t>
      </w:r>
      <w:r>
        <w:tab/>
        <w:t>1.013e0</w:t>
      </w:r>
    </w:p>
    <w:p w:rsidR="007B6A46" w:rsidRDefault="007B6A46" w:rsidP="007B6A46">
      <w:r>
        <w:t>448.7970</w:t>
      </w:r>
      <w:r>
        <w:tab/>
        <w:t>2.025e0</w:t>
      </w:r>
    </w:p>
    <w:p w:rsidR="007B6A46" w:rsidRDefault="007B6A46" w:rsidP="007B6A46">
      <w:r>
        <w:t>448.8503</w:t>
      </w:r>
      <w:r>
        <w:tab/>
        <w:t>2.025e0</w:t>
      </w:r>
    </w:p>
    <w:p w:rsidR="007B6A46" w:rsidRDefault="007B6A46" w:rsidP="007B6A46">
      <w:r>
        <w:t>448.9133</w:t>
      </w:r>
      <w:r>
        <w:tab/>
        <w:t>1.013e0</w:t>
      </w:r>
    </w:p>
    <w:p w:rsidR="007B6A46" w:rsidRDefault="007B6A46" w:rsidP="007B6A46">
      <w:r>
        <w:t>448.9220</w:t>
      </w:r>
      <w:r>
        <w:tab/>
        <w:t>1.013e0</w:t>
      </w:r>
    </w:p>
    <w:p w:rsidR="007B6A46" w:rsidRDefault="007B6A46" w:rsidP="007B6A46">
      <w:r>
        <w:t>448.9395</w:t>
      </w:r>
      <w:r>
        <w:tab/>
        <w:t>1.013e0</w:t>
      </w:r>
    </w:p>
    <w:p w:rsidR="007B6A46" w:rsidRDefault="007B6A46" w:rsidP="007B6A46">
      <w:r>
        <w:t>449.0312</w:t>
      </w:r>
      <w:r>
        <w:tab/>
        <w:t>1.013e0</w:t>
      </w:r>
    </w:p>
    <w:p w:rsidR="007B6A46" w:rsidRDefault="007B6A46" w:rsidP="007B6A46">
      <w:r>
        <w:t>449.0365</w:t>
      </w:r>
      <w:r>
        <w:tab/>
        <w:t>1.013e0</w:t>
      </w:r>
    </w:p>
    <w:p w:rsidR="007B6A46" w:rsidRDefault="007B6A46" w:rsidP="007B6A46">
      <w:r>
        <w:t>449.0619</w:t>
      </w:r>
      <w:r>
        <w:tab/>
        <w:t>1.013e0</w:t>
      </w:r>
    </w:p>
    <w:p w:rsidR="007B6A46" w:rsidRDefault="007B6A46" w:rsidP="007B6A46">
      <w:r>
        <w:t>449.0671</w:t>
      </w:r>
      <w:r>
        <w:tab/>
        <w:t>2.025e0</w:t>
      </w:r>
    </w:p>
    <w:p w:rsidR="007B6A46" w:rsidRDefault="007B6A46" w:rsidP="007B6A46">
      <w:r>
        <w:t>449.0803</w:t>
      </w:r>
      <w:r>
        <w:tab/>
        <w:t>1.013e0</w:t>
      </w:r>
    </w:p>
    <w:p w:rsidR="007B6A46" w:rsidRDefault="007B6A46" w:rsidP="007B6A46">
      <w:r>
        <w:t>449.1648</w:t>
      </w:r>
      <w:r>
        <w:tab/>
        <w:t>1.013e0</w:t>
      </w:r>
    </w:p>
    <w:p w:rsidR="007B6A46" w:rsidRDefault="007B6A46" w:rsidP="007B6A46">
      <w:r>
        <w:t>449.1773</w:t>
      </w:r>
      <w:r>
        <w:tab/>
        <w:t>1.013e0</w:t>
      </w:r>
    </w:p>
    <w:p w:rsidR="007B6A46" w:rsidRDefault="007B6A46" w:rsidP="007B6A46">
      <w:r>
        <w:t>449.2203</w:t>
      </w:r>
      <w:r>
        <w:tab/>
        <w:t>1.013e0</w:t>
      </w:r>
    </w:p>
    <w:p w:rsidR="007B6A46" w:rsidRDefault="007B6A46" w:rsidP="007B6A46">
      <w:r>
        <w:t>449.2386</w:t>
      </w:r>
      <w:r>
        <w:tab/>
        <w:t>1.013e0</w:t>
      </w:r>
    </w:p>
    <w:p w:rsidR="007B6A46" w:rsidRDefault="007B6A46" w:rsidP="007B6A46">
      <w:r>
        <w:t>449.2418</w:t>
      </w:r>
      <w:r>
        <w:tab/>
        <w:t>4.228e0</w:t>
      </w:r>
    </w:p>
    <w:p w:rsidR="007B6A46" w:rsidRDefault="007B6A46" w:rsidP="007B6A46">
      <w:r>
        <w:t>449.2592</w:t>
      </w:r>
      <w:r>
        <w:tab/>
        <w:t>1.013e0</w:t>
      </w:r>
    </w:p>
    <w:p w:rsidR="007B6A46" w:rsidRDefault="007B6A46" w:rsidP="007B6A46">
      <w:r>
        <w:t>449.2701</w:t>
      </w:r>
      <w:r>
        <w:tab/>
        <w:t>2.025e0</w:t>
      </w:r>
    </w:p>
    <w:p w:rsidR="007B6A46" w:rsidRDefault="007B6A46" w:rsidP="007B6A46">
      <w:r>
        <w:lastRenderedPageBreak/>
        <w:t>449.2785</w:t>
      </w:r>
      <w:r>
        <w:tab/>
        <w:t>2.025e0</w:t>
      </w:r>
    </w:p>
    <w:p w:rsidR="007B6A46" w:rsidRDefault="007B6A46" w:rsidP="007B6A46">
      <w:r>
        <w:t>449.2827</w:t>
      </w:r>
      <w:r>
        <w:tab/>
        <w:t>1.013e0</w:t>
      </w:r>
    </w:p>
    <w:p w:rsidR="007B6A46" w:rsidRDefault="007B6A46" w:rsidP="007B6A46">
      <w:r>
        <w:t>449.3463</w:t>
      </w:r>
      <w:r>
        <w:tab/>
        <w:t>2.025e0</w:t>
      </w:r>
    </w:p>
    <w:p w:rsidR="007B6A46" w:rsidRDefault="007B6A46" w:rsidP="007B6A46">
      <w:r>
        <w:t>449.3928</w:t>
      </w:r>
      <w:r>
        <w:tab/>
        <w:t>1.013e0</w:t>
      </w:r>
    </w:p>
    <w:p w:rsidR="007B6A46" w:rsidRDefault="007B6A46" w:rsidP="007B6A46">
      <w:r>
        <w:t>449.3963</w:t>
      </w:r>
      <w:r>
        <w:tab/>
        <w:t>2.025e0</w:t>
      </w:r>
    </w:p>
    <w:p w:rsidR="007B6A46" w:rsidRDefault="007B6A46" w:rsidP="007B6A46">
      <w:r>
        <w:t>449.4715</w:t>
      </w:r>
      <w:r>
        <w:tab/>
        <w:t>1.013e0</w:t>
      </w:r>
    </w:p>
    <w:p w:rsidR="007B6A46" w:rsidRDefault="007B6A46" w:rsidP="007B6A46">
      <w:r>
        <w:t>449.6160</w:t>
      </w:r>
      <w:r>
        <w:tab/>
        <w:t>1.013e0</w:t>
      </w:r>
    </w:p>
    <w:p w:rsidR="007B6A46" w:rsidRDefault="007B6A46" w:rsidP="007B6A46">
      <w:r>
        <w:t>449.6410</w:t>
      </w:r>
      <w:r>
        <w:tab/>
        <w:t>2.025e0</w:t>
      </w:r>
    </w:p>
    <w:p w:rsidR="007B6A46" w:rsidRDefault="007B6A46" w:rsidP="007B6A46">
      <w:r>
        <w:t>449.6762</w:t>
      </w:r>
      <w:r>
        <w:tab/>
        <w:t>1.013e0</w:t>
      </w:r>
    </w:p>
    <w:p w:rsidR="007B6A46" w:rsidRDefault="007B6A46" w:rsidP="007B6A46">
      <w:r>
        <w:t>449.6951</w:t>
      </w:r>
      <w:r>
        <w:tab/>
        <w:t>1.013e0</w:t>
      </w:r>
    </w:p>
    <w:p w:rsidR="007B6A46" w:rsidRDefault="007B6A46" w:rsidP="007B6A46">
      <w:r>
        <w:t>449.7233</w:t>
      </w:r>
      <w:r>
        <w:tab/>
        <w:t>1.013e0</w:t>
      </w:r>
    </w:p>
    <w:p w:rsidR="007B6A46" w:rsidRDefault="007B6A46" w:rsidP="007B6A46">
      <w:r>
        <w:t>449.7626</w:t>
      </w:r>
      <w:r>
        <w:tab/>
        <w:t>1.013e0</w:t>
      </w:r>
    </w:p>
    <w:p w:rsidR="007B6A46" w:rsidRDefault="007B6A46" w:rsidP="007B6A46">
      <w:r>
        <w:t>449.7735</w:t>
      </w:r>
      <w:r>
        <w:tab/>
        <w:t>1.013e0</w:t>
      </w:r>
    </w:p>
    <w:p w:rsidR="007B6A46" w:rsidRDefault="007B6A46" w:rsidP="007B6A46">
      <w:r>
        <w:t>449.8177</w:t>
      </w:r>
      <w:r>
        <w:tab/>
        <w:t>1.013e0</w:t>
      </w:r>
    </w:p>
    <w:p w:rsidR="007B6A46" w:rsidRDefault="007B6A46" w:rsidP="007B6A46">
      <w:r>
        <w:t>449.8310</w:t>
      </w:r>
      <w:r>
        <w:tab/>
        <w:t>1.013e0</w:t>
      </w:r>
    </w:p>
    <w:p w:rsidR="007B6A46" w:rsidRDefault="007B6A46" w:rsidP="007B6A46">
      <w:r>
        <w:t>449.8532</w:t>
      </w:r>
      <w:r>
        <w:tab/>
        <w:t>1.013e0</w:t>
      </w:r>
    </w:p>
    <w:p w:rsidR="007B6A46" w:rsidRDefault="007B6A46" w:rsidP="007B6A46">
      <w:r>
        <w:t>449.8706</w:t>
      </w:r>
      <w:r>
        <w:tab/>
        <w:t>1.013e0</w:t>
      </w:r>
    </w:p>
    <w:p w:rsidR="007B6A46" w:rsidRDefault="007B6A46" w:rsidP="007B6A46">
      <w:r>
        <w:t>449.9712</w:t>
      </w:r>
      <w:r>
        <w:tab/>
        <w:t>1.013e0</w:t>
      </w:r>
    </w:p>
    <w:p w:rsidR="007B6A46" w:rsidRDefault="007B6A46" w:rsidP="007B6A46">
      <w:r>
        <w:t>449.9947</w:t>
      </w:r>
      <w:r>
        <w:tab/>
        <w:t>2.025e0</w:t>
      </w:r>
    </w:p>
    <w:p w:rsidR="007B6A46" w:rsidRDefault="007B6A46" w:rsidP="007B6A46">
      <w:r>
        <w:lastRenderedPageBreak/>
        <w:t>450.0049</w:t>
      </w:r>
      <w:r>
        <w:tab/>
        <w:t>2.025e0</w:t>
      </w:r>
    </w:p>
    <w:p w:rsidR="007B6A46" w:rsidRDefault="007B6A46" w:rsidP="007B6A46">
      <w:r>
        <w:t>450.0148</w:t>
      </w:r>
      <w:r>
        <w:tab/>
        <w:t>1.013e0</w:t>
      </w:r>
    </w:p>
    <w:p w:rsidR="007B6A46" w:rsidRDefault="007B6A46" w:rsidP="007B6A46">
      <w:r>
        <w:t>450.0296</w:t>
      </w:r>
      <w:r>
        <w:tab/>
        <w:t>1.013e0</w:t>
      </w:r>
    </w:p>
    <w:p w:rsidR="007B6A46" w:rsidRDefault="007B6A46" w:rsidP="007B6A46">
      <w:r>
        <w:t>450.0881</w:t>
      </w:r>
      <w:r>
        <w:tab/>
        <w:t>2.025e0</w:t>
      </w:r>
    </w:p>
    <w:p w:rsidR="007B6A46" w:rsidRDefault="007B6A46" w:rsidP="007B6A46">
      <w:r>
        <w:t>450.1328</w:t>
      </w:r>
      <w:r>
        <w:tab/>
        <w:t>1.013e0</w:t>
      </w:r>
    </w:p>
    <w:p w:rsidR="007B6A46" w:rsidRDefault="007B6A46" w:rsidP="007B6A46">
      <w:r>
        <w:t>450.1409</w:t>
      </w:r>
      <w:r>
        <w:tab/>
        <w:t>2.025e0</w:t>
      </w:r>
    </w:p>
    <w:p w:rsidR="007B6A46" w:rsidRDefault="007B6A46" w:rsidP="007B6A46">
      <w:r>
        <w:t>450.1792</w:t>
      </w:r>
      <w:r>
        <w:tab/>
        <w:t>1.013e0</w:t>
      </w:r>
    </w:p>
    <w:p w:rsidR="007B6A46" w:rsidRDefault="007B6A46" w:rsidP="007B6A46">
      <w:r>
        <w:t>450.1950</w:t>
      </w:r>
      <w:r>
        <w:tab/>
        <w:t>1.013e0</w:t>
      </w:r>
    </w:p>
    <w:p w:rsidR="007B6A46" w:rsidRDefault="007B6A46" w:rsidP="007B6A46">
      <w:r>
        <w:t>450.2127</w:t>
      </w:r>
      <w:r>
        <w:tab/>
        <w:t>1.013e0</w:t>
      </w:r>
    </w:p>
    <w:p w:rsidR="007B6A46" w:rsidRDefault="007B6A46" w:rsidP="007B6A46">
      <w:r>
        <w:t>450.2451</w:t>
      </w:r>
      <w:r>
        <w:tab/>
        <w:t>2.025e0</w:t>
      </w:r>
    </w:p>
    <w:p w:rsidR="007B6A46" w:rsidRDefault="007B6A46" w:rsidP="007B6A46">
      <w:r>
        <w:t>450.2745</w:t>
      </w:r>
      <w:r>
        <w:tab/>
        <w:t>1.013e0</w:t>
      </w:r>
    </w:p>
    <w:p w:rsidR="007B6A46" w:rsidRDefault="007B6A46" w:rsidP="007B6A46">
      <w:r>
        <w:t>450.3604</w:t>
      </w:r>
      <w:r>
        <w:tab/>
        <w:t>1.013e0</w:t>
      </w:r>
    </w:p>
    <w:p w:rsidR="007B6A46" w:rsidRDefault="007B6A46" w:rsidP="007B6A46">
      <w:r>
        <w:t>450.3883</w:t>
      </w:r>
      <w:r>
        <w:tab/>
        <w:t>1.013e0</w:t>
      </w:r>
    </w:p>
    <w:p w:rsidR="007B6A46" w:rsidRDefault="007B6A46" w:rsidP="007B6A46">
      <w:r>
        <w:t>450.3927</w:t>
      </w:r>
      <w:r>
        <w:tab/>
        <w:t>1.013e0</w:t>
      </w:r>
    </w:p>
    <w:p w:rsidR="007B6A46" w:rsidRDefault="007B6A46" w:rsidP="007B6A46">
      <w:r>
        <w:t>450.4285</w:t>
      </w:r>
      <w:r>
        <w:tab/>
        <w:t>1.013e0</w:t>
      </w:r>
    </w:p>
    <w:p w:rsidR="007B6A46" w:rsidRDefault="007B6A46" w:rsidP="007B6A46">
      <w:r>
        <w:t>450.4502</w:t>
      </w:r>
      <w:r>
        <w:tab/>
        <w:t>1.013e0</w:t>
      </w:r>
    </w:p>
    <w:p w:rsidR="007B6A46" w:rsidRDefault="007B6A46" w:rsidP="007B6A46">
      <w:r>
        <w:t>450.4951</w:t>
      </w:r>
      <w:r>
        <w:tab/>
        <w:t>1.013e0</w:t>
      </w:r>
    </w:p>
    <w:p w:rsidR="007B6A46" w:rsidRDefault="007B6A46" w:rsidP="007B6A46">
      <w:r>
        <w:t>450.5109</w:t>
      </w:r>
      <w:r>
        <w:tab/>
        <w:t>1.013e0</w:t>
      </w:r>
    </w:p>
    <w:p w:rsidR="007B6A46" w:rsidRDefault="007B6A46" w:rsidP="007B6A46">
      <w:r>
        <w:t>450.6043</w:t>
      </w:r>
      <w:r>
        <w:tab/>
        <w:t>1.013e0</w:t>
      </w:r>
    </w:p>
    <w:p w:rsidR="007B6A46" w:rsidRDefault="007B6A46" w:rsidP="007B6A46">
      <w:r>
        <w:lastRenderedPageBreak/>
        <w:t>450.6875</w:t>
      </w:r>
      <w:r>
        <w:tab/>
        <w:t>1.013e0</w:t>
      </w:r>
    </w:p>
    <w:p w:rsidR="007B6A46" w:rsidRDefault="007B6A46" w:rsidP="007B6A46">
      <w:r>
        <w:t>450.7838</w:t>
      </w:r>
      <w:r>
        <w:tab/>
        <w:t>1.013e0</w:t>
      </w:r>
    </w:p>
    <w:p w:rsidR="007B6A46" w:rsidRDefault="007B6A46" w:rsidP="007B6A46">
      <w:r>
        <w:t>450.7941</w:t>
      </w:r>
      <w:r>
        <w:tab/>
        <w:t>1.013e0</w:t>
      </w:r>
    </w:p>
    <w:p w:rsidR="007B6A46" w:rsidRDefault="007B6A46" w:rsidP="007B6A46">
      <w:r>
        <w:t>450.8457</w:t>
      </w:r>
      <w:r>
        <w:tab/>
        <w:t>1.013e0</w:t>
      </w:r>
    </w:p>
    <w:p w:rsidR="007B6A46" w:rsidRDefault="007B6A46" w:rsidP="007B6A46">
      <w:r>
        <w:t>450.8894</w:t>
      </w:r>
      <w:r>
        <w:tab/>
        <w:t>1.013e0</w:t>
      </w:r>
    </w:p>
    <w:p w:rsidR="007B6A46" w:rsidRDefault="007B6A46" w:rsidP="007B6A46">
      <w:r>
        <w:t>450.9163</w:t>
      </w:r>
      <w:r>
        <w:tab/>
        <w:t>2.025e0</w:t>
      </w:r>
    </w:p>
    <w:p w:rsidR="007B6A46" w:rsidRDefault="007B6A46" w:rsidP="007B6A46">
      <w:r>
        <w:t>450.9248</w:t>
      </w:r>
      <w:r>
        <w:tab/>
        <w:t>1.013e0</w:t>
      </w:r>
    </w:p>
    <w:p w:rsidR="007B6A46" w:rsidRDefault="007B6A46" w:rsidP="007B6A46">
      <w:r>
        <w:t>450.9282</w:t>
      </w:r>
      <w:r>
        <w:tab/>
        <w:t>1.013e0</w:t>
      </w:r>
    </w:p>
    <w:p w:rsidR="007B6A46" w:rsidRDefault="007B6A46" w:rsidP="007B6A46">
      <w:r>
        <w:t>450.9859</w:t>
      </w:r>
      <w:r>
        <w:tab/>
        <w:t>1.013e0</w:t>
      </w:r>
    </w:p>
    <w:p w:rsidR="007B6A46" w:rsidRDefault="007B6A46" w:rsidP="007B6A46">
      <w:r>
        <w:t>451.0393</w:t>
      </w:r>
      <w:r>
        <w:tab/>
        <w:t>1.013e0</w:t>
      </w:r>
    </w:p>
    <w:p w:rsidR="007B6A46" w:rsidRDefault="007B6A46" w:rsidP="007B6A46">
      <w:r>
        <w:t>451.0702</w:t>
      </w:r>
      <w:r>
        <w:tab/>
        <w:t>1.013e0</w:t>
      </w:r>
    </w:p>
    <w:p w:rsidR="007B6A46" w:rsidRDefault="007B6A46" w:rsidP="007B6A46">
      <w:r>
        <w:t>451.1129</w:t>
      </w:r>
      <w:r>
        <w:tab/>
        <w:t>2.025e0</w:t>
      </w:r>
    </w:p>
    <w:p w:rsidR="007B6A46" w:rsidRDefault="007B6A46" w:rsidP="007B6A46">
      <w:r>
        <w:t>451.1226</w:t>
      </w:r>
      <w:r>
        <w:tab/>
        <w:t>1.013e0</w:t>
      </w:r>
    </w:p>
    <w:p w:rsidR="007B6A46" w:rsidRDefault="007B6A46" w:rsidP="007B6A46">
      <w:r>
        <w:t>451.1498</w:t>
      </w:r>
      <w:r>
        <w:tab/>
        <w:t>1.013e0</w:t>
      </w:r>
    </w:p>
    <w:p w:rsidR="007B6A46" w:rsidRDefault="007B6A46" w:rsidP="007B6A46">
      <w:r>
        <w:t>451.1728</w:t>
      </w:r>
      <w:r>
        <w:tab/>
        <w:t>1.013e0</w:t>
      </w:r>
    </w:p>
    <w:p w:rsidR="007B6A46" w:rsidRDefault="007B6A46" w:rsidP="007B6A46">
      <w:r>
        <w:t>451.1971</w:t>
      </w:r>
      <w:r>
        <w:tab/>
        <w:t>5.063e0</w:t>
      </w:r>
    </w:p>
    <w:p w:rsidR="007B6A46" w:rsidRDefault="007B6A46" w:rsidP="007B6A46">
      <w:r>
        <w:t>451.2017</w:t>
      </w:r>
      <w:r>
        <w:tab/>
        <w:t>1.013e0</w:t>
      </w:r>
    </w:p>
    <w:p w:rsidR="007B6A46" w:rsidRDefault="007B6A46" w:rsidP="007B6A46">
      <w:r>
        <w:t>451.2834</w:t>
      </w:r>
      <w:r>
        <w:tab/>
        <w:t>1.013e0</w:t>
      </w:r>
    </w:p>
    <w:p w:rsidR="007B6A46" w:rsidRDefault="007B6A46" w:rsidP="007B6A46">
      <w:r>
        <w:t>451.2990</w:t>
      </w:r>
      <w:r>
        <w:tab/>
        <w:t>1.013e0</w:t>
      </w:r>
    </w:p>
    <w:p w:rsidR="007B6A46" w:rsidRDefault="007B6A46" w:rsidP="007B6A46">
      <w:r>
        <w:lastRenderedPageBreak/>
        <w:t>451.3005</w:t>
      </w:r>
      <w:r>
        <w:tab/>
        <w:t>2.025e0</w:t>
      </w:r>
    </w:p>
    <w:p w:rsidR="007B6A46" w:rsidRDefault="007B6A46" w:rsidP="007B6A46">
      <w:r>
        <w:t>451.3421</w:t>
      </w:r>
      <w:r>
        <w:tab/>
        <w:t>1.013e0</w:t>
      </w:r>
    </w:p>
    <w:p w:rsidR="007B6A46" w:rsidRDefault="007B6A46" w:rsidP="007B6A46">
      <w:r>
        <w:t>451.3590</w:t>
      </w:r>
      <w:r>
        <w:tab/>
        <w:t>3.038e0</w:t>
      </w:r>
    </w:p>
    <w:p w:rsidR="007B6A46" w:rsidRDefault="007B6A46" w:rsidP="007B6A46">
      <w:r>
        <w:t>451.3782</w:t>
      </w:r>
      <w:r>
        <w:tab/>
        <w:t>1.013e0</w:t>
      </w:r>
    </w:p>
    <w:p w:rsidR="007B6A46" w:rsidRDefault="007B6A46" w:rsidP="007B6A46">
      <w:r>
        <w:t>451.4029</w:t>
      </w:r>
      <w:r>
        <w:tab/>
        <w:t>1.013e0</w:t>
      </w:r>
    </w:p>
    <w:p w:rsidR="007B6A46" w:rsidRDefault="007B6A46" w:rsidP="007B6A46">
      <w:r>
        <w:t>451.4160</w:t>
      </w:r>
      <w:r>
        <w:tab/>
        <w:t>2.025e0</w:t>
      </w:r>
    </w:p>
    <w:p w:rsidR="007B6A46" w:rsidRDefault="007B6A46" w:rsidP="007B6A46">
      <w:r>
        <w:t>451.4418</w:t>
      </w:r>
      <w:r>
        <w:tab/>
        <w:t>2.025e0</w:t>
      </w:r>
    </w:p>
    <w:p w:rsidR="007B6A46" w:rsidRDefault="007B6A46" w:rsidP="007B6A46">
      <w:r>
        <w:t>451.5123</w:t>
      </w:r>
      <w:r>
        <w:tab/>
        <w:t>1.013e0</w:t>
      </w:r>
    </w:p>
    <w:p w:rsidR="007B6A46" w:rsidRDefault="007B6A46" w:rsidP="007B6A46">
      <w:r>
        <w:t>451.5165</w:t>
      </w:r>
      <w:r>
        <w:tab/>
        <w:t>2.025e0</w:t>
      </w:r>
    </w:p>
    <w:p w:rsidR="007B6A46" w:rsidRDefault="007B6A46" w:rsidP="007B6A46">
      <w:r>
        <w:t>451.5894</w:t>
      </w:r>
      <w:r>
        <w:tab/>
        <w:t>2.025e0</w:t>
      </w:r>
    </w:p>
    <w:p w:rsidR="007B6A46" w:rsidRDefault="007B6A46" w:rsidP="007B6A46">
      <w:r>
        <w:t>451.6008</w:t>
      </w:r>
      <w:r>
        <w:tab/>
        <w:t>1.013e0</w:t>
      </w:r>
    </w:p>
    <w:p w:rsidR="007B6A46" w:rsidRDefault="007B6A46" w:rsidP="007B6A46">
      <w:r>
        <w:t>451.7098</w:t>
      </w:r>
      <w:r>
        <w:tab/>
        <w:t>1.013e0</w:t>
      </w:r>
    </w:p>
    <w:p w:rsidR="007B6A46" w:rsidRDefault="007B6A46" w:rsidP="007B6A46">
      <w:r>
        <w:t>451.7370</w:t>
      </w:r>
      <w:r>
        <w:tab/>
        <w:t>1.013e0</w:t>
      </w:r>
    </w:p>
    <w:p w:rsidR="007B6A46" w:rsidRDefault="007B6A46" w:rsidP="007B6A46">
      <w:r>
        <w:t>451.8212</w:t>
      </w:r>
      <w:r>
        <w:tab/>
        <w:t>1.013e0</w:t>
      </w:r>
    </w:p>
    <w:p w:rsidR="007B6A46" w:rsidRDefault="007B6A46" w:rsidP="007B6A46">
      <w:r>
        <w:t>451.8251</w:t>
      </w:r>
      <w:r>
        <w:tab/>
        <w:t>2.025e0</w:t>
      </w:r>
    </w:p>
    <w:p w:rsidR="007B6A46" w:rsidRDefault="007B6A46" w:rsidP="007B6A46">
      <w:r>
        <w:t>451.8607</w:t>
      </w:r>
      <w:r>
        <w:tab/>
        <w:t>1.013e0</w:t>
      </w:r>
    </w:p>
    <w:p w:rsidR="007B6A46" w:rsidRDefault="007B6A46" w:rsidP="007B6A46">
      <w:r>
        <w:t>451.9312</w:t>
      </w:r>
      <w:r>
        <w:tab/>
        <w:t>1.013e0</w:t>
      </w:r>
    </w:p>
    <w:p w:rsidR="007B6A46" w:rsidRDefault="007B6A46" w:rsidP="007B6A46">
      <w:r>
        <w:t>451.9391</w:t>
      </w:r>
      <w:r>
        <w:tab/>
        <w:t>1.013e0</w:t>
      </w:r>
    </w:p>
    <w:p w:rsidR="007B6A46" w:rsidRDefault="007B6A46" w:rsidP="007B6A46">
      <w:r>
        <w:t>451.9628</w:t>
      </w:r>
      <w:r>
        <w:tab/>
        <w:t>1.013e0</w:t>
      </w:r>
    </w:p>
    <w:p w:rsidR="007B6A46" w:rsidRDefault="007B6A46" w:rsidP="007B6A46">
      <w:r>
        <w:lastRenderedPageBreak/>
        <w:t>451.9714</w:t>
      </w:r>
      <w:r>
        <w:tab/>
        <w:t>2.025e0</w:t>
      </w:r>
    </w:p>
    <w:p w:rsidR="007B6A46" w:rsidRDefault="007B6A46" w:rsidP="007B6A46">
      <w:r>
        <w:t>451.9966</w:t>
      </w:r>
      <w:r>
        <w:tab/>
        <w:t>1.013e0</w:t>
      </w:r>
    </w:p>
    <w:p w:rsidR="007B6A46" w:rsidRDefault="007B6A46" w:rsidP="007B6A46">
      <w:r>
        <w:t>452.0023</w:t>
      </w:r>
      <w:r>
        <w:tab/>
        <w:t>1.013e0</w:t>
      </w:r>
    </w:p>
    <w:p w:rsidR="007B6A46" w:rsidRDefault="007B6A46" w:rsidP="007B6A46">
      <w:r>
        <w:t>452.0900</w:t>
      </w:r>
      <w:r>
        <w:tab/>
        <w:t>1.013e0</w:t>
      </w:r>
    </w:p>
    <w:p w:rsidR="007B6A46" w:rsidRDefault="007B6A46" w:rsidP="007B6A46">
      <w:r>
        <w:t>452.1295</w:t>
      </w:r>
      <w:r>
        <w:tab/>
        <w:t>1.013e0</w:t>
      </w:r>
    </w:p>
    <w:p w:rsidR="007B6A46" w:rsidRDefault="007B6A46" w:rsidP="007B6A46">
      <w:r>
        <w:t>452.2306</w:t>
      </w:r>
      <w:r>
        <w:tab/>
        <w:t>1.013e0</w:t>
      </w:r>
    </w:p>
    <w:p w:rsidR="007B6A46" w:rsidRDefault="007B6A46" w:rsidP="007B6A46">
      <w:r>
        <w:t>452.2633</w:t>
      </w:r>
      <w:r>
        <w:tab/>
        <w:t>1.013e0</w:t>
      </w:r>
    </w:p>
    <w:p w:rsidR="007B6A46" w:rsidRDefault="007B6A46" w:rsidP="007B6A46">
      <w:r>
        <w:t>452.2701</w:t>
      </w:r>
      <w:r>
        <w:tab/>
        <w:t>1.013e0</w:t>
      </w:r>
    </w:p>
    <w:p w:rsidR="007B6A46" w:rsidRDefault="007B6A46" w:rsidP="007B6A46">
      <w:r>
        <w:t>452.2751</w:t>
      </w:r>
      <w:r>
        <w:tab/>
        <w:t>3.038e0</w:t>
      </w:r>
    </w:p>
    <w:p w:rsidR="007B6A46" w:rsidRDefault="007B6A46" w:rsidP="007B6A46">
      <w:r>
        <w:t>452.2917</w:t>
      </w:r>
      <w:r>
        <w:tab/>
        <w:t>1.013e0</w:t>
      </w:r>
    </w:p>
    <w:p w:rsidR="007B6A46" w:rsidRDefault="007B6A46" w:rsidP="007B6A46">
      <w:r>
        <w:t>452.3029</w:t>
      </w:r>
      <w:r>
        <w:tab/>
        <w:t>2.025e0</w:t>
      </w:r>
    </w:p>
    <w:p w:rsidR="007B6A46" w:rsidRDefault="007B6A46" w:rsidP="007B6A46">
      <w:r>
        <w:t>452.3187</w:t>
      </w:r>
      <w:r>
        <w:tab/>
        <w:t>1.013e0</w:t>
      </w:r>
    </w:p>
    <w:p w:rsidR="007B6A46" w:rsidRDefault="007B6A46" w:rsidP="007B6A46">
      <w:r>
        <w:t>452.3493</w:t>
      </w:r>
      <w:r>
        <w:tab/>
        <w:t>1.013e0</w:t>
      </w:r>
    </w:p>
    <w:p w:rsidR="007B6A46" w:rsidRDefault="007B6A46" w:rsidP="007B6A46">
      <w:r>
        <w:t>452.3915</w:t>
      </w:r>
      <w:r>
        <w:tab/>
        <w:t>8.101e0</w:t>
      </w:r>
    </w:p>
    <w:p w:rsidR="007B6A46" w:rsidRDefault="007B6A46" w:rsidP="007B6A46">
      <w:r>
        <w:t>452.3956</w:t>
      </w:r>
      <w:r>
        <w:tab/>
        <w:t>3.038e0</w:t>
      </w:r>
    </w:p>
    <w:p w:rsidR="007B6A46" w:rsidRDefault="007B6A46" w:rsidP="007B6A46">
      <w:r>
        <w:t>452.4006</w:t>
      </w:r>
      <w:r>
        <w:tab/>
        <w:t>8.101e0</w:t>
      </w:r>
    </w:p>
    <w:p w:rsidR="007B6A46" w:rsidRDefault="007B6A46" w:rsidP="007B6A46">
      <w:r>
        <w:t>452.4149</w:t>
      </w:r>
      <w:r>
        <w:tab/>
        <w:t>2.025e0</w:t>
      </w:r>
    </w:p>
    <w:p w:rsidR="007B6A46" w:rsidRDefault="007B6A46" w:rsidP="007B6A46">
      <w:r>
        <w:t>452.4843</w:t>
      </w:r>
      <w:r>
        <w:tab/>
        <w:t>2.025e0</w:t>
      </w:r>
    </w:p>
    <w:p w:rsidR="007B6A46" w:rsidRDefault="007B6A46" w:rsidP="007B6A46">
      <w:r>
        <w:t>452.5403</w:t>
      </w:r>
      <w:r>
        <w:tab/>
        <w:t>1.013e0</w:t>
      </w:r>
    </w:p>
    <w:p w:rsidR="007B6A46" w:rsidRDefault="007B6A46" w:rsidP="007B6A46">
      <w:r>
        <w:lastRenderedPageBreak/>
        <w:t>452.5726</w:t>
      </w:r>
      <w:r>
        <w:tab/>
        <w:t>1.013e0</w:t>
      </w:r>
    </w:p>
    <w:p w:rsidR="007B6A46" w:rsidRDefault="007B6A46" w:rsidP="007B6A46">
      <w:r>
        <w:t>452.5903</w:t>
      </w:r>
      <w:r>
        <w:tab/>
        <w:t>1.013e0</w:t>
      </w:r>
    </w:p>
    <w:p w:rsidR="007B6A46" w:rsidRDefault="007B6A46" w:rsidP="007B6A46">
      <w:r>
        <w:t>452.6273</w:t>
      </w:r>
      <w:r>
        <w:tab/>
        <w:t>2.025e0</w:t>
      </w:r>
    </w:p>
    <w:p w:rsidR="007B6A46" w:rsidRDefault="007B6A46" w:rsidP="007B6A46">
      <w:r>
        <w:t>452.7048</w:t>
      </w:r>
      <w:r>
        <w:tab/>
        <w:t>1.013e0</w:t>
      </w:r>
    </w:p>
    <w:p w:rsidR="007B6A46" w:rsidRDefault="007B6A46" w:rsidP="007B6A46">
      <w:r>
        <w:t>452.7151</w:t>
      </w:r>
      <w:r>
        <w:tab/>
        <w:t>1.013e0</w:t>
      </w:r>
    </w:p>
    <w:p w:rsidR="007B6A46" w:rsidRDefault="007B6A46" w:rsidP="007B6A46">
      <w:r>
        <w:t>452.7698</w:t>
      </w:r>
      <w:r>
        <w:tab/>
        <w:t>1.013e0</w:t>
      </w:r>
    </w:p>
    <w:p w:rsidR="007B6A46" w:rsidRDefault="007B6A46" w:rsidP="007B6A46">
      <w:r>
        <w:t>452.8102</w:t>
      </w:r>
      <w:r>
        <w:tab/>
        <w:t>2.025e0</w:t>
      </w:r>
    </w:p>
    <w:p w:rsidR="007B6A46" w:rsidRDefault="007B6A46" w:rsidP="007B6A46">
      <w:r>
        <w:t>452.8411</w:t>
      </w:r>
      <w:r>
        <w:tab/>
        <w:t>1.013e0</w:t>
      </w:r>
    </w:p>
    <w:p w:rsidR="007B6A46" w:rsidRDefault="007B6A46" w:rsidP="007B6A46">
      <w:r>
        <w:t>452.8570</w:t>
      </w:r>
      <w:r>
        <w:tab/>
        <w:t>1.013e0</w:t>
      </w:r>
    </w:p>
    <w:p w:rsidR="007B6A46" w:rsidRDefault="007B6A46" w:rsidP="007B6A46">
      <w:r>
        <w:t>452.9026</w:t>
      </w:r>
      <w:r>
        <w:tab/>
        <w:t>1.013e0</w:t>
      </w:r>
    </w:p>
    <w:p w:rsidR="007B6A46" w:rsidRDefault="007B6A46" w:rsidP="007B6A46">
      <w:r>
        <w:t>452.9242</w:t>
      </w:r>
      <w:r>
        <w:tab/>
        <w:t>1.013e0</w:t>
      </w:r>
    </w:p>
    <w:p w:rsidR="007B6A46" w:rsidRDefault="007B6A46" w:rsidP="007B6A46">
      <w:r>
        <w:t>452.9408</w:t>
      </w:r>
      <w:r>
        <w:tab/>
        <w:t>2.025e0</w:t>
      </w:r>
    </w:p>
    <w:p w:rsidR="007B6A46" w:rsidRDefault="007B6A46" w:rsidP="007B6A46">
      <w:r>
        <w:t>452.9527</w:t>
      </w:r>
      <w:r>
        <w:tab/>
        <w:t>1.013e0</w:t>
      </w:r>
    </w:p>
    <w:p w:rsidR="007B6A46" w:rsidRDefault="007B6A46" w:rsidP="007B6A46">
      <w:r>
        <w:t>453.0157</w:t>
      </w:r>
      <w:r>
        <w:tab/>
        <w:t>2.025e0</w:t>
      </w:r>
    </w:p>
    <w:p w:rsidR="007B6A46" w:rsidRDefault="007B6A46" w:rsidP="007B6A46">
      <w:r>
        <w:t>453.0320</w:t>
      </w:r>
      <w:r>
        <w:tab/>
        <w:t>1.013e0</w:t>
      </w:r>
    </w:p>
    <w:p w:rsidR="007B6A46" w:rsidRDefault="007B6A46" w:rsidP="007B6A46">
      <w:r>
        <w:t>453.0648</w:t>
      </w:r>
      <w:r>
        <w:tab/>
        <w:t>2.025e0</w:t>
      </w:r>
    </w:p>
    <w:p w:rsidR="007B6A46" w:rsidRDefault="007B6A46" w:rsidP="007B6A46">
      <w:r>
        <w:t>453.1009</w:t>
      </w:r>
      <w:r>
        <w:tab/>
        <w:t>2.025e0</w:t>
      </w:r>
    </w:p>
    <w:p w:rsidR="007B6A46" w:rsidRDefault="007B6A46" w:rsidP="007B6A46">
      <w:r>
        <w:t>453.2180</w:t>
      </w:r>
      <w:r>
        <w:tab/>
        <w:t>2.025e0</w:t>
      </w:r>
    </w:p>
    <w:p w:rsidR="007B6A46" w:rsidRDefault="007B6A46" w:rsidP="007B6A46">
      <w:r>
        <w:t>453.2200</w:t>
      </w:r>
      <w:r>
        <w:tab/>
        <w:t>1.013e0</w:t>
      </w:r>
    </w:p>
    <w:p w:rsidR="007B6A46" w:rsidRDefault="007B6A46" w:rsidP="007B6A46">
      <w:r>
        <w:lastRenderedPageBreak/>
        <w:t>453.2235</w:t>
      </w:r>
      <w:r>
        <w:tab/>
        <w:t>1.013e0</w:t>
      </w:r>
    </w:p>
    <w:p w:rsidR="007B6A46" w:rsidRDefault="007B6A46" w:rsidP="007B6A46">
      <w:r>
        <w:t>453.2409</w:t>
      </w:r>
      <w:r>
        <w:tab/>
        <w:t>1.013e0</w:t>
      </w:r>
    </w:p>
    <w:p w:rsidR="007B6A46" w:rsidRDefault="007B6A46" w:rsidP="007B6A46">
      <w:r>
        <w:t>453.2672</w:t>
      </w:r>
      <w:r>
        <w:tab/>
        <w:t>2.025e0</w:t>
      </w:r>
    </w:p>
    <w:p w:rsidR="007B6A46" w:rsidRDefault="007B6A46" w:rsidP="007B6A46">
      <w:r>
        <w:t>453.3380</w:t>
      </w:r>
      <w:r>
        <w:tab/>
        <w:t>1.013e0</w:t>
      </w:r>
    </w:p>
    <w:p w:rsidR="007B6A46" w:rsidRDefault="007B6A46" w:rsidP="007B6A46">
      <w:r>
        <w:t>453.3422</w:t>
      </w:r>
      <w:r>
        <w:tab/>
        <w:t>1.013e0</w:t>
      </w:r>
    </w:p>
    <w:p w:rsidR="007B6A46" w:rsidRDefault="007B6A46" w:rsidP="007B6A46">
      <w:r>
        <w:t>453.3853</w:t>
      </w:r>
      <w:r>
        <w:tab/>
        <w:t>2.025e0</w:t>
      </w:r>
    </w:p>
    <w:p w:rsidR="007B6A46" w:rsidRDefault="007B6A46" w:rsidP="007B6A46">
      <w:r>
        <w:t>453.3965</w:t>
      </w:r>
      <w:r>
        <w:tab/>
        <w:t>7.089e0</w:t>
      </w:r>
    </w:p>
    <w:p w:rsidR="007B6A46" w:rsidRDefault="007B6A46" w:rsidP="007B6A46">
      <w:r>
        <w:t>453.4784</w:t>
      </w:r>
      <w:r>
        <w:tab/>
        <w:t>1.013e0</w:t>
      </w:r>
    </w:p>
    <w:p w:rsidR="007B6A46" w:rsidRDefault="007B6A46" w:rsidP="007B6A46">
      <w:r>
        <w:t>453.5314</w:t>
      </w:r>
      <w:r>
        <w:tab/>
        <w:t>1.013e0</w:t>
      </w:r>
    </w:p>
    <w:p w:rsidR="007B6A46" w:rsidRDefault="007B6A46" w:rsidP="007B6A46">
      <w:r>
        <w:t>453.5946</w:t>
      </w:r>
      <w:r>
        <w:tab/>
        <w:t>1.013e0</w:t>
      </w:r>
    </w:p>
    <w:p w:rsidR="007B6A46" w:rsidRDefault="007B6A46" w:rsidP="007B6A46">
      <w:r>
        <w:t>453.6266</w:t>
      </w:r>
      <w:r>
        <w:tab/>
        <w:t>1.013e0</w:t>
      </w:r>
    </w:p>
    <w:p w:rsidR="007B6A46" w:rsidRDefault="007B6A46" w:rsidP="007B6A46">
      <w:r>
        <w:t>453.6771</w:t>
      </w:r>
      <w:r>
        <w:tab/>
        <w:t>1.013e0</w:t>
      </w:r>
    </w:p>
    <w:p w:rsidR="007B6A46" w:rsidRDefault="007B6A46" w:rsidP="007B6A46">
      <w:r>
        <w:t>453.7614</w:t>
      </w:r>
      <w:r>
        <w:tab/>
        <w:t>1.013e0</w:t>
      </w:r>
    </w:p>
    <w:p w:rsidR="007B6A46" w:rsidRDefault="007B6A46" w:rsidP="007B6A46">
      <w:r>
        <w:t>453.7735</w:t>
      </w:r>
      <w:r>
        <w:tab/>
        <w:t>1.013e0</w:t>
      </w:r>
    </w:p>
    <w:p w:rsidR="007B6A46" w:rsidRDefault="007B6A46" w:rsidP="007B6A46">
      <w:r>
        <w:t>453.8716</w:t>
      </w:r>
      <w:r>
        <w:tab/>
        <w:t>1.013e0</w:t>
      </w:r>
    </w:p>
    <w:p w:rsidR="007B6A46" w:rsidRDefault="007B6A46" w:rsidP="007B6A46">
      <w:r>
        <w:t>453.8743</w:t>
      </w:r>
      <w:r>
        <w:tab/>
        <w:t>1.013e0</w:t>
      </w:r>
    </w:p>
    <w:p w:rsidR="007B6A46" w:rsidRDefault="007B6A46" w:rsidP="007B6A46">
      <w:r>
        <w:t>453.9036</w:t>
      </w:r>
      <w:r>
        <w:tab/>
        <w:t>1.013e0</w:t>
      </w:r>
    </w:p>
    <w:p w:rsidR="007B6A46" w:rsidRDefault="007B6A46" w:rsidP="007B6A46">
      <w:r>
        <w:t>453.9335</w:t>
      </w:r>
      <w:r>
        <w:tab/>
        <w:t>2.025e0</w:t>
      </w:r>
    </w:p>
    <w:p w:rsidR="007B6A46" w:rsidRDefault="007B6A46" w:rsidP="007B6A46">
      <w:r>
        <w:t>453.9535</w:t>
      </w:r>
      <w:r>
        <w:tab/>
        <w:t>1.013e0</w:t>
      </w:r>
    </w:p>
    <w:p w:rsidR="007B6A46" w:rsidRDefault="007B6A46" w:rsidP="007B6A46">
      <w:r>
        <w:lastRenderedPageBreak/>
        <w:t>453.9651</w:t>
      </w:r>
      <w:r>
        <w:tab/>
        <w:t>2.025e0</w:t>
      </w:r>
    </w:p>
    <w:p w:rsidR="007B6A46" w:rsidRDefault="007B6A46" w:rsidP="007B6A46">
      <w:r>
        <w:t>453.9678</w:t>
      </w:r>
      <w:r>
        <w:tab/>
        <w:t>1.013e0</w:t>
      </w:r>
    </w:p>
    <w:p w:rsidR="007B6A46" w:rsidRDefault="007B6A46" w:rsidP="007B6A46">
      <w:r>
        <w:t>454.0151</w:t>
      </w:r>
      <w:r>
        <w:tab/>
        <w:t>2.025e0</w:t>
      </w:r>
    </w:p>
    <w:p w:rsidR="007B6A46" w:rsidRDefault="007B6A46" w:rsidP="007B6A46">
      <w:r>
        <w:t>454.0385</w:t>
      </w:r>
      <w:r>
        <w:tab/>
        <w:t>1.013e0</w:t>
      </w:r>
    </w:p>
    <w:p w:rsidR="007B6A46" w:rsidRDefault="007B6A46" w:rsidP="007B6A46">
      <w:r>
        <w:t>454.0445</w:t>
      </w:r>
      <w:r>
        <w:tab/>
        <w:t>2.025e0</w:t>
      </w:r>
    </w:p>
    <w:p w:rsidR="007B6A46" w:rsidRDefault="007B6A46" w:rsidP="007B6A46">
      <w:r>
        <w:t>454.1241</w:t>
      </w:r>
      <w:r>
        <w:tab/>
        <w:t>2.025e0</w:t>
      </w:r>
    </w:p>
    <w:p w:rsidR="007B6A46" w:rsidRDefault="007B6A46" w:rsidP="007B6A46">
      <w:r>
        <w:t>454.1306</w:t>
      </w:r>
      <w:r>
        <w:tab/>
        <w:t>1.013e0</w:t>
      </w:r>
    </w:p>
    <w:p w:rsidR="007B6A46" w:rsidRDefault="007B6A46" w:rsidP="007B6A46">
      <w:r>
        <w:t>454.2042</w:t>
      </w:r>
      <w:r>
        <w:tab/>
        <w:t>3.038e0</w:t>
      </w:r>
    </w:p>
    <w:p w:rsidR="007B6A46" w:rsidRDefault="007B6A46" w:rsidP="007B6A46">
      <w:r>
        <w:t>454.2183</w:t>
      </w:r>
      <w:r>
        <w:tab/>
        <w:t>2.025e0</w:t>
      </w:r>
    </w:p>
    <w:p w:rsidR="007B6A46" w:rsidRDefault="007B6A46" w:rsidP="007B6A46">
      <w:r>
        <w:t>454.2206</w:t>
      </w:r>
      <w:r>
        <w:tab/>
        <w:t>4.051e0</w:t>
      </w:r>
    </w:p>
    <w:p w:rsidR="007B6A46" w:rsidRDefault="007B6A46" w:rsidP="007B6A46">
      <w:r>
        <w:t>454.2219</w:t>
      </w:r>
      <w:r>
        <w:tab/>
        <w:t>1.013e0</w:t>
      </w:r>
    </w:p>
    <w:p w:rsidR="007B6A46" w:rsidRDefault="007B6A46" w:rsidP="007B6A46">
      <w:r>
        <w:t>454.2934</w:t>
      </w:r>
      <w:r>
        <w:tab/>
        <w:t>2.025e0</w:t>
      </w:r>
    </w:p>
    <w:p w:rsidR="007B6A46" w:rsidRDefault="007B6A46" w:rsidP="007B6A46">
      <w:r>
        <w:t>454.3242</w:t>
      </w:r>
      <w:r>
        <w:tab/>
        <w:t>2.025e0</w:t>
      </w:r>
    </w:p>
    <w:p w:rsidR="007B6A46" w:rsidRDefault="007B6A46" w:rsidP="007B6A46">
      <w:r>
        <w:t>454.3465</w:t>
      </w:r>
      <w:r>
        <w:tab/>
        <w:t>1.013e0</w:t>
      </w:r>
    </w:p>
    <w:p w:rsidR="007B6A46" w:rsidRDefault="007B6A46" w:rsidP="007B6A46">
      <w:r>
        <w:t>454.3562</w:t>
      </w:r>
      <w:r>
        <w:tab/>
        <w:t>1.013e0</w:t>
      </w:r>
    </w:p>
    <w:p w:rsidR="007B6A46" w:rsidRDefault="007B6A46" w:rsidP="007B6A46">
      <w:r>
        <w:t>454.3649</w:t>
      </w:r>
      <w:r>
        <w:tab/>
        <w:t>1.013e0</w:t>
      </w:r>
    </w:p>
    <w:p w:rsidR="007B6A46" w:rsidRDefault="007B6A46" w:rsidP="007B6A46">
      <w:r>
        <w:t>454.3997</w:t>
      </w:r>
      <w:r>
        <w:tab/>
        <w:t>2.025e0</w:t>
      </w:r>
    </w:p>
    <w:p w:rsidR="007B6A46" w:rsidRDefault="007B6A46" w:rsidP="007B6A46">
      <w:r>
        <w:t>454.4250</w:t>
      </w:r>
      <w:r>
        <w:tab/>
        <w:t>1.013e0</w:t>
      </w:r>
    </w:p>
    <w:p w:rsidR="007B6A46" w:rsidRDefault="007B6A46" w:rsidP="007B6A46">
      <w:r>
        <w:t>454.4563</w:t>
      </w:r>
      <w:r>
        <w:tab/>
        <w:t>2.025e0</w:t>
      </w:r>
    </w:p>
    <w:p w:rsidR="007B6A46" w:rsidRDefault="007B6A46" w:rsidP="007B6A46">
      <w:r>
        <w:lastRenderedPageBreak/>
        <w:t>454.4646</w:t>
      </w:r>
      <w:r>
        <w:tab/>
        <w:t>1.013e0</w:t>
      </w:r>
    </w:p>
    <w:p w:rsidR="007B6A46" w:rsidRDefault="007B6A46" w:rsidP="007B6A46">
      <w:r>
        <w:t>454.4920</w:t>
      </w:r>
      <w:r>
        <w:tab/>
        <w:t>1.013e0</w:t>
      </w:r>
    </w:p>
    <w:p w:rsidR="007B6A46" w:rsidRDefault="007B6A46" w:rsidP="007B6A46">
      <w:r>
        <w:t>454.5077</w:t>
      </w:r>
      <w:r>
        <w:tab/>
        <w:t>3.038e0</w:t>
      </w:r>
    </w:p>
    <w:p w:rsidR="007B6A46" w:rsidRDefault="007B6A46" w:rsidP="007B6A46">
      <w:r>
        <w:t>454.5787</w:t>
      </w:r>
      <w:r>
        <w:tab/>
        <w:t>1.013e0</w:t>
      </w:r>
    </w:p>
    <w:p w:rsidR="007B6A46" w:rsidRDefault="007B6A46" w:rsidP="007B6A46">
      <w:r>
        <w:t>454.6237</w:t>
      </w:r>
      <w:r>
        <w:tab/>
        <w:t>1.013e0</w:t>
      </w:r>
    </w:p>
    <w:p w:rsidR="007B6A46" w:rsidRDefault="007B6A46" w:rsidP="007B6A46">
      <w:r>
        <w:t>454.6343</w:t>
      </w:r>
      <w:r>
        <w:tab/>
        <w:t>1.013e0</w:t>
      </w:r>
    </w:p>
    <w:p w:rsidR="007B6A46" w:rsidRDefault="007B6A46" w:rsidP="007B6A46">
      <w:r>
        <w:t>454.6633</w:t>
      </w:r>
      <w:r>
        <w:tab/>
        <w:t>1.013e0</w:t>
      </w:r>
    </w:p>
    <w:p w:rsidR="007B6A46" w:rsidRDefault="007B6A46" w:rsidP="007B6A46">
      <w:r>
        <w:t>454.6741</w:t>
      </w:r>
      <w:r>
        <w:tab/>
        <w:t>1.013e0</w:t>
      </w:r>
    </w:p>
    <w:p w:rsidR="007B6A46" w:rsidRDefault="007B6A46" w:rsidP="007B6A46">
      <w:r>
        <w:t>454.7606</w:t>
      </w:r>
      <w:r>
        <w:tab/>
        <w:t>1.013e0</w:t>
      </w:r>
    </w:p>
    <w:p w:rsidR="007B6A46" w:rsidRDefault="007B6A46" w:rsidP="007B6A46">
      <w:r>
        <w:t>454.7695</w:t>
      </w:r>
      <w:r>
        <w:tab/>
        <w:t>1.013e0</w:t>
      </w:r>
    </w:p>
    <w:p w:rsidR="007B6A46" w:rsidRDefault="007B6A46" w:rsidP="007B6A46">
      <w:r>
        <w:t>454.7941</w:t>
      </w:r>
      <w:r>
        <w:tab/>
        <w:t>1.013e0</w:t>
      </w:r>
    </w:p>
    <w:p w:rsidR="007B6A46" w:rsidRDefault="007B6A46" w:rsidP="007B6A46">
      <w:r>
        <w:t>454.8432</w:t>
      </w:r>
      <w:r>
        <w:tab/>
        <w:t>1.013e0</w:t>
      </w:r>
    </w:p>
    <w:p w:rsidR="007B6A46" w:rsidRDefault="007B6A46" w:rsidP="007B6A46">
      <w:r>
        <w:t>454.9009</w:t>
      </w:r>
      <w:r>
        <w:tab/>
        <w:t>1.013e0</w:t>
      </w:r>
    </w:p>
    <w:p w:rsidR="007B6A46" w:rsidRDefault="007B6A46" w:rsidP="007B6A46">
      <w:r>
        <w:t>455.0008</w:t>
      </w:r>
      <w:r>
        <w:tab/>
        <w:t>1.013e0</w:t>
      </w:r>
    </w:p>
    <w:p w:rsidR="007B6A46" w:rsidRDefault="007B6A46" w:rsidP="007B6A46">
      <w:r>
        <w:t>455.0032</w:t>
      </w:r>
      <w:r>
        <w:tab/>
        <w:t>2.025e0</w:t>
      </w:r>
    </w:p>
    <w:p w:rsidR="007B6A46" w:rsidRDefault="007B6A46" w:rsidP="007B6A46">
      <w:r>
        <w:t>455.0304</w:t>
      </w:r>
      <w:r>
        <w:tab/>
        <w:t>2.025e0</w:t>
      </w:r>
    </w:p>
    <w:p w:rsidR="007B6A46" w:rsidRDefault="007B6A46" w:rsidP="007B6A46">
      <w:r>
        <w:t>455.0773</w:t>
      </w:r>
      <w:r>
        <w:tab/>
        <w:t>1.013e0</w:t>
      </w:r>
    </w:p>
    <w:p w:rsidR="007B6A46" w:rsidRDefault="007B6A46" w:rsidP="007B6A46">
      <w:r>
        <w:t>455.1202</w:t>
      </w:r>
      <w:r>
        <w:tab/>
        <w:t>1.013e0</w:t>
      </w:r>
    </w:p>
    <w:p w:rsidR="007B6A46" w:rsidRDefault="007B6A46" w:rsidP="007B6A46">
      <w:r>
        <w:t>455.1270</w:t>
      </w:r>
      <w:r>
        <w:tab/>
        <w:t>2.025e0</w:t>
      </w:r>
    </w:p>
    <w:p w:rsidR="007B6A46" w:rsidRDefault="007B6A46" w:rsidP="007B6A46">
      <w:r>
        <w:lastRenderedPageBreak/>
        <w:t>455.1281</w:t>
      </w:r>
      <w:r>
        <w:tab/>
        <w:t>1.013e0</w:t>
      </w:r>
    </w:p>
    <w:p w:rsidR="007B6A46" w:rsidRDefault="007B6A46" w:rsidP="007B6A46">
      <w:r>
        <w:t>455.1520</w:t>
      </w:r>
      <w:r>
        <w:tab/>
        <w:t>1.013e0</w:t>
      </w:r>
    </w:p>
    <w:p w:rsidR="007B6A46" w:rsidRDefault="007B6A46" w:rsidP="007B6A46">
      <w:r>
        <w:t>455.1998</w:t>
      </w:r>
      <w:r>
        <w:tab/>
        <w:t>2.025e0</w:t>
      </w:r>
    </w:p>
    <w:p w:rsidR="007B6A46" w:rsidRDefault="007B6A46" w:rsidP="007B6A46">
      <w:r>
        <w:t>455.2524</w:t>
      </w:r>
      <w:r>
        <w:tab/>
        <w:t>2.025e0</w:t>
      </w:r>
    </w:p>
    <w:p w:rsidR="007B6A46" w:rsidRDefault="007B6A46" w:rsidP="007B6A46">
      <w:r>
        <w:t>455.2906</w:t>
      </w:r>
      <w:r>
        <w:tab/>
        <w:t>2.025e0</w:t>
      </w:r>
    </w:p>
    <w:p w:rsidR="007B6A46" w:rsidRDefault="007B6A46" w:rsidP="007B6A46">
      <w:r>
        <w:t>455.2943</w:t>
      </w:r>
      <w:r>
        <w:tab/>
        <w:t>3.038e0</w:t>
      </w:r>
    </w:p>
    <w:p w:rsidR="007B6A46" w:rsidRDefault="007B6A46" w:rsidP="007B6A46">
      <w:r>
        <w:t>455.3329</w:t>
      </w:r>
      <w:r>
        <w:tab/>
        <w:t>1.013e0</w:t>
      </w:r>
    </w:p>
    <w:p w:rsidR="007B6A46" w:rsidRDefault="007B6A46" w:rsidP="007B6A46">
      <w:r>
        <w:t>455.3340</w:t>
      </w:r>
      <w:r>
        <w:tab/>
        <w:t>2.025e0</w:t>
      </w:r>
    </w:p>
    <w:p w:rsidR="007B6A46" w:rsidRDefault="007B6A46" w:rsidP="007B6A46">
      <w:r>
        <w:t>455.3365</w:t>
      </w:r>
      <w:r>
        <w:tab/>
        <w:t>1.013e0</w:t>
      </w:r>
    </w:p>
    <w:p w:rsidR="007B6A46" w:rsidRDefault="007B6A46" w:rsidP="007B6A46">
      <w:r>
        <w:t>455.4113</w:t>
      </w:r>
      <w:r>
        <w:tab/>
        <w:t>4.051e0</w:t>
      </w:r>
    </w:p>
    <w:p w:rsidR="007B6A46" w:rsidRDefault="007B6A46" w:rsidP="007B6A46">
      <w:r>
        <w:t>455.4551</w:t>
      </w:r>
      <w:r>
        <w:tab/>
        <w:t>1.013e0</w:t>
      </w:r>
    </w:p>
    <w:p w:rsidR="007B6A46" w:rsidRDefault="007B6A46" w:rsidP="007B6A46">
      <w:r>
        <w:t>455.4824</w:t>
      </w:r>
      <w:r>
        <w:tab/>
        <w:t>2.025e0</w:t>
      </w:r>
    </w:p>
    <w:p w:rsidR="007B6A46" w:rsidRDefault="007B6A46" w:rsidP="007B6A46">
      <w:r>
        <w:t>455.5262</w:t>
      </w:r>
      <w:r>
        <w:tab/>
        <w:t>1.013e0</w:t>
      </w:r>
    </w:p>
    <w:p w:rsidR="007B6A46" w:rsidRDefault="007B6A46" w:rsidP="007B6A46">
      <w:r>
        <w:t>455.5526</w:t>
      </w:r>
      <w:r>
        <w:tab/>
        <w:t>1.013e0</w:t>
      </w:r>
    </w:p>
    <w:p w:rsidR="007B6A46" w:rsidRDefault="007B6A46" w:rsidP="007B6A46">
      <w:r>
        <w:t>455.5698</w:t>
      </w:r>
      <w:r>
        <w:tab/>
        <w:t>1.013e0</w:t>
      </w:r>
    </w:p>
    <w:p w:rsidR="007B6A46" w:rsidRDefault="007B6A46" w:rsidP="007B6A46">
      <w:r>
        <w:t>455.6102</w:t>
      </w:r>
      <w:r>
        <w:tab/>
        <w:t>1.013e0</w:t>
      </w:r>
    </w:p>
    <w:p w:rsidR="007B6A46" w:rsidRDefault="007B6A46" w:rsidP="007B6A46">
      <w:r>
        <w:t>455.6259</w:t>
      </w:r>
      <w:r>
        <w:tab/>
        <w:t>2.025e0</w:t>
      </w:r>
    </w:p>
    <w:p w:rsidR="007B6A46" w:rsidRDefault="007B6A46" w:rsidP="007B6A46">
      <w:r>
        <w:t>455.7290</w:t>
      </w:r>
      <w:r>
        <w:tab/>
        <w:t>1.013e0</w:t>
      </w:r>
    </w:p>
    <w:p w:rsidR="007B6A46" w:rsidRDefault="007B6A46" w:rsidP="007B6A46">
      <w:r>
        <w:t>455.7571</w:t>
      </w:r>
      <w:r>
        <w:tab/>
        <w:t>1.013e0</w:t>
      </w:r>
    </w:p>
    <w:p w:rsidR="007B6A46" w:rsidRDefault="007B6A46" w:rsidP="007B6A46">
      <w:r>
        <w:lastRenderedPageBreak/>
        <w:t>455.7859</w:t>
      </w:r>
      <w:r>
        <w:tab/>
        <w:t>1.013e0</w:t>
      </w:r>
    </w:p>
    <w:p w:rsidR="007B6A46" w:rsidRDefault="007B6A46" w:rsidP="007B6A46">
      <w:r>
        <w:t>455.8194</w:t>
      </w:r>
      <w:r>
        <w:tab/>
        <w:t>2.025e0</w:t>
      </w:r>
    </w:p>
    <w:p w:rsidR="007B6A46" w:rsidRDefault="007B6A46" w:rsidP="007B6A46">
      <w:r>
        <w:t>455.8209</w:t>
      </w:r>
      <w:r>
        <w:tab/>
        <w:t>1.013e0</w:t>
      </w:r>
    </w:p>
    <w:p w:rsidR="007B6A46" w:rsidRDefault="007B6A46" w:rsidP="007B6A46">
      <w:r>
        <w:t>455.8996</w:t>
      </w:r>
      <w:r>
        <w:tab/>
        <w:t>2.025e0</w:t>
      </w:r>
    </w:p>
    <w:p w:rsidR="007B6A46" w:rsidRDefault="007B6A46" w:rsidP="007B6A46">
      <w:r>
        <w:t>455.9006</w:t>
      </w:r>
      <w:r>
        <w:tab/>
        <w:t>1.013e0</w:t>
      </w:r>
    </w:p>
    <w:p w:rsidR="007B6A46" w:rsidRDefault="007B6A46" w:rsidP="007B6A46">
      <w:r>
        <w:t>455.9264</w:t>
      </w:r>
      <w:r>
        <w:tab/>
        <w:t>1.013e0</w:t>
      </w:r>
    </w:p>
    <w:p w:rsidR="007B6A46" w:rsidRDefault="007B6A46" w:rsidP="007B6A46">
      <w:r>
        <w:t>455.9451</w:t>
      </w:r>
      <w:r>
        <w:tab/>
        <w:t>1.013e0</w:t>
      </w:r>
    </w:p>
    <w:p w:rsidR="007B6A46" w:rsidRDefault="007B6A46" w:rsidP="007B6A46">
      <w:r>
        <w:t>455.9660</w:t>
      </w:r>
      <w:r>
        <w:tab/>
        <w:t>1.013e0</w:t>
      </w:r>
    </w:p>
    <w:p w:rsidR="007B6A46" w:rsidRDefault="007B6A46" w:rsidP="007B6A46">
      <w:r>
        <w:t>456.0353</w:t>
      </w:r>
      <w:r>
        <w:tab/>
        <w:t>2.025e0</w:t>
      </w:r>
    </w:p>
    <w:p w:rsidR="007B6A46" w:rsidRDefault="007B6A46" w:rsidP="007B6A46">
      <w:r>
        <w:t>456.0600</w:t>
      </w:r>
      <w:r>
        <w:tab/>
        <w:t>1.013e0</w:t>
      </w:r>
    </w:p>
    <w:p w:rsidR="007B6A46" w:rsidRDefault="007B6A46" w:rsidP="007B6A46">
      <w:r>
        <w:t>456.1716</w:t>
      </w:r>
      <w:r>
        <w:tab/>
        <w:t>1.013e0</w:t>
      </w:r>
    </w:p>
    <w:p w:rsidR="007B6A46" w:rsidRDefault="007B6A46" w:rsidP="007B6A46">
      <w:r>
        <w:t>456.1828</w:t>
      </w:r>
      <w:r>
        <w:tab/>
        <w:t>1.013e0</w:t>
      </w:r>
    </w:p>
    <w:p w:rsidR="007B6A46" w:rsidRDefault="007B6A46" w:rsidP="007B6A46">
      <w:r>
        <w:t>456.2227</w:t>
      </w:r>
      <w:r>
        <w:tab/>
        <w:t>2.025e0</w:t>
      </w:r>
    </w:p>
    <w:p w:rsidR="007B6A46" w:rsidRDefault="007B6A46" w:rsidP="007B6A46">
      <w:r>
        <w:t>456.2274</w:t>
      </w:r>
      <w:r>
        <w:tab/>
        <w:t>2.025e0</w:t>
      </w:r>
    </w:p>
    <w:p w:rsidR="007B6A46" w:rsidRDefault="007B6A46" w:rsidP="007B6A46">
      <w:r>
        <w:t>456.2513</w:t>
      </w:r>
      <w:r>
        <w:tab/>
        <w:t>1.013e0</w:t>
      </w:r>
    </w:p>
    <w:p w:rsidR="007B6A46" w:rsidRDefault="007B6A46" w:rsidP="007B6A46">
      <w:r>
        <w:t>456.2579</w:t>
      </w:r>
      <w:r>
        <w:tab/>
        <w:t>1.013e0</w:t>
      </w:r>
    </w:p>
    <w:p w:rsidR="007B6A46" w:rsidRDefault="007B6A46" w:rsidP="007B6A46">
      <w:r>
        <w:t>456.3016</w:t>
      </w:r>
      <w:r>
        <w:tab/>
        <w:t>1.013e0</w:t>
      </w:r>
    </w:p>
    <w:p w:rsidR="007B6A46" w:rsidRDefault="007B6A46" w:rsidP="007B6A46">
      <w:r>
        <w:t>456.3144</w:t>
      </w:r>
      <w:r>
        <w:tab/>
        <w:t>2.025e0</w:t>
      </w:r>
    </w:p>
    <w:p w:rsidR="007B6A46" w:rsidRDefault="007B6A46" w:rsidP="007B6A46">
      <w:r>
        <w:t>456.3804</w:t>
      </w:r>
      <w:r>
        <w:tab/>
        <w:t>2.025e0</w:t>
      </w:r>
    </w:p>
    <w:p w:rsidR="007B6A46" w:rsidRDefault="007B6A46" w:rsidP="007B6A46">
      <w:r>
        <w:lastRenderedPageBreak/>
        <w:t>456.4105</w:t>
      </w:r>
      <w:r>
        <w:tab/>
        <w:t>2.025e0</w:t>
      </w:r>
    </w:p>
    <w:p w:rsidR="007B6A46" w:rsidRDefault="007B6A46" w:rsidP="007B6A46">
      <w:r>
        <w:t>456.4406</w:t>
      </w:r>
      <w:r>
        <w:tab/>
        <w:t>2.025e0</w:t>
      </w:r>
    </w:p>
    <w:p w:rsidR="007B6A46" w:rsidRDefault="007B6A46" w:rsidP="007B6A46">
      <w:r>
        <w:t>456.4565</w:t>
      </w:r>
      <w:r>
        <w:tab/>
        <w:t>1.013e0</w:t>
      </w:r>
    </w:p>
    <w:p w:rsidR="007B6A46" w:rsidRDefault="007B6A46" w:rsidP="007B6A46">
      <w:r>
        <w:t>456.4827</w:t>
      </w:r>
      <w:r>
        <w:tab/>
        <w:t>1.013e0</w:t>
      </w:r>
    </w:p>
    <w:p w:rsidR="007B6A46" w:rsidRDefault="007B6A46" w:rsidP="007B6A46">
      <w:r>
        <w:t>456.5179</w:t>
      </w:r>
      <w:r>
        <w:tab/>
        <w:t>2.025e0</w:t>
      </w:r>
    </w:p>
    <w:p w:rsidR="007B6A46" w:rsidRDefault="007B6A46" w:rsidP="007B6A46">
      <w:r>
        <w:t>456.5569</w:t>
      </w:r>
      <w:r>
        <w:tab/>
        <w:t>3.038e0</w:t>
      </w:r>
    </w:p>
    <w:p w:rsidR="007B6A46" w:rsidRDefault="007B6A46" w:rsidP="007B6A46">
      <w:r>
        <w:t>456.5625</w:t>
      </w:r>
      <w:r>
        <w:tab/>
        <w:t>1.013e0</w:t>
      </w:r>
    </w:p>
    <w:p w:rsidR="007B6A46" w:rsidRDefault="007B6A46" w:rsidP="007B6A46">
      <w:r>
        <w:t>456.6017</w:t>
      </w:r>
      <w:r>
        <w:tab/>
        <w:t>1.013e0</w:t>
      </w:r>
    </w:p>
    <w:p w:rsidR="007B6A46" w:rsidRDefault="007B6A46" w:rsidP="007B6A46">
      <w:r>
        <w:t>456.7780</w:t>
      </w:r>
      <w:r>
        <w:tab/>
        <w:t>1.013e0</w:t>
      </w:r>
    </w:p>
    <w:p w:rsidR="007B6A46" w:rsidRDefault="007B6A46" w:rsidP="007B6A46">
      <w:r>
        <w:t>456.8069</w:t>
      </w:r>
      <w:r>
        <w:tab/>
        <w:t>2.025e0</w:t>
      </w:r>
    </w:p>
    <w:p w:rsidR="007B6A46" w:rsidRDefault="007B6A46" w:rsidP="007B6A46">
      <w:r>
        <w:t>456.8740</w:t>
      </w:r>
      <w:r>
        <w:tab/>
        <w:t>1.013e0</w:t>
      </w:r>
    </w:p>
    <w:p w:rsidR="007B6A46" w:rsidRDefault="007B6A46" w:rsidP="007B6A46">
      <w:r>
        <w:t>456.9536</w:t>
      </w:r>
      <w:r>
        <w:tab/>
        <w:t>1.013e0</w:t>
      </w:r>
    </w:p>
    <w:p w:rsidR="007B6A46" w:rsidRDefault="007B6A46" w:rsidP="007B6A46">
      <w:r>
        <w:t>456.9621</w:t>
      </w:r>
      <w:r>
        <w:tab/>
        <w:t>2.025e0</w:t>
      </w:r>
    </w:p>
    <w:p w:rsidR="007B6A46" w:rsidRDefault="007B6A46" w:rsidP="007B6A46">
      <w:r>
        <w:t>456.9889</w:t>
      </w:r>
      <w:r>
        <w:tab/>
        <w:t>1.013e0</w:t>
      </w:r>
    </w:p>
    <w:p w:rsidR="007B6A46" w:rsidRDefault="007B6A46" w:rsidP="007B6A46">
      <w:r>
        <w:t>457.0104</w:t>
      </w:r>
      <w:r>
        <w:tab/>
        <w:t>1.013e0</w:t>
      </w:r>
    </w:p>
    <w:p w:rsidR="007B6A46" w:rsidRDefault="007B6A46" w:rsidP="007B6A46">
      <w:r>
        <w:t>457.0472</w:t>
      </w:r>
      <w:r>
        <w:tab/>
        <w:t>1.013e0</w:t>
      </w:r>
    </w:p>
    <w:p w:rsidR="007B6A46" w:rsidRDefault="007B6A46" w:rsidP="007B6A46">
      <w:r>
        <w:t>457.0575</w:t>
      </w:r>
      <w:r>
        <w:tab/>
        <w:t>1.013e0</w:t>
      </w:r>
    </w:p>
    <w:p w:rsidR="007B6A46" w:rsidRDefault="007B6A46" w:rsidP="007B6A46">
      <w:r>
        <w:t>457.1214</w:t>
      </w:r>
      <w:r>
        <w:tab/>
        <w:t>1.013e0</w:t>
      </w:r>
    </w:p>
    <w:p w:rsidR="007B6A46" w:rsidRDefault="007B6A46" w:rsidP="007B6A46">
      <w:r>
        <w:t>457.1693</w:t>
      </w:r>
      <w:r>
        <w:tab/>
        <w:t>1.013e0</w:t>
      </w:r>
    </w:p>
    <w:p w:rsidR="007B6A46" w:rsidRDefault="007B6A46" w:rsidP="007B6A46">
      <w:r>
        <w:lastRenderedPageBreak/>
        <w:t>457.2173</w:t>
      </w:r>
      <w:r>
        <w:tab/>
        <w:t>1.013e0</w:t>
      </w:r>
    </w:p>
    <w:p w:rsidR="007B6A46" w:rsidRDefault="007B6A46" w:rsidP="007B6A46">
      <w:r>
        <w:t>457.2266</w:t>
      </w:r>
      <w:r>
        <w:tab/>
        <w:t>1.013e0</w:t>
      </w:r>
    </w:p>
    <w:p w:rsidR="007B6A46" w:rsidRDefault="007B6A46" w:rsidP="007B6A46">
      <w:r>
        <w:t>457.2325</w:t>
      </w:r>
      <w:r>
        <w:tab/>
        <w:t>1.013e0</w:t>
      </w:r>
    </w:p>
    <w:p w:rsidR="007B6A46" w:rsidRDefault="007B6A46" w:rsidP="007B6A46">
      <w:r>
        <w:t>457.3002</w:t>
      </w:r>
      <w:r>
        <w:tab/>
        <w:t>2.025e0</w:t>
      </w:r>
    </w:p>
    <w:p w:rsidR="007B6A46" w:rsidRDefault="007B6A46" w:rsidP="007B6A46">
      <w:r>
        <w:t>457.3030</w:t>
      </w:r>
      <w:r>
        <w:tab/>
        <w:t>1.013e0</w:t>
      </w:r>
    </w:p>
    <w:p w:rsidR="007B6A46" w:rsidRDefault="007B6A46" w:rsidP="007B6A46">
      <w:r>
        <w:t>457.3211</w:t>
      </w:r>
      <w:r>
        <w:tab/>
        <w:t>1.013e0</w:t>
      </w:r>
    </w:p>
    <w:p w:rsidR="007B6A46" w:rsidRDefault="007B6A46" w:rsidP="007B6A46">
      <w:r>
        <w:t>457.3460</w:t>
      </w:r>
      <w:r>
        <w:tab/>
        <w:t>1.013e0</w:t>
      </w:r>
    </w:p>
    <w:p w:rsidR="007B6A46" w:rsidRDefault="007B6A46" w:rsidP="007B6A46">
      <w:r>
        <w:t>457.3856</w:t>
      </w:r>
      <w:r>
        <w:tab/>
        <w:t>1.013e0</w:t>
      </w:r>
    </w:p>
    <w:p w:rsidR="007B6A46" w:rsidRDefault="007B6A46" w:rsidP="007B6A46">
      <w:r>
        <w:t>457.4970</w:t>
      </w:r>
      <w:r>
        <w:tab/>
        <w:t>1.013e0</w:t>
      </w:r>
    </w:p>
    <w:p w:rsidR="007B6A46" w:rsidRDefault="007B6A46" w:rsidP="007B6A46">
      <w:r>
        <w:t>457.5185</w:t>
      </w:r>
      <w:r>
        <w:tab/>
        <w:t>1.013e0</w:t>
      </w:r>
    </w:p>
    <w:p w:rsidR="007B6A46" w:rsidRDefault="007B6A46" w:rsidP="007B6A46">
      <w:r>
        <w:t>457.5370</w:t>
      </w:r>
      <w:r>
        <w:tab/>
        <w:t>1.013e0</w:t>
      </w:r>
    </w:p>
    <w:p w:rsidR="007B6A46" w:rsidRDefault="007B6A46" w:rsidP="007B6A46">
      <w:r>
        <w:t>457.5568</w:t>
      </w:r>
      <w:r>
        <w:tab/>
        <w:t>2.025e0</w:t>
      </w:r>
    </w:p>
    <w:p w:rsidR="007B6A46" w:rsidRDefault="007B6A46" w:rsidP="007B6A46">
      <w:r>
        <w:t>457.5622</w:t>
      </w:r>
      <w:r>
        <w:tab/>
        <w:t>2.025e0</w:t>
      </w:r>
    </w:p>
    <w:p w:rsidR="007B6A46" w:rsidRDefault="007B6A46" w:rsidP="007B6A46">
      <w:r>
        <w:t>457.6109</w:t>
      </w:r>
      <w:r>
        <w:tab/>
        <w:t>2.025e0</w:t>
      </w:r>
    </w:p>
    <w:p w:rsidR="007B6A46" w:rsidRDefault="007B6A46" w:rsidP="007B6A46">
      <w:r>
        <w:t>457.6242</w:t>
      </w:r>
      <w:r>
        <w:tab/>
        <w:t>1.013e0</w:t>
      </w:r>
    </w:p>
    <w:p w:rsidR="007B6A46" w:rsidRDefault="007B6A46" w:rsidP="007B6A46">
      <w:r>
        <w:t>457.6380</w:t>
      </w:r>
      <w:r>
        <w:tab/>
        <w:t>1.013e0</w:t>
      </w:r>
    </w:p>
    <w:p w:rsidR="007B6A46" w:rsidRDefault="007B6A46" w:rsidP="007B6A46">
      <w:r>
        <w:t>457.8009</w:t>
      </w:r>
      <w:r>
        <w:tab/>
        <w:t>1.013e0</w:t>
      </w:r>
    </w:p>
    <w:p w:rsidR="007B6A46" w:rsidRDefault="007B6A46" w:rsidP="007B6A46">
      <w:r>
        <w:t>457.8362</w:t>
      </w:r>
      <w:r>
        <w:tab/>
        <w:t>1.013e0</w:t>
      </w:r>
    </w:p>
    <w:p w:rsidR="007B6A46" w:rsidRDefault="007B6A46" w:rsidP="007B6A46">
      <w:r>
        <w:t>457.9202</w:t>
      </w:r>
      <w:r>
        <w:tab/>
        <w:t>1.013e0</w:t>
      </w:r>
    </w:p>
    <w:p w:rsidR="007B6A46" w:rsidRDefault="007B6A46" w:rsidP="007B6A46">
      <w:r>
        <w:lastRenderedPageBreak/>
        <w:t>457.9850</w:t>
      </w:r>
      <w:r>
        <w:tab/>
        <w:t>1.013e0</w:t>
      </w:r>
    </w:p>
    <w:p w:rsidR="007B6A46" w:rsidRDefault="007B6A46" w:rsidP="007B6A46">
      <w:r>
        <w:t>458.0082</w:t>
      </w:r>
      <w:r>
        <w:tab/>
        <w:t>1.013e0</w:t>
      </w:r>
    </w:p>
    <w:p w:rsidR="007B6A46" w:rsidRDefault="007B6A46" w:rsidP="007B6A46">
      <w:r>
        <w:t>458.0562</w:t>
      </w:r>
      <w:r>
        <w:tab/>
        <w:t>1.013e0</w:t>
      </w:r>
    </w:p>
    <w:p w:rsidR="007B6A46" w:rsidRDefault="007B6A46" w:rsidP="007B6A46">
      <w:r>
        <w:t>458.0970</w:t>
      </w:r>
      <w:r>
        <w:tab/>
        <w:t>1.013e0</w:t>
      </w:r>
    </w:p>
    <w:p w:rsidR="007B6A46" w:rsidRDefault="007B6A46" w:rsidP="007B6A46">
      <w:r>
        <w:t>458.1210</w:t>
      </w:r>
      <w:r>
        <w:tab/>
        <w:t>1.013e0</w:t>
      </w:r>
    </w:p>
    <w:p w:rsidR="007B6A46" w:rsidRDefault="007B6A46" w:rsidP="007B6A46">
      <w:r>
        <w:t>458.1671</w:t>
      </w:r>
      <w:r>
        <w:tab/>
        <w:t>1.013e0</w:t>
      </w:r>
    </w:p>
    <w:p w:rsidR="007B6A46" w:rsidRDefault="007B6A46" w:rsidP="007B6A46">
      <w:r>
        <w:t>458.1931</w:t>
      </w:r>
      <w:r>
        <w:tab/>
        <w:t>1.013e0</w:t>
      </w:r>
    </w:p>
    <w:p w:rsidR="007B6A46" w:rsidRDefault="007B6A46" w:rsidP="007B6A46">
      <w:r>
        <w:t>458.2282</w:t>
      </w:r>
      <w:r>
        <w:tab/>
        <w:t>1.013e0</w:t>
      </w:r>
    </w:p>
    <w:p w:rsidR="007B6A46" w:rsidRDefault="007B6A46" w:rsidP="007B6A46">
      <w:r>
        <w:t>458.2337</w:t>
      </w:r>
      <w:r>
        <w:tab/>
        <w:t>2.025e0</w:t>
      </w:r>
    </w:p>
    <w:p w:rsidR="007B6A46" w:rsidRDefault="007B6A46" w:rsidP="007B6A46">
      <w:r>
        <w:t>458.2686</w:t>
      </w:r>
      <w:r>
        <w:tab/>
        <w:t>1.013e0</w:t>
      </w:r>
    </w:p>
    <w:p w:rsidR="007B6A46" w:rsidRDefault="007B6A46" w:rsidP="007B6A46">
      <w:r>
        <w:t>458.2804</w:t>
      </w:r>
      <w:r>
        <w:tab/>
        <w:t>1.013e0</w:t>
      </w:r>
    </w:p>
    <w:p w:rsidR="007B6A46" w:rsidRDefault="007B6A46" w:rsidP="007B6A46">
      <w:r>
        <w:t>458.2858</w:t>
      </w:r>
      <w:r>
        <w:tab/>
        <w:t>1.013e0</w:t>
      </w:r>
    </w:p>
    <w:p w:rsidR="007B6A46" w:rsidRDefault="007B6A46" w:rsidP="007B6A46">
      <w:r>
        <w:t>458.3049</w:t>
      </w:r>
      <w:r>
        <w:tab/>
        <w:t>1.013e0</w:t>
      </w:r>
    </w:p>
    <w:p w:rsidR="007B6A46" w:rsidRDefault="007B6A46" w:rsidP="007B6A46">
      <w:r>
        <w:t>458.3451</w:t>
      </w:r>
      <w:r>
        <w:tab/>
        <w:t>2.025e0</w:t>
      </w:r>
    </w:p>
    <w:p w:rsidR="007B6A46" w:rsidRDefault="007B6A46" w:rsidP="007B6A46">
      <w:r>
        <w:t>458.3551</w:t>
      </w:r>
      <w:r>
        <w:tab/>
        <w:t>2.025e0</w:t>
      </w:r>
    </w:p>
    <w:p w:rsidR="007B6A46" w:rsidRDefault="007B6A46" w:rsidP="007B6A46">
      <w:r>
        <w:t>458.3580</w:t>
      </w:r>
      <w:r>
        <w:tab/>
        <w:t>2.025e0</w:t>
      </w:r>
    </w:p>
    <w:p w:rsidR="007B6A46" w:rsidRDefault="007B6A46" w:rsidP="007B6A46">
      <w:r>
        <w:t>458.4048</w:t>
      </w:r>
      <w:r>
        <w:tab/>
        <w:t>1.013e0</w:t>
      </w:r>
    </w:p>
    <w:p w:rsidR="007B6A46" w:rsidRDefault="007B6A46" w:rsidP="007B6A46">
      <w:r>
        <w:t>458.4093</w:t>
      </w:r>
      <w:r>
        <w:tab/>
        <w:t>1.013e0</w:t>
      </w:r>
    </w:p>
    <w:p w:rsidR="007B6A46" w:rsidRDefault="007B6A46" w:rsidP="007B6A46">
      <w:r>
        <w:t>458.4166</w:t>
      </w:r>
      <w:r>
        <w:tab/>
        <w:t>1.013e0</w:t>
      </w:r>
    </w:p>
    <w:p w:rsidR="007B6A46" w:rsidRDefault="007B6A46" w:rsidP="007B6A46">
      <w:r>
        <w:lastRenderedPageBreak/>
        <w:t>458.4245</w:t>
      </w:r>
      <w:r>
        <w:tab/>
        <w:t>3.038e0</w:t>
      </w:r>
    </w:p>
    <w:p w:rsidR="007B6A46" w:rsidRDefault="007B6A46" w:rsidP="007B6A46">
      <w:r>
        <w:t>458.4573</w:t>
      </w:r>
      <w:r>
        <w:tab/>
        <w:t>1.013e0</w:t>
      </w:r>
    </w:p>
    <w:p w:rsidR="007B6A46" w:rsidRDefault="007B6A46" w:rsidP="007B6A46">
      <w:r>
        <w:t>458.5054</w:t>
      </w:r>
      <w:r>
        <w:tab/>
        <w:t>1.013e0</w:t>
      </w:r>
    </w:p>
    <w:p w:rsidR="007B6A46" w:rsidRDefault="007B6A46" w:rsidP="007B6A46">
      <w:r>
        <w:t>458.5420</w:t>
      </w:r>
      <w:r>
        <w:tab/>
        <w:t>2.025e0</w:t>
      </w:r>
    </w:p>
    <w:p w:rsidR="007B6A46" w:rsidRDefault="007B6A46" w:rsidP="007B6A46">
      <w:r>
        <w:t>458.5783</w:t>
      </w:r>
      <w:r>
        <w:tab/>
        <w:t>2.025e0</w:t>
      </w:r>
    </w:p>
    <w:p w:rsidR="007B6A46" w:rsidRDefault="007B6A46" w:rsidP="007B6A46">
      <w:r>
        <w:t>458.5855</w:t>
      </w:r>
      <w:r>
        <w:tab/>
        <w:t>1.013e0</w:t>
      </w:r>
    </w:p>
    <w:p w:rsidR="007B6A46" w:rsidRDefault="007B6A46" w:rsidP="007B6A46">
      <w:r>
        <w:t>458.6217</w:t>
      </w:r>
      <w:r>
        <w:tab/>
        <w:t>1.013e0</w:t>
      </w:r>
    </w:p>
    <w:p w:rsidR="007B6A46" w:rsidRDefault="007B6A46" w:rsidP="007B6A46">
      <w:r>
        <w:t>458.7458</w:t>
      </w:r>
      <w:r>
        <w:tab/>
        <w:t>1.013e0</w:t>
      </w:r>
    </w:p>
    <w:p w:rsidR="007B6A46" w:rsidRDefault="007B6A46" w:rsidP="007B6A46">
      <w:r>
        <w:t>458.7939</w:t>
      </w:r>
      <w:r>
        <w:tab/>
        <w:t>1.013e0</w:t>
      </w:r>
    </w:p>
    <w:p w:rsidR="007B6A46" w:rsidRDefault="007B6A46" w:rsidP="007B6A46">
      <w:r>
        <w:t>458.8565</w:t>
      </w:r>
      <w:r>
        <w:tab/>
        <w:t>3.038e0</w:t>
      </w:r>
    </w:p>
    <w:p w:rsidR="007B6A46" w:rsidRDefault="007B6A46" w:rsidP="007B6A46">
      <w:r>
        <w:t>458.8821</w:t>
      </w:r>
      <w:r>
        <w:tab/>
        <w:t>1.013e0</w:t>
      </w:r>
    </w:p>
    <w:p w:rsidR="007B6A46" w:rsidRDefault="007B6A46" w:rsidP="007B6A46">
      <w:r>
        <w:t>458.8893</w:t>
      </w:r>
      <w:r>
        <w:tab/>
        <w:t>1.013e0</w:t>
      </w:r>
    </w:p>
    <w:p w:rsidR="007B6A46" w:rsidRDefault="007B6A46" w:rsidP="007B6A46">
      <w:r>
        <w:t>458.9061</w:t>
      </w:r>
      <w:r>
        <w:tab/>
        <w:t>1.013e0</w:t>
      </w:r>
    </w:p>
    <w:p w:rsidR="007B6A46" w:rsidRDefault="007B6A46" w:rsidP="007B6A46">
      <w:r>
        <w:t>458.9535</w:t>
      </w:r>
      <w:r>
        <w:tab/>
        <w:t>1.013e0</w:t>
      </w:r>
    </w:p>
    <w:p w:rsidR="007B6A46" w:rsidRDefault="007B6A46" w:rsidP="007B6A46">
      <w:r>
        <w:t>458.9561</w:t>
      </w:r>
      <w:r>
        <w:tab/>
        <w:t>1.013e0</w:t>
      </w:r>
    </w:p>
    <w:p w:rsidR="007B6A46" w:rsidRDefault="007B6A46" w:rsidP="007B6A46">
      <w:r>
        <w:t>458.9622</w:t>
      </w:r>
      <w:r>
        <w:tab/>
        <w:t>1.013e0</w:t>
      </w:r>
    </w:p>
    <w:p w:rsidR="007B6A46" w:rsidRDefault="007B6A46" w:rsidP="007B6A46">
      <w:r>
        <w:t>458.9958</w:t>
      </w:r>
      <w:r>
        <w:tab/>
        <w:t>1.013e0</w:t>
      </w:r>
    </w:p>
    <w:p w:rsidR="007B6A46" w:rsidRDefault="007B6A46" w:rsidP="007B6A46">
      <w:r>
        <w:t>459.0585</w:t>
      </w:r>
      <w:r>
        <w:tab/>
        <w:t>1.013e0</w:t>
      </w:r>
    </w:p>
    <w:p w:rsidR="007B6A46" w:rsidRDefault="007B6A46" w:rsidP="007B6A46">
      <w:r>
        <w:t>459.0686</w:t>
      </w:r>
      <w:r>
        <w:tab/>
        <w:t>2.025e0</w:t>
      </w:r>
    </w:p>
    <w:p w:rsidR="007B6A46" w:rsidRDefault="007B6A46" w:rsidP="007B6A46">
      <w:r>
        <w:lastRenderedPageBreak/>
        <w:t>459.0938</w:t>
      </w:r>
      <w:r>
        <w:tab/>
        <w:t>1.013e0</w:t>
      </w:r>
    </w:p>
    <w:p w:rsidR="007B6A46" w:rsidRDefault="007B6A46" w:rsidP="007B6A46">
      <w:r>
        <w:t>459.1788</w:t>
      </w:r>
      <w:r>
        <w:tab/>
        <w:t>1.013e0</w:t>
      </w:r>
    </w:p>
    <w:p w:rsidR="007B6A46" w:rsidRDefault="007B6A46" w:rsidP="007B6A46">
      <w:r>
        <w:t>459.2127</w:t>
      </w:r>
      <w:r>
        <w:tab/>
        <w:t>1.013e0</w:t>
      </w:r>
    </w:p>
    <w:p w:rsidR="007B6A46" w:rsidRDefault="007B6A46" w:rsidP="007B6A46">
      <w:r>
        <w:t>459.2485</w:t>
      </w:r>
      <w:r>
        <w:tab/>
        <w:t>2.025e0</w:t>
      </w:r>
    </w:p>
    <w:p w:rsidR="007B6A46" w:rsidRDefault="007B6A46" w:rsidP="007B6A46">
      <w:r>
        <w:t>459.2727</w:t>
      </w:r>
      <w:r>
        <w:tab/>
        <w:t>3.038e0</w:t>
      </w:r>
    </w:p>
    <w:p w:rsidR="007B6A46" w:rsidRDefault="007B6A46" w:rsidP="007B6A46">
      <w:r>
        <w:t>459.2885</w:t>
      </w:r>
      <w:r>
        <w:tab/>
        <w:t>1.013e0</w:t>
      </w:r>
    </w:p>
    <w:p w:rsidR="007B6A46" w:rsidRDefault="007B6A46" w:rsidP="007B6A46">
      <w:r>
        <w:t>459.3111</w:t>
      </w:r>
      <w:r>
        <w:tab/>
        <w:t>2.025e0</w:t>
      </w:r>
    </w:p>
    <w:p w:rsidR="007B6A46" w:rsidRDefault="007B6A46" w:rsidP="007B6A46">
      <w:r>
        <w:t>459.3232</w:t>
      </w:r>
      <w:r>
        <w:tab/>
        <w:t>1.013e0</w:t>
      </w:r>
    </w:p>
    <w:p w:rsidR="007B6A46" w:rsidRDefault="007B6A46" w:rsidP="007B6A46">
      <w:r>
        <w:t>459.3274</w:t>
      </w:r>
      <w:r>
        <w:tab/>
        <w:t>1.013e0</w:t>
      </w:r>
    </w:p>
    <w:p w:rsidR="007B6A46" w:rsidRDefault="007B6A46" w:rsidP="007B6A46">
      <w:r>
        <w:t>459.5072</w:t>
      </w:r>
      <w:r>
        <w:tab/>
        <w:t>1.013e0</w:t>
      </w:r>
    </w:p>
    <w:p w:rsidR="007B6A46" w:rsidRDefault="007B6A46" w:rsidP="007B6A46">
      <w:r>
        <w:t>459.5479</w:t>
      </w:r>
      <w:r>
        <w:tab/>
        <w:t>1.013e0</w:t>
      </w:r>
    </w:p>
    <w:p w:rsidR="007B6A46" w:rsidRDefault="007B6A46" w:rsidP="007B6A46">
      <w:r>
        <w:t>459.5873</w:t>
      </w:r>
      <w:r>
        <w:tab/>
        <w:t>1.013e0</w:t>
      </w:r>
    </w:p>
    <w:p w:rsidR="007B6A46" w:rsidRDefault="007B6A46" w:rsidP="007B6A46">
      <w:r>
        <w:t>459.6122</w:t>
      </w:r>
      <w:r>
        <w:tab/>
        <w:t>1.013e0</w:t>
      </w:r>
    </w:p>
    <w:p w:rsidR="007B6A46" w:rsidRDefault="007B6A46" w:rsidP="007B6A46">
      <w:r>
        <w:t>459.6451</w:t>
      </w:r>
      <w:r>
        <w:tab/>
        <w:t>1.013e0</w:t>
      </w:r>
    </w:p>
    <w:p w:rsidR="007B6A46" w:rsidRDefault="007B6A46" w:rsidP="007B6A46">
      <w:r>
        <w:t>459.6684</w:t>
      </w:r>
      <w:r>
        <w:tab/>
        <w:t>1.013e0</w:t>
      </w:r>
    </w:p>
    <w:p w:rsidR="007B6A46" w:rsidRDefault="007B6A46" w:rsidP="007B6A46">
      <w:r>
        <w:t>459.6716</w:t>
      </w:r>
      <w:r>
        <w:tab/>
        <w:t>2.025e0</w:t>
      </w:r>
    </w:p>
    <w:p w:rsidR="007B6A46" w:rsidRDefault="007B6A46" w:rsidP="007B6A46">
      <w:r>
        <w:t>459.7030</w:t>
      </w:r>
      <w:r>
        <w:tab/>
        <w:t>1.013e0</w:t>
      </w:r>
    </w:p>
    <w:p w:rsidR="007B6A46" w:rsidRDefault="007B6A46" w:rsidP="007B6A46">
      <w:r>
        <w:t>459.7319</w:t>
      </w:r>
      <w:r>
        <w:tab/>
        <w:t>1.013e0</w:t>
      </w:r>
    </w:p>
    <w:p w:rsidR="007B6A46" w:rsidRDefault="007B6A46" w:rsidP="007B6A46">
      <w:r>
        <w:t>459.7439</w:t>
      </w:r>
      <w:r>
        <w:tab/>
        <w:t>2.025e0</w:t>
      </w:r>
    </w:p>
    <w:p w:rsidR="007B6A46" w:rsidRDefault="007B6A46" w:rsidP="007B6A46">
      <w:r>
        <w:lastRenderedPageBreak/>
        <w:t>459.7969</w:t>
      </w:r>
      <w:r>
        <w:tab/>
        <w:t>1.013e0</w:t>
      </w:r>
    </w:p>
    <w:p w:rsidR="007B6A46" w:rsidRDefault="007B6A46" w:rsidP="007B6A46">
      <w:r>
        <w:t>459.8789</w:t>
      </w:r>
      <w:r>
        <w:tab/>
        <w:t>1.013e0</w:t>
      </w:r>
    </w:p>
    <w:p w:rsidR="007B6A46" w:rsidRDefault="007B6A46" w:rsidP="007B6A46">
      <w:r>
        <w:t>459.9983</w:t>
      </w:r>
      <w:r>
        <w:tab/>
        <w:t>1.013e0</w:t>
      </w:r>
    </w:p>
    <w:p w:rsidR="007B6A46" w:rsidRDefault="007B6A46" w:rsidP="007B6A46">
      <w:r>
        <w:t>460.0562</w:t>
      </w:r>
      <w:r>
        <w:tab/>
        <w:t>1.013e0</w:t>
      </w:r>
    </w:p>
    <w:p w:rsidR="007B6A46" w:rsidRDefault="007B6A46" w:rsidP="007B6A46">
      <w:r>
        <w:t>460.0854</w:t>
      </w:r>
      <w:r>
        <w:tab/>
        <w:t>1.013e0</w:t>
      </w:r>
    </w:p>
    <w:p w:rsidR="007B6A46" w:rsidRDefault="007B6A46" w:rsidP="007B6A46">
      <w:r>
        <w:t>460.1697</w:t>
      </w:r>
      <w:r>
        <w:tab/>
        <w:t>3.038e0</w:t>
      </w:r>
    </w:p>
    <w:p w:rsidR="007B6A46" w:rsidRDefault="007B6A46" w:rsidP="007B6A46">
      <w:r>
        <w:t>460.1749</w:t>
      </w:r>
      <w:r>
        <w:tab/>
        <w:t>1.013e0</w:t>
      </w:r>
    </w:p>
    <w:p w:rsidR="007B6A46" w:rsidRDefault="007B6A46" w:rsidP="007B6A46">
      <w:r>
        <w:t>460.2295</w:t>
      </w:r>
      <w:r>
        <w:tab/>
        <w:t>1.013e0</w:t>
      </w:r>
    </w:p>
    <w:p w:rsidR="007B6A46" w:rsidRDefault="007B6A46" w:rsidP="007B6A46">
      <w:r>
        <w:t>460.2461</w:t>
      </w:r>
      <w:r>
        <w:tab/>
        <w:t>1.013e0</w:t>
      </w:r>
    </w:p>
    <w:p w:rsidR="007B6A46" w:rsidRDefault="007B6A46" w:rsidP="007B6A46">
      <w:r>
        <w:t>460.2536</w:t>
      </w:r>
      <w:r>
        <w:tab/>
        <w:t>2.025e0</w:t>
      </w:r>
    </w:p>
    <w:p w:rsidR="007B6A46" w:rsidRDefault="007B6A46" w:rsidP="007B6A46">
      <w:r>
        <w:t>460.2690</w:t>
      </w:r>
      <w:r>
        <w:tab/>
        <w:t>1.013e0</w:t>
      </w:r>
    </w:p>
    <w:p w:rsidR="007B6A46" w:rsidRDefault="007B6A46" w:rsidP="007B6A46">
      <w:r>
        <w:t>460.3073</w:t>
      </w:r>
      <w:r>
        <w:tab/>
        <w:t>3.038e0</w:t>
      </w:r>
    </w:p>
    <w:p w:rsidR="007B6A46" w:rsidRDefault="007B6A46" w:rsidP="007B6A46">
      <w:r>
        <w:t>460.3099</w:t>
      </w:r>
      <w:r>
        <w:tab/>
        <w:t>2.025e0</w:t>
      </w:r>
    </w:p>
    <w:p w:rsidR="007B6A46" w:rsidRDefault="007B6A46" w:rsidP="007B6A46">
      <w:r>
        <w:t>460.3122</w:t>
      </w:r>
      <w:r>
        <w:tab/>
        <w:t>3.038e0</w:t>
      </w:r>
    </w:p>
    <w:p w:rsidR="007B6A46" w:rsidRDefault="007B6A46" w:rsidP="007B6A46">
      <w:r>
        <w:t>460.3240</w:t>
      </w:r>
      <w:r>
        <w:tab/>
        <w:t>2.025e0</w:t>
      </w:r>
    </w:p>
    <w:p w:rsidR="007B6A46" w:rsidRDefault="007B6A46" w:rsidP="007B6A46">
      <w:r>
        <w:t>460.3426</w:t>
      </w:r>
      <w:r>
        <w:tab/>
        <w:t>1.013e0</w:t>
      </w:r>
    </w:p>
    <w:p w:rsidR="007B6A46" w:rsidRDefault="007B6A46" w:rsidP="007B6A46">
      <w:r>
        <w:t>460.3666</w:t>
      </w:r>
      <w:r>
        <w:tab/>
        <w:t>3.038e0</w:t>
      </w:r>
    </w:p>
    <w:p w:rsidR="007B6A46" w:rsidRDefault="007B6A46" w:rsidP="007B6A46">
      <w:r>
        <w:t>460.4049</w:t>
      </w:r>
      <w:r>
        <w:tab/>
        <w:t>3.038e0</w:t>
      </w:r>
    </w:p>
    <w:p w:rsidR="007B6A46" w:rsidRDefault="007B6A46" w:rsidP="007B6A46">
      <w:r>
        <w:t>460.4061</w:t>
      </w:r>
      <w:r>
        <w:tab/>
        <w:t>1.013e0</w:t>
      </w:r>
    </w:p>
    <w:p w:rsidR="007B6A46" w:rsidRDefault="007B6A46" w:rsidP="007B6A46">
      <w:r>
        <w:lastRenderedPageBreak/>
        <w:t>460.4666</w:t>
      </w:r>
      <w:r>
        <w:tab/>
        <w:t>1.013e0</w:t>
      </w:r>
    </w:p>
    <w:p w:rsidR="007B6A46" w:rsidRDefault="007B6A46" w:rsidP="007B6A46">
      <w:r>
        <w:t>460.4886</w:t>
      </w:r>
      <w:r>
        <w:tab/>
        <w:t>1.013e0</w:t>
      </w:r>
    </w:p>
    <w:p w:rsidR="007B6A46" w:rsidRDefault="007B6A46" w:rsidP="007B6A46">
      <w:r>
        <w:t>460.5008</w:t>
      </w:r>
      <w:r>
        <w:tab/>
        <w:t>2.025e0</w:t>
      </w:r>
    </w:p>
    <w:p w:rsidR="007B6A46" w:rsidRDefault="007B6A46" w:rsidP="007B6A46">
      <w:r>
        <w:t>460.5249</w:t>
      </w:r>
      <w:r>
        <w:tab/>
        <w:t>1.013e0</w:t>
      </w:r>
    </w:p>
    <w:p w:rsidR="007B6A46" w:rsidRDefault="007B6A46" w:rsidP="007B6A46">
      <w:r>
        <w:t>460.5358</w:t>
      </w:r>
      <w:r>
        <w:tab/>
        <w:t>2.025e0</w:t>
      </w:r>
    </w:p>
    <w:p w:rsidR="007B6A46" w:rsidRDefault="007B6A46" w:rsidP="007B6A46">
      <w:r>
        <w:t>460.5639</w:t>
      </w:r>
      <w:r>
        <w:tab/>
        <w:t>1.013e0</w:t>
      </w:r>
    </w:p>
    <w:p w:rsidR="007B6A46" w:rsidRDefault="007B6A46" w:rsidP="007B6A46">
      <w:r>
        <w:t>460.5862</w:t>
      </w:r>
      <w:r>
        <w:tab/>
        <w:t>1.013e0</w:t>
      </w:r>
    </w:p>
    <w:p w:rsidR="007B6A46" w:rsidRDefault="007B6A46" w:rsidP="007B6A46">
      <w:r>
        <w:t>460.6216</w:t>
      </w:r>
      <w:r>
        <w:tab/>
        <w:t>1.013e0</w:t>
      </w:r>
    </w:p>
    <w:p w:rsidR="007B6A46" w:rsidRDefault="007B6A46" w:rsidP="007B6A46">
      <w:r>
        <w:t>460.6283</w:t>
      </w:r>
      <w:r>
        <w:tab/>
        <w:t>2.025e0</w:t>
      </w:r>
    </w:p>
    <w:p w:rsidR="007B6A46" w:rsidRDefault="007B6A46" w:rsidP="007B6A46">
      <w:r>
        <w:t>460.6612</w:t>
      </w:r>
      <w:r>
        <w:tab/>
        <w:t>1.013e0</w:t>
      </w:r>
    </w:p>
    <w:p w:rsidR="007B6A46" w:rsidRDefault="007B6A46" w:rsidP="007B6A46">
      <w:r>
        <w:t>460.7287</w:t>
      </w:r>
      <w:r>
        <w:tab/>
        <w:t>1.013e0</w:t>
      </w:r>
    </w:p>
    <w:p w:rsidR="007B6A46" w:rsidRDefault="007B6A46" w:rsidP="007B6A46">
      <w:r>
        <w:t>460.7521</w:t>
      </w:r>
      <w:r>
        <w:tab/>
        <w:t>2.025e0</w:t>
      </w:r>
    </w:p>
    <w:p w:rsidR="007B6A46" w:rsidRDefault="007B6A46" w:rsidP="007B6A46">
      <w:r>
        <w:t>460.8260</w:t>
      </w:r>
      <w:r>
        <w:tab/>
        <w:t>1.013e0</w:t>
      </w:r>
    </w:p>
    <w:p w:rsidR="007B6A46" w:rsidRDefault="007B6A46" w:rsidP="007B6A46">
      <w:r>
        <w:t>460.8421</w:t>
      </w:r>
      <w:r>
        <w:tab/>
        <w:t>1.013e0</w:t>
      </w:r>
    </w:p>
    <w:p w:rsidR="007B6A46" w:rsidRDefault="007B6A46" w:rsidP="007B6A46">
      <w:r>
        <w:t>460.8998</w:t>
      </w:r>
      <w:r>
        <w:tab/>
        <w:t>1.013e0</w:t>
      </w:r>
    </w:p>
    <w:p w:rsidR="007B6A46" w:rsidRDefault="007B6A46" w:rsidP="007B6A46">
      <w:r>
        <w:t>460.9353</w:t>
      </w:r>
      <w:r>
        <w:tab/>
        <w:t>1.013e0</w:t>
      </w:r>
    </w:p>
    <w:p w:rsidR="007B6A46" w:rsidRDefault="007B6A46" w:rsidP="007B6A46">
      <w:r>
        <w:t>460.9410</w:t>
      </w:r>
      <w:r>
        <w:tab/>
        <w:t>2.025e0</w:t>
      </w:r>
    </w:p>
    <w:p w:rsidR="007B6A46" w:rsidRDefault="007B6A46" w:rsidP="007B6A46">
      <w:r>
        <w:t>460.9467</w:t>
      </w:r>
      <w:r>
        <w:tab/>
        <w:t>1.013e0</w:t>
      </w:r>
    </w:p>
    <w:p w:rsidR="007B6A46" w:rsidRDefault="007B6A46" w:rsidP="007B6A46">
      <w:r>
        <w:t>460.9973</w:t>
      </w:r>
      <w:r>
        <w:tab/>
        <w:t>1.013e0</w:t>
      </w:r>
    </w:p>
    <w:p w:rsidR="007B6A46" w:rsidRDefault="007B6A46" w:rsidP="007B6A46">
      <w:r>
        <w:lastRenderedPageBreak/>
        <w:t>461.0273</w:t>
      </w:r>
      <w:r>
        <w:tab/>
        <w:t>1.013e0</w:t>
      </w:r>
    </w:p>
    <w:p w:rsidR="007B6A46" w:rsidRDefault="007B6A46" w:rsidP="007B6A46">
      <w:r>
        <w:t>461.0546</w:t>
      </w:r>
      <w:r>
        <w:tab/>
        <w:t>3.038e0</w:t>
      </w:r>
    </w:p>
    <w:p w:rsidR="007B6A46" w:rsidRDefault="007B6A46" w:rsidP="007B6A46">
      <w:r>
        <w:t>461.0731</w:t>
      </w:r>
      <w:r>
        <w:tab/>
        <w:t>1.013e0</w:t>
      </w:r>
    </w:p>
    <w:p w:rsidR="007B6A46" w:rsidRDefault="007B6A46" w:rsidP="007B6A46">
      <w:r>
        <w:t>461.0836</w:t>
      </w:r>
      <w:r>
        <w:tab/>
        <w:t>1.013e0</w:t>
      </w:r>
    </w:p>
    <w:p w:rsidR="007B6A46" w:rsidRDefault="007B6A46" w:rsidP="007B6A46">
      <w:r>
        <w:t>461.1302</w:t>
      </w:r>
      <w:r>
        <w:tab/>
        <w:t>1.013e0</w:t>
      </w:r>
    </w:p>
    <w:p w:rsidR="007B6A46" w:rsidRDefault="007B6A46" w:rsidP="007B6A46">
      <w:r>
        <w:t>461.1426</w:t>
      </w:r>
      <w:r>
        <w:tab/>
        <w:t>2.025e0</w:t>
      </w:r>
    </w:p>
    <w:p w:rsidR="007B6A46" w:rsidRDefault="007B6A46" w:rsidP="007B6A46">
      <w:r>
        <w:t>461.1705</w:t>
      </w:r>
      <w:r>
        <w:tab/>
        <w:t>1.013e0</w:t>
      </w:r>
    </w:p>
    <w:p w:rsidR="007B6A46" w:rsidRDefault="007B6A46" w:rsidP="007B6A46">
      <w:r>
        <w:t>461.1722</w:t>
      </w:r>
      <w:r>
        <w:tab/>
        <w:t>2.025e0</w:t>
      </w:r>
    </w:p>
    <w:p w:rsidR="007B6A46" w:rsidRDefault="007B6A46" w:rsidP="007B6A46">
      <w:r>
        <w:t>461.1740</w:t>
      </w:r>
      <w:r>
        <w:tab/>
        <w:t>1.013e0</w:t>
      </w:r>
    </w:p>
    <w:p w:rsidR="007B6A46" w:rsidRDefault="007B6A46" w:rsidP="007B6A46">
      <w:r>
        <w:t>461.2101</w:t>
      </w:r>
      <w:r>
        <w:tab/>
        <w:t>1.013e0</w:t>
      </w:r>
    </w:p>
    <w:p w:rsidR="007B6A46" w:rsidRDefault="007B6A46" w:rsidP="007B6A46">
      <w:r>
        <w:t>461.2281</w:t>
      </w:r>
      <w:r>
        <w:tab/>
        <w:t>2.025e0</w:t>
      </w:r>
    </w:p>
    <w:p w:rsidR="007B6A46" w:rsidRDefault="007B6A46" w:rsidP="007B6A46">
      <w:r>
        <w:t>461.2447</w:t>
      </w:r>
      <w:r>
        <w:tab/>
        <w:t>1.013e0</w:t>
      </w:r>
    </w:p>
    <w:p w:rsidR="007B6A46" w:rsidRDefault="007B6A46" w:rsidP="007B6A46">
      <w:r>
        <w:t>461.2881</w:t>
      </w:r>
      <w:r>
        <w:tab/>
        <w:t>2.025e0</w:t>
      </w:r>
    </w:p>
    <w:p w:rsidR="007B6A46" w:rsidRDefault="007B6A46" w:rsidP="007B6A46">
      <w:r>
        <w:t>461.3008</w:t>
      </w:r>
      <w:r>
        <w:tab/>
        <w:t>2.025e0</w:t>
      </w:r>
    </w:p>
    <w:p w:rsidR="007B6A46" w:rsidRDefault="007B6A46" w:rsidP="007B6A46">
      <w:r>
        <w:t>461.3291</w:t>
      </w:r>
      <w:r>
        <w:tab/>
        <w:t>1.013e0</w:t>
      </w:r>
    </w:p>
    <w:p w:rsidR="007B6A46" w:rsidRDefault="007B6A46" w:rsidP="007B6A46">
      <w:r>
        <w:t>461.3471</w:t>
      </w:r>
      <w:r>
        <w:tab/>
        <w:t>1.013e0</w:t>
      </w:r>
    </w:p>
    <w:p w:rsidR="007B6A46" w:rsidRDefault="007B6A46" w:rsidP="007B6A46">
      <w:r>
        <w:t>461.3681</w:t>
      </w:r>
      <w:r>
        <w:tab/>
        <w:t>1.013e0</w:t>
      </w:r>
    </w:p>
    <w:p w:rsidR="007B6A46" w:rsidRDefault="007B6A46" w:rsidP="007B6A46">
      <w:r>
        <w:t>461.3795</w:t>
      </w:r>
      <w:r>
        <w:tab/>
        <w:t>2.025e0</w:t>
      </w:r>
    </w:p>
    <w:p w:rsidR="007B6A46" w:rsidRDefault="007B6A46" w:rsidP="007B6A46">
      <w:r>
        <w:t>461.3809</w:t>
      </w:r>
      <w:r>
        <w:tab/>
        <w:t>1.013e0</w:t>
      </w:r>
    </w:p>
    <w:p w:rsidR="007B6A46" w:rsidRDefault="007B6A46" w:rsidP="007B6A46">
      <w:r>
        <w:lastRenderedPageBreak/>
        <w:t>461.3930</w:t>
      </w:r>
      <w:r>
        <w:tab/>
        <w:t>2.025e0</w:t>
      </w:r>
    </w:p>
    <w:p w:rsidR="007B6A46" w:rsidRDefault="007B6A46" w:rsidP="007B6A46">
      <w:r>
        <w:t>461.4119</w:t>
      </w:r>
      <w:r>
        <w:tab/>
        <w:t>2.025e0</w:t>
      </w:r>
    </w:p>
    <w:p w:rsidR="007B6A46" w:rsidRDefault="007B6A46" w:rsidP="007B6A46">
      <w:r>
        <w:t>461.4439</w:t>
      </w:r>
      <w:r>
        <w:tab/>
        <w:t>1.013e0</w:t>
      </w:r>
    </w:p>
    <w:p w:rsidR="007B6A46" w:rsidRDefault="007B6A46" w:rsidP="007B6A46">
      <w:r>
        <w:t>461.5025</w:t>
      </w:r>
      <w:r>
        <w:tab/>
        <w:t>1.013e0</w:t>
      </w:r>
    </w:p>
    <w:p w:rsidR="007B6A46" w:rsidRDefault="007B6A46" w:rsidP="007B6A46">
      <w:r>
        <w:t>461.5231</w:t>
      </w:r>
      <w:r>
        <w:tab/>
        <w:t>1.013e0</w:t>
      </w:r>
    </w:p>
    <w:p w:rsidR="007B6A46" w:rsidRDefault="007B6A46" w:rsidP="007B6A46">
      <w:r>
        <w:t>461.5502</w:t>
      </w:r>
      <w:r>
        <w:tab/>
        <w:t>2.025e0</w:t>
      </w:r>
    </w:p>
    <w:p w:rsidR="007B6A46" w:rsidRDefault="007B6A46" w:rsidP="007B6A46">
      <w:r>
        <w:t>461.5670</w:t>
      </w:r>
      <w:r>
        <w:tab/>
        <w:t>1.013e0</w:t>
      </w:r>
    </w:p>
    <w:p w:rsidR="007B6A46" w:rsidRDefault="007B6A46" w:rsidP="007B6A46">
      <w:r>
        <w:t>461.5985</w:t>
      </w:r>
      <w:r>
        <w:tab/>
        <w:t>1.013e0</w:t>
      </w:r>
    </w:p>
    <w:p w:rsidR="007B6A46" w:rsidRDefault="007B6A46" w:rsidP="007B6A46">
      <w:r>
        <w:t>461.6818</w:t>
      </w:r>
      <w:r>
        <w:tab/>
        <w:t>1.013e0</w:t>
      </w:r>
    </w:p>
    <w:p w:rsidR="007B6A46" w:rsidRDefault="007B6A46" w:rsidP="007B6A46">
      <w:r>
        <w:t>461.7187</w:t>
      </w:r>
      <w:r>
        <w:tab/>
        <w:t>1.013e0</w:t>
      </w:r>
    </w:p>
    <w:p w:rsidR="007B6A46" w:rsidRDefault="007B6A46" w:rsidP="007B6A46">
      <w:r>
        <w:t>461.8089</w:t>
      </w:r>
      <w:r>
        <w:tab/>
        <w:t>1.013e0</w:t>
      </w:r>
    </w:p>
    <w:p w:rsidR="007B6A46" w:rsidRDefault="007B6A46" w:rsidP="007B6A46">
      <w:r>
        <w:t>461.8135</w:t>
      </w:r>
      <w:r>
        <w:tab/>
        <w:t>2.025e0</w:t>
      </w:r>
    </w:p>
    <w:p w:rsidR="007B6A46" w:rsidRDefault="007B6A46" w:rsidP="007B6A46">
      <w:r>
        <w:t>461.8734</w:t>
      </w:r>
      <w:r>
        <w:tab/>
        <w:t>1.013e0</w:t>
      </w:r>
    </w:p>
    <w:p w:rsidR="007B6A46" w:rsidRDefault="007B6A46" w:rsidP="007B6A46">
      <w:r>
        <w:t>461.8888</w:t>
      </w:r>
      <w:r>
        <w:tab/>
        <w:t>1.013e0</w:t>
      </w:r>
    </w:p>
    <w:p w:rsidR="007B6A46" w:rsidRDefault="007B6A46" w:rsidP="007B6A46">
      <w:r>
        <w:t>461.9211</w:t>
      </w:r>
      <w:r>
        <w:tab/>
        <w:t>1.013e0</w:t>
      </w:r>
    </w:p>
    <w:p w:rsidR="007B6A46" w:rsidRDefault="007B6A46" w:rsidP="007B6A46">
      <w:r>
        <w:t>461.9460</w:t>
      </w:r>
      <w:r>
        <w:tab/>
        <w:t>1.013e0</w:t>
      </w:r>
    </w:p>
    <w:p w:rsidR="007B6A46" w:rsidRDefault="007B6A46" w:rsidP="007B6A46">
      <w:r>
        <w:t>461.9621</w:t>
      </w:r>
      <w:r>
        <w:tab/>
        <w:t>1.013e0</w:t>
      </w:r>
    </w:p>
    <w:p w:rsidR="007B6A46" w:rsidRDefault="007B6A46" w:rsidP="007B6A46">
      <w:r>
        <w:t>462.0105</w:t>
      </w:r>
      <w:r>
        <w:tab/>
        <w:t>1.013e0</w:t>
      </w:r>
    </w:p>
    <w:p w:rsidR="007B6A46" w:rsidRDefault="007B6A46" w:rsidP="007B6A46">
      <w:r>
        <w:t>462.0179</w:t>
      </w:r>
      <w:r>
        <w:tab/>
        <w:t>1.013e0</w:t>
      </w:r>
    </w:p>
    <w:p w:rsidR="007B6A46" w:rsidRDefault="007B6A46" w:rsidP="007B6A46">
      <w:r>
        <w:lastRenderedPageBreak/>
        <w:t>462.0670</w:t>
      </w:r>
      <w:r>
        <w:tab/>
        <w:t>1.013e0</w:t>
      </w:r>
    </w:p>
    <w:p w:rsidR="007B6A46" w:rsidRDefault="007B6A46" w:rsidP="007B6A46">
      <w:r>
        <w:t>462.0721</w:t>
      </w:r>
      <w:r>
        <w:tab/>
        <w:t>1.013e0</w:t>
      </w:r>
    </w:p>
    <w:p w:rsidR="007B6A46" w:rsidRDefault="007B6A46" w:rsidP="007B6A46">
      <w:r>
        <w:t>462.0903</w:t>
      </w:r>
      <w:r>
        <w:tab/>
        <w:t>1.013e0</w:t>
      </w:r>
    </w:p>
    <w:p w:rsidR="007B6A46" w:rsidRDefault="007B6A46" w:rsidP="007B6A46">
      <w:r>
        <w:t>462.1558</w:t>
      </w:r>
      <w:r>
        <w:tab/>
        <w:t>1.013e0</w:t>
      </w:r>
    </w:p>
    <w:p w:rsidR="007B6A46" w:rsidRDefault="007B6A46" w:rsidP="007B6A46">
      <w:r>
        <w:t>462.1911</w:t>
      </w:r>
      <w:r>
        <w:tab/>
        <w:t>1.013e0</w:t>
      </w:r>
    </w:p>
    <w:p w:rsidR="007B6A46" w:rsidRDefault="007B6A46" w:rsidP="007B6A46">
      <w:r>
        <w:t>462.2042</w:t>
      </w:r>
      <w:r>
        <w:tab/>
        <w:t>1.013e0</w:t>
      </w:r>
    </w:p>
    <w:p w:rsidR="007B6A46" w:rsidRDefault="007B6A46" w:rsidP="007B6A46">
      <w:r>
        <w:t>462.2438</w:t>
      </w:r>
      <w:r>
        <w:tab/>
        <w:t>1.013e0</w:t>
      </w:r>
    </w:p>
    <w:p w:rsidR="007B6A46" w:rsidRDefault="007B6A46" w:rsidP="007B6A46">
      <w:r>
        <w:t>462.2669</w:t>
      </w:r>
      <w:r>
        <w:tab/>
        <w:t>1.013e0</w:t>
      </w:r>
    </w:p>
    <w:p w:rsidR="007B6A46" w:rsidRDefault="007B6A46" w:rsidP="007B6A46">
      <w:r>
        <w:t>462.2818</w:t>
      </w:r>
      <w:r>
        <w:tab/>
        <w:t>2.025e0</w:t>
      </w:r>
    </w:p>
    <w:p w:rsidR="007B6A46" w:rsidRDefault="007B6A46" w:rsidP="007B6A46">
      <w:r>
        <w:t>462.2842</w:t>
      </w:r>
      <w:r>
        <w:tab/>
        <w:t>1.013e0</w:t>
      </w:r>
    </w:p>
    <w:p w:rsidR="007B6A46" w:rsidRDefault="007B6A46" w:rsidP="007B6A46">
      <w:r>
        <w:t>462.3065</w:t>
      </w:r>
      <w:r>
        <w:tab/>
        <w:t>1.013e0</w:t>
      </w:r>
    </w:p>
    <w:p w:rsidR="007B6A46" w:rsidRDefault="007B6A46" w:rsidP="007B6A46">
      <w:r>
        <w:t>462.3099</w:t>
      </w:r>
      <w:r>
        <w:tab/>
        <w:t>1.013e0</w:t>
      </w:r>
    </w:p>
    <w:p w:rsidR="007B6A46" w:rsidRDefault="007B6A46" w:rsidP="007B6A46">
      <w:r>
        <w:t>462.3292</w:t>
      </w:r>
      <w:r>
        <w:tab/>
        <w:t>3.681e0</w:t>
      </w:r>
    </w:p>
    <w:p w:rsidR="007B6A46" w:rsidRDefault="007B6A46" w:rsidP="007B6A46">
      <w:r>
        <w:t>462.3455</w:t>
      </w:r>
      <w:r>
        <w:tab/>
        <w:t>1.013e0</w:t>
      </w:r>
    </w:p>
    <w:p w:rsidR="007B6A46" w:rsidRDefault="007B6A46" w:rsidP="007B6A46">
      <w:r>
        <w:t>462.3575</w:t>
      </w:r>
      <w:r>
        <w:tab/>
        <w:t>2.025e0</w:t>
      </w:r>
    </w:p>
    <w:p w:rsidR="007B6A46" w:rsidRDefault="007B6A46" w:rsidP="007B6A46">
      <w:r>
        <w:t>462.4133</w:t>
      </w:r>
      <w:r>
        <w:tab/>
        <w:t>1.013e0</w:t>
      </w:r>
    </w:p>
    <w:p w:rsidR="007B6A46" w:rsidRDefault="007B6A46" w:rsidP="007B6A46">
      <w:r>
        <w:t>462.4469</w:t>
      </w:r>
      <w:r>
        <w:tab/>
        <w:t>1.013e0</w:t>
      </w:r>
    </w:p>
    <w:p w:rsidR="007B6A46" w:rsidRDefault="007B6A46" w:rsidP="007B6A46">
      <w:r>
        <w:t>462.4656</w:t>
      </w:r>
      <w:r>
        <w:tab/>
        <w:t>2.025e0</w:t>
      </w:r>
    </w:p>
    <w:p w:rsidR="007B6A46" w:rsidRDefault="007B6A46" w:rsidP="007B6A46">
      <w:r>
        <w:t>462.4706</w:t>
      </w:r>
      <w:r>
        <w:tab/>
        <w:t>1.013e0</w:t>
      </w:r>
    </w:p>
    <w:p w:rsidR="007B6A46" w:rsidRDefault="007B6A46" w:rsidP="007B6A46">
      <w:r>
        <w:lastRenderedPageBreak/>
        <w:t>462.5345</w:t>
      </w:r>
      <w:r>
        <w:tab/>
        <w:t>1.013e0</w:t>
      </w:r>
    </w:p>
    <w:p w:rsidR="007B6A46" w:rsidRDefault="007B6A46" w:rsidP="007B6A46">
      <w:r>
        <w:t>462.5445</w:t>
      </w:r>
      <w:r>
        <w:tab/>
        <w:t>1.013e0</w:t>
      </w:r>
    </w:p>
    <w:p w:rsidR="007B6A46" w:rsidRDefault="007B6A46" w:rsidP="007B6A46">
      <w:r>
        <w:t>462.5623</w:t>
      </w:r>
      <w:r>
        <w:tab/>
        <w:t>2.025e0</w:t>
      </w:r>
    </w:p>
    <w:p w:rsidR="007B6A46" w:rsidRDefault="007B6A46" w:rsidP="007B6A46">
      <w:r>
        <w:t>462.6317</w:t>
      </w:r>
      <w:r>
        <w:tab/>
        <w:t>2.025e0</w:t>
      </w:r>
    </w:p>
    <w:p w:rsidR="007B6A46" w:rsidRDefault="007B6A46" w:rsidP="007B6A46">
      <w:r>
        <w:t>462.6644</w:t>
      </w:r>
      <w:r>
        <w:tab/>
        <w:t>1.013e0</w:t>
      </w:r>
    </w:p>
    <w:p w:rsidR="007B6A46" w:rsidRDefault="007B6A46" w:rsidP="007B6A46">
      <w:r>
        <w:t>462.6990</w:t>
      </w:r>
      <w:r>
        <w:tab/>
        <w:t>1.013e0</w:t>
      </w:r>
    </w:p>
    <w:p w:rsidR="007B6A46" w:rsidRDefault="007B6A46" w:rsidP="007B6A46">
      <w:r>
        <w:t>462.7283</w:t>
      </w:r>
      <w:r>
        <w:tab/>
        <w:t>1.013e0</w:t>
      </w:r>
    </w:p>
    <w:p w:rsidR="007B6A46" w:rsidRDefault="007B6A46" w:rsidP="007B6A46">
      <w:r>
        <w:t>462.7318</w:t>
      </w:r>
      <w:r>
        <w:tab/>
        <w:t>2.025e0</w:t>
      </w:r>
    </w:p>
    <w:p w:rsidR="007B6A46" w:rsidRDefault="007B6A46" w:rsidP="007B6A46">
      <w:r>
        <w:t>462.8422</w:t>
      </w:r>
      <w:r>
        <w:tab/>
        <w:t>1.013e0</w:t>
      </w:r>
    </w:p>
    <w:p w:rsidR="007B6A46" w:rsidRDefault="007B6A46" w:rsidP="007B6A46">
      <w:r>
        <w:t>462.9068</w:t>
      </w:r>
      <w:r>
        <w:tab/>
        <w:t>1.013e0</w:t>
      </w:r>
    </w:p>
    <w:p w:rsidR="007B6A46" w:rsidRDefault="007B6A46" w:rsidP="007B6A46">
      <w:r>
        <w:t>462.9472</w:t>
      </w:r>
      <w:r>
        <w:tab/>
        <w:t>1.013e0</w:t>
      </w:r>
    </w:p>
    <w:p w:rsidR="007B6A46" w:rsidRDefault="007B6A46" w:rsidP="007B6A46">
      <w:r>
        <w:t>462.9548</w:t>
      </w:r>
      <w:r>
        <w:tab/>
        <w:t>1.013e0</w:t>
      </w:r>
    </w:p>
    <w:p w:rsidR="007B6A46" w:rsidRDefault="007B6A46" w:rsidP="007B6A46">
      <w:r>
        <w:t>463.0135</w:t>
      </w:r>
      <w:r>
        <w:tab/>
        <w:t>1.013e0</w:t>
      </w:r>
    </w:p>
    <w:p w:rsidR="007B6A46" w:rsidRDefault="007B6A46" w:rsidP="007B6A46">
      <w:r>
        <w:t>463.0362</w:t>
      </w:r>
      <w:r>
        <w:tab/>
        <w:t>1.013e0</w:t>
      </w:r>
    </w:p>
    <w:p w:rsidR="007B6A46" w:rsidRDefault="007B6A46" w:rsidP="007B6A46">
      <w:r>
        <w:t>463.1054</w:t>
      </w:r>
      <w:r>
        <w:tab/>
        <w:t>2.025e0</w:t>
      </w:r>
    </w:p>
    <w:p w:rsidR="007B6A46" w:rsidRDefault="007B6A46" w:rsidP="007B6A46">
      <w:r>
        <w:t>463.1244</w:t>
      </w:r>
      <w:r>
        <w:tab/>
        <w:t>1.013e0</w:t>
      </w:r>
    </w:p>
    <w:p w:rsidR="007B6A46" w:rsidRDefault="007B6A46" w:rsidP="007B6A46">
      <w:r>
        <w:t>463.1817</w:t>
      </w:r>
      <w:r>
        <w:tab/>
        <w:t>1.013e0</w:t>
      </w:r>
    </w:p>
    <w:p w:rsidR="007B6A46" w:rsidRDefault="007B6A46" w:rsidP="007B6A46">
      <w:r>
        <w:t>463.2221</w:t>
      </w:r>
      <w:r>
        <w:tab/>
        <w:t>1.013e0</w:t>
      </w:r>
    </w:p>
    <w:p w:rsidR="007B6A46" w:rsidRDefault="007B6A46" w:rsidP="007B6A46">
      <w:r>
        <w:t>463.2261</w:t>
      </w:r>
      <w:r>
        <w:tab/>
        <w:t>2.025e0</w:t>
      </w:r>
    </w:p>
    <w:p w:rsidR="007B6A46" w:rsidRDefault="007B6A46" w:rsidP="007B6A46">
      <w:r>
        <w:lastRenderedPageBreak/>
        <w:t>463.2625</w:t>
      </w:r>
      <w:r>
        <w:tab/>
        <w:t>1.013e0</w:t>
      </w:r>
    </w:p>
    <w:p w:rsidR="007B6A46" w:rsidRDefault="007B6A46" w:rsidP="007B6A46">
      <w:r>
        <w:t>463.2677</w:t>
      </w:r>
      <w:r>
        <w:tab/>
        <w:t>5.063e0</w:t>
      </w:r>
    </w:p>
    <w:p w:rsidR="007B6A46" w:rsidRDefault="007B6A46" w:rsidP="007B6A46">
      <w:r>
        <w:t>463.2713</w:t>
      </w:r>
      <w:r>
        <w:tab/>
        <w:t>2.025e0</w:t>
      </w:r>
    </w:p>
    <w:p w:rsidR="007B6A46" w:rsidRDefault="007B6A46" w:rsidP="007B6A46">
      <w:r>
        <w:t>463.2869</w:t>
      </w:r>
      <w:r>
        <w:tab/>
        <w:t>3.038e0</w:t>
      </w:r>
    </w:p>
    <w:p w:rsidR="007B6A46" w:rsidRDefault="007B6A46" w:rsidP="007B6A46">
      <w:r>
        <w:t>463.2995</w:t>
      </w:r>
      <w:r>
        <w:tab/>
        <w:t>2.025e0</w:t>
      </w:r>
    </w:p>
    <w:p w:rsidR="007B6A46" w:rsidRDefault="007B6A46" w:rsidP="007B6A46">
      <w:r>
        <w:t>463.3719</w:t>
      </w:r>
      <w:r>
        <w:tab/>
        <w:t>2.025e0</w:t>
      </w:r>
    </w:p>
    <w:p w:rsidR="007B6A46" w:rsidRDefault="007B6A46" w:rsidP="007B6A46">
      <w:r>
        <w:t>463.3751</w:t>
      </w:r>
      <w:r>
        <w:tab/>
        <w:t>1.013e0</w:t>
      </w:r>
    </w:p>
    <w:p w:rsidR="007B6A46" w:rsidRDefault="007B6A46" w:rsidP="007B6A46">
      <w:r>
        <w:t>463.4486</w:t>
      </w:r>
      <w:r>
        <w:tab/>
        <w:t>1.013e0</w:t>
      </w:r>
    </w:p>
    <w:p w:rsidR="007B6A46" w:rsidRDefault="007B6A46" w:rsidP="007B6A46">
      <w:r>
        <w:t>463.4560</w:t>
      </w:r>
      <w:r>
        <w:tab/>
        <w:t>1.013e0</w:t>
      </w:r>
    </w:p>
    <w:p w:rsidR="007B6A46" w:rsidRDefault="007B6A46" w:rsidP="007B6A46">
      <w:r>
        <w:t>463.4729</w:t>
      </w:r>
      <w:r>
        <w:tab/>
        <w:t>1.013e0</w:t>
      </w:r>
    </w:p>
    <w:p w:rsidR="007B6A46" w:rsidRDefault="007B6A46" w:rsidP="007B6A46">
      <w:r>
        <w:t>463.4819</w:t>
      </w:r>
      <w:r>
        <w:tab/>
        <w:t>1.013e0</w:t>
      </w:r>
    </w:p>
    <w:p w:rsidR="007B6A46" w:rsidRDefault="007B6A46" w:rsidP="007B6A46">
      <w:r>
        <w:t>463.5982</w:t>
      </w:r>
      <w:r>
        <w:tab/>
        <w:t>1.013e0</w:t>
      </w:r>
    </w:p>
    <w:p w:rsidR="007B6A46" w:rsidRDefault="007B6A46" w:rsidP="007B6A46">
      <w:r>
        <w:t>463.6024</w:t>
      </w:r>
      <w:r>
        <w:tab/>
        <w:t>1.013e0</w:t>
      </w:r>
    </w:p>
    <w:p w:rsidR="007B6A46" w:rsidRDefault="007B6A46" w:rsidP="007B6A46">
      <w:r>
        <w:t>463.6097</w:t>
      </w:r>
      <w:r>
        <w:tab/>
        <w:t>1.013e0</w:t>
      </w:r>
    </w:p>
    <w:p w:rsidR="007B6A46" w:rsidRDefault="007B6A46" w:rsidP="007B6A46">
      <w:r>
        <w:t>463.6509</w:t>
      </w:r>
      <w:r>
        <w:tab/>
        <w:t>1.013e0</w:t>
      </w:r>
    </w:p>
    <w:p w:rsidR="007B6A46" w:rsidRDefault="007B6A46" w:rsidP="007B6A46">
      <w:r>
        <w:t>463.7205</w:t>
      </w:r>
      <w:r>
        <w:tab/>
        <w:t>2.025e0</w:t>
      </w:r>
    </w:p>
    <w:p w:rsidR="007B6A46" w:rsidRDefault="007B6A46" w:rsidP="007B6A46">
      <w:r>
        <w:t>463.8283</w:t>
      </w:r>
      <w:r>
        <w:tab/>
        <w:t>1.013e0</w:t>
      </w:r>
    </w:p>
    <w:p w:rsidR="007B6A46" w:rsidRDefault="007B6A46" w:rsidP="007B6A46">
      <w:r>
        <w:t>463.8452</w:t>
      </w:r>
      <w:r>
        <w:tab/>
        <w:t>1.013e0</w:t>
      </w:r>
    </w:p>
    <w:p w:rsidR="007B6A46" w:rsidRDefault="007B6A46" w:rsidP="007B6A46">
      <w:r>
        <w:t>463.8857</w:t>
      </w:r>
      <w:r>
        <w:tab/>
        <w:t>1.013e0</w:t>
      </w:r>
    </w:p>
    <w:p w:rsidR="007B6A46" w:rsidRDefault="007B6A46" w:rsidP="007B6A46">
      <w:r>
        <w:lastRenderedPageBreak/>
        <w:t>463.9087</w:t>
      </w:r>
      <w:r>
        <w:tab/>
        <w:t>1.013e0</w:t>
      </w:r>
    </w:p>
    <w:p w:rsidR="007B6A46" w:rsidRDefault="007B6A46" w:rsidP="007B6A46">
      <w:r>
        <w:t>463.9113</w:t>
      </w:r>
      <w:r>
        <w:tab/>
        <w:t>2.025e0</w:t>
      </w:r>
    </w:p>
    <w:p w:rsidR="007B6A46" w:rsidRDefault="007B6A46" w:rsidP="007B6A46">
      <w:r>
        <w:t>463.9294</w:t>
      </w:r>
      <w:r>
        <w:tab/>
        <w:t>1.013e0</w:t>
      </w:r>
    </w:p>
    <w:p w:rsidR="007B6A46" w:rsidRDefault="007B6A46" w:rsidP="007B6A46">
      <w:r>
        <w:t>463.9821</w:t>
      </w:r>
      <w:r>
        <w:tab/>
        <w:t>1.013e0</w:t>
      </w:r>
    </w:p>
    <w:p w:rsidR="007B6A46" w:rsidRDefault="007B6A46" w:rsidP="007B6A46">
      <w:r>
        <w:t>464.0793</w:t>
      </w:r>
      <w:r>
        <w:tab/>
        <w:t>1.013e0</w:t>
      </w:r>
    </w:p>
    <w:p w:rsidR="007B6A46" w:rsidRDefault="007B6A46" w:rsidP="007B6A46">
      <w:r>
        <w:t>464.1641</w:t>
      </w:r>
      <w:r>
        <w:tab/>
        <w:t>1.013e0</w:t>
      </w:r>
    </w:p>
    <w:p w:rsidR="007B6A46" w:rsidRDefault="007B6A46" w:rsidP="007B6A46">
      <w:r>
        <w:t>464.2225</w:t>
      </w:r>
      <w:r>
        <w:tab/>
        <w:t>1.013e0</w:t>
      </w:r>
    </w:p>
    <w:p w:rsidR="007B6A46" w:rsidRDefault="007B6A46" w:rsidP="007B6A46">
      <w:r>
        <w:t>464.2531</w:t>
      </w:r>
      <w:r>
        <w:tab/>
        <w:t>4.051e0</w:t>
      </w:r>
    </w:p>
    <w:p w:rsidR="007B6A46" w:rsidRDefault="007B6A46" w:rsidP="007B6A46">
      <w:r>
        <w:t>464.2615</w:t>
      </w:r>
      <w:r>
        <w:tab/>
        <w:t>1.013e0</w:t>
      </w:r>
    </w:p>
    <w:p w:rsidR="007B6A46" w:rsidRDefault="007B6A46" w:rsidP="007B6A46">
      <w:r>
        <w:t>464.2907</w:t>
      </w:r>
      <w:r>
        <w:tab/>
        <w:t>1.013e0</w:t>
      </w:r>
    </w:p>
    <w:p w:rsidR="007B6A46" w:rsidRDefault="007B6A46" w:rsidP="007B6A46">
      <w:r>
        <w:t>464.3192</w:t>
      </w:r>
      <w:r>
        <w:tab/>
        <w:t>1.013e0</w:t>
      </w:r>
    </w:p>
    <w:p w:rsidR="007B6A46" w:rsidRDefault="007B6A46" w:rsidP="007B6A46">
      <w:r>
        <w:t>464.3416</w:t>
      </w:r>
      <w:r>
        <w:tab/>
        <w:t>1.013e0</w:t>
      </w:r>
    </w:p>
    <w:p w:rsidR="007B6A46" w:rsidRDefault="007B6A46" w:rsidP="007B6A46">
      <w:r>
        <w:t>464.3733</w:t>
      </w:r>
      <w:r>
        <w:tab/>
        <w:t>2.025e0</w:t>
      </w:r>
    </w:p>
    <w:p w:rsidR="007B6A46" w:rsidRDefault="007B6A46" w:rsidP="007B6A46">
      <w:r>
        <w:t>464.3812</w:t>
      </w:r>
      <w:r>
        <w:tab/>
        <w:t>1.013e0</w:t>
      </w:r>
    </w:p>
    <w:p w:rsidR="007B6A46" w:rsidRDefault="007B6A46" w:rsidP="007B6A46">
      <w:r>
        <w:t>464.4123</w:t>
      </w:r>
      <w:r>
        <w:tab/>
        <w:t>1.013e0</w:t>
      </w:r>
    </w:p>
    <w:p w:rsidR="007B6A46" w:rsidRDefault="007B6A46" w:rsidP="007B6A46">
      <w:r>
        <w:t>464.4167</w:t>
      </w:r>
      <w:r>
        <w:tab/>
        <w:t>1.013e0</w:t>
      </w:r>
    </w:p>
    <w:p w:rsidR="007B6A46" w:rsidRDefault="007B6A46" w:rsidP="007B6A46">
      <w:r>
        <w:t>464.4278</w:t>
      </w:r>
      <w:r>
        <w:tab/>
        <w:t>1.013e0</w:t>
      </w:r>
    </w:p>
    <w:p w:rsidR="007B6A46" w:rsidRDefault="007B6A46" w:rsidP="007B6A46">
      <w:r>
        <w:t>464.4529</w:t>
      </w:r>
      <w:r>
        <w:tab/>
        <w:t>1.013e0</w:t>
      </w:r>
    </w:p>
    <w:p w:rsidR="007B6A46" w:rsidRDefault="007B6A46" w:rsidP="007B6A46">
      <w:r>
        <w:t>464.5258</w:t>
      </w:r>
      <w:r>
        <w:tab/>
        <w:t>1.013e0</w:t>
      </w:r>
    </w:p>
    <w:p w:rsidR="007B6A46" w:rsidRDefault="007B6A46" w:rsidP="007B6A46">
      <w:r>
        <w:lastRenderedPageBreak/>
        <w:t>464.5936</w:t>
      </w:r>
      <w:r>
        <w:tab/>
        <w:t>1.013e0</w:t>
      </w:r>
    </w:p>
    <w:p w:rsidR="007B6A46" w:rsidRDefault="007B6A46" w:rsidP="007B6A46">
      <w:r>
        <w:t>464.6880</w:t>
      </w:r>
      <w:r>
        <w:tab/>
        <w:t>1.013e0</w:t>
      </w:r>
    </w:p>
    <w:p w:rsidR="007B6A46" w:rsidRDefault="007B6A46" w:rsidP="007B6A46">
      <w:r>
        <w:t>464.6961</w:t>
      </w:r>
      <w:r>
        <w:tab/>
        <w:t>1.013e0</w:t>
      </w:r>
    </w:p>
    <w:p w:rsidR="007B6A46" w:rsidRDefault="007B6A46" w:rsidP="007B6A46">
      <w:r>
        <w:t>464.7711</w:t>
      </w:r>
      <w:r>
        <w:tab/>
        <w:t>1.013e0</w:t>
      </w:r>
    </w:p>
    <w:p w:rsidR="007B6A46" w:rsidRDefault="007B6A46" w:rsidP="007B6A46">
      <w:r>
        <w:t>464.7846</w:t>
      </w:r>
      <w:r>
        <w:tab/>
        <w:t>1.013e0</w:t>
      </w:r>
    </w:p>
    <w:p w:rsidR="007B6A46" w:rsidRDefault="007B6A46" w:rsidP="007B6A46">
      <w:r>
        <w:t>464.8421</w:t>
      </w:r>
      <w:r>
        <w:tab/>
        <w:t>1.013e0</w:t>
      </w:r>
    </w:p>
    <w:p w:rsidR="007B6A46" w:rsidRDefault="007B6A46" w:rsidP="007B6A46">
      <w:r>
        <w:t>464.8466</w:t>
      </w:r>
      <w:r>
        <w:tab/>
        <w:t>2.025e0</w:t>
      </w:r>
    </w:p>
    <w:p w:rsidR="007B6A46" w:rsidRDefault="007B6A46" w:rsidP="007B6A46">
      <w:r>
        <w:t>464.8738</w:t>
      </w:r>
      <w:r>
        <w:tab/>
        <w:t>1.013e0</w:t>
      </w:r>
    </w:p>
    <w:p w:rsidR="007B6A46" w:rsidRDefault="007B6A46" w:rsidP="007B6A46">
      <w:r>
        <w:t>464.9081</w:t>
      </w:r>
      <w:r>
        <w:tab/>
        <w:t>1.013e0</w:t>
      </w:r>
    </w:p>
    <w:p w:rsidR="007B6A46" w:rsidRDefault="007B6A46" w:rsidP="007B6A46">
      <w:r>
        <w:t>464.9257</w:t>
      </w:r>
      <w:r>
        <w:tab/>
        <w:t>1.013e0</w:t>
      </w:r>
    </w:p>
    <w:p w:rsidR="007B6A46" w:rsidRDefault="007B6A46" w:rsidP="007B6A46">
      <w:r>
        <w:t>464.9314</w:t>
      </w:r>
      <w:r>
        <w:tab/>
        <w:t>1.013e0</w:t>
      </w:r>
    </w:p>
    <w:p w:rsidR="007B6A46" w:rsidRDefault="007B6A46" w:rsidP="007B6A46">
      <w:r>
        <w:t>464.9552</w:t>
      </w:r>
      <w:r>
        <w:tab/>
        <w:t>2.025e0</w:t>
      </w:r>
    </w:p>
    <w:p w:rsidR="007B6A46" w:rsidRDefault="007B6A46" w:rsidP="007B6A46">
      <w:r>
        <w:t>464.9793</w:t>
      </w:r>
      <w:r>
        <w:tab/>
        <w:t>1.013e0</w:t>
      </w:r>
    </w:p>
    <w:p w:rsidR="007B6A46" w:rsidRDefault="007B6A46" w:rsidP="007B6A46">
      <w:r>
        <w:t>465.0010</w:t>
      </w:r>
      <w:r>
        <w:tab/>
        <w:t>2.025e0</w:t>
      </w:r>
    </w:p>
    <w:p w:rsidR="007B6A46" w:rsidRDefault="007B6A46" w:rsidP="007B6A46">
      <w:r>
        <w:t>465.0125</w:t>
      </w:r>
      <w:r>
        <w:tab/>
        <w:t>1.013e0</w:t>
      </w:r>
    </w:p>
    <w:p w:rsidR="007B6A46" w:rsidRDefault="007B6A46" w:rsidP="007B6A46">
      <w:r>
        <w:t>465.0206</w:t>
      </w:r>
      <w:r>
        <w:tab/>
        <w:t>1.013e0</w:t>
      </w:r>
    </w:p>
    <w:p w:rsidR="007B6A46" w:rsidRDefault="007B6A46" w:rsidP="007B6A46">
      <w:r>
        <w:t>465.0771</w:t>
      </w:r>
      <w:r>
        <w:tab/>
        <w:t>2.025e0</w:t>
      </w:r>
    </w:p>
    <w:p w:rsidR="007B6A46" w:rsidRDefault="007B6A46" w:rsidP="007B6A46">
      <w:r>
        <w:t>465.1206</w:t>
      </w:r>
      <w:r>
        <w:tab/>
        <w:t>1.013e0</w:t>
      </w:r>
    </w:p>
    <w:p w:rsidR="007B6A46" w:rsidRDefault="007B6A46" w:rsidP="007B6A46">
      <w:r>
        <w:t>465.1576</w:t>
      </w:r>
      <w:r>
        <w:tab/>
        <w:t>1.013e0</w:t>
      </w:r>
    </w:p>
    <w:p w:rsidR="007B6A46" w:rsidRDefault="007B6A46" w:rsidP="007B6A46">
      <w:r>
        <w:lastRenderedPageBreak/>
        <w:t>465.1972</w:t>
      </w:r>
      <w:r>
        <w:tab/>
        <w:t>2.025e0</w:t>
      </w:r>
    </w:p>
    <w:p w:rsidR="007B6A46" w:rsidRDefault="007B6A46" w:rsidP="007B6A46">
      <w:r>
        <w:t>465.2155</w:t>
      </w:r>
      <w:r>
        <w:tab/>
        <w:t>1.013e0</w:t>
      </w:r>
    </w:p>
    <w:p w:rsidR="007B6A46" w:rsidRDefault="007B6A46" w:rsidP="007B6A46">
      <w:r>
        <w:t>465.2270</w:t>
      </w:r>
      <w:r>
        <w:tab/>
        <w:t>2.025e0</w:t>
      </w:r>
    </w:p>
    <w:p w:rsidR="007B6A46" w:rsidRDefault="007B6A46" w:rsidP="007B6A46">
      <w:r>
        <w:t>465.2647</w:t>
      </w:r>
      <w:r>
        <w:tab/>
        <w:t>5.063e0</w:t>
      </w:r>
    </w:p>
    <w:p w:rsidR="007B6A46" w:rsidRDefault="007B6A46" w:rsidP="007B6A46">
      <w:r>
        <w:t>465.2663</w:t>
      </w:r>
      <w:r>
        <w:tab/>
        <w:t>7.089e0</w:t>
      </w:r>
    </w:p>
    <w:p w:rsidR="007B6A46" w:rsidRDefault="007B6A46" w:rsidP="007B6A46">
      <w:r>
        <w:t>465.2800</w:t>
      </w:r>
      <w:r>
        <w:tab/>
        <w:t>2.025e0</w:t>
      </w:r>
    </w:p>
    <w:p w:rsidR="007B6A46" w:rsidRDefault="007B6A46" w:rsidP="007B6A46">
      <w:r>
        <w:t>465.2926</w:t>
      </w:r>
      <w:r>
        <w:tab/>
        <w:t>7.068e0</w:t>
      </w:r>
    </w:p>
    <w:p w:rsidR="007B6A46" w:rsidRDefault="007B6A46" w:rsidP="007B6A46">
      <w:r>
        <w:t>465.3129</w:t>
      </w:r>
      <w:r>
        <w:tab/>
        <w:t>1.013e0</w:t>
      </w:r>
    </w:p>
    <w:p w:rsidR="007B6A46" w:rsidRDefault="007B6A46" w:rsidP="007B6A46">
      <w:r>
        <w:t>465.3336</w:t>
      </w:r>
      <w:r>
        <w:tab/>
        <w:t>1.013e0</w:t>
      </w:r>
    </w:p>
    <w:p w:rsidR="007B6A46" w:rsidRDefault="007B6A46" w:rsidP="007B6A46">
      <w:r>
        <w:t>465.3860</w:t>
      </w:r>
      <w:r>
        <w:tab/>
        <w:t>1.013e0</w:t>
      </w:r>
    </w:p>
    <w:p w:rsidR="007B6A46" w:rsidRDefault="007B6A46" w:rsidP="007B6A46">
      <w:r>
        <w:t>465.3914</w:t>
      </w:r>
      <w:r>
        <w:tab/>
        <w:t>1.013e0</w:t>
      </w:r>
    </w:p>
    <w:p w:rsidR="007B6A46" w:rsidRDefault="007B6A46" w:rsidP="007B6A46">
      <w:r>
        <w:t>465.4923</w:t>
      </w:r>
      <w:r>
        <w:tab/>
        <w:t>2.025e0</w:t>
      </w:r>
    </w:p>
    <w:p w:rsidR="007B6A46" w:rsidRDefault="007B6A46" w:rsidP="007B6A46">
      <w:r>
        <w:t>465.5159</w:t>
      </w:r>
      <w:r>
        <w:tab/>
        <w:t>1.013e0</w:t>
      </w:r>
    </w:p>
    <w:p w:rsidR="007B6A46" w:rsidRDefault="007B6A46" w:rsidP="007B6A46">
      <w:r>
        <w:t>465.6083</w:t>
      </w:r>
      <w:r>
        <w:tab/>
        <w:t>2.025e0</w:t>
      </w:r>
    </w:p>
    <w:p w:rsidR="007B6A46" w:rsidRDefault="007B6A46" w:rsidP="007B6A46">
      <w:r>
        <w:t>465.6127</w:t>
      </w:r>
      <w:r>
        <w:tab/>
        <w:t>1.013e0</w:t>
      </w:r>
    </w:p>
    <w:p w:rsidR="007B6A46" w:rsidRDefault="007B6A46" w:rsidP="007B6A46">
      <w:r>
        <w:t>465.7028</w:t>
      </w:r>
      <w:r>
        <w:tab/>
        <w:t>1.013e0</w:t>
      </w:r>
    </w:p>
    <w:p w:rsidR="007B6A46" w:rsidRDefault="007B6A46" w:rsidP="007B6A46">
      <w:r>
        <w:t>465.7509</w:t>
      </w:r>
      <w:r>
        <w:tab/>
        <w:t>1.013e0</w:t>
      </w:r>
    </w:p>
    <w:p w:rsidR="007B6A46" w:rsidRDefault="007B6A46" w:rsidP="007B6A46">
      <w:r>
        <w:t>465.7821</w:t>
      </w:r>
      <w:r>
        <w:tab/>
        <w:t>1.013e0</w:t>
      </w:r>
    </w:p>
    <w:p w:rsidR="007B6A46" w:rsidRDefault="007B6A46" w:rsidP="007B6A46">
      <w:r>
        <w:t>465.8647</w:t>
      </w:r>
      <w:r>
        <w:tab/>
        <w:t>1.013e0</w:t>
      </w:r>
    </w:p>
    <w:p w:rsidR="007B6A46" w:rsidRDefault="007B6A46" w:rsidP="007B6A46">
      <w:r>
        <w:lastRenderedPageBreak/>
        <w:t>465.9102</w:t>
      </w:r>
      <w:r>
        <w:tab/>
        <w:t>2.025e0</w:t>
      </w:r>
    </w:p>
    <w:p w:rsidR="007B6A46" w:rsidRDefault="007B6A46" w:rsidP="007B6A46">
      <w:r>
        <w:t>465.9185</w:t>
      </w:r>
      <w:r>
        <w:tab/>
        <w:t>1.013e0</w:t>
      </w:r>
    </w:p>
    <w:p w:rsidR="007B6A46" w:rsidRDefault="007B6A46" w:rsidP="007B6A46">
      <w:r>
        <w:t>465.9409</w:t>
      </w:r>
      <w:r>
        <w:tab/>
        <w:t>1.013e0</w:t>
      </w:r>
    </w:p>
    <w:p w:rsidR="007B6A46" w:rsidRDefault="007B6A46" w:rsidP="007B6A46">
      <w:r>
        <w:t>465.9804</w:t>
      </w:r>
      <w:r>
        <w:tab/>
        <w:t>1.013e0</w:t>
      </w:r>
    </w:p>
    <w:p w:rsidR="007B6A46" w:rsidRDefault="007B6A46" w:rsidP="007B6A46">
      <w:r>
        <w:t>466.0117</w:t>
      </w:r>
      <w:r>
        <w:tab/>
        <w:t>1.013e0</w:t>
      </w:r>
    </w:p>
    <w:p w:rsidR="007B6A46" w:rsidRDefault="007B6A46" w:rsidP="007B6A46">
      <w:r>
        <w:t>466.0350</w:t>
      </w:r>
      <w:r>
        <w:tab/>
        <w:t>1.013e0</w:t>
      </w:r>
    </w:p>
    <w:p w:rsidR="007B6A46" w:rsidRDefault="007B6A46" w:rsidP="007B6A46">
      <w:r>
        <w:t>466.2274</w:t>
      </w:r>
      <w:r>
        <w:tab/>
        <w:t>2.025e0</w:t>
      </w:r>
    </w:p>
    <w:p w:rsidR="007B6A46" w:rsidRDefault="007B6A46" w:rsidP="007B6A46">
      <w:r>
        <w:t>466.2292</w:t>
      </w:r>
      <w:r>
        <w:tab/>
        <w:t>1.013e0</w:t>
      </w:r>
    </w:p>
    <w:p w:rsidR="007B6A46" w:rsidRDefault="007B6A46" w:rsidP="007B6A46">
      <w:r>
        <w:t>466.2343</w:t>
      </w:r>
      <w:r>
        <w:tab/>
        <w:t>3.038e0</w:t>
      </w:r>
    </w:p>
    <w:p w:rsidR="007B6A46" w:rsidRDefault="007B6A46" w:rsidP="007B6A46">
      <w:r>
        <w:t>466.2387</w:t>
      </w:r>
      <w:r>
        <w:tab/>
        <w:t>2.025e0</w:t>
      </w:r>
    </w:p>
    <w:p w:rsidR="007B6A46" w:rsidRDefault="007B6A46" w:rsidP="007B6A46">
      <w:r>
        <w:t>466.2569</w:t>
      </w:r>
      <w:r>
        <w:tab/>
        <w:t>4.051e0</w:t>
      </w:r>
    </w:p>
    <w:p w:rsidR="007B6A46" w:rsidRDefault="007B6A46" w:rsidP="007B6A46">
      <w:r>
        <w:t>466.3009</w:t>
      </w:r>
      <w:r>
        <w:tab/>
        <w:t>8.751e0</w:t>
      </w:r>
    </w:p>
    <w:p w:rsidR="007B6A46" w:rsidRDefault="007B6A46" w:rsidP="007B6A46">
      <w:r>
        <w:t>466.3087</w:t>
      </w:r>
      <w:r>
        <w:tab/>
        <w:t>4.051e0</w:t>
      </w:r>
    </w:p>
    <w:p w:rsidR="007B6A46" w:rsidRDefault="007B6A46" w:rsidP="007B6A46">
      <w:r>
        <w:t>466.3553</w:t>
      </w:r>
      <w:r>
        <w:tab/>
        <w:t>2.025e0</w:t>
      </w:r>
    </w:p>
    <w:p w:rsidR="007B6A46" w:rsidRDefault="007B6A46" w:rsidP="007B6A46">
      <w:r>
        <w:t>466.4015</w:t>
      </w:r>
      <w:r>
        <w:tab/>
        <w:t>1.013e0</w:t>
      </w:r>
    </w:p>
    <w:p w:rsidR="007B6A46" w:rsidRDefault="007B6A46" w:rsidP="007B6A46">
      <w:r>
        <w:t>466.4067</w:t>
      </w:r>
      <w:r>
        <w:tab/>
        <w:t>1.013e0</w:t>
      </w:r>
    </w:p>
    <w:p w:rsidR="007B6A46" w:rsidRDefault="007B6A46" w:rsidP="007B6A46">
      <w:r>
        <w:t>466.4464</w:t>
      </w:r>
      <w:r>
        <w:tab/>
        <w:t>1.013e0</w:t>
      </w:r>
    </w:p>
    <w:p w:rsidR="007B6A46" w:rsidRDefault="007B6A46" w:rsidP="007B6A46">
      <w:r>
        <w:t>466.4999</w:t>
      </w:r>
      <w:r>
        <w:tab/>
        <w:t>1.013e0</w:t>
      </w:r>
    </w:p>
    <w:p w:rsidR="007B6A46" w:rsidRDefault="007B6A46" w:rsidP="007B6A46">
      <w:r>
        <w:t>466.5080</w:t>
      </w:r>
      <w:r>
        <w:tab/>
        <w:t>1.013e0</w:t>
      </w:r>
    </w:p>
    <w:p w:rsidR="007B6A46" w:rsidRDefault="007B6A46" w:rsidP="007B6A46">
      <w:r>
        <w:lastRenderedPageBreak/>
        <w:t>466.5111</w:t>
      </w:r>
      <w:r>
        <w:tab/>
        <w:t>2.025e0</w:t>
      </w:r>
    </w:p>
    <w:p w:rsidR="007B6A46" w:rsidRDefault="007B6A46" w:rsidP="007B6A46">
      <w:r>
        <w:t>466.5154</w:t>
      </w:r>
      <w:r>
        <w:tab/>
        <w:t>1.013e0</w:t>
      </w:r>
    </w:p>
    <w:p w:rsidR="007B6A46" w:rsidRDefault="007B6A46" w:rsidP="007B6A46">
      <w:r>
        <w:t>466.5731</w:t>
      </w:r>
      <w:r>
        <w:tab/>
        <w:t>1.013e0</w:t>
      </w:r>
    </w:p>
    <w:p w:rsidR="007B6A46" w:rsidRDefault="007B6A46" w:rsidP="007B6A46">
      <w:r>
        <w:t>466.6586</w:t>
      </w:r>
      <w:r>
        <w:tab/>
        <w:t>2.025e0</w:t>
      </w:r>
    </w:p>
    <w:p w:rsidR="007B6A46" w:rsidRDefault="007B6A46" w:rsidP="007B6A46">
      <w:r>
        <w:t>466.6823</w:t>
      </w:r>
      <w:r>
        <w:tab/>
        <w:t>2.025e0</w:t>
      </w:r>
    </w:p>
    <w:p w:rsidR="007B6A46" w:rsidRDefault="007B6A46" w:rsidP="007B6A46">
      <w:r>
        <w:t>466.7592</w:t>
      </w:r>
      <w:r>
        <w:tab/>
        <w:t>3.038e0</w:t>
      </w:r>
    </w:p>
    <w:p w:rsidR="007B6A46" w:rsidRDefault="007B6A46" w:rsidP="007B6A46">
      <w:r>
        <w:t>466.7922</w:t>
      </w:r>
      <w:r>
        <w:tab/>
        <w:t>1.013e0</w:t>
      </w:r>
    </w:p>
    <w:p w:rsidR="007B6A46" w:rsidRDefault="007B6A46" w:rsidP="007B6A46">
      <w:r>
        <w:t>466.8325</w:t>
      </w:r>
      <w:r>
        <w:tab/>
        <w:t>1.013e0</w:t>
      </w:r>
    </w:p>
    <w:p w:rsidR="007B6A46" w:rsidRDefault="007B6A46" w:rsidP="007B6A46">
      <w:r>
        <w:t>466.8582</w:t>
      </w:r>
      <w:r>
        <w:tab/>
        <w:t>1.013e0</w:t>
      </w:r>
    </w:p>
    <w:p w:rsidR="007B6A46" w:rsidRDefault="007B6A46" w:rsidP="007B6A46">
      <w:r>
        <w:t>466.9389</w:t>
      </w:r>
      <w:r>
        <w:tab/>
        <w:t>1.013e0</w:t>
      </w:r>
    </w:p>
    <w:p w:rsidR="007B6A46" w:rsidRDefault="007B6A46" w:rsidP="007B6A46">
      <w:r>
        <w:t>466.9559</w:t>
      </w:r>
      <w:r>
        <w:tab/>
        <w:t>1.013e0</w:t>
      </w:r>
    </w:p>
    <w:p w:rsidR="007B6A46" w:rsidRDefault="007B6A46" w:rsidP="007B6A46">
      <w:r>
        <w:t>466.9702</w:t>
      </w:r>
      <w:r>
        <w:tab/>
        <w:t>1.013e0</w:t>
      </w:r>
    </w:p>
    <w:p w:rsidR="007B6A46" w:rsidRDefault="007B6A46" w:rsidP="007B6A46">
      <w:r>
        <w:t>466.9911</w:t>
      </w:r>
      <w:r>
        <w:tab/>
        <w:t>1.013e0</w:t>
      </w:r>
    </w:p>
    <w:p w:rsidR="007B6A46" w:rsidRDefault="007B6A46" w:rsidP="007B6A46">
      <w:r>
        <w:t>467.0344</w:t>
      </w:r>
      <w:r>
        <w:tab/>
        <w:t>2.025e0</w:t>
      </w:r>
    </w:p>
    <w:p w:rsidR="007B6A46" w:rsidRDefault="007B6A46" w:rsidP="007B6A46">
      <w:r>
        <w:t>467.0496</w:t>
      </w:r>
      <w:r>
        <w:tab/>
        <w:t>1.013e0</w:t>
      </w:r>
    </w:p>
    <w:p w:rsidR="007B6A46" w:rsidRDefault="007B6A46" w:rsidP="007B6A46">
      <w:r>
        <w:t>467.0880</w:t>
      </w:r>
      <w:r>
        <w:tab/>
        <w:t>2.025e0</w:t>
      </w:r>
    </w:p>
    <w:p w:rsidR="007B6A46" w:rsidRDefault="007B6A46" w:rsidP="007B6A46">
      <w:r>
        <w:t>467.1248</w:t>
      </w:r>
      <w:r>
        <w:tab/>
        <w:t>1.013e0</w:t>
      </w:r>
    </w:p>
    <w:p w:rsidR="007B6A46" w:rsidRDefault="007B6A46" w:rsidP="007B6A46">
      <w:r>
        <w:t>467.1861</w:t>
      </w:r>
      <w:r>
        <w:tab/>
        <w:t>1.013e0</w:t>
      </w:r>
    </w:p>
    <w:p w:rsidR="007B6A46" w:rsidRDefault="007B6A46" w:rsidP="007B6A46">
      <w:r>
        <w:t>467.1915</w:t>
      </w:r>
      <w:r>
        <w:tab/>
        <w:t>1.013e0</w:t>
      </w:r>
    </w:p>
    <w:p w:rsidR="007B6A46" w:rsidRDefault="007B6A46" w:rsidP="007B6A46">
      <w:r>
        <w:lastRenderedPageBreak/>
        <w:t>467.2167</w:t>
      </w:r>
      <w:r>
        <w:tab/>
        <w:t>1.013e0</w:t>
      </w:r>
    </w:p>
    <w:p w:rsidR="007B6A46" w:rsidRDefault="007B6A46" w:rsidP="007B6A46">
      <w:r>
        <w:t>467.2619</w:t>
      </w:r>
      <w:r>
        <w:tab/>
        <w:t>1.013e0</w:t>
      </w:r>
    </w:p>
    <w:p w:rsidR="007B6A46" w:rsidRDefault="007B6A46" w:rsidP="007B6A46">
      <w:r>
        <w:t>467.2677</w:t>
      </w:r>
      <w:r>
        <w:tab/>
        <w:t>2.025e0</w:t>
      </w:r>
    </w:p>
    <w:p w:rsidR="007B6A46" w:rsidRDefault="007B6A46" w:rsidP="007B6A46">
      <w:r>
        <w:t>467.2694</w:t>
      </w:r>
      <w:r>
        <w:tab/>
        <w:t>3.038e0</w:t>
      </w:r>
    </w:p>
    <w:p w:rsidR="007B6A46" w:rsidRDefault="007B6A46" w:rsidP="007B6A46">
      <w:r>
        <w:t>467.2853</w:t>
      </w:r>
      <w:r>
        <w:tab/>
        <w:t>2.025e0</w:t>
      </w:r>
    </w:p>
    <w:p w:rsidR="007B6A46" w:rsidRDefault="007B6A46" w:rsidP="007B6A46">
      <w:r>
        <w:t>467.3145</w:t>
      </w:r>
      <w:r>
        <w:tab/>
        <w:t>2.025e0</w:t>
      </w:r>
    </w:p>
    <w:p w:rsidR="007B6A46" w:rsidRDefault="007B6A46" w:rsidP="007B6A46">
      <w:r>
        <w:t>467.3390</w:t>
      </w:r>
      <w:r>
        <w:tab/>
        <w:t>1.013e0</w:t>
      </w:r>
    </w:p>
    <w:p w:rsidR="007B6A46" w:rsidRDefault="007B6A46" w:rsidP="007B6A46">
      <w:r>
        <w:t>467.3545</w:t>
      </w:r>
      <w:r>
        <w:tab/>
        <w:t>1.013e0</w:t>
      </w:r>
    </w:p>
    <w:p w:rsidR="007B6A46" w:rsidRDefault="007B6A46" w:rsidP="007B6A46">
      <w:r>
        <w:t>467.3716</w:t>
      </w:r>
      <w:r>
        <w:tab/>
        <w:t>1.013e0</w:t>
      </w:r>
    </w:p>
    <w:p w:rsidR="007B6A46" w:rsidRDefault="007B6A46" w:rsidP="007B6A46">
      <w:r>
        <w:t>467.4116</w:t>
      </w:r>
      <w:r>
        <w:tab/>
        <w:t>1.013e0</w:t>
      </w:r>
    </w:p>
    <w:p w:rsidR="007B6A46" w:rsidRDefault="007B6A46" w:rsidP="007B6A46">
      <w:r>
        <w:t>467.4431</w:t>
      </w:r>
      <w:r>
        <w:tab/>
        <w:t>2.025e0</w:t>
      </w:r>
    </w:p>
    <w:p w:rsidR="007B6A46" w:rsidRDefault="007B6A46" w:rsidP="007B6A46">
      <w:r>
        <w:t>467.4570</w:t>
      </w:r>
      <w:r>
        <w:tab/>
        <w:t>1.013e0</w:t>
      </w:r>
    </w:p>
    <w:p w:rsidR="007B6A46" w:rsidRDefault="007B6A46" w:rsidP="007B6A46">
      <w:r>
        <w:t>467.4971</w:t>
      </w:r>
      <w:r>
        <w:tab/>
        <w:t>2.025e0</w:t>
      </w:r>
    </w:p>
    <w:p w:rsidR="007B6A46" w:rsidRDefault="007B6A46" w:rsidP="007B6A46">
      <w:r>
        <w:t>467.5365</w:t>
      </w:r>
      <w:r>
        <w:tab/>
        <w:t>1.013e0</w:t>
      </w:r>
    </w:p>
    <w:p w:rsidR="007B6A46" w:rsidRDefault="007B6A46" w:rsidP="007B6A46">
      <w:r>
        <w:t>467.5836</w:t>
      </w:r>
      <w:r>
        <w:tab/>
        <w:t>1.013e0</w:t>
      </w:r>
    </w:p>
    <w:p w:rsidR="007B6A46" w:rsidRDefault="007B6A46" w:rsidP="007B6A46">
      <w:r>
        <w:t>467.5945</w:t>
      </w:r>
      <w:r>
        <w:tab/>
        <w:t>2.025e0</w:t>
      </w:r>
    </w:p>
    <w:p w:rsidR="007B6A46" w:rsidRDefault="007B6A46" w:rsidP="007B6A46">
      <w:r>
        <w:t>467.6162</w:t>
      </w:r>
      <w:r>
        <w:tab/>
        <w:t>1.013e0</w:t>
      </w:r>
    </w:p>
    <w:p w:rsidR="007B6A46" w:rsidRDefault="007B6A46" w:rsidP="007B6A46">
      <w:r>
        <w:t>467.6407</w:t>
      </w:r>
      <w:r>
        <w:tab/>
        <w:t>1.013e0</w:t>
      </w:r>
    </w:p>
    <w:p w:rsidR="007B6A46" w:rsidRDefault="007B6A46" w:rsidP="007B6A46">
      <w:r>
        <w:t>467.6735</w:t>
      </w:r>
      <w:r>
        <w:tab/>
        <w:t>1.013e0</w:t>
      </w:r>
    </w:p>
    <w:p w:rsidR="007B6A46" w:rsidRDefault="007B6A46" w:rsidP="007B6A46">
      <w:r>
        <w:lastRenderedPageBreak/>
        <w:t>467.7542</w:t>
      </w:r>
      <w:r>
        <w:tab/>
        <w:t>1.013e0</w:t>
      </w:r>
    </w:p>
    <w:p w:rsidR="007B6A46" w:rsidRDefault="007B6A46" w:rsidP="007B6A46">
      <w:r>
        <w:t>467.7831</w:t>
      </w:r>
      <w:r>
        <w:tab/>
        <w:t>2.025e0</w:t>
      </w:r>
    </w:p>
    <w:p w:rsidR="007B6A46" w:rsidRDefault="007B6A46" w:rsidP="007B6A46">
      <w:r>
        <w:t>467.8297</w:t>
      </w:r>
      <w:r>
        <w:tab/>
        <w:t>1.013e0</w:t>
      </w:r>
    </w:p>
    <w:p w:rsidR="007B6A46" w:rsidRDefault="007B6A46" w:rsidP="007B6A46">
      <w:r>
        <w:t>467.8439</w:t>
      </w:r>
      <w:r>
        <w:tab/>
        <w:t>1.013e0</w:t>
      </w:r>
    </w:p>
    <w:p w:rsidR="007B6A46" w:rsidRDefault="007B6A46" w:rsidP="007B6A46">
      <w:r>
        <w:t>467.8660</w:t>
      </w:r>
      <w:r>
        <w:tab/>
        <w:t>1.013e0</w:t>
      </w:r>
    </w:p>
    <w:p w:rsidR="007B6A46" w:rsidRDefault="007B6A46" w:rsidP="007B6A46">
      <w:r>
        <w:t>467.8820</w:t>
      </w:r>
      <w:r>
        <w:tab/>
        <w:t>2.025e0</w:t>
      </w:r>
    </w:p>
    <w:p w:rsidR="007B6A46" w:rsidRDefault="007B6A46" w:rsidP="007B6A46">
      <w:r>
        <w:t>467.9100</w:t>
      </w:r>
      <w:r>
        <w:tab/>
        <w:t>1.013e0</w:t>
      </w:r>
    </w:p>
    <w:p w:rsidR="007B6A46" w:rsidRDefault="007B6A46" w:rsidP="007B6A46">
      <w:r>
        <w:t>467.9500</w:t>
      </w:r>
      <w:r>
        <w:tab/>
        <w:t>1.013e0</w:t>
      </w:r>
    </w:p>
    <w:p w:rsidR="007B6A46" w:rsidRDefault="007B6A46" w:rsidP="007B6A46">
      <w:r>
        <w:t>467.9916</w:t>
      </w:r>
      <w:r>
        <w:tab/>
        <w:t>1.013e0</w:t>
      </w:r>
    </w:p>
    <w:p w:rsidR="007B6A46" w:rsidRDefault="007B6A46" w:rsidP="007B6A46">
      <w:r>
        <w:t>468.0389</w:t>
      </w:r>
      <w:r>
        <w:tab/>
        <w:t>1.013e0</w:t>
      </w:r>
    </w:p>
    <w:p w:rsidR="007B6A46" w:rsidRDefault="007B6A46" w:rsidP="007B6A46">
      <w:r>
        <w:t>468.0488</w:t>
      </w:r>
      <w:r>
        <w:tab/>
        <w:t>2.025e0</w:t>
      </w:r>
    </w:p>
    <w:p w:rsidR="007B6A46" w:rsidRDefault="007B6A46" w:rsidP="007B6A46">
      <w:r>
        <w:t>468.1405</w:t>
      </w:r>
      <w:r>
        <w:tab/>
        <w:t>2.025e0</w:t>
      </w:r>
    </w:p>
    <w:p w:rsidR="007B6A46" w:rsidRDefault="007B6A46" w:rsidP="007B6A46">
      <w:r>
        <w:t>468.1467</w:t>
      </w:r>
      <w:r>
        <w:tab/>
        <w:t>1.013e0</w:t>
      </w:r>
    </w:p>
    <w:p w:rsidR="007B6A46" w:rsidRDefault="007B6A46" w:rsidP="007B6A46">
      <w:r>
        <w:t>468.2172</w:t>
      </w:r>
      <w:r>
        <w:tab/>
        <w:t>4.051e0</w:t>
      </w:r>
    </w:p>
    <w:p w:rsidR="007B6A46" w:rsidRDefault="007B6A46" w:rsidP="007B6A46">
      <w:r>
        <w:t>468.2379</w:t>
      </w:r>
      <w:r>
        <w:tab/>
        <w:t>1.013e0</w:t>
      </w:r>
    </w:p>
    <w:p w:rsidR="007B6A46" w:rsidRDefault="007B6A46" w:rsidP="007B6A46">
      <w:r>
        <w:t>468.3219</w:t>
      </w:r>
      <w:r>
        <w:tab/>
        <w:t>2.025e0</w:t>
      </w:r>
    </w:p>
    <w:p w:rsidR="007B6A46" w:rsidRDefault="007B6A46" w:rsidP="007B6A46">
      <w:r>
        <w:t>468.3341</w:t>
      </w:r>
      <w:r>
        <w:tab/>
        <w:t>2.025e0</w:t>
      </w:r>
    </w:p>
    <w:p w:rsidR="007B6A46" w:rsidRDefault="007B6A46" w:rsidP="007B6A46">
      <w:r>
        <w:t>468.3809</w:t>
      </w:r>
      <w:r>
        <w:tab/>
        <w:t>5.063e0</w:t>
      </w:r>
    </w:p>
    <w:p w:rsidR="007B6A46" w:rsidRDefault="007B6A46" w:rsidP="007B6A46">
      <w:r>
        <w:t>468.3881</w:t>
      </w:r>
      <w:r>
        <w:tab/>
        <w:t>3.038e0</w:t>
      </w:r>
    </w:p>
    <w:p w:rsidR="007B6A46" w:rsidRDefault="007B6A46" w:rsidP="007B6A46">
      <w:r>
        <w:lastRenderedPageBreak/>
        <w:t>468.3914</w:t>
      </w:r>
      <w:r>
        <w:tab/>
        <w:t>3.038e0</w:t>
      </w:r>
    </w:p>
    <w:p w:rsidR="007B6A46" w:rsidRDefault="007B6A46" w:rsidP="007B6A46">
      <w:r>
        <w:t>468.3943</w:t>
      </w:r>
      <w:r>
        <w:tab/>
        <w:t>3.038e0</w:t>
      </w:r>
    </w:p>
    <w:p w:rsidR="007B6A46" w:rsidRDefault="007B6A46" w:rsidP="007B6A46">
      <w:r>
        <w:t>468.4043</w:t>
      </w:r>
      <w:r>
        <w:tab/>
        <w:t>5.063e0</w:t>
      </w:r>
    </w:p>
    <w:p w:rsidR="007B6A46" w:rsidRDefault="007B6A46" w:rsidP="007B6A46">
      <w:r>
        <w:t>468.4457</w:t>
      </w:r>
      <w:r>
        <w:tab/>
        <w:t>2.043e0</w:t>
      </w:r>
    </w:p>
    <w:p w:rsidR="007B6A46" w:rsidRDefault="007B6A46" w:rsidP="007B6A46">
      <w:r>
        <w:t>468.4739</w:t>
      </w:r>
      <w:r>
        <w:tab/>
        <w:t>2.025e0</w:t>
      </w:r>
    </w:p>
    <w:p w:rsidR="007B6A46" w:rsidRDefault="007B6A46" w:rsidP="007B6A46">
      <w:r>
        <w:t>468.4980</w:t>
      </w:r>
      <w:r>
        <w:tab/>
        <w:t>1.013e0</w:t>
      </w:r>
    </w:p>
    <w:p w:rsidR="007B6A46" w:rsidRDefault="007B6A46" w:rsidP="007B6A46">
      <w:r>
        <w:t>468.5143</w:t>
      </w:r>
      <w:r>
        <w:tab/>
        <w:t>1.013e0</w:t>
      </w:r>
    </w:p>
    <w:p w:rsidR="007B6A46" w:rsidRDefault="007B6A46" w:rsidP="007B6A46">
      <w:r>
        <w:t>468.5264</w:t>
      </w:r>
      <w:r>
        <w:tab/>
        <w:t>1.013e0</w:t>
      </w:r>
    </w:p>
    <w:p w:rsidR="007B6A46" w:rsidRDefault="007B6A46" w:rsidP="007B6A46">
      <w:r>
        <w:t>468.5961</w:t>
      </w:r>
      <w:r>
        <w:tab/>
        <w:t>1.013e0</w:t>
      </w:r>
    </w:p>
    <w:p w:rsidR="007B6A46" w:rsidRDefault="007B6A46" w:rsidP="007B6A46">
      <w:r>
        <w:t>468.6047</w:t>
      </w:r>
      <w:r>
        <w:tab/>
        <w:t>2.025e0</w:t>
      </w:r>
    </w:p>
    <w:p w:rsidR="007B6A46" w:rsidRDefault="007B6A46" w:rsidP="007B6A46">
      <w:r>
        <w:t>468.6942</w:t>
      </w:r>
      <w:r>
        <w:tab/>
        <w:t>1.013e0</w:t>
      </w:r>
    </w:p>
    <w:p w:rsidR="007B6A46" w:rsidRDefault="007B6A46" w:rsidP="007B6A46">
      <w:r>
        <w:t>468.7587</w:t>
      </w:r>
      <w:r>
        <w:tab/>
        <w:t>1.013e0</w:t>
      </w:r>
    </w:p>
    <w:p w:rsidR="007B6A46" w:rsidRDefault="007B6A46" w:rsidP="007B6A46">
      <w:r>
        <w:t>468.8324</w:t>
      </w:r>
      <w:r>
        <w:tab/>
        <w:t>1.013e0</w:t>
      </w:r>
    </w:p>
    <w:p w:rsidR="007B6A46" w:rsidRDefault="007B6A46" w:rsidP="007B6A46">
      <w:r>
        <w:t>468.8958</w:t>
      </w:r>
      <w:r>
        <w:tab/>
        <w:t>1.013e0</w:t>
      </w:r>
    </w:p>
    <w:p w:rsidR="007B6A46" w:rsidRDefault="007B6A46" w:rsidP="007B6A46">
      <w:r>
        <w:t>468.9348</w:t>
      </w:r>
      <w:r>
        <w:tab/>
        <w:t>1.013e0</w:t>
      </w:r>
    </w:p>
    <w:p w:rsidR="007B6A46" w:rsidRDefault="007B6A46" w:rsidP="007B6A46">
      <w:r>
        <w:t>468.9476</w:t>
      </w:r>
      <w:r>
        <w:tab/>
        <w:t>1.013e0</w:t>
      </w:r>
    </w:p>
    <w:p w:rsidR="007B6A46" w:rsidRDefault="007B6A46" w:rsidP="007B6A46">
      <w:r>
        <w:t>468.9877</w:t>
      </w:r>
      <w:r>
        <w:tab/>
        <w:t>2.025e0</w:t>
      </w:r>
    </w:p>
    <w:p w:rsidR="007B6A46" w:rsidRDefault="007B6A46" w:rsidP="007B6A46">
      <w:r>
        <w:t>469.0263</w:t>
      </w:r>
      <w:r>
        <w:tab/>
        <w:t>2.025e0</w:t>
      </w:r>
    </w:p>
    <w:p w:rsidR="007B6A46" w:rsidRDefault="007B6A46" w:rsidP="007B6A46">
      <w:r>
        <w:t>469.0376</w:t>
      </w:r>
      <w:r>
        <w:tab/>
        <w:t>1.013e0</w:t>
      </w:r>
    </w:p>
    <w:p w:rsidR="007B6A46" w:rsidRDefault="007B6A46" w:rsidP="007B6A46">
      <w:r>
        <w:lastRenderedPageBreak/>
        <w:t>469.0721</w:t>
      </w:r>
      <w:r>
        <w:tab/>
        <w:t>1.013e0</w:t>
      </w:r>
    </w:p>
    <w:p w:rsidR="007B6A46" w:rsidRDefault="007B6A46" w:rsidP="007B6A46">
      <w:r>
        <w:t>469.1276</w:t>
      </w:r>
      <w:r>
        <w:tab/>
        <w:t>3.038e0</w:t>
      </w:r>
    </w:p>
    <w:p w:rsidR="007B6A46" w:rsidRDefault="007B6A46" w:rsidP="007B6A46">
      <w:r>
        <w:t>469.1571</w:t>
      </w:r>
      <w:r>
        <w:tab/>
        <w:t>2.025e0</w:t>
      </w:r>
    </w:p>
    <w:p w:rsidR="007B6A46" w:rsidRDefault="007B6A46" w:rsidP="007B6A46">
      <w:r>
        <w:t>469.1931</w:t>
      </w:r>
      <w:r>
        <w:tab/>
        <w:t>1.013e0</w:t>
      </w:r>
    </w:p>
    <w:p w:rsidR="007B6A46" w:rsidRDefault="007B6A46" w:rsidP="007B6A46">
      <w:r>
        <w:t>469.2013</w:t>
      </w:r>
      <w:r>
        <w:tab/>
        <w:t>2.025e0</w:t>
      </w:r>
    </w:p>
    <w:p w:rsidR="007B6A46" w:rsidRDefault="007B6A46" w:rsidP="007B6A46">
      <w:r>
        <w:t>469.2138</w:t>
      </w:r>
      <w:r>
        <w:tab/>
        <w:t>2.025e0</w:t>
      </w:r>
    </w:p>
    <w:p w:rsidR="007B6A46" w:rsidRDefault="007B6A46" w:rsidP="007B6A46">
      <w:r>
        <w:t>469.2282</w:t>
      </w:r>
      <w:r>
        <w:tab/>
        <w:t>1.013e0</w:t>
      </w:r>
    </w:p>
    <w:p w:rsidR="007B6A46" w:rsidRDefault="007B6A46" w:rsidP="007B6A46">
      <w:r>
        <w:t>469.2336</w:t>
      </w:r>
      <w:r>
        <w:tab/>
        <w:t>2.025e0</w:t>
      </w:r>
    </w:p>
    <w:p w:rsidR="007B6A46" w:rsidRDefault="007B6A46" w:rsidP="007B6A46">
      <w:r>
        <w:t>469.2350</w:t>
      </w:r>
      <w:r>
        <w:tab/>
        <w:t>4.051e0</w:t>
      </w:r>
    </w:p>
    <w:p w:rsidR="007B6A46" w:rsidRDefault="007B6A46" w:rsidP="007B6A46">
      <w:r>
        <w:t>469.2742</w:t>
      </w:r>
      <w:r>
        <w:tab/>
        <w:t>1.013e0</w:t>
      </w:r>
    </w:p>
    <w:p w:rsidR="007B6A46" w:rsidRDefault="007B6A46" w:rsidP="007B6A46">
      <w:r>
        <w:t>469.2829</w:t>
      </w:r>
      <w:r>
        <w:tab/>
        <w:t>1.013e0</w:t>
      </w:r>
    </w:p>
    <w:p w:rsidR="007B6A46" w:rsidRDefault="007B6A46" w:rsidP="007B6A46">
      <w:r>
        <w:t>469.3400</w:t>
      </w:r>
      <w:r>
        <w:tab/>
        <w:t>2.025e0</w:t>
      </w:r>
    </w:p>
    <w:p w:rsidR="007B6A46" w:rsidRDefault="007B6A46" w:rsidP="007B6A46">
      <w:r>
        <w:t>469.3486</w:t>
      </w:r>
      <w:r>
        <w:tab/>
        <w:t>1.013e0</w:t>
      </w:r>
    </w:p>
    <w:p w:rsidR="007B6A46" w:rsidRDefault="007B6A46" w:rsidP="007B6A46">
      <w:r>
        <w:t>469.3799</w:t>
      </w:r>
      <w:r>
        <w:tab/>
        <w:t>4.051e0</w:t>
      </w:r>
    </w:p>
    <w:p w:rsidR="007B6A46" w:rsidRDefault="007B6A46" w:rsidP="007B6A46">
      <w:r>
        <w:t>469.4017</w:t>
      </w:r>
      <w:r>
        <w:tab/>
        <w:t>2.025e0</w:t>
      </w:r>
    </w:p>
    <w:p w:rsidR="007B6A46" w:rsidRDefault="007B6A46" w:rsidP="007B6A46">
      <w:r>
        <w:t>469.4085</w:t>
      </w:r>
      <w:r>
        <w:tab/>
        <w:t>3.038e0</w:t>
      </w:r>
    </w:p>
    <w:p w:rsidR="007B6A46" w:rsidRDefault="007B6A46" w:rsidP="007B6A46">
      <w:r>
        <w:t>469.4187</w:t>
      </w:r>
      <w:r>
        <w:tab/>
        <w:t>4.051e0</w:t>
      </w:r>
    </w:p>
    <w:p w:rsidR="007B6A46" w:rsidRDefault="007B6A46" w:rsidP="007B6A46">
      <w:r>
        <w:t>469.4624</w:t>
      </w:r>
      <w:r>
        <w:tab/>
        <w:t>1.013e0</w:t>
      </w:r>
    </w:p>
    <w:p w:rsidR="007B6A46" w:rsidRDefault="007B6A46" w:rsidP="007B6A46">
      <w:r>
        <w:t>469.5116</w:t>
      </w:r>
      <w:r>
        <w:tab/>
        <w:t>1.013e0</w:t>
      </w:r>
    </w:p>
    <w:p w:rsidR="007B6A46" w:rsidRDefault="007B6A46" w:rsidP="007B6A46">
      <w:r>
        <w:lastRenderedPageBreak/>
        <w:t>469.5382</w:t>
      </w:r>
      <w:r>
        <w:tab/>
        <w:t>1.013e0</w:t>
      </w:r>
    </w:p>
    <w:p w:rsidR="007B6A46" w:rsidRDefault="007B6A46" w:rsidP="007B6A46">
      <w:r>
        <w:t>469.5662</w:t>
      </w:r>
      <w:r>
        <w:tab/>
        <w:t>2.025e0</w:t>
      </w:r>
    </w:p>
    <w:p w:rsidR="007B6A46" w:rsidRDefault="007B6A46" w:rsidP="007B6A46">
      <w:r>
        <w:t>469.6142</w:t>
      </w:r>
      <w:r>
        <w:tab/>
        <w:t>1.013e0</w:t>
      </w:r>
    </w:p>
    <w:p w:rsidR="007B6A46" w:rsidRDefault="007B6A46" w:rsidP="007B6A46">
      <w:r>
        <w:t>469.7089</w:t>
      </w:r>
      <w:r>
        <w:tab/>
        <w:t>1.013e0</w:t>
      </w:r>
    </w:p>
    <w:p w:rsidR="007B6A46" w:rsidRDefault="007B6A46" w:rsidP="007B6A46">
      <w:r>
        <w:t>469.7654</w:t>
      </w:r>
      <w:r>
        <w:tab/>
        <w:t>1.013e0</w:t>
      </w:r>
    </w:p>
    <w:p w:rsidR="007B6A46" w:rsidRDefault="007B6A46" w:rsidP="007B6A46">
      <w:r>
        <w:t>469.7723</w:t>
      </w:r>
      <w:r>
        <w:tab/>
        <w:t>3.038e0</w:t>
      </w:r>
    </w:p>
    <w:p w:rsidR="007B6A46" w:rsidRDefault="007B6A46" w:rsidP="007B6A46">
      <w:r>
        <w:t>469.8464</w:t>
      </w:r>
      <w:r>
        <w:tab/>
        <w:t>1.013e0</w:t>
      </w:r>
    </w:p>
    <w:p w:rsidR="007B6A46" w:rsidRDefault="007B6A46" w:rsidP="007B6A46">
      <w:r>
        <w:t>469.8883</w:t>
      </w:r>
      <w:r>
        <w:tab/>
        <w:t>2.025e0</w:t>
      </w:r>
    </w:p>
    <w:p w:rsidR="007B6A46" w:rsidRDefault="007B6A46" w:rsidP="007B6A46">
      <w:r>
        <w:t>469.8973</w:t>
      </w:r>
      <w:r>
        <w:tab/>
        <w:t>1.013e0</w:t>
      </w:r>
    </w:p>
    <w:p w:rsidR="007B6A46" w:rsidRDefault="007B6A46" w:rsidP="007B6A46">
      <w:r>
        <w:t>469.9185</w:t>
      </w:r>
      <w:r>
        <w:tab/>
        <w:t>2.025e0</w:t>
      </w:r>
    </w:p>
    <w:p w:rsidR="007B6A46" w:rsidRDefault="007B6A46" w:rsidP="007B6A46">
      <w:r>
        <w:t>469.9518</w:t>
      </w:r>
      <w:r>
        <w:tab/>
        <w:t>2.025e0</w:t>
      </w:r>
    </w:p>
    <w:p w:rsidR="007B6A46" w:rsidRDefault="007B6A46" w:rsidP="007B6A46">
      <w:r>
        <w:t>469.9836</w:t>
      </w:r>
      <w:r>
        <w:tab/>
        <w:t>1.013e0</w:t>
      </w:r>
    </w:p>
    <w:p w:rsidR="007B6A46" w:rsidRDefault="007B6A46" w:rsidP="007B6A46">
      <w:r>
        <w:t>469.9874</w:t>
      </w:r>
      <w:r>
        <w:tab/>
        <w:t>1.013e0</w:t>
      </w:r>
    </w:p>
    <w:p w:rsidR="007B6A46" w:rsidRDefault="007B6A46" w:rsidP="007B6A46">
      <w:r>
        <w:t>470.0227</w:t>
      </w:r>
      <w:r>
        <w:tab/>
        <w:t>1.013e0</w:t>
      </w:r>
    </w:p>
    <w:p w:rsidR="007B6A46" w:rsidRDefault="007B6A46" w:rsidP="007B6A46">
      <w:r>
        <w:t>470.0530</w:t>
      </w:r>
      <w:r>
        <w:tab/>
        <w:t>1.013e0</w:t>
      </w:r>
    </w:p>
    <w:p w:rsidR="007B6A46" w:rsidRDefault="007B6A46" w:rsidP="007B6A46">
      <w:r>
        <w:t>470.0597</w:t>
      </w:r>
      <w:r>
        <w:tab/>
        <w:t>2.025e0</w:t>
      </w:r>
    </w:p>
    <w:p w:rsidR="007B6A46" w:rsidRDefault="007B6A46" w:rsidP="007B6A46">
      <w:r>
        <w:t>470.1447</w:t>
      </w:r>
      <w:r>
        <w:tab/>
        <w:t>3.038e0</w:t>
      </w:r>
    </w:p>
    <w:p w:rsidR="007B6A46" w:rsidRDefault="007B6A46" w:rsidP="007B6A46">
      <w:r>
        <w:t>470.1565</w:t>
      </w:r>
      <w:r>
        <w:tab/>
        <w:t>1.013e0</w:t>
      </w:r>
    </w:p>
    <w:p w:rsidR="007B6A46" w:rsidRDefault="007B6A46" w:rsidP="007B6A46">
      <w:r>
        <w:t>470.1728</w:t>
      </w:r>
      <w:r>
        <w:tab/>
        <w:t>2.025e0</w:t>
      </w:r>
    </w:p>
    <w:p w:rsidR="007B6A46" w:rsidRDefault="007B6A46" w:rsidP="007B6A46">
      <w:r>
        <w:lastRenderedPageBreak/>
        <w:t>470.2023</w:t>
      </w:r>
      <w:r>
        <w:tab/>
        <w:t>3.038e0</w:t>
      </w:r>
    </w:p>
    <w:p w:rsidR="007B6A46" w:rsidRDefault="007B6A46" w:rsidP="007B6A46">
      <w:r>
        <w:t>470.2080</w:t>
      </w:r>
      <w:r>
        <w:tab/>
        <w:t>1.013e0</w:t>
      </w:r>
    </w:p>
    <w:p w:rsidR="007B6A46" w:rsidRDefault="007B6A46" w:rsidP="007B6A46">
      <w:r>
        <w:t>470.2151</w:t>
      </w:r>
      <w:r>
        <w:tab/>
        <w:t>1.013e0</w:t>
      </w:r>
    </w:p>
    <w:p w:rsidR="007B6A46" w:rsidRDefault="007B6A46" w:rsidP="007B6A46">
      <w:r>
        <w:t>470.2348</w:t>
      </w:r>
      <w:r>
        <w:tab/>
        <w:t>3.038e0</w:t>
      </w:r>
    </w:p>
    <w:p w:rsidR="007B6A46" w:rsidRDefault="007B6A46" w:rsidP="007B6A46">
      <w:r>
        <w:t>470.2760</w:t>
      </w:r>
      <w:r>
        <w:tab/>
        <w:t>2.025e0</w:t>
      </w:r>
    </w:p>
    <w:p w:rsidR="007B6A46" w:rsidRDefault="007B6A46" w:rsidP="007B6A46">
      <w:r>
        <w:t>470.2826</w:t>
      </w:r>
      <w:r>
        <w:tab/>
        <w:t>1.013e0</w:t>
      </w:r>
    </w:p>
    <w:p w:rsidR="007B6A46" w:rsidRDefault="007B6A46" w:rsidP="007B6A46">
      <w:r>
        <w:t>470.3010</w:t>
      </w:r>
      <w:r>
        <w:tab/>
        <w:t>2.025e0</w:t>
      </w:r>
    </w:p>
    <w:p w:rsidR="007B6A46" w:rsidRDefault="007B6A46" w:rsidP="007B6A46">
      <w:r>
        <w:t>470.3310</w:t>
      </w:r>
      <w:r>
        <w:tab/>
        <w:t>1.013e0</w:t>
      </w:r>
    </w:p>
    <w:p w:rsidR="007B6A46" w:rsidRDefault="007B6A46" w:rsidP="007B6A46">
      <w:r>
        <w:t>470.3676</w:t>
      </w:r>
      <w:r>
        <w:tab/>
        <w:t>2.025e0</w:t>
      </w:r>
    </w:p>
    <w:p w:rsidR="007B6A46" w:rsidRDefault="007B6A46" w:rsidP="007B6A46">
      <w:r>
        <w:t>470.3974</w:t>
      </w:r>
      <w:r>
        <w:tab/>
        <w:t>1.013e0</w:t>
      </w:r>
    </w:p>
    <w:p w:rsidR="007B6A46" w:rsidRDefault="007B6A46" w:rsidP="007B6A46">
      <w:r>
        <w:t>470.5252</w:t>
      </w:r>
      <w:r>
        <w:tab/>
        <w:t>1.013e0</w:t>
      </w:r>
    </w:p>
    <w:p w:rsidR="007B6A46" w:rsidRDefault="007B6A46" w:rsidP="007B6A46">
      <w:r>
        <w:t>470.5292</w:t>
      </w:r>
      <w:r>
        <w:tab/>
        <w:t>1.013e0</w:t>
      </w:r>
    </w:p>
    <w:p w:rsidR="007B6A46" w:rsidRDefault="007B6A46" w:rsidP="007B6A46">
      <w:r>
        <w:t>470.5468</w:t>
      </w:r>
      <w:r>
        <w:tab/>
        <w:t>1.013e0</w:t>
      </w:r>
    </w:p>
    <w:p w:rsidR="007B6A46" w:rsidRDefault="007B6A46" w:rsidP="007B6A46">
      <w:r>
        <w:t>470.6263</w:t>
      </w:r>
      <w:r>
        <w:tab/>
        <w:t>1.013e0</w:t>
      </w:r>
    </w:p>
    <w:p w:rsidR="007B6A46" w:rsidRDefault="007B6A46" w:rsidP="007B6A46">
      <w:r>
        <w:t>470.6763</w:t>
      </w:r>
      <w:r>
        <w:tab/>
        <w:t>1.013e0</w:t>
      </w:r>
    </w:p>
    <w:p w:rsidR="007B6A46" w:rsidRDefault="007B6A46" w:rsidP="007B6A46">
      <w:r>
        <w:t>470.7248</w:t>
      </w:r>
      <w:r>
        <w:tab/>
        <w:t>1.013e0</w:t>
      </w:r>
    </w:p>
    <w:p w:rsidR="007B6A46" w:rsidRDefault="007B6A46" w:rsidP="007B6A46">
      <w:r>
        <w:t>470.7392</w:t>
      </w:r>
      <w:r>
        <w:tab/>
        <w:t>1.013e0</w:t>
      </w:r>
    </w:p>
    <w:p w:rsidR="007B6A46" w:rsidRDefault="007B6A46" w:rsidP="007B6A46">
      <w:r>
        <w:t>470.7748</w:t>
      </w:r>
      <w:r>
        <w:tab/>
        <w:t>1.013e0</w:t>
      </w:r>
    </w:p>
    <w:p w:rsidR="007B6A46" w:rsidRDefault="007B6A46" w:rsidP="007B6A46">
      <w:r>
        <w:t>470.8241</w:t>
      </w:r>
      <w:r>
        <w:tab/>
        <w:t>1.013e0</w:t>
      </w:r>
    </w:p>
    <w:p w:rsidR="007B6A46" w:rsidRDefault="007B6A46" w:rsidP="007B6A46">
      <w:r>
        <w:lastRenderedPageBreak/>
        <w:t>470.8584</w:t>
      </w:r>
      <w:r>
        <w:tab/>
        <w:t>1.013e0</w:t>
      </w:r>
    </w:p>
    <w:p w:rsidR="007B6A46" w:rsidRDefault="007B6A46" w:rsidP="007B6A46">
      <w:r>
        <w:t>470.9130</w:t>
      </w:r>
      <w:r>
        <w:tab/>
        <w:t>1.013e0</w:t>
      </w:r>
    </w:p>
    <w:p w:rsidR="007B6A46" w:rsidRDefault="007B6A46" w:rsidP="007B6A46">
      <w:r>
        <w:t>470.9465</w:t>
      </w:r>
      <w:r>
        <w:tab/>
        <w:t>1.013e0</w:t>
      </w:r>
    </w:p>
    <w:p w:rsidR="007B6A46" w:rsidRDefault="007B6A46" w:rsidP="007B6A46">
      <w:r>
        <w:t>470.9550</w:t>
      </w:r>
      <w:r>
        <w:tab/>
        <w:t>1.013e0</w:t>
      </w:r>
    </w:p>
    <w:p w:rsidR="007B6A46" w:rsidRDefault="007B6A46" w:rsidP="007B6A46">
      <w:r>
        <w:t>471.0717</w:t>
      </w:r>
      <w:r>
        <w:tab/>
        <w:t>1.013e0</w:t>
      </w:r>
    </w:p>
    <w:p w:rsidR="007B6A46" w:rsidRDefault="007B6A46" w:rsidP="007B6A46">
      <w:r>
        <w:t>471.1242</w:t>
      </w:r>
      <w:r>
        <w:tab/>
        <w:t>2.025e0</w:t>
      </w:r>
    </w:p>
    <w:p w:rsidR="007B6A46" w:rsidRDefault="007B6A46" w:rsidP="007B6A46">
      <w:r>
        <w:t>471.1599</w:t>
      </w:r>
      <w:r>
        <w:tab/>
        <w:t>2.025e0</w:t>
      </w:r>
    </w:p>
    <w:p w:rsidR="007B6A46" w:rsidRDefault="007B6A46" w:rsidP="007B6A46">
      <w:r>
        <w:t>471.1690</w:t>
      </w:r>
      <w:r>
        <w:tab/>
        <w:t>1.013e0</w:t>
      </w:r>
    </w:p>
    <w:p w:rsidR="007B6A46" w:rsidRDefault="007B6A46" w:rsidP="007B6A46">
      <w:r>
        <w:t>471.1834</w:t>
      </w:r>
      <w:r>
        <w:tab/>
        <w:t>1.013e0</w:t>
      </w:r>
    </w:p>
    <w:p w:rsidR="007B6A46" w:rsidRDefault="007B6A46" w:rsidP="007B6A46">
      <w:r>
        <w:t>471.2581</w:t>
      </w:r>
      <w:r>
        <w:tab/>
        <w:t>2.025e0</w:t>
      </w:r>
    </w:p>
    <w:p w:rsidR="007B6A46" w:rsidRDefault="007B6A46" w:rsidP="007B6A46">
      <w:r>
        <w:t>471.2788</w:t>
      </w:r>
      <w:r>
        <w:tab/>
        <w:t>3.038e0</w:t>
      </w:r>
    </w:p>
    <w:p w:rsidR="007B6A46" w:rsidRDefault="007B6A46" w:rsidP="007B6A46">
      <w:r>
        <w:t>471.2813</w:t>
      </w:r>
      <w:r>
        <w:tab/>
        <w:t>2.025e0</w:t>
      </w:r>
    </w:p>
    <w:p w:rsidR="007B6A46" w:rsidRDefault="007B6A46" w:rsidP="007B6A46">
      <w:r>
        <w:t>471.3654</w:t>
      </w:r>
      <w:r>
        <w:tab/>
        <w:t>1.013e0</w:t>
      </w:r>
    </w:p>
    <w:p w:rsidR="007B6A46" w:rsidRDefault="007B6A46" w:rsidP="007B6A46">
      <w:r>
        <w:t>471.4062</w:t>
      </w:r>
      <w:r>
        <w:tab/>
        <w:t>2.025e0</w:t>
      </w:r>
    </w:p>
    <w:p w:rsidR="007B6A46" w:rsidRDefault="007B6A46" w:rsidP="007B6A46">
      <w:r>
        <w:t>471.4147</w:t>
      </w:r>
      <w:r>
        <w:tab/>
        <w:t>1.013e0</w:t>
      </w:r>
    </w:p>
    <w:p w:rsidR="007B6A46" w:rsidRDefault="007B6A46" w:rsidP="007B6A46">
      <w:r>
        <w:t>471.4640</w:t>
      </w:r>
      <w:r>
        <w:tab/>
        <w:t>1.013e0</w:t>
      </w:r>
    </w:p>
    <w:p w:rsidR="007B6A46" w:rsidRDefault="007B6A46" w:rsidP="007B6A46">
      <w:r>
        <w:t>471.5059</w:t>
      </w:r>
      <w:r>
        <w:tab/>
        <w:t>1.013e0</w:t>
      </w:r>
    </w:p>
    <w:p w:rsidR="007B6A46" w:rsidRDefault="007B6A46" w:rsidP="007B6A46">
      <w:r>
        <w:t>471.5139</w:t>
      </w:r>
      <w:r>
        <w:tab/>
        <w:t>2.025e0</w:t>
      </w:r>
    </w:p>
    <w:p w:rsidR="007B6A46" w:rsidRDefault="007B6A46" w:rsidP="007B6A46">
      <w:r>
        <w:t>471.5470</w:t>
      </w:r>
      <w:r>
        <w:tab/>
        <w:t>1.013e0</w:t>
      </w:r>
    </w:p>
    <w:p w:rsidR="007B6A46" w:rsidRDefault="007B6A46" w:rsidP="007B6A46">
      <w:r>
        <w:lastRenderedPageBreak/>
        <w:t>471.5881</w:t>
      </w:r>
      <w:r>
        <w:tab/>
        <w:t>1.013e0</w:t>
      </w:r>
    </w:p>
    <w:p w:rsidR="007B6A46" w:rsidRDefault="007B6A46" w:rsidP="007B6A46">
      <w:r>
        <w:t>471.6903</w:t>
      </w:r>
      <w:r>
        <w:tab/>
        <w:t>1.013e0</w:t>
      </w:r>
    </w:p>
    <w:p w:rsidR="007B6A46" w:rsidRDefault="007B6A46" w:rsidP="007B6A46">
      <w:r>
        <w:t>471.7694</w:t>
      </w:r>
      <w:r>
        <w:tab/>
        <w:t>1.013e0</w:t>
      </w:r>
    </w:p>
    <w:p w:rsidR="007B6A46" w:rsidRDefault="007B6A46" w:rsidP="007B6A46">
      <w:r>
        <w:t>471.7846</w:t>
      </w:r>
      <w:r>
        <w:tab/>
        <w:t>1.013e0</w:t>
      </w:r>
    </w:p>
    <w:p w:rsidR="007B6A46" w:rsidRDefault="007B6A46" w:rsidP="007B6A46">
      <w:r>
        <w:t>471.7900</w:t>
      </w:r>
      <w:r>
        <w:tab/>
        <w:t>2.025e0</w:t>
      </w:r>
    </w:p>
    <w:p w:rsidR="007B6A46" w:rsidRDefault="007B6A46" w:rsidP="007B6A46">
      <w:r>
        <w:t>471.8638</w:t>
      </w:r>
      <w:r>
        <w:tab/>
        <w:t>1.013e0</w:t>
      </w:r>
    </w:p>
    <w:p w:rsidR="007B6A46" w:rsidRDefault="007B6A46" w:rsidP="007B6A46">
      <w:r>
        <w:t>471.8813</w:t>
      </w:r>
      <w:r>
        <w:tab/>
        <w:t>1.013e0</w:t>
      </w:r>
    </w:p>
    <w:p w:rsidR="007B6A46" w:rsidRDefault="007B6A46" w:rsidP="007B6A46">
      <w:r>
        <w:t>471.9500</w:t>
      </w:r>
      <w:r>
        <w:tab/>
        <w:t>1.013e0</w:t>
      </w:r>
    </w:p>
    <w:p w:rsidR="007B6A46" w:rsidRDefault="007B6A46" w:rsidP="007B6A46">
      <w:r>
        <w:t>471.9903</w:t>
      </w:r>
      <w:r>
        <w:tab/>
        <w:t>1.013e0</w:t>
      </w:r>
    </w:p>
    <w:p w:rsidR="007B6A46" w:rsidRDefault="007B6A46" w:rsidP="007B6A46">
      <w:r>
        <w:t>472.0479</w:t>
      </w:r>
      <w:r>
        <w:tab/>
        <w:t>1.013e0</w:t>
      </w:r>
    </w:p>
    <w:p w:rsidR="007B6A46" w:rsidRDefault="007B6A46" w:rsidP="007B6A46">
      <w:r>
        <w:t>472.0772</w:t>
      </w:r>
      <w:r>
        <w:tab/>
        <w:t>1.013e0</w:t>
      </w:r>
    </w:p>
    <w:p w:rsidR="007B6A46" w:rsidRDefault="007B6A46" w:rsidP="007B6A46">
      <w:r>
        <w:t>472.1063</w:t>
      </w:r>
      <w:r>
        <w:tab/>
        <w:t>1.013e0</w:t>
      </w:r>
    </w:p>
    <w:p w:rsidR="007B6A46" w:rsidRDefault="007B6A46" w:rsidP="007B6A46">
      <w:r>
        <w:t>472.1137</w:t>
      </w:r>
      <w:r>
        <w:tab/>
        <w:t>1.013e0</w:t>
      </w:r>
    </w:p>
    <w:p w:rsidR="007B6A46" w:rsidRDefault="007B6A46" w:rsidP="007B6A46">
      <w:r>
        <w:t>472.1236</w:t>
      </w:r>
      <w:r>
        <w:tab/>
        <w:t>2.025e0</w:t>
      </w:r>
    </w:p>
    <w:p w:rsidR="007B6A46" w:rsidRDefault="007B6A46" w:rsidP="007B6A46">
      <w:r>
        <w:t>472.1343</w:t>
      </w:r>
      <w:r>
        <w:tab/>
        <w:t>2.025e0</w:t>
      </w:r>
    </w:p>
    <w:p w:rsidR="007B6A46" w:rsidRDefault="007B6A46" w:rsidP="007B6A46">
      <w:r>
        <w:t>472.1749</w:t>
      </w:r>
      <w:r>
        <w:tab/>
        <w:t>1.013e0</w:t>
      </w:r>
    </w:p>
    <w:p w:rsidR="007B6A46" w:rsidRDefault="007B6A46" w:rsidP="007B6A46">
      <w:r>
        <w:t>472.2000</w:t>
      </w:r>
      <w:r>
        <w:tab/>
        <w:t>2.025e0</w:t>
      </w:r>
    </w:p>
    <w:p w:rsidR="007B6A46" w:rsidRDefault="007B6A46" w:rsidP="007B6A46">
      <w:r>
        <w:t>472.2173</w:t>
      </w:r>
      <w:r>
        <w:tab/>
        <w:t>2.025e0</w:t>
      </w:r>
    </w:p>
    <w:p w:rsidR="007B6A46" w:rsidRDefault="007B6A46" w:rsidP="007B6A46">
      <w:r>
        <w:t>472.2184</w:t>
      </w:r>
      <w:r>
        <w:tab/>
        <w:t>4.051e0</w:t>
      </w:r>
    </w:p>
    <w:p w:rsidR="007B6A46" w:rsidRDefault="007B6A46" w:rsidP="007B6A46">
      <w:r>
        <w:lastRenderedPageBreak/>
        <w:t>472.2310</w:t>
      </w:r>
      <w:r>
        <w:tab/>
        <w:t>4.051e0</w:t>
      </w:r>
    </w:p>
    <w:p w:rsidR="007B6A46" w:rsidRDefault="007B6A46" w:rsidP="007B6A46">
      <w:r>
        <w:t>472.2455</w:t>
      </w:r>
      <w:r>
        <w:tab/>
        <w:t>1.013e0</w:t>
      </w:r>
    </w:p>
    <w:p w:rsidR="007B6A46" w:rsidRDefault="007B6A46" w:rsidP="007B6A46">
      <w:r>
        <w:t>472.2564</w:t>
      </w:r>
      <w:r>
        <w:tab/>
        <w:t>2.025e0</w:t>
      </w:r>
    </w:p>
    <w:p w:rsidR="007B6A46" w:rsidRDefault="007B6A46" w:rsidP="007B6A46">
      <w:r>
        <w:t>472.2906</w:t>
      </w:r>
      <w:r>
        <w:tab/>
        <w:t>1.013e0</w:t>
      </w:r>
    </w:p>
    <w:p w:rsidR="007B6A46" w:rsidRDefault="007B6A46" w:rsidP="007B6A46">
      <w:r>
        <w:t>472.2964</w:t>
      </w:r>
      <w:r>
        <w:tab/>
        <w:t>2.302e0</w:t>
      </w:r>
    </w:p>
    <w:p w:rsidR="007B6A46" w:rsidRDefault="007B6A46" w:rsidP="007B6A46">
      <w:r>
        <w:t>472.3087</w:t>
      </w:r>
      <w:r>
        <w:tab/>
        <w:t>1.013e0</w:t>
      </w:r>
    </w:p>
    <w:p w:rsidR="007B6A46" w:rsidRDefault="007B6A46" w:rsidP="007B6A46">
      <w:r>
        <w:t>472.3181</w:t>
      </w:r>
      <w:r>
        <w:tab/>
        <w:t>3.038e0</w:t>
      </w:r>
    </w:p>
    <w:p w:rsidR="007B6A46" w:rsidRDefault="007B6A46" w:rsidP="007B6A46">
      <w:r>
        <w:t>472.3615</w:t>
      </w:r>
      <w:r>
        <w:tab/>
        <w:t>2.025e0</w:t>
      </w:r>
    </w:p>
    <w:p w:rsidR="007B6A46" w:rsidRDefault="007B6A46" w:rsidP="007B6A46">
      <w:r>
        <w:t>472.3666</w:t>
      </w:r>
      <w:r>
        <w:tab/>
        <w:t>1.013e0</w:t>
      </w:r>
    </w:p>
    <w:p w:rsidR="007B6A46" w:rsidRDefault="007B6A46" w:rsidP="007B6A46">
      <w:r>
        <w:t>472.4064</w:t>
      </w:r>
      <w:r>
        <w:tab/>
        <w:t>1.013e0</w:t>
      </w:r>
    </w:p>
    <w:p w:rsidR="007B6A46" w:rsidRDefault="007B6A46" w:rsidP="007B6A46">
      <w:r>
        <w:t>472.4128</w:t>
      </w:r>
      <w:r>
        <w:tab/>
        <w:t>4.051e0</w:t>
      </w:r>
    </w:p>
    <w:p w:rsidR="007B6A46" w:rsidRDefault="007B6A46" w:rsidP="007B6A46">
      <w:r>
        <w:t>472.4211</w:t>
      </w:r>
      <w:r>
        <w:tab/>
        <w:t>2.025e0</w:t>
      </w:r>
    </w:p>
    <w:p w:rsidR="007B6A46" w:rsidRDefault="007B6A46" w:rsidP="007B6A46">
      <w:r>
        <w:t>472.4513</w:t>
      </w:r>
      <w:r>
        <w:tab/>
        <w:t>1.013e0</w:t>
      </w:r>
    </w:p>
    <w:p w:rsidR="007B6A46" w:rsidRDefault="007B6A46" w:rsidP="007B6A46">
      <w:r>
        <w:t>472.4643</w:t>
      </w:r>
      <w:r>
        <w:tab/>
        <w:t>1.013e0</w:t>
      </w:r>
    </w:p>
    <w:p w:rsidR="007B6A46" w:rsidRDefault="007B6A46" w:rsidP="007B6A46">
      <w:r>
        <w:t>472.4849</w:t>
      </w:r>
      <w:r>
        <w:tab/>
        <w:t>1.013e0</w:t>
      </w:r>
    </w:p>
    <w:p w:rsidR="007B6A46" w:rsidRDefault="007B6A46" w:rsidP="007B6A46">
      <w:r>
        <w:t>472.5674</w:t>
      </w:r>
      <w:r>
        <w:tab/>
        <w:t>1.013e0</w:t>
      </w:r>
    </w:p>
    <w:p w:rsidR="007B6A46" w:rsidRDefault="007B6A46" w:rsidP="007B6A46">
      <w:r>
        <w:t>472.6078</w:t>
      </w:r>
      <w:r>
        <w:tab/>
        <w:t>1.013e0</w:t>
      </w:r>
    </w:p>
    <w:p w:rsidR="007B6A46" w:rsidRDefault="007B6A46" w:rsidP="007B6A46">
      <w:r>
        <w:t>472.6415</w:t>
      </w:r>
      <w:r>
        <w:tab/>
        <w:t>1.013e0</w:t>
      </w:r>
    </w:p>
    <w:p w:rsidR="007B6A46" w:rsidRDefault="007B6A46" w:rsidP="007B6A46">
      <w:r>
        <w:t>472.7173</w:t>
      </w:r>
      <w:r>
        <w:tab/>
        <w:t>1.013e0</w:t>
      </w:r>
    </w:p>
    <w:p w:rsidR="007B6A46" w:rsidRDefault="007B6A46" w:rsidP="007B6A46">
      <w:r>
        <w:lastRenderedPageBreak/>
        <w:t>472.7651</w:t>
      </w:r>
      <w:r>
        <w:tab/>
        <w:t>1.013e0</w:t>
      </w:r>
    </w:p>
    <w:p w:rsidR="007B6A46" w:rsidRDefault="007B6A46" w:rsidP="007B6A46">
      <w:r>
        <w:t>472.8181</w:t>
      </w:r>
      <w:r>
        <w:tab/>
        <w:t>2.025e0</w:t>
      </w:r>
    </w:p>
    <w:p w:rsidR="007B6A46" w:rsidRDefault="007B6A46" w:rsidP="007B6A46">
      <w:r>
        <w:t>472.8962</w:t>
      </w:r>
      <w:r>
        <w:tab/>
        <w:t>1.013e0</w:t>
      </w:r>
    </w:p>
    <w:p w:rsidR="007B6A46" w:rsidRDefault="007B6A46" w:rsidP="007B6A46">
      <w:r>
        <w:t>472.9381</w:t>
      </w:r>
      <w:r>
        <w:tab/>
        <w:t>1.013e0</w:t>
      </w:r>
    </w:p>
    <w:p w:rsidR="007B6A46" w:rsidRDefault="007B6A46" w:rsidP="007B6A46">
      <w:r>
        <w:t>472.9993</w:t>
      </w:r>
      <w:r>
        <w:tab/>
        <w:t>3.038e0</w:t>
      </w:r>
    </w:p>
    <w:p w:rsidR="007B6A46" w:rsidRDefault="007B6A46" w:rsidP="007B6A46">
      <w:r>
        <w:t>473.0202</w:t>
      </w:r>
      <w:r>
        <w:tab/>
        <w:t>2.025e0</w:t>
      </w:r>
    </w:p>
    <w:p w:rsidR="007B6A46" w:rsidRDefault="007B6A46" w:rsidP="007B6A46">
      <w:r>
        <w:t>473.0829</w:t>
      </w:r>
      <w:r>
        <w:tab/>
        <w:t>1.013e0</w:t>
      </w:r>
    </w:p>
    <w:p w:rsidR="007B6A46" w:rsidRDefault="007B6A46" w:rsidP="007B6A46">
      <w:r>
        <w:t>473.1227</w:t>
      </w:r>
      <w:r>
        <w:tab/>
        <w:t>1.013e0</w:t>
      </w:r>
    </w:p>
    <w:p w:rsidR="007B6A46" w:rsidRDefault="007B6A46" w:rsidP="007B6A46">
      <w:r>
        <w:t>473.1657</w:t>
      </w:r>
      <w:r>
        <w:tab/>
        <w:t>2.025e0</w:t>
      </w:r>
    </w:p>
    <w:p w:rsidR="007B6A46" w:rsidRDefault="007B6A46" w:rsidP="007B6A46">
      <w:r>
        <w:t>473.1914</w:t>
      </w:r>
      <w:r>
        <w:tab/>
        <w:t>2.025e0</w:t>
      </w:r>
    </w:p>
    <w:p w:rsidR="007B6A46" w:rsidRDefault="007B6A46" w:rsidP="007B6A46">
      <w:r>
        <w:t>473.2425</w:t>
      </w:r>
      <w:r>
        <w:tab/>
        <w:t>2.025e0</w:t>
      </w:r>
    </w:p>
    <w:p w:rsidR="007B6A46" w:rsidRDefault="007B6A46" w:rsidP="007B6A46">
      <w:r>
        <w:t>473.3036</w:t>
      </w:r>
      <w:r>
        <w:tab/>
        <w:t>2.025e0</w:t>
      </w:r>
    </w:p>
    <w:p w:rsidR="007B6A46" w:rsidRDefault="007B6A46" w:rsidP="007B6A46">
      <w:r>
        <w:t>473.3176</w:t>
      </w:r>
      <w:r>
        <w:tab/>
        <w:t>1.013e0</w:t>
      </w:r>
    </w:p>
    <w:p w:rsidR="007B6A46" w:rsidRDefault="007B6A46" w:rsidP="007B6A46">
      <w:r>
        <w:t>473.3300</w:t>
      </w:r>
      <w:r>
        <w:tab/>
        <w:t>5.063e0</w:t>
      </w:r>
    </w:p>
    <w:p w:rsidR="007B6A46" w:rsidRDefault="007B6A46" w:rsidP="007B6A46">
      <w:r>
        <w:t>473.3450</w:t>
      </w:r>
      <w:r>
        <w:tab/>
        <w:t>2.025e0</w:t>
      </w:r>
    </w:p>
    <w:p w:rsidR="007B6A46" w:rsidRDefault="007B6A46" w:rsidP="007B6A46">
      <w:r>
        <w:t>473.3514</w:t>
      </w:r>
      <w:r>
        <w:tab/>
        <w:t>3.038e0</w:t>
      </w:r>
    </w:p>
    <w:p w:rsidR="007B6A46" w:rsidRDefault="007B6A46" w:rsidP="007B6A46">
      <w:r>
        <w:t>473.3545</w:t>
      </w:r>
      <w:r>
        <w:tab/>
        <w:t>3.038e0</w:t>
      </w:r>
    </w:p>
    <w:p w:rsidR="007B6A46" w:rsidRDefault="007B6A46" w:rsidP="007B6A46">
      <w:r>
        <w:t>473.3622</w:t>
      </w:r>
      <w:r>
        <w:tab/>
        <w:t>2.025e0</w:t>
      </w:r>
    </w:p>
    <w:p w:rsidR="007B6A46" w:rsidRDefault="007B6A46" w:rsidP="007B6A46">
      <w:r>
        <w:t>473.3940</w:t>
      </w:r>
      <w:r>
        <w:tab/>
        <w:t>1.013e0</w:t>
      </w:r>
    </w:p>
    <w:p w:rsidR="007B6A46" w:rsidRDefault="007B6A46" w:rsidP="007B6A46">
      <w:r>
        <w:lastRenderedPageBreak/>
        <w:t>473.5279</w:t>
      </w:r>
      <w:r>
        <w:tab/>
        <w:t>1.013e0</w:t>
      </w:r>
    </w:p>
    <w:p w:rsidR="007B6A46" w:rsidRDefault="007B6A46" w:rsidP="007B6A46">
      <w:r>
        <w:t>473.5486</w:t>
      </w:r>
      <w:r>
        <w:tab/>
        <w:t>1.013e0</w:t>
      </w:r>
    </w:p>
    <w:p w:rsidR="007B6A46" w:rsidRDefault="007B6A46" w:rsidP="007B6A46">
      <w:r>
        <w:t>473.6248</w:t>
      </w:r>
      <w:r>
        <w:tab/>
        <w:t>1.013e0</w:t>
      </w:r>
    </w:p>
    <w:p w:rsidR="007B6A46" w:rsidRDefault="007B6A46" w:rsidP="007B6A46">
      <w:r>
        <w:t>473.6619</w:t>
      </w:r>
      <w:r>
        <w:tab/>
        <w:t>1.013e0</w:t>
      </w:r>
    </w:p>
    <w:p w:rsidR="007B6A46" w:rsidRDefault="007B6A46" w:rsidP="007B6A46">
      <w:r>
        <w:t>473.6803</w:t>
      </w:r>
      <w:r>
        <w:tab/>
        <w:t>1.013e0</w:t>
      </w:r>
    </w:p>
    <w:p w:rsidR="007B6A46" w:rsidRDefault="007B6A46" w:rsidP="007B6A46">
      <w:r>
        <w:t>473.7136</w:t>
      </w:r>
      <w:r>
        <w:tab/>
        <w:t>1.013e0</w:t>
      </w:r>
    </w:p>
    <w:p w:rsidR="007B6A46" w:rsidRDefault="007B6A46" w:rsidP="007B6A46">
      <w:r>
        <w:t>473.8282</w:t>
      </w:r>
      <w:r>
        <w:tab/>
        <w:t>2.025e0</w:t>
      </w:r>
    </w:p>
    <w:p w:rsidR="007B6A46" w:rsidRDefault="007B6A46" w:rsidP="007B6A46">
      <w:r>
        <w:t>473.8615</w:t>
      </w:r>
      <w:r>
        <w:tab/>
        <w:t>1.013e0</w:t>
      </w:r>
    </w:p>
    <w:p w:rsidR="007B6A46" w:rsidRDefault="007B6A46" w:rsidP="007B6A46">
      <w:r>
        <w:t>473.8697</w:t>
      </w:r>
      <w:r>
        <w:tab/>
        <w:t>1.013e0</w:t>
      </w:r>
    </w:p>
    <w:p w:rsidR="007B6A46" w:rsidRDefault="007B6A46" w:rsidP="007B6A46">
      <w:r>
        <w:t>473.8753</w:t>
      </w:r>
      <w:r>
        <w:tab/>
        <w:t>1.013e0</w:t>
      </w:r>
    </w:p>
    <w:p w:rsidR="007B6A46" w:rsidRDefault="007B6A46" w:rsidP="007B6A46">
      <w:r>
        <w:t>473.9035</w:t>
      </w:r>
      <w:r>
        <w:tab/>
        <w:t>2.025e0</w:t>
      </w:r>
    </w:p>
    <w:p w:rsidR="007B6A46" w:rsidRDefault="007B6A46" w:rsidP="007B6A46">
      <w:r>
        <w:t>473.9613</w:t>
      </w:r>
      <w:r>
        <w:tab/>
        <w:t>1.013e0</w:t>
      </w:r>
    </w:p>
    <w:p w:rsidR="007B6A46" w:rsidRDefault="007B6A46" w:rsidP="007B6A46">
      <w:r>
        <w:t>473.9730</w:t>
      </w:r>
      <w:r>
        <w:tab/>
        <w:t>1.013e0</w:t>
      </w:r>
    </w:p>
    <w:p w:rsidR="007B6A46" w:rsidRDefault="007B6A46" w:rsidP="007B6A46">
      <w:r>
        <w:t>473.9944</w:t>
      </w:r>
      <w:r>
        <w:tab/>
        <w:t>1.013e0</w:t>
      </w:r>
    </w:p>
    <w:p w:rsidR="007B6A46" w:rsidRDefault="007B6A46" w:rsidP="007B6A46">
      <w:r>
        <w:t>474.0086</w:t>
      </w:r>
      <w:r>
        <w:tab/>
        <w:t>1.013e0</w:t>
      </w:r>
    </w:p>
    <w:p w:rsidR="007B6A46" w:rsidRDefault="007B6A46" w:rsidP="007B6A46">
      <w:r>
        <w:t>474.0226</w:t>
      </w:r>
      <w:r>
        <w:tab/>
        <w:t>2.025e0</w:t>
      </w:r>
    </w:p>
    <w:p w:rsidR="007B6A46" w:rsidRDefault="007B6A46" w:rsidP="007B6A46">
      <w:r>
        <w:t>474.0432</w:t>
      </w:r>
      <w:r>
        <w:tab/>
        <w:t>1.013e0</w:t>
      </w:r>
    </w:p>
    <w:p w:rsidR="007B6A46" w:rsidRDefault="007B6A46" w:rsidP="007B6A46">
      <w:r>
        <w:t>474.1359</w:t>
      </w:r>
      <w:r>
        <w:tab/>
        <w:t>2.025e0</w:t>
      </w:r>
    </w:p>
    <w:p w:rsidR="007B6A46" w:rsidRDefault="007B6A46" w:rsidP="007B6A46">
      <w:r>
        <w:t>474.1857</w:t>
      </w:r>
      <w:r>
        <w:tab/>
        <w:t>1.013e0</w:t>
      </w:r>
    </w:p>
    <w:p w:rsidR="007B6A46" w:rsidRDefault="007B6A46" w:rsidP="007B6A46">
      <w:r>
        <w:lastRenderedPageBreak/>
        <w:t>474.2046</w:t>
      </w:r>
      <w:r>
        <w:tab/>
        <w:t>1.013e0</w:t>
      </w:r>
    </w:p>
    <w:p w:rsidR="007B6A46" w:rsidRDefault="007B6A46" w:rsidP="007B6A46">
      <w:r>
        <w:t>474.2227</w:t>
      </w:r>
      <w:r>
        <w:tab/>
        <w:t>1.013e0</w:t>
      </w:r>
    </w:p>
    <w:p w:rsidR="007B6A46" w:rsidRDefault="007B6A46" w:rsidP="007B6A46">
      <w:r>
        <w:t>474.2242</w:t>
      </w:r>
      <w:r>
        <w:tab/>
        <w:t>3.038e0</w:t>
      </w:r>
    </w:p>
    <w:p w:rsidR="007B6A46" w:rsidRDefault="007B6A46" w:rsidP="007B6A46">
      <w:r>
        <w:t>474.2375</w:t>
      </w:r>
      <w:r>
        <w:tab/>
        <w:t>5.456e0</w:t>
      </w:r>
    </w:p>
    <w:p w:rsidR="007B6A46" w:rsidRDefault="007B6A46" w:rsidP="007B6A46">
      <w:r>
        <w:t>474.2497</w:t>
      </w:r>
      <w:r>
        <w:tab/>
        <w:t>1.013e0</w:t>
      </w:r>
    </w:p>
    <w:p w:rsidR="007B6A46" w:rsidRDefault="007B6A46" w:rsidP="007B6A46">
      <w:r>
        <w:t>474.2587</w:t>
      </w:r>
      <w:r>
        <w:tab/>
        <w:t>1.013e0</w:t>
      </w:r>
    </w:p>
    <w:p w:rsidR="007B6A46" w:rsidRDefault="007B6A46" w:rsidP="007B6A46">
      <w:r>
        <w:t>474.3060</w:t>
      </w:r>
      <w:r>
        <w:tab/>
        <w:t>2.025e0</w:t>
      </w:r>
    </w:p>
    <w:p w:rsidR="007B6A46" w:rsidRDefault="007B6A46" w:rsidP="007B6A46">
      <w:r>
        <w:t>474.3083</w:t>
      </w:r>
      <w:r>
        <w:tab/>
        <w:t>1.013e0</w:t>
      </w:r>
    </w:p>
    <w:p w:rsidR="007B6A46" w:rsidRDefault="007B6A46" w:rsidP="007B6A46">
      <w:r>
        <w:t>474.3200</w:t>
      </w:r>
      <w:r>
        <w:tab/>
        <w:t>2.025e0</w:t>
      </w:r>
    </w:p>
    <w:p w:rsidR="007B6A46" w:rsidRDefault="007B6A46" w:rsidP="007B6A46">
      <w:r>
        <w:t>474.3654</w:t>
      </w:r>
      <w:r>
        <w:tab/>
        <w:t>1.013e0</w:t>
      </w:r>
    </w:p>
    <w:p w:rsidR="007B6A46" w:rsidRDefault="007B6A46" w:rsidP="007B6A46">
      <w:r>
        <w:t>474.3929</w:t>
      </w:r>
      <w:r>
        <w:tab/>
        <w:t>2.025e0</w:t>
      </w:r>
    </w:p>
    <w:p w:rsidR="007B6A46" w:rsidRDefault="007B6A46" w:rsidP="007B6A46">
      <w:r>
        <w:t>474.4323</w:t>
      </w:r>
      <w:r>
        <w:tab/>
        <w:t>1.013e0</w:t>
      </w:r>
    </w:p>
    <w:p w:rsidR="007B6A46" w:rsidRDefault="007B6A46" w:rsidP="007B6A46">
      <w:r>
        <w:t>474.6506</w:t>
      </w:r>
      <w:r>
        <w:tab/>
        <w:t>2.025e0</w:t>
      </w:r>
    </w:p>
    <w:p w:rsidR="007B6A46" w:rsidRDefault="007B6A46" w:rsidP="007B6A46">
      <w:r>
        <w:t>474.7217</w:t>
      </w:r>
      <w:r>
        <w:tab/>
        <w:t>1.013e0</w:t>
      </w:r>
    </w:p>
    <w:p w:rsidR="007B6A46" w:rsidRDefault="007B6A46" w:rsidP="007B6A46">
      <w:r>
        <w:t>474.7471</w:t>
      </w:r>
      <w:r>
        <w:tab/>
        <w:t>1.013e0</w:t>
      </w:r>
    </w:p>
    <w:p w:rsidR="007B6A46" w:rsidRDefault="007B6A46" w:rsidP="007B6A46">
      <w:r>
        <w:t>474.8120</w:t>
      </w:r>
      <w:r>
        <w:tab/>
        <w:t>1.013e0</w:t>
      </w:r>
    </w:p>
    <w:p w:rsidR="007B6A46" w:rsidRDefault="007B6A46" w:rsidP="007B6A46">
      <w:r>
        <w:t>474.8202</w:t>
      </w:r>
      <w:r>
        <w:tab/>
        <w:t>1.013e0</w:t>
      </w:r>
    </w:p>
    <w:p w:rsidR="007B6A46" w:rsidRDefault="007B6A46" w:rsidP="007B6A46">
      <w:r>
        <w:t>474.8402</w:t>
      </w:r>
      <w:r>
        <w:tab/>
        <w:t>3.038e0</w:t>
      </w:r>
    </w:p>
    <w:p w:rsidR="007B6A46" w:rsidRDefault="007B6A46" w:rsidP="007B6A46">
      <w:r>
        <w:t>474.8416</w:t>
      </w:r>
      <w:r>
        <w:tab/>
        <w:t>1.013e0</w:t>
      </w:r>
    </w:p>
    <w:p w:rsidR="007B6A46" w:rsidRDefault="007B6A46" w:rsidP="007B6A46">
      <w:r>
        <w:lastRenderedPageBreak/>
        <w:t>474.8997</w:t>
      </w:r>
      <w:r>
        <w:tab/>
        <w:t>2.025e0</w:t>
      </w:r>
    </w:p>
    <w:p w:rsidR="007B6A46" w:rsidRDefault="007B6A46" w:rsidP="007B6A46">
      <w:r>
        <w:t>474.9199</w:t>
      </w:r>
      <w:r>
        <w:tab/>
        <w:t>4.051e0</w:t>
      </w:r>
    </w:p>
    <w:p w:rsidR="007B6A46" w:rsidRDefault="007B6A46" w:rsidP="007B6A46">
      <w:r>
        <w:t>474.9385</w:t>
      </w:r>
      <w:r>
        <w:tab/>
        <w:t>1.013e0</w:t>
      </w:r>
    </w:p>
    <w:p w:rsidR="007B6A46" w:rsidRDefault="007B6A46" w:rsidP="007B6A46">
      <w:r>
        <w:t>474.9451</w:t>
      </w:r>
      <w:r>
        <w:tab/>
        <w:t>1.013e0</w:t>
      </w:r>
    </w:p>
    <w:p w:rsidR="007B6A46" w:rsidRDefault="007B6A46" w:rsidP="007B6A46">
      <w:r>
        <w:t>474.9567</w:t>
      </w:r>
      <w:r>
        <w:tab/>
        <w:t>1.013e0</w:t>
      </w:r>
    </w:p>
    <w:p w:rsidR="007B6A46" w:rsidRDefault="007B6A46" w:rsidP="007B6A46">
      <w:r>
        <w:t>475.0154</w:t>
      </w:r>
      <w:r>
        <w:tab/>
        <w:t>1.013e0</w:t>
      </w:r>
    </w:p>
    <w:p w:rsidR="007B6A46" w:rsidRDefault="007B6A46" w:rsidP="007B6A46">
      <w:r>
        <w:t>475.0511</w:t>
      </w:r>
      <w:r>
        <w:tab/>
        <w:t>1.013e0</w:t>
      </w:r>
    </w:p>
    <w:p w:rsidR="007B6A46" w:rsidRDefault="007B6A46" w:rsidP="007B6A46">
      <w:r>
        <w:t>475.0916</w:t>
      </w:r>
      <w:r>
        <w:tab/>
        <w:t>2.025e0</w:t>
      </w:r>
    </w:p>
    <w:p w:rsidR="007B6A46" w:rsidRDefault="007B6A46" w:rsidP="007B6A46">
      <w:r>
        <w:t>475.1550</w:t>
      </w:r>
      <w:r>
        <w:tab/>
        <w:t>2.025e0</w:t>
      </w:r>
    </w:p>
    <w:p w:rsidR="007B6A46" w:rsidRDefault="007B6A46" w:rsidP="007B6A46">
      <w:r>
        <w:t>475.2296</w:t>
      </w:r>
      <w:r>
        <w:tab/>
        <w:t>3.038e0</w:t>
      </w:r>
    </w:p>
    <w:p w:rsidR="007B6A46" w:rsidRDefault="007B6A46" w:rsidP="007B6A46">
      <w:r>
        <w:t>475.2652</w:t>
      </w:r>
      <w:r>
        <w:tab/>
        <w:t>1.013e0</w:t>
      </w:r>
    </w:p>
    <w:p w:rsidR="007B6A46" w:rsidRDefault="007B6A46" w:rsidP="007B6A46">
      <w:r>
        <w:t>475.2665</w:t>
      </w:r>
      <w:r>
        <w:tab/>
        <w:t>3.038e0</w:t>
      </w:r>
    </w:p>
    <w:p w:rsidR="007B6A46" w:rsidRDefault="007B6A46" w:rsidP="007B6A46">
      <w:r>
        <w:t>475.2755</w:t>
      </w:r>
      <w:r>
        <w:tab/>
        <w:t>1.013e0</w:t>
      </w:r>
    </w:p>
    <w:p w:rsidR="007B6A46" w:rsidRDefault="007B6A46" w:rsidP="007B6A46">
      <w:r>
        <w:t>475.3014</w:t>
      </w:r>
      <w:r>
        <w:tab/>
        <w:t>3.038e0</w:t>
      </w:r>
    </w:p>
    <w:p w:rsidR="007B6A46" w:rsidRDefault="007B6A46" w:rsidP="007B6A46">
      <w:r>
        <w:t>475.3411</w:t>
      </w:r>
      <w:r>
        <w:tab/>
        <w:t>2.025e0</w:t>
      </w:r>
    </w:p>
    <w:p w:rsidR="007B6A46" w:rsidRDefault="007B6A46" w:rsidP="007B6A46">
      <w:r>
        <w:t>475.4253</w:t>
      </w:r>
      <w:r>
        <w:tab/>
        <w:t>1.013e0</w:t>
      </w:r>
    </w:p>
    <w:p w:rsidR="007B6A46" w:rsidRDefault="007B6A46" w:rsidP="007B6A46">
      <w:r>
        <w:t>475.5902</w:t>
      </w:r>
      <w:r>
        <w:tab/>
        <w:t>1.013e0</w:t>
      </w:r>
    </w:p>
    <w:p w:rsidR="007B6A46" w:rsidRDefault="007B6A46" w:rsidP="007B6A46">
      <w:r>
        <w:t>475.5946</w:t>
      </w:r>
      <w:r>
        <w:tab/>
        <w:t>1.013e0</w:t>
      </w:r>
    </w:p>
    <w:p w:rsidR="007B6A46" w:rsidRDefault="007B6A46" w:rsidP="007B6A46">
      <w:r>
        <w:t>475.6706</w:t>
      </w:r>
      <w:r>
        <w:tab/>
        <w:t>1.013e0</w:t>
      </w:r>
    </w:p>
    <w:p w:rsidR="007B6A46" w:rsidRDefault="007B6A46" w:rsidP="007B6A46">
      <w:r>
        <w:lastRenderedPageBreak/>
        <w:t>475.7327</w:t>
      </w:r>
      <w:r>
        <w:tab/>
        <w:t>3.038e0</w:t>
      </w:r>
    </w:p>
    <w:p w:rsidR="007B6A46" w:rsidRDefault="007B6A46" w:rsidP="007B6A46">
      <w:r>
        <w:t>475.8256</w:t>
      </w:r>
      <w:r>
        <w:tab/>
        <w:t>1.013e0</w:t>
      </w:r>
    </w:p>
    <w:p w:rsidR="007B6A46" w:rsidRDefault="007B6A46" w:rsidP="007B6A46">
      <w:r>
        <w:t>475.8449</w:t>
      </w:r>
      <w:r>
        <w:tab/>
        <w:t>2.025e0</w:t>
      </w:r>
    </w:p>
    <w:p w:rsidR="007B6A46" w:rsidRDefault="007B6A46" w:rsidP="007B6A46">
      <w:r>
        <w:t>475.8726</w:t>
      </w:r>
      <w:r>
        <w:tab/>
        <w:t>2.025e0</w:t>
      </w:r>
    </w:p>
    <w:p w:rsidR="007B6A46" w:rsidRDefault="007B6A46" w:rsidP="007B6A46">
      <w:r>
        <w:t>475.9059</w:t>
      </w:r>
      <w:r>
        <w:tab/>
        <w:t>1.013e0</w:t>
      </w:r>
    </w:p>
    <w:p w:rsidR="007B6A46" w:rsidRDefault="007B6A46" w:rsidP="007B6A46">
      <w:r>
        <w:t>475.9142</w:t>
      </w:r>
      <w:r>
        <w:tab/>
        <w:t>1.013e0</w:t>
      </w:r>
    </w:p>
    <w:p w:rsidR="007B6A46" w:rsidRDefault="007B6A46" w:rsidP="007B6A46">
      <w:r>
        <w:t>475.9846</w:t>
      </w:r>
      <w:r>
        <w:tab/>
        <w:t>2.025e0</w:t>
      </w:r>
    </w:p>
    <w:p w:rsidR="007B6A46" w:rsidRDefault="007B6A46" w:rsidP="007B6A46">
      <w:r>
        <w:t>476.0296</w:t>
      </w:r>
      <w:r>
        <w:tab/>
        <w:t>1.013e0</w:t>
      </w:r>
    </w:p>
    <w:p w:rsidR="007B6A46" w:rsidRDefault="007B6A46" w:rsidP="007B6A46">
      <w:r>
        <w:t>476.0461</w:t>
      </w:r>
      <w:r>
        <w:tab/>
        <w:t>1.013e0</w:t>
      </w:r>
    </w:p>
    <w:p w:rsidR="007B6A46" w:rsidRDefault="007B6A46" w:rsidP="007B6A46">
      <w:r>
        <w:t>476.0627</w:t>
      </w:r>
      <w:r>
        <w:tab/>
        <w:t>1.013e0</w:t>
      </w:r>
    </w:p>
    <w:p w:rsidR="007B6A46" w:rsidRDefault="007B6A46" w:rsidP="007B6A46">
      <w:r>
        <w:t>476.0655</w:t>
      </w:r>
      <w:r>
        <w:tab/>
        <w:t>2.025e0</w:t>
      </w:r>
    </w:p>
    <w:p w:rsidR="007B6A46" w:rsidRDefault="007B6A46" w:rsidP="007B6A46">
      <w:r>
        <w:t>476.0935</w:t>
      </w:r>
      <w:r>
        <w:tab/>
        <w:t>1.013e0</w:t>
      </w:r>
    </w:p>
    <w:p w:rsidR="007B6A46" w:rsidRDefault="007B6A46" w:rsidP="007B6A46">
      <w:r>
        <w:t>476.1522</w:t>
      </w:r>
      <w:r>
        <w:tab/>
        <w:t>1.013e0</w:t>
      </w:r>
    </w:p>
    <w:p w:rsidR="007B6A46" w:rsidRDefault="007B6A46" w:rsidP="007B6A46">
      <w:r>
        <w:t>476.1877</w:t>
      </w:r>
      <w:r>
        <w:tab/>
        <w:t>4.051e0</w:t>
      </w:r>
    </w:p>
    <w:p w:rsidR="007B6A46" w:rsidRDefault="007B6A46" w:rsidP="007B6A46">
      <w:r>
        <w:t>476.1962</w:t>
      </w:r>
      <w:r>
        <w:tab/>
        <w:t>1.013e0</w:t>
      </w:r>
    </w:p>
    <w:p w:rsidR="007B6A46" w:rsidRDefault="007B6A46" w:rsidP="007B6A46">
      <w:r>
        <w:t>476.2133</w:t>
      </w:r>
      <w:r>
        <w:tab/>
        <w:t>1.013e0</w:t>
      </w:r>
    </w:p>
    <w:p w:rsidR="007B6A46" w:rsidRDefault="007B6A46" w:rsidP="007B6A46">
      <w:r>
        <w:t>476.2316</w:t>
      </w:r>
      <w:r>
        <w:tab/>
        <w:t>3.038e0</w:t>
      </w:r>
    </w:p>
    <w:p w:rsidR="007B6A46" w:rsidRDefault="007B6A46" w:rsidP="007B6A46">
      <w:r>
        <w:t>476.2499</w:t>
      </w:r>
      <w:r>
        <w:tab/>
        <w:t>1.013e0</w:t>
      </w:r>
    </w:p>
    <w:p w:rsidR="007B6A46" w:rsidRDefault="007B6A46" w:rsidP="007B6A46">
      <w:r>
        <w:t>476.2521</w:t>
      </w:r>
      <w:r>
        <w:tab/>
        <w:t>2.266e0</w:t>
      </w:r>
    </w:p>
    <w:p w:rsidR="007B6A46" w:rsidRDefault="007B6A46" w:rsidP="007B6A46">
      <w:r>
        <w:lastRenderedPageBreak/>
        <w:t>476.2906</w:t>
      </w:r>
      <w:r>
        <w:tab/>
        <w:t>5.117e0</w:t>
      </w:r>
    </w:p>
    <w:p w:rsidR="007B6A46" w:rsidRDefault="007B6A46" w:rsidP="007B6A46">
      <w:r>
        <w:t>476.2920</w:t>
      </w:r>
      <w:r>
        <w:tab/>
        <w:t>3.038e0</w:t>
      </w:r>
    </w:p>
    <w:p w:rsidR="007B6A46" w:rsidRDefault="007B6A46" w:rsidP="007B6A46">
      <w:r>
        <w:t>476.3159</w:t>
      </w:r>
      <w:r>
        <w:tab/>
        <w:t>3.038e0</w:t>
      </w:r>
    </w:p>
    <w:p w:rsidR="007B6A46" w:rsidRDefault="007B6A46" w:rsidP="007B6A46">
      <w:r>
        <w:t>476.3218</w:t>
      </w:r>
      <w:r>
        <w:tab/>
        <w:t>2.025e0</w:t>
      </w:r>
    </w:p>
    <w:p w:rsidR="007B6A46" w:rsidRDefault="007B6A46" w:rsidP="007B6A46">
      <w:r>
        <w:t>476.3268</w:t>
      </w:r>
      <w:r>
        <w:tab/>
        <w:t>2.025e0</w:t>
      </w:r>
    </w:p>
    <w:p w:rsidR="007B6A46" w:rsidRDefault="007B6A46" w:rsidP="007B6A46">
      <w:r>
        <w:t>476.3395</w:t>
      </w:r>
      <w:r>
        <w:tab/>
        <w:t>1.630e0</w:t>
      </w:r>
    </w:p>
    <w:p w:rsidR="007B6A46" w:rsidRDefault="007B6A46" w:rsidP="007B6A46">
      <w:r>
        <w:t>476.3787</w:t>
      </w:r>
      <w:r>
        <w:tab/>
        <w:t>1.013e0</w:t>
      </w:r>
    </w:p>
    <w:p w:rsidR="007B6A46" w:rsidRDefault="007B6A46" w:rsidP="007B6A46">
      <w:r>
        <w:t>476.3912</w:t>
      </w:r>
      <w:r>
        <w:tab/>
        <w:t>3.038e0</w:t>
      </w:r>
    </w:p>
    <w:p w:rsidR="007B6A46" w:rsidRDefault="007B6A46" w:rsidP="007B6A46">
      <w:r>
        <w:t>476.4067</w:t>
      </w:r>
      <w:r>
        <w:tab/>
        <w:t>3.038e0</w:t>
      </w:r>
    </w:p>
    <w:p w:rsidR="007B6A46" w:rsidRDefault="007B6A46" w:rsidP="007B6A46">
      <w:r>
        <w:t>476.4534</w:t>
      </w:r>
      <w:r>
        <w:tab/>
        <w:t>2.025e0</w:t>
      </w:r>
    </w:p>
    <w:p w:rsidR="007B6A46" w:rsidRDefault="007B6A46" w:rsidP="007B6A46">
      <w:r>
        <w:t>476.4634</w:t>
      </w:r>
      <w:r>
        <w:tab/>
        <w:t>1.013e0</w:t>
      </w:r>
    </w:p>
    <w:p w:rsidR="007B6A46" w:rsidRDefault="007B6A46" w:rsidP="007B6A46">
      <w:r>
        <w:t>476.4700</w:t>
      </w:r>
      <w:r>
        <w:tab/>
        <w:t>1.013e0</w:t>
      </w:r>
    </w:p>
    <w:p w:rsidR="007B6A46" w:rsidRDefault="007B6A46" w:rsidP="007B6A46">
      <w:r>
        <w:t>476.5577</w:t>
      </w:r>
      <w:r>
        <w:tab/>
        <w:t>2.025e0</w:t>
      </w:r>
    </w:p>
    <w:p w:rsidR="007B6A46" w:rsidRDefault="007B6A46" w:rsidP="007B6A46">
      <w:r>
        <w:t>476.6028</w:t>
      </w:r>
      <w:r>
        <w:tab/>
        <w:t>1.013e0</w:t>
      </w:r>
    </w:p>
    <w:p w:rsidR="007B6A46" w:rsidRDefault="007B6A46" w:rsidP="007B6A46">
      <w:r>
        <w:t>476.6436</w:t>
      </w:r>
      <w:r>
        <w:tab/>
        <w:t>1.013e0</w:t>
      </w:r>
    </w:p>
    <w:p w:rsidR="007B6A46" w:rsidRDefault="007B6A46" w:rsidP="007B6A46">
      <w:r>
        <w:t>476.6776</w:t>
      </w:r>
      <w:r>
        <w:tab/>
        <w:t>1.013e0</w:t>
      </w:r>
    </w:p>
    <w:p w:rsidR="007B6A46" w:rsidRDefault="007B6A46" w:rsidP="007B6A46">
      <w:r>
        <w:t>476.6918</w:t>
      </w:r>
      <w:r>
        <w:tab/>
        <w:t>1.013e0</w:t>
      </w:r>
    </w:p>
    <w:p w:rsidR="007B6A46" w:rsidRDefault="007B6A46" w:rsidP="007B6A46">
      <w:r>
        <w:t>476.7432</w:t>
      </w:r>
      <w:r>
        <w:tab/>
        <w:t>1.013e0</w:t>
      </w:r>
    </w:p>
    <w:p w:rsidR="007B6A46" w:rsidRDefault="007B6A46" w:rsidP="007B6A46">
      <w:r>
        <w:t>476.7714</w:t>
      </w:r>
      <w:r>
        <w:tab/>
        <w:t>1.013e0</w:t>
      </w:r>
    </w:p>
    <w:p w:rsidR="007B6A46" w:rsidRDefault="007B6A46" w:rsidP="007B6A46">
      <w:r>
        <w:lastRenderedPageBreak/>
        <w:t>476.7938</w:t>
      </w:r>
      <w:r>
        <w:tab/>
        <w:t>1.013e0</w:t>
      </w:r>
    </w:p>
    <w:p w:rsidR="007B6A46" w:rsidRDefault="007B6A46" w:rsidP="007B6A46">
      <w:r>
        <w:t>476.8367</w:t>
      </w:r>
      <w:r>
        <w:tab/>
        <w:t>2.025e0</w:t>
      </w:r>
    </w:p>
    <w:p w:rsidR="007B6A46" w:rsidRDefault="007B6A46" w:rsidP="007B6A46">
      <w:r>
        <w:t>476.8935</w:t>
      </w:r>
      <w:r>
        <w:tab/>
        <w:t>1.013e0</w:t>
      </w:r>
    </w:p>
    <w:p w:rsidR="007B6A46" w:rsidRDefault="007B6A46" w:rsidP="007B6A46">
      <w:r>
        <w:t>476.9059</w:t>
      </w:r>
      <w:r>
        <w:tab/>
        <w:t>2.025e0</w:t>
      </w:r>
    </w:p>
    <w:p w:rsidR="007B6A46" w:rsidRDefault="007B6A46" w:rsidP="007B6A46">
      <w:r>
        <w:t>476.9342</w:t>
      </w:r>
      <w:r>
        <w:tab/>
        <w:t>1.013e0</w:t>
      </w:r>
    </w:p>
    <w:p w:rsidR="007B6A46" w:rsidRDefault="007B6A46" w:rsidP="007B6A46">
      <w:r>
        <w:t>477.0339</w:t>
      </w:r>
      <w:r>
        <w:tab/>
        <w:t>1.013e0</w:t>
      </w:r>
    </w:p>
    <w:p w:rsidR="007B6A46" w:rsidRDefault="007B6A46" w:rsidP="007B6A46">
      <w:r>
        <w:t>477.1188</w:t>
      </w:r>
      <w:r>
        <w:tab/>
        <w:t>1.013e0</w:t>
      </w:r>
    </w:p>
    <w:p w:rsidR="007B6A46" w:rsidRDefault="007B6A46" w:rsidP="007B6A46">
      <w:r>
        <w:t>477.1284</w:t>
      </w:r>
      <w:r>
        <w:tab/>
        <w:t>3.038e0</w:t>
      </w:r>
    </w:p>
    <w:p w:rsidR="007B6A46" w:rsidRDefault="007B6A46" w:rsidP="007B6A46">
      <w:r>
        <w:t>477.1364</w:t>
      </w:r>
      <w:r>
        <w:tab/>
        <w:t>1.013e0</w:t>
      </w:r>
    </w:p>
    <w:p w:rsidR="007B6A46" w:rsidRDefault="007B6A46" w:rsidP="007B6A46">
      <w:r>
        <w:t>477.1767</w:t>
      </w:r>
      <w:r>
        <w:tab/>
        <w:t>1.013e0</w:t>
      </w:r>
    </w:p>
    <w:p w:rsidR="007B6A46" w:rsidRDefault="007B6A46" w:rsidP="007B6A46">
      <w:r>
        <w:t>477.2156</w:t>
      </w:r>
      <w:r>
        <w:tab/>
        <w:t>5.063e0</w:t>
      </w:r>
    </w:p>
    <w:p w:rsidR="007B6A46" w:rsidRDefault="007B6A46" w:rsidP="007B6A46">
      <w:r>
        <w:t>477.2338</w:t>
      </w:r>
      <w:r>
        <w:tab/>
        <w:t>1.013e0</w:t>
      </w:r>
    </w:p>
    <w:p w:rsidR="007B6A46" w:rsidRDefault="007B6A46" w:rsidP="007B6A46">
      <w:r>
        <w:t>477.2591</w:t>
      </w:r>
      <w:r>
        <w:tab/>
        <w:t>2.025e0</w:t>
      </w:r>
    </w:p>
    <w:p w:rsidR="007B6A46" w:rsidRDefault="007B6A46" w:rsidP="007B6A46">
      <w:r>
        <w:t>477.2757</w:t>
      </w:r>
      <w:r>
        <w:tab/>
        <w:t>1.013e0</w:t>
      </w:r>
    </w:p>
    <w:p w:rsidR="007B6A46" w:rsidRDefault="007B6A46" w:rsidP="007B6A46">
      <w:r>
        <w:t>477.2893</w:t>
      </w:r>
      <w:r>
        <w:tab/>
        <w:t>1.013e0</w:t>
      </w:r>
    </w:p>
    <w:p w:rsidR="007B6A46" w:rsidRDefault="007B6A46" w:rsidP="007B6A46">
      <w:r>
        <w:t>477.2917</w:t>
      </w:r>
      <w:r>
        <w:tab/>
        <w:t>2.025e0</w:t>
      </w:r>
    </w:p>
    <w:p w:rsidR="007B6A46" w:rsidRDefault="007B6A46" w:rsidP="007B6A46">
      <w:r>
        <w:t>477.3102</w:t>
      </w:r>
      <w:r>
        <w:tab/>
        <w:t>1.013e0</w:t>
      </w:r>
    </w:p>
    <w:p w:rsidR="007B6A46" w:rsidRDefault="007B6A46" w:rsidP="007B6A46">
      <w:r>
        <w:t>477.3498</w:t>
      </w:r>
      <w:r>
        <w:tab/>
        <w:t>1.013e0</w:t>
      </w:r>
    </w:p>
    <w:p w:rsidR="007B6A46" w:rsidRDefault="007B6A46" w:rsidP="007B6A46">
      <w:r>
        <w:t>477.4058</w:t>
      </w:r>
      <w:r>
        <w:tab/>
        <w:t>2.025e0</w:t>
      </w:r>
    </w:p>
    <w:p w:rsidR="007B6A46" w:rsidRDefault="007B6A46" w:rsidP="007B6A46">
      <w:r>
        <w:lastRenderedPageBreak/>
        <w:t>477.4080</w:t>
      </w:r>
      <w:r>
        <w:tab/>
        <w:t>2.025e0</w:t>
      </w:r>
    </w:p>
    <w:p w:rsidR="007B6A46" w:rsidRDefault="007B6A46" w:rsidP="007B6A46">
      <w:r>
        <w:t>477.4632</w:t>
      </w:r>
      <w:r>
        <w:tab/>
        <w:t>3.038e0</w:t>
      </w:r>
    </w:p>
    <w:p w:rsidR="007B6A46" w:rsidRDefault="007B6A46" w:rsidP="007B6A46">
      <w:r>
        <w:t>477.4807</w:t>
      </w:r>
      <w:r>
        <w:tab/>
        <w:t>1.013e0</w:t>
      </w:r>
    </w:p>
    <w:p w:rsidR="007B6A46" w:rsidRDefault="007B6A46" w:rsidP="007B6A46">
      <w:r>
        <w:t>477.4999</w:t>
      </w:r>
      <w:r>
        <w:tab/>
        <w:t>1.013e0</w:t>
      </w:r>
    </w:p>
    <w:p w:rsidR="007B6A46" w:rsidRDefault="007B6A46" w:rsidP="007B6A46">
      <w:r>
        <w:t>477.5168</w:t>
      </w:r>
      <w:r>
        <w:tab/>
        <w:t>1.013e0</w:t>
      </w:r>
    </w:p>
    <w:p w:rsidR="007B6A46" w:rsidRDefault="007B6A46" w:rsidP="007B6A46">
      <w:r>
        <w:t>477.6076</w:t>
      </w:r>
      <w:r>
        <w:tab/>
        <w:t>1.013e0</w:t>
      </w:r>
    </w:p>
    <w:p w:rsidR="007B6A46" w:rsidRDefault="007B6A46" w:rsidP="007B6A46">
      <w:r>
        <w:t>477.6544</w:t>
      </w:r>
      <w:r>
        <w:tab/>
        <w:t>1.013e0</w:t>
      </w:r>
    </w:p>
    <w:p w:rsidR="007B6A46" w:rsidRDefault="007B6A46" w:rsidP="007B6A46">
      <w:r>
        <w:t>477.6735</w:t>
      </w:r>
      <w:r>
        <w:tab/>
        <w:t>1.013e0</w:t>
      </w:r>
    </w:p>
    <w:p w:rsidR="007B6A46" w:rsidRDefault="007B6A46" w:rsidP="007B6A46">
      <w:r>
        <w:t>477.7074</w:t>
      </w:r>
      <w:r>
        <w:tab/>
        <w:t>1.013e0</w:t>
      </w:r>
    </w:p>
    <w:p w:rsidR="007B6A46" w:rsidRDefault="007B6A46" w:rsidP="007B6A46">
      <w:r>
        <w:t>477.7131</w:t>
      </w:r>
      <w:r>
        <w:tab/>
        <w:t>1.013e0</w:t>
      </w:r>
    </w:p>
    <w:p w:rsidR="007B6A46" w:rsidRDefault="007B6A46" w:rsidP="007B6A46">
      <w:r>
        <w:t>477.7823</w:t>
      </w:r>
      <w:r>
        <w:tab/>
        <w:t>1.013e0</w:t>
      </w:r>
    </w:p>
    <w:p w:rsidR="007B6A46" w:rsidRDefault="007B6A46" w:rsidP="007B6A46">
      <w:r>
        <w:t>477.7893</w:t>
      </w:r>
      <w:r>
        <w:tab/>
        <w:t>1.013e0</w:t>
      </w:r>
    </w:p>
    <w:p w:rsidR="007B6A46" w:rsidRDefault="007B6A46" w:rsidP="007B6A46">
      <w:r>
        <w:t>477.8109</w:t>
      </w:r>
      <w:r>
        <w:tab/>
        <w:t>1.013e0</w:t>
      </w:r>
    </w:p>
    <w:p w:rsidR="007B6A46" w:rsidRDefault="007B6A46" w:rsidP="007B6A46">
      <w:r>
        <w:t>477.8505</w:t>
      </w:r>
      <w:r>
        <w:tab/>
        <w:t>1.013e0</w:t>
      </w:r>
    </w:p>
    <w:p w:rsidR="007B6A46" w:rsidRDefault="007B6A46" w:rsidP="007B6A46">
      <w:r>
        <w:t>477.8710</w:t>
      </w:r>
      <w:r>
        <w:tab/>
        <w:t>2.025e0</w:t>
      </w:r>
    </w:p>
    <w:p w:rsidR="007B6A46" w:rsidRDefault="007B6A46" w:rsidP="007B6A46">
      <w:r>
        <w:t>477.8942</w:t>
      </w:r>
      <w:r>
        <w:tab/>
        <w:t>2.025e0</w:t>
      </w:r>
    </w:p>
    <w:p w:rsidR="007B6A46" w:rsidRDefault="007B6A46" w:rsidP="007B6A46">
      <w:r>
        <w:t>477.9662</w:t>
      </w:r>
      <w:r>
        <w:tab/>
        <w:t>1.013e0</w:t>
      </w:r>
    </w:p>
    <w:p w:rsidR="007B6A46" w:rsidRDefault="007B6A46" w:rsidP="007B6A46">
      <w:r>
        <w:t>477.9745</w:t>
      </w:r>
      <w:r>
        <w:tab/>
        <w:t>1.013e0</w:t>
      </w:r>
    </w:p>
    <w:p w:rsidR="007B6A46" w:rsidRDefault="007B6A46" w:rsidP="007B6A46">
      <w:r>
        <w:t>478.0153</w:t>
      </w:r>
      <w:r>
        <w:tab/>
        <w:t>1.013e0</w:t>
      </w:r>
    </w:p>
    <w:p w:rsidR="007B6A46" w:rsidRDefault="007B6A46" w:rsidP="007B6A46">
      <w:r>
        <w:lastRenderedPageBreak/>
        <w:t>478.0244</w:t>
      </w:r>
      <w:r>
        <w:tab/>
        <w:t>1.013e0</w:t>
      </w:r>
    </w:p>
    <w:p w:rsidR="007B6A46" w:rsidRDefault="007B6A46" w:rsidP="007B6A46">
      <w:r>
        <w:t>478.0660</w:t>
      </w:r>
      <w:r>
        <w:tab/>
        <w:t>1.013e0</w:t>
      </w:r>
    </w:p>
    <w:p w:rsidR="007B6A46" w:rsidRDefault="007B6A46" w:rsidP="007B6A46">
      <w:r>
        <w:t>478.0998</w:t>
      </w:r>
      <w:r>
        <w:tab/>
        <w:t>1.013e0</w:t>
      </w:r>
    </w:p>
    <w:p w:rsidR="007B6A46" w:rsidRDefault="007B6A46" w:rsidP="007B6A46">
      <w:r>
        <w:t>478.1879</w:t>
      </w:r>
      <w:r>
        <w:tab/>
        <w:t>2.025e0</w:t>
      </w:r>
    </w:p>
    <w:p w:rsidR="007B6A46" w:rsidRDefault="007B6A46" w:rsidP="007B6A46">
      <w:r>
        <w:t>478.2347</w:t>
      </w:r>
      <w:r>
        <w:tab/>
        <w:t>1.013e0</w:t>
      </w:r>
    </w:p>
    <w:p w:rsidR="007B6A46" w:rsidRDefault="007B6A46" w:rsidP="007B6A46">
      <w:r>
        <w:t>478.2575</w:t>
      </w:r>
      <w:r>
        <w:tab/>
        <w:t>1.013e0</w:t>
      </w:r>
    </w:p>
    <w:p w:rsidR="007B6A46" w:rsidRDefault="007B6A46" w:rsidP="007B6A46">
      <w:r>
        <w:t>478.2621</w:t>
      </w:r>
      <w:r>
        <w:tab/>
        <w:t>3.038e0</w:t>
      </w:r>
    </w:p>
    <w:p w:rsidR="007B6A46" w:rsidRDefault="007B6A46" w:rsidP="007B6A46">
      <w:r>
        <w:t>478.3075</w:t>
      </w:r>
      <w:r>
        <w:tab/>
        <w:t>1.013e0</w:t>
      </w:r>
    </w:p>
    <w:p w:rsidR="007B6A46" w:rsidRDefault="007B6A46" w:rsidP="007B6A46">
      <w:r>
        <w:t>478.3353</w:t>
      </w:r>
      <w:r>
        <w:tab/>
        <w:t>2.025e0</w:t>
      </w:r>
    </w:p>
    <w:p w:rsidR="007B6A46" w:rsidRDefault="007B6A46" w:rsidP="007B6A46">
      <w:r>
        <w:t>478.3405</w:t>
      </w:r>
      <w:r>
        <w:tab/>
        <w:t>2.025e0</w:t>
      </w:r>
    </w:p>
    <w:p w:rsidR="007B6A46" w:rsidRDefault="007B6A46" w:rsidP="007B6A46">
      <w:r>
        <w:t>478.3689</w:t>
      </w:r>
      <w:r>
        <w:tab/>
        <w:t>1.013e0</w:t>
      </w:r>
    </w:p>
    <w:p w:rsidR="007B6A46" w:rsidRDefault="007B6A46" w:rsidP="007B6A46">
      <w:r>
        <w:t>478.3900</w:t>
      </w:r>
      <w:r>
        <w:tab/>
        <w:t>1.013e0</w:t>
      </w:r>
    </w:p>
    <w:p w:rsidR="007B6A46" w:rsidRDefault="007B6A46" w:rsidP="007B6A46">
      <w:r>
        <w:t>478.4158</w:t>
      </w:r>
      <w:r>
        <w:tab/>
        <w:t>1.013e0</w:t>
      </w:r>
    </w:p>
    <w:p w:rsidR="007B6A46" w:rsidRDefault="007B6A46" w:rsidP="007B6A46">
      <w:r>
        <w:t>478.4229</w:t>
      </w:r>
      <w:r>
        <w:tab/>
        <w:t>1.013e0</w:t>
      </w:r>
    </w:p>
    <w:p w:rsidR="007B6A46" w:rsidRDefault="007B6A46" w:rsidP="007B6A46">
      <w:r>
        <w:t>478.5030</w:t>
      </w:r>
      <w:r>
        <w:tab/>
        <w:t>1.013e0</w:t>
      </w:r>
    </w:p>
    <w:p w:rsidR="007B6A46" w:rsidRDefault="007B6A46" w:rsidP="007B6A46">
      <w:r>
        <w:t>478.5419</w:t>
      </w:r>
      <w:r>
        <w:tab/>
        <w:t>1.013e0</w:t>
      </w:r>
    </w:p>
    <w:p w:rsidR="007B6A46" w:rsidRDefault="007B6A46" w:rsidP="007B6A46">
      <w:r>
        <w:t>478.5734</w:t>
      </w:r>
      <w:r>
        <w:tab/>
        <w:t>1.013e0</w:t>
      </w:r>
    </w:p>
    <w:p w:rsidR="007B6A46" w:rsidRDefault="007B6A46" w:rsidP="007B6A46">
      <w:r>
        <w:t>478.5966</w:t>
      </w:r>
      <w:r>
        <w:tab/>
        <w:t>1.013e0</w:t>
      </w:r>
    </w:p>
    <w:p w:rsidR="007B6A46" w:rsidRDefault="007B6A46" w:rsidP="007B6A46">
      <w:r>
        <w:t>478.6817</w:t>
      </w:r>
      <w:r>
        <w:tab/>
        <w:t>1.013e0</w:t>
      </w:r>
    </w:p>
    <w:p w:rsidR="007B6A46" w:rsidRDefault="007B6A46" w:rsidP="007B6A46">
      <w:r>
        <w:lastRenderedPageBreak/>
        <w:t>478.6984</w:t>
      </w:r>
      <w:r>
        <w:tab/>
        <w:t>1.013e0</w:t>
      </w:r>
    </w:p>
    <w:p w:rsidR="007B6A46" w:rsidRDefault="007B6A46" w:rsidP="007B6A46">
      <w:r>
        <w:t>478.8409</w:t>
      </w:r>
      <w:r>
        <w:tab/>
        <w:t>1.013e0</w:t>
      </w:r>
    </w:p>
    <w:p w:rsidR="007B6A46" w:rsidRDefault="007B6A46" w:rsidP="007B6A46">
      <w:r>
        <w:t>478.8865</w:t>
      </w:r>
      <w:r>
        <w:tab/>
        <w:t>2.025e0</w:t>
      </w:r>
    </w:p>
    <w:p w:rsidR="007B6A46" w:rsidRDefault="007B6A46" w:rsidP="007B6A46">
      <w:r>
        <w:t>478.9089</w:t>
      </w:r>
      <w:r>
        <w:tab/>
        <w:t>3.038e0</w:t>
      </w:r>
    </w:p>
    <w:p w:rsidR="007B6A46" w:rsidRDefault="007B6A46" w:rsidP="007B6A46">
      <w:r>
        <w:t>478.9151</w:t>
      </w:r>
      <w:r>
        <w:tab/>
        <w:t>1.013e0</w:t>
      </w:r>
    </w:p>
    <w:p w:rsidR="007B6A46" w:rsidRDefault="007B6A46" w:rsidP="007B6A46">
      <w:r>
        <w:t>478.9906</w:t>
      </w:r>
      <w:r>
        <w:tab/>
        <w:t>2.025e0</w:t>
      </w:r>
    </w:p>
    <w:p w:rsidR="007B6A46" w:rsidRDefault="007B6A46" w:rsidP="007B6A46">
      <w:r>
        <w:t>479.0211</w:t>
      </w:r>
      <w:r>
        <w:tab/>
        <w:t>1.013e0</w:t>
      </w:r>
    </w:p>
    <w:p w:rsidR="007B6A46" w:rsidRDefault="007B6A46" w:rsidP="007B6A46">
      <w:r>
        <w:t>479.0797</w:t>
      </w:r>
      <w:r>
        <w:tab/>
        <w:t>2.025e0</w:t>
      </w:r>
    </w:p>
    <w:p w:rsidR="007B6A46" w:rsidRDefault="007B6A46" w:rsidP="007B6A46">
      <w:r>
        <w:t>479.0998</w:t>
      </w:r>
      <w:r>
        <w:tab/>
        <w:t>1.013e0</w:t>
      </w:r>
    </w:p>
    <w:p w:rsidR="007B6A46" w:rsidRDefault="007B6A46" w:rsidP="007B6A46">
      <w:r>
        <w:t>479.1654</w:t>
      </w:r>
      <w:r>
        <w:tab/>
        <w:t>1.013e0</w:t>
      </w:r>
    </w:p>
    <w:p w:rsidR="007B6A46" w:rsidRDefault="007B6A46" w:rsidP="007B6A46">
      <w:r>
        <w:t>479.1769</w:t>
      </w:r>
      <w:r>
        <w:tab/>
        <w:t>1.013e0</w:t>
      </w:r>
    </w:p>
    <w:p w:rsidR="007B6A46" w:rsidRDefault="007B6A46" w:rsidP="007B6A46">
      <w:r>
        <w:t>479.2016</w:t>
      </w:r>
      <w:r>
        <w:tab/>
        <w:t>2.025e0</w:t>
      </w:r>
    </w:p>
    <w:p w:rsidR="007B6A46" w:rsidRDefault="007B6A46" w:rsidP="007B6A46">
      <w:r>
        <w:t>479.2163</w:t>
      </w:r>
      <w:r>
        <w:tab/>
        <w:t>1.013e0</w:t>
      </w:r>
    </w:p>
    <w:p w:rsidR="007B6A46" w:rsidRDefault="007B6A46" w:rsidP="007B6A46">
      <w:r>
        <w:t>479.2575</w:t>
      </w:r>
      <w:r>
        <w:tab/>
        <w:t>2.025e0</w:t>
      </w:r>
    </w:p>
    <w:p w:rsidR="007B6A46" w:rsidRDefault="007B6A46" w:rsidP="007B6A46">
      <w:r>
        <w:t>479.2702</w:t>
      </w:r>
      <w:r>
        <w:tab/>
        <w:t>3.038e0</w:t>
      </w:r>
    </w:p>
    <w:p w:rsidR="007B6A46" w:rsidRDefault="007B6A46" w:rsidP="007B6A46">
      <w:r>
        <w:t>479.3080</w:t>
      </w:r>
      <w:r>
        <w:tab/>
        <w:t>1.013e0</w:t>
      </w:r>
    </w:p>
    <w:p w:rsidR="007B6A46" w:rsidRDefault="007B6A46" w:rsidP="007B6A46">
      <w:r>
        <w:t>479.3137</w:t>
      </w:r>
      <w:r>
        <w:tab/>
        <w:t>2.025e0</w:t>
      </w:r>
    </w:p>
    <w:p w:rsidR="007B6A46" w:rsidRDefault="007B6A46" w:rsidP="007B6A46">
      <w:r>
        <w:t>479.3330</w:t>
      </w:r>
      <w:r>
        <w:tab/>
        <w:t>1.013e0</w:t>
      </w:r>
    </w:p>
    <w:p w:rsidR="007B6A46" w:rsidRDefault="007B6A46" w:rsidP="007B6A46">
      <w:r>
        <w:t>479.3414</w:t>
      </w:r>
      <w:r>
        <w:tab/>
        <w:t>1.013e0</w:t>
      </w:r>
    </w:p>
    <w:p w:rsidR="007B6A46" w:rsidRDefault="007B6A46" w:rsidP="007B6A46">
      <w:r>
        <w:lastRenderedPageBreak/>
        <w:t>479.3682</w:t>
      </w:r>
      <w:r>
        <w:tab/>
        <w:t>1.013e0</w:t>
      </w:r>
    </w:p>
    <w:p w:rsidR="007B6A46" w:rsidRDefault="007B6A46" w:rsidP="007B6A46">
      <w:r>
        <w:t>479.3831</w:t>
      </w:r>
      <w:r>
        <w:tab/>
        <w:t>1.013e0</w:t>
      </w:r>
    </w:p>
    <w:p w:rsidR="007B6A46" w:rsidRDefault="007B6A46" w:rsidP="007B6A46">
      <w:r>
        <w:t>479.3864</w:t>
      </w:r>
      <w:r>
        <w:tab/>
        <w:t>1.013e0</w:t>
      </w:r>
    </w:p>
    <w:p w:rsidR="007B6A46" w:rsidRDefault="007B6A46" w:rsidP="007B6A46">
      <w:r>
        <w:t>479.3914</w:t>
      </w:r>
      <w:r>
        <w:tab/>
        <w:t>1.013e0</w:t>
      </w:r>
    </w:p>
    <w:p w:rsidR="007B6A46" w:rsidRDefault="007B6A46" w:rsidP="007B6A46">
      <w:r>
        <w:t>479.5212</w:t>
      </w:r>
      <w:r>
        <w:tab/>
        <w:t>1.013e0</w:t>
      </w:r>
    </w:p>
    <w:p w:rsidR="007B6A46" w:rsidRDefault="007B6A46" w:rsidP="007B6A46">
      <w:r>
        <w:t>479.6419</w:t>
      </w:r>
      <w:r>
        <w:tab/>
        <w:t>1.013e0</w:t>
      </w:r>
    </w:p>
    <w:p w:rsidR="007B6A46" w:rsidRDefault="007B6A46" w:rsidP="007B6A46">
      <w:r>
        <w:t>479.6736</w:t>
      </w:r>
      <w:r>
        <w:tab/>
        <w:t>1.013e0</w:t>
      </w:r>
    </w:p>
    <w:p w:rsidR="007B6A46" w:rsidRDefault="007B6A46" w:rsidP="007B6A46">
      <w:r>
        <w:t>479.7254</w:t>
      </w:r>
      <w:r>
        <w:tab/>
        <w:t>1.013e0</w:t>
      </w:r>
    </w:p>
    <w:p w:rsidR="007B6A46" w:rsidRDefault="007B6A46" w:rsidP="007B6A46">
      <w:r>
        <w:t>479.7672</w:t>
      </w:r>
      <w:r>
        <w:tab/>
        <w:t>1.013e0</w:t>
      </w:r>
    </w:p>
    <w:p w:rsidR="007B6A46" w:rsidRDefault="007B6A46" w:rsidP="007B6A46">
      <w:r>
        <w:t>479.8658</w:t>
      </w:r>
      <w:r>
        <w:tab/>
        <w:t>1.013e0</w:t>
      </w:r>
    </w:p>
    <w:p w:rsidR="007B6A46" w:rsidRDefault="007B6A46" w:rsidP="007B6A46">
      <w:r>
        <w:t>479.9808</w:t>
      </w:r>
      <w:r>
        <w:tab/>
        <w:t>1.013e0</w:t>
      </w:r>
    </w:p>
    <w:p w:rsidR="007B6A46" w:rsidRDefault="007B6A46" w:rsidP="007B6A46">
      <w:r>
        <w:t>479.9840</w:t>
      </w:r>
      <w:r>
        <w:tab/>
        <w:t>1.013e0</w:t>
      </w:r>
    </w:p>
    <w:p w:rsidR="007B6A46" w:rsidRDefault="007B6A46" w:rsidP="007B6A46">
      <w:r>
        <w:t>480.0421</w:t>
      </w:r>
      <w:r>
        <w:tab/>
        <w:t>1.013e0</w:t>
      </w:r>
    </w:p>
    <w:p w:rsidR="007B6A46" w:rsidRDefault="007B6A46" w:rsidP="007B6A46">
      <w:r>
        <w:t>480.0976</w:t>
      </w:r>
      <w:r>
        <w:tab/>
        <w:t>1.013e0</w:t>
      </w:r>
    </w:p>
    <w:p w:rsidR="007B6A46" w:rsidRDefault="007B6A46" w:rsidP="007B6A46">
      <w:r>
        <w:t>480.1370</w:t>
      </w:r>
      <w:r>
        <w:tab/>
        <w:t>2.025e0</w:t>
      </w:r>
    </w:p>
    <w:p w:rsidR="007B6A46" w:rsidRDefault="007B6A46" w:rsidP="007B6A46">
      <w:r>
        <w:t>480.1516</w:t>
      </w:r>
      <w:r>
        <w:tab/>
        <w:t>1.013e0</w:t>
      </w:r>
    </w:p>
    <w:p w:rsidR="007B6A46" w:rsidRDefault="007B6A46" w:rsidP="007B6A46">
      <w:r>
        <w:t>480.1913</w:t>
      </w:r>
      <w:r>
        <w:tab/>
        <w:t>1.013e0</w:t>
      </w:r>
    </w:p>
    <w:p w:rsidR="007B6A46" w:rsidRDefault="007B6A46" w:rsidP="007B6A46">
      <w:r>
        <w:t>480.2309</w:t>
      </w:r>
      <w:r>
        <w:tab/>
        <w:t>1.013e0</w:t>
      </w:r>
    </w:p>
    <w:p w:rsidR="007B6A46" w:rsidRDefault="007B6A46" w:rsidP="007B6A46">
      <w:r>
        <w:t>480.2897</w:t>
      </w:r>
      <w:r>
        <w:tab/>
        <w:t>1.013e0</w:t>
      </w:r>
    </w:p>
    <w:p w:rsidR="007B6A46" w:rsidRDefault="007B6A46" w:rsidP="007B6A46">
      <w:r>
        <w:lastRenderedPageBreak/>
        <w:t>480.3020</w:t>
      </w:r>
      <w:r>
        <w:tab/>
        <w:t>1.013e0</w:t>
      </w:r>
    </w:p>
    <w:p w:rsidR="007B6A46" w:rsidRDefault="007B6A46" w:rsidP="007B6A46">
      <w:r>
        <w:t>480.3263</w:t>
      </w:r>
      <w:r>
        <w:tab/>
        <w:t>2.025e0</w:t>
      </w:r>
    </w:p>
    <w:p w:rsidR="007B6A46" w:rsidRDefault="007B6A46" w:rsidP="007B6A46">
      <w:r>
        <w:t>480.3477</w:t>
      </w:r>
      <w:r>
        <w:tab/>
        <w:t>1.013e0</w:t>
      </w:r>
    </w:p>
    <w:p w:rsidR="007B6A46" w:rsidRDefault="007B6A46" w:rsidP="007B6A46">
      <w:r>
        <w:t>480.3761</w:t>
      </w:r>
      <w:r>
        <w:tab/>
        <w:t>3.038e0</w:t>
      </w:r>
    </w:p>
    <w:p w:rsidR="007B6A46" w:rsidRDefault="007B6A46" w:rsidP="007B6A46">
      <w:r>
        <w:t>480.3867</w:t>
      </w:r>
      <w:r>
        <w:tab/>
        <w:t>1.013e0</w:t>
      </w:r>
    </w:p>
    <w:p w:rsidR="007B6A46" w:rsidRDefault="007B6A46" w:rsidP="007B6A46">
      <w:r>
        <w:t>480.4191</w:t>
      </w:r>
      <w:r>
        <w:tab/>
        <w:t>1.013e0</w:t>
      </w:r>
    </w:p>
    <w:p w:rsidR="007B6A46" w:rsidRDefault="007B6A46" w:rsidP="007B6A46">
      <w:r>
        <w:t>480.4275</w:t>
      </w:r>
      <w:r>
        <w:tab/>
        <w:t>1.013e0</w:t>
      </w:r>
    </w:p>
    <w:p w:rsidR="007B6A46" w:rsidRDefault="007B6A46" w:rsidP="007B6A46">
      <w:r>
        <w:t>480.4322</w:t>
      </w:r>
      <w:r>
        <w:tab/>
        <w:t>2.025e0</w:t>
      </w:r>
    </w:p>
    <w:p w:rsidR="007B6A46" w:rsidRDefault="007B6A46" w:rsidP="007B6A46">
      <w:r>
        <w:t>480.5910</w:t>
      </w:r>
      <w:r>
        <w:tab/>
        <w:t>2.025e0</w:t>
      </w:r>
    </w:p>
    <w:p w:rsidR="007B6A46" w:rsidRDefault="007B6A46" w:rsidP="007B6A46">
      <w:r>
        <w:t>480.7676</w:t>
      </w:r>
      <w:r>
        <w:tab/>
        <w:t>1.013e0</w:t>
      </w:r>
    </w:p>
    <w:p w:rsidR="007B6A46" w:rsidRDefault="007B6A46" w:rsidP="007B6A46">
      <w:r>
        <w:t>480.7716</w:t>
      </w:r>
      <w:r>
        <w:tab/>
        <w:t>1.013e0</w:t>
      </w:r>
    </w:p>
    <w:p w:rsidR="007B6A46" w:rsidRDefault="007B6A46" w:rsidP="007B6A46">
      <w:r>
        <w:t>480.7788</w:t>
      </w:r>
      <w:r>
        <w:tab/>
        <w:t>1.013e0</w:t>
      </w:r>
    </w:p>
    <w:p w:rsidR="007B6A46" w:rsidRDefault="007B6A46" w:rsidP="007B6A46">
      <w:r>
        <w:t>480.8123</w:t>
      </w:r>
      <w:r>
        <w:tab/>
        <w:t>1.013e0</w:t>
      </w:r>
    </w:p>
    <w:p w:rsidR="007B6A46" w:rsidRDefault="007B6A46" w:rsidP="007B6A46">
      <w:r>
        <w:t>480.8661</w:t>
      </w:r>
      <w:r>
        <w:tab/>
        <w:t>1.013e0</w:t>
      </w:r>
    </w:p>
    <w:p w:rsidR="007B6A46" w:rsidRDefault="007B6A46" w:rsidP="007B6A46">
      <w:r>
        <w:t>480.8873</w:t>
      </w:r>
      <w:r>
        <w:tab/>
        <w:t>2.025e0</w:t>
      </w:r>
    </w:p>
    <w:p w:rsidR="007B6A46" w:rsidRDefault="007B6A46" w:rsidP="007B6A46">
      <w:r>
        <w:t>480.9050</w:t>
      </w:r>
      <w:r>
        <w:tab/>
        <w:t>1.013e0</w:t>
      </w:r>
    </w:p>
    <w:p w:rsidR="007B6A46" w:rsidRDefault="007B6A46" w:rsidP="007B6A46">
      <w:r>
        <w:t>480.9462</w:t>
      </w:r>
      <w:r>
        <w:tab/>
        <w:t>1.013e0</w:t>
      </w:r>
    </w:p>
    <w:p w:rsidR="007B6A46" w:rsidRDefault="007B6A46" w:rsidP="007B6A46">
      <w:r>
        <w:t>480.9813</w:t>
      </w:r>
      <w:r>
        <w:tab/>
        <w:t>1.013e0</w:t>
      </w:r>
    </w:p>
    <w:p w:rsidR="007B6A46" w:rsidRDefault="007B6A46" w:rsidP="007B6A46">
      <w:r>
        <w:t>481.1246</w:t>
      </w:r>
      <w:r>
        <w:tab/>
        <w:t>2.025e0</w:t>
      </w:r>
    </w:p>
    <w:p w:rsidR="007B6A46" w:rsidRDefault="007B6A46" w:rsidP="007B6A46">
      <w:r>
        <w:lastRenderedPageBreak/>
        <w:t>481.1632</w:t>
      </w:r>
      <w:r>
        <w:tab/>
        <w:t>1.013e0</w:t>
      </w:r>
    </w:p>
    <w:p w:rsidR="007B6A46" w:rsidRDefault="007B6A46" w:rsidP="007B6A46">
      <w:r>
        <w:t>481.1891</w:t>
      </w:r>
      <w:r>
        <w:tab/>
        <w:t>1.013e0</w:t>
      </w:r>
    </w:p>
    <w:p w:rsidR="007B6A46" w:rsidRDefault="007B6A46" w:rsidP="007B6A46">
      <w:r>
        <w:t>481.2439</w:t>
      </w:r>
      <w:r>
        <w:tab/>
        <w:t>9.233e0</w:t>
      </w:r>
    </w:p>
    <w:p w:rsidR="007B6A46" w:rsidRDefault="007B6A46" w:rsidP="007B6A46">
      <w:r>
        <w:t>481.2509</w:t>
      </w:r>
      <w:r>
        <w:tab/>
        <w:t>6.076e0</w:t>
      </w:r>
    </w:p>
    <w:p w:rsidR="007B6A46" w:rsidRDefault="007B6A46" w:rsidP="007B6A46">
      <w:r>
        <w:t>481.3076</w:t>
      </w:r>
      <w:r>
        <w:tab/>
        <w:t>1.013e0</w:t>
      </w:r>
    </w:p>
    <w:p w:rsidR="007B6A46" w:rsidRDefault="007B6A46" w:rsidP="007B6A46">
      <w:r>
        <w:t>481.3273</w:t>
      </w:r>
      <w:r>
        <w:tab/>
        <w:t>2.025e0</w:t>
      </w:r>
    </w:p>
    <w:p w:rsidR="007B6A46" w:rsidRDefault="007B6A46" w:rsidP="007B6A46">
      <w:r>
        <w:t>481.3448</w:t>
      </w:r>
      <w:r>
        <w:tab/>
        <w:t>1.013e0</w:t>
      </w:r>
    </w:p>
    <w:p w:rsidR="007B6A46" w:rsidRDefault="007B6A46" w:rsidP="007B6A46">
      <w:r>
        <w:t>481.3977</w:t>
      </w:r>
      <w:r>
        <w:tab/>
        <w:t>1.013e0</w:t>
      </w:r>
    </w:p>
    <w:p w:rsidR="007B6A46" w:rsidRDefault="007B6A46" w:rsidP="007B6A46">
      <w:r>
        <w:t>481.4028</w:t>
      </w:r>
      <w:r>
        <w:tab/>
        <w:t>1.013e0</w:t>
      </w:r>
    </w:p>
    <w:p w:rsidR="007B6A46" w:rsidRDefault="007B6A46" w:rsidP="007B6A46">
      <w:r>
        <w:t>481.4065</w:t>
      </w:r>
      <w:r>
        <w:tab/>
        <w:t>2.025e0</w:t>
      </w:r>
    </w:p>
    <w:p w:rsidR="007B6A46" w:rsidRDefault="007B6A46" w:rsidP="007B6A46">
      <w:r>
        <w:t>481.4608</w:t>
      </w:r>
      <w:r>
        <w:tab/>
        <w:t>1.013e0</w:t>
      </w:r>
    </w:p>
    <w:p w:rsidR="007B6A46" w:rsidRDefault="007B6A46" w:rsidP="007B6A46">
      <w:r>
        <w:t>481.4782</w:t>
      </w:r>
      <w:r>
        <w:tab/>
        <w:t>1.013e0</w:t>
      </w:r>
    </w:p>
    <w:p w:rsidR="007B6A46" w:rsidRDefault="007B6A46" w:rsidP="007B6A46">
      <w:r>
        <w:t>481.5370</w:t>
      </w:r>
      <w:r>
        <w:tab/>
        <w:t>1.013e0</w:t>
      </w:r>
    </w:p>
    <w:p w:rsidR="007B6A46" w:rsidRDefault="007B6A46" w:rsidP="007B6A46">
      <w:r>
        <w:t>481.5955</w:t>
      </w:r>
      <w:r>
        <w:tab/>
        <w:t>2.025e0</w:t>
      </w:r>
    </w:p>
    <w:p w:rsidR="007B6A46" w:rsidRDefault="007B6A46" w:rsidP="007B6A46">
      <w:r>
        <w:t>481.6667</w:t>
      </w:r>
      <w:r>
        <w:tab/>
        <w:t>1.013e0</w:t>
      </w:r>
    </w:p>
    <w:p w:rsidR="007B6A46" w:rsidRDefault="007B6A46" w:rsidP="007B6A46">
      <w:r>
        <w:t>481.6704</w:t>
      </w:r>
      <w:r>
        <w:tab/>
        <w:t>1.013e0</w:t>
      </w:r>
    </w:p>
    <w:p w:rsidR="007B6A46" w:rsidRDefault="007B6A46" w:rsidP="007B6A46">
      <w:r>
        <w:t>481.7323</w:t>
      </w:r>
      <w:r>
        <w:tab/>
        <w:t>2.025e0</w:t>
      </w:r>
    </w:p>
    <w:p w:rsidR="007B6A46" w:rsidRDefault="007B6A46" w:rsidP="007B6A46">
      <w:r>
        <w:t>481.8092</w:t>
      </w:r>
      <w:r>
        <w:tab/>
        <w:t>1.013e0</w:t>
      </w:r>
    </w:p>
    <w:p w:rsidR="007B6A46" w:rsidRDefault="007B6A46" w:rsidP="007B6A46">
      <w:r>
        <w:t>481.8634</w:t>
      </w:r>
      <w:r>
        <w:tab/>
        <w:t>1.013e0</w:t>
      </w:r>
    </w:p>
    <w:p w:rsidR="007B6A46" w:rsidRDefault="007B6A46" w:rsidP="007B6A46">
      <w:r>
        <w:lastRenderedPageBreak/>
        <w:t>481.8763</w:t>
      </w:r>
      <w:r>
        <w:tab/>
        <w:t>1.013e0</w:t>
      </w:r>
    </w:p>
    <w:p w:rsidR="007B6A46" w:rsidRDefault="007B6A46" w:rsidP="007B6A46">
      <w:r>
        <w:t>481.9098</w:t>
      </w:r>
      <w:r>
        <w:tab/>
        <w:t>2.025e0</w:t>
      </w:r>
    </w:p>
    <w:p w:rsidR="007B6A46" w:rsidRDefault="007B6A46" w:rsidP="007B6A46">
      <w:r>
        <w:t>481.9350</w:t>
      </w:r>
      <w:r>
        <w:tab/>
        <w:t>1.013e0</w:t>
      </w:r>
    </w:p>
    <w:p w:rsidR="007B6A46" w:rsidRDefault="007B6A46" w:rsidP="007B6A46">
      <w:r>
        <w:t>481.9930</w:t>
      </w:r>
      <w:r>
        <w:tab/>
        <w:t>1.013e0</w:t>
      </w:r>
    </w:p>
    <w:p w:rsidR="007B6A46" w:rsidRDefault="007B6A46" w:rsidP="007B6A46">
      <w:r>
        <w:t>482.0170</w:t>
      </w:r>
      <w:r>
        <w:tab/>
        <w:t>3.038e0</w:t>
      </w:r>
    </w:p>
    <w:p w:rsidR="007B6A46" w:rsidRDefault="007B6A46" w:rsidP="007B6A46">
      <w:r>
        <w:t>482.0769</w:t>
      </w:r>
      <w:r>
        <w:tab/>
        <w:t>1.013e0</w:t>
      </w:r>
    </w:p>
    <w:p w:rsidR="007B6A46" w:rsidRDefault="007B6A46" w:rsidP="007B6A46">
      <w:r>
        <w:t>482.0951</w:t>
      </w:r>
      <w:r>
        <w:tab/>
        <w:t>1.013e0</w:t>
      </w:r>
    </w:p>
    <w:p w:rsidR="007B6A46" w:rsidRDefault="007B6A46" w:rsidP="007B6A46">
      <w:r>
        <w:t>482.1779</w:t>
      </w:r>
      <w:r>
        <w:tab/>
        <w:t>2.025e0</w:t>
      </w:r>
    </w:p>
    <w:p w:rsidR="007B6A46" w:rsidRDefault="007B6A46" w:rsidP="007B6A46">
      <w:r>
        <w:t>482.2446</w:t>
      </w:r>
      <w:r>
        <w:tab/>
        <w:t>3.038e0</w:t>
      </w:r>
    </w:p>
    <w:p w:rsidR="007B6A46" w:rsidRDefault="007B6A46" w:rsidP="007B6A46">
      <w:r>
        <w:t>482.2615</w:t>
      </w:r>
      <w:r>
        <w:tab/>
        <w:t>1.013e0</w:t>
      </w:r>
    </w:p>
    <w:p w:rsidR="007B6A46" w:rsidRDefault="007B6A46" w:rsidP="007B6A46">
      <w:r>
        <w:t>482.2749</w:t>
      </w:r>
      <w:r>
        <w:tab/>
        <w:t>2.025e0</w:t>
      </w:r>
    </w:p>
    <w:p w:rsidR="007B6A46" w:rsidRDefault="007B6A46" w:rsidP="007B6A46">
      <w:r>
        <w:t>482.3070</w:t>
      </w:r>
      <w:r>
        <w:tab/>
        <w:t>2.025e0</w:t>
      </w:r>
    </w:p>
    <w:p w:rsidR="007B6A46" w:rsidRDefault="007B6A46" w:rsidP="007B6A46">
      <w:r>
        <w:t>482.3173</w:t>
      </w:r>
      <w:r>
        <w:tab/>
        <w:t>3.038e0</w:t>
      </w:r>
    </w:p>
    <w:p w:rsidR="007B6A46" w:rsidRDefault="007B6A46" w:rsidP="007B6A46">
      <w:r>
        <w:t>482.3209</w:t>
      </w:r>
      <w:r>
        <w:tab/>
        <w:t>1.013e0</w:t>
      </w:r>
    </w:p>
    <w:p w:rsidR="007B6A46" w:rsidRDefault="007B6A46" w:rsidP="007B6A46">
      <w:r>
        <w:t>482.3239</w:t>
      </w:r>
      <w:r>
        <w:tab/>
        <w:t>1.013e0</w:t>
      </w:r>
    </w:p>
    <w:p w:rsidR="007B6A46" w:rsidRDefault="007B6A46" w:rsidP="007B6A46">
      <w:r>
        <w:t>482.3538</w:t>
      </w:r>
      <w:r>
        <w:tab/>
        <w:t>1.013e0</w:t>
      </w:r>
    </w:p>
    <w:p w:rsidR="007B6A46" w:rsidRDefault="007B6A46" w:rsidP="007B6A46">
      <w:r>
        <w:t>482.3946</w:t>
      </w:r>
      <w:r>
        <w:tab/>
        <w:t>4.051e0</w:t>
      </w:r>
    </w:p>
    <w:p w:rsidR="007B6A46" w:rsidRDefault="007B6A46" w:rsidP="007B6A46">
      <w:r>
        <w:t>482.3976</w:t>
      </w:r>
      <w:r>
        <w:tab/>
        <w:t>2.025e0</w:t>
      </w:r>
    </w:p>
    <w:p w:rsidR="007B6A46" w:rsidRDefault="007B6A46" w:rsidP="007B6A46">
      <w:r>
        <w:t>482.4126</w:t>
      </w:r>
      <w:r>
        <w:tab/>
        <w:t>2.025e0</w:t>
      </w:r>
    </w:p>
    <w:p w:rsidR="007B6A46" w:rsidRDefault="007B6A46" w:rsidP="007B6A46">
      <w:r>
        <w:lastRenderedPageBreak/>
        <w:t>482.4144</w:t>
      </w:r>
      <w:r>
        <w:tab/>
        <w:t>3.038e0</w:t>
      </w:r>
    </w:p>
    <w:p w:rsidR="007B6A46" w:rsidRDefault="007B6A46" w:rsidP="007B6A46">
      <w:r>
        <w:t>482.4164</w:t>
      </w:r>
      <w:r>
        <w:tab/>
        <w:t>3.038e0</w:t>
      </w:r>
    </w:p>
    <w:p w:rsidR="007B6A46" w:rsidRDefault="007B6A46" w:rsidP="007B6A46">
      <w:r>
        <w:t>482.4469</w:t>
      </w:r>
      <w:r>
        <w:tab/>
        <w:t>2.158e0</w:t>
      </w:r>
    </w:p>
    <w:p w:rsidR="007B6A46" w:rsidRDefault="007B6A46" w:rsidP="007B6A46">
      <w:r>
        <w:t>482.4543</w:t>
      </w:r>
      <w:r>
        <w:tab/>
        <w:t>2.025e0</w:t>
      </w:r>
    </w:p>
    <w:p w:rsidR="007B6A46" w:rsidRDefault="007B6A46" w:rsidP="007B6A46">
      <w:r>
        <w:t>482.6279</w:t>
      </w:r>
      <w:r>
        <w:tab/>
        <w:t>1.013e0</w:t>
      </w:r>
    </w:p>
    <w:p w:rsidR="007B6A46" w:rsidRDefault="007B6A46" w:rsidP="007B6A46">
      <w:r>
        <w:t>482.6317</w:t>
      </w:r>
      <w:r>
        <w:tab/>
        <w:t>1.013e0</w:t>
      </w:r>
    </w:p>
    <w:p w:rsidR="007B6A46" w:rsidRDefault="007B6A46" w:rsidP="007B6A46">
      <w:r>
        <w:t>482.7325</w:t>
      </w:r>
      <w:r>
        <w:tab/>
        <w:t>1.013e0</w:t>
      </w:r>
    </w:p>
    <w:p w:rsidR="007B6A46" w:rsidRDefault="007B6A46" w:rsidP="007B6A46">
      <w:r>
        <w:t>482.7573</w:t>
      </w:r>
      <w:r>
        <w:tab/>
        <w:t>2.025e0</w:t>
      </w:r>
    </w:p>
    <w:p w:rsidR="007B6A46" w:rsidRDefault="007B6A46" w:rsidP="007B6A46">
      <w:r>
        <w:t>482.8028</w:t>
      </w:r>
      <w:r>
        <w:tab/>
        <w:t>1.013e0</w:t>
      </w:r>
    </w:p>
    <w:p w:rsidR="007B6A46" w:rsidRDefault="007B6A46" w:rsidP="007B6A46">
      <w:r>
        <w:t>482.8362</w:t>
      </w:r>
      <w:r>
        <w:tab/>
        <w:t>2.025e0</w:t>
      </w:r>
    </w:p>
    <w:p w:rsidR="007B6A46" w:rsidRDefault="007B6A46" w:rsidP="007B6A46">
      <w:r>
        <w:t>482.9085</w:t>
      </w:r>
      <w:r>
        <w:tab/>
        <w:t>2.025e0</w:t>
      </w:r>
    </w:p>
    <w:p w:rsidR="007B6A46" w:rsidRDefault="007B6A46" w:rsidP="007B6A46">
      <w:r>
        <w:t>482.9261</w:t>
      </w:r>
      <w:r>
        <w:tab/>
        <w:t>2.025e0</w:t>
      </w:r>
    </w:p>
    <w:p w:rsidR="007B6A46" w:rsidRDefault="007B6A46" w:rsidP="007B6A46">
      <w:r>
        <w:t>482.9917</w:t>
      </w:r>
      <w:r>
        <w:tab/>
        <w:t>1.013e0</w:t>
      </w:r>
    </w:p>
    <w:p w:rsidR="007B6A46" w:rsidRDefault="007B6A46" w:rsidP="007B6A46">
      <w:r>
        <w:t>483.0306</w:t>
      </w:r>
      <w:r>
        <w:tab/>
        <w:t>1.013e0</w:t>
      </w:r>
    </w:p>
    <w:p w:rsidR="007B6A46" w:rsidRDefault="007B6A46" w:rsidP="007B6A46">
      <w:r>
        <w:t>483.0972</w:t>
      </w:r>
      <w:r>
        <w:tab/>
        <w:t>2.025e0</w:t>
      </w:r>
    </w:p>
    <w:p w:rsidR="007B6A46" w:rsidRDefault="007B6A46" w:rsidP="007B6A46">
      <w:r>
        <w:t>483.1075</w:t>
      </w:r>
      <w:r>
        <w:tab/>
        <w:t>1.013e0</w:t>
      </w:r>
    </w:p>
    <w:p w:rsidR="007B6A46" w:rsidRDefault="007B6A46" w:rsidP="007B6A46">
      <w:r>
        <w:t>483.1291</w:t>
      </w:r>
      <w:r>
        <w:tab/>
        <w:t>1.013e0</w:t>
      </w:r>
    </w:p>
    <w:p w:rsidR="007B6A46" w:rsidRDefault="007B6A46" w:rsidP="007B6A46">
      <w:r>
        <w:t>483.1648</w:t>
      </w:r>
      <w:r>
        <w:tab/>
        <w:t>1.013e0</w:t>
      </w:r>
    </w:p>
    <w:p w:rsidR="007B6A46" w:rsidRDefault="007B6A46" w:rsidP="007B6A46">
      <w:r>
        <w:t>483.1694</w:t>
      </w:r>
      <w:r>
        <w:tab/>
        <w:t>1.013e0</w:t>
      </w:r>
    </w:p>
    <w:p w:rsidR="007B6A46" w:rsidRDefault="007B6A46" w:rsidP="007B6A46">
      <w:r>
        <w:lastRenderedPageBreak/>
        <w:t>483.1870</w:t>
      </w:r>
      <w:r>
        <w:tab/>
        <w:t>2.025e0</w:t>
      </w:r>
    </w:p>
    <w:p w:rsidR="007B6A46" w:rsidRDefault="007B6A46" w:rsidP="007B6A46">
      <w:r>
        <w:t>483.2236</w:t>
      </w:r>
      <w:r>
        <w:tab/>
        <w:t>1.013e0</w:t>
      </w:r>
    </w:p>
    <w:p w:rsidR="007B6A46" w:rsidRDefault="007B6A46" w:rsidP="007B6A46">
      <w:r>
        <w:t>483.2410</w:t>
      </w:r>
      <w:r>
        <w:tab/>
        <w:t>1.013e0</w:t>
      </w:r>
    </w:p>
    <w:p w:rsidR="007B6A46" w:rsidRDefault="007B6A46" w:rsidP="007B6A46">
      <w:r>
        <w:t>483.2451</w:t>
      </w:r>
      <w:r>
        <w:tab/>
        <w:t>1.013e0</w:t>
      </w:r>
    </w:p>
    <w:p w:rsidR="007B6A46" w:rsidRDefault="007B6A46" w:rsidP="007B6A46">
      <w:r>
        <w:t>483.2601</w:t>
      </w:r>
      <w:r>
        <w:tab/>
        <w:t>1.013e0</w:t>
      </w:r>
    </w:p>
    <w:p w:rsidR="007B6A46" w:rsidRDefault="007B6A46" w:rsidP="007B6A46">
      <w:r>
        <w:t>483.2864</w:t>
      </w:r>
      <w:r>
        <w:tab/>
        <w:t>1.013e0</w:t>
      </w:r>
    </w:p>
    <w:p w:rsidR="007B6A46" w:rsidRDefault="007B6A46" w:rsidP="007B6A46">
      <w:r>
        <w:t>483.2948</w:t>
      </w:r>
      <w:r>
        <w:tab/>
        <w:t>1.013e0</w:t>
      </w:r>
    </w:p>
    <w:p w:rsidR="007B6A46" w:rsidRDefault="007B6A46" w:rsidP="007B6A46">
      <w:r>
        <w:t>483.3356</w:t>
      </w:r>
      <w:r>
        <w:tab/>
        <w:t>1.013e0</w:t>
      </w:r>
    </w:p>
    <w:p w:rsidR="007B6A46" w:rsidRDefault="007B6A46" w:rsidP="007B6A46">
      <w:r>
        <w:t>483.3578</w:t>
      </w:r>
      <w:r>
        <w:tab/>
        <w:t>3.038e0</w:t>
      </w:r>
    </w:p>
    <w:p w:rsidR="007B6A46" w:rsidRDefault="007B6A46" w:rsidP="007B6A46">
      <w:r>
        <w:t>483.4120</w:t>
      </w:r>
      <w:r>
        <w:tab/>
        <w:t>1.013e0</w:t>
      </w:r>
    </w:p>
    <w:p w:rsidR="007B6A46" w:rsidRDefault="007B6A46" w:rsidP="007B6A46">
      <w:r>
        <w:t>483.4335</w:t>
      </w:r>
      <w:r>
        <w:tab/>
        <w:t>5.063e0</w:t>
      </w:r>
    </w:p>
    <w:p w:rsidR="007B6A46" w:rsidRDefault="007B6A46" w:rsidP="007B6A46">
      <w:r>
        <w:t>483.5058</w:t>
      </w:r>
      <w:r>
        <w:tab/>
        <w:t>1.013e0</w:t>
      </w:r>
    </w:p>
    <w:p w:rsidR="007B6A46" w:rsidRDefault="007B6A46" w:rsidP="007B6A46">
      <w:r>
        <w:t>483.5532</w:t>
      </w:r>
      <w:r>
        <w:tab/>
        <w:t>2.025e0</w:t>
      </w:r>
    </w:p>
    <w:p w:rsidR="007B6A46" w:rsidRDefault="007B6A46" w:rsidP="007B6A46">
      <w:r>
        <w:t>483.5865</w:t>
      </w:r>
      <w:r>
        <w:tab/>
        <w:t>1.013e0</w:t>
      </w:r>
    </w:p>
    <w:p w:rsidR="007B6A46" w:rsidRDefault="007B6A46" w:rsidP="007B6A46">
      <w:r>
        <w:t>483.6190</w:t>
      </w:r>
      <w:r>
        <w:tab/>
        <w:t>2.025e0</w:t>
      </w:r>
    </w:p>
    <w:p w:rsidR="007B6A46" w:rsidRDefault="007B6A46" w:rsidP="007B6A46">
      <w:r>
        <w:t>483.7162</w:t>
      </w:r>
      <w:r>
        <w:tab/>
        <w:t>1.013e0</w:t>
      </w:r>
    </w:p>
    <w:p w:rsidR="007B6A46" w:rsidRDefault="007B6A46" w:rsidP="007B6A46">
      <w:r>
        <w:t>483.7330</w:t>
      </w:r>
      <w:r>
        <w:tab/>
        <w:t>1.013e0</w:t>
      </w:r>
    </w:p>
    <w:p w:rsidR="007B6A46" w:rsidRDefault="007B6A46" w:rsidP="007B6A46">
      <w:r>
        <w:t>483.8337</w:t>
      </w:r>
      <w:r>
        <w:tab/>
        <w:t>1.013e0</w:t>
      </w:r>
    </w:p>
    <w:p w:rsidR="007B6A46" w:rsidRDefault="007B6A46" w:rsidP="007B6A46">
      <w:r>
        <w:t>483.8887</w:t>
      </w:r>
      <w:r>
        <w:tab/>
        <w:t>2.025e0</w:t>
      </w:r>
    </w:p>
    <w:p w:rsidR="007B6A46" w:rsidRDefault="007B6A46" w:rsidP="007B6A46">
      <w:r>
        <w:lastRenderedPageBreak/>
        <w:t>483.9308</w:t>
      </w:r>
      <w:r>
        <w:tab/>
        <w:t>2.025e0</w:t>
      </w:r>
    </w:p>
    <w:p w:rsidR="007B6A46" w:rsidRDefault="007B6A46" w:rsidP="007B6A46">
      <w:r>
        <w:t>483.9772</w:t>
      </w:r>
      <w:r>
        <w:tab/>
        <w:t>1.013e0</w:t>
      </w:r>
    </w:p>
    <w:p w:rsidR="007B6A46" w:rsidRDefault="007B6A46" w:rsidP="007B6A46">
      <w:r>
        <w:t>483.9940</w:t>
      </w:r>
      <w:r>
        <w:tab/>
        <w:t>1.013e0</w:t>
      </w:r>
    </w:p>
    <w:p w:rsidR="007B6A46" w:rsidRDefault="007B6A46" w:rsidP="007B6A46">
      <w:r>
        <w:t>484.0024</w:t>
      </w:r>
      <w:r>
        <w:tab/>
        <w:t>1.013e0</w:t>
      </w:r>
    </w:p>
    <w:p w:rsidR="007B6A46" w:rsidRDefault="007B6A46" w:rsidP="007B6A46">
      <w:r>
        <w:t>484.0536</w:t>
      </w:r>
      <w:r>
        <w:tab/>
        <w:t>2.025e0</w:t>
      </w:r>
    </w:p>
    <w:p w:rsidR="007B6A46" w:rsidRDefault="007B6A46" w:rsidP="007B6A46">
      <w:r>
        <w:t>484.0655</w:t>
      </w:r>
      <w:r>
        <w:tab/>
        <w:t>1.013e0</w:t>
      </w:r>
    </w:p>
    <w:p w:rsidR="007B6A46" w:rsidRDefault="007B6A46" w:rsidP="007B6A46">
      <w:r>
        <w:t>484.0859</w:t>
      </w:r>
      <w:r>
        <w:tab/>
        <w:t>1.013e0</w:t>
      </w:r>
    </w:p>
    <w:p w:rsidR="007B6A46" w:rsidRDefault="007B6A46" w:rsidP="007B6A46">
      <w:r>
        <w:t>484.1227</w:t>
      </w:r>
      <w:r>
        <w:tab/>
        <w:t>1.013e0</w:t>
      </w:r>
    </w:p>
    <w:p w:rsidR="007B6A46" w:rsidRDefault="007B6A46" w:rsidP="007B6A46">
      <w:r>
        <w:t>484.1775</w:t>
      </w:r>
      <w:r>
        <w:tab/>
        <w:t>1.013e0</w:t>
      </w:r>
    </w:p>
    <w:p w:rsidR="007B6A46" w:rsidRDefault="007B6A46" w:rsidP="007B6A46">
      <w:r>
        <w:t>484.1854</w:t>
      </w:r>
      <w:r>
        <w:tab/>
        <w:t>2.025e0</w:t>
      </w:r>
    </w:p>
    <w:p w:rsidR="007B6A46" w:rsidRDefault="007B6A46" w:rsidP="007B6A46">
      <w:r>
        <w:t>484.1873</w:t>
      </w:r>
      <w:r>
        <w:tab/>
        <w:t>2.025e0</w:t>
      </w:r>
    </w:p>
    <w:p w:rsidR="007B6A46" w:rsidRDefault="007B6A46" w:rsidP="007B6A46">
      <w:r>
        <w:t>484.2206</w:t>
      </w:r>
      <w:r>
        <w:tab/>
        <w:t>1.013e0</w:t>
      </w:r>
    </w:p>
    <w:p w:rsidR="007B6A46" w:rsidRDefault="007B6A46" w:rsidP="007B6A46">
      <w:r>
        <w:t>484.2628</w:t>
      </w:r>
      <w:r>
        <w:tab/>
        <w:t>1.013e0</w:t>
      </w:r>
    </w:p>
    <w:p w:rsidR="007B6A46" w:rsidRDefault="007B6A46" w:rsidP="007B6A46">
      <w:r>
        <w:t>484.2804</w:t>
      </w:r>
      <w:r>
        <w:tab/>
        <w:t>1.013e0</w:t>
      </w:r>
    </w:p>
    <w:p w:rsidR="007B6A46" w:rsidRDefault="007B6A46" w:rsidP="007B6A46">
      <w:r>
        <w:t>484.3225</w:t>
      </w:r>
      <w:r>
        <w:tab/>
        <w:t>1.013e0</w:t>
      </w:r>
    </w:p>
    <w:p w:rsidR="007B6A46" w:rsidRDefault="007B6A46" w:rsidP="007B6A46">
      <w:r>
        <w:t>484.3348</w:t>
      </w:r>
      <w:r>
        <w:tab/>
        <w:t>3.038e0</w:t>
      </w:r>
    </w:p>
    <w:p w:rsidR="007B6A46" w:rsidRDefault="007B6A46" w:rsidP="007B6A46">
      <w:r>
        <w:t>484.3898</w:t>
      </w:r>
      <w:r>
        <w:tab/>
        <w:t>2.025e0</w:t>
      </w:r>
    </w:p>
    <w:p w:rsidR="007B6A46" w:rsidRDefault="007B6A46" w:rsidP="007B6A46">
      <w:r>
        <w:t>484.3993</w:t>
      </w:r>
      <w:r>
        <w:tab/>
        <w:t>3.038e0</w:t>
      </w:r>
    </w:p>
    <w:p w:rsidR="007B6A46" w:rsidRDefault="007B6A46" w:rsidP="007B6A46">
      <w:r>
        <w:t>484.4284</w:t>
      </w:r>
      <w:r>
        <w:tab/>
        <w:t>1.013e0</w:t>
      </w:r>
    </w:p>
    <w:p w:rsidR="007B6A46" w:rsidRDefault="007B6A46" w:rsidP="007B6A46">
      <w:r>
        <w:lastRenderedPageBreak/>
        <w:t>484.4690</w:t>
      </w:r>
      <w:r>
        <w:tab/>
        <w:t>2.025e0</w:t>
      </w:r>
    </w:p>
    <w:p w:rsidR="007B6A46" w:rsidRDefault="007B6A46" w:rsidP="007B6A46">
      <w:r>
        <w:t>484.5500</w:t>
      </w:r>
      <w:r>
        <w:tab/>
        <w:t>1.013e0</w:t>
      </w:r>
    </w:p>
    <w:p w:rsidR="007B6A46" w:rsidRDefault="007B6A46" w:rsidP="007B6A46">
      <w:r>
        <w:t>484.5619</w:t>
      </w:r>
      <w:r>
        <w:tab/>
        <w:t>1.013e0</w:t>
      </w:r>
    </w:p>
    <w:p w:rsidR="007B6A46" w:rsidRDefault="007B6A46" w:rsidP="007B6A46">
      <w:r>
        <w:t>484.6175</w:t>
      </w:r>
      <w:r>
        <w:tab/>
        <w:t>1.013e0</w:t>
      </w:r>
    </w:p>
    <w:p w:rsidR="007B6A46" w:rsidRDefault="007B6A46" w:rsidP="007B6A46">
      <w:r>
        <w:t>484.7549</w:t>
      </w:r>
      <w:r>
        <w:tab/>
        <w:t>1.013e0</w:t>
      </w:r>
    </w:p>
    <w:p w:rsidR="007B6A46" w:rsidRDefault="007B6A46" w:rsidP="007B6A46">
      <w:r>
        <w:t>484.9042</w:t>
      </w:r>
      <w:r>
        <w:tab/>
        <w:t>1.013e0</w:t>
      </w:r>
    </w:p>
    <w:p w:rsidR="007B6A46" w:rsidRDefault="007B6A46" w:rsidP="007B6A46">
      <w:r>
        <w:t>484.9075</w:t>
      </w:r>
      <w:r>
        <w:tab/>
        <w:t>2.025e0</w:t>
      </w:r>
    </w:p>
    <w:p w:rsidR="007B6A46" w:rsidRDefault="007B6A46" w:rsidP="007B6A46">
      <w:r>
        <w:t>484.9438</w:t>
      </w:r>
      <w:r>
        <w:tab/>
        <w:t>1.013e0</w:t>
      </w:r>
    </w:p>
    <w:p w:rsidR="007B6A46" w:rsidRDefault="007B6A46" w:rsidP="007B6A46">
      <w:r>
        <w:t>484.9470</w:t>
      </w:r>
      <w:r>
        <w:tab/>
        <w:t>1.013e0</w:t>
      </w:r>
    </w:p>
    <w:p w:rsidR="007B6A46" w:rsidRDefault="007B6A46" w:rsidP="007B6A46">
      <w:r>
        <w:t>484.9615</w:t>
      </w:r>
      <w:r>
        <w:tab/>
        <w:t>1.013e0</w:t>
      </w:r>
    </w:p>
    <w:p w:rsidR="007B6A46" w:rsidRDefault="007B6A46" w:rsidP="007B6A46">
      <w:r>
        <w:t>484.9647</w:t>
      </w:r>
      <w:r>
        <w:tab/>
        <w:t>1.013e0</w:t>
      </w:r>
    </w:p>
    <w:p w:rsidR="007B6A46" w:rsidRDefault="007B6A46" w:rsidP="007B6A46">
      <w:r>
        <w:t>485.0019</w:t>
      </w:r>
      <w:r>
        <w:tab/>
        <w:t>2.025e0</w:t>
      </w:r>
    </w:p>
    <w:p w:rsidR="007B6A46" w:rsidRDefault="007B6A46" w:rsidP="007B6A46">
      <w:r>
        <w:t>485.0047</w:t>
      </w:r>
      <w:r>
        <w:tab/>
        <w:t>2.025e0</w:t>
      </w:r>
    </w:p>
    <w:p w:rsidR="007B6A46" w:rsidRDefault="007B6A46" w:rsidP="007B6A46">
      <w:r>
        <w:t>485.0426</w:t>
      </w:r>
      <w:r>
        <w:tab/>
        <w:t>2.025e0</w:t>
      </w:r>
    </w:p>
    <w:p w:rsidR="007B6A46" w:rsidRDefault="007B6A46" w:rsidP="007B6A46">
      <w:r>
        <w:t>485.1397</w:t>
      </w:r>
      <w:r>
        <w:tab/>
        <w:t>1.013e0</w:t>
      </w:r>
    </w:p>
    <w:p w:rsidR="007B6A46" w:rsidRDefault="007B6A46" w:rsidP="007B6A46">
      <w:r>
        <w:t>485.1543</w:t>
      </w:r>
      <w:r>
        <w:tab/>
        <w:t>1.013e0</w:t>
      </w:r>
    </w:p>
    <w:p w:rsidR="007B6A46" w:rsidRDefault="007B6A46" w:rsidP="007B6A46">
      <w:r>
        <w:t>485.2095</w:t>
      </w:r>
      <w:r>
        <w:tab/>
        <w:t>3.038e0</w:t>
      </w:r>
    </w:p>
    <w:p w:rsidR="007B6A46" w:rsidRDefault="007B6A46" w:rsidP="007B6A46">
      <w:r>
        <w:t>485.2277</w:t>
      </w:r>
      <w:r>
        <w:tab/>
        <w:t>2.025e0</w:t>
      </w:r>
    </w:p>
    <w:p w:rsidR="007B6A46" w:rsidRDefault="007B6A46" w:rsidP="007B6A46">
      <w:r>
        <w:t>485.2755</w:t>
      </w:r>
      <w:r>
        <w:tab/>
        <w:t>1.013e0</w:t>
      </w:r>
    </w:p>
    <w:p w:rsidR="007B6A46" w:rsidRDefault="007B6A46" w:rsidP="007B6A46">
      <w:r>
        <w:lastRenderedPageBreak/>
        <w:t>485.2920</w:t>
      </w:r>
      <w:r>
        <w:tab/>
        <w:t>2.025e0</w:t>
      </w:r>
    </w:p>
    <w:p w:rsidR="007B6A46" w:rsidRDefault="007B6A46" w:rsidP="007B6A46">
      <w:r>
        <w:t>485.3000</w:t>
      </w:r>
      <w:r>
        <w:tab/>
        <w:t>1.013e0</w:t>
      </w:r>
    </w:p>
    <w:p w:rsidR="007B6A46" w:rsidRDefault="007B6A46" w:rsidP="007B6A46">
      <w:r>
        <w:t>485.3100</w:t>
      </w:r>
      <w:r>
        <w:tab/>
        <w:t>1.013e0</w:t>
      </w:r>
    </w:p>
    <w:p w:rsidR="007B6A46" w:rsidRDefault="007B6A46" w:rsidP="007B6A46">
      <w:r>
        <w:t>485.3277</w:t>
      </w:r>
      <w:r>
        <w:tab/>
        <w:t>1.013e0</w:t>
      </w:r>
    </w:p>
    <w:p w:rsidR="007B6A46" w:rsidRDefault="007B6A46" w:rsidP="007B6A46">
      <w:r>
        <w:t>485.3591</w:t>
      </w:r>
      <w:r>
        <w:tab/>
        <w:t>1.013e0</w:t>
      </w:r>
    </w:p>
    <w:p w:rsidR="007B6A46" w:rsidRDefault="007B6A46" w:rsidP="007B6A46">
      <w:r>
        <w:t>485.3760</w:t>
      </w:r>
      <w:r>
        <w:tab/>
        <w:t>1.013e0</w:t>
      </w:r>
    </w:p>
    <w:p w:rsidR="007B6A46" w:rsidRDefault="007B6A46" w:rsidP="007B6A46">
      <w:r>
        <w:t>485.4267</w:t>
      </w:r>
      <w:r>
        <w:tab/>
        <w:t>1.013e0</w:t>
      </w:r>
    </w:p>
    <w:p w:rsidR="007B6A46" w:rsidRDefault="007B6A46" w:rsidP="007B6A46">
      <w:r>
        <w:t>485.4626</w:t>
      </w:r>
      <w:r>
        <w:tab/>
        <w:t>1.013e0</w:t>
      </w:r>
    </w:p>
    <w:p w:rsidR="007B6A46" w:rsidRDefault="007B6A46" w:rsidP="007B6A46">
      <w:r>
        <w:t>485.4697</w:t>
      </w:r>
      <w:r>
        <w:tab/>
        <w:t>1.013e0</w:t>
      </w:r>
    </w:p>
    <w:p w:rsidR="007B6A46" w:rsidRDefault="007B6A46" w:rsidP="007B6A46">
      <w:r>
        <w:t>485.4810</w:t>
      </w:r>
      <w:r>
        <w:tab/>
        <w:t>1.013e0</w:t>
      </w:r>
    </w:p>
    <w:p w:rsidR="007B6A46" w:rsidRDefault="007B6A46" w:rsidP="007B6A46">
      <w:r>
        <w:t>485.5288</w:t>
      </w:r>
      <w:r>
        <w:tab/>
        <w:t>1.013e0</w:t>
      </w:r>
    </w:p>
    <w:p w:rsidR="007B6A46" w:rsidRDefault="007B6A46" w:rsidP="007B6A46">
      <w:r>
        <w:t>485.7146</w:t>
      </w:r>
      <w:r>
        <w:tab/>
        <w:t>1.013e0</w:t>
      </w:r>
    </w:p>
    <w:p w:rsidR="007B6A46" w:rsidRDefault="007B6A46" w:rsidP="007B6A46">
      <w:r>
        <w:t>485.7454</w:t>
      </w:r>
      <w:r>
        <w:tab/>
        <w:t>1.013e0</w:t>
      </w:r>
    </w:p>
    <w:p w:rsidR="007B6A46" w:rsidRDefault="007B6A46" w:rsidP="007B6A46">
      <w:r>
        <w:t>485.8275</w:t>
      </w:r>
      <w:r>
        <w:tab/>
        <w:t>4.051e0</w:t>
      </w:r>
    </w:p>
    <w:p w:rsidR="007B6A46" w:rsidRDefault="007B6A46" w:rsidP="007B6A46">
      <w:r>
        <w:t>485.8752</w:t>
      </w:r>
      <w:r>
        <w:tab/>
        <w:t>1.013e0</w:t>
      </w:r>
    </w:p>
    <w:p w:rsidR="007B6A46" w:rsidRDefault="007B6A46" w:rsidP="007B6A46">
      <w:r>
        <w:t>485.9259</w:t>
      </w:r>
      <w:r>
        <w:tab/>
        <w:t>1.013e0</w:t>
      </w:r>
    </w:p>
    <w:p w:rsidR="007B6A46" w:rsidRDefault="007B6A46" w:rsidP="007B6A46">
      <w:r>
        <w:t>485.9348</w:t>
      </w:r>
      <w:r>
        <w:tab/>
        <w:t>2.025e0</w:t>
      </w:r>
    </w:p>
    <w:p w:rsidR="007B6A46" w:rsidRDefault="007B6A46" w:rsidP="007B6A46">
      <w:r>
        <w:t>485.9966</w:t>
      </w:r>
      <w:r>
        <w:tab/>
        <w:t>2.025e0</w:t>
      </w:r>
    </w:p>
    <w:p w:rsidR="007B6A46" w:rsidRDefault="007B6A46" w:rsidP="007B6A46">
      <w:r>
        <w:t>486.0247</w:t>
      </w:r>
      <w:r>
        <w:tab/>
        <w:t>2.025e0</w:t>
      </w:r>
    </w:p>
    <w:p w:rsidR="007B6A46" w:rsidRDefault="007B6A46" w:rsidP="007B6A46">
      <w:r>
        <w:lastRenderedPageBreak/>
        <w:t>486.0310</w:t>
      </w:r>
      <w:r>
        <w:tab/>
        <w:t>2.025e0</w:t>
      </w:r>
    </w:p>
    <w:p w:rsidR="007B6A46" w:rsidRDefault="007B6A46" w:rsidP="007B6A46">
      <w:r>
        <w:t>486.0688</w:t>
      </w:r>
      <w:r>
        <w:tab/>
        <w:t>1.013e0</w:t>
      </w:r>
    </w:p>
    <w:p w:rsidR="007B6A46" w:rsidRDefault="007B6A46" w:rsidP="007B6A46">
      <w:r>
        <w:t>486.0721</w:t>
      </w:r>
      <w:r>
        <w:tab/>
        <w:t>1.013e0</w:t>
      </w:r>
    </w:p>
    <w:p w:rsidR="007B6A46" w:rsidRDefault="007B6A46" w:rsidP="007B6A46">
      <w:r>
        <w:t>486.0949</w:t>
      </w:r>
      <w:r>
        <w:tab/>
        <w:t>1.013e0</w:t>
      </w:r>
    </w:p>
    <w:p w:rsidR="007B6A46" w:rsidRDefault="007B6A46" w:rsidP="007B6A46">
      <w:r>
        <w:t>486.1084</w:t>
      </w:r>
      <w:r>
        <w:tab/>
        <w:t>2.025e0</w:t>
      </w:r>
    </w:p>
    <w:p w:rsidR="007B6A46" w:rsidRDefault="007B6A46" w:rsidP="007B6A46">
      <w:r>
        <w:t>486.1795</w:t>
      </w:r>
      <w:r>
        <w:tab/>
        <w:t>1.013e0</w:t>
      </w:r>
    </w:p>
    <w:p w:rsidR="007B6A46" w:rsidRDefault="007B6A46" w:rsidP="007B6A46">
      <w:r>
        <w:t>486.1878</w:t>
      </w:r>
      <w:r>
        <w:tab/>
        <w:t>1.013e0</w:t>
      </w:r>
    </w:p>
    <w:p w:rsidR="007B6A46" w:rsidRDefault="007B6A46" w:rsidP="007B6A46">
      <w:r>
        <w:t>486.2615</w:t>
      </w:r>
      <w:r>
        <w:tab/>
        <w:t>3.038e0</w:t>
      </w:r>
    </w:p>
    <w:p w:rsidR="007B6A46" w:rsidRDefault="007B6A46" w:rsidP="007B6A46">
      <w:r>
        <w:t>486.2717</w:t>
      </w:r>
      <w:r>
        <w:tab/>
        <w:t>1.013e0</w:t>
      </w:r>
    </w:p>
    <w:p w:rsidR="007B6A46" w:rsidRDefault="007B6A46" w:rsidP="007B6A46">
      <w:r>
        <w:t>486.3024</w:t>
      </w:r>
      <w:r>
        <w:tab/>
        <w:t>2.025e0</w:t>
      </w:r>
    </w:p>
    <w:p w:rsidR="007B6A46" w:rsidRDefault="007B6A46" w:rsidP="007B6A46">
      <w:r>
        <w:t>486.3511</w:t>
      </w:r>
      <w:r>
        <w:tab/>
        <w:t>4.051e0</w:t>
      </w:r>
    </w:p>
    <w:p w:rsidR="007B6A46" w:rsidRDefault="007B6A46" w:rsidP="007B6A46">
      <w:r>
        <w:t>486.3567</w:t>
      </w:r>
      <w:r>
        <w:tab/>
        <w:t>3.038e0</w:t>
      </w:r>
    </w:p>
    <w:p w:rsidR="007B6A46" w:rsidRDefault="007B6A46" w:rsidP="007B6A46">
      <w:r>
        <w:t>486.3620</w:t>
      </w:r>
      <w:r>
        <w:tab/>
        <w:t>3.038e0</w:t>
      </w:r>
    </w:p>
    <w:p w:rsidR="007B6A46" w:rsidRDefault="007B6A46" w:rsidP="007B6A46">
      <w:r>
        <w:t>486.4103</w:t>
      </w:r>
      <w:r>
        <w:tab/>
        <w:t>2.025e0</w:t>
      </w:r>
    </w:p>
    <w:p w:rsidR="007B6A46" w:rsidRDefault="007B6A46" w:rsidP="007B6A46">
      <w:r>
        <w:t>486.4247</w:t>
      </w:r>
      <w:r>
        <w:tab/>
        <w:t>1.013e0</w:t>
      </w:r>
    </w:p>
    <w:p w:rsidR="007B6A46" w:rsidRDefault="007B6A46" w:rsidP="007B6A46">
      <w:r>
        <w:t>486.4324</w:t>
      </w:r>
      <w:r>
        <w:tab/>
        <w:t>2.025e0</w:t>
      </w:r>
    </w:p>
    <w:p w:rsidR="007B6A46" w:rsidRDefault="007B6A46" w:rsidP="007B6A46">
      <w:r>
        <w:t>486.4359</w:t>
      </w:r>
      <w:r>
        <w:tab/>
        <w:t>1.013e0</w:t>
      </w:r>
    </w:p>
    <w:p w:rsidR="007B6A46" w:rsidRDefault="007B6A46" w:rsidP="007B6A46">
      <w:r>
        <w:t>486.6248</w:t>
      </w:r>
      <w:r>
        <w:tab/>
        <w:t>1.013e0</w:t>
      </w:r>
    </w:p>
    <w:p w:rsidR="007B6A46" w:rsidRDefault="007B6A46" w:rsidP="007B6A46">
      <w:r>
        <w:t>486.6278</w:t>
      </w:r>
      <w:r>
        <w:tab/>
        <w:t>1.013e0</w:t>
      </w:r>
    </w:p>
    <w:p w:rsidR="007B6A46" w:rsidRDefault="007B6A46" w:rsidP="007B6A46">
      <w:r>
        <w:lastRenderedPageBreak/>
        <w:t>486.6355</w:t>
      </w:r>
      <w:r>
        <w:tab/>
        <w:t>1.013e0</w:t>
      </w:r>
    </w:p>
    <w:p w:rsidR="007B6A46" w:rsidRDefault="007B6A46" w:rsidP="007B6A46">
      <w:r>
        <w:t>486.6532</w:t>
      </w:r>
      <w:r>
        <w:tab/>
        <w:t>1.013e0</w:t>
      </w:r>
    </w:p>
    <w:p w:rsidR="007B6A46" w:rsidRDefault="007B6A46" w:rsidP="007B6A46">
      <w:r>
        <w:t>486.6609</w:t>
      </w:r>
      <w:r>
        <w:tab/>
        <w:t>1.013e0</w:t>
      </w:r>
    </w:p>
    <w:p w:rsidR="007B6A46" w:rsidRDefault="007B6A46" w:rsidP="007B6A46">
      <w:r>
        <w:t>486.7041</w:t>
      </w:r>
      <w:r>
        <w:tab/>
        <w:t>2.025e0</w:t>
      </w:r>
    </w:p>
    <w:p w:rsidR="007B6A46" w:rsidRDefault="007B6A46" w:rsidP="007B6A46">
      <w:r>
        <w:t>486.7294</w:t>
      </w:r>
      <w:r>
        <w:tab/>
        <w:t>1.013e0</w:t>
      </w:r>
    </w:p>
    <w:p w:rsidR="007B6A46" w:rsidRDefault="007B6A46" w:rsidP="007B6A46">
      <w:r>
        <w:t>486.7540</w:t>
      </w:r>
      <w:r>
        <w:tab/>
        <w:t>1.013e0</w:t>
      </w:r>
    </w:p>
    <w:p w:rsidR="007B6A46" w:rsidRDefault="007B6A46" w:rsidP="007B6A46">
      <w:r>
        <w:t>486.7804</w:t>
      </w:r>
      <w:r>
        <w:tab/>
        <w:t>1.013e0</w:t>
      </w:r>
    </w:p>
    <w:p w:rsidR="007B6A46" w:rsidRDefault="007B6A46" w:rsidP="007B6A46">
      <w:r>
        <w:t>486.8479</w:t>
      </w:r>
      <w:r>
        <w:tab/>
        <w:t>2.025e0</w:t>
      </w:r>
    </w:p>
    <w:p w:rsidR="007B6A46" w:rsidRDefault="007B6A46" w:rsidP="007B6A46">
      <w:r>
        <w:t>486.8648</w:t>
      </w:r>
      <w:r>
        <w:tab/>
        <w:t>1.013e0</w:t>
      </w:r>
    </w:p>
    <w:p w:rsidR="007B6A46" w:rsidRDefault="007B6A46" w:rsidP="007B6A46">
      <w:r>
        <w:t>486.9479</w:t>
      </w:r>
      <w:r>
        <w:tab/>
        <w:t>2.025e0</w:t>
      </w:r>
    </w:p>
    <w:p w:rsidR="007B6A46" w:rsidRDefault="007B6A46" w:rsidP="007B6A46">
      <w:r>
        <w:t>486.9841</w:t>
      </w:r>
      <w:r>
        <w:tab/>
        <w:t>2.025e0</w:t>
      </w:r>
    </w:p>
    <w:p w:rsidR="007B6A46" w:rsidRDefault="007B6A46" w:rsidP="007B6A46">
      <w:r>
        <w:t>487.0085</w:t>
      </w:r>
      <w:r>
        <w:tab/>
        <w:t>1.013e0</w:t>
      </w:r>
    </w:p>
    <w:p w:rsidR="007B6A46" w:rsidRDefault="007B6A46" w:rsidP="007B6A46">
      <w:r>
        <w:t>487.0516</w:t>
      </w:r>
      <w:r>
        <w:tab/>
        <w:t>3.038e0</w:t>
      </w:r>
    </w:p>
    <w:p w:rsidR="007B6A46" w:rsidRDefault="007B6A46" w:rsidP="007B6A46">
      <w:r>
        <w:t>487.0681</w:t>
      </w:r>
      <w:r>
        <w:tab/>
        <w:t>1.013e0</w:t>
      </w:r>
    </w:p>
    <w:p w:rsidR="007B6A46" w:rsidRDefault="007B6A46" w:rsidP="007B6A46">
      <w:r>
        <w:t>487.1689</w:t>
      </w:r>
      <w:r>
        <w:tab/>
        <w:t>1.013e0</w:t>
      </w:r>
    </w:p>
    <w:p w:rsidR="007B6A46" w:rsidRDefault="007B6A46" w:rsidP="007B6A46">
      <w:r>
        <w:t>487.1812</w:t>
      </w:r>
      <w:r>
        <w:tab/>
        <w:t>2.025e0</w:t>
      </w:r>
    </w:p>
    <w:p w:rsidR="007B6A46" w:rsidRDefault="007B6A46" w:rsidP="007B6A46">
      <w:r>
        <w:t>487.2382</w:t>
      </w:r>
      <w:r>
        <w:tab/>
        <w:t>1.013e0</w:t>
      </w:r>
    </w:p>
    <w:p w:rsidR="007B6A46" w:rsidRDefault="007B6A46" w:rsidP="007B6A46">
      <w:r>
        <w:t>487.2558</w:t>
      </w:r>
      <w:r>
        <w:tab/>
        <w:t>1.013e0</w:t>
      </w:r>
    </w:p>
    <w:p w:rsidR="007B6A46" w:rsidRDefault="007B6A46" w:rsidP="007B6A46">
      <w:r>
        <w:t>487.3144</w:t>
      </w:r>
      <w:r>
        <w:tab/>
        <w:t>1.013e0</w:t>
      </w:r>
    </w:p>
    <w:p w:rsidR="007B6A46" w:rsidRDefault="007B6A46" w:rsidP="007B6A46">
      <w:r>
        <w:lastRenderedPageBreak/>
        <w:t>487.3214</w:t>
      </w:r>
      <w:r>
        <w:tab/>
        <w:t>1.013e0</w:t>
      </w:r>
    </w:p>
    <w:p w:rsidR="007B6A46" w:rsidRDefault="007B6A46" w:rsidP="007B6A46">
      <w:r>
        <w:t>487.3731</w:t>
      </w:r>
      <w:r>
        <w:tab/>
        <w:t>1.013e0</w:t>
      </w:r>
    </w:p>
    <w:p w:rsidR="007B6A46" w:rsidRDefault="007B6A46" w:rsidP="007B6A46">
      <w:r>
        <w:t>487.3815</w:t>
      </w:r>
      <w:r>
        <w:tab/>
        <w:t>1.013e0</w:t>
      </w:r>
    </w:p>
    <w:p w:rsidR="007B6A46" w:rsidRDefault="007B6A46" w:rsidP="007B6A46">
      <w:r>
        <w:t>487.4052</w:t>
      </w:r>
      <w:r>
        <w:tab/>
        <w:t>1.013e0</w:t>
      </w:r>
    </w:p>
    <w:p w:rsidR="007B6A46" w:rsidRDefault="007B6A46" w:rsidP="007B6A46">
      <w:r>
        <w:t>487.4092</w:t>
      </w:r>
      <w:r>
        <w:tab/>
        <w:t>1.013e0</w:t>
      </w:r>
    </w:p>
    <w:p w:rsidR="007B6A46" w:rsidRDefault="007B6A46" w:rsidP="007B6A46">
      <w:r>
        <w:t>487.4382</w:t>
      </w:r>
      <w:r>
        <w:tab/>
        <w:t>2.025e0</w:t>
      </w:r>
    </w:p>
    <w:p w:rsidR="007B6A46" w:rsidRDefault="007B6A46" w:rsidP="007B6A46">
      <w:r>
        <w:t>487.4578</w:t>
      </w:r>
      <w:r>
        <w:tab/>
        <w:t>1.013e0</w:t>
      </w:r>
    </w:p>
    <w:p w:rsidR="007B6A46" w:rsidRDefault="007B6A46" w:rsidP="007B6A46">
      <w:r>
        <w:t>487.5982</w:t>
      </w:r>
      <w:r>
        <w:tab/>
        <w:t>1.013e0</w:t>
      </w:r>
    </w:p>
    <w:p w:rsidR="007B6A46" w:rsidRDefault="007B6A46" w:rsidP="007B6A46">
      <w:r>
        <w:t>487.6436</w:t>
      </w:r>
      <w:r>
        <w:tab/>
        <w:t>1.013e0</w:t>
      </w:r>
    </w:p>
    <w:p w:rsidR="007B6A46" w:rsidRDefault="007B6A46" w:rsidP="007B6A46">
      <w:r>
        <w:t>487.6698</w:t>
      </w:r>
      <w:r>
        <w:tab/>
        <w:t>1.013e0</w:t>
      </w:r>
    </w:p>
    <w:p w:rsidR="007B6A46" w:rsidRDefault="007B6A46" w:rsidP="007B6A46">
      <w:r>
        <w:t>487.7037</w:t>
      </w:r>
      <w:r>
        <w:tab/>
        <w:t>1.013e0</w:t>
      </w:r>
    </w:p>
    <w:p w:rsidR="007B6A46" w:rsidRDefault="007B6A46" w:rsidP="007B6A46">
      <w:r>
        <w:t>487.7508</w:t>
      </w:r>
      <w:r>
        <w:tab/>
        <w:t>1.013e0</w:t>
      </w:r>
    </w:p>
    <w:p w:rsidR="007B6A46" w:rsidRDefault="007B6A46" w:rsidP="007B6A46">
      <w:r>
        <w:t>487.7721</w:t>
      </w:r>
      <w:r>
        <w:tab/>
        <w:t>1.013e0</w:t>
      </w:r>
    </w:p>
    <w:p w:rsidR="007B6A46" w:rsidRDefault="007B6A46" w:rsidP="007B6A46">
      <w:r>
        <w:t>487.8037</w:t>
      </w:r>
      <w:r>
        <w:tab/>
        <w:t>2.025e0</w:t>
      </w:r>
    </w:p>
    <w:p w:rsidR="007B6A46" w:rsidRDefault="007B6A46" w:rsidP="007B6A46">
      <w:r>
        <w:t>487.8309</w:t>
      </w:r>
      <w:r>
        <w:tab/>
        <w:t>1.013e0</w:t>
      </w:r>
    </w:p>
    <w:p w:rsidR="007B6A46" w:rsidRDefault="007B6A46" w:rsidP="007B6A46">
      <w:r>
        <w:t>487.8844</w:t>
      </w:r>
      <w:r>
        <w:tab/>
        <w:t>1.013e0</w:t>
      </w:r>
    </w:p>
    <w:p w:rsidR="007B6A46" w:rsidRDefault="007B6A46" w:rsidP="007B6A46">
      <w:r>
        <w:t>487.8903</w:t>
      </w:r>
      <w:r>
        <w:tab/>
        <w:t>1.013e0</w:t>
      </w:r>
    </w:p>
    <w:p w:rsidR="007B6A46" w:rsidRDefault="007B6A46" w:rsidP="007B6A46">
      <w:r>
        <w:t>487.9026</w:t>
      </w:r>
      <w:r>
        <w:tab/>
        <w:t>1.013e0</w:t>
      </w:r>
    </w:p>
    <w:p w:rsidR="007B6A46" w:rsidRDefault="007B6A46" w:rsidP="007B6A46">
      <w:r>
        <w:t>487.9246</w:t>
      </w:r>
      <w:r>
        <w:tab/>
        <w:t>1.013e0</w:t>
      </w:r>
    </w:p>
    <w:p w:rsidR="007B6A46" w:rsidRDefault="007B6A46" w:rsidP="007B6A46">
      <w:r>
        <w:lastRenderedPageBreak/>
        <w:t>487.9424</w:t>
      </w:r>
      <w:r>
        <w:tab/>
        <w:t>1.013e0</w:t>
      </w:r>
    </w:p>
    <w:p w:rsidR="007B6A46" w:rsidRDefault="007B6A46" w:rsidP="007B6A46">
      <w:r>
        <w:t>487.9673</w:t>
      </w:r>
      <w:r>
        <w:tab/>
        <w:t>2.025e0</w:t>
      </w:r>
    </w:p>
    <w:p w:rsidR="007B6A46" w:rsidRDefault="007B6A46" w:rsidP="007B6A46">
      <w:r>
        <w:t>487.9751</w:t>
      </w:r>
      <w:r>
        <w:tab/>
        <w:t>1.013e0</w:t>
      </w:r>
    </w:p>
    <w:p w:rsidR="007B6A46" w:rsidRDefault="007B6A46" w:rsidP="007B6A46">
      <w:r>
        <w:t>488.0001</w:t>
      </w:r>
      <w:r>
        <w:tab/>
        <w:t>1.013e0</w:t>
      </w:r>
    </w:p>
    <w:p w:rsidR="007B6A46" w:rsidRDefault="007B6A46" w:rsidP="007B6A46">
      <w:r>
        <w:t>488.0422</w:t>
      </w:r>
      <w:r>
        <w:tab/>
        <w:t>1.013e0</w:t>
      </w:r>
    </w:p>
    <w:p w:rsidR="007B6A46" w:rsidRDefault="007B6A46" w:rsidP="007B6A46">
      <w:r>
        <w:t>488.0629</w:t>
      </w:r>
      <w:r>
        <w:tab/>
        <w:t>2.025e0</w:t>
      </w:r>
    </w:p>
    <w:p w:rsidR="007B6A46" w:rsidRDefault="007B6A46" w:rsidP="007B6A46">
      <w:r>
        <w:t>488.0768</w:t>
      </w:r>
      <w:r>
        <w:tab/>
        <w:t>2.025e0</w:t>
      </w:r>
    </w:p>
    <w:p w:rsidR="007B6A46" w:rsidRDefault="007B6A46" w:rsidP="007B6A46">
      <w:r>
        <w:t>488.1364</w:t>
      </w:r>
      <w:r>
        <w:tab/>
        <w:t>1.013e0</w:t>
      </w:r>
    </w:p>
    <w:p w:rsidR="007B6A46" w:rsidRDefault="007B6A46" w:rsidP="007B6A46">
      <w:r>
        <w:t>488.1788</w:t>
      </w:r>
      <w:r>
        <w:tab/>
        <w:t>1.013e0</w:t>
      </w:r>
    </w:p>
    <w:p w:rsidR="007B6A46" w:rsidRDefault="007B6A46" w:rsidP="007B6A46">
      <w:r>
        <w:t>488.1978</w:t>
      </w:r>
      <w:r>
        <w:tab/>
        <w:t>2.025e0</w:t>
      </w:r>
    </w:p>
    <w:p w:rsidR="007B6A46" w:rsidRDefault="007B6A46" w:rsidP="007B6A46">
      <w:r>
        <w:t>488.2205</w:t>
      </w:r>
      <w:r>
        <w:tab/>
        <w:t>1.013e0</w:t>
      </w:r>
    </w:p>
    <w:p w:rsidR="007B6A46" w:rsidRDefault="007B6A46" w:rsidP="007B6A46">
      <w:r>
        <w:t>488.2628</w:t>
      </w:r>
      <w:r>
        <w:tab/>
        <w:t>1.013e0</w:t>
      </w:r>
    </w:p>
    <w:p w:rsidR="007B6A46" w:rsidRDefault="007B6A46" w:rsidP="007B6A46">
      <w:r>
        <w:t>488.2777</w:t>
      </w:r>
      <w:r>
        <w:tab/>
        <w:t>3.038e0</w:t>
      </w:r>
    </w:p>
    <w:p w:rsidR="007B6A46" w:rsidRDefault="007B6A46" w:rsidP="007B6A46">
      <w:r>
        <w:t>488.2804</w:t>
      </w:r>
      <w:r>
        <w:tab/>
        <w:t>2.025e0</w:t>
      </w:r>
    </w:p>
    <w:p w:rsidR="007B6A46" w:rsidRDefault="007B6A46" w:rsidP="007B6A46">
      <w:r>
        <w:t>488.2848</w:t>
      </w:r>
      <w:r>
        <w:tab/>
        <w:t>1.013e0</w:t>
      </w:r>
    </w:p>
    <w:p w:rsidR="007B6A46" w:rsidRDefault="007B6A46" w:rsidP="007B6A46">
      <w:r>
        <w:t>488.3022</w:t>
      </w:r>
      <w:r>
        <w:tab/>
        <w:t>1.013e0</w:t>
      </w:r>
    </w:p>
    <w:p w:rsidR="007B6A46" w:rsidRDefault="007B6A46" w:rsidP="007B6A46">
      <w:r>
        <w:t>488.3478</w:t>
      </w:r>
      <w:r>
        <w:tab/>
        <w:t>1.013e0</w:t>
      </w:r>
    </w:p>
    <w:p w:rsidR="007B6A46" w:rsidRDefault="007B6A46" w:rsidP="007B6A46">
      <w:r>
        <w:t>488.3527</w:t>
      </w:r>
      <w:r>
        <w:tab/>
        <w:t>3.038e0</w:t>
      </w:r>
    </w:p>
    <w:p w:rsidR="007B6A46" w:rsidRDefault="007B6A46" w:rsidP="007B6A46">
      <w:r>
        <w:t>488.3571</w:t>
      </w:r>
      <w:r>
        <w:tab/>
        <w:t>1.013e0</w:t>
      </w:r>
    </w:p>
    <w:p w:rsidR="007B6A46" w:rsidRDefault="007B6A46" w:rsidP="007B6A46">
      <w:r>
        <w:lastRenderedPageBreak/>
        <w:t>488.4250</w:t>
      </w:r>
      <w:r>
        <w:tab/>
        <w:t>1.013e0</w:t>
      </w:r>
    </w:p>
    <w:p w:rsidR="007B6A46" w:rsidRDefault="007B6A46" w:rsidP="007B6A46">
      <w:r>
        <w:t>488.4548</w:t>
      </w:r>
      <w:r>
        <w:tab/>
        <w:t>1.013e0</w:t>
      </w:r>
    </w:p>
    <w:p w:rsidR="007B6A46" w:rsidRDefault="007B6A46" w:rsidP="007B6A46">
      <w:r>
        <w:t>488.4674</w:t>
      </w:r>
      <w:r>
        <w:tab/>
        <w:t>1.013e0</w:t>
      </w:r>
    </w:p>
    <w:p w:rsidR="007B6A46" w:rsidRDefault="007B6A46" w:rsidP="007B6A46">
      <w:r>
        <w:t>488.4770</w:t>
      </w:r>
      <w:r>
        <w:tab/>
        <w:t>1.013e0</w:t>
      </w:r>
    </w:p>
    <w:p w:rsidR="007B6A46" w:rsidRDefault="007B6A46" w:rsidP="007B6A46">
      <w:r>
        <w:t>488.5014</w:t>
      </w:r>
      <w:r>
        <w:tab/>
        <w:t>1.013e0</w:t>
      </w:r>
    </w:p>
    <w:p w:rsidR="007B6A46" w:rsidRDefault="007B6A46" w:rsidP="007B6A46">
      <w:r>
        <w:t>488.5190</w:t>
      </w:r>
      <w:r>
        <w:tab/>
        <w:t>2.025e0</w:t>
      </w:r>
    </w:p>
    <w:p w:rsidR="007B6A46" w:rsidRDefault="007B6A46" w:rsidP="007B6A46">
      <w:r>
        <w:t>488.5892</w:t>
      </w:r>
      <w:r>
        <w:tab/>
        <w:t>1.013e0</w:t>
      </w:r>
    </w:p>
    <w:p w:rsidR="007B6A46" w:rsidRDefault="007B6A46" w:rsidP="007B6A46">
      <w:r>
        <w:t>488.7418</w:t>
      </w:r>
      <w:r>
        <w:tab/>
        <w:t>2.025e0</w:t>
      </w:r>
    </w:p>
    <w:p w:rsidR="007B6A46" w:rsidRDefault="007B6A46" w:rsidP="007B6A46">
      <w:r>
        <w:t>488.7898</w:t>
      </w:r>
      <w:r>
        <w:tab/>
        <w:t>2.025e0</w:t>
      </w:r>
    </w:p>
    <w:p w:rsidR="007B6A46" w:rsidRDefault="007B6A46" w:rsidP="007B6A46">
      <w:r>
        <w:t>488.8006</w:t>
      </w:r>
      <w:r>
        <w:tab/>
        <w:t>1.013e0</w:t>
      </w:r>
    </w:p>
    <w:p w:rsidR="007B6A46" w:rsidRDefault="007B6A46" w:rsidP="007B6A46">
      <w:r>
        <w:t>488.9031</w:t>
      </w:r>
      <w:r>
        <w:tab/>
        <w:t>3.038e0</w:t>
      </w:r>
    </w:p>
    <w:p w:rsidR="007B6A46" w:rsidRDefault="007B6A46" w:rsidP="007B6A46">
      <w:r>
        <w:t>488.9085</w:t>
      </w:r>
      <w:r>
        <w:tab/>
        <w:t>1.013e0</w:t>
      </w:r>
    </w:p>
    <w:p w:rsidR="007B6A46" w:rsidRDefault="007B6A46" w:rsidP="007B6A46">
      <w:r>
        <w:t>488.9458</w:t>
      </w:r>
      <w:r>
        <w:tab/>
        <w:t>2.025e0</w:t>
      </w:r>
    </w:p>
    <w:p w:rsidR="007B6A46" w:rsidRDefault="007B6A46" w:rsidP="007B6A46">
      <w:r>
        <w:t>488.9850</w:t>
      </w:r>
      <w:r>
        <w:tab/>
        <w:t>1.013e0</w:t>
      </w:r>
    </w:p>
    <w:p w:rsidR="007B6A46" w:rsidRDefault="007B6A46" w:rsidP="007B6A46">
      <w:r>
        <w:t>489.0079</w:t>
      </w:r>
      <w:r>
        <w:tab/>
        <w:t>1.013e0</w:t>
      </w:r>
    </w:p>
    <w:p w:rsidR="007B6A46" w:rsidRDefault="007B6A46" w:rsidP="007B6A46">
      <w:r>
        <w:t>489.0447</w:t>
      </w:r>
      <w:r>
        <w:tab/>
        <w:t>1.013e0</w:t>
      </w:r>
    </w:p>
    <w:p w:rsidR="007B6A46" w:rsidRDefault="007B6A46" w:rsidP="007B6A46">
      <w:r>
        <w:t>489.1125</w:t>
      </w:r>
      <w:r>
        <w:tab/>
        <w:t>1.013e0</w:t>
      </w:r>
    </w:p>
    <w:p w:rsidR="007B6A46" w:rsidRDefault="007B6A46" w:rsidP="007B6A46">
      <w:r>
        <w:t>489.1473</w:t>
      </w:r>
      <w:r>
        <w:tab/>
        <w:t>1.013e0</w:t>
      </w:r>
    </w:p>
    <w:p w:rsidR="007B6A46" w:rsidRDefault="007B6A46" w:rsidP="007B6A46">
      <w:r>
        <w:t>489.1964</w:t>
      </w:r>
      <w:r>
        <w:tab/>
        <w:t>1.013e0</w:t>
      </w:r>
    </w:p>
    <w:p w:rsidR="007B6A46" w:rsidRDefault="007B6A46" w:rsidP="007B6A46">
      <w:r>
        <w:lastRenderedPageBreak/>
        <w:t>489.2294</w:t>
      </w:r>
      <w:r>
        <w:tab/>
        <w:t>2.025e0</w:t>
      </w:r>
    </w:p>
    <w:p w:rsidR="007B6A46" w:rsidRDefault="007B6A46" w:rsidP="007B6A46">
      <w:r>
        <w:t>489.2741</w:t>
      </w:r>
      <w:r>
        <w:tab/>
        <w:t>2.025e0</w:t>
      </w:r>
    </w:p>
    <w:p w:rsidR="007B6A46" w:rsidRDefault="007B6A46" w:rsidP="007B6A46">
      <w:r>
        <w:t>489.2873</w:t>
      </w:r>
      <w:r>
        <w:tab/>
        <w:t>3.038e0</w:t>
      </w:r>
    </w:p>
    <w:p w:rsidR="007B6A46" w:rsidRDefault="007B6A46" w:rsidP="007B6A46">
      <w:r>
        <w:t>489.3089</w:t>
      </w:r>
      <w:r>
        <w:tab/>
        <w:t>1.013e0</w:t>
      </w:r>
    </w:p>
    <w:p w:rsidR="007B6A46" w:rsidRDefault="007B6A46" w:rsidP="007B6A46">
      <w:r>
        <w:t>489.3174</w:t>
      </w:r>
      <w:r>
        <w:tab/>
        <w:t>1.013e0</w:t>
      </w:r>
    </w:p>
    <w:p w:rsidR="007B6A46" w:rsidRDefault="007B6A46" w:rsidP="007B6A46">
      <w:r>
        <w:t>489.3306</w:t>
      </w:r>
      <w:r>
        <w:tab/>
        <w:t>1.013e0</w:t>
      </w:r>
    </w:p>
    <w:p w:rsidR="007B6A46" w:rsidRDefault="007B6A46" w:rsidP="007B6A46">
      <w:r>
        <w:t>489.3854</w:t>
      </w:r>
      <w:r>
        <w:tab/>
        <w:t>1.013e0</w:t>
      </w:r>
    </w:p>
    <w:p w:rsidR="007B6A46" w:rsidRDefault="007B6A46" w:rsidP="007B6A46">
      <w:r>
        <w:t>489.4612</w:t>
      </w:r>
      <w:r>
        <w:tab/>
        <w:t>1.013e0</w:t>
      </w:r>
    </w:p>
    <w:p w:rsidR="007B6A46" w:rsidRDefault="007B6A46" w:rsidP="007B6A46">
      <w:r>
        <w:t>489.4960</w:t>
      </w:r>
      <w:r>
        <w:tab/>
        <w:t>1.013e0</w:t>
      </w:r>
    </w:p>
    <w:p w:rsidR="007B6A46" w:rsidRDefault="007B6A46" w:rsidP="007B6A46">
      <w:r>
        <w:t>489.5603</w:t>
      </w:r>
      <w:r>
        <w:tab/>
        <w:t>1.013e0</w:t>
      </w:r>
    </w:p>
    <w:p w:rsidR="007B6A46" w:rsidRDefault="007B6A46" w:rsidP="007B6A46">
      <w:r>
        <w:t>489.6108</w:t>
      </w:r>
      <w:r>
        <w:tab/>
        <w:t>2.025e0</w:t>
      </w:r>
    </w:p>
    <w:p w:rsidR="007B6A46" w:rsidRDefault="007B6A46" w:rsidP="007B6A46">
      <w:r>
        <w:t>489.6764</w:t>
      </w:r>
      <w:r>
        <w:tab/>
        <w:t>1.013e0</w:t>
      </w:r>
    </w:p>
    <w:p w:rsidR="007B6A46" w:rsidRDefault="007B6A46" w:rsidP="007B6A46">
      <w:r>
        <w:t>489.7173</w:t>
      </w:r>
      <w:r>
        <w:tab/>
        <w:t>1.013e0</w:t>
      </w:r>
    </w:p>
    <w:p w:rsidR="007B6A46" w:rsidRDefault="007B6A46" w:rsidP="007B6A46">
      <w:r>
        <w:t>489.7527</w:t>
      </w:r>
      <w:r>
        <w:tab/>
        <w:t>1.013e0</w:t>
      </w:r>
    </w:p>
    <w:p w:rsidR="007B6A46" w:rsidRDefault="007B6A46" w:rsidP="007B6A46">
      <w:r>
        <w:t>489.8535</w:t>
      </w:r>
      <w:r>
        <w:tab/>
        <w:t>1.013e0</w:t>
      </w:r>
    </w:p>
    <w:p w:rsidR="007B6A46" w:rsidRDefault="007B6A46" w:rsidP="007B6A46">
      <w:r>
        <w:t>489.8613</w:t>
      </w:r>
      <w:r>
        <w:tab/>
        <w:t>1.013e0</w:t>
      </w:r>
    </w:p>
    <w:p w:rsidR="007B6A46" w:rsidRDefault="007B6A46" w:rsidP="007B6A46">
      <w:r>
        <w:t>489.9044</w:t>
      </w:r>
      <w:r>
        <w:tab/>
        <w:t>1.013e0</w:t>
      </w:r>
    </w:p>
    <w:p w:rsidR="007B6A46" w:rsidRDefault="007B6A46" w:rsidP="007B6A46">
      <w:r>
        <w:t>489.9464</w:t>
      </w:r>
      <w:r>
        <w:tab/>
        <w:t>1.013e0</w:t>
      </w:r>
    </w:p>
    <w:p w:rsidR="007B6A46" w:rsidRDefault="007B6A46" w:rsidP="007B6A46">
      <w:r>
        <w:t>489.9601</w:t>
      </w:r>
      <w:r>
        <w:tab/>
        <w:t>1.013e0</w:t>
      </w:r>
    </w:p>
    <w:p w:rsidR="007B6A46" w:rsidRDefault="007B6A46" w:rsidP="007B6A46">
      <w:r>
        <w:lastRenderedPageBreak/>
        <w:t>489.9727</w:t>
      </w:r>
      <w:r>
        <w:tab/>
        <w:t>1.013e0</w:t>
      </w:r>
    </w:p>
    <w:p w:rsidR="007B6A46" w:rsidRDefault="007B6A46" w:rsidP="007B6A46">
      <w:r>
        <w:t>489.9814</w:t>
      </w:r>
      <w:r>
        <w:tab/>
        <w:t>1.013e0</w:t>
      </w:r>
    </w:p>
    <w:p w:rsidR="007B6A46" w:rsidRDefault="007B6A46" w:rsidP="007B6A46">
      <w:r>
        <w:t>490.0238</w:t>
      </w:r>
      <w:r>
        <w:tab/>
        <w:t>1.013e0</w:t>
      </w:r>
    </w:p>
    <w:p w:rsidR="007B6A46" w:rsidRDefault="007B6A46" w:rsidP="007B6A46">
      <w:r>
        <w:t>490.0486</w:t>
      </w:r>
      <w:r>
        <w:tab/>
        <w:t>1.013e0</w:t>
      </w:r>
    </w:p>
    <w:p w:rsidR="007B6A46" w:rsidRDefault="007B6A46" w:rsidP="007B6A46">
      <w:r>
        <w:t>490.0571</w:t>
      </w:r>
      <w:r>
        <w:tab/>
        <w:t>1.013e0</w:t>
      </w:r>
    </w:p>
    <w:p w:rsidR="007B6A46" w:rsidRDefault="007B6A46" w:rsidP="007B6A46">
      <w:r>
        <w:t>490.0945</w:t>
      </w:r>
      <w:r>
        <w:tab/>
        <w:t>1.013e0</w:t>
      </w:r>
    </w:p>
    <w:p w:rsidR="007B6A46" w:rsidRDefault="007B6A46" w:rsidP="007B6A46">
      <w:r>
        <w:t>490.1293</w:t>
      </w:r>
      <w:r>
        <w:tab/>
        <w:t>2.025e0</w:t>
      </w:r>
    </w:p>
    <w:p w:rsidR="007B6A46" w:rsidRDefault="007B6A46" w:rsidP="007B6A46">
      <w:r>
        <w:t>490.1524</w:t>
      </w:r>
      <w:r>
        <w:tab/>
        <w:t>2.025e0</w:t>
      </w:r>
    </w:p>
    <w:p w:rsidR="007B6A46" w:rsidRDefault="007B6A46" w:rsidP="007B6A46">
      <w:r>
        <w:t>490.1774</w:t>
      </w:r>
      <w:r>
        <w:tab/>
        <w:t>3.038e0</w:t>
      </w:r>
    </w:p>
    <w:p w:rsidR="007B6A46" w:rsidRDefault="007B6A46" w:rsidP="007B6A46">
      <w:r>
        <w:t>490.1857</w:t>
      </w:r>
      <w:r>
        <w:tab/>
        <w:t>2.025e0</w:t>
      </w:r>
    </w:p>
    <w:p w:rsidR="007B6A46" w:rsidRDefault="007B6A46" w:rsidP="007B6A46">
      <w:r>
        <w:t>490.1884</w:t>
      </w:r>
      <w:r>
        <w:tab/>
        <w:t>1.013e0</w:t>
      </w:r>
    </w:p>
    <w:p w:rsidR="007B6A46" w:rsidRDefault="007B6A46" w:rsidP="007B6A46">
      <w:r>
        <w:t>490.2368</w:t>
      </w:r>
      <w:r>
        <w:tab/>
        <w:t>1.013e0</w:t>
      </w:r>
    </w:p>
    <w:p w:rsidR="007B6A46" w:rsidRDefault="007B6A46" w:rsidP="007B6A46">
      <w:r>
        <w:t>490.2880</w:t>
      </w:r>
      <w:r>
        <w:tab/>
        <w:t>2.025e0</w:t>
      </w:r>
    </w:p>
    <w:p w:rsidR="007B6A46" w:rsidRDefault="007B6A46" w:rsidP="007B6A46">
      <w:r>
        <w:t>490.3019</w:t>
      </w:r>
      <w:r>
        <w:tab/>
        <w:t>1.013e0</w:t>
      </w:r>
    </w:p>
    <w:p w:rsidR="007B6A46" w:rsidRDefault="007B6A46" w:rsidP="007B6A46">
      <w:r>
        <w:t>490.3101</w:t>
      </w:r>
      <w:r>
        <w:tab/>
        <w:t>2.025e0</w:t>
      </w:r>
    </w:p>
    <w:p w:rsidR="007B6A46" w:rsidRDefault="007B6A46" w:rsidP="007B6A46">
      <w:r>
        <w:t>490.3213</w:t>
      </w:r>
      <w:r>
        <w:tab/>
        <w:t>2.025e0</w:t>
      </w:r>
    </w:p>
    <w:p w:rsidR="007B6A46" w:rsidRDefault="007B6A46" w:rsidP="007B6A46">
      <w:r>
        <w:t>490.3481</w:t>
      </w:r>
      <w:r>
        <w:tab/>
        <w:t>2.025e0</w:t>
      </w:r>
    </w:p>
    <w:p w:rsidR="007B6A46" w:rsidRDefault="007B6A46" w:rsidP="007B6A46">
      <w:r>
        <w:t>490.3537</w:t>
      </w:r>
      <w:r>
        <w:tab/>
        <w:t>2.025e0</w:t>
      </w:r>
    </w:p>
    <w:p w:rsidR="007B6A46" w:rsidRDefault="007B6A46" w:rsidP="007B6A46">
      <w:r>
        <w:t>490.3600</w:t>
      </w:r>
      <w:r>
        <w:tab/>
        <w:t>1.013e0</w:t>
      </w:r>
    </w:p>
    <w:p w:rsidR="007B6A46" w:rsidRDefault="007B6A46" w:rsidP="007B6A46">
      <w:r>
        <w:lastRenderedPageBreak/>
        <w:t>490.4243</w:t>
      </w:r>
      <w:r>
        <w:tab/>
        <w:t>1.013e0</w:t>
      </w:r>
    </w:p>
    <w:p w:rsidR="007B6A46" w:rsidRDefault="007B6A46" w:rsidP="007B6A46">
      <w:r>
        <w:t>490.5010</w:t>
      </w:r>
      <w:r>
        <w:tab/>
        <w:t>2.025e0</w:t>
      </w:r>
    </w:p>
    <w:p w:rsidR="007B6A46" w:rsidRDefault="007B6A46" w:rsidP="007B6A46">
      <w:r>
        <w:t>490.5890</w:t>
      </w:r>
      <w:r>
        <w:tab/>
        <w:t>1.013e0</w:t>
      </w:r>
    </w:p>
    <w:p w:rsidR="007B6A46" w:rsidRDefault="007B6A46" w:rsidP="007B6A46">
      <w:r>
        <w:t>490.7561</w:t>
      </w:r>
      <w:r>
        <w:tab/>
        <w:t>1.013e0</w:t>
      </w:r>
    </w:p>
    <w:p w:rsidR="007B6A46" w:rsidRDefault="007B6A46" w:rsidP="007B6A46">
      <w:r>
        <w:t>490.7910</w:t>
      </w:r>
      <w:r>
        <w:tab/>
        <w:t>1.013e0</w:t>
      </w:r>
    </w:p>
    <w:p w:rsidR="007B6A46" w:rsidRDefault="007B6A46" w:rsidP="007B6A46">
      <w:r>
        <w:t>490.8080</w:t>
      </w:r>
      <w:r>
        <w:tab/>
        <w:t>1.013e0</w:t>
      </w:r>
    </w:p>
    <w:p w:rsidR="007B6A46" w:rsidRDefault="007B6A46" w:rsidP="007B6A46">
      <w:r>
        <w:t>490.8677</w:t>
      </w:r>
      <w:r>
        <w:tab/>
        <w:t>1.013e0</w:t>
      </w:r>
    </w:p>
    <w:p w:rsidR="007B6A46" w:rsidRDefault="007B6A46" w:rsidP="007B6A46">
      <w:r>
        <w:t>490.9437</w:t>
      </w:r>
      <w:r>
        <w:tab/>
        <w:t>1.013e0</w:t>
      </w:r>
    </w:p>
    <w:p w:rsidR="007B6A46" w:rsidRDefault="007B6A46" w:rsidP="007B6A46">
      <w:r>
        <w:t>490.9672</w:t>
      </w:r>
      <w:r>
        <w:tab/>
        <w:t>1.013e0</w:t>
      </w:r>
    </w:p>
    <w:p w:rsidR="007B6A46" w:rsidRDefault="007B6A46" w:rsidP="007B6A46">
      <w:r>
        <w:t>491.0461</w:t>
      </w:r>
      <w:r>
        <w:tab/>
        <w:t>1.013e0</w:t>
      </w:r>
    </w:p>
    <w:p w:rsidR="007B6A46" w:rsidRDefault="007B6A46" w:rsidP="007B6A46">
      <w:r>
        <w:t>491.0555</w:t>
      </w:r>
      <w:r>
        <w:tab/>
        <w:t>1.013e0</w:t>
      </w:r>
    </w:p>
    <w:p w:rsidR="007B6A46" w:rsidRDefault="007B6A46" w:rsidP="007B6A46">
      <w:r>
        <w:t>491.0647</w:t>
      </w:r>
      <w:r>
        <w:tab/>
        <w:t>3.038e0</w:t>
      </w:r>
    </w:p>
    <w:p w:rsidR="007B6A46" w:rsidRDefault="007B6A46" w:rsidP="007B6A46">
      <w:r>
        <w:t>491.0826</w:t>
      </w:r>
      <w:r>
        <w:tab/>
        <w:t>1.013e0</w:t>
      </w:r>
    </w:p>
    <w:p w:rsidR="007B6A46" w:rsidRDefault="007B6A46" w:rsidP="007B6A46">
      <w:r>
        <w:t>491.1392</w:t>
      </w:r>
      <w:r>
        <w:tab/>
        <w:t>2.025e0</w:t>
      </w:r>
    </w:p>
    <w:p w:rsidR="007B6A46" w:rsidRDefault="007B6A46" w:rsidP="007B6A46">
      <w:r>
        <w:t>491.1749</w:t>
      </w:r>
      <w:r>
        <w:tab/>
        <w:t>2.025e0</w:t>
      </w:r>
    </w:p>
    <w:p w:rsidR="007B6A46" w:rsidRDefault="007B6A46" w:rsidP="007B6A46">
      <w:r>
        <w:t>491.1772</w:t>
      </w:r>
      <w:r>
        <w:tab/>
        <w:t>1.013e0</w:t>
      </w:r>
    </w:p>
    <w:p w:rsidR="007B6A46" w:rsidRDefault="007B6A46" w:rsidP="007B6A46">
      <w:r>
        <w:t>491.1827</w:t>
      </w:r>
      <w:r>
        <w:tab/>
        <w:t>1.013e0</w:t>
      </w:r>
    </w:p>
    <w:p w:rsidR="007B6A46" w:rsidRDefault="007B6A46" w:rsidP="007B6A46">
      <w:r>
        <w:t>491.2168</w:t>
      </w:r>
      <w:r>
        <w:tab/>
        <w:t>1.013e0</w:t>
      </w:r>
    </w:p>
    <w:p w:rsidR="007B6A46" w:rsidRDefault="007B6A46" w:rsidP="007B6A46">
      <w:r>
        <w:t>491.2585</w:t>
      </w:r>
      <w:r>
        <w:tab/>
        <w:t>3.038e0</w:t>
      </w:r>
    </w:p>
    <w:p w:rsidR="007B6A46" w:rsidRDefault="007B6A46" w:rsidP="007B6A46">
      <w:r>
        <w:lastRenderedPageBreak/>
        <w:t>491.2688</w:t>
      </w:r>
      <w:r>
        <w:tab/>
        <w:t>2.025e0</w:t>
      </w:r>
    </w:p>
    <w:p w:rsidR="007B6A46" w:rsidRDefault="007B6A46" w:rsidP="007B6A46">
      <w:r>
        <w:t>491.3373</w:t>
      </w:r>
      <w:r>
        <w:tab/>
        <w:t>2.025e0</w:t>
      </w:r>
    </w:p>
    <w:p w:rsidR="007B6A46" w:rsidRDefault="007B6A46" w:rsidP="007B6A46">
      <w:r>
        <w:t>491.3489</w:t>
      </w:r>
      <w:r>
        <w:tab/>
        <w:t>1.013e0</w:t>
      </w:r>
    </w:p>
    <w:p w:rsidR="007B6A46" w:rsidRDefault="007B6A46" w:rsidP="007B6A46">
      <w:r>
        <w:t>491.3677</w:t>
      </w:r>
      <w:r>
        <w:tab/>
        <w:t>4.051e0</w:t>
      </w:r>
    </w:p>
    <w:p w:rsidR="007B6A46" w:rsidRDefault="007B6A46" w:rsidP="007B6A46">
      <w:r>
        <w:t>491.3969</w:t>
      </w:r>
      <w:r>
        <w:tab/>
        <w:t>1.013e0</w:t>
      </w:r>
    </w:p>
    <w:p w:rsidR="007B6A46" w:rsidRDefault="007B6A46" w:rsidP="007B6A46">
      <w:r>
        <w:t>491.5191</w:t>
      </w:r>
      <w:r>
        <w:tab/>
        <w:t>1.013e0</w:t>
      </w:r>
    </w:p>
    <w:p w:rsidR="007B6A46" w:rsidRDefault="007B6A46" w:rsidP="007B6A46">
      <w:r>
        <w:t>491.6019</w:t>
      </w:r>
      <w:r>
        <w:tab/>
        <w:t>1.013e0</w:t>
      </w:r>
    </w:p>
    <w:p w:rsidR="007B6A46" w:rsidRDefault="007B6A46" w:rsidP="007B6A46">
      <w:r>
        <w:t>491.6058</w:t>
      </w:r>
      <w:r>
        <w:tab/>
        <w:t>2.025e0</w:t>
      </w:r>
    </w:p>
    <w:p w:rsidR="007B6A46" w:rsidRDefault="007B6A46" w:rsidP="007B6A46">
      <w:r>
        <w:t>491.6694</w:t>
      </w:r>
      <w:r>
        <w:tab/>
        <w:t>1.013e0</w:t>
      </w:r>
    </w:p>
    <w:p w:rsidR="007B6A46" w:rsidRDefault="007B6A46" w:rsidP="007B6A46">
      <w:r>
        <w:t>491.6900</w:t>
      </w:r>
      <w:r>
        <w:tab/>
        <w:t>1.013e0</w:t>
      </w:r>
    </w:p>
    <w:p w:rsidR="007B6A46" w:rsidRDefault="007B6A46" w:rsidP="007B6A46">
      <w:r>
        <w:t>491.7386</w:t>
      </w:r>
      <w:r>
        <w:tab/>
        <w:t>1.013e0</w:t>
      </w:r>
    </w:p>
    <w:p w:rsidR="007B6A46" w:rsidRDefault="007B6A46" w:rsidP="007B6A46">
      <w:r>
        <w:t>491.8036</w:t>
      </w:r>
      <w:r>
        <w:tab/>
        <w:t>1.013e0</w:t>
      </w:r>
    </w:p>
    <w:p w:rsidR="007B6A46" w:rsidRDefault="007B6A46" w:rsidP="007B6A46">
      <w:r>
        <w:t>491.8924</w:t>
      </w:r>
      <w:r>
        <w:tab/>
        <w:t>1.013e0</w:t>
      </w:r>
    </w:p>
    <w:p w:rsidR="007B6A46" w:rsidRDefault="007B6A46" w:rsidP="007B6A46">
      <w:r>
        <w:t>491.9251</w:t>
      </w:r>
      <w:r>
        <w:tab/>
        <w:t>2.025e0</w:t>
      </w:r>
    </w:p>
    <w:p w:rsidR="007B6A46" w:rsidRDefault="007B6A46" w:rsidP="007B6A46">
      <w:r>
        <w:t>491.9515</w:t>
      </w:r>
      <w:r>
        <w:tab/>
        <w:t>1.013e0</w:t>
      </w:r>
    </w:p>
    <w:p w:rsidR="007B6A46" w:rsidRDefault="007B6A46" w:rsidP="007B6A46">
      <w:r>
        <w:t>491.9779</w:t>
      </w:r>
      <w:r>
        <w:tab/>
        <w:t>1.013e0</w:t>
      </w:r>
    </w:p>
    <w:p w:rsidR="007B6A46" w:rsidRDefault="007B6A46" w:rsidP="007B6A46">
      <w:r>
        <w:t>492.0289</w:t>
      </w:r>
      <w:r>
        <w:tab/>
        <w:t>4.051e0</w:t>
      </w:r>
    </w:p>
    <w:p w:rsidR="007B6A46" w:rsidRDefault="007B6A46" w:rsidP="007B6A46">
      <w:r>
        <w:t>492.0434</w:t>
      </w:r>
      <w:r>
        <w:tab/>
        <w:t>2.025e0</w:t>
      </w:r>
    </w:p>
    <w:p w:rsidR="007B6A46" w:rsidRDefault="007B6A46" w:rsidP="007B6A46">
      <w:r>
        <w:t>492.1233</w:t>
      </w:r>
      <w:r>
        <w:tab/>
        <w:t>1.013e0</w:t>
      </w:r>
    </w:p>
    <w:p w:rsidR="007B6A46" w:rsidRDefault="007B6A46" w:rsidP="007B6A46">
      <w:r>
        <w:lastRenderedPageBreak/>
        <w:t>492.1310</w:t>
      </w:r>
      <w:r>
        <w:tab/>
        <w:t>1.013e0</w:t>
      </w:r>
    </w:p>
    <w:p w:rsidR="007B6A46" w:rsidRDefault="007B6A46" w:rsidP="007B6A46">
      <w:r>
        <w:t>492.1445</w:t>
      </w:r>
      <w:r>
        <w:tab/>
        <w:t>2.025e0</w:t>
      </w:r>
    </w:p>
    <w:p w:rsidR="007B6A46" w:rsidRDefault="007B6A46" w:rsidP="007B6A46">
      <w:r>
        <w:t>492.2166</w:t>
      </w:r>
      <w:r>
        <w:tab/>
        <w:t>1.013e0</w:t>
      </w:r>
    </w:p>
    <w:p w:rsidR="007B6A46" w:rsidRDefault="007B6A46" w:rsidP="007B6A46">
      <w:r>
        <w:t>492.2210</w:t>
      </w:r>
      <w:r>
        <w:tab/>
        <w:t>1.013e0</w:t>
      </w:r>
    </w:p>
    <w:p w:rsidR="007B6A46" w:rsidRDefault="007B6A46" w:rsidP="007B6A46">
      <w:r>
        <w:t>492.2686</w:t>
      </w:r>
      <w:r>
        <w:tab/>
        <w:t>1.013e0</w:t>
      </w:r>
    </w:p>
    <w:p w:rsidR="007B6A46" w:rsidRDefault="007B6A46" w:rsidP="007B6A46">
      <w:r>
        <w:t>492.3154</w:t>
      </w:r>
      <w:r>
        <w:tab/>
        <w:t>4.051e0</w:t>
      </w:r>
    </w:p>
    <w:p w:rsidR="007B6A46" w:rsidRDefault="007B6A46" w:rsidP="007B6A46">
      <w:r>
        <w:t>492.3302</w:t>
      </w:r>
      <w:r>
        <w:tab/>
        <w:t>3.038e0</w:t>
      </w:r>
    </w:p>
    <w:p w:rsidR="007B6A46" w:rsidRDefault="007B6A46" w:rsidP="007B6A46">
      <w:r>
        <w:t>492.3456</w:t>
      </w:r>
      <w:r>
        <w:tab/>
        <w:t>1.013e0</w:t>
      </w:r>
    </w:p>
    <w:p w:rsidR="007B6A46" w:rsidRDefault="007B6A46" w:rsidP="007B6A46">
      <w:r>
        <w:t>492.3713</w:t>
      </w:r>
      <w:r>
        <w:tab/>
        <w:t>1.013e0</w:t>
      </w:r>
    </w:p>
    <w:p w:rsidR="007B6A46" w:rsidRDefault="007B6A46" w:rsidP="007B6A46">
      <w:r>
        <w:t>492.3962</w:t>
      </w:r>
      <w:r>
        <w:tab/>
        <w:t>1.013e0</w:t>
      </w:r>
    </w:p>
    <w:p w:rsidR="007B6A46" w:rsidRDefault="007B6A46" w:rsidP="007B6A46">
      <w:r>
        <w:t>492.4471</w:t>
      </w:r>
      <w:r>
        <w:tab/>
        <w:t>1.013e0</w:t>
      </w:r>
    </w:p>
    <w:p w:rsidR="007B6A46" w:rsidRDefault="007B6A46" w:rsidP="007B6A46">
      <w:r>
        <w:t>492.4508</w:t>
      </w:r>
      <w:r>
        <w:tab/>
        <w:t>2.025e0</w:t>
      </w:r>
    </w:p>
    <w:p w:rsidR="007B6A46" w:rsidRDefault="007B6A46" w:rsidP="007B6A46">
      <w:r>
        <w:t>492.5938</w:t>
      </w:r>
      <w:r>
        <w:tab/>
        <w:t>1.013e0</w:t>
      </w:r>
    </w:p>
    <w:p w:rsidR="007B6A46" w:rsidRDefault="007B6A46" w:rsidP="007B6A46">
      <w:r>
        <w:t>492.6101</w:t>
      </w:r>
      <w:r>
        <w:tab/>
        <w:t>1.013e0</w:t>
      </w:r>
    </w:p>
    <w:p w:rsidR="007B6A46" w:rsidRDefault="007B6A46" w:rsidP="007B6A46">
      <w:r>
        <w:t>492.6272</w:t>
      </w:r>
      <w:r>
        <w:tab/>
        <w:t>1.013e0</w:t>
      </w:r>
    </w:p>
    <w:p w:rsidR="007B6A46" w:rsidRDefault="007B6A46" w:rsidP="007B6A46">
      <w:r>
        <w:t>492.6758</w:t>
      </w:r>
      <w:r>
        <w:tab/>
        <w:t>1.013e0</w:t>
      </w:r>
    </w:p>
    <w:p w:rsidR="007B6A46" w:rsidRDefault="007B6A46" w:rsidP="007B6A46">
      <w:r>
        <w:t>492.7299</w:t>
      </w:r>
      <w:r>
        <w:tab/>
        <w:t>1.013e0</w:t>
      </w:r>
    </w:p>
    <w:p w:rsidR="007B6A46" w:rsidRDefault="007B6A46" w:rsidP="007B6A46">
      <w:r>
        <w:t>492.8476</w:t>
      </w:r>
      <w:r>
        <w:tab/>
        <w:t>2.025e0</w:t>
      </w:r>
    </w:p>
    <w:p w:rsidR="007B6A46" w:rsidRDefault="007B6A46" w:rsidP="007B6A46">
      <w:r>
        <w:t>492.8651</w:t>
      </w:r>
      <w:r>
        <w:tab/>
        <w:t>1.013e0</w:t>
      </w:r>
    </w:p>
    <w:p w:rsidR="007B6A46" w:rsidRDefault="007B6A46" w:rsidP="007B6A46">
      <w:r>
        <w:lastRenderedPageBreak/>
        <w:t>492.8844</w:t>
      </w:r>
      <w:r>
        <w:tab/>
        <w:t>1.013e0</w:t>
      </w:r>
    </w:p>
    <w:p w:rsidR="007B6A46" w:rsidRDefault="007B6A46" w:rsidP="007B6A46">
      <w:r>
        <w:t>492.9526</w:t>
      </w:r>
      <w:r>
        <w:tab/>
        <w:t>1.013e0</w:t>
      </w:r>
    </w:p>
    <w:p w:rsidR="007B6A46" w:rsidRDefault="007B6A46" w:rsidP="007B6A46">
      <w:r>
        <w:t>492.9679</w:t>
      </w:r>
      <w:r>
        <w:tab/>
        <w:t>2.025e0</w:t>
      </w:r>
    </w:p>
    <w:p w:rsidR="007B6A46" w:rsidRDefault="007B6A46" w:rsidP="007B6A46">
      <w:r>
        <w:t>493.0040</w:t>
      </w:r>
      <w:r>
        <w:tab/>
        <w:t>1.013e0</w:t>
      </w:r>
    </w:p>
    <w:p w:rsidR="007B6A46" w:rsidRDefault="007B6A46" w:rsidP="007B6A46">
      <w:r>
        <w:t>493.1492</w:t>
      </w:r>
      <w:r>
        <w:tab/>
        <w:t>1.013e0</w:t>
      </w:r>
    </w:p>
    <w:p w:rsidR="007B6A46" w:rsidRDefault="007B6A46" w:rsidP="007B6A46">
      <w:r>
        <w:t>493.1545</w:t>
      </w:r>
      <w:r>
        <w:tab/>
        <w:t>2.025e0</w:t>
      </w:r>
    </w:p>
    <w:p w:rsidR="007B6A46" w:rsidRDefault="007B6A46" w:rsidP="007B6A46">
      <w:r>
        <w:t>493.1978</w:t>
      </w:r>
      <w:r>
        <w:tab/>
        <w:t>2.025e0</w:t>
      </w:r>
    </w:p>
    <w:p w:rsidR="007B6A46" w:rsidRDefault="007B6A46" w:rsidP="007B6A46">
      <w:r>
        <w:t>493.2703</w:t>
      </w:r>
      <w:r>
        <w:tab/>
        <w:t>1.846e1</w:t>
      </w:r>
    </w:p>
    <w:p w:rsidR="007B6A46" w:rsidRDefault="007B6A46" w:rsidP="007B6A46">
      <w:r>
        <w:t>493.2715</w:t>
      </w:r>
      <w:r>
        <w:tab/>
        <w:t>3.443e1</w:t>
      </w:r>
    </w:p>
    <w:p w:rsidR="007B6A46" w:rsidRDefault="007B6A46" w:rsidP="007B6A46">
      <w:r>
        <w:t>493.2738</w:t>
      </w:r>
      <w:r>
        <w:tab/>
        <w:t>8.337e1</w:t>
      </w:r>
    </w:p>
    <w:p w:rsidR="007B6A46" w:rsidRDefault="007B6A46" w:rsidP="007B6A46">
      <w:r>
        <w:t>493.3670</w:t>
      </w:r>
      <w:r>
        <w:tab/>
        <w:t>2.025e0</w:t>
      </w:r>
    </w:p>
    <w:p w:rsidR="007B6A46" w:rsidRDefault="007B6A46" w:rsidP="007B6A46">
      <w:r>
        <w:t>493.3724</w:t>
      </w:r>
      <w:r>
        <w:tab/>
        <w:t>1.013e0</w:t>
      </w:r>
    </w:p>
    <w:p w:rsidR="007B6A46" w:rsidRDefault="007B6A46" w:rsidP="007B6A46">
      <w:r>
        <w:t>493.3845</w:t>
      </w:r>
      <w:r>
        <w:tab/>
        <w:t>2.025e0</w:t>
      </w:r>
    </w:p>
    <w:p w:rsidR="007B6A46" w:rsidRDefault="007B6A46" w:rsidP="007B6A46">
      <w:r>
        <w:t>493.4002</w:t>
      </w:r>
      <w:r>
        <w:tab/>
        <w:t>1.013e0</w:t>
      </w:r>
    </w:p>
    <w:p w:rsidR="007B6A46" w:rsidRDefault="007B6A46" w:rsidP="007B6A46">
      <w:r>
        <w:t>493.4186</w:t>
      </w:r>
      <w:r>
        <w:tab/>
        <w:t>1.013e0</w:t>
      </w:r>
    </w:p>
    <w:p w:rsidR="007B6A46" w:rsidRDefault="007B6A46" w:rsidP="007B6A46">
      <w:r>
        <w:t>493.4394</w:t>
      </w:r>
      <w:r>
        <w:tab/>
        <w:t>2.025e0</w:t>
      </w:r>
    </w:p>
    <w:p w:rsidR="007B6A46" w:rsidRDefault="007B6A46" w:rsidP="007B6A46">
      <w:r>
        <w:t>493.4756</w:t>
      </w:r>
      <w:r>
        <w:tab/>
        <w:t>1.013e0</w:t>
      </w:r>
    </w:p>
    <w:p w:rsidR="007B6A46" w:rsidRDefault="007B6A46" w:rsidP="007B6A46">
      <w:r>
        <w:t>493.5010</w:t>
      </w:r>
      <w:r>
        <w:tab/>
        <w:t>1.013e0</w:t>
      </w:r>
    </w:p>
    <w:p w:rsidR="007B6A46" w:rsidRDefault="007B6A46" w:rsidP="007B6A46">
      <w:r>
        <w:t>493.5502</w:t>
      </w:r>
      <w:r>
        <w:tab/>
        <w:t>2.025e0</w:t>
      </w:r>
    </w:p>
    <w:p w:rsidR="007B6A46" w:rsidRDefault="007B6A46" w:rsidP="007B6A46">
      <w:r>
        <w:lastRenderedPageBreak/>
        <w:t>493.5703</w:t>
      </w:r>
      <w:r>
        <w:tab/>
        <w:t>1.013e0</w:t>
      </w:r>
    </w:p>
    <w:p w:rsidR="007B6A46" w:rsidRDefault="007B6A46" w:rsidP="007B6A46">
      <w:r>
        <w:t>493.5789</w:t>
      </w:r>
      <w:r>
        <w:tab/>
        <w:t>1.013e0</w:t>
      </w:r>
    </w:p>
    <w:p w:rsidR="007B6A46" w:rsidRDefault="007B6A46" w:rsidP="007B6A46">
      <w:r>
        <w:t>493.5864</w:t>
      </w:r>
      <w:r>
        <w:tab/>
        <w:t>1.013e0</w:t>
      </w:r>
    </w:p>
    <w:p w:rsidR="007B6A46" w:rsidRDefault="007B6A46" w:rsidP="007B6A46">
      <w:r>
        <w:t>493.6982</w:t>
      </w:r>
      <w:r>
        <w:tab/>
        <w:t>1.013e0</w:t>
      </w:r>
    </w:p>
    <w:p w:rsidR="007B6A46" w:rsidRDefault="007B6A46" w:rsidP="007B6A46">
      <w:r>
        <w:t>493.7382</w:t>
      </w:r>
      <w:r>
        <w:tab/>
        <w:t>1.013e0</w:t>
      </w:r>
    </w:p>
    <w:p w:rsidR="007B6A46" w:rsidRDefault="007B6A46" w:rsidP="007B6A46">
      <w:r>
        <w:t>493.7863</w:t>
      </w:r>
      <w:r>
        <w:tab/>
        <w:t>2.025e0</w:t>
      </w:r>
    </w:p>
    <w:p w:rsidR="007B6A46" w:rsidRDefault="007B6A46" w:rsidP="007B6A46">
      <w:r>
        <w:t>493.7925</w:t>
      </w:r>
      <w:r>
        <w:tab/>
        <w:t>1.013e0</w:t>
      </w:r>
    </w:p>
    <w:p w:rsidR="007B6A46" w:rsidRDefault="007B6A46" w:rsidP="007B6A46">
      <w:r>
        <w:t>493.8512</w:t>
      </w:r>
      <w:r>
        <w:tab/>
        <w:t>1.013e0</w:t>
      </w:r>
    </w:p>
    <w:p w:rsidR="007B6A46" w:rsidRDefault="007B6A46" w:rsidP="007B6A46">
      <w:r>
        <w:t>493.9048</w:t>
      </w:r>
      <w:r>
        <w:tab/>
        <w:t>1.013e0</w:t>
      </w:r>
    </w:p>
    <w:p w:rsidR="007B6A46" w:rsidRDefault="007B6A46" w:rsidP="007B6A46">
      <w:r>
        <w:t>493.9392</w:t>
      </w:r>
      <w:r>
        <w:tab/>
        <w:t>1.013e0</w:t>
      </w:r>
    </w:p>
    <w:p w:rsidR="007B6A46" w:rsidRDefault="007B6A46" w:rsidP="007B6A46">
      <w:r>
        <w:t>493.9923</w:t>
      </w:r>
      <w:r>
        <w:tab/>
        <w:t>2.025e0</w:t>
      </w:r>
    </w:p>
    <w:p w:rsidR="007B6A46" w:rsidRDefault="007B6A46" w:rsidP="007B6A46">
      <w:r>
        <w:t>494.0123</w:t>
      </w:r>
      <w:r>
        <w:tab/>
        <w:t>4.051e0</w:t>
      </w:r>
    </w:p>
    <w:p w:rsidR="007B6A46" w:rsidRDefault="007B6A46" w:rsidP="007B6A46">
      <w:r>
        <w:t>494.0260</w:t>
      </w:r>
      <w:r>
        <w:tab/>
        <w:t>1.013e0</w:t>
      </w:r>
    </w:p>
    <w:p w:rsidR="007B6A46" w:rsidRDefault="007B6A46" w:rsidP="007B6A46">
      <w:r>
        <w:t>494.0757</w:t>
      </w:r>
      <w:r>
        <w:tab/>
        <w:t>1.013e0</w:t>
      </w:r>
    </w:p>
    <w:p w:rsidR="007B6A46" w:rsidRDefault="007B6A46" w:rsidP="007B6A46">
      <w:r>
        <w:t>494.1176</w:t>
      </w:r>
      <w:r>
        <w:tab/>
        <w:t>1.013e0</w:t>
      </w:r>
    </w:p>
    <w:p w:rsidR="007B6A46" w:rsidRDefault="007B6A46" w:rsidP="007B6A46">
      <w:r>
        <w:t>494.1361</w:t>
      </w:r>
      <w:r>
        <w:tab/>
        <w:t>1.013e0</w:t>
      </w:r>
    </w:p>
    <w:p w:rsidR="007B6A46" w:rsidRDefault="007B6A46" w:rsidP="007B6A46">
      <w:r>
        <w:t>494.1815</w:t>
      </w:r>
      <w:r>
        <w:tab/>
        <w:t>2.025e0</w:t>
      </w:r>
    </w:p>
    <w:p w:rsidR="007B6A46" w:rsidRDefault="007B6A46" w:rsidP="007B6A46">
      <w:r>
        <w:t>494.1873</w:t>
      </w:r>
      <w:r>
        <w:tab/>
        <w:t>1.013e0</w:t>
      </w:r>
    </w:p>
    <w:p w:rsidR="007B6A46" w:rsidRDefault="007B6A46" w:rsidP="007B6A46">
      <w:r>
        <w:t>494.1991</w:t>
      </w:r>
      <w:r>
        <w:tab/>
        <w:t>4.051e0</w:t>
      </w:r>
    </w:p>
    <w:p w:rsidR="007B6A46" w:rsidRDefault="007B6A46" w:rsidP="007B6A46">
      <w:r>
        <w:lastRenderedPageBreak/>
        <w:t>494.2082</w:t>
      </w:r>
      <w:r>
        <w:tab/>
        <w:t>3.038e0</w:t>
      </w:r>
    </w:p>
    <w:p w:rsidR="007B6A46" w:rsidRDefault="007B6A46" w:rsidP="007B6A46">
      <w:r>
        <w:t>494.2257</w:t>
      </w:r>
      <w:r>
        <w:tab/>
        <w:t>2.025e0</w:t>
      </w:r>
    </w:p>
    <w:p w:rsidR="007B6A46" w:rsidRDefault="007B6A46" w:rsidP="007B6A46">
      <w:r>
        <w:t>494.2747</w:t>
      </w:r>
      <w:r>
        <w:tab/>
        <w:t>1.013e1</w:t>
      </w:r>
    </w:p>
    <w:p w:rsidR="007B6A46" w:rsidRDefault="007B6A46" w:rsidP="007B6A46">
      <w:r>
        <w:t>494.2765</w:t>
      </w:r>
      <w:r>
        <w:tab/>
        <w:t>6.321e0</w:t>
      </w:r>
    </w:p>
    <w:p w:rsidR="007B6A46" w:rsidRDefault="007B6A46" w:rsidP="007B6A46">
      <w:r>
        <w:t>494.2802</w:t>
      </w:r>
      <w:r>
        <w:tab/>
        <w:t>9.114e0</w:t>
      </w:r>
    </w:p>
    <w:p w:rsidR="007B6A46" w:rsidRDefault="007B6A46" w:rsidP="007B6A46">
      <w:r>
        <w:t>494.2817</w:t>
      </w:r>
      <w:r>
        <w:tab/>
        <w:t>1.418e1</w:t>
      </w:r>
    </w:p>
    <w:p w:rsidR="007B6A46" w:rsidRDefault="007B6A46" w:rsidP="007B6A46">
      <w:r>
        <w:t>494.2828</w:t>
      </w:r>
      <w:r>
        <w:tab/>
        <w:t>1.114e1</w:t>
      </w:r>
    </w:p>
    <w:p w:rsidR="007B6A46" w:rsidRDefault="007B6A46" w:rsidP="007B6A46">
      <w:r>
        <w:t>494.3610</w:t>
      </w:r>
      <w:r>
        <w:tab/>
        <w:t>3.038e0</w:t>
      </w:r>
    </w:p>
    <w:p w:rsidR="007B6A46" w:rsidRDefault="007B6A46" w:rsidP="007B6A46">
      <w:r>
        <w:t>494.3762</w:t>
      </w:r>
      <w:r>
        <w:tab/>
        <w:t>1.013e0</w:t>
      </w:r>
    </w:p>
    <w:p w:rsidR="007B6A46" w:rsidRDefault="007B6A46" w:rsidP="007B6A46">
      <w:r>
        <w:t>494.3862</w:t>
      </w:r>
      <w:r>
        <w:tab/>
        <w:t>1.013e0</w:t>
      </w:r>
    </w:p>
    <w:p w:rsidR="007B6A46" w:rsidRDefault="007B6A46" w:rsidP="007B6A46">
      <w:r>
        <w:t>494.3877</w:t>
      </w:r>
      <w:r>
        <w:tab/>
        <w:t>2.025e0</w:t>
      </w:r>
    </w:p>
    <w:p w:rsidR="007B6A46" w:rsidRDefault="007B6A46" w:rsidP="007B6A46">
      <w:r>
        <w:t>494.4277</w:t>
      </w:r>
      <w:r>
        <w:tab/>
        <w:t>2.025e0</w:t>
      </w:r>
    </w:p>
    <w:p w:rsidR="007B6A46" w:rsidRDefault="007B6A46" w:rsidP="007B6A46">
      <w:r>
        <w:t>494.5940</w:t>
      </w:r>
      <w:r>
        <w:tab/>
        <w:t>1.013e0</w:t>
      </w:r>
    </w:p>
    <w:p w:rsidR="007B6A46" w:rsidRDefault="007B6A46" w:rsidP="007B6A46">
      <w:r>
        <w:t>494.5971</w:t>
      </w:r>
      <w:r>
        <w:tab/>
        <w:t>2.025e0</w:t>
      </w:r>
    </w:p>
    <w:p w:rsidR="007B6A46" w:rsidRDefault="007B6A46" w:rsidP="007B6A46">
      <w:r>
        <w:t>494.6432</w:t>
      </w:r>
      <w:r>
        <w:tab/>
        <w:t>1.013e0</w:t>
      </w:r>
    </w:p>
    <w:p w:rsidR="007B6A46" w:rsidRDefault="007B6A46" w:rsidP="007B6A46">
      <w:r>
        <w:t>494.6518</w:t>
      </w:r>
      <w:r>
        <w:tab/>
        <w:t>1.013e0</w:t>
      </w:r>
    </w:p>
    <w:p w:rsidR="007B6A46" w:rsidRDefault="007B6A46" w:rsidP="007B6A46">
      <w:r>
        <w:t>494.6940</w:t>
      </w:r>
      <w:r>
        <w:tab/>
        <w:t>1.013e0</w:t>
      </w:r>
    </w:p>
    <w:p w:rsidR="007B6A46" w:rsidRDefault="007B6A46" w:rsidP="007B6A46">
      <w:r>
        <w:t>494.7119</w:t>
      </w:r>
      <w:r>
        <w:tab/>
        <w:t>1.013e0</w:t>
      </w:r>
    </w:p>
    <w:p w:rsidR="007B6A46" w:rsidRDefault="007B6A46" w:rsidP="007B6A46">
      <w:r>
        <w:t>494.7721</w:t>
      </w:r>
      <w:r>
        <w:tab/>
        <w:t>1.013e0</w:t>
      </w:r>
    </w:p>
    <w:p w:rsidR="007B6A46" w:rsidRDefault="007B6A46" w:rsidP="007B6A46">
      <w:r>
        <w:lastRenderedPageBreak/>
        <w:t>494.8143</w:t>
      </w:r>
      <w:r>
        <w:tab/>
        <w:t>1.013e0</w:t>
      </w:r>
    </w:p>
    <w:p w:rsidR="007B6A46" w:rsidRDefault="007B6A46" w:rsidP="007B6A46">
      <w:r>
        <w:t>494.8487</w:t>
      </w:r>
      <w:r>
        <w:tab/>
        <w:t>1.013e0</w:t>
      </w:r>
    </w:p>
    <w:p w:rsidR="007B6A46" w:rsidRDefault="007B6A46" w:rsidP="007B6A46">
      <w:r>
        <w:t>494.9096</w:t>
      </w:r>
      <w:r>
        <w:tab/>
        <w:t>1.013e0</w:t>
      </w:r>
    </w:p>
    <w:p w:rsidR="007B6A46" w:rsidRDefault="007B6A46" w:rsidP="007B6A46">
      <w:r>
        <w:t>494.9689</w:t>
      </w:r>
      <w:r>
        <w:tab/>
        <w:t>1.013e0</w:t>
      </w:r>
    </w:p>
    <w:p w:rsidR="007B6A46" w:rsidRDefault="007B6A46" w:rsidP="007B6A46">
      <w:r>
        <w:t>495.0550</w:t>
      </w:r>
      <w:r>
        <w:tab/>
        <w:t>1.013e0</w:t>
      </w:r>
    </w:p>
    <w:p w:rsidR="007B6A46" w:rsidRDefault="007B6A46" w:rsidP="007B6A46">
      <w:r>
        <w:t>495.1038</w:t>
      </w:r>
      <w:r>
        <w:tab/>
        <w:t>2.025e0</w:t>
      </w:r>
    </w:p>
    <w:p w:rsidR="007B6A46" w:rsidRDefault="007B6A46" w:rsidP="007B6A46">
      <w:r>
        <w:t>495.1081</w:t>
      </w:r>
      <w:r>
        <w:tab/>
        <w:t>2.025e0</w:t>
      </w:r>
    </w:p>
    <w:p w:rsidR="007B6A46" w:rsidRDefault="007B6A46" w:rsidP="007B6A46">
      <w:r>
        <w:t>495.1393</w:t>
      </w:r>
      <w:r>
        <w:tab/>
        <w:t>2.025e0</w:t>
      </w:r>
    </w:p>
    <w:p w:rsidR="007B6A46" w:rsidRDefault="007B6A46" w:rsidP="007B6A46">
      <w:r>
        <w:t>495.2106</w:t>
      </w:r>
      <w:r>
        <w:tab/>
        <w:t>1.013e0</w:t>
      </w:r>
    </w:p>
    <w:p w:rsidR="007B6A46" w:rsidRDefault="007B6A46" w:rsidP="007B6A46">
      <w:r>
        <w:t>495.2636</w:t>
      </w:r>
      <w:r>
        <w:tab/>
        <w:t>6.076e0</w:t>
      </w:r>
    </w:p>
    <w:p w:rsidR="007B6A46" w:rsidRDefault="007B6A46" w:rsidP="007B6A46">
      <w:r>
        <w:t>495.2701</w:t>
      </w:r>
      <w:r>
        <w:tab/>
        <w:t>5.063e0</w:t>
      </w:r>
    </w:p>
    <w:p w:rsidR="007B6A46" w:rsidRDefault="007B6A46" w:rsidP="007B6A46">
      <w:r>
        <w:t>495.2846</w:t>
      </w:r>
      <w:r>
        <w:tab/>
        <w:t>5.063e0</w:t>
      </w:r>
    </w:p>
    <w:p w:rsidR="007B6A46" w:rsidRDefault="007B6A46" w:rsidP="007B6A46">
      <w:r>
        <w:t>495.2910</w:t>
      </w:r>
      <w:r>
        <w:tab/>
        <w:t>5.063e0</w:t>
      </w:r>
    </w:p>
    <w:p w:rsidR="007B6A46" w:rsidRDefault="007B6A46" w:rsidP="007B6A46">
      <w:r>
        <w:t>495.3271</w:t>
      </w:r>
      <w:r>
        <w:tab/>
        <w:t>2.694e0</w:t>
      </w:r>
    </w:p>
    <w:p w:rsidR="007B6A46" w:rsidRDefault="007B6A46" w:rsidP="007B6A46">
      <w:r>
        <w:t>495.3504</w:t>
      </w:r>
      <w:r>
        <w:tab/>
        <w:t>1.013e0</w:t>
      </w:r>
    </w:p>
    <w:p w:rsidR="007B6A46" w:rsidRDefault="007B6A46" w:rsidP="007B6A46">
      <w:r>
        <w:t>495.3866</w:t>
      </w:r>
      <w:r>
        <w:tab/>
        <w:t>2.025e0</w:t>
      </w:r>
    </w:p>
    <w:p w:rsidR="007B6A46" w:rsidRDefault="007B6A46" w:rsidP="007B6A46">
      <w:r>
        <w:t>495.4236</w:t>
      </w:r>
      <w:r>
        <w:tab/>
        <w:t>1.013e0</w:t>
      </w:r>
    </w:p>
    <w:p w:rsidR="007B6A46" w:rsidRDefault="007B6A46" w:rsidP="007B6A46">
      <w:r>
        <w:t>495.4679</w:t>
      </w:r>
      <w:r>
        <w:tab/>
        <w:t>1.013e0</w:t>
      </w:r>
    </w:p>
    <w:p w:rsidR="007B6A46" w:rsidRDefault="007B6A46" w:rsidP="007B6A46">
      <w:r>
        <w:t>495.5770</w:t>
      </w:r>
      <w:r>
        <w:tab/>
        <w:t>1.013e0</w:t>
      </w:r>
    </w:p>
    <w:p w:rsidR="007B6A46" w:rsidRDefault="007B6A46" w:rsidP="007B6A46">
      <w:r>
        <w:lastRenderedPageBreak/>
        <w:t>495.7726</w:t>
      </w:r>
      <w:r>
        <w:tab/>
        <w:t>2.025e0</w:t>
      </w:r>
    </w:p>
    <w:p w:rsidR="007B6A46" w:rsidRDefault="007B6A46" w:rsidP="007B6A46">
      <w:r>
        <w:t>495.7877</w:t>
      </w:r>
      <w:r>
        <w:tab/>
        <w:t>1.013e0</w:t>
      </w:r>
    </w:p>
    <w:p w:rsidR="007B6A46" w:rsidRDefault="007B6A46" w:rsidP="007B6A46">
      <w:r>
        <w:t>495.8130</w:t>
      </w:r>
      <w:r>
        <w:tab/>
        <w:t>1.013e0</w:t>
      </w:r>
    </w:p>
    <w:p w:rsidR="007B6A46" w:rsidRDefault="007B6A46" w:rsidP="007B6A46">
      <w:r>
        <w:t>495.8208</w:t>
      </w:r>
      <w:r>
        <w:tab/>
        <w:t>1.013e0</w:t>
      </w:r>
    </w:p>
    <w:p w:rsidR="007B6A46" w:rsidRDefault="007B6A46" w:rsidP="007B6A46">
      <w:r>
        <w:t>495.8428</w:t>
      </w:r>
      <w:r>
        <w:tab/>
        <w:t>1.013e0</w:t>
      </w:r>
    </w:p>
    <w:p w:rsidR="007B6A46" w:rsidRDefault="007B6A46" w:rsidP="007B6A46">
      <w:r>
        <w:t>495.8815</w:t>
      </w:r>
      <w:r>
        <w:tab/>
        <w:t>1.013e0</w:t>
      </w:r>
    </w:p>
    <w:p w:rsidR="007B6A46" w:rsidRDefault="007B6A46" w:rsidP="007B6A46">
      <w:r>
        <w:t>495.9500</w:t>
      </w:r>
      <w:r>
        <w:tab/>
        <w:t>1.013e0</w:t>
      </w:r>
    </w:p>
    <w:p w:rsidR="007B6A46" w:rsidRDefault="007B6A46" w:rsidP="007B6A46">
      <w:r>
        <w:t>495.9852</w:t>
      </w:r>
      <w:r>
        <w:tab/>
        <w:t>1.013e0</w:t>
      </w:r>
    </w:p>
    <w:p w:rsidR="007B6A46" w:rsidRDefault="007B6A46" w:rsidP="007B6A46">
      <w:r>
        <w:t>495.9955</w:t>
      </w:r>
      <w:r>
        <w:tab/>
        <w:t>1.013e0</w:t>
      </w:r>
    </w:p>
    <w:p w:rsidR="007B6A46" w:rsidRDefault="007B6A46" w:rsidP="007B6A46">
      <w:r>
        <w:t>496.0101</w:t>
      </w:r>
      <w:r>
        <w:tab/>
        <w:t>1.013e0</w:t>
      </w:r>
    </w:p>
    <w:p w:rsidR="007B6A46" w:rsidRDefault="007B6A46" w:rsidP="007B6A46">
      <w:r>
        <w:t>496.0623</w:t>
      </w:r>
      <w:r>
        <w:tab/>
        <w:t>2.025e0</w:t>
      </w:r>
    </w:p>
    <w:p w:rsidR="007B6A46" w:rsidRDefault="007B6A46" w:rsidP="007B6A46">
      <w:r>
        <w:t>496.0799</w:t>
      </w:r>
      <w:r>
        <w:tab/>
        <w:t>1.013e0</w:t>
      </w:r>
    </w:p>
    <w:p w:rsidR="007B6A46" w:rsidRDefault="007B6A46" w:rsidP="007B6A46">
      <w:r>
        <w:t>496.1136</w:t>
      </w:r>
      <w:r>
        <w:tab/>
        <w:t>1.013e0</w:t>
      </w:r>
    </w:p>
    <w:p w:rsidR="007B6A46" w:rsidRDefault="007B6A46" w:rsidP="007B6A46">
      <w:r>
        <w:t>496.1402</w:t>
      </w:r>
      <w:r>
        <w:tab/>
        <w:t>1.013e0</w:t>
      </w:r>
    </w:p>
    <w:p w:rsidR="007B6A46" w:rsidRDefault="007B6A46" w:rsidP="007B6A46">
      <w:r>
        <w:t>496.1817</w:t>
      </w:r>
      <w:r>
        <w:tab/>
        <w:t>1.013e0</w:t>
      </w:r>
    </w:p>
    <w:p w:rsidR="007B6A46" w:rsidRDefault="007B6A46" w:rsidP="007B6A46">
      <w:r>
        <w:t>496.1911</w:t>
      </w:r>
      <w:r>
        <w:tab/>
        <w:t>1.013e0</w:t>
      </w:r>
    </w:p>
    <w:p w:rsidR="007B6A46" w:rsidRDefault="007B6A46" w:rsidP="007B6A46">
      <w:r>
        <w:t>496.2002</w:t>
      </w:r>
      <w:r>
        <w:tab/>
        <w:t>1.013e0</w:t>
      </w:r>
    </w:p>
    <w:p w:rsidR="007B6A46" w:rsidRDefault="007B6A46" w:rsidP="007B6A46">
      <w:r>
        <w:t>496.2350</w:t>
      </w:r>
      <w:r>
        <w:tab/>
        <w:t>1.013e0</w:t>
      </w:r>
    </w:p>
    <w:p w:rsidR="007B6A46" w:rsidRDefault="007B6A46" w:rsidP="007B6A46">
      <w:r>
        <w:t>496.2397</w:t>
      </w:r>
      <w:r>
        <w:tab/>
        <w:t>1.013e0</w:t>
      </w:r>
    </w:p>
    <w:p w:rsidR="007B6A46" w:rsidRDefault="007B6A46" w:rsidP="007B6A46">
      <w:r>
        <w:lastRenderedPageBreak/>
        <w:t>496.2613</w:t>
      </w:r>
      <w:r>
        <w:tab/>
        <w:t>1.216e0</w:t>
      </w:r>
    </w:p>
    <w:p w:rsidR="007B6A46" w:rsidRDefault="007B6A46" w:rsidP="007B6A46">
      <w:r>
        <w:t>496.2807</w:t>
      </w:r>
      <w:r>
        <w:tab/>
        <w:t>3.038e0</w:t>
      </w:r>
    </w:p>
    <w:p w:rsidR="007B6A46" w:rsidRDefault="007B6A46" w:rsidP="007B6A46">
      <w:r>
        <w:t>496.2888</w:t>
      </w:r>
      <w:r>
        <w:tab/>
        <w:t>4.051e0</w:t>
      </w:r>
    </w:p>
    <w:p w:rsidR="007B6A46" w:rsidRDefault="007B6A46" w:rsidP="007B6A46">
      <w:r>
        <w:t>496.3434</w:t>
      </w:r>
      <w:r>
        <w:tab/>
        <w:t>5.063e0</w:t>
      </w:r>
    </w:p>
    <w:p w:rsidR="007B6A46" w:rsidRDefault="007B6A46" w:rsidP="007B6A46">
      <w:r>
        <w:t>496.3457</w:t>
      </w:r>
      <w:r>
        <w:tab/>
        <w:t>2.025e0</w:t>
      </w:r>
    </w:p>
    <w:p w:rsidR="007B6A46" w:rsidRDefault="007B6A46" w:rsidP="007B6A46">
      <w:r>
        <w:t>496.3546</w:t>
      </w:r>
      <w:r>
        <w:tab/>
        <w:t>4.051e0</w:t>
      </w:r>
    </w:p>
    <w:p w:rsidR="007B6A46" w:rsidRDefault="007B6A46" w:rsidP="007B6A46">
      <w:r>
        <w:t>496.3885</w:t>
      </w:r>
      <w:r>
        <w:tab/>
        <w:t>7.089e0</w:t>
      </w:r>
    </w:p>
    <w:p w:rsidR="007B6A46" w:rsidRDefault="007B6A46" w:rsidP="007B6A46">
      <w:r>
        <w:t>496.4030</w:t>
      </w:r>
      <w:r>
        <w:tab/>
        <w:t>2.025e0</w:t>
      </w:r>
    </w:p>
    <w:p w:rsidR="007B6A46" w:rsidRDefault="007B6A46" w:rsidP="007B6A46">
      <w:r>
        <w:t>496.4155</w:t>
      </w:r>
      <w:r>
        <w:tab/>
        <w:t>4.051e0</w:t>
      </w:r>
    </w:p>
    <w:p w:rsidR="007B6A46" w:rsidRDefault="007B6A46" w:rsidP="007B6A46">
      <w:r>
        <w:t>496.4297</w:t>
      </w:r>
      <w:r>
        <w:tab/>
        <w:t>5.063e0</w:t>
      </w:r>
    </w:p>
    <w:p w:rsidR="007B6A46" w:rsidRDefault="007B6A46" w:rsidP="007B6A46">
      <w:r>
        <w:t>496.4465</w:t>
      </w:r>
      <w:r>
        <w:tab/>
        <w:t>1.013e0</w:t>
      </w:r>
    </w:p>
    <w:p w:rsidR="007B6A46" w:rsidRDefault="007B6A46" w:rsidP="007B6A46">
      <w:r>
        <w:t>496.5047</w:t>
      </w:r>
      <w:r>
        <w:tab/>
        <w:t>1.013e0</w:t>
      </w:r>
    </w:p>
    <w:p w:rsidR="007B6A46" w:rsidRDefault="007B6A46" w:rsidP="007B6A46">
      <w:r>
        <w:t>496.6542</w:t>
      </w:r>
      <w:r>
        <w:tab/>
        <w:t>1.013e0</w:t>
      </w:r>
    </w:p>
    <w:p w:rsidR="007B6A46" w:rsidRDefault="007B6A46" w:rsidP="007B6A46">
      <w:r>
        <w:t>496.6960</w:t>
      </w:r>
      <w:r>
        <w:tab/>
        <w:t>2.025e0</w:t>
      </w:r>
    </w:p>
    <w:p w:rsidR="007B6A46" w:rsidRDefault="007B6A46" w:rsidP="007B6A46">
      <w:r>
        <w:t>496.7123</w:t>
      </w:r>
      <w:r>
        <w:tab/>
        <w:t>1.013e0</w:t>
      </w:r>
    </w:p>
    <w:p w:rsidR="007B6A46" w:rsidRDefault="007B6A46" w:rsidP="007B6A46">
      <w:r>
        <w:t>496.7703</w:t>
      </w:r>
      <w:r>
        <w:tab/>
        <w:t>2.025e0</w:t>
      </w:r>
    </w:p>
    <w:p w:rsidR="007B6A46" w:rsidRDefault="007B6A46" w:rsidP="007B6A46">
      <w:r>
        <w:t>496.8127</w:t>
      </w:r>
      <w:r>
        <w:tab/>
        <w:t>1.013e0</w:t>
      </w:r>
    </w:p>
    <w:p w:rsidR="007B6A46" w:rsidRDefault="007B6A46" w:rsidP="007B6A46">
      <w:r>
        <w:t>496.8723</w:t>
      </w:r>
      <w:r>
        <w:tab/>
        <w:t>1.013e0</w:t>
      </w:r>
    </w:p>
    <w:p w:rsidR="007B6A46" w:rsidRDefault="007B6A46" w:rsidP="007B6A46">
      <w:r>
        <w:t>496.9334</w:t>
      </w:r>
      <w:r>
        <w:tab/>
        <w:t>1.013e0</w:t>
      </w:r>
    </w:p>
    <w:p w:rsidR="007B6A46" w:rsidRDefault="007B6A46" w:rsidP="007B6A46">
      <w:r>
        <w:lastRenderedPageBreak/>
        <w:t>496.9507</w:t>
      </w:r>
      <w:r>
        <w:tab/>
        <w:t>1.013e0</w:t>
      </w:r>
    </w:p>
    <w:p w:rsidR="007B6A46" w:rsidRDefault="007B6A46" w:rsidP="007B6A46">
      <w:r>
        <w:t>496.9672</w:t>
      </w:r>
      <w:r>
        <w:tab/>
        <w:t>1.013e0</w:t>
      </w:r>
    </w:p>
    <w:p w:rsidR="007B6A46" w:rsidRDefault="007B6A46" w:rsidP="007B6A46">
      <w:r>
        <w:t>497.0802</w:t>
      </w:r>
      <w:r>
        <w:tab/>
        <w:t>1.013e0</w:t>
      </w:r>
    </w:p>
    <w:p w:rsidR="007B6A46" w:rsidRDefault="007B6A46" w:rsidP="007B6A46">
      <w:r>
        <w:t>497.0835</w:t>
      </w:r>
      <w:r>
        <w:tab/>
        <w:t>4.051e0</w:t>
      </w:r>
    </w:p>
    <w:p w:rsidR="007B6A46" w:rsidRDefault="007B6A46" w:rsidP="007B6A46">
      <w:r>
        <w:t>497.1757</w:t>
      </w:r>
      <w:r>
        <w:tab/>
        <w:t>2.025e0</w:t>
      </w:r>
    </w:p>
    <w:p w:rsidR="007B6A46" w:rsidRDefault="007B6A46" w:rsidP="007B6A46">
      <w:r>
        <w:t>497.1861</w:t>
      </w:r>
      <w:r>
        <w:tab/>
        <w:t>2.025e0</w:t>
      </w:r>
    </w:p>
    <w:p w:rsidR="007B6A46" w:rsidRDefault="007B6A46" w:rsidP="007B6A46">
      <w:r>
        <w:t>497.2442</w:t>
      </w:r>
      <w:r>
        <w:tab/>
        <w:t>1.013e0</w:t>
      </w:r>
    </w:p>
    <w:p w:rsidR="007B6A46" w:rsidRDefault="007B6A46" w:rsidP="007B6A46">
      <w:r>
        <w:t>497.2534</w:t>
      </w:r>
      <w:r>
        <w:tab/>
        <w:t>2.025e0</w:t>
      </w:r>
    </w:p>
    <w:p w:rsidR="007B6A46" w:rsidRDefault="007B6A46" w:rsidP="007B6A46">
      <w:r>
        <w:t>497.2620</w:t>
      </w:r>
      <w:r>
        <w:tab/>
        <w:t>1.013e0</w:t>
      </w:r>
    </w:p>
    <w:p w:rsidR="007B6A46" w:rsidRDefault="007B6A46" w:rsidP="007B6A46">
      <w:r>
        <w:t>497.2719</w:t>
      </w:r>
      <w:r>
        <w:tab/>
        <w:t>2.025e0</w:t>
      </w:r>
    </w:p>
    <w:p w:rsidR="007B6A46" w:rsidRDefault="007B6A46" w:rsidP="007B6A46">
      <w:r>
        <w:t>497.2888</w:t>
      </w:r>
      <w:r>
        <w:tab/>
        <w:t>2.025e0</w:t>
      </w:r>
    </w:p>
    <w:p w:rsidR="007B6A46" w:rsidRDefault="007B6A46" w:rsidP="007B6A46">
      <w:r>
        <w:t>497.3008</w:t>
      </w:r>
      <w:r>
        <w:tab/>
        <w:t>3.038e0</w:t>
      </w:r>
    </w:p>
    <w:p w:rsidR="007B6A46" w:rsidRDefault="007B6A46" w:rsidP="007B6A46">
      <w:r>
        <w:t>497.3132</w:t>
      </w:r>
      <w:r>
        <w:tab/>
        <w:t>1.013e0</w:t>
      </w:r>
    </w:p>
    <w:p w:rsidR="007B6A46" w:rsidRDefault="007B6A46" w:rsidP="007B6A46">
      <w:r>
        <w:t>497.3427</w:t>
      </w:r>
      <w:r>
        <w:tab/>
        <w:t>3.038e0</w:t>
      </w:r>
    </w:p>
    <w:p w:rsidR="007B6A46" w:rsidRDefault="007B6A46" w:rsidP="007B6A46">
      <w:r>
        <w:t>497.3643</w:t>
      </w:r>
      <w:r>
        <w:tab/>
        <w:t>1.013e0</w:t>
      </w:r>
    </w:p>
    <w:p w:rsidR="007B6A46" w:rsidRDefault="007B6A46" w:rsidP="007B6A46">
      <w:r>
        <w:t>497.3823</w:t>
      </w:r>
      <w:r>
        <w:tab/>
        <w:t>1.013e0</w:t>
      </w:r>
    </w:p>
    <w:p w:rsidR="007B6A46" w:rsidRDefault="007B6A46" w:rsidP="007B6A46">
      <w:r>
        <w:t>497.4025</w:t>
      </w:r>
      <w:r>
        <w:tab/>
        <w:t>2.025e0</w:t>
      </w:r>
    </w:p>
    <w:p w:rsidR="007B6A46" w:rsidRDefault="007B6A46" w:rsidP="007B6A46">
      <w:r>
        <w:t>497.4512</w:t>
      </w:r>
      <w:r>
        <w:tab/>
        <w:t>1.013e0</w:t>
      </w:r>
    </w:p>
    <w:p w:rsidR="007B6A46" w:rsidRDefault="007B6A46" w:rsidP="007B6A46">
      <w:r>
        <w:t>497.4908</w:t>
      </w:r>
      <w:r>
        <w:tab/>
        <w:t>2.025e0</w:t>
      </w:r>
    </w:p>
    <w:p w:rsidR="007B6A46" w:rsidRDefault="007B6A46" w:rsidP="007B6A46">
      <w:r>
        <w:lastRenderedPageBreak/>
        <w:t>497.5071</w:t>
      </w:r>
      <w:r>
        <w:tab/>
        <w:t>1.013e0</w:t>
      </w:r>
    </w:p>
    <w:p w:rsidR="007B6A46" w:rsidRDefault="007B6A46" w:rsidP="007B6A46">
      <w:r>
        <w:t>497.5246</w:t>
      </w:r>
      <w:r>
        <w:tab/>
        <w:t>1.013e0</w:t>
      </w:r>
    </w:p>
    <w:p w:rsidR="007B6A46" w:rsidRDefault="007B6A46" w:rsidP="007B6A46">
      <w:r>
        <w:t>497.6061</w:t>
      </w:r>
      <w:r>
        <w:tab/>
        <w:t>1.013e0</w:t>
      </w:r>
    </w:p>
    <w:p w:rsidR="007B6A46" w:rsidRDefault="007B6A46" w:rsidP="007B6A46">
      <w:r>
        <w:t>497.6324</w:t>
      </w:r>
      <w:r>
        <w:tab/>
        <w:t>2.025e0</w:t>
      </w:r>
    </w:p>
    <w:p w:rsidR="007B6A46" w:rsidRDefault="007B6A46" w:rsidP="007B6A46">
      <w:r>
        <w:t>497.7451</w:t>
      </w:r>
      <w:r>
        <w:tab/>
        <w:t>1.013e0</w:t>
      </w:r>
    </w:p>
    <w:p w:rsidR="007B6A46" w:rsidRDefault="007B6A46" w:rsidP="007B6A46">
      <w:r>
        <w:t>497.7698</w:t>
      </w:r>
      <w:r>
        <w:tab/>
        <w:t>1.013e0</w:t>
      </w:r>
    </w:p>
    <w:p w:rsidR="007B6A46" w:rsidRDefault="007B6A46" w:rsidP="007B6A46">
      <w:r>
        <w:t>497.8135</w:t>
      </w:r>
      <w:r>
        <w:tab/>
        <w:t>1.013e0</w:t>
      </w:r>
    </w:p>
    <w:p w:rsidR="007B6A46" w:rsidRDefault="007B6A46" w:rsidP="007B6A46">
      <w:r>
        <w:t>497.8489</w:t>
      </w:r>
      <w:r>
        <w:tab/>
        <w:t>1.013e0</w:t>
      </w:r>
    </w:p>
    <w:p w:rsidR="007B6A46" w:rsidRDefault="007B6A46" w:rsidP="007B6A46">
      <w:r>
        <w:t>497.8640</w:t>
      </w:r>
      <w:r>
        <w:tab/>
        <w:t>2.025e0</w:t>
      </w:r>
    </w:p>
    <w:p w:rsidR="007B6A46" w:rsidRDefault="007B6A46" w:rsidP="007B6A46">
      <w:r>
        <w:t>497.9093</w:t>
      </w:r>
      <w:r>
        <w:tab/>
        <w:t>1.013e0</w:t>
      </w:r>
    </w:p>
    <w:p w:rsidR="007B6A46" w:rsidRDefault="007B6A46" w:rsidP="007B6A46">
      <w:r>
        <w:t>497.9180</w:t>
      </w:r>
      <w:r>
        <w:tab/>
        <w:t>2.025e0</w:t>
      </w:r>
    </w:p>
    <w:p w:rsidR="007B6A46" w:rsidRDefault="007B6A46" w:rsidP="007B6A46">
      <w:r>
        <w:t>497.9266</w:t>
      </w:r>
      <w:r>
        <w:tab/>
        <w:t>1.013e0</w:t>
      </w:r>
    </w:p>
    <w:p w:rsidR="007B6A46" w:rsidRDefault="007B6A46" w:rsidP="007B6A46">
      <w:r>
        <w:t>497.9864</w:t>
      </w:r>
      <w:r>
        <w:tab/>
        <w:t>1.013e0</w:t>
      </w:r>
    </w:p>
    <w:p w:rsidR="007B6A46" w:rsidRDefault="007B6A46" w:rsidP="007B6A46">
      <w:r>
        <w:t>498.0164</w:t>
      </w:r>
      <w:r>
        <w:tab/>
        <w:t>1.013e0</w:t>
      </w:r>
    </w:p>
    <w:p w:rsidR="007B6A46" w:rsidRDefault="007B6A46" w:rsidP="007B6A46">
      <w:r>
        <w:t>498.1168</w:t>
      </w:r>
      <w:r>
        <w:tab/>
        <w:t>1.013e0</w:t>
      </w:r>
    </w:p>
    <w:p w:rsidR="007B6A46" w:rsidRDefault="007B6A46" w:rsidP="007B6A46">
      <w:r>
        <w:t>498.1484</w:t>
      </w:r>
      <w:r>
        <w:tab/>
        <w:t>1.013e0</w:t>
      </w:r>
    </w:p>
    <w:p w:rsidR="007B6A46" w:rsidRDefault="007B6A46" w:rsidP="007B6A46">
      <w:r>
        <w:t>498.2066</w:t>
      </w:r>
      <w:r>
        <w:tab/>
        <w:t>1.013e0</w:t>
      </w:r>
    </w:p>
    <w:p w:rsidR="007B6A46" w:rsidRDefault="007B6A46" w:rsidP="007B6A46">
      <w:r>
        <w:t>498.2415</w:t>
      </w:r>
      <w:r>
        <w:tab/>
        <w:t>4.051e0</w:t>
      </w:r>
    </w:p>
    <w:p w:rsidR="007B6A46" w:rsidRDefault="007B6A46" w:rsidP="007B6A46">
      <w:r>
        <w:t>498.2701</w:t>
      </w:r>
      <w:r>
        <w:tab/>
        <w:t>3.038e0</w:t>
      </w:r>
    </w:p>
    <w:p w:rsidR="007B6A46" w:rsidRDefault="007B6A46" w:rsidP="007B6A46">
      <w:r>
        <w:lastRenderedPageBreak/>
        <w:t>498.2897</w:t>
      </w:r>
      <w:r>
        <w:tab/>
        <w:t>2.025e0</w:t>
      </w:r>
    </w:p>
    <w:p w:rsidR="007B6A46" w:rsidRDefault="007B6A46" w:rsidP="007B6A46">
      <w:r>
        <w:t>498.3160</w:t>
      </w:r>
      <w:r>
        <w:tab/>
        <w:t>2.025e0</w:t>
      </w:r>
    </w:p>
    <w:p w:rsidR="007B6A46" w:rsidRDefault="007B6A46" w:rsidP="007B6A46">
      <w:r>
        <w:t>498.3775</w:t>
      </w:r>
      <w:r>
        <w:tab/>
        <w:t>1.013e0</w:t>
      </w:r>
    </w:p>
    <w:p w:rsidR="007B6A46" w:rsidRDefault="007B6A46" w:rsidP="007B6A46">
      <w:r>
        <w:t>498.4135</w:t>
      </w:r>
      <w:r>
        <w:tab/>
        <w:t>1.013e0</w:t>
      </w:r>
    </w:p>
    <w:p w:rsidR="007B6A46" w:rsidRDefault="007B6A46" w:rsidP="007B6A46">
      <w:r>
        <w:t>498.4371</w:t>
      </w:r>
      <w:r>
        <w:tab/>
        <w:t>2.025e0</w:t>
      </w:r>
    </w:p>
    <w:p w:rsidR="007B6A46" w:rsidRDefault="007B6A46" w:rsidP="007B6A46">
      <w:r>
        <w:t>498.4405</w:t>
      </w:r>
      <w:r>
        <w:tab/>
        <w:t>2.025e0</w:t>
      </w:r>
    </w:p>
    <w:p w:rsidR="007B6A46" w:rsidRDefault="007B6A46" w:rsidP="007B6A46">
      <w:r>
        <w:t>498.4691</w:t>
      </w:r>
      <w:r>
        <w:tab/>
        <w:t>1.013e0</w:t>
      </w:r>
    </w:p>
    <w:p w:rsidR="007B6A46" w:rsidRDefault="007B6A46" w:rsidP="007B6A46">
      <w:r>
        <w:t>498.4707</w:t>
      </w:r>
      <w:r>
        <w:tab/>
        <w:t>2.025e0</w:t>
      </w:r>
    </w:p>
    <w:p w:rsidR="007B6A46" w:rsidRDefault="007B6A46" w:rsidP="007B6A46">
      <w:r>
        <w:t>498.5145</w:t>
      </w:r>
      <w:r>
        <w:tab/>
        <w:t>2.025e0</w:t>
      </w:r>
    </w:p>
    <w:p w:rsidR="007B6A46" w:rsidRDefault="007B6A46" w:rsidP="007B6A46">
      <w:r>
        <w:t>498.5919</w:t>
      </w:r>
      <w:r>
        <w:tab/>
        <w:t>1.013e0</w:t>
      </w:r>
    </w:p>
    <w:p w:rsidR="007B6A46" w:rsidRDefault="007B6A46" w:rsidP="007B6A46">
      <w:r>
        <w:t>498.6016</w:t>
      </w:r>
      <w:r>
        <w:tab/>
        <w:t>2.025e0</w:t>
      </w:r>
    </w:p>
    <w:p w:rsidR="007B6A46" w:rsidRDefault="007B6A46" w:rsidP="007B6A46">
      <w:r>
        <w:t>498.6028</w:t>
      </w:r>
      <w:r>
        <w:tab/>
        <w:t>1.013e0</w:t>
      </w:r>
    </w:p>
    <w:p w:rsidR="007B6A46" w:rsidRDefault="007B6A46" w:rsidP="007B6A46">
      <w:r>
        <w:t>498.7159</w:t>
      </w:r>
      <w:r>
        <w:tab/>
        <w:t>1.013e0</w:t>
      </w:r>
    </w:p>
    <w:p w:rsidR="007B6A46" w:rsidRDefault="007B6A46" w:rsidP="007B6A46">
      <w:r>
        <w:t>498.7225</w:t>
      </w:r>
      <w:r>
        <w:tab/>
        <w:t>1.013e0</w:t>
      </w:r>
    </w:p>
    <w:p w:rsidR="007B6A46" w:rsidRDefault="007B6A46" w:rsidP="007B6A46">
      <w:r>
        <w:t>498.7823</w:t>
      </w:r>
      <w:r>
        <w:tab/>
        <w:t>1.013e0</w:t>
      </w:r>
    </w:p>
    <w:p w:rsidR="007B6A46" w:rsidRDefault="007B6A46" w:rsidP="007B6A46">
      <w:r>
        <w:t>498.8177</w:t>
      </w:r>
      <w:r>
        <w:tab/>
        <w:t>1.013e0</w:t>
      </w:r>
    </w:p>
    <w:p w:rsidR="007B6A46" w:rsidRDefault="007B6A46" w:rsidP="007B6A46">
      <w:r>
        <w:t>498.8351</w:t>
      </w:r>
      <w:r>
        <w:tab/>
        <w:t>1.013e0</w:t>
      </w:r>
    </w:p>
    <w:p w:rsidR="007B6A46" w:rsidRDefault="007B6A46" w:rsidP="007B6A46">
      <w:r>
        <w:t>498.8654</w:t>
      </w:r>
      <w:r>
        <w:tab/>
        <w:t>1.013e0</w:t>
      </w:r>
    </w:p>
    <w:p w:rsidR="007B6A46" w:rsidRDefault="007B6A46" w:rsidP="007B6A46">
      <w:r>
        <w:t>498.9312</w:t>
      </w:r>
      <w:r>
        <w:tab/>
        <w:t>2.025e0</w:t>
      </w:r>
    </w:p>
    <w:p w:rsidR="007B6A46" w:rsidRDefault="007B6A46" w:rsidP="007B6A46">
      <w:r>
        <w:lastRenderedPageBreak/>
        <w:t>498.9427</w:t>
      </w:r>
      <w:r>
        <w:tab/>
        <w:t>1.013e0</w:t>
      </w:r>
    </w:p>
    <w:p w:rsidR="007B6A46" w:rsidRDefault="007B6A46" w:rsidP="007B6A46">
      <w:r>
        <w:t>498.9468</w:t>
      </w:r>
      <w:r>
        <w:tab/>
        <w:t>1.013e0</w:t>
      </w:r>
    </w:p>
    <w:p w:rsidR="007B6A46" w:rsidRDefault="007B6A46" w:rsidP="007B6A46">
      <w:r>
        <w:t>499.0943</w:t>
      </w:r>
      <w:r>
        <w:tab/>
        <w:t>1.013e0</w:t>
      </w:r>
    </w:p>
    <w:p w:rsidR="007B6A46" w:rsidRDefault="007B6A46" w:rsidP="007B6A46">
      <w:r>
        <w:t>499.1098</w:t>
      </w:r>
      <w:r>
        <w:tab/>
        <w:t>1.013e0</w:t>
      </w:r>
    </w:p>
    <w:p w:rsidR="007B6A46" w:rsidRDefault="007B6A46" w:rsidP="007B6A46">
      <w:r>
        <w:t>499.1507</w:t>
      </w:r>
      <w:r>
        <w:tab/>
        <w:t>2.025e0</w:t>
      </w:r>
    </w:p>
    <w:p w:rsidR="007B6A46" w:rsidRDefault="007B6A46" w:rsidP="007B6A46">
      <w:r>
        <w:t>499.2420</w:t>
      </w:r>
      <w:r>
        <w:tab/>
        <w:t>2.025e0</w:t>
      </w:r>
    </w:p>
    <w:p w:rsidR="007B6A46" w:rsidRDefault="007B6A46" w:rsidP="007B6A46">
      <w:r>
        <w:t>499.2816</w:t>
      </w:r>
      <w:r>
        <w:tab/>
        <w:t>1.013e0</w:t>
      </w:r>
    </w:p>
    <w:p w:rsidR="007B6A46" w:rsidRDefault="007B6A46" w:rsidP="007B6A46">
      <w:r>
        <w:t>499.2878</w:t>
      </w:r>
      <w:r>
        <w:tab/>
        <w:t>3.038e0</w:t>
      </w:r>
    </w:p>
    <w:p w:rsidR="007B6A46" w:rsidRDefault="007B6A46" w:rsidP="007B6A46">
      <w:r>
        <w:t>499.2942</w:t>
      </w:r>
      <w:r>
        <w:tab/>
        <w:t>2.025e0</w:t>
      </w:r>
    </w:p>
    <w:p w:rsidR="007B6A46" w:rsidRDefault="007B6A46" w:rsidP="007B6A46">
      <w:r>
        <w:t>499.3490</w:t>
      </w:r>
      <w:r>
        <w:tab/>
        <w:t>2.025e0</w:t>
      </w:r>
    </w:p>
    <w:p w:rsidR="007B6A46" w:rsidRDefault="007B6A46" w:rsidP="007B6A46">
      <w:r>
        <w:t>499.3846</w:t>
      </w:r>
      <w:r>
        <w:tab/>
        <w:t>2.025e0</w:t>
      </w:r>
    </w:p>
    <w:p w:rsidR="007B6A46" w:rsidRDefault="007B6A46" w:rsidP="007B6A46">
      <w:r>
        <w:t>499.4060</w:t>
      </w:r>
      <w:r>
        <w:tab/>
        <w:t>1.013e0</w:t>
      </w:r>
    </w:p>
    <w:p w:rsidR="007B6A46" w:rsidRDefault="007B6A46" w:rsidP="007B6A46">
      <w:r>
        <w:t>499.4306</w:t>
      </w:r>
      <w:r>
        <w:tab/>
        <w:t>1.013e0</w:t>
      </w:r>
    </w:p>
    <w:p w:rsidR="007B6A46" w:rsidRDefault="007B6A46" w:rsidP="007B6A46">
      <w:r>
        <w:t>499.4848</w:t>
      </w:r>
      <w:r>
        <w:tab/>
        <w:t>1.013e0</w:t>
      </w:r>
    </w:p>
    <w:p w:rsidR="007B6A46" w:rsidRDefault="007B6A46" w:rsidP="007B6A46">
      <w:r>
        <w:t>499.5802</w:t>
      </w:r>
      <w:r>
        <w:tab/>
        <w:t>1.013e0</w:t>
      </w:r>
    </w:p>
    <w:p w:rsidR="007B6A46" w:rsidRDefault="007B6A46" w:rsidP="007B6A46">
      <w:r>
        <w:t>499.5833</w:t>
      </w:r>
      <w:r>
        <w:tab/>
        <w:t>1.013e0</w:t>
      </w:r>
    </w:p>
    <w:p w:rsidR="007B6A46" w:rsidRDefault="007B6A46" w:rsidP="007B6A46">
      <w:r>
        <w:t>499.6359</w:t>
      </w:r>
      <w:r>
        <w:tab/>
        <w:t>3.038e0</w:t>
      </w:r>
    </w:p>
    <w:p w:rsidR="007B6A46" w:rsidRDefault="007B6A46" w:rsidP="007B6A46">
      <w:r>
        <w:t>499.7736</w:t>
      </w:r>
      <w:r>
        <w:tab/>
        <w:t>1.013e0</w:t>
      </w:r>
    </w:p>
    <w:p w:rsidR="007B6A46" w:rsidRDefault="007B6A46" w:rsidP="007B6A46">
      <w:r>
        <w:t>499.7962</w:t>
      </w:r>
      <w:r>
        <w:tab/>
        <w:t>1.013e0</w:t>
      </w:r>
    </w:p>
    <w:p w:rsidR="007B6A46" w:rsidRDefault="007B6A46" w:rsidP="007B6A46">
      <w:r>
        <w:lastRenderedPageBreak/>
        <w:t>499.8925</w:t>
      </w:r>
      <w:r>
        <w:tab/>
        <w:t>1.013e0</w:t>
      </w:r>
    </w:p>
    <w:p w:rsidR="007B6A46" w:rsidRDefault="007B6A46" w:rsidP="007B6A46">
      <w:r>
        <w:t>499.9120</w:t>
      </w:r>
      <w:r>
        <w:tab/>
        <w:t>3.038e0</w:t>
      </w:r>
    </w:p>
    <w:p w:rsidR="007B6A46" w:rsidRDefault="007B6A46" w:rsidP="007B6A46">
      <w:r>
        <w:t>499.9220</w:t>
      </w:r>
      <w:r>
        <w:tab/>
        <w:t>2.025e0</w:t>
      </w:r>
    </w:p>
    <w:p w:rsidR="007B6A46" w:rsidRDefault="007B6A46" w:rsidP="007B6A46">
      <w:r>
        <w:t>499.9272</w:t>
      </w:r>
      <w:r>
        <w:tab/>
        <w:t>1.013e0</w:t>
      </w:r>
    </w:p>
    <w:p w:rsidR="007B6A46" w:rsidRDefault="007B6A46" w:rsidP="007B6A46">
      <w:r>
        <w:t>500.0313</w:t>
      </w:r>
      <w:r>
        <w:tab/>
        <w:t>1.013e0</w:t>
      </w:r>
    </w:p>
    <w:p w:rsidR="007B6A46" w:rsidRDefault="007B6A46" w:rsidP="007B6A46">
      <w:r>
        <w:t>500.1118</w:t>
      </w:r>
      <w:r>
        <w:tab/>
        <w:t>1.013e0</w:t>
      </w:r>
    </w:p>
    <w:p w:rsidR="007B6A46" w:rsidRDefault="007B6A46" w:rsidP="007B6A46">
      <w:r>
        <w:t>500.1881</w:t>
      </w:r>
      <w:r>
        <w:tab/>
        <w:t>1.013e0</w:t>
      </w:r>
    </w:p>
    <w:p w:rsidR="007B6A46" w:rsidRDefault="007B6A46" w:rsidP="007B6A46">
      <w:r>
        <w:t>500.2073</w:t>
      </w:r>
      <w:r>
        <w:tab/>
        <w:t>1.013e0</w:t>
      </w:r>
    </w:p>
    <w:p w:rsidR="007B6A46" w:rsidRDefault="007B6A46" w:rsidP="007B6A46">
      <w:r>
        <w:t>500.2262</w:t>
      </w:r>
      <w:r>
        <w:tab/>
        <w:t>2.025e0</w:t>
      </w:r>
    </w:p>
    <w:p w:rsidR="007B6A46" w:rsidRDefault="007B6A46" w:rsidP="007B6A46">
      <w:r>
        <w:t>500.2388</w:t>
      </w:r>
      <w:r>
        <w:tab/>
        <w:t>1.013e0</w:t>
      </w:r>
    </w:p>
    <w:p w:rsidR="007B6A46" w:rsidRDefault="007B6A46" w:rsidP="007B6A46">
      <w:r>
        <w:t>500.2439</w:t>
      </w:r>
      <w:r>
        <w:tab/>
        <w:t>1.013e0</w:t>
      </w:r>
    </w:p>
    <w:p w:rsidR="007B6A46" w:rsidRDefault="007B6A46" w:rsidP="007B6A46">
      <w:r>
        <w:t>500.2909</w:t>
      </w:r>
      <w:r>
        <w:tab/>
        <w:t>1.013e0</w:t>
      </w:r>
    </w:p>
    <w:p w:rsidR="007B6A46" w:rsidRDefault="007B6A46" w:rsidP="007B6A46">
      <w:r>
        <w:t>500.3130</w:t>
      </w:r>
      <w:r>
        <w:tab/>
        <w:t>3.038e0</w:t>
      </w:r>
    </w:p>
    <w:p w:rsidR="007B6A46" w:rsidRDefault="007B6A46" w:rsidP="007B6A46">
      <w:r>
        <w:t>500.3204</w:t>
      </w:r>
      <w:r>
        <w:tab/>
        <w:t>1.013e0</w:t>
      </w:r>
    </w:p>
    <w:p w:rsidR="007B6A46" w:rsidRDefault="007B6A46" w:rsidP="007B6A46">
      <w:r>
        <w:t>500.3343</w:t>
      </w:r>
      <w:r>
        <w:tab/>
        <w:t>1.013e0</w:t>
      </w:r>
    </w:p>
    <w:p w:rsidR="007B6A46" w:rsidRDefault="007B6A46" w:rsidP="007B6A46">
      <w:r>
        <w:t>500.3744</w:t>
      </w:r>
      <w:r>
        <w:tab/>
        <w:t>1.013e0</w:t>
      </w:r>
    </w:p>
    <w:p w:rsidR="007B6A46" w:rsidRDefault="007B6A46" w:rsidP="007B6A46">
      <w:r>
        <w:t>500.3891</w:t>
      </w:r>
      <w:r>
        <w:tab/>
        <w:t>3.038e0</w:t>
      </w:r>
    </w:p>
    <w:p w:rsidR="007B6A46" w:rsidRDefault="007B6A46" w:rsidP="007B6A46">
      <w:r>
        <w:t>500.4297</w:t>
      </w:r>
      <w:r>
        <w:tab/>
        <w:t>1.013e0</w:t>
      </w:r>
    </w:p>
    <w:p w:rsidR="007B6A46" w:rsidRDefault="007B6A46" w:rsidP="007B6A46">
      <w:r>
        <w:t>500.4559</w:t>
      </w:r>
      <w:r>
        <w:tab/>
        <w:t>1.013e0</w:t>
      </w:r>
    </w:p>
    <w:p w:rsidR="007B6A46" w:rsidRDefault="007B6A46" w:rsidP="007B6A46">
      <w:r>
        <w:lastRenderedPageBreak/>
        <w:t>500.4700</w:t>
      </w:r>
      <w:r>
        <w:tab/>
        <w:t>1.013e0</w:t>
      </w:r>
    </w:p>
    <w:p w:rsidR="007B6A46" w:rsidRDefault="007B6A46" w:rsidP="007B6A46">
      <w:r>
        <w:t>500.6227</w:t>
      </w:r>
      <w:r>
        <w:tab/>
        <w:t>1.013e0</w:t>
      </w:r>
    </w:p>
    <w:p w:rsidR="007B6A46" w:rsidRDefault="007B6A46" w:rsidP="007B6A46">
      <w:r>
        <w:t>500.6825</w:t>
      </w:r>
      <w:r>
        <w:tab/>
        <w:t>1.013e0</w:t>
      </w:r>
    </w:p>
    <w:p w:rsidR="007B6A46" w:rsidRDefault="007B6A46" w:rsidP="007B6A46">
      <w:r>
        <w:t>500.7135</w:t>
      </w:r>
      <w:r>
        <w:tab/>
        <w:t>1.013e0</w:t>
      </w:r>
    </w:p>
    <w:p w:rsidR="007B6A46" w:rsidRDefault="007B6A46" w:rsidP="007B6A46">
      <w:r>
        <w:t>500.7357</w:t>
      </w:r>
      <w:r>
        <w:tab/>
        <w:t>1.013e0</w:t>
      </w:r>
    </w:p>
    <w:p w:rsidR="007B6A46" w:rsidRDefault="007B6A46" w:rsidP="007B6A46">
      <w:r>
        <w:t>500.7908</w:t>
      </w:r>
      <w:r>
        <w:tab/>
        <w:t>1.013e0</w:t>
      </w:r>
    </w:p>
    <w:p w:rsidR="007B6A46" w:rsidRDefault="007B6A46" w:rsidP="007B6A46">
      <w:r>
        <w:t>500.8303</w:t>
      </w:r>
      <w:r>
        <w:tab/>
        <w:t>1.013e0</w:t>
      </w:r>
    </w:p>
    <w:p w:rsidR="007B6A46" w:rsidRDefault="007B6A46" w:rsidP="007B6A46">
      <w:r>
        <w:t>500.8555</w:t>
      </w:r>
      <w:r>
        <w:tab/>
        <w:t>1.013e0</w:t>
      </w:r>
    </w:p>
    <w:p w:rsidR="007B6A46" w:rsidRDefault="007B6A46" w:rsidP="007B6A46">
      <w:r>
        <w:t>500.8856</w:t>
      </w:r>
      <w:r>
        <w:tab/>
        <w:t>1.013e0</w:t>
      </w:r>
    </w:p>
    <w:p w:rsidR="007B6A46" w:rsidRDefault="007B6A46" w:rsidP="007B6A46">
      <w:r>
        <w:t>500.9039</w:t>
      </w:r>
      <w:r>
        <w:tab/>
        <w:t>4.051e0</w:t>
      </w:r>
    </w:p>
    <w:p w:rsidR="007B6A46" w:rsidRDefault="007B6A46" w:rsidP="007B6A46">
      <w:r>
        <w:t>500.9106</w:t>
      </w:r>
      <w:r>
        <w:tab/>
        <w:t>2.025e0</w:t>
      </w:r>
    </w:p>
    <w:p w:rsidR="007B6A46" w:rsidRDefault="007B6A46" w:rsidP="007B6A46">
      <w:r>
        <w:t>500.9341</w:t>
      </w:r>
      <w:r>
        <w:tab/>
        <w:t>2.025e0</w:t>
      </w:r>
    </w:p>
    <w:p w:rsidR="007B6A46" w:rsidRDefault="007B6A46" w:rsidP="007B6A46">
      <w:r>
        <w:t>500.9589</w:t>
      </w:r>
      <w:r>
        <w:tab/>
        <w:t>3.038e0</w:t>
      </w:r>
    </w:p>
    <w:p w:rsidR="007B6A46" w:rsidRDefault="007B6A46" w:rsidP="007B6A46">
      <w:r>
        <w:t>500.9690</w:t>
      </w:r>
      <w:r>
        <w:tab/>
        <w:t>4.051e0</w:t>
      </w:r>
    </w:p>
    <w:p w:rsidR="007B6A46" w:rsidRDefault="007B6A46" w:rsidP="007B6A46">
      <w:r>
        <w:t>501.0132</w:t>
      </w:r>
      <w:r>
        <w:tab/>
        <w:t>2.025e0</w:t>
      </w:r>
    </w:p>
    <w:p w:rsidR="007B6A46" w:rsidRDefault="007B6A46" w:rsidP="007B6A46">
      <w:r>
        <w:t>501.0302</w:t>
      </w:r>
      <w:r>
        <w:tab/>
        <w:t>1.013e0</w:t>
      </w:r>
    </w:p>
    <w:p w:rsidR="007B6A46" w:rsidRDefault="007B6A46" w:rsidP="007B6A46">
      <w:r>
        <w:t>501.0718</w:t>
      </w:r>
      <w:r>
        <w:tab/>
        <w:t>1.013e0</w:t>
      </w:r>
    </w:p>
    <w:p w:rsidR="007B6A46" w:rsidRDefault="007B6A46" w:rsidP="007B6A46">
      <w:r>
        <w:t>501.1653</w:t>
      </w:r>
      <w:r>
        <w:tab/>
        <w:t>2.025e0</w:t>
      </w:r>
    </w:p>
    <w:p w:rsidR="007B6A46" w:rsidRDefault="007B6A46" w:rsidP="007B6A46">
      <w:r>
        <w:t>501.1780</w:t>
      </w:r>
      <w:r>
        <w:tab/>
        <w:t>1.013e0</w:t>
      </w:r>
    </w:p>
    <w:p w:rsidR="007B6A46" w:rsidRDefault="007B6A46" w:rsidP="007B6A46">
      <w:r>
        <w:lastRenderedPageBreak/>
        <w:t>501.2128</w:t>
      </w:r>
      <w:r>
        <w:tab/>
        <w:t>1.013e0</w:t>
      </w:r>
    </w:p>
    <w:p w:rsidR="007B6A46" w:rsidRDefault="007B6A46" w:rsidP="007B6A46">
      <w:r>
        <w:t>501.2239</w:t>
      </w:r>
      <w:r>
        <w:tab/>
        <w:t>1.013e0</w:t>
      </w:r>
    </w:p>
    <w:p w:rsidR="007B6A46" w:rsidRDefault="007B6A46" w:rsidP="007B6A46">
      <w:r>
        <w:t>501.2520</w:t>
      </w:r>
      <w:r>
        <w:tab/>
        <w:t>2.025e0</w:t>
      </w:r>
    </w:p>
    <w:p w:rsidR="007B6A46" w:rsidRDefault="007B6A46" w:rsidP="007B6A46">
      <w:r>
        <w:t>501.3251</w:t>
      </w:r>
      <w:r>
        <w:tab/>
        <w:t>1.013e0</w:t>
      </w:r>
    </w:p>
    <w:p w:rsidR="007B6A46" w:rsidRDefault="007B6A46" w:rsidP="007B6A46">
      <w:r>
        <w:t>501.3599</w:t>
      </w:r>
      <w:r>
        <w:tab/>
        <w:t>1.013e0</w:t>
      </w:r>
    </w:p>
    <w:p w:rsidR="007B6A46" w:rsidRDefault="007B6A46" w:rsidP="007B6A46">
      <w:r>
        <w:t>501.3715</w:t>
      </w:r>
      <w:r>
        <w:tab/>
        <w:t>3.038e0</w:t>
      </w:r>
    </w:p>
    <w:p w:rsidR="007B6A46" w:rsidRDefault="007B6A46" w:rsidP="007B6A46">
      <w:r>
        <w:t>501.3743</w:t>
      </w:r>
      <w:r>
        <w:tab/>
        <w:t>1.013e0</w:t>
      </w:r>
    </w:p>
    <w:p w:rsidR="007B6A46" w:rsidRDefault="007B6A46" w:rsidP="007B6A46">
      <w:r>
        <w:t>501.3773</w:t>
      </w:r>
      <w:r>
        <w:tab/>
        <w:t>2.025e0</w:t>
      </w:r>
    </w:p>
    <w:p w:rsidR="007B6A46" w:rsidRDefault="007B6A46" w:rsidP="007B6A46">
      <w:r>
        <w:t>501.4093</w:t>
      </w:r>
      <w:r>
        <w:tab/>
        <w:t>2.025e0</w:t>
      </w:r>
    </w:p>
    <w:p w:rsidR="007B6A46" w:rsidRDefault="007B6A46" w:rsidP="007B6A46">
      <w:r>
        <w:t>501.4203</w:t>
      </w:r>
      <w:r>
        <w:tab/>
        <w:t>2.025e0</w:t>
      </w:r>
    </w:p>
    <w:p w:rsidR="007B6A46" w:rsidRDefault="007B6A46" w:rsidP="007B6A46">
      <w:r>
        <w:t>501.4390</w:t>
      </w:r>
      <w:r>
        <w:tab/>
        <w:t>1.013e0</w:t>
      </w:r>
    </w:p>
    <w:p w:rsidR="007B6A46" w:rsidRDefault="007B6A46" w:rsidP="007B6A46">
      <w:r>
        <w:t>501.4683</w:t>
      </w:r>
      <w:r>
        <w:tab/>
        <w:t>2.025e0</w:t>
      </w:r>
    </w:p>
    <w:p w:rsidR="007B6A46" w:rsidRDefault="007B6A46" w:rsidP="007B6A46">
      <w:r>
        <w:t>501.4980</w:t>
      </w:r>
      <w:r>
        <w:tab/>
        <w:t>2.025e0</w:t>
      </w:r>
    </w:p>
    <w:p w:rsidR="007B6A46" w:rsidRDefault="007B6A46" w:rsidP="007B6A46">
      <w:r>
        <w:t>501.6300</w:t>
      </w:r>
      <w:r>
        <w:tab/>
        <w:t>2.025e0</w:t>
      </w:r>
    </w:p>
    <w:p w:rsidR="007B6A46" w:rsidRDefault="007B6A46" w:rsidP="007B6A46">
      <w:r>
        <w:t>501.7523</w:t>
      </w:r>
      <w:r>
        <w:tab/>
        <w:t>1.013e0</w:t>
      </w:r>
    </w:p>
    <w:p w:rsidR="007B6A46" w:rsidRDefault="007B6A46" w:rsidP="007B6A46">
      <w:r>
        <w:t>501.7645</w:t>
      </w:r>
      <w:r>
        <w:tab/>
        <w:t>2.025e0</w:t>
      </w:r>
    </w:p>
    <w:p w:rsidR="007B6A46" w:rsidRDefault="007B6A46" w:rsidP="007B6A46">
      <w:r>
        <w:t>501.8481</w:t>
      </w:r>
      <w:r>
        <w:tab/>
        <w:t>1.013e0</w:t>
      </w:r>
    </w:p>
    <w:p w:rsidR="007B6A46" w:rsidRDefault="007B6A46" w:rsidP="007B6A46">
      <w:r>
        <w:t>501.9213</w:t>
      </w:r>
      <w:r>
        <w:tab/>
        <w:t>2.025e0</w:t>
      </w:r>
    </w:p>
    <w:p w:rsidR="007B6A46" w:rsidRDefault="007B6A46" w:rsidP="007B6A46">
      <w:r>
        <w:t>501.9264</w:t>
      </w:r>
      <w:r>
        <w:tab/>
        <w:t>1.013e0</w:t>
      </w:r>
    </w:p>
    <w:p w:rsidR="007B6A46" w:rsidRDefault="007B6A46" w:rsidP="007B6A46">
      <w:r>
        <w:lastRenderedPageBreak/>
        <w:t>501.9343</w:t>
      </w:r>
      <w:r>
        <w:tab/>
        <w:t>1.013e0</w:t>
      </w:r>
    </w:p>
    <w:p w:rsidR="007B6A46" w:rsidRDefault="007B6A46" w:rsidP="007B6A46">
      <w:r>
        <w:t>501.9395</w:t>
      </w:r>
      <w:r>
        <w:tab/>
        <w:t>3.038e0</w:t>
      </w:r>
    </w:p>
    <w:p w:rsidR="007B6A46" w:rsidRDefault="007B6A46" w:rsidP="007B6A46">
      <w:r>
        <w:t>501.9783</w:t>
      </w:r>
      <w:r>
        <w:tab/>
        <w:t>1.013e0</w:t>
      </w:r>
    </w:p>
    <w:p w:rsidR="007B6A46" w:rsidRDefault="007B6A46" w:rsidP="007B6A46">
      <w:r>
        <w:t>502.0650</w:t>
      </w:r>
      <w:r>
        <w:tab/>
        <w:t>1.013e0</w:t>
      </w:r>
    </w:p>
    <w:p w:rsidR="007B6A46" w:rsidRDefault="007B6A46" w:rsidP="007B6A46">
      <w:r>
        <w:t>502.0913</w:t>
      </w:r>
      <w:r>
        <w:tab/>
        <w:t>1.013e0</w:t>
      </w:r>
    </w:p>
    <w:p w:rsidR="007B6A46" w:rsidRDefault="007B6A46" w:rsidP="007B6A46">
      <w:r>
        <w:t>502.1180</w:t>
      </w:r>
      <w:r>
        <w:tab/>
        <w:t>1.013e0</w:t>
      </w:r>
    </w:p>
    <w:p w:rsidR="007B6A46" w:rsidRDefault="007B6A46" w:rsidP="007B6A46">
      <w:r>
        <w:t>502.1347</w:t>
      </w:r>
      <w:r>
        <w:tab/>
        <w:t>2.025e0</w:t>
      </w:r>
    </w:p>
    <w:p w:rsidR="007B6A46" w:rsidRDefault="007B6A46" w:rsidP="007B6A46">
      <w:r>
        <w:t>502.1529</w:t>
      </w:r>
      <w:r>
        <w:tab/>
        <w:t>1.013e0</w:t>
      </w:r>
    </w:p>
    <w:p w:rsidR="007B6A46" w:rsidRDefault="007B6A46" w:rsidP="007B6A46">
      <w:r>
        <w:t>502.1703</w:t>
      </w:r>
      <w:r>
        <w:tab/>
        <w:t>1.013e0</w:t>
      </w:r>
    </w:p>
    <w:p w:rsidR="007B6A46" w:rsidRDefault="007B6A46" w:rsidP="007B6A46">
      <w:r>
        <w:t>502.2139</w:t>
      </w:r>
      <w:r>
        <w:tab/>
        <w:t>1.013e0</w:t>
      </w:r>
    </w:p>
    <w:p w:rsidR="007B6A46" w:rsidRDefault="007B6A46" w:rsidP="007B6A46">
      <w:r>
        <w:t>502.2948</w:t>
      </w:r>
      <w:r>
        <w:tab/>
        <w:t>3.038e0</w:t>
      </w:r>
    </w:p>
    <w:p w:rsidR="007B6A46" w:rsidRDefault="007B6A46" w:rsidP="007B6A46">
      <w:r>
        <w:t>502.3088</w:t>
      </w:r>
      <w:r>
        <w:tab/>
        <w:t>3.038e0</w:t>
      </w:r>
    </w:p>
    <w:p w:rsidR="007B6A46" w:rsidRDefault="007B6A46" w:rsidP="007B6A46">
      <w:r>
        <w:t>502.3262</w:t>
      </w:r>
      <w:r>
        <w:tab/>
        <w:t>4.051e0</w:t>
      </w:r>
    </w:p>
    <w:p w:rsidR="007B6A46" w:rsidRDefault="007B6A46" w:rsidP="007B6A46">
      <w:r>
        <w:t>502.3392</w:t>
      </w:r>
      <w:r>
        <w:tab/>
        <w:t>5.063e0</w:t>
      </w:r>
    </w:p>
    <w:p w:rsidR="007B6A46" w:rsidRDefault="007B6A46" w:rsidP="007B6A46">
      <w:r>
        <w:t>502.3707</w:t>
      </w:r>
      <w:r>
        <w:tab/>
        <w:t>1.013e0</w:t>
      </w:r>
    </w:p>
    <w:p w:rsidR="007B6A46" w:rsidRDefault="007B6A46" w:rsidP="007B6A46">
      <w:r>
        <w:t>502.3833</w:t>
      </w:r>
      <w:r>
        <w:tab/>
        <w:t>2.025e0</w:t>
      </w:r>
    </w:p>
    <w:p w:rsidR="007B6A46" w:rsidRDefault="007B6A46" w:rsidP="007B6A46">
      <w:r>
        <w:t>502.4222</w:t>
      </w:r>
      <w:r>
        <w:tab/>
        <w:t>1.013e0</w:t>
      </w:r>
    </w:p>
    <w:p w:rsidR="007B6A46" w:rsidRDefault="007B6A46" w:rsidP="007B6A46">
      <w:r>
        <w:t>502.4249</w:t>
      </w:r>
      <w:r>
        <w:tab/>
        <w:t>2.025e0</w:t>
      </w:r>
    </w:p>
    <w:p w:rsidR="007B6A46" w:rsidRDefault="007B6A46" w:rsidP="007B6A46">
      <w:r>
        <w:t>502.4753</w:t>
      </w:r>
      <w:r>
        <w:tab/>
        <w:t>1.013e0</w:t>
      </w:r>
    </w:p>
    <w:p w:rsidR="007B6A46" w:rsidRDefault="007B6A46" w:rsidP="007B6A46">
      <w:r>
        <w:lastRenderedPageBreak/>
        <w:t>502.5778</w:t>
      </w:r>
      <w:r>
        <w:tab/>
        <w:t>2.025e0</w:t>
      </w:r>
    </w:p>
    <w:p w:rsidR="007B6A46" w:rsidRDefault="007B6A46" w:rsidP="007B6A46">
      <w:r>
        <w:t>502.6777</w:t>
      </w:r>
      <w:r>
        <w:tab/>
        <w:t>2.025e0</w:t>
      </w:r>
    </w:p>
    <w:p w:rsidR="007B6A46" w:rsidRDefault="007B6A46" w:rsidP="007B6A46">
      <w:r>
        <w:t>502.7805</w:t>
      </w:r>
      <w:r>
        <w:tab/>
        <w:t>1.013e0</w:t>
      </w:r>
    </w:p>
    <w:p w:rsidR="007B6A46" w:rsidRDefault="007B6A46" w:rsidP="007B6A46">
      <w:r>
        <w:t>502.8154</w:t>
      </w:r>
      <w:r>
        <w:tab/>
        <w:t>1.013e0</w:t>
      </w:r>
    </w:p>
    <w:p w:rsidR="007B6A46" w:rsidRDefault="007B6A46" w:rsidP="007B6A46">
      <w:r>
        <w:t>502.8216</w:t>
      </w:r>
      <w:r>
        <w:tab/>
        <w:t>2.025e0</w:t>
      </w:r>
    </w:p>
    <w:p w:rsidR="007B6A46" w:rsidRDefault="007B6A46" w:rsidP="007B6A46">
      <w:r>
        <w:t>502.8708</w:t>
      </w:r>
      <w:r>
        <w:tab/>
        <w:t>2.025e0</w:t>
      </w:r>
    </w:p>
    <w:p w:rsidR="007B6A46" w:rsidRDefault="007B6A46" w:rsidP="007B6A46">
      <w:r>
        <w:t>502.8807</w:t>
      </w:r>
      <w:r>
        <w:tab/>
        <w:t>1.013e0</w:t>
      </w:r>
    </w:p>
    <w:p w:rsidR="007B6A46" w:rsidRDefault="007B6A46" w:rsidP="007B6A46">
      <w:r>
        <w:t>502.9219</w:t>
      </w:r>
      <w:r>
        <w:tab/>
        <w:t>3.038e0</w:t>
      </w:r>
    </w:p>
    <w:p w:rsidR="007B6A46" w:rsidRDefault="007B6A46" w:rsidP="007B6A46">
      <w:r>
        <w:t>502.9563</w:t>
      </w:r>
      <w:r>
        <w:tab/>
        <w:t>1.013e0</w:t>
      </w:r>
    </w:p>
    <w:p w:rsidR="007B6A46" w:rsidRDefault="007B6A46" w:rsidP="007B6A46">
      <w:r>
        <w:t>502.9731</w:t>
      </w:r>
      <w:r>
        <w:tab/>
        <w:t>2.025e0</w:t>
      </w:r>
    </w:p>
    <w:p w:rsidR="007B6A46" w:rsidRDefault="007B6A46" w:rsidP="007B6A46">
      <w:r>
        <w:t>503.0946</w:t>
      </w:r>
      <w:r>
        <w:tab/>
        <w:t>1.013e0</w:t>
      </w:r>
    </w:p>
    <w:p w:rsidR="007B6A46" w:rsidRDefault="007B6A46" w:rsidP="007B6A46">
      <w:r>
        <w:t>503.1298</w:t>
      </w:r>
      <w:r>
        <w:tab/>
        <w:t>3.038e0</w:t>
      </w:r>
    </w:p>
    <w:p w:rsidR="007B6A46" w:rsidRDefault="007B6A46" w:rsidP="007B6A46">
      <w:r>
        <w:t>503.1461</w:t>
      </w:r>
      <w:r>
        <w:tab/>
        <w:t>2.025e0</w:t>
      </w:r>
    </w:p>
    <w:p w:rsidR="007B6A46" w:rsidRDefault="007B6A46" w:rsidP="007B6A46">
      <w:r>
        <w:t>503.2008</w:t>
      </w:r>
      <w:r>
        <w:tab/>
        <w:t>1.013e0</w:t>
      </w:r>
    </w:p>
    <w:p w:rsidR="007B6A46" w:rsidRDefault="007B6A46" w:rsidP="007B6A46">
      <w:r>
        <w:t>503.2559</w:t>
      </w:r>
      <w:r>
        <w:tab/>
        <w:t>2.025e0</w:t>
      </w:r>
    </w:p>
    <w:p w:rsidR="007B6A46" w:rsidRDefault="007B6A46" w:rsidP="007B6A46">
      <w:r>
        <w:t>503.2776</w:t>
      </w:r>
      <w:r>
        <w:tab/>
        <w:t>3.038e0</w:t>
      </w:r>
    </w:p>
    <w:p w:rsidR="007B6A46" w:rsidRDefault="007B6A46" w:rsidP="007B6A46">
      <w:r>
        <w:t>503.3279</w:t>
      </w:r>
      <w:r>
        <w:tab/>
        <w:t>7.089e0</w:t>
      </w:r>
    </w:p>
    <w:p w:rsidR="007B6A46" w:rsidRDefault="007B6A46" w:rsidP="007B6A46">
      <w:r>
        <w:t>503.3495</w:t>
      </w:r>
      <w:r>
        <w:tab/>
        <w:t>3.038e0</w:t>
      </w:r>
    </w:p>
    <w:p w:rsidR="007B6A46" w:rsidRDefault="007B6A46" w:rsidP="007B6A46">
      <w:r>
        <w:t>503.3569</w:t>
      </w:r>
      <w:r>
        <w:tab/>
        <w:t>2.025e0</w:t>
      </w:r>
    </w:p>
    <w:p w:rsidR="007B6A46" w:rsidRDefault="007B6A46" w:rsidP="007B6A46">
      <w:r>
        <w:lastRenderedPageBreak/>
        <w:t>503.3731</w:t>
      </w:r>
      <w:r>
        <w:tab/>
        <w:t>1.013e0</w:t>
      </w:r>
    </w:p>
    <w:p w:rsidR="007B6A46" w:rsidRDefault="007B6A46" w:rsidP="007B6A46">
      <w:r>
        <w:t>503.3914</w:t>
      </w:r>
      <w:r>
        <w:tab/>
        <w:t>1.013e0</w:t>
      </w:r>
    </w:p>
    <w:p w:rsidR="007B6A46" w:rsidRDefault="007B6A46" w:rsidP="007B6A46">
      <w:r>
        <w:t>503.4176</w:t>
      </w:r>
      <w:r>
        <w:tab/>
        <w:t>1.013e0</w:t>
      </w:r>
    </w:p>
    <w:p w:rsidR="007B6A46" w:rsidRDefault="007B6A46" w:rsidP="007B6A46">
      <w:r>
        <w:t>503.4605</w:t>
      </w:r>
      <w:r>
        <w:tab/>
        <w:t>1.013e0</w:t>
      </w:r>
    </w:p>
    <w:p w:rsidR="007B6A46" w:rsidRDefault="007B6A46" w:rsidP="007B6A46">
      <w:r>
        <w:t>503.4644</w:t>
      </w:r>
      <w:r>
        <w:tab/>
        <w:t>1.013e0</w:t>
      </w:r>
    </w:p>
    <w:p w:rsidR="007B6A46" w:rsidRDefault="007B6A46" w:rsidP="007B6A46">
      <w:r>
        <w:t>503.5406</w:t>
      </w:r>
      <w:r>
        <w:tab/>
        <w:t>1.013e0</w:t>
      </w:r>
    </w:p>
    <w:p w:rsidR="007B6A46" w:rsidRDefault="007B6A46" w:rsidP="007B6A46">
      <w:r>
        <w:t>503.6264</w:t>
      </w:r>
      <w:r>
        <w:tab/>
        <w:t>1.013e0</w:t>
      </w:r>
    </w:p>
    <w:p w:rsidR="007B6A46" w:rsidRDefault="007B6A46" w:rsidP="007B6A46">
      <w:r>
        <w:t>503.6324</w:t>
      </w:r>
      <w:r>
        <w:tab/>
        <w:t>2.025e0</w:t>
      </w:r>
    </w:p>
    <w:p w:rsidR="007B6A46" w:rsidRDefault="007B6A46" w:rsidP="007B6A46">
      <w:r>
        <w:t>503.7583</w:t>
      </w:r>
      <w:r>
        <w:tab/>
        <w:t>1.013e0</w:t>
      </w:r>
    </w:p>
    <w:p w:rsidR="007B6A46" w:rsidRDefault="007B6A46" w:rsidP="007B6A46">
      <w:r>
        <w:t>503.8166</w:t>
      </w:r>
      <w:r>
        <w:tab/>
        <w:t>2.025e0</w:t>
      </w:r>
    </w:p>
    <w:p w:rsidR="007B6A46" w:rsidRDefault="007B6A46" w:rsidP="007B6A46">
      <w:r>
        <w:t>503.8448</w:t>
      </w:r>
      <w:r>
        <w:tab/>
        <w:t>1.013e0</w:t>
      </w:r>
    </w:p>
    <w:p w:rsidR="007B6A46" w:rsidRDefault="007B6A46" w:rsidP="007B6A46">
      <w:r>
        <w:t>503.8544</w:t>
      </w:r>
      <w:r>
        <w:tab/>
        <w:t>1.013e0</w:t>
      </w:r>
    </w:p>
    <w:p w:rsidR="007B6A46" w:rsidRDefault="007B6A46" w:rsidP="007B6A46">
      <w:r>
        <w:t>503.8894</w:t>
      </w:r>
      <w:r>
        <w:tab/>
        <w:t>1.013e0</w:t>
      </w:r>
    </w:p>
    <w:p w:rsidR="007B6A46" w:rsidRDefault="007B6A46" w:rsidP="007B6A46">
      <w:r>
        <w:t>503.9008</w:t>
      </w:r>
      <w:r>
        <w:tab/>
        <w:t>2.025e0</w:t>
      </w:r>
    </w:p>
    <w:p w:rsidR="007B6A46" w:rsidRDefault="007B6A46" w:rsidP="007B6A46">
      <w:r>
        <w:t>503.9243</w:t>
      </w:r>
      <w:r>
        <w:tab/>
        <w:t>1.013e0</w:t>
      </w:r>
    </w:p>
    <w:p w:rsidR="007B6A46" w:rsidRDefault="007B6A46" w:rsidP="007B6A46">
      <w:r>
        <w:t>503.9934</w:t>
      </w:r>
      <w:r>
        <w:tab/>
        <w:t>1.013e0</w:t>
      </w:r>
    </w:p>
    <w:p w:rsidR="007B6A46" w:rsidRDefault="007B6A46" w:rsidP="007B6A46">
      <w:r>
        <w:t>504.0030</w:t>
      </w:r>
      <w:r>
        <w:tab/>
        <w:t>1.013e0</w:t>
      </w:r>
    </w:p>
    <w:p w:rsidR="007B6A46" w:rsidRDefault="007B6A46" w:rsidP="007B6A46">
      <w:r>
        <w:t>504.0635</w:t>
      </w:r>
      <w:r>
        <w:tab/>
        <w:t>1.013e0</w:t>
      </w:r>
    </w:p>
    <w:p w:rsidR="007B6A46" w:rsidRDefault="007B6A46" w:rsidP="007B6A46">
      <w:r>
        <w:t>504.1079</w:t>
      </w:r>
      <w:r>
        <w:tab/>
        <w:t>1.013e0</w:t>
      </w:r>
    </w:p>
    <w:p w:rsidR="007B6A46" w:rsidRDefault="007B6A46" w:rsidP="007B6A46">
      <w:r>
        <w:lastRenderedPageBreak/>
        <w:t>504.1397</w:t>
      </w:r>
      <w:r>
        <w:tab/>
        <w:t>1.013e0</w:t>
      </w:r>
    </w:p>
    <w:p w:rsidR="007B6A46" w:rsidRDefault="007B6A46" w:rsidP="007B6A46">
      <w:r>
        <w:t>504.2018</w:t>
      </w:r>
      <w:r>
        <w:tab/>
        <w:t>2.025e0</w:t>
      </w:r>
    </w:p>
    <w:p w:rsidR="007B6A46" w:rsidRDefault="007B6A46" w:rsidP="007B6A46">
      <w:r>
        <w:t>504.2340</w:t>
      </w:r>
      <w:r>
        <w:tab/>
        <w:t>2.025e0</w:t>
      </w:r>
    </w:p>
    <w:p w:rsidR="007B6A46" w:rsidRDefault="007B6A46" w:rsidP="007B6A46">
      <w:r>
        <w:t>504.3046</w:t>
      </w:r>
      <w:r>
        <w:tab/>
        <w:t>2.025e0</w:t>
      </w:r>
    </w:p>
    <w:p w:rsidR="007B6A46" w:rsidRDefault="007B6A46" w:rsidP="007B6A46">
      <w:r>
        <w:t>504.3073</w:t>
      </w:r>
      <w:r>
        <w:tab/>
        <w:t>3.038e0</w:t>
      </w:r>
    </w:p>
    <w:p w:rsidR="007B6A46" w:rsidRDefault="007B6A46" w:rsidP="007B6A46">
      <w:r>
        <w:t>504.3091</w:t>
      </w:r>
      <w:r>
        <w:tab/>
        <w:t>2.025e0</w:t>
      </w:r>
    </w:p>
    <w:p w:rsidR="007B6A46" w:rsidRDefault="007B6A46" w:rsidP="007B6A46">
      <w:r>
        <w:t>504.3264</w:t>
      </w:r>
      <w:r>
        <w:tab/>
        <w:t>1.013e0</w:t>
      </w:r>
    </w:p>
    <w:p w:rsidR="007B6A46" w:rsidRDefault="007B6A46" w:rsidP="007B6A46">
      <w:r>
        <w:t>504.3528</w:t>
      </w:r>
      <w:r>
        <w:tab/>
        <w:t>2.025e0</w:t>
      </w:r>
    </w:p>
    <w:p w:rsidR="007B6A46" w:rsidRDefault="007B6A46" w:rsidP="007B6A46">
      <w:r>
        <w:t>504.3655</w:t>
      </w:r>
      <w:r>
        <w:tab/>
        <w:t>4.051e0</w:t>
      </w:r>
    </w:p>
    <w:p w:rsidR="007B6A46" w:rsidRDefault="007B6A46" w:rsidP="007B6A46">
      <w:r>
        <w:t>504.4235</w:t>
      </w:r>
      <w:r>
        <w:tab/>
        <w:t>2.025e0</w:t>
      </w:r>
    </w:p>
    <w:p w:rsidR="007B6A46" w:rsidRDefault="007B6A46" w:rsidP="007B6A46">
      <w:r>
        <w:t>504.4315</w:t>
      </w:r>
      <w:r>
        <w:tab/>
        <w:t>1.013e0</w:t>
      </w:r>
    </w:p>
    <w:p w:rsidR="007B6A46" w:rsidRDefault="007B6A46" w:rsidP="007B6A46">
      <w:r>
        <w:t>504.5015</w:t>
      </w:r>
      <w:r>
        <w:tab/>
        <w:t>1.013e0</w:t>
      </w:r>
    </w:p>
    <w:p w:rsidR="007B6A46" w:rsidRDefault="007B6A46" w:rsidP="007B6A46">
      <w:r>
        <w:t>504.5331</w:t>
      </w:r>
      <w:r>
        <w:tab/>
        <w:t>1.013e0</w:t>
      </w:r>
    </w:p>
    <w:p w:rsidR="007B6A46" w:rsidRDefault="007B6A46" w:rsidP="007B6A46">
      <w:r>
        <w:t>504.5453</w:t>
      </w:r>
      <w:r>
        <w:tab/>
        <w:t>2.025e0</w:t>
      </w:r>
    </w:p>
    <w:p w:rsidR="007B6A46" w:rsidRDefault="007B6A46" w:rsidP="007B6A46">
      <w:r>
        <w:t>504.5977</w:t>
      </w:r>
      <w:r>
        <w:tab/>
        <w:t>1.013e0</w:t>
      </w:r>
    </w:p>
    <w:p w:rsidR="007B6A46" w:rsidRDefault="007B6A46" w:rsidP="007B6A46">
      <w:r>
        <w:t>504.6838</w:t>
      </w:r>
      <w:r>
        <w:tab/>
        <w:t>1.013e0</w:t>
      </w:r>
    </w:p>
    <w:p w:rsidR="007B6A46" w:rsidRDefault="007B6A46" w:rsidP="007B6A46">
      <w:r>
        <w:t>504.6860</w:t>
      </w:r>
      <w:r>
        <w:tab/>
        <w:t>1.013e0</w:t>
      </w:r>
    </w:p>
    <w:p w:rsidR="007B6A46" w:rsidRDefault="007B6A46" w:rsidP="007B6A46">
      <w:r>
        <w:t>504.8152</w:t>
      </w:r>
      <w:r>
        <w:tab/>
        <w:t>1.013e0</w:t>
      </w:r>
    </w:p>
    <w:p w:rsidR="007B6A46" w:rsidRDefault="007B6A46" w:rsidP="007B6A46">
      <w:r>
        <w:t>504.8174</w:t>
      </w:r>
      <w:r>
        <w:tab/>
        <w:t>1.013e0</w:t>
      </w:r>
    </w:p>
    <w:p w:rsidR="007B6A46" w:rsidRDefault="007B6A46" w:rsidP="007B6A46">
      <w:r>
        <w:lastRenderedPageBreak/>
        <w:t>504.8779</w:t>
      </w:r>
      <w:r>
        <w:tab/>
        <w:t>1.013e0</w:t>
      </w:r>
    </w:p>
    <w:p w:rsidR="007B6A46" w:rsidRDefault="007B6A46" w:rsidP="007B6A46">
      <w:r>
        <w:t>504.8954</w:t>
      </w:r>
      <w:r>
        <w:tab/>
        <w:t>1.013e0</w:t>
      </w:r>
    </w:p>
    <w:p w:rsidR="007B6A46" w:rsidRDefault="007B6A46" w:rsidP="007B6A46">
      <w:r>
        <w:t>504.9217</w:t>
      </w:r>
      <w:r>
        <w:tab/>
        <w:t>1.013e0</w:t>
      </w:r>
    </w:p>
    <w:p w:rsidR="007B6A46" w:rsidRDefault="007B6A46" w:rsidP="007B6A46">
      <w:r>
        <w:t>504.9955</w:t>
      </w:r>
      <w:r>
        <w:tab/>
        <w:t>2.025e0</w:t>
      </w:r>
    </w:p>
    <w:p w:rsidR="007B6A46" w:rsidRDefault="007B6A46" w:rsidP="007B6A46">
      <w:r>
        <w:t>504.9997</w:t>
      </w:r>
      <w:r>
        <w:tab/>
        <w:t>1.013e0</w:t>
      </w:r>
    </w:p>
    <w:p w:rsidR="007B6A46" w:rsidRDefault="007B6A46" w:rsidP="007B6A46">
      <w:r>
        <w:t>505.0230</w:t>
      </w:r>
      <w:r>
        <w:tab/>
        <w:t>1.013e0</w:t>
      </w:r>
    </w:p>
    <w:p w:rsidR="007B6A46" w:rsidRDefault="007B6A46" w:rsidP="007B6A46">
      <w:r>
        <w:t>505.0435</w:t>
      </w:r>
      <w:r>
        <w:tab/>
        <w:t>1.013e0</w:t>
      </w:r>
    </w:p>
    <w:p w:rsidR="007B6A46" w:rsidRDefault="007B6A46" w:rsidP="007B6A46">
      <w:r>
        <w:t>505.0958</w:t>
      </w:r>
      <w:r>
        <w:tab/>
        <w:t>1.013e0</w:t>
      </w:r>
    </w:p>
    <w:p w:rsidR="007B6A46" w:rsidRDefault="007B6A46" w:rsidP="007B6A46">
      <w:r>
        <w:t>505.1941</w:t>
      </w:r>
      <w:r>
        <w:tab/>
        <w:t>1.013e0</w:t>
      </w:r>
    </w:p>
    <w:p w:rsidR="007B6A46" w:rsidRDefault="007B6A46" w:rsidP="007B6A46">
      <w:r>
        <w:t>505.2096</w:t>
      </w:r>
      <w:r>
        <w:tab/>
        <w:t>1.013e0</w:t>
      </w:r>
    </w:p>
    <w:p w:rsidR="007B6A46" w:rsidRDefault="007B6A46" w:rsidP="007B6A46">
      <w:r>
        <w:t>505.2449</w:t>
      </w:r>
      <w:r>
        <w:tab/>
        <w:t>1.013e0</w:t>
      </w:r>
    </w:p>
    <w:p w:rsidR="007B6A46" w:rsidRDefault="007B6A46" w:rsidP="007B6A46">
      <w:r>
        <w:t>505.2808</w:t>
      </w:r>
      <w:r>
        <w:tab/>
        <w:t>1.013e0</w:t>
      </w:r>
    </w:p>
    <w:p w:rsidR="007B6A46" w:rsidRDefault="007B6A46" w:rsidP="007B6A46">
      <w:r>
        <w:t>505.2870</w:t>
      </w:r>
      <w:r>
        <w:tab/>
        <w:t>3.038e0</w:t>
      </w:r>
    </w:p>
    <w:p w:rsidR="007B6A46" w:rsidRDefault="007B6A46" w:rsidP="007B6A46">
      <w:r>
        <w:t>505.3063</w:t>
      </w:r>
      <w:r>
        <w:tab/>
        <w:t>1.013e0</w:t>
      </w:r>
    </w:p>
    <w:p w:rsidR="007B6A46" w:rsidRDefault="007B6A46" w:rsidP="007B6A46">
      <w:r>
        <w:t>505.3247</w:t>
      </w:r>
      <w:r>
        <w:tab/>
        <w:t>2.025e0</w:t>
      </w:r>
    </w:p>
    <w:p w:rsidR="007B6A46" w:rsidRDefault="007B6A46" w:rsidP="007B6A46">
      <w:r>
        <w:t>505.3501</w:t>
      </w:r>
      <w:r>
        <w:tab/>
        <w:t>1.013e0</w:t>
      </w:r>
    </w:p>
    <w:p w:rsidR="007B6A46" w:rsidRDefault="007B6A46" w:rsidP="007B6A46">
      <w:r>
        <w:t>505.3595</w:t>
      </w:r>
      <w:r>
        <w:tab/>
        <w:t>1.013e0</w:t>
      </w:r>
    </w:p>
    <w:p w:rsidR="007B6A46" w:rsidRDefault="007B6A46" w:rsidP="007B6A46">
      <w:r>
        <w:t>505.3772</w:t>
      </w:r>
      <w:r>
        <w:tab/>
        <w:t>1.013e0</w:t>
      </w:r>
    </w:p>
    <w:p w:rsidR="007B6A46" w:rsidRDefault="007B6A46" w:rsidP="007B6A46">
      <w:r>
        <w:t>505.3990</w:t>
      </w:r>
      <w:r>
        <w:tab/>
        <w:t>1.013e0</w:t>
      </w:r>
    </w:p>
    <w:p w:rsidR="007B6A46" w:rsidRDefault="007B6A46" w:rsidP="007B6A46">
      <w:r>
        <w:lastRenderedPageBreak/>
        <w:t>505.4540</w:t>
      </w:r>
      <w:r>
        <w:tab/>
        <w:t>1.013e0</w:t>
      </w:r>
    </w:p>
    <w:p w:rsidR="007B6A46" w:rsidRDefault="007B6A46" w:rsidP="007B6A46">
      <w:r>
        <w:t>505.4561</w:t>
      </w:r>
      <w:r>
        <w:tab/>
        <w:t>1.013e0</w:t>
      </w:r>
    </w:p>
    <w:p w:rsidR="007B6A46" w:rsidRDefault="007B6A46" w:rsidP="007B6A46">
      <w:r>
        <w:t>505.4724</w:t>
      </w:r>
      <w:r>
        <w:tab/>
        <w:t>1.013e0</w:t>
      </w:r>
    </w:p>
    <w:p w:rsidR="007B6A46" w:rsidRDefault="007B6A46" w:rsidP="007B6A46">
      <w:r>
        <w:t>505.5487</w:t>
      </w:r>
      <w:r>
        <w:tab/>
        <w:t>1.013e0</w:t>
      </w:r>
    </w:p>
    <w:p w:rsidR="007B6A46" w:rsidRDefault="007B6A46" w:rsidP="007B6A46">
      <w:r>
        <w:t>505.6402</w:t>
      </w:r>
      <w:r>
        <w:tab/>
        <w:t>1.013e0</w:t>
      </w:r>
    </w:p>
    <w:p w:rsidR="007B6A46" w:rsidRDefault="007B6A46" w:rsidP="007B6A46">
      <w:r>
        <w:t>505.6801</w:t>
      </w:r>
      <w:r>
        <w:tab/>
        <w:t>2.025e0</w:t>
      </w:r>
    </w:p>
    <w:p w:rsidR="007B6A46" w:rsidRDefault="007B6A46" w:rsidP="007B6A46">
      <w:r>
        <w:t>505.7103</w:t>
      </w:r>
      <w:r>
        <w:tab/>
        <w:t>1.013e0</w:t>
      </w:r>
    </w:p>
    <w:p w:rsidR="007B6A46" w:rsidRDefault="007B6A46" w:rsidP="007B6A46">
      <w:r>
        <w:t>505.7271</w:t>
      </w:r>
      <w:r>
        <w:tab/>
        <w:t>1.013e0</w:t>
      </w:r>
    </w:p>
    <w:p w:rsidR="007B6A46" w:rsidRDefault="007B6A46" w:rsidP="007B6A46">
      <w:r>
        <w:t>505.7980</w:t>
      </w:r>
      <w:r>
        <w:tab/>
        <w:t>1.013e0</w:t>
      </w:r>
    </w:p>
    <w:p w:rsidR="007B6A46" w:rsidRDefault="007B6A46" w:rsidP="007B6A46">
      <w:r>
        <w:t>505.8060</w:t>
      </w:r>
      <w:r>
        <w:tab/>
        <w:t>1.013e0</w:t>
      </w:r>
    </w:p>
    <w:p w:rsidR="007B6A46" w:rsidRDefault="007B6A46" w:rsidP="007B6A46">
      <w:r>
        <w:t>505.8323</w:t>
      </w:r>
      <w:r>
        <w:tab/>
        <w:t>1.013e0</w:t>
      </w:r>
    </w:p>
    <w:p w:rsidR="007B6A46" w:rsidRDefault="007B6A46" w:rsidP="007B6A46">
      <w:r>
        <w:t>505.9033</w:t>
      </w:r>
      <w:r>
        <w:tab/>
        <w:t>1.013e0</w:t>
      </w:r>
    </w:p>
    <w:p w:rsidR="007B6A46" w:rsidRDefault="007B6A46" w:rsidP="007B6A46">
      <w:r>
        <w:t>505.9148</w:t>
      </w:r>
      <w:r>
        <w:tab/>
        <w:t>2.025e0</w:t>
      </w:r>
    </w:p>
    <w:p w:rsidR="007B6A46" w:rsidRDefault="007B6A46" w:rsidP="007B6A46">
      <w:r>
        <w:t>505.9910</w:t>
      </w:r>
      <w:r>
        <w:tab/>
        <w:t>1.013e0</w:t>
      </w:r>
    </w:p>
    <w:p w:rsidR="007B6A46" w:rsidRDefault="007B6A46" w:rsidP="007B6A46">
      <w:r>
        <w:t>506.0003</w:t>
      </w:r>
      <w:r>
        <w:tab/>
        <w:t>1.013e0</w:t>
      </w:r>
    </w:p>
    <w:p w:rsidR="007B6A46" w:rsidRDefault="007B6A46" w:rsidP="007B6A46">
      <w:r>
        <w:t>506.0109</w:t>
      </w:r>
      <w:r>
        <w:tab/>
        <w:t>2.025e0</w:t>
      </w:r>
    </w:p>
    <w:p w:rsidR="007B6A46" w:rsidRDefault="007B6A46" w:rsidP="007B6A46">
      <w:r>
        <w:t>506.0190</w:t>
      </w:r>
      <w:r>
        <w:tab/>
        <w:t>3.038e0</w:t>
      </w:r>
    </w:p>
    <w:p w:rsidR="007B6A46" w:rsidRDefault="007B6A46" w:rsidP="007B6A46">
      <w:r>
        <w:t>506.0349</w:t>
      </w:r>
      <w:r>
        <w:tab/>
        <w:t>2.025e0</w:t>
      </w:r>
    </w:p>
    <w:p w:rsidR="007B6A46" w:rsidRDefault="007B6A46" w:rsidP="007B6A46">
      <w:r>
        <w:t>506.0875</w:t>
      </w:r>
      <w:r>
        <w:tab/>
        <w:t>1.013e0</w:t>
      </w:r>
    </w:p>
    <w:p w:rsidR="007B6A46" w:rsidRDefault="007B6A46" w:rsidP="007B6A46">
      <w:r>
        <w:lastRenderedPageBreak/>
        <w:t>506.1028</w:t>
      </w:r>
      <w:r>
        <w:tab/>
        <w:t>2.025e0</w:t>
      </w:r>
    </w:p>
    <w:p w:rsidR="007B6A46" w:rsidRDefault="007B6A46" w:rsidP="007B6A46">
      <w:r>
        <w:t>506.1111</w:t>
      </w:r>
      <w:r>
        <w:tab/>
        <w:t>1.013e0</w:t>
      </w:r>
    </w:p>
    <w:p w:rsidR="007B6A46" w:rsidRDefault="007B6A46" w:rsidP="007B6A46">
      <w:r>
        <w:t>506.1480</w:t>
      </w:r>
      <w:r>
        <w:tab/>
        <w:t>2.025e0</w:t>
      </w:r>
    </w:p>
    <w:p w:rsidR="007B6A46" w:rsidRDefault="007B6A46" w:rsidP="007B6A46">
      <w:r>
        <w:t>506.2060</w:t>
      </w:r>
      <w:r>
        <w:tab/>
        <w:t>1.013e0</w:t>
      </w:r>
    </w:p>
    <w:p w:rsidR="007B6A46" w:rsidRDefault="007B6A46" w:rsidP="007B6A46">
      <w:r>
        <w:t>506.2595</w:t>
      </w:r>
      <w:r>
        <w:tab/>
        <w:t>4.051e0</w:t>
      </w:r>
    </w:p>
    <w:p w:rsidR="007B6A46" w:rsidRDefault="007B6A46" w:rsidP="007B6A46">
      <w:r>
        <w:t>506.2794</w:t>
      </w:r>
      <w:r>
        <w:tab/>
        <w:t>1.013e0</w:t>
      </w:r>
    </w:p>
    <w:p w:rsidR="007B6A46" w:rsidRDefault="007B6A46" w:rsidP="007B6A46">
      <w:r>
        <w:t>506.2858</w:t>
      </w:r>
      <w:r>
        <w:tab/>
        <w:t>3.038e0</w:t>
      </w:r>
    </w:p>
    <w:p w:rsidR="007B6A46" w:rsidRDefault="007B6A46" w:rsidP="007B6A46">
      <w:r>
        <w:t>506.3122</w:t>
      </w:r>
      <w:r>
        <w:tab/>
        <w:t>2.025e0</w:t>
      </w:r>
    </w:p>
    <w:p w:rsidR="007B6A46" w:rsidRDefault="007B6A46" w:rsidP="007B6A46">
      <w:r>
        <w:t>506.3278</w:t>
      </w:r>
      <w:r>
        <w:tab/>
        <w:t>2.025e0</w:t>
      </w:r>
    </w:p>
    <w:p w:rsidR="007B6A46" w:rsidRDefault="007B6A46" w:rsidP="007B6A46">
      <w:r>
        <w:t>506.3333</w:t>
      </w:r>
      <w:r>
        <w:tab/>
        <w:t>1.013e0</w:t>
      </w:r>
    </w:p>
    <w:p w:rsidR="007B6A46" w:rsidRDefault="007B6A46" w:rsidP="007B6A46">
      <w:r>
        <w:t>506.3586</w:t>
      </w:r>
      <w:r>
        <w:tab/>
        <w:t>2.025e0</w:t>
      </w:r>
    </w:p>
    <w:p w:rsidR="007B6A46" w:rsidRDefault="007B6A46" w:rsidP="007B6A46">
      <w:r>
        <w:t>506.3684</w:t>
      </w:r>
      <w:r>
        <w:tab/>
        <w:t>1.013e0</w:t>
      </w:r>
    </w:p>
    <w:p w:rsidR="007B6A46" w:rsidRDefault="007B6A46" w:rsidP="007B6A46">
      <w:r>
        <w:t>506.3740</w:t>
      </w:r>
      <w:r>
        <w:tab/>
        <w:t>1.013e0</w:t>
      </w:r>
    </w:p>
    <w:p w:rsidR="007B6A46" w:rsidRDefault="007B6A46" w:rsidP="007B6A46">
      <w:r>
        <w:t>506.3916</w:t>
      </w:r>
      <w:r>
        <w:tab/>
        <w:t>1.013e0</w:t>
      </w:r>
    </w:p>
    <w:p w:rsidR="007B6A46" w:rsidRDefault="007B6A46" w:rsidP="007B6A46">
      <w:r>
        <w:t>506.4322</w:t>
      </w:r>
      <w:r>
        <w:tab/>
        <w:t>1.013e0</w:t>
      </w:r>
    </w:p>
    <w:p w:rsidR="007B6A46" w:rsidRDefault="007B6A46" w:rsidP="007B6A46">
      <w:r>
        <w:t>506.4387</w:t>
      </w:r>
      <w:r>
        <w:tab/>
        <w:t>1.013e0</w:t>
      </w:r>
    </w:p>
    <w:p w:rsidR="007B6A46" w:rsidRDefault="007B6A46" w:rsidP="007B6A46">
      <w:r>
        <w:t>506.4466</w:t>
      </w:r>
      <w:r>
        <w:tab/>
        <w:t>1.013e0</w:t>
      </w:r>
    </w:p>
    <w:p w:rsidR="007B6A46" w:rsidRDefault="007B6A46" w:rsidP="007B6A46">
      <w:r>
        <w:t>506.5001</w:t>
      </w:r>
      <w:r>
        <w:tab/>
        <w:t>1.013e0</w:t>
      </w:r>
    </w:p>
    <w:p w:rsidR="007B6A46" w:rsidRDefault="007B6A46" w:rsidP="007B6A46">
      <w:r>
        <w:t>506.5820</w:t>
      </w:r>
      <w:r>
        <w:tab/>
        <w:t>1.013e0</w:t>
      </w:r>
    </w:p>
    <w:p w:rsidR="007B6A46" w:rsidRDefault="007B6A46" w:rsidP="007B6A46">
      <w:r>
        <w:lastRenderedPageBreak/>
        <w:t>506.6231</w:t>
      </w:r>
      <w:r>
        <w:tab/>
        <w:t>1.013e0</w:t>
      </w:r>
    </w:p>
    <w:p w:rsidR="007B6A46" w:rsidRDefault="007B6A46" w:rsidP="007B6A46">
      <w:r>
        <w:t>506.6494</w:t>
      </w:r>
      <w:r>
        <w:tab/>
        <w:t>1.013e0</w:t>
      </w:r>
    </w:p>
    <w:p w:rsidR="007B6A46" w:rsidRDefault="007B6A46" w:rsidP="007B6A46">
      <w:r>
        <w:t>506.6544</w:t>
      </w:r>
      <w:r>
        <w:tab/>
        <w:t>1.013e0</w:t>
      </w:r>
    </w:p>
    <w:p w:rsidR="007B6A46" w:rsidRDefault="007B6A46" w:rsidP="007B6A46">
      <w:r>
        <w:t>506.6582</w:t>
      </w:r>
      <w:r>
        <w:tab/>
        <w:t>1.013e0</w:t>
      </w:r>
    </w:p>
    <w:p w:rsidR="007B6A46" w:rsidRDefault="007B6A46" w:rsidP="007B6A46">
      <w:r>
        <w:t>506.7197</w:t>
      </w:r>
      <w:r>
        <w:tab/>
        <w:t>1.013e0</w:t>
      </w:r>
    </w:p>
    <w:p w:rsidR="007B6A46" w:rsidRDefault="007B6A46" w:rsidP="007B6A46">
      <w:r>
        <w:t>506.8079</w:t>
      </w:r>
      <w:r>
        <w:tab/>
        <w:t>1.013e0</w:t>
      </w:r>
    </w:p>
    <w:p w:rsidR="007B6A46" w:rsidRDefault="007B6A46" w:rsidP="007B6A46">
      <w:r>
        <w:t>506.8716</w:t>
      </w:r>
      <w:r>
        <w:tab/>
        <w:t>2.025e0</w:t>
      </w:r>
    </w:p>
    <w:p w:rsidR="007B6A46" w:rsidRDefault="007B6A46" w:rsidP="007B6A46">
      <w:r>
        <w:t>506.8867</w:t>
      </w:r>
      <w:r>
        <w:tab/>
        <w:t>1.013e0</w:t>
      </w:r>
    </w:p>
    <w:p w:rsidR="007B6A46" w:rsidRDefault="007B6A46" w:rsidP="007B6A46">
      <w:r>
        <w:t>506.9218</w:t>
      </w:r>
      <w:r>
        <w:tab/>
        <w:t>2.025e0</w:t>
      </w:r>
    </w:p>
    <w:p w:rsidR="007B6A46" w:rsidRDefault="007B6A46" w:rsidP="007B6A46">
      <w:r>
        <w:t>506.9394</w:t>
      </w:r>
      <w:r>
        <w:tab/>
        <w:t>1.013e0</w:t>
      </w:r>
    </w:p>
    <w:p w:rsidR="007B6A46" w:rsidRDefault="007B6A46" w:rsidP="007B6A46">
      <w:r>
        <w:t>507.0097</w:t>
      </w:r>
      <w:r>
        <w:tab/>
        <w:t>1.013e0</w:t>
      </w:r>
    </w:p>
    <w:p w:rsidR="007B6A46" w:rsidRDefault="007B6A46" w:rsidP="007B6A46">
      <w:r>
        <w:t>507.0128</w:t>
      </w:r>
      <w:r>
        <w:tab/>
        <w:t>2.025e0</w:t>
      </w:r>
    </w:p>
    <w:p w:rsidR="007B6A46" w:rsidRDefault="007B6A46" w:rsidP="007B6A46">
      <w:r>
        <w:t>507.1986</w:t>
      </w:r>
      <w:r>
        <w:tab/>
        <w:t>1.013e0</w:t>
      </w:r>
    </w:p>
    <w:p w:rsidR="007B6A46" w:rsidRDefault="007B6A46" w:rsidP="007B6A46">
      <w:r>
        <w:t>507.2173</w:t>
      </w:r>
      <w:r>
        <w:tab/>
        <w:t>2.025e0</w:t>
      </w:r>
    </w:p>
    <w:p w:rsidR="007B6A46" w:rsidRDefault="007B6A46" w:rsidP="007B6A46">
      <w:r>
        <w:t>507.2207</w:t>
      </w:r>
      <w:r>
        <w:tab/>
        <w:t>1.013e0</w:t>
      </w:r>
    </w:p>
    <w:p w:rsidR="007B6A46" w:rsidRDefault="007B6A46" w:rsidP="007B6A46">
      <w:r>
        <w:t>507.2575</w:t>
      </w:r>
      <w:r>
        <w:tab/>
        <w:t>1.013e0</w:t>
      </w:r>
    </w:p>
    <w:p w:rsidR="007B6A46" w:rsidRDefault="007B6A46" w:rsidP="007B6A46">
      <w:r>
        <w:t>507.2727</w:t>
      </w:r>
      <w:r>
        <w:tab/>
        <w:t>3.038e0</w:t>
      </w:r>
    </w:p>
    <w:p w:rsidR="007B6A46" w:rsidRDefault="007B6A46" w:rsidP="007B6A46">
      <w:r>
        <w:t>507.2815</w:t>
      </w:r>
      <w:r>
        <w:tab/>
        <w:t>1.013e0</w:t>
      </w:r>
    </w:p>
    <w:p w:rsidR="007B6A46" w:rsidRDefault="007B6A46" w:rsidP="007B6A46">
      <w:r>
        <w:t>507.2836</w:t>
      </w:r>
      <w:r>
        <w:tab/>
        <w:t>2.025e0</w:t>
      </w:r>
    </w:p>
    <w:p w:rsidR="007B6A46" w:rsidRDefault="007B6A46" w:rsidP="007B6A46">
      <w:r>
        <w:lastRenderedPageBreak/>
        <w:t>507.2958</w:t>
      </w:r>
      <w:r>
        <w:tab/>
        <w:t>2.025e0</w:t>
      </w:r>
    </w:p>
    <w:p w:rsidR="007B6A46" w:rsidRDefault="007B6A46" w:rsidP="007B6A46">
      <w:r>
        <w:t>507.3438</w:t>
      </w:r>
      <w:r>
        <w:tab/>
        <w:t>2.025e0</w:t>
      </w:r>
    </w:p>
    <w:p w:rsidR="007B6A46" w:rsidRDefault="007B6A46" w:rsidP="007B6A46">
      <w:r>
        <w:t>507.3790</w:t>
      </w:r>
      <w:r>
        <w:tab/>
        <w:t>1.013e0</w:t>
      </w:r>
    </w:p>
    <w:p w:rsidR="007B6A46" w:rsidRDefault="007B6A46" w:rsidP="007B6A46">
      <w:r>
        <w:t>507.4044</w:t>
      </w:r>
      <w:r>
        <w:tab/>
        <w:t>1.013e0</w:t>
      </w:r>
    </w:p>
    <w:p w:rsidR="007B6A46" w:rsidRDefault="007B6A46" w:rsidP="007B6A46">
      <w:r>
        <w:t>507.4222</w:t>
      </w:r>
      <w:r>
        <w:tab/>
        <w:t>1.013e0</w:t>
      </w:r>
    </w:p>
    <w:p w:rsidR="007B6A46" w:rsidRDefault="007B6A46" w:rsidP="007B6A46">
      <w:r>
        <w:t>507.4322</w:t>
      </w:r>
      <w:r>
        <w:tab/>
        <w:t>2.025e0</w:t>
      </w:r>
    </w:p>
    <w:p w:rsidR="007B6A46" w:rsidRDefault="007B6A46" w:rsidP="007B6A46">
      <w:r>
        <w:t>507.4582</w:t>
      </w:r>
      <w:r>
        <w:tab/>
        <w:t>1.013e0</w:t>
      </w:r>
    </w:p>
    <w:p w:rsidR="007B6A46" w:rsidRDefault="007B6A46" w:rsidP="007B6A46">
      <w:r>
        <w:t>507.4846</w:t>
      </w:r>
      <w:r>
        <w:tab/>
        <w:t>1.013e0</w:t>
      </w:r>
    </w:p>
    <w:p w:rsidR="007B6A46" w:rsidRDefault="007B6A46" w:rsidP="007B6A46">
      <w:r>
        <w:t>507.5630</w:t>
      </w:r>
      <w:r>
        <w:tab/>
        <w:t>1.013e0</w:t>
      </w:r>
    </w:p>
    <w:p w:rsidR="007B6A46" w:rsidRDefault="007B6A46" w:rsidP="007B6A46">
      <w:r>
        <w:t>507.6701</w:t>
      </w:r>
      <w:r>
        <w:tab/>
        <w:t>1.013e0</w:t>
      </w:r>
    </w:p>
    <w:p w:rsidR="007B6A46" w:rsidRDefault="007B6A46" w:rsidP="007B6A46">
      <w:r>
        <w:t>507.8540</w:t>
      </w:r>
      <w:r>
        <w:tab/>
        <w:t>1.013e0</w:t>
      </w:r>
    </w:p>
    <w:p w:rsidR="007B6A46" w:rsidRDefault="007B6A46" w:rsidP="007B6A46">
      <w:r>
        <w:t>507.9147</w:t>
      </w:r>
      <w:r>
        <w:tab/>
        <w:t>2.025e0</w:t>
      </w:r>
    </w:p>
    <w:p w:rsidR="007B6A46" w:rsidRDefault="007B6A46" w:rsidP="007B6A46">
      <w:r>
        <w:t>507.9353</w:t>
      </w:r>
      <w:r>
        <w:tab/>
        <w:t>2.025e0</w:t>
      </w:r>
    </w:p>
    <w:p w:rsidR="007B6A46" w:rsidRDefault="007B6A46" w:rsidP="007B6A46">
      <w:r>
        <w:t>507.9557</w:t>
      </w:r>
      <w:r>
        <w:tab/>
        <w:t>2.025e0</w:t>
      </w:r>
    </w:p>
    <w:p w:rsidR="007B6A46" w:rsidRDefault="007B6A46" w:rsidP="007B6A46">
      <w:r>
        <w:t>508.0919</w:t>
      </w:r>
      <w:r>
        <w:tab/>
        <w:t>1.013e0</w:t>
      </w:r>
    </w:p>
    <w:p w:rsidR="007B6A46" w:rsidRDefault="007B6A46" w:rsidP="007B6A46">
      <w:r>
        <w:t>508.0983</w:t>
      </w:r>
      <w:r>
        <w:tab/>
        <w:t>1.013e0</w:t>
      </w:r>
    </w:p>
    <w:p w:rsidR="007B6A46" w:rsidRDefault="007B6A46" w:rsidP="007B6A46">
      <w:r>
        <w:t>508.1440</w:t>
      </w:r>
      <w:r>
        <w:tab/>
        <w:t>1.013e0</w:t>
      </w:r>
    </w:p>
    <w:p w:rsidR="007B6A46" w:rsidRDefault="007B6A46" w:rsidP="007B6A46">
      <w:r>
        <w:t>508.1557</w:t>
      </w:r>
      <w:r>
        <w:tab/>
        <w:t>1.013e0</w:t>
      </w:r>
    </w:p>
    <w:p w:rsidR="007B6A46" w:rsidRDefault="007B6A46" w:rsidP="007B6A46">
      <w:r>
        <w:t>508.1792</w:t>
      </w:r>
      <w:r>
        <w:tab/>
        <w:t>1.013e0</w:t>
      </w:r>
    </w:p>
    <w:p w:rsidR="007B6A46" w:rsidRDefault="007B6A46" w:rsidP="007B6A46">
      <w:r>
        <w:lastRenderedPageBreak/>
        <w:t>508.1977</w:t>
      </w:r>
      <w:r>
        <w:tab/>
        <w:t>1.013e0</w:t>
      </w:r>
    </w:p>
    <w:p w:rsidR="007B6A46" w:rsidRDefault="007B6A46" w:rsidP="007B6A46">
      <w:r>
        <w:t>508.2144</w:t>
      </w:r>
      <w:r>
        <w:tab/>
        <w:t>1.013e0</w:t>
      </w:r>
    </w:p>
    <w:p w:rsidR="007B6A46" w:rsidRDefault="007B6A46" w:rsidP="007B6A46">
      <w:r>
        <w:t>508.2481</w:t>
      </w:r>
      <w:r>
        <w:tab/>
        <w:t>1.013e0</w:t>
      </w:r>
    </w:p>
    <w:p w:rsidR="007B6A46" w:rsidRDefault="007B6A46" w:rsidP="007B6A46">
      <w:r>
        <w:t>508.2761</w:t>
      </w:r>
      <w:r>
        <w:tab/>
        <w:t>1.013e0</w:t>
      </w:r>
    </w:p>
    <w:p w:rsidR="007B6A46" w:rsidRDefault="007B6A46" w:rsidP="007B6A46">
      <w:r>
        <w:t>508.2854</w:t>
      </w:r>
      <w:r>
        <w:tab/>
        <w:t>3.038e0</w:t>
      </w:r>
    </w:p>
    <w:p w:rsidR="007B6A46" w:rsidRDefault="007B6A46" w:rsidP="007B6A46">
      <w:r>
        <w:t>508.2879</w:t>
      </w:r>
      <w:r>
        <w:tab/>
        <w:t>1.013e0</w:t>
      </w:r>
    </w:p>
    <w:p w:rsidR="007B6A46" w:rsidRDefault="007B6A46" w:rsidP="007B6A46">
      <w:r>
        <w:t>508.3122</w:t>
      </w:r>
      <w:r>
        <w:tab/>
        <w:t>1.013e0</w:t>
      </w:r>
    </w:p>
    <w:p w:rsidR="007B6A46" w:rsidRDefault="007B6A46" w:rsidP="007B6A46">
      <w:r>
        <w:t>508.3202</w:t>
      </w:r>
      <w:r>
        <w:tab/>
        <w:t>2.025e0</w:t>
      </w:r>
    </w:p>
    <w:p w:rsidR="007B6A46" w:rsidRDefault="007B6A46" w:rsidP="007B6A46">
      <w:r>
        <w:t>508.3374</w:t>
      </w:r>
      <w:r>
        <w:tab/>
        <w:t>2.025e0</w:t>
      </w:r>
    </w:p>
    <w:p w:rsidR="007B6A46" w:rsidRDefault="007B6A46" w:rsidP="007B6A46">
      <w:r>
        <w:t>508.3474</w:t>
      </w:r>
      <w:r>
        <w:tab/>
        <w:t>1.013e0</w:t>
      </w:r>
    </w:p>
    <w:p w:rsidR="007B6A46" w:rsidRDefault="007B6A46" w:rsidP="007B6A46">
      <w:r>
        <w:t>508.3651</w:t>
      </w:r>
      <w:r>
        <w:tab/>
        <w:t>1.013e0</w:t>
      </w:r>
    </w:p>
    <w:p w:rsidR="007B6A46" w:rsidRDefault="007B6A46" w:rsidP="007B6A46">
      <w:r>
        <w:t>508.3727</w:t>
      </w:r>
      <w:r>
        <w:tab/>
        <w:t>2.025e0</w:t>
      </w:r>
    </w:p>
    <w:p w:rsidR="007B6A46" w:rsidRDefault="007B6A46" w:rsidP="007B6A46">
      <w:r>
        <w:t>508.4444</w:t>
      </w:r>
      <w:r>
        <w:tab/>
        <w:t>2.025e0</w:t>
      </w:r>
    </w:p>
    <w:p w:rsidR="007B6A46" w:rsidRDefault="007B6A46" w:rsidP="007B6A46">
      <w:r>
        <w:t>508.4532</w:t>
      </w:r>
      <w:r>
        <w:tab/>
        <w:t>1.013e0</w:t>
      </w:r>
    </w:p>
    <w:p w:rsidR="007B6A46" w:rsidRDefault="007B6A46" w:rsidP="007B6A46">
      <w:r>
        <w:t>508.4612</w:t>
      </w:r>
      <w:r>
        <w:tab/>
        <w:t>1.013e0</w:t>
      </w:r>
    </w:p>
    <w:p w:rsidR="007B6A46" w:rsidRDefault="007B6A46" w:rsidP="007B6A46">
      <w:r>
        <w:t>508.5755</w:t>
      </w:r>
      <w:r>
        <w:tab/>
        <w:t>2.025e0</w:t>
      </w:r>
    </w:p>
    <w:p w:rsidR="007B6A46" w:rsidRDefault="007B6A46" w:rsidP="007B6A46">
      <w:r>
        <w:t>508.5942</w:t>
      </w:r>
      <w:r>
        <w:tab/>
        <w:t>1.013e0</w:t>
      </w:r>
    </w:p>
    <w:p w:rsidR="007B6A46" w:rsidRDefault="007B6A46" w:rsidP="007B6A46">
      <w:r>
        <w:t>508.6375</w:t>
      </w:r>
      <w:r>
        <w:tab/>
        <w:t>1.013e0</w:t>
      </w:r>
    </w:p>
    <w:p w:rsidR="007B6A46" w:rsidRDefault="007B6A46" w:rsidP="007B6A46">
      <w:r>
        <w:t>508.6551</w:t>
      </w:r>
      <w:r>
        <w:tab/>
        <w:t>1.013e0</w:t>
      </w:r>
    </w:p>
    <w:p w:rsidR="007B6A46" w:rsidRDefault="007B6A46" w:rsidP="007B6A46">
      <w:r>
        <w:lastRenderedPageBreak/>
        <w:t>508.7160</w:t>
      </w:r>
      <w:r>
        <w:tab/>
        <w:t>2.025e0</w:t>
      </w:r>
    </w:p>
    <w:p w:rsidR="007B6A46" w:rsidRDefault="007B6A46" w:rsidP="007B6A46">
      <w:r>
        <w:t>508.7347</w:t>
      </w:r>
      <w:r>
        <w:tab/>
        <w:t>2.025e0</w:t>
      </w:r>
    </w:p>
    <w:p w:rsidR="007B6A46" w:rsidRDefault="007B6A46" w:rsidP="007B6A46">
      <w:r>
        <w:t>508.7970</w:t>
      </w:r>
      <w:r>
        <w:tab/>
        <w:t>1.013e0</w:t>
      </w:r>
    </w:p>
    <w:p w:rsidR="007B6A46" w:rsidRDefault="007B6A46" w:rsidP="007B6A46">
      <w:r>
        <w:t>508.8107</w:t>
      </w:r>
      <w:r>
        <w:tab/>
        <w:t>1.013e0</w:t>
      </w:r>
    </w:p>
    <w:p w:rsidR="007B6A46" w:rsidRDefault="007B6A46" w:rsidP="007B6A46">
      <w:r>
        <w:t>508.8658</w:t>
      </w:r>
      <w:r>
        <w:tab/>
        <w:t>1.013e0</w:t>
      </w:r>
    </w:p>
    <w:p w:rsidR="007B6A46" w:rsidRDefault="007B6A46" w:rsidP="007B6A46">
      <w:r>
        <w:t>508.8863</w:t>
      </w:r>
      <w:r>
        <w:tab/>
        <w:t>2.025e0</w:t>
      </w:r>
    </w:p>
    <w:p w:rsidR="007B6A46" w:rsidRDefault="007B6A46" w:rsidP="007B6A46">
      <w:r>
        <w:t>508.9109</w:t>
      </w:r>
      <w:r>
        <w:tab/>
        <w:t>1.013e0</w:t>
      </w:r>
    </w:p>
    <w:p w:rsidR="007B6A46" w:rsidRDefault="007B6A46" w:rsidP="007B6A46">
      <w:r>
        <w:t>509.0520</w:t>
      </w:r>
      <w:r>
        <w:tab/>
        <w:t>2.025e0</w:t>
      </w:r>
    </w:p>
    <w:p w:rsidR="007B6A46" w:rsidRDefault="007B6A46" w:rsidP="007B6A46">
      <w:r>
        <w:t>509.0532</w:t>
      </w:r>
      <w:r>
        <w:tab/>
        <w:t>2.025e0</w:t>
      </w:r>
    </w:p>
    <w:p w:rsidR="007B6A46" w:rsidRDefault="007B6A46" w:rsidP="007B6A46">
      <w:r>
        <w:t>509.0554</w:t>
      </w:r>
      <w:r>
        <w:tab/>
        <w:t>1.013e0</w:t>
      </w:r>
    </w:p>
    <w:p w:rsidR="007B6A46" w:rsidRDefault="007B6A46" w:rsidP="007B6A46">
      <w:r>
        <w:t>509.1104</w:t>
      </w:r>
      <w:r>
        <w:tab/>
        <w:t>2.025e0</w:t>
      </w:r>
    </w:p>
    <w:p w:rsidR="007B6A46" w:rsidRDefault="007B6A46" w:rsidP="007B6A46">
      <w:r>
        <w:t>509.1142</w:t>
      </w:r>
      <w:r>
        <w:tab/>
        <w:t>2.025e0</w:t>
      </w:r>
    </w:p>
    <w:p w:rsidR="007B6A46" w:rsidRDefault="007B6A46" w:rsidP="007B6A46">
      <w:r>
        <w:t>509.1831</w:t>
      </w:r>
      <w:r>
        <w:tab/>
        <w:t>1.013e0</w:t>
      </w:r>
    </w:p>
    <w:p w:rsidR="007B6A46" w:rsidRDefault="007B6A46" w:rsidP="007B6A46">
      <w:r>
        <w:t>509.1940</w:t>
      </w:r>
      <w:r>
        <w:tab/>
        <w:t>1.013e0</w:t>
      </w:r>
    </w:p>
    <w:p w:rsidR="007B6A46" w:rsidRDefault="007B6A46" w:rsidP="007B6A46">
      <w:r>
        <w:t>509.1960</w:t>
      </w:r>
      <w:r>
        <w:tab/>
        <w:t>2.025e0</w:t>
      </w:r>
    </w:p>
    <w:p w:rsidR="007B6A46" w:rsidRDefault="007B6A46" w:rsidP="007B6A46">
      <w:r>
        <w:t>509.2024</w:t>
      </w:r>
      <w:r>
        <w:tab/>
        <w:t>1.013e0</w:t>
      </w:r>
    </w:p>
    <w:p w:rsidR="007B6A46" w:rsidRDefault="007B6A46" w:rsidP="007B6A46">
      <w:r>
        <w:t>509.2554</w:t>
      </w:r>
      <w:r>
        <w:tab/>
        <w:t>3.038e0</w:t>
      </w:r>
    </w:p>
    <w:p w:rsidR="007B6A46" w:rsidRDefault="007B6A46" w:rsidP="007B6A46">
      <w:r>
        <w:t>509.2813</w:t>
      </w:r>
      <w:r>
        <w:tab/>
        <w:t>2.025e0</w:t>
      </w:r>
    </w:p>
    <w:p w:rsidR="007B6A46" w:rsidRDefault="007B6A46" w:rsidP="007B6A46">
      <w:r>
        <w:t>509.3145</w:t>
      </w:r>
      <w:r>
        <w:tab/>
        <w:t>1.013e0</w:t>
      </w:r>
    </w:p>
    <w:p w:rsidR="007B6A46" w:rsidRDefault="007B6A46" w:rsidP="007B6A46">
      <w:r>
        <w:lastRenderedPageBreak/>
        <w:t>509.3316</w:t>
      </w:r>
      <w:r>
        <w:tab/>
        <w:t>3.038e0</w:t>
      </w:r>
    </w:p>
    <w:p w:rsidR="007B6A46" w:rsidRDefault="007B6A46" w:rsidP="007B6A46">
      <w:r>
        <w:t>509.3852</w:t>
      </w:r>
      <w:r>
        <w:tab/>
        <w:t>2.025e0</w:t>
      </w:r>
    </w:p>
    <w:p w:rsidR="007B6A46" w:rsidRDefault="007B6A46" w:rsidP="007B6A46">
      <w:r>
        <w:t>509.4050</w:t>
      </w:r>
      <w:r>
        <w:tab/>
        <w:t>1.013e0</w:t>
      </w:r>
    </w:p>
    <w:p w:rsidR="007B6A46" w:rsidRDefault="007B6A46" w:rsidP="007B6A46">
      <w:r>
        <w:t>509.4411</w:t>
      </w:r>
      <w:r>
        <w:tab/>
        <w:t>1.013e0</w:t>
      </w:r>
    </w:p>
    <w:p w:rsidR="007B6A46" w:rsidRDefault="007B6A46" w:rsidP="007B6A46">
      <w:r>
        <w:t>509.4467</w:t>
      </w:r>
      <w:r>
        <w:tab/>
        <w:t>1.013e0</w:t>
      </w:r>
    </w:p>
    <w:p w:rsidR="007B6A46" w:rsidRDefault="007B6A46" w:rsidP="007B6A46">
      <w:r>
        <w:t>509.5294</w:t>
      </w:r>
      <w:r>
        <w:tab/>
        <w:t>1.013e0</w:t>
      </w:r>
    </w:p>
    <w:p w:rsidR="007B6A46" w:rsidRDefault="007B6A46" w:rsidP="007B6A46">
      <w:r>
        <w:t>509.5559</w:t>
      </w:r>
      <w:r>
        <w:tab/>
        <w:t>1.013e0</w:t>
      </w:r>
    </w:p>
    <w:p w:rsidR="007B6A46" w:rsidRDefault="007B6A46" w:rsidP="007B6A46">
      <w:r>
        <w:t>509.5648</w:t>
      </w:r>
      <w:r>
        <w:tab/>
        <w:t>1.013e0</w:t>
      </w:r>
    </w:p>
    <w:p w:rsidR="007B6A46" w:rsidRDefault="007B6A46" w:rsidP="007B6A46">
      <w:r>
        <w:t>509.7326</w:t>
      </w:r>
      <w:r>
        <w:tab/>
        <w:t>1.013e0</w:t>
      </w:r>
    </w:p>
    <w:p w:rsidR="007B6A46" w:rsidRDefault="007B6A46" w:rsidP="007B6A46">
      <w:r>
        <w:t>509.7456</w:t>
      </w:r>
      <w:r>
        <w:tab/>
        <w:t>1.013e0</w:t>
      </w:r>
    </w:p>
    <w:p w:rsidR="007B6A46" w:rsidRDefault="007B6A46" w:rsidP="007B6A46">
      <w:r>
        <w:t>509.7823</w:t>
      </w:r>
      <w:r>
        <w:tab/>
        <w:t>2.025e0</w:t>
      </w:r>
    </w:p>
    <w:p w:rsidR="007B6A46" w:rsidRDefault="007B6A46" w:rsidP="007B6A46">
      <w:r>
        <w:t>509.8121</w:t>
      </w:r>
      <w:r>
        <w:tab/>
        <w:t>1.013e0</w:t>
      </w:r>
    </w:p>
    <w:p w:rsidR="007B6A46" w:rsidRDefault="007B6A46" w:rsidP="007B6A46">
      <w:r>
        <w:t>509.8474</w:t>
      </w:r>
      <w:r>
        <w:tab/>
        <w:t>1.013e0</w:t>
      </w:r>
    </w:p>
    <w:p w:rsidR="007B6A46" w:rsidRDefault="007B6A46" w:rsidP="007B6A46">
      <w:r>
        <w:t>509.8589</w:t>
      </w:r>
      <w:r>
        <w:tab/>
        <w:t>1.013e0</w:t>
      </w:r>
    </w:p>
    <w:p w:rsidR="007B6A46" w:rsidRDefault="007B6A46" w:rsidP="007B6A46">
      <w:r>
        <w:t>509.9085</w:t>
      </w:r>
      <w:r>
        <w:tab/>
        <w:t>1.013e0</w:t>
      </w:r>
    </w:p>
    <w:p w:rsidR="007B6A46" w:rsidRDefault="007B6A46" w:rsidP="007B6A46">
      <w:r>
        <w:t>509.9146</w:t>
      </w:r>
      <w:r>
        <w:tab/>
        <w:t>1.013e0</w:t>
      </w:r>
    </w:p>
    <w:p w:rsidR="007B6A46" w:rsidRDefault="007B6A46" w:rsidP="007B6A46">
      <w:r>
        <w:t>509.9534</w:t>
      </w:r>
      <w:r>
        <w:tab/>
        <w:t>1.013e0</w:t>
      </w:r>
    </w:p>
    <w:p w:rsidR="007B6A46" w:rsidRDefault="007B6A46" w:rsidP="007B6A46">
      <w:r>
        <w:t>510.0065</w:t>
      </w:r>
      <w:r>
        <w:tab/>
        <w:t>1.013e0</w:t>
      </w:r>
    </w:p>
    <w:p w:rsidR="007B6A46" w:rsidRDefault="007B6A46" w:rsidP="007B6A46">
      <w:r>
        <w:t>510.0322</w:t>
      </w:r>
      <w:r>
        <w:tab/>
        <w:t>1.013e0</w:t>
      </w:r>
    </w:p>
    <w:p w:rsidR="007B6A46" w:rsidRDefault="007B6A46" w:rsidP="007B6A46">
      <w:r>
        <w:lastRenderedPageBreak/>
        <w:t>510.0828</w:t>
      </w:r>
      <w:r>
        <w:tab/>
        <w:t>2.025e0</w:t>
      </w:r>
    </w:p>
    <w:p w:rsidR="007B6A46" w:rsidRDefault="007B6A46" w:rsidP="007B6A46">
      <w:r>
        <w:t>510.0949</w:t>
      </w:r>
      <w:r>
        <w:tab/>
        <w:t>1.013e0</w:t>
      </w:r>
    </w:p>
    <w:p w:rsidR="007B6A46" w:rsidRDefault="007B6A46" w:rsidP="007B6A46">
      <w:r>
        <w:t>510.1566</w:t>
      </w:r>
      <w:r>
        <w:tab/>
        <w:t>1.013e0</w:t>
      </w:r>
    </w:p>
    <w:p w:rsidR="007B6A46" w:rsidRDefault="007B6A46" w:rsidP="007B6A46">
      <w:r>
        <w:t>510.1833</w:t>
      </w:r>
      <w:r>
        <w:tab/>
        <w:t>1.013e0</w:t>
      </w:r>
    </w:p>
    <w:p w:rsidR="007B6A46" w:rsidRDefault="007B6A46" w:rsidP="007B6A46">
      <w:r>
        <w:t>510.2178</w:t>
      </w:r>
      <w:r>
        <w:tab/>
        <w:t>1.013e0</w:t>
      </w:r>
    </w:p>
    <w:p w:rsidR="007B6A46" w:rsidRDefault="007B6A46" w:rsidP="007B6A46">
      <w:r>
        <w:t>510.2579</w:t>
      </w:r>
      <w:r>
        <w:tab/>
        <w:t>2.025e0</w:t>
      </w:r>
    </w:p>
    <w:p w:rsidR="007B6A46" w:rsidRDefault="007B6A46" w:rsidP="007B6A46">
      <w:r>
        <w:t>510.2629</w:t>
      </w:r>
      <w:r>
        <w:tab/>
        <w:t>1.013e0</w:t>
      </w:r>
    </w:p>
    <w:p w:rsidR="007B6A46" w:rsidRDefault="007B6A46" w:rsidP="007B6A46">
      <w:r>
        <w:t>510.3160</w:t>
      </w:r>
      <w:r>
        <w:tab/>
        <w:t>2.025e0</w:t>
      </w:r>
    </w:p>
    <w:p w:rsidR="007B6A46" w:rsidRDefault="007B6A46" w:rsidP="007B6A46">
      <w:r>
        <w:t>510.3268</w:t>
      </w:r>
      <w:r>
        <w:tab/>
        <w:t>1.013e0</w:t>
      </w:r>
    </w:p>
    <w:p w:rsidR="007B6A46" w:rsidRDefault="007B6A46" w:rsidP="007B6A46">
      <w:r>
        <w:t>510.3774</w:t>
      </w:r>
      <w:r>
        <w:tab/>
        <w:t>2.025e0</w:t>
      </w:r>
    </w:p>
    <w:p w:rsidR="007B6A46" w:rsidRDefault="007B6A46" w:rsidP="007B6A46">
      <w:r>
        <w:t>510.3825</w:t>
      </w:r>
      <w:r>
        <w:tab/>
        <w:t>1.013e0</w:t>
      </w:r>
    </w:p>
    <w:p w:rsidR="007B6A46" w:rsidRDefault="007B6A46" w:rsidP="007B6A46">
      <w:r>
        <w:t>510.4291</w:t>
      </w:r>
      <w:r>
        <w:tab/>
        <w:t>2.025e0</w:t>
      </w:r>
    </w:p>
    <w:p w:rsidR="007B6A46" w:rsidRDefault="007B6A46" w:rsidP="007B6A46">
      <w:r>
        <w:t>510.4542</w:t>
      </w:r>
      <w:r>
        <w:tab/>
        <w:t>2.025e0</w:t>
      </w:r>
    </w:p>
    <w:p w:rsidR="007B6A46" w:rsidRDefault="007B6A46" w:rsidP="007B6A46">
      <w:r>
        <w:t>510.4663</w:t>
      </w:r>
      <w:r>
        <w:tab/>
        <w:t>1.013e0</w:t>
      </w:r>
    </w:p>
    <w:p w:rsidR="007B6A46" w:rsidRDefault="007B6A46" w:rsidP="007B6A46">
      <w:r>
        <w:t>510.5370</w:t>
      </w:r>
      <w:r>
        <w:tab/>
        <w:t>1.013e0</w:t>
      </w:r>
    </w:p>
    <w:p w:rsidR="007B6A46" w:rsidRDefault="007B6A46" w:rsidP="007B6A46">
      <w:r>
        <w:t>510.5539</w:t>
      </w:r>
      <w:r>
        <w:tab/>
        <w:t>1.013e0</w:t>
      </w:r>
    </w:p>
    <w:p w:rsidR="007B6A46" w:rsidRDefault="007B6A46" w:rsidP="007B6A46">
      <w:r>
        <w:t>510.6955</w:t>
      </w:r>
      <w:r>
        <w:tab/>
        <w:t>1.013e0</w:t>
      </w:r>
    </w:p>
    <w:p w:rsidR="007B6A46" w:rsidRDefault="007B6A46" w:rsidP="007B6A46">
      <w:r>
        <w:t>510.7309</w:t>
      </w:r>
      <w:r>
        <w:tab/>
        <w:t>1.013e0</w:t>
      </w:r>
    </w:p>
    <w:p w:rsidR="007B6A46" w:rsidRDefault="007B6A46" w:rsidP="007B6A46">
      <w:r>
        <w:t>510.7494</w:t>
      </w:r>
      <w:r>
        <w:tab/>
        <w:t>1.013e0</w:t>
      </w:r>
    </w:p>
    <w:p w:rsidR="007B6A46" w:rsidRDefault="007B6A46" w:rsidP="007B6A46">
      <w:r>
        <w:lastRenderedPageBreak/>
        <w:t>510.7740</w:t>
      </w:r>
      <w:r>
        <w:tab/>
        <w:t>1.013e0</w:t>
      </w:r>
    </w:p>
    <w:p w:rsidR="007B6A46" w:rsidRDefault="007B6A46" w:rsidP="007B6A46">
      <w:r>
        <w:t>510.8822</w:t>
      </w:r>
      <w:r>
        <w:tab/>
        <w:t>1.013e0</w:t>
      </w:r>
    </w:p>
    <w:p w:rsidR="007B6A46" w:rsidRDefault="007B6A46" w:rsidP="007B6A46">
      <w:r>
        <w:t>510.8871</w:t>
      </w:r>
      <w:r>
        <w:tab/>
        <w:t>1.013e0</w:t>
      </w:r>
    </w:p>
    <w:p w:rsidR="007B6A46" w:rsidRDefault="007B6A46" w:rsidP="007B6A46">
      <w:r>
        <w:t>510.9055</w:t>
      </w:r>
      <w:r>
        <w:tab/>
        <w:t>2.025e0</w:t>
      </w:r>
    </w:p>
    <w:p w:rsidR="007B6A46" w:rsidRDefault="007B6A46" w:rsidP="007B6A46">
      <w:r>
        <w:t>510.9485</w:t>
      </w:r>
      <w:r>
        <w:tab/>
        <w:t>3.038e0</w:t>
      </w:r>
    </w:p>
    <w:p w:rsidR="007B6A46" w:rsidRDefault="007B6A46" w:rsidP="007B6A46">
      <w:r>
        <w:t>511.0150</w:t>
      </w:r>
      <w:r>
        <w:tab/>
        <w:t>1.013e0</w:t>
      </w:r>
    </w:p>
    <w:p w:rsidR="007B6A46" w:rsidRDefault="007B6A46" w:rsidP="007B6A46">
      <w:r>
        <w:t>511.0761</w:t>
      </w:r>
      <w:r>
        <w:tab/>
        <w:t>1.013e0</w:t>
      </w:r>
    </w:p>
    <w:p w:rsidR="007B6A46" w:rsidRDefault="007B6A46" w:rsidP="007B6A46">
      <w:r>
        <w:t>511.0921</w:t>
      </w:r>
      <w:r>
        <w:tab/>
        <w:t>1.013e0</w:t>
      </w:r>
    </w:p>
    <w:p w:rsidR="007B6A46" w:rsidRDefault="007B6A46" w:rsidP="007B6A46">
      <w:r>
        <w:t>511.1559</w:t>
      </w:r>
      <w:r>
        <w:tab/>
        <w:t>1.013e0</w:t>
      </w:r>
    </w:p>
    <w:p w:rsidR="007B6A46" w:rsidRDefault="007B6A46" w:rsidP="007B6A46">
      <w:r>
        <w:t>511.1647</w:t>
      </w:r>
      <w:r>
        <w:tab/>
        <w:t>1.013e0</w:t>
      </w:r>
    </w:p>
    <w:p w:rsidR="007B6A46" w:rsidRDefault="007B6A46" w:rsidP="007B6A46">
      <w:r>
        <w:t>511.1723</w:t>
      </w:r>
      <w:r>
        <w:tab/>
        <w:t>2.025e0</w:t>
      </w:r>
    </w:p>
    <w:p w:rsidR="007B6A46" w:rsidRDefault="007B6A46" w:rsidP="007B6A46">
      <w:r>
        <w:t>511.2533</w:t>
      </w:r>
      <w:r>
        <w:tab/>
        <w:t>1.013e0</w:t>
      </w:r>
    </w:p>
    <w:p w:rsidR="007B6A46" w:rsidRDefault="007B6A46" w:rsidP="007B6A46">
      <w:r>
        <w:t>511.2603</w:t>
      </w:r>
      <w:r>
        <w:tab/>
        <w:t>1.013e0</w:t>
      </w:r>
    </w:p>
    <w:p w:rsidR="007B6A46" w:rsidRDefault="007B6A46" w:rsidP="007B6A46">
      <w:r>
        <w:t>511.2894</w:t>
      </w:r>
      <w:r>
        <w:tab/>
        <w:t>3.038e0</w:t>
      </w:r>
    </w:p>
    <w:p w:rsidR="007B6A46" w:rsidRDefault="007B6A46" w:rsidP="007B6A46">
      <w:r>
        <w:t>511.3338</w:t>
      </w:r>
      <w:r>
        <w:tab/>
        <w:t>1.013e0</w:t>
      </w:r>
    </w:p>
    <w:p w:rsidR="007B6A46" w:rsidRDefault="007B6A46" w:rsidP="007B6A46">
      <w:r>
        <w:t>511.3773</w:t>
      </w:r>
      <w:r>
        <w:tab/>
        <w:t>1.013e0</w:t>
      </w:r>
    </w:p>
    <w:p w:rsidR="007B6A46" w:rsidRDefault="007B6A46" w:rsidP="007B6A46">
      <w:r>
        <w:t>511.4384</w:t>
      </w:r>
      <w:r>
        <w:tab/>
        <w:t>2.025e0</w:t>
      </w:r>
    </w:p>
    <w:p w:rsidR="007B6A46" w:rsidRDefault="007B6A46" w:rsidP="007B6A46">
      <w:r>
        <w:t>511.4670</w:t>
      </w:r>
      <w:r>
        <w:tab/>
        <w:t>3.038e0</w:t>
      </w:r>
    </w:p>
    <w:p w:rsidR="007B6A46" w:rsidRDefault="007B6A46" w:rsidP="007B6A46">
      <w:r>
        <w:t>511.4714</w:t>
      </w:r>
      <w:r>
        <w:tab/>
        <w:t>2.025e0</w:t>
      </w:r>
    </w:p>
    <w:p w:rsidR="007B6A46" w:rsidRDefault="007B6A46" w:rsidP="007B6A46">
      <w:r>
        <w:lastRenderedPageBreak/>
        <w:t>511.4748</w:t>
      </w:r>
      <w:r>
        <w:tab/>
        <w:t>1.013e0</w:t>
      </w:r>
    </w:p>
    <w:p w:rsidR="007B6A46" w:rsidRDefault="007B6A46" w:rsidP="007B6A46">
      <w:r>
        <w:t>511.5226</w:t>
      </w:r>
      <w:r>
        <w:tab/>
        <w:t>1.013e0</w:t>
      </w:r>
    </w:p>
    <w:p w:rsidR="007B6A46" w:rsidRDefault="007B6A46" w:rsidP="007B6A46">
      <w:r>
        <w:t>511.6263</w:t>
      </w:r>
      <w:r>
        <w:tab/>
        <w:t>1.013e0</w:t>
      </w:r>
    </w:p>
    <w:p w:rsidR="007B6A46" w:rsidRDefault="007B6A46" w:rsidP="007B6A46">
      <w:r>
        <w:t>511.6883</w:t>
      </w:r>
      <w:r>
        <w:tab/>
        <w:t>1.013e0</w:t>
      </w:r>
    </w:p>
    <w:p w:rsidR="007B6A46" w:rsidRDefault="007B6A46" w:rsidP="007B6A46">
      <w:r>
        <w:t>511.7592</w:t>
      </w:r>
      <w:r>
        <w:tab/>
        <w:t>1.013e0</w:t>
      </w:r>
    </w:p>
    <w:p w:rsidR="007B6A46" w:rsidRDefault="007B6A46" w:rsidP="007B6A46">
      <w:r>
        <w:t>511.8223</w:t>
      </w:r>
      <w:r>
        <w:tab/>
        <w:t>1.013e0</w:t>
      </w:r>
    </w:p>
    <w:p w:rsidR="007B6A46" w:rsidRDefault="007B6A46" w:rsidP="007B6A46">
      <w:r>
        <w:t>511.8387</w:t>
      </w:r>
      <w:r>
        <w:tab/>
        <w:t>1.013e0</w:t>
      </w:r>
    </w:p>
    <w:p w:rsidR="007B6A46" w:rsidRDefault="007B6A46" w:rsidP="007B6A46">
      <w:r>
        <w:t>511.8568</w:t>
      </w:r>
      <w:r>
        <w:tab/>
        <w:t>2.025e0</w:t>
      </w:r>
    </w:p>
    <w:p w:rsidR="007B6A46" w:rsidRDefault="007B6A46" w:rsidP="007B6A46">
      <w:r>
        <w:t>511.9092</w:t>
      </w:r>
      <w:r>
        <w:tab/>
        <w:t>1.013e0</w:t>
      </w:r>
    </w:p>
    <w:p w:rsidR="007B6A46" w:rsidRDefault="007B6A46" w:rsidP="007B6A46">
      <w:r>
        <w:t>511.9152</w:t>
      </w:r>
      <w:r>
        <w:tab/>
        <w:t>2.025e0</w:t>
      </w:r>
    </w:p>
    <w:p w:rsidR="007B6A46" w:rsidRDefault="007B6A46" w:rsidP="007B6A46">
      <w:r>
        <w:t>511.9296</w:t>
      </w:r>
      <w:r>
        <w:tab/>
        <w:t>2.025e0</w:t>
      </w:r>
    </w:p>
    <w:p w:rsidR="007B6A46" w:rsidRDefault="007B6A46" w:rsidP="007B6A46">
      <w:r>
        <w:t>511.9535</w:t>
      </w:r>
      <w:r>
        <w:tab/>
        <w:t>1.013e0</w:t>
      </w:r>
    </w:p>
    <w:p w:rsidR="007B6A46" w:rsidRDefault="007B6A46" w:rsidP="007B6A46">
      <w:r>
        <w:t>511.9979</w:t>
      </w:r>
      <w:r>
        <w:tab/>
        <w:t>1.013e0</w:t>
      </w:r>
    </w:p>
    <w:p w:rsidR="007B6A46" w:rsidRDefault="007B6A46" w:rsidP="007B6A46">
      <w:r>
        <w:t>512.0430</w:t>
      </w:r>
      <w:r>
        <w:tab/>
        <w:t>1.013e0</w:t>
      </w:r>
    </w:p>
    <w:p w:rsidR="007B6A46" w:rsidRDefault="007B6A46" w:rsidP="007B6A46">
      <w:r>
        <w:t>512.1382</w:t>
      </w:r>
      <w:r>
        <w:tab/>
        <w:t>1.013e0</w:t>
      </w:r>
    </w:p>
    <w:p w:rsidR="007B6A46" w:rsidRDefault="007B6A46" w:rsidP="007B6A46">
      <w:r>
        <w:t>512.1401</w:t>
      </w:r>
      <w:r>
        <w:tab/>
        <w:t>1.013e0</w:t>
      </w:r>
    </w:p>
    <w:p w:rsidR="007B6A46" w:rsidRDefault="007B6A46" w:rsidP="007B6A46">
      <w:r>
        <w:t>512.1995</w:t>
      </w:r>
      <w:r>
        <w:tab/>
        <w:t>2.025e0</w:t>
      </w:r>
    </w:p>
    <w:p w:rsidR="007B6A46" w:rsidRDefault="007B6A46" w:rsidP="007B6A46">
      <w:r>
        <w:t>512.2826</w:t>
      </w:r>
      <w:r>
        <w:tab/>
        <w:t>1.013e0</w:t>
      </w:r>
    </w:p>
    <w:p w:rsidR="007B6A46" w:rsidRDefault="007B6A46" w:rsidP="007B6A46">
      <w:r>
        <w:t>512.2906</w:t>
      </w:r>
      <w:r>
        <w:tab/>
        <w:t>2.025e0</w:t>
      </w:r>
    </w:p>
    <w:p w:rsidR="007B6A46" w:rsidRDefault="007B6A46" w:rsidP="007B6A46">
      <w:r>
        <w:lastRenderedPageBreak/>
        <w:t>512.3110</w:t>
      </w:r>
      <w:r>
        <w:tab/>
        <w:t>5.063e0</w:t>
      </w:r>
    </w:p>
    <w:p w:rsidR="007B6A46" w:rsidRDefault="007B6A46" w:rsidP="007B6A46">
      <w:r>
        <w:t>512.3163</w:t>
      </w:r>
      <w:r>
        <w:tab/>
        <w:t>2.025e0</w:t>
      </w:r>
    </w:p>
    <w:p w:rsidR="007B6A46" w:rsidRDefault="007B6A46" w:rsidP="007B6A46">
      <w:r>
        <w:t>512.3414</w:t>
      </w:r>
      <w:r>
        <w:tab/>
        <w:t>2.025e0</w:t>
      </w:r>
    </w:p>
    <w:p w:rsidR="007B6A46" w:rsidRDefault="007B6A46" w:rsidP="007B6A46">
      <w:r>
        <w:t>512.3453</w:t>
      </w:r>
      <w:r>
        <w:tab/>
        <w:t>1.013e0</w:t>
      </w:r>
    </w:p>
    <w:p w:rsidR="007B6A46" w:rsidRDefault="007B6A46" w:rsidP="007B6A46">
      <w:r>
        <w:t>512.3943</w:t>
      </w:r>
      <w:r>
        <w:tab/>
        <w:t>4.051e0</w:t>
      </w:r>
    </w:p>
    <w:p w:rsidR="007B6A46" w:rsidRDefault="007B6A46" w:rsidP="007B6A46">
      <w:r>
        <w:t>512.4113</w:t>
      </w:r>
      <w:r>
        <w:tab/>
        <w:t>5.063e0</w:t>
      </w:r>
    </w:p>
    <w:p w:rsidR="007B6A46" w:rsidRDefault="007B6A46" w:rsidP="007B6A46">
      <w:r>
        <w:t>512.4177</w:t>
      </w:r>
      <w:r>
        <w:tab/>
        <w:t>5.063e0</w:t>
      </w:r>
    </w:p>
    <w:p w:rsidR="007B6A46" w:rsidRDefault="007B6A46" w:rsidP="007B6A46">
      <w:r>
        <w:t>512.4237</w:t>
      </w:r>
      <w:r>
        <w:tab/>
        <w:t>5.063e0</w:t>
      </w:r>
    </w:p>
    <w:p w:rsidR="007B6A46" w:rsidRDefault="007B6A46" w:rsidP="007B6A46">
      <w:r>
        <w:t>512.4266</w:t>
      </w:r>
      <w:r>
        <w:tab/>
        <w:t>4.051e0</w:t>
      </w:r>
    </w:p>
    <w:p w:rsidR="007B6A46" w:rsidRDefault="007B6A46" w:rsidP="007B6A46">
      <w:r>
        <w:t>512.4679</w:t>
      </w:r>
      <w:r>
        <w:tab/>
        <w:t>2.025e0</w:t>
      </w:r>
    </w:p>
    <w:p w:rsidR="007B6A46" w:rsidRDefault="007B6A46" w:rsidP="007B6A46">
      <w:r>
        <w:t>512.6377</w:t>
      </w:r>
      <w:r>
        <w:tab/>
        <w:t>1.013e0</w:t>
      </w:r>
    </w:p>
    <w:p w:rsidR="007B6A46" w:rsidRDefault="007B6A46" w:rsidP="007B6A46">
      <w:r>
        <w:t>512.6796</w:t>
      </w:r>
      <w:r>
        <w:tab/>
        <w:t>1.013e0</w:t>
      </w:r>
    </w:p>
    <w:p w:rsidR="007B6A46" w:rsidRDefault="007B6A46" w:rsidP="007B6A46">
      <w:r>
        <w:t>512.7446</w:t>
      </w:r>
      <w:r>
        <w:tab/>
        <w:t>2.025e0</w:t>
      </w:r>
    </w:p>
    <w:p w:rsidR="007B6A46" w:rsidRDefault="007B6A46" w:rsidP="007B6A46">
      <w:r>
        <w:t>512.7701</w:t>
      </w:r>
      <w:r>
        <w:tab/>
        <w:t>1.013e0</w:t>
      </w:r>
    </w:p>
    <w:p w:rsidR="007B6A46" w:rsidRDefault="007B6A46" w:rsidP="007B6A46">
      <w:r>
        <w:t>512.8690</w:t>
      </w:r>
      <w:r>
        <w:tab/>
        <w:t>1.013e0</w:t>
      </w:r>
    </w:p>
    <w:p w:rsidR="007B6A46" w:rsidRDefault="007B6A46" w:rsidP="007B6A46">
      <w:r>
        <w:t>512.8721</w:t>
      </w:r>
      <w:r>
        <w:tab/>
        <w:t>2.025e0</w:t>
      </w:r>
    </w:p>
    <w:p w:rsidR="007B6A46" w:rsidRDefault="007B6A46" w:rsidP="007B6A46">
      <w:r>
        <w:t>512.9646</w:t>
      </w:r>
      <w:r>
        <w:tab/>
        <w:t>2.025e0</w:t>
      </w:r>
    </w:p>
    <w:p w:rsidR="007B6A46" w:rsidRDefault="007B6A46" w:rsidP="007B6A46">
      <w:r>
        <w:t>512.9892</w:t>
      </w:r>
      <w:r>
        <w:tab/>
        <w:t>2.025e0</w:t>
      </w:r>
    </w:p>
    <w:p w:rsidR="007B6A46" w:rsidRDefault="007B6A46" w:rsidP="007B6A46">
      <w:r>
        <w:t>513.0100</w:t>
      </w:r>
      <w:r>
        <w:tab/>
        <w:t>1.013e0</w:t>
      </w:r>
    </w:p>
    <w:p w:rsidR="007B6A46" w:rsidRDefault="007B6A46" w:rsidP="007B6A46">
      <w:r>
        <w:lastRenderedPageBreak/>
        <w:t>513.0917</w:t>
      </w:r>
      <w:r>
        <w:tab/>
        <w:t>1.013e0</w:t>
      </w:r>
    </w:p>
    <w:p w:rsidR="007B6A46" w:rsidRDefault="007B6A46" w:rsidP="007B6A46">
      <w:r>
        <w:t>513.1522</w:t>
      </w:r>
      <w:r>
        <w:tab/>
        <w:t>2.025e0</w:t>
      </w:r>
    </w:p>
    <w:p w:rsidR="007B6A46" w:rsidRDefault="007B6A46" w:rsidP="007B6A46">
      <w:r>
        <w:t>513.1575</w:t>
      </w:r>
      <w:r>
        <w:tab/>
        <w:t>2.025e0</w:t>
      </w:r>
    </w:p>
    <w:p w:rsidR="007B6A46" w:rsidRDefault="007B6A46" w:rsidP="007B6A46">
      <w:r>
        <w:t>513.2508</w:t>
      </w:r>
      <w:r>
        <w:tab/>
        <w:t>1.013e0</w:t>
      </w:r>
    </w:p>
    <w:p w:rsidR="007B6A46" w:rsidRDefault="007B6A46" w:rsidP="007B6A46">
      <w:r>
        <w:t>513.2932</w:t>
      </w:r>
      <w:r>
        <w:tab/>
        <w:t>2.025e0</w:t>
      </w:r>
    </w:p>
    <w:p w:rsidR="007B6A46" w:rsidRDefault="007B6A46" w:rsidP="007B6A46">
      <w:r>
        <w:t>513.3033</w:t>
      </w:r>
      <w:r>
        <w:tab/>
        <w:t>1.013e0</w:t>
      </w:r>
    </w:p>
    <w:p w:rsidR="007B6A46" w:rsidRDefault="007B6A46" w:rsidP="007B6A46">
      <w:r>
        <w:t>513.3104</w:t>
      </w:r>
      <w:r>
        <w:tab/>
        <w:t>2.025e0</w:t>
      </w:r>
    </w:p>
    <w:p w:rsidR="007B6A46" w:rsidRDefault="007B6A46" w:rsidP="007B6A46">
      <w:r>
        <w:t>513.3152</w:t>
      </w:r>
      <w:r>
        <w:tab/>
        <w:t>1.013e0</w:t>
      </w:r>
    </w:p>
    <w:p w:rsidR="007B6A46" w:rsidRDefault="007B6A46" w:rsidP="007B6A46">
      <w:r>
        <w:t>513.3308</w:t>
      </w:r>
      <w:r>
        <w:tab/>
        <w:t>1.013e0</w:t>
      </w:r>
    </w:p>
    <w:p w:rsidR="007B6A46" w:rsidRDefault="007B6A46" w:rsidP="007B6A46">
      <w:r>
        <w:t>513.3397</w:t>
      </w:r>
      <w:r>
        <w:tab/>
        <w:t>1.013e0</w:t>
      </w:r>
    </w:p>
    <w:p w:rsidR="007B6A46" w:rsidRDefault="007B6A46" w:rsidP="007B6A46">
      <w:r>
        <w:t>513.3707</w:t>
      </w:r>
      <w:r>
        <w:tab/>
        <w:t>2.025e0</w:t>
      </w:r>
    </w:p>
    <w:p w:rsidR="007B6A46" w:rsidRDefault="007B6A46" w:rsidP="007B6A46">
      <w:r>
        <w:t>513.4023</w:t>
      </w:r>
      <w:r>
        <w:tab/>
        <w:t>3.038e0</w:t>
      </w:r>
    </w:p>
    <w:p w:rsidR="007B6A46" w:rsidRDefault="007B6A46" w:rsidP="007B6A46">
      <w:r>
        <w:t>513.4060</w:t>
      </w:r>
      <w:r>
        <w:tab/>
        <w:t>2.025e0</w:t>
      </w:r>
    </w:p>
    <w:p w:rsidR="007B6A46" w:rsidRDefault="007B6A46" w:rsidP="007B6A46">
      <w:r>
        <w:t>513.4108</w:t>
      </w:r>
      <w:r>
        <w:tab/>
        <w:t>2.025e0</w:t>
      </w:r>
    </w:p>
    <w:p w:rsidR="007B6A46" w:rsidRDefault="007B6A46" w:rsidP="007B6A46">
      <w:r>
        <w:t>513.5176</w:t>
      </w:r>
      <w:r>
        <w:tab/>
        <w:t>1.013e0</w:t>
      </w:r>
    </w:p>
    <w:p w:rsidR="007B6A46" w:rsidRDefault="007B6A46" w:rsidP="007B6A46">
      <w:r>
        <w:t>513.6302</w:t>
      </w:r>
      <w:r>
        <w:tab/>
        <w:t>1.013e0</w:t>
      </w:r>
    </w:p>
    <w:p w:rsidR="007B6A46" w:rsidRDefault="007B6A46" w:rsidP="007B6A46">
      <w:r>
        <w:t>513.7125</w:t>
      </w:r>
      <w:r>
        <w:tab/>
        <w:t>1.013e0</w:t>
      </w:r>
    </w:p>
    <w:p w:rsidR="007B6A46" w:rsidRDefault="007B6A46" w:rsidP="007B6A46">
      <w:r>
        <w:t>513.8361</w:t>
      </w:r>
      <w:r>
        <w:tab/>
        <w:t>1.013e0</w:t>
      </w:r>
    </w:p>
    <w:p w:rsidR="007B6A46" w:rsidRDefault="007B6A46" w:rsidP="007B6A46">
      <w:r>
        <w:t>513.8499</w:t>
      </w:r>
      <w:r>
        <w:tab/>
        <w:t>4.051e0</w:t>
      </w:r>
    </w:p>
    <w:p w:rsidR="007B6A46" w:rsidRDefault="007B6A46" w:rsidP="007B6A46">
      <w:r>
        <w:lastRenderedPageBreak/>
        <w:t>513.8912</w:t>
      </w:r>
      <w:r>
        <w:tab/>
        <w:t>1.013e0</w:t>
      </w:r>
    </w:p>
    <w:p w:rsidR="007B6A46" w:rsidRDefault="007B6A46" w:rsidP="007B6A46">
      <w:r>
        <w:t>513.8980</w:t>
      </w:r>
      <w:r>
        <w:tab/>
        <w:t>2.025e0</w:t>
      </w:r>
    </w:p>
    <w:p w:rsidR="007B6A46" w:rsidRDefault="007B6A46" w:rsidP="007B6A46">
      <w:r>
        <w:t>513.9269</w:t>
      </w:r>
      <w:r>
        <w:tab/>
        <w:t>1.013e0</w:t>
      </w:r>
    </w:p>
    <w:p w:rsidR="007B6A46" w:rsidRDefault="007B6A46" w:rsidP="007B6A46">
      <w:r>
        <w:t>513.9528</w:t>
      </w:r>
      <w:r>
        <w:tab/>
        <w:t>1.013e0</w:t>
      </w:r>
    </w:p>
    <w:p w:rsidR="007B6A46" w:rsidRDefault="007B6A46" w:rsidP="007B6A46">
      <w:r>
        <w:t>514.0255</w:t>
      </w:r>
      <w:r>
        <w:tab/>
        <w:t>1.013e0</w:t>
      </w:r>
    </w:p>
    <w:p w:rsidR="007B6A46" w:rsidRDefault="007B6A46" w:rsidP="007B6A46">
      <w:r>
        <w:t>514.0411</w:t>
      </w:r>
      <w:r>
        <w:tab/>
        <w:t>1.013e0</w:t>
      </w:r>
    </w:p>
    <w:p w:rsidR="007B6A46" w:rsidRDefault="007B6A46" w:rsidP="007B6A46">
      <w:r>
        <w:t>514.0693</w:t>
      </w:r>
      <w:r>
        <w:tab/>
        <w:t>1.013e0</w:t>
      </w:r>
    </w:p>
    <w:p w:rsidR="007B6A46" w:rsidRDefault="007B6A46" w:rsidP="007B6A46">
      <w:r>
        <w:t>514.1227</w:t>
      </w:r>
      <w:r>
        <w:tab/>
        <w:t>1.013e0</w:t>
      </w:r>
    </w:p>
    <w:p w:rsidR="007B6A46" w:rsidRDefault="007B6A46" w:rsidP="007B6A46">
      <w:r>
        <w:t>514.1308</w:t>
      </w:r>
      <w:r>
        <w:tab/>
        <w:t>1.013e0</w:t>
      </w:r>
    </w:p>
    <w:p w:rsidR="007B6A46" w:rsidRDefault="007B6A46" w:rsidP="007B6A46">
      <w:r>
        <w:t>514.1767</w:t>
      </w:r>
      <w:r>
        <w:tab/>
        <w:t>2.025e0</w:t>
      </w:r>
    </w:p>
    <w:p w:rsidR="007B6A46" w:rsidRDefault="007B6A46" w:rsidP="007B6A46">
      <w:r>
        <w:t>514.2053</w:t>
      </w:r>
      <w:r>
        <w:tab/>
        <w:t>2.025e0</w:t>
      </w:r>
    </w:p>
    <w:p w:rsidR="007B6A46" w:rsidRDefault="007B6A46" w:rsidP="007B6A46">
      <w:r>
        <w:t>514.2198</w:t>
      </w:r>
      <w:r>
        <w:tab/>
        <w:t>1.013e0</w:t>
      </w:r>
    </w:p>
    <w:p w:rsidR="007B6A46" w:rsidRDefault="007B6A46" w:rsidP="007B6A46">
      <w:r>
        <w:t>514.2451</w:t>
      </w:r>
      <w:r>
        <w:tab/>
        <w:t>2.025e0</w:t>
      </w:r>
    </w:p>
    <w:p w:rsidR="007B6A46" w:rsidRDefault="007B6A46" w:rsidP="007B6A46">
      <w:r>
        <w:t>514.2646</w:t>
      </w:r>
      <w:r>
        <w:tab/>
        <w:t>1.013e0</w:t>
      </w:r>
    </w:p>
    <w:p w:rsidR="007B6A46" w:rsidRDefault="007B6A46" w:rsidP="007B6A46">
      <w:r>
        <w:t>514.2850</w:t>
      </w:r>
      <w:r>
        <w:tab/>
        <w:t>2.025e0</w:t>
      </w:r>
    </w:p>
    <w:p w:rsidR="007B6A46" w:rsidRDefault="007B6A46" w:rsidP="007B6A46">
      <w:r>
        <w:t>514.2864</w:t>
      </w:r>
      <w:r>
        <w:tab/>
        <w:t>3.844e0</w:t>
      </w:r>
    </w:p>
    <w:p w:rsidR="007B6A46" w:rsidRDefault="007B6A46" w:rsidP="007B6A46">
      <w:r>
        <w:t>514.3008</w:t>
      </w:r>
      <w:r>
        <w:tab/>
        <w:t>1.013e0</w:t>
      </w:r>
    </w:p>
    <w:p w:rsidR="007B6A46" w:rsidRDefault="007B6A46" w:rsidP="007B6A46">
      <w:r>
        <w:t>514.3543</w:t>
      </w:r>
      <w:r>
        <w:tab/>
        <w:t>1.013e0</w:t>
      </w:r>
    </w:p>
    <w:p w:rsidR="007B6A46" w:rsidRDefault="007B6A46" w:rsidP="007B6A46">
      <w:r>
        <w:t>514.3588</w:t>
      </w:r>
      <w:r>
        <w:tab/>
        <w:t>2.025e0</w:t>
      </w:r>
    </w:p>
    <w:p w:rsidR="007B6A46" w:rsidRDefault="007B6A46" w:rsidP="007B6A46">
      <w:r>
        <w:lastRenderedPageBreak/>
        <w:t>514.3988</w:t>
      </w:r>
      <w:r>
        <w:tab/>
        <w:t>1.013e0</w:t>
      </w:r>
    </w:p>
    <w:p w:rsidR="007B6A46" w:rsidRDefault="007B6A46" w:rsidP="007B6A46">
      <w:r>
        <w:t>514.4069</w:t>
      </w:r>
      <w:r>
        <w:tab/>
        <w:t>1.013e0</w:t>
      </w:r>
    </w:p>
    <w:p w:rsidR="007B6A46" w:rsidRDefault="007B6A46" w:rsidP="007B6A46">
      <w:r>
        <w:t>514.4688</w:t>
      </w:r>
      <w:r>
        <w:tab/>
        <w:t>1.013e0</w:t>
      </w:r>
    </w:p>
    <w:p w:rsidR="007B6A46" w:rsidRDefault="007B6A46" w:rsidP="007B6A46">
      <w:r>
        <w:t>514.4901</w:t>
      </w:r>
      <w:r>
        <w:tab/>
        <w:t>1.013e0</w:t>
      </w:r>
    </w:p>
    <w:p w:rsidR="007B6A46" w:rsidRDefault="007B6A46" w:rsidP="007B6A46">
      <w:r>
        <w:t>514.5325</w:t>
      </w:r>
      <w:r>
        <w:tab/>
        <w:t>1.013e0</w:t>
      </w:r>
    </w:p>
    <w:p w:rsidR="007B6A46" w:rsidRDefault="007B6A46" w:rsidP="007B6A46">
      <w:r>
        <w:t>514.5450</w:t>
      </w:r>
      <w:r>
        <w:tab/>
        <w:t>1.013e0</w:t>
      </w:r>
    </w:p>
    <w:p w:rsidR="007B6A46" w:rsidRDefault="007B6A46" w:rsidP="007B6A46">
      <w:r>
        <w:t>514.5503</w:t>
      </w:r>
      <w:r>
        <w:tab/>
        <w:t>1.013e0</w:t>
      </w:r>
    </w:p>
    <w:p w:rsidR="007B6A46" w:rsidRDefault="007B6A46" w:rsidP="007B6A46">
      <w:r>
        <w:t>514.5859</w:t>
      </w:r>
      <w:r>
        <w:tab/>
        <w:t>1.013e0</w:t>
      </w:r>
    </w:p>
    <w:p w:rsidR="007B6A46" w:rsidRDefault="007B6A46" w:rsidP="007B6A46">
      <w:r>
        <w:t>514.6009</w:t>
      </w:r>
      <w:r>
        <w:tab/>
        <w:t>1.013e0</w:t>
      </w:r>
    </w:p>
    <w:p w:rsidR="007B6A46" w:rsidRDefault="007B6A46" w:rsidP="007B6A46">
      <w:r>
        <w:t>514.6562</w:t>
      </w:r>
      <w:r>
        <w:tab/>
        <w:t>1.013e0</w:t>
      </w:r>
    </w:p>
    <w:p w:rsidR="007B6A46" w:rsidRDefault="007B6A46" w:rsidP="007B6A46">
      <w:r>
        <w:t>514.6661</w:t>
      </w:r>
      <w:r>
        <w:tab/>
        <w:t>1.013e0</w:t>
      </w:r>
    </w:p>
    <w:p w:rsidR="007B6A46" w:rsidRDefault="007B6A46" w:rsidP="007B6A46">
      <w:r>
        <w:t>514.7018</w:t>
      </w:r>
      <w:r>
        <w:tab/>
        <w:t>1.013e0</w:t>
      </w:r>
    </w:p>
    <w:p w:rsidR="007B6A46" w:rsidRDefault="007B6A46" w:rsidP="007B6A46">
      <w:r>
        <w:t>514.7107</w:t>
      </w:r>
      <w:r>
        <w:tab/>
        <w:t>1.013e0</w:t>
      </w:r>
    </w:p>
    <w:p w:rsidR="007B6A46" w:rsidRDefault="007B6A46" w:rsidP="007B6A46">
      <w:r>
        <w:t>514.7545</w:t>
      </w:r>
      <w:r>
        <w:tab/>
        <w:t>1.013e0</w:t>
      </w:r>
    </w:p>
    <w:p w:rsidR="007B6A46" w:rsidRDefault="007B6A46" w:rsidP="007B6A46">
      <w:r>
        <w:t>514.8710</w:t>
      </w:r>
      <w:r>
        <w:tab/>
        <w:t>2.025e0</w:t>
      </w:r>
    </w:p>
    <w:p w:rsidR="007B6A46" w:rsidRDefault="007B6A46" w:rsidP="007B6A46">
      <w:r>
        <w:t>514.9774</w:t>
      </w:r>
      <w:r>
        <w:tab/>
        <w:t>1.013e0</w:t>
      </w:r>
    </w:p>
    <w:p w:rsidR="007B6A46" w:rsidRDefault="007B6A46" w:rsidP="007B6A46">
      <w:r>
        <w:t>515.0228</w:t>
      </w:r>
      <w:r>
        <w:tab/>
        <w:t>1.013e0</w:t>
      </w:r>
    </w:p>
    <w:p w:rsidR="007B6A46" w:rsidRDefault="007B6A46" w:rsidP="007B6A46">
      <w:r>
        <w:t>515.0933</w:t>
      </w:r>
      <w:r>
        <w:tab/>
        <w:t>1.013e0</w:t>
      </w:r>
    </w:p>
    <w:p w:rsidR="007B6A46" w:rsidRDefault="007B6A46" w:rsidP="007B6A46">
      <w:r>
        <w:t>515.1741</w:t>
      </w:r>
      <w:r>
        <w:tab/>
        <w:t>3.038e0</w:t>
      </w:r>
    </w:p>
    <w:p w:rsidR="007B6A46" w:rsidRDefault="007B6A46" w:rsidP="007B6A46">
      <w:r>
        <w:lastRenderedPageBreak/>
        <w:t>515.1932</w:t>
      </w:r>
      <w:r>
        <w:tab/>
        <w:t>2.025e0</w:t>
      </w:r>
    </w:p>
    <w:p w:rsidR="007B6A46" w:rsidRDefault="007B6A46" w:rsidP="007B6A46">
      <w:r>
        <w:t>515.2180</w:t>
      </w:r>
      <w:r>
        <w:tab/>
        <w:t>2.025e0</w:t>
      </w:r>
    </w:p>
    <w:p w:rsidR="007B6A46" w:rsidRDefault="007B6A46" w:rsidP="007B6A46">
      <w:r>
        <w:t>515.2717</w:t>
      </w:r>
      <w:r>
        <w:tab/>
        <w:t>2.025e0</w:t>
      </w:r>
    </w:p>
    <w:p w:rsidR="007B6A46" w:rsidRDefault="007B6A46" w:rsidP="007B6A46">
      <w:r>
        <w:t>515.3384</w:t>
      </w:r>
      <w:r>
        <w:tab/>
        <w:t>2.025e0</w:t>
      </w:r>
    </w:p>
    <w:p w:rsidR="007B6A46" w:rsidRDefault="007B6A46" w:rsidP="007B6A46">
      <w:r>
        <w:t>515.3407</w:t>
      </w:r>
      <w:r>
        <w:tab/>
        <w:t>2.025e0</w:t>
      </w:r>
    </w:p>
    <w:p w:rsidR="007B6A46" w:rsidRDefault="007B6A46" w:rsidP="007B6A46">
      <w:r>
        <w:t>515.3476</w:t>
      </w:r>
      <w:r>
        <w:tab/>
        <w:t>1.013e0</w:t>
      </w:r>
    </w:p>
    <w:p w:rsidR="007B6A46" w:rsidRDefault="007B6A46" w:rsidP="007B6A46">
      <w:r>
        <w:t>515.4064</w:t>
      </w:r>
      <w:r>
        <w:tab/>
        <w:t>2.025e0</w:t>
      </w:r>
    </w:p>
    <w:p w:rsidR="007B6A46" w:rsidRDefault="007B6A46" w:rsidP="007B6A46">
      <w:r>
        <w:t>515.4577</w:t>
      </w:r>
      <w:r>
        <w:tab/>
        <w:t>1.013e0</w:t>
      </w:r>
    </w:p>
    <w:p w:rsidR="007B6A46" w:rsidRDefault="007B6A46" w:rsidP="007B6A46">
      <w:r>
        <w:t>515.4605</w:t>
      </w:r>
      <w:r>
        <w:tab/>
        <w:t>1.013e0</w:t>
      </w:r>
    </w:p>
    <w:p w:rsidR="007B6A46" w:rsidRDefault="007B6A46" w:rsidP="007B6A46">
      <w:r>
        <w:t>515.5306</w:t>
      </w:r>
      <w:r>
        <w:tab/>
        <w:t>1.013e0</w:t>
      </w:r>
    </w:p>
    <w:p w:rsidR="007B6A46" w:rsidRDefault="007B6A46" w:rsidP="007B6A46">
      <w:r>
        <w:t>515.5582</w:t>
      </w:r>
      <w:r>
        <w:tab/>
        <w:t>1.013e0</w:t>
      </w:r>
    </w:p>
    <w:p w:rsidR="007B6A46" w:rsidRDefault="007B6A46" w:rsidP="007B6A46">
      <w:r>
        <w:t>515.6198</w:t>
      </w:r>
      <w:r>
        <w:tab/>
        <w:t>1.013e0</w:t>
      </w:r>
    </w:p>
    <w:p w:rsidR="007B6A46" w:rsidRDefault="007B6A46" w:rsidP="007B6A46">
      <w:r>
        <w:t>515.7365</w:t>
      </w:r>
      <w:r>
        <w:tab/>
        <w:t>1.013e0</w:t>
      </w:r>
    </w:p>
    <w:p w:rsidR="007B6A46" w:rsidRDefault="007B6A46" w:rsidP="007B6A46">
      <w:r>
        <w:t>515.7469</w:t>
      </w:r>
      <w:r>
        <w:tab/>
        <w:t>2.025e0</w:t>
      </w:r>
    </w:p>
    <w:p w:rsidR="007B6A46" w:rsidRDefault="007B6A46" w:rsidP="007B6A46">
      <w:r>
        <w:t>515.8669</w:t>
      </w:r>
      <w:r>
        <w:tab/>
        <w:t>1.013e0</w:t>
      </w:r>
    </w:p>
    <w:p w:rsidR="007B6A46" w:rsidRDefault="007B6A46" w:rsidP="007B6A46">
      <w:r>
        <w:t>515.9153</w:t>
      </w:r>
      <w:r>
        <w:tab/>
        <w:t>1.013e0</w:t>
      </w:r>
    </w:p>
    <w:p w:rsidR="007B6A46" w:rsidRDefault="007B6A46" w:rsidP="007B6A46">
      <w:r>
        <w:t>515.9600</w:t>
      </w:r>
      <w:r>
        <w:tab/>
        <w:t>1.013e0</w:t>
      </w:r>
    </w:p>
    <w:p w:rsidR="007B6A46" w:rsidRDefault="007B6A46" w:rsidP="007B6A46">
      <w:r>
        <w:t>515.9626</w:t>
      </w:r>
      <w:r>
        <w:tab/>
        <w:t>2.025e0</w:t>
      </w:r>
    </w:p>
    <w:p w:rsidR="007B6A46" w:rsidRDefault="007B6A46" w:rsidP="007B6A46">
      <w:r>
        <w:t>516.0170</w:t>
      </w:r>
      <w:r>
        <w:tab/>
        <w:t>1.013e0</w:t>
      </w:r>
    </w:p>
    <w:p w:rsidR="007B6A46" w:rsidRDefault="007B6A46" w:rsidP="007B6A46">
      <w:r>
        <w:lastRenderedPageBreak/>
        <w:t>516.0397</w:t>
      </w:r>
      <w:r>
        <w:tab/>
        <w:t>2.025e0</w:t>
      </w:r>
    </w:p>
    <w:p w:rsidR="007B6A46" w:rsidRDefault="007B6A46" w:rsidP="007B6A46">
      <w:r>
        <w:t>516.0843</w:t>
      </w:r>
      <w:r>
        <w:tab/>
        <w:t>1.013e0</w:t>
      </w:r>
    </w:p>
    <w:p w:rsidR="007B6A46" w:rsidRDefault="007B6A46" w:rsidP="007B6A46">
      <w:r>
        <w:t>516.1308</w:t>
      </w:r>
      <w:r>
        <w:tab/>
        <w:t>1.013e0</w:t>
      </w:r>
    </w:p>
    <w:p w:rsidR="007B6A46" w:rsidRDefault="007B6A46" w:rsidP="007B6A46">
      <w:r>
        <w:t>516.1469</w:t>
      </w:r>
      <w:r>
        <w:tab/>
        <w:t>2.025e0</w:t>
      </w:r>
    </w:p>
    <w:p w:rsidR="007B6A46" w:rsidRDefault="007B6A46" w:rsidP="007B6A46">
      <w:r>
        <w:t>516.1916</w:t>
      </w:r>
      <w:r>
        <w:tab/>
        <w:t>5.063e0</w:t>
      </w:r>
    </w:p>
    <w:p w:rsidR="007B6A46" w:rsidRDefault="007B6A46" w:rsidP="007B6A46">
      <w:r>
        <w:t>516.2281</w:t>
      </w:r>
      <w:r>
        <w:tab/>
        <w:t>1.013e0</w:t>
      </w:r>
    </w:p>
    <w:p w:rsidR="007B6A46" w:rsidRDefault="007B6A46" w:rsidP="007B6A46">
      <w:r>
        <w:t>516.3018</w:t>
      </w:r>
      <w:r>
        <w:tab/>
        <w:t>3.038e0</w:t>
      </w:r>
    </w:p>
    <w:p w:rsidR="007B6A46" w:rsidRDefault="007B6A46" w:rsidP="007B6A46">
      <w:r>
        <w:t>516.3217</w:t>
      </w:r>
      <w:r>
        <w:tab/>
        <w:t>3.038e0</w:t>
      </w:r>
    </w:p>
    <w:p w:rsidR="007B6A46" w:rsidRDefault="007B6A46" w:rsidP="007B6A46">
      <w:r>
        <w:t>516.3433</w:t>
      </w:r>
      <w:r>
        <w:tab/>
        <w:t>4.051e0</w:t>
      </w:r>
    </w:p>
    <w:p w:rsidR="007B6A46" w:rsidRDefault="007B6A46" w:rsidP="007B6A46">
      <w:r>
        <w:t>516.3718</w:t>
      </w:r>
      <w:r>
        <w:tab/>
        <w:t>1.013e0</w:t>
      </w:r>
    </w:p>
    <w:p w:rsidR="007B6A46" w:rsidRDefault="007B6A46" w:rsidP="007B6A46">
      <w:r>
        <w:t>516.3801</w:t>
      </w:r>
      <w:r>
        <w:tab/>
        <w:t>1.013e0</w:t>
      </w:r>
    </w:p>
    <w:p w:rsidR="007B6A46" w:rsidRDefault="007B6A46" w:rsidP="007B6A46">
      <w:r>
        <w:t>516.4208</w:t>
      </w:r>
      <w:r>
        <w:tab/>
        <w:t>2.025e0</w:t>
      </w:r>
    </w:p>
    <w:p w:rsidR="007B6A46" w:rsidRDefault="007B6A46" w:rsidP="007B6A46">
      <w:r>
        <w:t>516.4240</w:t>
      </w:r>
      <w:r>
        <w:tab/>
        <w:t>1.013e0</w:t>
      </w:r>
    </w:p>
    <w:p w:rsidR="007B6A46" w:rsidRDefault="007B6A46" w:rsidP="007B6A46">
      <w:r>
        <w:t>516.4454</w:t>
      </w:r>
      <w:r>
        <w:tab/>
        <w:t>1.013e0</w:t>
      </w:r>
    </w:p>
    <w:p w:rsidR="007B6A46" w:rsidRDefault="007B6A46" w:rsidP="007B6A46">
      <w:r>
        <w:t>516.4752</w:t>
      </w:r>
      <w:r>
        <w:tab/>
        <w:t>2.025e0</w:t>
      </w:r>
    </w:p>
    <w:p w:rsidR="007B6A46" w:rsidRDefault="007B6A46" w:rsidP="007B6A46">
      <w:r>
        <w:t>516.6654</w:t>
      </w:r>
      <w:r>
        <w:tab/>
        <w:t>1.013e0</w:t>
      </w:r>
    </w:p>
    <w:p w:rsidR="007B6A46" w:rsidRDefault="007B6A46" w:rsidP="007B6A46">
      <w:r>
        <w:t>516.8452</w:t>
      </w:r>
      <w:r>
        <w:tab/>
        <w:t>2.025e0</w:t>
      </w:r>
    </w:p>
    <w:p w:rsidR="007B6A46" w:rsidRDefault="007B6A46" w:rsidP="007B6A46">
      <w:r>
        <w:t>516.9255</w:t>
      </w:r>
      <w:r>
        <w:tab/>
        <w:t>3.038e0</w:t>
      </w:r>
    </w:p>
    <w:p w:rsidR="007B6A46" w:rsidRDefault="007B6A46" w:rsidP="007B6A46">
      <w:r>
        <w:t>516.9338</w:t>
      </w:r>
      <w:r>
        <w:tab/>
        <w:t>1.013e0</w:t>
      </w:r>
    </w:p>
    <w:p w:rsidR="007B6A46" w:rsidRDefault="007B6A46" w:rsidP="007B6A46">
      <w:r>
        <w:lastRenderedPageBreak/>
        <w:t>516.9973</w:t>
      </w:r>
      <w:r>
        <w:tab/>
        <w:t>1.013e0</w:t>
      </w:r>
    </w:p>
    <w:p w:rsidR="007B6A46" w:rsidRDefault="007B6A46" w:rsidP="007B6A46">
      <w:r>
        <w:t>517.0144</w:t>
      </w:r>
      <w:r>
        <w:tab/>
        <w:t>1.013e0</w:t>
      </w:r>
    </w:p>
    <w:p w:rsidR="007B6A46" w:rsidRDefault="007B6A46" w:rsidP="007B6A46">
      <w:r>
        <w:t>517.0400</w:t>
      </w:r>
      <w:r>
        <w:tab/>
        <w:t>1.013e0</w:t>
      </w:r>
    </w:p>
    <w:p w:rsidR="007B6A46" w:rsidRDefault="007B6A46" w:rsidP="007B6A46">
      <w:r>
        <w:t>517.0945</w:t>
      </w:r>
      <w:r>
        <w:tab/>
        <w:t>1.013e0</w:t>
      </w:r>
    </w:p>
    <w:p w:rsidR="007B6A46" w:rsidRDefault="007B6A46" w:rsidP="007B6A46">
      <w:r>
        <w:t>517.0981</w:t>
      </w:r>
      <w:r>
        <w:tab/>
        <w:t>1.013e0</w:t>
      </w:r>
    </w:p>
    <w:p w:rsidR="007B6A46" w:rsidRDefault="007B6A46" w:rsidP="007B6A46">
      <w:r>
        <w:t>517.1051</w:t>
      </w:r>
      <w:r>
        <w:tab/>
        <w:t>3.038e0</w:t>
      </w:r>
    </w:p>
    <w:p w:rsidR="007B6A46" w:rsidRDefault="007B6A46" w:rsidP="007B6A46">
      <w:r>
        <w:t>517.1257</w:t>
      </w:r>
      <w:r>
        <w:tab/>
        <w:t>2.025e0</w:t>
      </w:r>
    </w:p>
    <w:p w:rsidR="007B6A46" w:rsidRDefault="007B6A46" w:rsidP="007B6A46">
      <w:r>
        <w:t>517.1316</w:t>
      </w:r>
      <w:r>
        <w:tab/>
        <w:t>1.013e0</w:t>
      </w:r>
    </w:p>
    <w:p w:rsidR="007B6A46" w:rsidRDefault="007B6A46" w:rsidP="007B6A46">
      <w:r>
        <w:t>517.1432</w:t>
      </w:r>
      <w:r>
        <w:tab/>
        <w:t>2.025e0</w:t>
      </w:r>
    </w:p>
    <w:p w:rsidR="007B6A46" w:rsidRDefault="007B6A46" w:rsidP="007B6A46">
      <w:r>
        <w:t>517.1720</w:t>
      </w:r>
      <w:r>
        <w:tab/>
        <w:t>2.025e0</w:t>
      </w:r>
    </w:p>
    <w:p w:rsidR="007B6A46" w:rsidRDefault="007B6A46" w:rsidP="007B6A46">
      <w:r>
        <w:t>517.2074</w:t>
      </w:r>
      <w:r>
        <w:tab/>
        <w:t>1.013e0</w:t>
      </w:r>
    </w:p>
    <w:p w:rsidR="007B6A46" w:rsidRDefault="007B6A46" w:rsidP="007B6A46">
      <w:r>
        <w:t>517.2114</w:t>
      </w:r>
      <w:r>
        <w:tab/>
        <w:t>1.013e0</w:t>
      </w:r>
    </w:p>
    <w:p w:rsidR="007B6A46" w:rsidRDefault="007B6A46" w:rsidP="007B6A46">
      <w:r>
        <w:t>517.2376</w:t>
      </w:r>
      <w:r>
        <w:tab/>
        <w:t>2.025e0</w:t>
      </w:r>
    </w:p>
    <w:p w:rsidR="007B6A46" w:rsidRDefault="007B6A46" w:rsidP="007B6A46">
      <w:r>
        <w:t>517.2928</w:t>
      </w:r>
      <w:r>
        <w:tab/>
        <w:t>1.013e0</w:t>
      </w:r>
    </w:p>
    <w:p w:rsidR="007B6A46" w:rsidRDefault="007B6A46" w:rsidP="007B6A46">
      <w:r>
        <w:t>517.3099</w:t>
      </w:r>
      <w:r>
        <w:tab/>
        <w:t>2.025e0</w:t>
      </w:r>
    </w:p>
    <w:p w:rsidR="007B6A46" w:rsidRDefault="007B6A46" w:rsidP="007B6A46">
      <w:r>
        <w:t>517.3377</w:t>
      </w:r>
      <w:r>
        <w:tab/>
        <w:t>3.038e0</w:t>
      </w:r>
    </w:p>
    <w:p w:rsidR="007B6A46" w:rsidRDefault="007B6A46" w:rsidP="007B6A46">
      <w:r>
        <w:t>517.3588</w:t>
      </w:r>
      <w:r>
        <w:tab/>
        <w:t>2.025e0</w:t>
      </w:r>
    </w:p>
    <w:p w:rsidR="007B6A46" w:rsidRDefault="007B6A46" w:rsidP="007B6A46">
      <w:r>
        <w:t>517.3732</w:t>
      </w:r>
      <w:r>
        <w:tab/>
        <w:t>2.025e0</w:t>
      </w:r>
    </w:p>
    <w:p w:rsidR="007B6A46" w:rsidRDefault="007B6A46" w:rsidP="007B6A46">
      <w:r>
        <w:t>517.3879</w:t>
      </w:r>
      <w:r>
        <w:tab/>
        <w:t>2.025e0</w:t>
      </w:r>
    </w:p>
    <w:p w:rsidR="007B6A46" w:rsidRDefault="007B6A46" w:rsidP="007B6A46">
      <w:r>
        <w:lastRenderedPageBreak/>
        <w:t>517.3931</w:t>
      </w:r>
      <w:r>
        <w:tab/>
        <w:t>3.038e0</w:t>
      </w:r>
    </w:p>
    <w:p w:rsidR="007B6A46" w:rsidRDefault="007B6A46" w:rsidP="007B6A46">
      <w:r>
        <w:t>517.4092</w:t>
      </w:r>
      <w:r>
        <w:tab/>
        <w:t>1.013e0</w:t>
      </w:r>
    </w:p>
    <w:p w:rsidR="007B6A46" w:rsidRDefault="007B6A46" w:rsidP="007B6A46">
      <w:r>
        <w:t>517.4308</w:t>
      </w:r>
      <w:r>
        <w:tab/>
        <w:t>1.013e0</w:t>
      </w:r>
    </w:p>
    <w:p w:rsidR="007B6A46" w:rsidRDefault="007B6A46" w:rsidP="007B6A46">
      <w:r>
        <w:t>517.4442</w:t>
      </w:r>
      <w:r>
        <w:tab/>
        <w:t>1.013e0</w:t>
      </w:r>
    </w:p>
    <w:p w:rsidR="007B6A46" w:rsidRDefault="007B6A46" w:rsidP="007B6A46">
      <w:r>
        <w:t>517.4500</w:t>
      </w:r>
      <w:r>
        <w:tab/>
        <w:t>1.013e0</w:t>
      </w:r>
    </w:p>
    <w:p w:rsidR="007B6A46" w:rsidRDefault="007B6A46" w:rsidP="007B6A46">
      <w:r>
        <w:t>517.5388</w:t>
      </w:r>
      <w:r>
        <w:tab/>
        <w:t>2.025e0</w:t>
      </w:r>
    </w:p>
    <w:p w:rsidR="007B6A46" w:rsidRDefault="007B6A46" w:rsidP="007B6A46">
      <w:r>
        <w:t>517.5809</w:t>
      </w:r>
      <w:r>
        <w:tab/>
        <w:t>1.013e0</w:t>
      </w:r>
    </w:p>
    <w:p w:rsidR="007B6A46" w:rsidRDefault="007B6A46" w:rsidP="007B6A46">
      <w:r>
        <w:t>517.6360</w:t>
      </w:r>
      <w:r>
        <w:tab/>
        <w:t>1.013e0</w:t>
      </w:r>
    </w:p>
    <w:p w:rsidR="007B6A46" w:rsidRDefault="007B6A46" w:rsidP="007B6A46">
      <w:r>
        <w:t>517.6690</w:t>
      </w:r>
      <w:r>
        <w:tab/>
        <w:t>1.013e0</w:t>
      </w:r>
    </w:p>
    <w:p w:rsidR="007B6A46" w:rsidRDefault="007B6A46" w:rsidP="007B6A46">
      <w:r>
        <w:t>517.7318</w:t>
      </w:r>
      <w:r>
        <w:tab/>
        <w:t>1.013e0</w:t>
      </w:r>
    </w:p>
    <w:p w:rsidR="007B6A46" w:rsidRDefault="007B6A46" w:rsidP="007B6A46">
      <w:r>
        <w:t>517.8207</w:t>
      </w:r>
      <w:r>
        <w:tab/>
        <w:t>1.013e0</w:t>
      </w:r>
    </w:p>
    <w:p w:rsidR="007B6A46" w:rsidRDefault="007B6A46" w:rsidP="007B6A46">
      <w:r>
        <w:t>517.8226</w:t>
      </w:r>
      <w:r>
        <w:tab/>
        <w:t>1.013e0</w:t>
      </w:r>
    </w:p>
    <w:p w:rsidR="007B6A46" w:rsidRDefault="007B6A46" w:rsidP="007B6A46">
      <w:r>
        <w:t>517.8392</w:t>
      </w:r>
      <w:r>
        <w:tab/>
        <w:t>1.013e0</w:t>
      </w:r>
    </w:p>
    <w:p w:rsidR="007B6A46" w:rsidRDefault="007B6A46" w:rsidP="007B6A46">
      <w:r>
        <w:t>517.8662</w:t>
      </w:r>
      <w:r>
        <w:tab/>
        <w:t>1.013e0</w:t>
      </w:r>
    </w:p>
    <w:p w:rsidR="007B6A46" w:rsidRDefault="007B6A46" w:rsidP="007B6A46">
      <w:r>
        <w:t>517.9102</w:t>
      </w:r>
      <w:r>
        <w:tab/>
        <w:t>2.025e0</w:t>
      </w:r>
    </w:p>
    <w:p w:rsidR="007B6A46" w:rsidRDefault="007B6A46" w:rsidP="007B6A46">
      <w:r>
        <w:t>517.9153</w:t>
      </w:r>
      <w:r>
        <w:tab/>
        <w:t>1.013e0</w:t>
      </w:r>
    </w:p>
    <w:p w:rsidR="007B6A46" w:rsidRDefault="007B6A46" w:rsidP="007B6A46">
      <w:r>
        <w:t>518.0063</w:t>
      </w:r>
      <w:r>
        <w:tab/>
        <w:t>1.013e0</w:t>
      </w:r>
    </w:p>
    <w:p w:rsidR="007B6A46" w:rsidRDefault="007B6A46" w:rsidP="007B6A46">
      <w:r>
        <w:t>518.0098</w:t>
      </w:r>
      <w:r>
        <w:tab/>
        <w:t>1.013e0</w:t>
      </w:r>
    </w:p>
    <w:p w:rsidR="007B6A46" w:rsidRDefault="007B6A46" w:rsidP="007B6A46">
      <w:r>
        <w:t>518.0985</w:t>
      </w:r>
      <w:r>
        <w:tab/>
        <w:t>2.025e0</w:t>
      </w:r>
    </w:p>
    <w:p w:rsidR="007B6A46" w:rsidRDefault="007B6A46" w:rsidP="007B6A46">
      <w:r>
        <w:lastRenderedPageBreak/>
        <w:t>518.1013</w:t>
      </w:r>
      <w:r>
        <w:tab/>
        <w:t>1.013e0</w:t>
      </w:r>
    </w:p>
    <w:p w:rsidR="007B6A46" w:rsidRDefault="007B6A46" w:rsidP="007B6A46">
      <w:r>
        <w:t>518.1442</w:t>
      </w:r>
      <w:r>
        <w:tab/>
        <w:t>1.013e0</w:t>
      </w:r>
    </w:p>
    <w:p w:rsidR="007B6A46" w:rsidRDefault="007B6A46" w:rsidP="007B6A46">
      <w:r>
        <w:t>518.1531</w:t>
      </w:r>
      <w:r>
        <w:tab/>
        <w:t>1.013e0</w:t>
      </w:r>
    </w:p>
    <w:p w:rsidR="007B6A46" w:rsidRDefault="007B6A46" w:rsidP="007B6A46">
      <w:r>
        <w:t>518.1567</w:t>
      </w:r>
      <w:r>
        <w:tab/>
        <w:t>2.025e0</w:t>
      </w:r>
    </w:p>
    <w:p w:rsidR="007B6A46" w:rsidRDefault="007B6A46" w:rsidP="007B6A46">
      <w:r>
        <w:t>518.1882</w:t>
      </w:r>
      <w:r>
        <w:tab/>
        <w:t>1.013e0</w:t>
      </w:r>
    </w:p>
    <w:p w:rsidR="007B6A46" w:rsidRDefault="007B6A46" w:rsidP="007B6A46">
      <w:r>
        <w:t>518.2069</w:t>
      </w:r>
      <w:r>
        <w:tab/>
        <w:t>1.013e0</w:t>
      </w:r>
    </w:p>
    <w:p w:rsidR="007B6A46" w:rsidRDefault="007B6A46" w:rsidP="007B6A46">
      <w:r>
        <w:t>518.2420</w:t>
      </w:r>
      <w:r>
        <w:tab/>
        <w:t>1.013e0</w:t>
      </w:r>
    </w:p>
    <w:p w:rsidR="007B6A46" w:rsidRDefault="007B6A46" w:rsidP="007B6A46">
      <w:r>
        <w:t>518.2607</w:t>
      </w:r>
      <w:r>
        <w:tab/>
        <w:t>1.013e0</w:t>
      </w:r>
    </w:p>
    <w:p w:rsidR="007B6A46" w:rsidRDefault="007B6A46" w:rsidP="007B6A46">
      <w:r>
        <w:t>518.2729</w:t>
      </w:r>
      <w:r>
        <w:tab/>
        <w:t>3.038e0</w:t>
      </w:r>
    </w:p>
    <w:p w:rsidR="007B6A46" w:rsidRDefault="007B6A46" w:rsidP="007B6A46">
      <w:r>
        <w:t>518.2958</w:t>
      </w:r>
      <w:r>
        <w:tab/>
        <w:t>1.013e0</w:t>
      </w:r>
    </w:p>
    <w:p w:rsidR="007B6A46" w:rsidRDefault="007B6A46" w:rsidP="007B6A46">
      <w:r>
        <w:t>518.3411</w:t>
      </w:r>
      <w:r>
        <w:tab/>
        <w:t>1.013e0</w:t>
      </w:r>
    </w:p>
    <w:p w:rsidR="007B6A46" w:rsidRDefault="007B6A46" w:rsidP="007B6A46">
      <w:r>
        <w:t>518.3802</w:t>
      </w:r>
      <w:r>
        <w:tab/>
        <w:t>3.038e0</w:t>
      </w:r>
    </w:p>
    <w:p w:rsidR="007B6A46" w:rsidRDefault="007B6A46" w:rsidP="007B6A46">
      <w:r>
        <w:t>518.3898</w:t>
      </w:r>
      <w:r>
        <w:tab/>
        <w:t>2.025e0</w:t>
      </w:r>
    </w:p>
    <w:p w:rsidR="007B6A46" w:rsidRDefault="007B6A46" w:rsidP="007B6A46">
      <w:r>
        <w:t>518.4312</w:t>
      </w:r>
      <w:r>
        <w:tab/>
        <w:t>1.013e0</w:t>
      </w:r>
    </w:p>
    <w:p w:rsidR="007B6A46" w:rsidRDefault="007B6A46" w:rsidP="007B6A46">
      <w:r>
        <w:t>518.4402</w:t>
      </w:r>
      <w:r>
        <w:tab/>
        <w:t>1.013e0</w:t>
      </w:r>
    </w:p>
    <w:p w:rsidR="007B6A46" w:rsidRDefault="007B6A46" w:rsidP="007B6A46">
      <w:r>
        <w:t>518.4940</w:t>
      </w:r>
      <w:r>
        <w:tab/>
        <w:t>1.013e0</w:t>
      </w:r>
    </w:p>
    <w:p w:rsidR="007B6A46" w:rsidRDefault="007B6A46" w:rsidP="007B6A46">
      <w:r>
        <w:t>518.7095</w:t>
      </w:r>
      <w:r>
        <w:tab/>
        <w:t>1.013e0</w:t>
      </w:r>
    </w:p>
    <w:p w:rsidR="007B6A46" w:rsidRDefault="007B6A46" w:rsidP="007B6A46">
      <w:r>
        <w:t>518.7195</w:t>
      </w:r>
      <w:r>
        <w:tab/>
        <w:t>2.025e0</w:t>
      </w:r>
    </w:p>
    <w:p w:rsidR="007B6A46" w:rsidRDefault="007B6A46" w:rsidP="007B6A46">
      <w:r>
        <w:t>518.7806</w:t>
      </w:r>
      <w:r>
        <w:tab/>
        <w:t>4.051e0</w:t>
      </w:r>
    </w:p>
    <w:p w:rsidR="007B6A46" w:rsidRDefault="007B6A46" w:rsidP="007B6A46">
      <w:r>
        <w:lastRenderedPageBreak/>
        <w:t>518.7904</w:t>
      </w:r>
      <w:r>
        <w:tab/>
        <w:t>1.013e0</w:t>
      </w:r>
    </w:p>
    <w:p w:rsidR="007B6A46" w:rsidRDefault="007B6A46" w:rsidP="007B6A46">
      <w:r>
        <w:t>518.8882</w:t>
      </w:r>
      <w:r>
        <w:tab/>
        <w:t>1.013e0</w:t>
      </w:r>
    </w:p>
    <w:p w:rsidR="007B6A46" w:rsidRDefault="007B6A46" w:rsidP="007B6A46">
      <w:r>
        <w:t>518.9011</w:t>
      </w:r>
      <w:r>
        <w:tab/>
        <w:t>1.013e0</w:t>
      </w:r>
    </w:p>
    <w:p w:rsidR="007B6A46" w:rsidRDefault="007B6A46" w:rsidP="007B6A46">
      <w:r>
        <w:t>518.9241</w:t>
      </w:r>
      <w:r>
        <w:tab/>
        <w:t>1.013e0</w:t>
      </w:r>
    </w:p>
    <w:p w:rsidR="007B6A46" w:rsidRDefault="007B6A46" w:rsidP="007B6A46">
      <w:r>
        <w:t>518.9745</w:t>
      </w:r>
      <w:r>
        <w:tab/>
        <w:t>1.013e0</w:t>
      </w:r>
    </w:p>
    <w:p w:rsidR="007B6A46" w:rsidRDefault="007B6A46" w:rsidP="007B6A46">
      <w:r>
        <w:t>518.9879</w:t>
      </w:r>
      <w:r>
        <w:tab/>
        <w:t>1.013e0</w:t>
      </w:r>
    </w:p>
    <w:p w:rsidR="007B6A46" w:rsidRDefault="007B6A46" w:rsidP="007B6A46">
      <w:r>
        <w:t>519.0229</w:t>
      </w:r>
      <w:r>
        <w:tab/>
        <w:t>1.013e0</w:t>
      </w:r>
    </w:p>
    <w:p w:rsidR="007B6A46" w:rsidRDefault="007B6A46" w:rsidP="007B6A46">
      <w:r>
        <w:t>519.0319</w:t>
      </w:r>
      <w:r>
        <w:tab/>
        <w:t>1.013e0</w:t>
      </w:r>
    </w:p>
    <w:p w:rsidR="007B6A46" w:rsidRDefault="007B6A46" w:rsidP="007B6A46">
      <w:r>
        <w:t>519.0847</w:t>
      </w:r>
      <w:r>
        <w:tab/>
        <w:t>1.013e0</w:t>
      </w:r>
    </w:p>
    <w:p w:rsidR="007B6A46" w:rsidRDefault="007B6A46" w:rsidP="007B6A46">
      <w:r>
        <w:t>519.0986</w:t>
      </w:r>
      <w:r>
        <w:tab/>
        <w:t>2.025e0</w:t>
      </w:r>
    </w:p>
    <w:p w:rsidR="007B6A46" w:rsidRDefault="007B6A46" w:rsidP="007B6A46">
      <w:r>
        <w:t>519.1487</w:t>
      </w:r>
      <w:r>
        <w:tab/>
        <w:t>1.013e0</w:t>
      </w:r>
    </w:p>
    <w:p w:rsidR="007B6A46" w:rsidRDefault="007B6A46" w:rsidP="007B6A46">
      <w:r>
        <w:t>519.1613</w:t>
      </w:r>
      <w:r>
        <w:tab/>
        <w:t>1.013e0</w:t>
      </w:r>
    </w:p>
    <w:p w:rsidR="007B6A46" w:rsidRDefault="007B6A46" w:rsidP="007B6A46">
      <w:r>
        <w:t>519.2339</w:t>
      </w:r>
      <w:r>
        <w:tab/>
        <w:t>1.013e0</w:t>
      </w:r>
    </w:p>
    <w:p w:rsidR="007B6A46" w:rsidRDefault="007B6A46" w:rsidP="007B6A46">
      <w:r>
        <w:t>519.2574</w:t>
      </w:r>
      <w:r>
        <w:tab/>
        <w:t>1.013e0</w:t>
      </w:r>
    </w:p>
    <w:p w:rsidR="007B6A46" w:rsidRDefault="007B6A46" w:rsidP="007B6A46">
      <w:r>
        <w:t>519.3023</w:t>
      </w:r>
      <w:r>
        <w:tab/>
        <w:t>1.013e0</w:t>
      </w:r>
    </w:p>
    <w:p w:rsidR="007B6A46" w:rsidRDefault="007B6A46" w:rsidP="007B6A46">
      <w:r>
        <w:t>519.3073</w:t>
      </w:r>
      <w:r>
        <w:tab/>
        <w:t>1.013e0</w:t>
      </w:r>
    </w:p>
    <w:p w:rsidR="007B6A46" w:rsidRDefault="007B6A46" w:rsidP="007B6A46">
      <w:r>
        <w:t>519.3255</w:t>
      </w:r>
      <w:r>
        <w:tab/>
        <w:t>2.025e0</w:t>
      </w:r>
    </w:p>
    <w:p w:rsidR="007B6A46" w:rsidRDefault="007B6A46" w:rsidP="007B6A46">
      <w:r>
        <w:t>519.3375</w:t>
      </w:r>
      <w:r>
        <w:tab/>
        <w:t>2.025e0</w:t>
      </w:r>
    </w:p>
    <w:p w:rsidR="007B6A46" w:rsidRDefault="007B6A46" w:rsidP="007B6A46">
      <w:r>
        <w:t>519.3473</w:t>
      </w:r>
      <w:r>
        <w:tab/>
        <w:t>2.025e0</w:t>
      </w:r>
    </w:p>
    <w:p w:rsidR="007B6A46" w:rsidRDefault="007B6A46" w:rsidP="007B6A46">
      <w:r>
        <w:lastRenderedPageBreak/>
        <w:t>519.4030</w:t>
      </w:r>
      <w:r>
        <w:tab/>
        <w:t>1.013e0</w:t>
      </w:r>
    </w:p>
    <w:p w:rsidR="007B6A46" w:rsidRDefault="007B6A46" w:rsidP="007B6A46">
      <w:r>
        <w:t>519.4214</w:t>
      </w:r>
      <w:r>
        <w:tab/>
        <w:t>1.013e0</w:t>
      </w:r>
    </w:p>
    <w:p w:rsidR="007B6A46" w:rsidRDefault="007B6A46" w:rsidP="007B6A46">
      <w:r>
        <w:t>519.4390</w:t>
      </w:r>
      <w:r>
        <w:tab/>
        <w:t>1.013e0</w:t>
      </w:r>
    </w:p>
    <w:p w:rsidR="007B6A46" w:rsidRDefault="007B6A46" w:rsidP="007B6A46">
      <w:r>
        <w:t>519.4461</w:t>
      </w:r>
      <w:r>
        <w:tab/>
        <w:t>1.013e0</w:t>
      </w:r>
    </w:p>
    <w:p w:rsidR="007B6A46" w:rsidRDefault="007B6A46" w:rsidP="007B6A46">
      <w:r>
        <w:t>519.4723</w:t>
      </w:r>
      <w:r>
        <w:tab/>
        <w:t>1.013e0</w:t>
      </w:r>
    </w:p>
    <w:p w:rsidR="007B6A46" w:rsidRDefault="007B6A46" w:rsidP="007B6A46">
      <w:r>
        <w:t>519.4867</w:t>
      </w:r>
      <w:r>
        <w:tab/>
        <w:t>2.025e0</w:t>
      </w:r>
    </w:p>
    <w:p w:rsidR="007B6A46" w:rsidRDefault="007B6A46" w:rsidP="007B6A46">
      <w:r>
        <w:t>519.5191</w:t>
      </w:r>
      <w:r>
        <w:tab/>
        <w:t>2.025e0</w:t>
      </w:r>
    </w:p>
    <w:p w:rsidR="007B6A46" w:rsidRDefault="007B6A46" w:rsidP="007B6A46">
      <w:r>
        <w:t>519.5540</w:t>
      </w:r>
      <w:r>
        <w:tab/>
        <w:t>1.013e0</w:t>
      </w:r>
    </w:p>
    <w:p w:rsidR="007B6A46" w:rsidRDefault="007B6A46" w:rsidP="007B6A46">
      <w:r>
        <w:t>519.6051</w:t>
      </w:r>
      <w:r>
        <w:tab/>
        <w:t>1.013e0</w:t>
      </w:r>
    </w:p>
    <w:p w:rsidR="007B6A46" w:rsidRDefault="007B6A46" w:rsidP="007B6A46">
      <w:r>
        <w:t>519.7149</w:t>
      </w:r>
      <w:r>
        <w:tab/>
        <w:t>1.013e0</w:t>
      </w:r>
    </w:p>
    <w:p w:rsidR="007B6A46" w:rsidRDefault="007B6A46" w:rsidP="007B6A46">
      <w:r>
        <w:t>519.7698</w:t>
      </w:r>
      <w:r>
        <w:tab/>
        <w:t>1.013e0</w:t>
      </w:r>
    </w:p>
    <w:p w:rsidR="007B6A46" w:rsidRDefault="007B6A46" w:rsidP="007B6A46">
      <w:r>
        <w:t>519.8320</w:t>
      </w:r>
      <w:r>
        <w:tab/>
        <w:t>1.013e0</w:t>
      </w:r>
    </w:p>
    <w:p w:rsidR="007B6A46" w:rsidRDefault="007B6A46" w:rsidP="007B6A46">
      <w:r>
        <w:t>519.9040</w:t>
      </w:r>
      <w:r>
        <w:tab/>
        <w:t>1.013e0</w:t>
      </w:r>
    </w:p>
    <w:p w:rsidR="007B6A46" w:rsidRDefault="007B6A46" w:rsidP="007B6A46">
      <w:r>
        <w:t>519.9138</w:t>
      </w:r>
      <w:r>
        <w:tab/>
        <w:t>1.013e0</w:t>
      </w:r>
    </w:p>
    <w:p w:rsidR="007B6A46" w:rsidRDefault="007B6A46" w:rsidP="007B6A46">
      <w:r>
        <w:t>519.9205</w:t>
      </w:r>
      <w:r>
        <w:tab/>
        <w:t>1.013e0</w:t>
      </w:r>
    </w:p>
    <w:p w:rsidR="007B6A46" w:rsidRDefault="007B6A46" w:rsidP="007B6A46">
      <w:r>
        <w:t>520.0038</w:t>
      </w:r>
      <w:r>
        <w:tab/>
        <w:t>1.013e0</w:t>
      </w:r>
    </w:p>
    <w:p w:rsidR="007B6A46" w:rsidRDefault="007B6A46" w:rsidP="007B6A46">
      <w:r>
        <w:t>520.0154</w:t>
      </w:r>
      <w:r>
        <w:tab/>
        <w:t>1.013e0</w:t>
      </w:r>
    </w:p>
    <w:p w:rsidR="007B6A46" w:rsidRDefault="007B6A46" w:rsidP="007B6A46">
      <w:r>
        <w:t>520.1028</w:t>
      </w:r>
      <w:r>
        <w:tab/>
        <w:t>1.013e0</w:t>
      </w:r>
    </w:p>
    <w:p w:rsidR="007B6A46" w:rsidRDefault="007B6A46" w:rsidP="007B6A46">
      <w:r>
        <w:t>520.1141</w:t>
      </w:r>
      <w:r>
        <w:tab/>
        <w:t>2.025e0</w:t>
      </w:r>
    </w:p>
    <w:p w:rsidR="007B6A46" w:rsidRDefault="007B6A46" w:rsidP="007B6A46">
      <w:r>
        <w:lastRenderedPageBreak/>
        <w:t>520.1396</w:t>
      </w:r>
      <w:r>
        <w:tab/>
        <w:t>2.025e0</w:t>
      </w:r>
    </w:p>
    <w:p w:rsidR="007B6A46" w:rsidRDefault="007B6A46" w:rsidP="007B6A46">
      <w:r>
        <w:t>520.1440</w:t>
      </w:r>
      <w:r>
        <w:tab/>
        <w:t>1.013e0</w:t>
      </w:r>
    </w:p>
    <w:p w:rsidR="007B6A46" w:rsidRDefault="007B6A46" w:rsidP="007B6A46">
      <w:r>
        <w:t>520.1927</w:t>
      </w:r>
      <w:r>
        <w:tab/>
        <w:t>1.013e0</w:t>
      </w:r>
    </w:p>
    <w:p w:rsidR="007B6A46" w:rsidRDefault="007B6A46" w:rsidP="007B6A46">
      <w:r>
        <w:t>520.2169</w:t>
      </w:r>
      <w:r>
        <w:tab/>
        <w:t>2.025e0</w:t>
      </w:r>
    </w:p>
    <w:p w:rsidR="007B6A46" w:rsidRDefault="007B6A46" w:rsidP="007B6A46">
      <w:r>
        <w:t>520.3043</w:t>
      </w:r>
      <w:r>
        <w:tab/>
        <w:t>3.038e0</w:t>
      </w:r>
    </w:p>
    <w:p w:rsidR="007B6A46" w:rsidRDefault="007B6A46" w:rsidP="007B6A46">
      <w:r>
        <w:t>520.3101</w:t>
      </w:r>
      <w:r>
        <w:tab/>
        <w:t>4.051e0</w:t>
      </w:r>
    </w:p>
    <w:p w:rsidR="007B6A46" w:rsidRDefault="007B6A46" w:rsidP="007B6A46">
      <w:r>
        <w:t>520.3116</w:t>
      </w:r>
      <w:r>
        <w:tab/>
        <w:t>1.013e0</w:t>
      </w:r>
    </w:p>
    <w:p w:rsidR="007B6A46" w:rsidRDefault="007B6A46" w:rsidP="007B6A46">
      <w:r>
        <w:t>520.3390</w:t>
      </w:r>
      <w:r>
        <w:tab/>
        <w:t>5.063e0</w:t>
      </w:r>
    </w:p>
    <w:p w:rsidR="007B6A46" w:rsidRDefault="007B6A46" w:rsidP="007B6A46">
      <w:r>
        <w:t>520.3540</w:t>
      </w:r>
      <w:r>
        <w:tab/>
        <w:t>1.013e0</w:t>
      </w:r>
    </w:p>
    <w:p w:rsidR="007B6A46" w:rsidRDefault="007B6A46" w:rsidP="007B6A46">
      <w:r>
        <w:t>520.3638</w:t>
      </w:r>
      <w:r>
        <w:tab/>
        <w:t>2.025e0</w:t>
      </w:r>
    </w:p>
    <w:p w:rsidR="007B6A46" w:rsidRDefault="007B6A46" w:rsidP="007B6A46">
      <w:r>
        <w:t>520.4042</w:t>
      </w:r>
      <w:r>
        <w:tab/>
        <w:t>1.013e0</w:t>
      </w:r>
    </w:p>
    <w:p w:rsidR="007B6A46" w:rsidRDefault="007B6A46" w:rsidP="007B6A46">
      <w:r>
        <w:t>520.4931</w:t>
      </w:r>
      <w:r>
        <w:tab/>
        <w:t>2.025e0</w:t>
      </w:r>
    </w:p>
    <w:p w:rsidR="007B6A46" w:rsidRDefault="007B6A46" w:rsidP="007B6A46">
      <w:r>
        <w:t>520.4961</w:t>
      </w:r>
      <w:r>
        <w:tab/>
        <w:t>1.013e0</w:t>
      </w:r>
    </w:p>
    <w:p w:rsidR="007B6A46" w:rsidRDefault="007B6A46" w:rsidP="007B6A46">
      <w:r>
        <w:t>520.5329</w:t>
      </w:r>
      <w:r>
        <w:tab/>
        <w:t>1.013e0</w:t>
      </w:r>
    </w:p>
    <w:p w:rsidR="007B6A46" w:rsidRDefault="007B6A46" w:rsidP="007B6A46">
      <w:r>
        <w:t>520.5726</w:t>
      </w:r>
      <w:r>
        <w:tab/>
        <w:t>1.013e0</w:t>
      </w:r>
    </w:p>
    <w:p w:rsidR="007B6A46" w:rsidRDefault="007B6A46" w:rsidP="007B6A46">
      <w:r>
        <w:t>520.5800</w:t>
      </w:r>
      <w:r>
        <w:tab/>
        <w:t>1.013e0</w:t>
      </w:r>
    </w:p>
    <w:p w:rsidR="007B6A46" w:rsidRDefault="007B6A46" w:rsidP="007B6A46">
      <w:r>
        <w:t>520.6270</w:t>
      </w:r>
      <w:r>
        <w:tab/>
        <w:t>1.013e0</w:t>
      </w:r>
    </w:p>
    <w:p w:rsidR="007B6A46" w:rsidRDefault="007B6A46" w:rsidP="007B6A46">
      <w:r>
        <w:t>520.7004</w:t>
      </w:r>
      <w:r>
        <w:tab/>
        <w:t>1.013e0</w:t>
      </w:r>
    </w:p>
    <w:p w:rsidR="007B6A46" w:rsidRDefault="007B6A46" w:rsidP="007B6A46">
      <w:r>
        <w:t>520.8224</w:t>
      </w:r>
      <w:r>
        <w:tab/>
        <w:t>1.013e0</w:t>
      </w:r>
    </w:p>
    <w:p w:rsidR="007B6A46" w:rsidRDefault="007B6A46" w:rsidP="007B6A46">
      <w:r>
        <w:lastRenderedPageBreak/>
        <w:t>520.8765</w:t>
      </w:r>
      <w:r>
        <w:tab/>
        <w:t>1.013e0</w:t>
      </w:r>
    </w:p>
    <w:p w:rsidR="007B6A46" w:rsidRDefault="007B6A46" w:rsidP="007B6A46">
      <w:r>
        <w:t>520.8851</w:t>
      </w:r>
      <w:r>
        <w:tab/>
        <w:t>1.013e0</w:t>
      </w:r>
    </w:p>
    <w:p w:rsidR="007B6A46" w:rsidRDefault="007B6A46" w:rsidP="007B6A46">
      <w:r>
        <w:t>520.9222</w:t>
      </w:r>
      <w:r>
        <w:tab/>
        <w:t>2.025e0</w:t>
      </w:r>
    </w:p>
    <w:p w:rsidR="007B6A46" w:rsidRDefault="007B6A46" w:rsidP="007B6A46">
      <w:r>
        <w:t>520.9240</w:t>
      </w:r>
      <w:r>
        <w:tab/>
        <w:t>1.013e0</w:t>
      </w:r>
    </w:p>
    <w:p w:rsidR="007B6A46" w:rsidRDefault="007B6A46" w:rsidP="007B6A46">
      <w:r>
        <w:t>520.9314</w:t>
      </w:r>
      <w:r>
        <w:tab/>
        <w:t>1.013e0</w:t>
      </w:r>
    </w:p>
    <w:p w:rsidR="007B6A46" w:rsidRDefault="007B6A46" w:rsidP="007B6A46">
      <w:r>
        <w:t>521.1387</w:t>
      </w:r>
      <w:r>
        <w:tab/>
        <w:t>2.025e0</w:t>
      </w:r>
    </w:p>
    <w:p w:rsidR="007B6A46" w:rsidRDefault="007B6A46" w:rsidP="007B6A46">
      <w:r>
        <w:t>521.1694</w:t>
      </w:r>
      <w:r>
        <w:tab/>
        <w:t>2.025e0</w:t>
      </w:r>
    </w:p>
    <w:p w:rsidR="007B6A46" w:rsidRDefault="007B6A46" w:rsidP="007B6A46">
      <w:r>
        <w:t>521.2141</w:t>
      </w:r>
      <w:r>
        <w:tab/>
        <w:t>2.025e0</w:t>
      </w:r>
    </w:p>
    <w:p w:rsidR="007B6A46" w:rsidRDefault="007B6A46" w:rsidP="007B6A46">
      <w:r>
        <w:t>521.2479</w:t>
      </w:r>
      <w:r>
        <w:tab/>
        <w:t>2.025e0</w:t>
      </w:r>
    </w:p>
    <w:p w:rsidR="007B6A46" w:rsidRDefault="007B6A46" w:rsidP="007B6A46">
      <w:r>
        <w:t>521.2795</w:t>
      </w:r>
      <w:r>
        <w:tab/>
        <w:t>3.038e0</w:t>
      </w:r>
    </w:p>
    <w:p w:rsidR="007B6A46" w:rsidRDefault="007B6A46" w:rsidP="007B6A46">
      <w:r>
        <w:t>521.3011</w:t>
      </w:r>
      <w:r>
        <w:tab/>
        <w:t>4.051e0</w:t>
      </w:r>
    </w:p>
    <w:p w:rsidR="007B6A46" w:rsidRDefault="007B6A46" w:rsidP="007B6A46">
      <w:r>
        <w:t>521.3071</w:t>
      </w:r>
      <w:r>
        <w:tab/>
        <w:t>3.413e0</w:t>
      </w:r>
    </w:p>
    <w:p w:rsidR="007B6A46" w:rsidRDefault="007B6A46" w:rsidP="007B6A46">
      <w:r>
        <w:t>521.3224</w:t>
      </w:r>
      <w:r>
        <w:tab/>
        <w:t>2.025e0</w:t>
      </w:r>
    </w:p>
    <w:p w:rsidR="007B6A46" w:rsidRDefault="007B6A46" w:rsidP="007B6A46">
      <w:r>
        <w:t>521.3246</w:t>
      </w:r>
      <w:r>
        <w:tab/>
        <w:t>2.025e0</w:t>
      </w:r>
    </w:p>
    <w:p w:rsidR="007B6A46" w:rsidRDefault="007B6A46" w:rsidP="007B6A46">
      <w:r>
        <w:t>521.3599</w:t>
      </w:r>
      <w:r>
        <w:tab/>
        <w:t>2.025e0</w:t>
      </w:r>
    </w:p>
    <w:p w:rsidR="007B6A46" w:rsidRDefault="007B6A46" w:rsidP="007B6A46">
      <w:r>
        <w:t>521.7161</w:t>
      </w:r>
      <w:r>
        <w:tab/>
        <w:t>1.013e0</w:t>
      </w:r>
    </w:p>
    <w:p w:rsidR="007B6A46" w:rsidRDefault="007B6A46" w:rsidP="007B6A46">
      <w:r>
        <w:t>521.8055</w:t>
      </w:r>
      <w:r>
        <w:tab/>
        <w:t>1.013e0</w:t>
      </w:r>
    </w:p>
    <w:p w:rsidR="007B6A46" w:rsidRDefault="007B6A46" w:rsidP="007B6A46">
      <w:r>
        <w:t>521.8425</w:t>
      </w:r>
      <w:r>
        <w:tab/>
        <w:t>1.013e0</w:t>
      </w:r>
    </w:p>
    <w:p w:rsidR="007B6A46" w:rsidRDefault="007B6A46" w:rsidP="007B6A46">
      <w:r>
        <w:t>521.9689</w:t>
      </w:r>
      <w:r>
        <w:tab/>
        <w:t>1.013e0</w:t>
      </w:r>
    </w:p>
    <w:p w:rsidR="007B6A46" w:rsidRDefault="007B6A46" w:rsidP="007B6A46">
      <w:r>
        <w:lastRenderedPageBreak/>
        <w:t>522.0231</w:t>
      </w:r>
      <w:r>
        <w:tab/>
        <w:t>1.013e0</w:t>
      </w:r>
    </w:p>
    <w:p w:rsidR="007B6A46" w:rsidRDefault="007B6A46" w:rsidP="007B6A46">
      <w:r>
        <w:t>522.0540</w:t>
      </w:r>
      <w:r>
        <w:tab/>
        <w:t>2.025e0</w:t>
      </w:r>
    </w:p>
    <w:p w:rsidR="007B6A46" w:rsidRDefault="007B6A46" w:rsidP="007B6A46">
      <w:r>
        <w:t>522.1134</w:t>
      </w:r>
      <w:r>
        <w:tab/>
        <w:t>1.013e0</w:t>
      </w:r>
    </w:p>
    <w:p w:rsidR="007B6A46" w:rsidRDefault="007B6A46" w:rsidP="007B6A46">
      <w:r>
        <w:t>522.1315</w:t>
      </w:r>
      <w:r>
        <w:tab/>
        <w:t>1.013e0</w:t>
      </w:r>
    </w:p>
    <w:p w:rsidR="007B6A46" w:rsidRDefault="007B6A46" w:rsidP="007B6A46">
      <w:r>
        <w:t>522.1495</w:t>
      </w:r>
      <w:r>
        <w:tab/>
        <w:t>2.025e0</w:t>
      </w:r>
    </w:p>
    <w:p w:rsidR="007B6A46" w:rsidRDefault="007B6A46" w:rsidP="007B6A46">
      <w:r>
        <w:t>522.1769</w:t>
      </w:r>
      <w:r>
        <w:tab/>
        <w:t>2.025e0</w:t>
      </w:r>
    </w:p>
    <w:p w:rsidR="007B6A46" w:rsidRDefault="007B6A46" w:rsidP="007B6A46">
      <w:r>
        <w:t>522.1853</w:t>
      </w:r>
      <w:r>
        <w:tab/>
        <w:t>1.013e0</w:t>
      </w:r>
    </w:p>
    <w:p w:rsidR="007B6A46" w:rsidRDefault="007B6A46" w:rsidP="007B6A46">
      <w:r>
        <w:t>522.2120</w:t>
      </w:r>
      <w:r>
        <w:tab/>
        <w:t>1.013e0</w:t>
      </w:r>
    </w:p>
    <w:p w:rsidR="007B6A46" w:rsidRDefault="007B6A46" w:rsidP="007B6A46">
      <w:r>
        <w:t>522.2424</w:t>
      </w:r>
      <w:r>
        <w:tab/>
        <w:t>2.025e0</w:t>
      </w:r>
    </w:p>
    <w:p w:rsidR="007B6A46" w:rsidRDefault="007B6A46" w:rsidP="007B6A46">
      <w:r>
        <w:t>522.2491</w:t>
      </w:r>
      <w:r>
        <w:tab/>
        <w:t>5.063e0</w:t>
      </w:r>
    </w:p>
    <w:p w:rsidR="007B6A46" w:rsidRDefault="007B6A46" w:rsidP="007B6A46">
      <w:r>
        <w:t>522.3033</w:t>
      </w:r>
      <w:r>
        <w:tab/>
        <w:t>1.856e0</w:t>
      </w:r>
    </w:p>
    <w:p w:rsidR="007B6A46" w:rsidRDefault="007B6A46" w:rsidP="007B6A46">
      <w:r>
        <w:t>522.3120</w:t>
      </w:r>
      <w:r>
        <w:tab/>
        <w:t>3.038e0</w:t>
      </w:r>
    </w:p>
    <w:p w:rsidR="007B6A46" w:rsidRDefault="007B6A46" w:rsidP="007B6A46">
      <w:r>
        <w:t>522.3280</w:t>
      </w:r>
      <w:r>
        <w:tab/>
        <w:t>2.375e0</w:t>
      </w:r>
    </w:p>
    <w:p w:rsidR="007B6A46" w:rsidRDefault="007B6A46" w:rsidP="007B6A46">
      <w:r>
        <w:t>522.3514</w:t>
      </w:r>
      <w:r>
        <w:tab/>
        <w:t>2.025e0</w:t>
      </w:r>
    </w:p>
    <w:p w:rsidR="007B6A46" w:rsidRDefault="007B6A46" w:rsidP="007B6A46">
      <w:r>
        <w:t>522.3664</w:t>
      </w:r>
      <w:r>
        <w:tab/>
        <w:t>1.013e0</w:t>
      </w:r>
    </w:p>
    <w:p w:rsidR="007B6A46" w:rsidRDefault="007B6A46" w:rsidP="007B6A46">
      <w:r>
        <w:t>522.3746</w:t>
      </w:r>
      <w:r>
        <w:tab/>
        <w:t>1.013e0</w:t>
      </w:r>
    </w:p>
    <w:p w:rsidR="007B6A46" w:rsidRDefault="007B6A46" w:rsidP="007B6A46">
      <w:r>
        <w:t>522.4063</w:t>
      </w:r>
      <w:r>
        <w:tab/>
        <w:t>2.025e0</w:t>
      </w:r>
    </w:p>
    <w:p w:rsidR="007B6A46" w:rsidRDefault="007B6A46" w:rsidP="007B6A46">
      <w:r>
        <w:t>522.4437</w:t>
      </w:r>
      <w:r>
        <w:tab/>
        <w:t>1.013e0</w:t>
      </w:r>
    </w:p>
    <w:p w:rsidR="007B6A46" w:rsidRDefault="007B6A46" w:rsidP="007B6A46">
      <w:r>
        <w:t>522.5923</w:t>
      </w:r>
      <w:r>
        <w:tab/>
        <w:t>2.025e0</w:t>
      </w:r>
    </w:p>
    <w:p w:rsidR="007B6A46" w:rsidRDefault="007B6A46" w:rsidP="007B6A46">
      <w:r>
        <w:lastRenderedPageBreak/>
        <w:t>522.6016</w:t>
      </w:r>
      <w:r>
        <w:tab/>
        <w:t>6.076e0</w:t>
      </w:r>
    </w:p>
    <w:p w:rsidR="007B6A46" w:rsidRDefault="007B6A46" w:rsidP="007B6A46">
      <w:r>
        <w:t>522.6107</w:t>
      </w:r>
      <w:r>
        <w:tab/>
        <w:t>2.025e0</w:t>
      </w:r>
    </w:p>
    <w:p w:rsidR="007B6A46" w:rsidRDefault="007B6A46" w:rsidP="007B6A46">
      <w:r>
        <w:t>522.6270</w:t>
      </w:r>
      <w:r>
        <w:tab/>
        <w:t>2.025e0</w:t>
      </w:r>
    </w:p>
    <w:p w:rsidR="007B6A46" w:rsidRDefault="007B6A46" w:rsidP="007B6A46">
      <w:r>
        <w:t>522.6673</w:t>
      </w:r>
      <w:r>
        <w:tab/>
        <w:t>1.013e0</w:t>
      </w:r>
    </w:p>
    <w:p w:rsidR="007B6A46" w:rsidRDefault="007B6A46" w:rsidP="007B6A46">
      <w:r>
        <w:t>522.6737</w:t>
      </w:r>
      <w:r>
        <w:tab/>
        <w:t>1.013e0</w:t>
      </w:r>
    </w:p>
    <w:p w:rsidR="007B6A46" w:rsidRDefault="007B6A46" w:rsidP="007B6A46">
      <w:r>
        <w:t>522.7551</w:t>
      </w:r>
      <w:r>
        <w:tab/>
        <w:t>1.013e0</w:t>
      </w:r>
    </w:p>
    <w:p w:rsidR="007B6A46" w:rsidRDefault="007B6A46" w:rsidP="007B6A46">
      <w:r>
        <w:t>522.7951</w:t>
      </w:r>
      <w:r>
        <w:tab/>
        <w:t>1.013e0</w:t>
      </w:r>
    </w:p>
    <w:p w:rsidR="007B6A46" w:rsidRDefault="007B6A46" w:rsidP="007B6A46">
      <w:r>
        <w:t>522.8718</w:t>
      </w:r>
      <w:r>
        <w:tab/>
        <w:t>1.013e0</w:t>
      </w:r>
    </w:p>
    <w:p w:rsidR="007B6A46" w:rsidRDefault="007B6A46" w:rsidP="007B6A46">
      <w:r>
        <w:t>522.9352</w:t>
      </w:r>
      <w:r>
        <w:tab/>
        <w:t>2.025e0</w:t>
      </w:r>
    </w:p>
    <w:p w:rsidR="007B6A46" w:rsidRDefault="007B6A46" w:rsidP="007B6A46">
      <w:r>
        <w:t>522.9590</w:t>
      </w:r>
      <w:r>
        <w:tab/>
        <w:t>2.025e0</w:t>
      </w:r>
    </w:p>
    <w:p w:rsidR="007B6A46" w:rsidRDefault="007B6A46" w:rsidP="007B6A46">
      <w:r>
        <w:t>522.9826</w:t>
      </w:r>
      <w:r>
        <w:tab/>
        <w:t>1.013e0</w:t>
      </w:r>
    </w:p>
    <w:p w:rsidR="007B6A46" w:rsidRDefault="007B6A46" w:rsidP="007B6A46">
      <w:r>
        <w:t>523.0352</w:t>
      </w:r>
      <w:r>
        <w:tab/>
        <w:t>1.013e0</w:t>
      </w:r>
    </w:p>
    <w:p w:rsidR="007B6A46" w:rsidRDefault="007B6A46" w:rsidP="007B6A46">
      <w:r>
        <w:t>523.1298</w:t>
      </w:r>
      <w:r>
        <w:tab/>
        <w:t>1.013e0</w:t>
      </w:r>
    </w:p>
    <w:p w:rsidR="007B6A46" w:rsidRDefault="007B6A46" w:rsidP="007B6A46">
      <w:r>
        <w:t>523.1333</w:t>
      </w:r>
      <w:r>
        <w:tab/>
        <w:t>2.025e0</w:t>
      </w:r>
    </w:p>
    <w:p w:rsidR="007B6A46" w:rsidRDefault="007B6A46" w:rsidP="007B6A46">
      <w:r>
        <w:t>523.1350</w:t>
      </w:r>
      <w:r>
        <w:tab/>
        <w:t>1.013e0</w:t>
      </w:r>
    </w:p>
    <w:p w:rsidR="007B6A46" w:rsidRDefault="007B6A46" w:rsidP="007B6A46">
      <w:r>
        <w:t>523.1893</w:t>
      </w:r>
      <w:r>
        <w:tab/>
        <w:t>1.013e0</w:t>
      </w:r>
    </w:p>
    <w:p w:rsidR="007B6A46" w:rsidRDefault="007B6A46" w:rsidP="007B6A46">
      <w:r>
        <w:t>523.2156</w:t>
      </w:r>
      <w:r>
        <w:tab/>
        <w:t>1.013e0</w:t>
      </w:r>
    </w:p>
    <w:p w:rsidR="007B6A46" w:rsidRDefault="007B6A46" w:rsidP="007B6A46">
      <w:r>
        <w:t>523.2524</w:t>
      </w:r>
      <w:r>
        <w:tab/>
        <w:t>3.038e0</w:t>
      </w:r>
    </w:p>
    <w:p w:rsidR="007B6A46" w:rsidRDefault="007B6A46" w:rsidP="007B6A46">
      <w:r>
        <w:t>523.2999</w:t>
      </w:r>
      <w:r>
        <w:tab/>
        <w:t>2.025e0</w:t>
      </w:r>
    </w:p>
    <w:p w:rsidR="007B6A46" w:rsidRDefault="007B6A46" w:rsidP="007B6A46">
      <w:r>
        <w:lastRenderedPageBreak/>
        <w:t>523.3162</w:t>
      </w:r>
      <w:r>
        <w:tab/>
        <w:t>1.013e0</w:t>
      </w:r>
    </w:p>
    <w:p w:rsidR="007B6A46" w:rsidRDefault="007B6A46" w:rsidP="007B6A46">
      <w:r>
        <w:t>523.3251</w:t>
      </w:r>
      <w:r>
        <w:tab/>
        <w:t>1.013e0</w:t>
      </w:r>
    </w:p>
    <w:p w:rsidR="007B6A46" w:rsidRDefault="007B6A46" w:rsidP="007B6A46">
      <w:r>
        <w:t>523.3432</w:t>
      </w:r>
      <w:r>
        <w:tab/>
        <w:t>1.013e0</w:t>
      </w:r>
    </w:p>
    <w:p w:rsidR="007B6A46" w:rsidRDefault="007B6A46" w:rsidP="007B6A46">
      <w:r>
        <w:t>523.3785</w:t>
      </w:r>
      <w:r>
        <w:tab/>
        <w:t>1.013e0</w:t>
      </w:r>
    </w:p>
    <w:p w:rsidR="007B6A46" w:rsidRDefault="007B6A46" w:rsidP="007B6A46">
      <w:r>
        <w:t>523.4156</w:t>
      </w:r>
      <w:r>
        <w:tab/>
        <w:t>2.025e0</w:t>
      </w:r>
    </w:p>
    <w:p w:rsidR="007B6A46" w:rsidRDefault="007B6A46" w:rsidP="007B6A46">
      <w:r>
        <w:t>523.4177</w:t>
      </w:r>
      <w:r>
        <w:tab/>
        <w:t>2.025e0</w:t>
      </w:r>
    </w:p>
    <w:p w:rsidR="007B6A46" w:rsidRDefault="007B6A46" w:rsidP="007B6A46">
      <w:r>
        <w:t>523.4628</w:t>
      </w:r>
      <w:r>
        <w:tab/>
        <w:t>1.013e0</w:t>
      </w:r>
    </w:p>
    <w:p w:rsidR="007B6A46" w:rsidRDefault="007B6A46" w:rsidP="007B6A46">
      <w:r>
        <w:t>523.5242</w:t>
      </w:r>
      <w:r>
        <w:tab/>
        <w:t>1.013e0</w:t>
      </w:r>
    </w:p>
    <w:p w:rsidR="007B6A46" w:rsidRDefault="007B6A46" w:rsidP="007B6A46">
      <w:r>
        <w:t>523.5407</w:t>
      </w:r>
      <w:r>
        <w:tab/>
        <w:t>2.025e0</w:t>
      </w:r>
    </w:p>
    <w:p w:rsidR="007B6A46" w:rsidRDefault="007B6A46" w:rsidP="007B6A46">
      <w:r>
        <w:t>523.5923</w:t>
      </w:r>
      <w:r>
        <w:tab/>
        <w:t>1.013e0</w:t>
      </w:r>
    </w:p>
    <w:p w:rsidR="007B6A46" w:rsidRDefault="007B6A46" w:rsidP="007B6A46">
      <w:r>
        <w:t>523.7136</w:t>
      </w:r>
      <w:r>
        <w:tab/>
        <w:t>1.013e0</w:t>
      </w:r>
    </w:p>
    <w:p w:rsidR="007B6A46" w:rsidRDefault="007B6A46" w:rsidP="007B6A46">
      <w:r>
        <w:t>523.7234</w:t>
      </w:r>
      <w:r>
        <w:tab/>
        <w:t>2.025e0</w:t>
      </w:r>
    </w:p>
    <w:p w:rsidR="007B6A46" w:rsidRDefault="007B6A46" w:rsidP="007B6A46">
      <w:r>
        <w:t>523.7605</w:t>
      </w:r>
      <w:r>
        <w:tab/>
        <w:t>1.013e0</w:t>
      </w:r>
    </w:p>
    <w:p w:rsidR="007B6A46" w:rsidRDefault="007B6A46" w:rsidP="007B6A46">
      <w:r>
        <w:t>523.8131</w:t>
      </w:r>
      <w:r>
        <w:tab/>
        <w:t>1.013e0</w:t>
      </w:r>
    </w:p>
    <w:p w:rsidR="007B6A46" w:rsidRDefault="007B6A46" w:rsidP="007B6A46">
      <w:r>
        <w:t>523.8594</w:t>
      </w:r>
      <w:r>
        <w:tab/>
        <w:t>1.013e0</w:t>
      </w:r>
    </w:p>
    <w:p w:rsidR="007B6A46" w:rsidRDefault="007B6A46" w:rsidP="007B6A46">
      <w:r>
        <w:t>523.9319</w:t>
      </w:r>
      <w:r>
        <w:tab/>
        <w:t>1.013e0</w:t>
      </w:r>
    </w:p>
    <w:p w:rsidR="007B6A46" w:rsidRDefault="007B6A46" w:rsidP="007B6A46">
      <w:r>
        <w:t>523.9438</w:t>
      </w:r>
      <w:r>
        <w:tab/>
        <w:t>1.013e0</w:t>
      </w:r>
    </w:p>
    <w:p w:rsidR="007B6A46" w:rsidRDefault="007B6A46" w:rsidP="007B6A46">
      <w:r>
        <w:t>523.9630</w:t>
      </w:r>
      <w:r>
        <w:tab/>
        <w:t>1.013e0</w:t>
      </w:r>
    </w:p>
    <w:p w:rsidR="007B6A46" w:rsidRDefault="007B6A46" w:rsidP="007B6A46">
      <w:r>
        <w:t>523.9999</w:t>
      </w:r>
      <w:r>
        <w:tab/>
        <w:t>2.025e0</w:t>
      </w:r>
    </w:p>
    <w:p w:rsidR="007B6A46" w:rsidRDefault="007B6A46" w:rsidP="007B6A46">
      <w:r>
        <w:lastRenderedPageBreak/>
        <w:t>524.0258</w:t>
      </w:r>
      <w:r>
        <w:tab/>
        <w:t>2.025e0</w:t>
      </w:r>
    </w:p>
    <w:p w:rsidR="007B6A46" w:rsidRDefault="007B6A46" w:rsidP="007B6A46">
      <w:r>
        <w:t>524.1979</w:t>
      </w:r>
      <w:r>
        <w:tab/>
        <w:t>2.025e0</w:t>
      </w:r>
    </w:p>
    <w:p w:rsidR="007B6A46" w:rsidRDefault="007B6A46" w:rsidP="007B6A46">
      <w:r>
        <w:t>524.2223</w:t>
      </w:r>
      <w:r>
        <w:tab/>
        <w:t>1.013e0</w:t>
      </w:r>
    </w:p>
    <w:p w:rsidR="007B6A46" w:rsidRDefault="007B6A46" w:rsidP="007B6A46">
      <w:r>
        <w:t>524.2736</w:t>
      </w:r>
      <w:r>
        <w:tab/>
        <w:t>2.025e0</w:t>
      </w:r>
    </w:p>
    <w:p w:rsidR="007B6A46" w:rsidRDefault="007B6A46" w:rsidP="007B6A46">
      <w:r>
        <w:t>524.3193</w:t>
      </w:r>
      <w:r>
        <w:tab/>
        <w:t>2.025e0</w:t>
      </w:r>
    </w:p>
    <w:p w:rsidR="007B6A46" w:rsidRDefault="007B6A46" w:rsidP="007B6A46">
      <w:r>
        <w:t>524.3719</w:t>
      </w:r>
      <w:r>
        <w:tab/>
        <w:t>2.025e0</w:t>
      </w:r>
    </w:p>
    <w:p w:rsidR="007B6A46" w:rsidRDefault="007B6A46" w:rsidP="007B6A46">
      <w:r>
        <w:t>524.3761</w:t>
      </w:r>
      <w:r>
        <w:tab/>
        <w:t>1.013e0</w:t>
      </w:r>
    </w:p>
    <w:p w:rsidR="007B6A46" w:rsidRDefault="007B6A46" w:rsidP="007B6A46">
      <w:r>
        <w:t>524.3814</w:t>
      </w:r>
      <w:r>
        <w:tab/>
        <w:t>2.025e0</w:t>
      </w:r>
    </w:p>
    <w:p w:rsidR="007B6A46" w:rsidRDefault="007B6A46" w:rsidP="007B6A46">
      <w:r>
        <w:t>524.4112</w:t>
      </w:r>
      <w:r>
        <w:tab/>
        <w:t>5.063e0</w:t>
      </w:r>
    </w:p>
    <w:p w:rsidR="007B6A46" w:rsidRDefault="007B6A46" w:rsidP="007B6A46">
      <w:r>
        <w:t>524.4141</w:t>
      </w:r>
      <w:r>
        <w:tab/>
        <w:t>2.025e0</w:t>
      </w:r>
    </w:p>
    <w:p w:rsidR="007B6A46" w:rsidRDefault="007B6A46" w:rsidP="007B6A46">
      <w:r>
        <w:t>524.4290</w:t>
      </w:r>
      <w:r>
        <w:tab/>
        <w:t>2.025e0</w:t>
      </w:r>
    </w:p>
    <w:p w:rsidR="007B6A46" w:rsidRDefault="007B6A46" w:rsidP="007B6A46">
      <w:r>
        <w:t>524.4807</w:t>
      </w:r>
      <w:r>
        <w:tab/>
        <w:t>1.013e0</w:t>
      </w:r>
    </w:p>
    <w:p w:rsidR="007B6A46" w:rsidRDefault="007B6A46" w:rsidP="007B6A46">
      <w:r>
        <w:t>524.5905</w:t>
      </w:r>
      <w:r>
        <w:tab/>
        <w:t>2.025e0</w:t>
      </w:r>
    </w:p>
    <w:p w:rsidR="007B6A46" w:rsidRDefault="007B6A46" w:rsidP="007B6A46">
      <w:r>
        <w:t>524.5930</w:t>
      </w:r>
      <w:r>
        <w:tab/>
        <w:t>1.013e0</w:t>
      </w:r>
    </w:p>
    <w:p w:rsidR="007B6A46" w:rsidRDefault="007B6A46" w:rsidP="007B6A46">
      <w:r>
        <w:t>524.7662</w:t>
      </w:r>
      <w:r>
        <w:tab/>
        <w:t>1.013e0</w:t>
      </w:r>
    </w:p>
    <w:p w:rsidR="007B6A46" w:rsidRDefault="007B6A46" w:rsidP="007B6A46">
      <w:r>
        <w:t>524.7752</w:t>
      </w:r>
      <w:r>
        <w:tab/>
        <w:t>2.025e0</w:t>
      </w:r>
    </w:p>
    <w:p w:rsidR="007B6A46" w:rsidRDefault="007B6A46" w:rsidP="007B6A46">
      <w:r>
        <w:t>524.7835</w:t>
      </w:r>
      <w:r>
        <w:tab/>
        <w:t>1.013e0</w:t>
      </w:r>
    </w:p>
    <w:p w:rsidR="007B6A46" w:rsidRDefault="007B6A46" w:rsidP="007B6A46">
      <w:r>
        <w:t>524.8389</w:t>
      </w:r>
      <w:r>
        <w:tab/>
        <w:t>2.025e0</w:t>
      </w:r>
    </w:p>
    <w:p w:rsidR="007B6A46" w:rsidRDefault="007B6A46" w:rsidP="007B6A46">
      <w:r>
        <w:t>524.8550</w:t>
      </w:r>
      <w:r>
        <w:tab/>
        <w:t>2.025e0</w:t>
      </w:r>
    </w:p>
    <w:p w:rsidR="007B6A46" w:rsidRDefault="007B6A46" w:rsidP="007B6A46">
      <w:r>
        <w:lastRenderedPageBreak/>
        <w:t>524.8698</w:t>
      </w:r>
      <w:r>
        <w:tab/>
        <w:t>2.025e0</w:t>
      </w:r>
    </w:p>
    <w:p w:rsidR="007B6A46" w:rsidRDefault="007B6A46" w:rsidP="007B6A46">
      <w:r>
        <w:t>524.8842</w:t>
      </w:r>
      <w:r>
        <w:tab/>
        <w:t>1.013e0</w:t>
      </w:r>
    </w:p>
    <w:p w:rsidR="007B6A46" w:rsidRDefault="007B6A46" w:rsidP="007B6A46">
      <w:r>
        <w:t>524.9196</w:t>
      </w:r>
      <w:r>
        <w:tab/>
        <w:t>1.013e0</w:t>
      </w:r>
    </w:p>
    <w:p w:rsidR="007B6A46" w:rsidRDefault="007B6A46" w:rsidP="007B6A46">
      <w:r>
        <w:t>524.9477</w:t>
      </w:r>
      <w:r>
        <w:tab/>
        <w:t>1.013e0</w:t>
      </w:r>
    </w:p>
    <w:p w:rsidR="007B6A46" w:rsidRDefault="007B6A46" w:rsidP="007B6A46">
      <w:r>
        <w:t>524.9616</w:t>
      </w:r>
      <w:r>
        <w:tab/>
        <w:t>1.013e0</w:t>
      </w:r>
    </w:p>
    <w:p w:rsidR="007B6A46" w:rsidRDefault="007B6A46" w:rsidP="007B6A46">
      <w:r>
        <w:t>525.0071</w:t>
      </w:r>
      <w:r>
        <w:tab/>
        <w:t>2.025e0</w:t>
      </w:r>
    </w:p>
    <w:p w:rsidR="007B6A46" w:rsidRDefault="007B6A46" w:rsidP="007B6A46">
      <w:r>
        <w:t>525.0109</w:t>
      </w:r>
      <w:r>
        <w:tab/>
        <w:t>2.025e0</w:t>
      </w:r>
    </w:p>
    <w:p w:rsidR="007B6A46" w:rsidRDefault="007B6A46" w:rsidP="007B6A46">
      <w:r>
        <w:t>525.0619</w:t>
      </w:r>
      <w:r>
        <w:tab/>
        <w:t>2.025e0</w:t>
      </w:r>
    </w:p>
    <w:p w:rsidR="007B6A46" w:rsidRDefault="007B6A46" w:rsidP="007B6A46">
      <w:r>
        <w:t>525.1202</w:t>
      </w:r>
      <w:r>
        <w:tab/>
        <w:t>1.013e0</w:t>
      </w:r>
    </w:p>
    <w:p w:rsidR="007B6A46" w:rsidRDefault="007B6A46" w:rsidP="007B6A46">
      <w:r>
        <w:t>525.1447</w:t>
      </w:r>
      <w:r>
        <w:tab/>
        <w:t>2.025e0</w:t>
      </w:r>
    </w:p>
    <w:p w:rsidR="007B6A46" w:rsidRDefault="007B6A46" w:rsidP="007B6A46">
      <w:r>
        <w:t>525.2111</w:t>
      </w:r>
      <w:r>
        <w:tab/>
        <w:t>1.013e0</w:t>
      </w:r>
    </w:p>
    <w:p w:rsidR="007B6A46" w:rsidRDefault="007B6A46" w:rsidP="007B6A46">
      <w:r>
        <w:t>525.2396</w:t>
      </w:r>
      <w:r>
        <w:tab/>
        <w:t>1.013e0</w:t>
      </w:r>
    </w:p>
    <w:p w:rsidR="007B6A46" w:rsidRDefault="007B6A46" w:rsidP="007B6A46">
      <w:r>
        <w:t>525.2655</w:t>
      </w:r>
      <w:r>
        <w:tab/>
        <w:t>1.013e0</w:t>
      </w:r>
    </w:p>
    <w:p w:rsidR="007B6A46" w:rsidRDefault="007B6A46" w:rsidP="007B6A46">
      <w:r>
        <w:t>525.2746</w:t>
      </w:r>
      <w:r>
        <w:tab/>
        <w:t>1.013e0</w:t>
      </w:r>
    </w:p>
    <w:p w:rsidR="007B6A46" w:rsidRDefault="007B6A46" w:rsidP="007B6A46">
      <w:r>
        <w:t>525.2919</w:t>
      </w:r>
      <w:r>
        <w:tab/>
        <w:t>1.013e0</w:t>
      </w:r>
    </w:p>
    <w:p w:rsidR="007B6A46" w:rsidRDefault="007B6A46" w:rsidP="007B6A46">
      <w:r>
        <w:t>525.3101</w:t>
      </w:r>
      <w:r>
        <w:tab/>
        <w:t>1.013e0</w:t>
      </w:r>
    </w:p>
    <w:p w:rsidR="007B6A46" w:rsidRDefault="007B6A46" w:rsidP="007B6A46">
      <w:r>
        <w:t>525.3114</w:t>
      </w:r>
      <w:r>
        <w:tab/>
        <w:t>2.025e0</w:t>
      </w:r>
    </w:p>
    <w:p w:rsidR="007B6A46" w:rsidRDefault="007B6A46" w:rsidP="007B6A46">
      <w:r>
        <w:t>525.3328</w:t>
      </w:r>
      <w:r>
        <w:tab/>
        <w:t>2.025e0</w:t>
      </w:r>
    </w:p>
    <w:p w:rsidR="007B6A46" w:rsidRDefault="007B6A46" w:rsidP="007B6A46">
      <w:r>
        <w:t>525.3400</w:t>
      </w:r>
      <w:r>
        <w:tab/>
        <w:t>2.025e0</w:t>
      </w:r>
    </w:p>
    <w:p w:rsidR="007B6A46" w:rsidRDefault="007B6A46" w:rsidP="007B6A46">
      <w:r>
        <w:lastRenderedPageBreak/>
        <w:t>525.3825</w:t>
      </w:r>
      <w:r>
        <w:tab/>
        <w:t>2.025e0</w:t>
      </w:r>
    </w:p>
    <w:p w:rsidR="007B6A46" w:rsidRDefault="007B6A46" w:rsidP="007B6A46">
      <w:r>
        <w:t>525.3875</w:t>
      </w:r>
      <w:r>
        <w:tab/>
        <w:t>4.051e0</w:t>
      </w:r>
    </w:p>
    <w:p w:rsidR="007B6A46" w:rsidRDefault="007B6A46" w:rsidP="007B6A46">
      <w:r>
        <w:t>525.4282</w:t>
      </w:r>
      <w:r>
        <w:tab/>
        <w:t>2.025e0</w:t>
      </w:r>
    </w:p>
    <w:p w:rsidR="007B6A46" w:rsidRDefault="007B6A46" w:rsidP="007B6A46">
      <w:r>
        <w:t>525.4716</w:t>
      </w:r>
      <w:r>
        <w:tab/>
        <w:t>2.025e0</w:t>
      </w:r>
    </w:p>
    <w:p w:rsidR="007B6A46" w:rsidRDefault="007B6A46" w:rsidP="007B6A46">
      <w:r>
        <w:t>525.4794</w:t>
      </w:r>
      <w:r>
        <w:tab/>
        <w:t>1.013e0</w:t>
      </w:r>
    </w:p>
    <w:p w:rsidR="007B6A46" w:rsidRDefault="007B6A46" w:rsidP="007B6A46">
      <w:r>
        <w:t>525.4969</w:t>
      </w:r>
      <w:r>
        <w:tab/>
        <w:t>1.013e0</w:t>
      </w:r>
    </w:p>
    <w:p w:rsidR="007B6A46" w:rsidRDefault="007B6A46" w:rsidP="007B6A46">
      <w:r>
        <w:t>525.5191</w:t>
      </w:r>
      <w:r>
        <w:tab/>
        <w:t>1.013e0</w:t>
      </w:r>
    </w:p>
    <w:p w:rsidR="007B6A46" w:rsidRDefault="007B6A46" w:rsidP="007B6A46">
      <w:r>
        <w:t>525.5554</w:t>
      </w:r>
      <w:r>
        <w:tab/>
        <w:t>1.013e0</w:t>
      </w:r>
    </w:p>
    <w:p w:rsidR="007B6A46" w:rsidRDefault="007B6A46" w:rsidP="007B6A46">
      <w:r>
        <w:t>525.5654</w:t>
      </w:r>
      <w:r>
        <w:tab/>
        <w:t>1.013e0</w:t>
      </w:r>
    </w:p>
    <w:p w:rsidR="007B6A46" w:rsidRDefault="007B6A46" w:rsidP="007B6A46">
      <w:r>
        <w:t>525.5713</w:t>
      </w:r>
      <w:r>
        <w:tab/>
        <w:t>1.013e0</w:t>
      </w:r>
    </w:p>
    <w:p w:rsidR="007B6A46" w:rsidRDefault="007B6A46" w:rsidP="007B6A46">
      <w:r>
        <w:t>525.6633</w:t>
      </w:r>
      <w:r>
        <w:tab/>
        <w:t>1.013e0</w:t>
      </w:r>
    </w:p>
    <w:p w:rsidR="007B6A46" w:rsidRDefault="007B6A46" w:rsidP="007B6A46">
      <w:r>
        <w:t>525.6744</w:t>
      </w:r>
      <w:r>
        <w:tab/>
        <w:t>1.013e0</w:t>
      </w:r>
    </w:p>
    <w:p w:rsidR="007B6A46" w:rsidRDefault="007B6A46" w:rsidP="007B6A46">
      <w:r>
        <w:t>525.7389</w:t>
      </w:r>
      <w:r>
        <w:tab/>
        <w:t>1.013e0</w:t>
      </w:r>
    </w:p>
    <w:p w:rsidR="007B6A46" w:rsidRDefault="007B6A46" w:rsidP="007B6A46">
      <w:r>
        <w:t>525.8134</w:t>
      </w:r>
      <w:r>
        <w:tab/>
        <w:t>1.013e0</w:t>
      </w:r>
    </w:p>
    <w:p w:rsidR="007B6A46" w:rsidRDefault="007B6A46" w:rsidP="007B6A46">
      <w:r>
        <w:t>525.8835</w:t>
      </w:r>
      <w:r>
        <w:tab/>
        <w:t>1.013e0</w:t>
      </w:r>
    </w:p>
    <w:p w:rsidR="007B6A46" w:rsidRDefault="007B6A46" w:rsidP="007B6A46">
      <w:r>
        <w:t>525.8926</w:t>
      </w:r>
      <w:r>
        <w:tab/>
        <w:t>1.013e0</w:t>
      </w:r>
    </w:p>
    <w:p w:rsidR="007B6A46" w:rsidRDefault="007B6A46" w:rsidP="007B6A46">
      <w:r>
        <w:t>525.9237</w:t>
      </w:r>
      <w:r>
        <w:tab/>
        <w:t>1.013e0</w:t>
      </w:r>
    </w:p>
    <w:p w:rsidR="007B6A46" w:rsidRDefault="007B6A46" w:rsidP="007B6A46">
      <w:r>
        <w:t>525.9373</w:t>
      </w:r>
      <w:r>
        <w:tab/>
        <w:t>1.013e0</w:t>
      </w:r>
    </w:p>
    <w:p w:rsidR="007B6A46" w:rsidRDefault="007B6A46" w:rsidP="007B6A46">
      <w:r>
        <w:t>525.9498</w:t>
      </w:r>
      <w:r>
        <w:tab/>
        <w:t>2.025e0</w:t>
      </w:r>
    </w:p>
    <w:p w:rsidR="007B6A46" w:rsidRDefault="007B6A46" w:rsidP="007B6A46">
      <w:r>
        <w:lastRenderedPageBreak/>
        <w:t>525.9788</w:t>
      </w:r>
      <w:r>
        <w:tab/>
        <w:t>1.013e0</w:t>
      </w:r>
    </w:p>
    <w:p w:rsidR="007B6A46" w:rsidRDefault="007B6A46" w:rsidP="007B6A46">
      <w:r>
        <w:t>525.9972</w:t>
      </w:r>
      <w:r>
        <w:tab/>
        <w:t>2.025e0</w:t>
      </w:r>
    </w:p>
    <w:p w:rsidR="007B6A46" w:rsidRDefault="007B6A46" w:rsidP="007B6A46">
      <w:r>
        <w:t>526.0009</w:t>
      </w:r>
      <w:r>
        <w:tab/>
        <w:t>1.013e0</w:t>
      </w:r>
    </w:p>
    <w:p w:rsidR="007B6A46" w:rsidRDefault="007B6A46" w:rsidP="007B6A46">
      <w:r>
        <w:t>526.0289</w:t>
      </w:r>
      <w:r>
        <w:tab/>
        <w:t>2.025e0</w:t>
      </w:r>
    </w:p>
    <w:p w:rsidR="007B6A46" w:rsidRDefault="007B6A46" w:rsidP="007B6A46">
      <w:r>
        <w:t>526.0555</w:t>
      </w:r>
      <w:r>
        <w:tab/>
        <w:t>1.013e0</w:t>
      </w:r>
    </w:p>
    <w:p w:rsidR="007B6A46" w:rsidRDefault="007B6A46" w:rsidP="007B6A46">
      <w:r>
        <w:t>526.1167</w:t>
      </w:r>
      <w:r>
        <w:tab/>
        <w:t>2.025e0</w:t>
      </w:r>
    </w:p>
    <w:p w:rsidR="007B6A46" w:rsidRDefault="007B6A46" w:rsidP="007B6A46">
      <w:r>
        <w:t>526.1373</w:t>
      </w:r>
      <w:r>
        <w:tab/>
        <w:t>1.013e0</w:t>
      </w:r>
    </w:p>
    <w:p w:rsidR="007B6A46" w:rsidRDefault="007B6A46" w:rsidP="007B6A46">
      <w:r>
        <w:t>526.1555</w:t>
      </w:r>
      <w:r>
        <w:tab/>
        <w:t>1.013e0</w:t>
      </w:r>
    </w:p>
    <w:p w:rsidR="007B6A46" w:rsidRDefault="007B6A46" w:rsidP="007B6A46">
      <w:r>
        <w:t>526.1746</w:t>
      </w:r>
      <w:r>
        <w:tab/>
        <w:t>1.013e0</w:t>
      </w:r>
    </w:p>
    <w:p w:rsidR="007B6A46" w:rsidRDefault="007B6A46" w:rsidP="007B6A46">
      <w:r>
        <w:t>526.1995</w:t>
      </w:r>
      <w:r>
        <w:tab/>
        <w:t>1.013e0</w:t>
      </w:r>
    </w:p>
    <w:p w:rsidR="007B6A46" w:rsidRDefault="007B6A46" w:rsidP="007B6A46">
      <w:r>
        <w:t>526.2383</w:t>
      </w:r>
      <w:r>
        <w:tab/>
        <w:t>2.025e0</w:t>
      </w:r>
    </w:p>
    <w:p w:rsidR="007B6A46" w:rsidRDefault="007B6A46" w:rsidP="007B6A46">
      <w:r>
        <w:t>526.2547</w:t>
      </w:r>
      <w:r>
        <w:tab/>
        <w:t>1.013e0</w:t>
      </w:r>
    </w:p>
    <w:p w:rsidR="007B6A46" w:rsidRDefault="007B6A46" w:rsidP="007B6A46">
      <w:r>
        <w:t>526.2731</w:t>
      </w:r>
      <w:r>
        <w:tab/>
        <w:t>1.013e0</w:t>
      </w:r>
    </w:p>
    <w:p w:rsidR="007B6A46" w:rsidRDefault="007B6A46" w:rsidP="007B6A46">
      <w:r>
        <w:t>526.2798</w:t>
      </w:r>
      <w:r>
        <w:tab/>
        <w:t>2.025e0</w:t>
      </w:r>
    </w:p>
    <w:p w:rsidR="007B6A46" w:rsidRDefault="007B6A46" w:rsidP="007B6A46">
      <w:r>
        <w:t>526.2870</w:t>
      </w:r>
      <w:r>
        <w:tab/>
        <w:t>3.038e0</w:t>
      </w:r>
    </w:p>
    <w:p w:rsidR="007B6A46" w:rsidRDefault="007B6A46" w:rsidP="007B6A46">
      <w:r>
        <w:t>526.3100</w:t>
      </w:r>
      <w:r>
        <w:tab/>
        <w:t>2.025e0</w:t>
      </w:r>
    </w:p>
    <w:p w:rsidR="007B6A46" w:rsidRDefault="007B6A46" w:rsidP="007B6A46">
      <w:r>
        <w:t>526.3219</w:t>
      </w:r>
      <w:r>
        <w:tab/>
        <w:t>2.025e0</w:t>
      </w:r>
    </w:p>
    <w:p w:rsidR="007B6A46" w:rsidRDefault="007B6A46" w:rsidP="007B6A46">
      <w:r>
        <w:t>526.3303</w:t>
      </w:r>
      <w:r>
        <w:tab/>
        <w:t>1.013e0</w:t>
      </w:r>
    </w:p>
    <w:p w:rsidR="007B6A46" w:rsidRDefault="007B6A46" w:rsidP="007B6A46">
      <w:r>
        <w:t>526.3381</w:t>
      </w:r>
      <w:r>
        <w:tab/>
        <w:t>2.025e0</w:t>
      </w:r>
    </w:p>
    <w:p w:rsidR="007B6A46" w:rsidRDefault="007B6A46" w:rsidP="007B6A46">
      <w:r>
        <w:lastRenderedPageBreak/>
        <w:t>526.3495</w:t>
      </w:r>
      <w:r>
        <w:tab/>
        <w:t>1.013e0</w:t>
      </w:r>
    </w:p>
    <w:p w:rsidR="007B6A46" w:rsidRDefault="007B6A46" w:rsidP="007B6A46">
      <w:r>
        <w:t>526.3934</w:t>
      </w:r>
      <w:r>
        <w:tab/>
        <w:t>5.063e0</w:t>
      </w:r>
    </w:p>
    <w:p w:rsidR="007B6A46" w:rsidRDefault="007B6A46" w:rsidP="007B6A46">
      <w:r>
        <w:t>526.4298</w:t>
      </w:r>
      <w:r>
        <w:tab/>
        <w:t>4.051e0</w:t>
      </w:r>
    </w:p>
    <w:p w:rsidR="007B6A46" w:rsidRDefault="007B6A46" w:rsidP="007B6A46">
      <w:r>
        <w:t>526.4339</w:t>
      </w:r>
      <w:r>
        <w:tab/>
        <w:t>3.038e0</w:t>
      </w:r>
    </w:p>
    <w:p w:rsidR="007B6A46" w:rsidRDefault="007B6A46" w:rsidP="007B6A46">
      <w:r>
        <w:t>526.4366</w:t>
      </w:r>
      <w:r>
        <w:tab/>
        <w:t>3.038e0</w:t>
      </w:r>
    </w:p>
    <w:p w:rsidR="007B6A46" w:rsidRDefault="007B6A46" w:rsidP="007B6A46">
      <w:r>
        <w:t>526.4476</w:t>
      </w:r>
      <w:r>
        <w:tab/>
        <w:t>1.013e0</w:t>
      </w:r>
    </w:p>
    <w:p w:rsidR="007B6A46" w:rsidRDefault="007B6A46" w:rsidP="007B6A46">
      <w:r>
        <w:t>526.4783</w:t>
      </w:r>
      <w:r>
        <w:tab/>
        <w:t>2.025e0</w:t>
      </w:r>
    </w:p>
    <w:p w:rsidR="007B6A46" w:rsidRDefault="007B6A46" w:rsidP="007B6A46">
      <w:r>
        <w:t>526.5022</w:t>
      </w:r>
      <w:r>
        <w:tab/>
        <w:t>1.013e0</w:t>
      </w:r>
    </w:p>
    <w:p w:rsidR="007B6A46" w:rsidRDefault="007B6A46" w:rsidP="007B6A46">
      <w:r>
        <w:t>526.5143</w:t>
      </w:r>
      <w:r>
        <w:tab/>
        <w:t>1.013e0</w:t>
      </w:r>
    </w:p>
    <w:p w:rsidR="007B6A46" w:rsidRDefault="007B6A46" w:rsidP="007B6A46">
      <w:r>
        <w:t>526.5477</w:t>
      </w:r>
      <w:r>
        <w:tab/>
        <w:t>1.013e0</w:t>
      </w:r>
    </w:p>
    <w:p w:rsidR="007B6A46" w:rsidRDefault="007B6A46" w:rsidP="007B6A46">
      <w:r>
        <w:t>526.5510</w:t>
      </w:r>
      <w:r>
        <w:tab/>
        <w:t>1.013e0</w:t>
      </w:r>
    </w:p>
    <w:p w:rsidR="007B6A46" w:rsidRDefault="007B6A46" w:rsidP="007B6A46">
      <w:r>
        <w:t>526.5964</w:t>
      </w:r>
      <w:r>
        <w:tab/>
        <w:t>2.025e0</w:t>
      </w:r>
    </w:p>
    <w:p w:rsidR="007B6A46" w:rsidRDefault="007B6A46" w:rsidP="007B6A46">
      <w:r>
        <w:t>526.6387</w:t>
      </w:r>
      <w:r>
        <w:tab/>
        <w:t>1.013e0</w:t>
      </w:r>
    </w:p>
    <w:p w:rsidR="007B6A46" w:rsidRDefault="007B6A46" w:rsidP="007B6A46">
      <w:r>
        <w:t>526.7025</w:t>
      </w:r>
      <w:r>
        <w:tab/>
        <w:t>1.013e0</w:t>
      </w:r>
    </w:p>
    <w:p w:rsidR="007B6A46" w:rsidRDefault="007B6A46" w:rsidP="007B6A46">
      <w:r>
        <w:t>526.8084</w:t>
      </w:r>
      <w:r>
        <w:tab/>
        <w:t>1.013e0</w:t>
      </w:r>
    </w:p>
    <w:p w:rsidR="007B6A46" w:rsidRDefault="007B6A46" w:rsidP="007B6A46">
      <w:r>
        <w:t>526.8391</w:t>
      </w:r>
      <w:r>
        <w:tab/>
        <w:t>1.013e0</w:t>
      </w:r>
    </w:p>
    <w:p w:rsidR="007B6A46" w:rsidRDefault="007B6A46" w:rsidP="007B6A46">
      <w:r>
        <w:t>526.8430</w:t>
      </w:r>
      <w:r>
        <w:tab/>
        <w:t>2.025e0</w:t>
      </w:r>
    </w:p>
    <w:p w:rsidR="007B6A46" w:rsidRDefault="007B6A46" w:rsidP="007B6A46">
      <w:r>
        <w:t>526.8762</w:t>
      </w:r>
      <w:r>
        <w:tab/>
        <w:t>3.038e0</w:t>
      </w:r>
    </w:p>
    <w:p w:rsidR="007B6A46" w:rsidRDefault="007B6A46" w:rsidP="007B6A46">
      <w:r>
        <w:t>526.9302</w:t>
      </w:r>
      <w:r>
        <w:tab/>
        <w:t>1.013e0</w:t>
      </w:r>
    </w:p>
    <w:p w:rsidR="007B6A46" w:rsidRDefault="007B6A46" w:rsidP="007B6A46">
      <w:r>
        <w:lastRenderedPageBreak/>
        <w:t>526.9777</w:t>
      </w:r>
      <w:r>
        <w:tab/>
        <w:t>1.013e0</w:t>
      </w:r>
    </w:p>
    <w:p w:rsidR="007B6A46" w:rsidRDefault="007B6A46" w:rsidP="007B6A46">
      <w:r>
        <w:t>526.9869</w:t>
      </w:r>
      <w:r>
        <w:tab/>
        <w:t>2.025e0</w:t>
      </w:r>
    </w:p>
    <w:p w:rsidR="007B6A46" w:rsidRDefault="007B6A46" w:rsidP="007B6A46">
      <w:r>
        <w:t>527.0204</w:t>
      </w:r>
      <w:r>
        <w:tab/>
        <w:t>1.013e0</w:t>
      </w:r>
    </w:p>
    <w:p w:rsidR="007B6A46" w:rsidRDefault="007B6A46" w:rsidP="007B6A46">
      <w:r>
        <w:t>527.0963</w:t>
      </w:r>
      <w:r>
        <w:tab/>
        <w:t>3.038e0</w:t>
      </w:r>
    </w:p>
    <w:p w:rsidR="007B6A46" w:rsidRDefault="007B6A46" w:rsidP="007B6A46">
      <w:r>
        <w:t>527.1534</w:t>
      </w:r>
      <w:r>
        <w:tab/>
        <w:t>2.025e0</w:t>
      </w:r>
    </w:p>
    <w:p w:rsidR="007B6A46" w:rsidRDefault="007B6A46" w:rsidP="007B6A46">
      <w:r>
        <w:t>527.1617</w:t>
      </w:r>
      <w:r>
        <w:tab/>
        <w:t>1.013e0</w:t>
      </w:r>
    </w:p>
    <w:p w:rsidR="007B6A46" w:rsidRDefault="007B6A46" w:rsidP="007B6A46">
      <w:r>
        <w:t>527.1853</w:t>
      </w:r>
      <w:r>
        <w:tab/>
        <w:t>1.013e0</w:t>
      </w:r>
    </w:p>
    <w:p w:rsidR="007B6A46" w:rsidRDefault="007B6A46" w:rsidP="007B6A46">
      <w:r>
        <w:t>527.2053</w:t>
      </w:r>
      <w:r>
        <w:tab/>
        <w:t>2.025e0</w:t>
      </w:r>
    </w:p>
    <w:p w:rsidR="007B6A46" w:rsidRDefault="007B6A46" w:rsidP="007B6A46">
      <w:r>
        <w:t>527.2187</w:t>
      </w:r>
      <w:r>
        <w:tab/>
        <w:t>4.051e0</w:t>
      </w:r>
    </w:p>
    <w:p w:rsidR="007B6A46" w:rsidRDefault="007B6A46" w:rsidP="007B6A46">
      <w:r>
        <w:t>527.3129</w:t>
      </w:r>
      <w:r>
        <w:tab/>
        <w:t>1.013e0</w:t>
      </w:r>
    </w:p>
    <w:p w:rsidR="007B6A46" w:rsidRDefault="007B6A46" w:rsidP="007B6A46">
      <w:r>
        <w:t>527.3212</w:t>
      </w:r>
      <w:r>
        <w:tab/>
        <w:t>1.013e0</w:t>
      </w:r>
    </w:p>
    <w:p w:rsidR="007B6A46" w:rsidRDefault="007B6A46" w:rsidP="007B6A46">
      <w:r>
        <w:t>527.3271</w:t>
      </w:r>
      <w:r>
        <w:tab/>
        <w:t>1.013e0</w:t>
      </w:r>
    </w:p>
    <w:p w:rsidR="007B6A46" w:rsidRDefault="007B6A46" w:rsidP="007B6A46">
      <w:r>
        <w:t>527.3459</w:t>
      </w:r>
      <w:r>
        <w:tab/>
        <w:t>2.025e0</w:t>
      </w:r>
    </w:p>
    <w:p w:rsidR="007B6A46" w:rsidRDefault="007B6A46" w:rsidP="007B6A46">
      <w:r>
        <w:t>527.3850</w:t>
      </w:r>
      <w:r>
        <w:tab/>
        <w:t>1.013e0</w:t>
      </w:r>
    </w:p>
    <w:p w:rsidR="007B6A46" w:rsidRDefault="007B6A46" w:rsidP="007B6A46">
      <w:r>
        <w:t>527.4272</w:t>
      </w:r>
      <w:r>
        <w:tab/>
        <w:t>3.038e0</w:t>
      </w:r>
    </w:p>
    <w:p w:rsidR="007B6A46" w:rsidRDefault="007B6A46" w:rsidP="007B6A46">
      <w:r>
        <w:t>527.4306</w:t>
      </w:r>
      <w:r>
        <w:tab/>
        <w:t>1.013e0</w:t>
      </w:r>
    </w:p>
    <w:p w:rsidR="007B6A46" w:rsidRDefault="007B6A46" w:rsidP="007B6A46">
      <w:r>
        <w:t>527.4335</w:t>
      </w:r>
      <w:r>
        <w:tab/>
        <w:t>3.038e0</w:t>
      </w:r>
    </w:p>
    <w:p w:rsidR="007B6A46" w:rsidRDefault="007B6A46" w:rsidP="007B6A46">
      <w:r>
        <w:t>527.4885</w:t>
      </w:r>
      <w:r>
        <w:tab/>
        <w:t>3.038e0</w:t>
      </w:r>
    </w:p>
    <w:p w:rsidR="007B6A46" w:rsidRDefault="007B6A46" w:rsidP="007B6A46">
      <w:r>
        <w:t>527.5035</w:t>
      </w:r>
      <w:r>
        <w:tab/>
        <w:t>1.013e0</w:t>
      </w:r>
    </w:p>
    <w:p w:rsidR="007B6A46" w:rsidRDefault="007B6A46" w:rsidP="007B6A46">
      <w:r>
        <w:lastRenderedPageBreak/>
        <w:t>527.5226</w:t>
      </w:r>
      <w:r>
        <w:tab/>
        <w:t>1.013e0</w:t>
      </w:r>
    </w:p>
    <w:p w:rsidR="007B6A46" w:rsidRDefault="007B6A46" w:rsidP="007B6A46">
      <w:r>
        <w:t>527.5681</w:t>
      </w:r>
      <w:r>
        <w:tab/>
        <w:t>1.013e0</w:t>
      </w:r>
    </w:p>
    <w:p w:rsidR="007B6A46" w:rsidRDefault="007B6A46" w:rsidP="007B6A46">
      <w:r>
        <w:t>527.5873</w:t>
      </w:r>
      <w:r>
        <w:tab/>
        <w:t>1.013e0</w:t>
      </w:r>
    </w:p>
    <w:p w:rsidR="007B6A46" w:rsidRDefault="007B6A46" w:rsidP="007B6A46">
      <w:r>
        <w:t>527.6107</w:t>
      </w:r>
      <w:r>
        <w:tab/>
        <w:t>2.025e0</w:t>
      </w:r>
    </w:p>
    <w:p w:rsidR="007B6A46" w:rsidRDefault="007B6A46" w:rsidP="007B6A46">
      <w:r>
        <w:t>527.6759</w:t>
      </w:r>
      <w:r>
        <w:tab/>
        <w:t>1.013e0</w:t>
      </w:r>
    </w:p>
    <w:p w:rsidR="007B6A46" w:rsidRDefault="007B6A46" w:rsidP="007B6A46">
      <w:r>
        <w:t>527.7050</w:t>
      </w:r>
      <w:r>
        <w:tab/>
        <w:t>1.013e0</w:t>
      </w:r>
    </w:p>
    <w:p w:rsidR="007B6A46" w:rsidRDefault="007B6A46" w:rsidP="007B6A46">
      <w:r>
        <w:t>527.7780</w:t>
      </w:r>
      <w:r>
        <w:tab/>
        <w:t>2.025e0</w:t>
      </w:r>
    </w:p>
    <w:p w:rsidR="007B6A46" w:rsidRDefault="007B6A46" w:rsidP="007B6A46">
      <w:r>
        <w:t>527.7872</w:t>
      </w:r>
      <w:r>
        <w:tab/>
        <w:t>1.013e0</w:t>
      </w:r>
    </w:p>
    <w:p w:rsidR="007B6A46" w:rsidRDefault="007B6A46" w:rsidP="007B6A46">
      <w:r>
        <w:t>527.8174</w:t>
      </w:r>
      <w:r>
        <w:tab/>
        <w:t>2.025e0</w:t>
      </w:r>
    </w:p>
    <w:p w:rsidR="007B6A46" w:rsidRDefault="007B6A46" w:rsidP="007B6A46">
      <w:r>
        <w:t>527.8271</w:t>
      </w:r>
      <w:r>
        <w:tab/>
        <w:t>2.025e0</w:t>
      </w:r>
    </w:p>
    <w:p w:rsidR="007B6A46" w:rsidRDefault="007B6A46" w:rsidP="007B6A46">
      <w:r>
        <w:t>527.8693</w:t>
      </w:r>
      <w:r>
        <w:tab/>
        <w:t>1.013e0</w:t>
      </w:r>
    </w:p>
    <w:p w:rsidR="007B6A46" w:rsidRDefault="007B6A46" w:rsidP="007B6A46">
      <w:r>
        <w:t>527.8784</w:t>
      </w:r>
      <w:r>
        <w:tab/>
        <w:t>1.013e0</w:t>
      </w:r>
    </w:p>
    <w:p w:rsidR="007B6A46" w:rsidRDefault="007B6A46" w:rsidP="007B6A46">
      <w:r>
        <w:t>528.0290</w:t>
      </w:r>
      <w:r>
        <w:tab/>
        <w:t>2.025e0</w:t>
      </w:r>
    </w:p>
    <w:p w:rsidR="007B6A46" w:rsidRDefault="007B6A46" w:rsidP="007B6A46">
      <w:r>
        <w:t>528.0875</w:t>
      </w:r>
      <w:r>
        <w:tab/>
        <w:t>1.013e0</w:t>
      </w:r>
    </w:p>
    <w:p w:rsidR="007B6A46" w:rsidRDefault="007B6A46" w:rsidP="007B6A46">
      <w:r>
        <w:t>528.1066</w:t>
      </w:r>
      <w:r>
        <w:tab/>
        <w:t>2.025e0</w:t>
      </w:r>
    </w:p>
    <w:p w:rsidR="007B6A46" w:rsidRDefault="007B6A46" w:rsidP="007B6A46">
      <w:r>
        <w:t>528.1208</w:t>
      </w:r>
      <w:r>
        <w:tab/>
        <w:t>2.025e0</w:t>
      </w:r>
    </w:p>
    <w:p w:rsidR="007B6A46" w:rsidRDefault="007B6A46" w:rsidP="007B6A46">
      <w:r>
        <w:t>528.1605</w:t>
      </w:r>
      <w:r>
        <w:tab/>
        <w:t>3.038e0</w:t>
      </w:r>
    </w:p>
    <w:p w:rsidR="007B6A46" w:rsidRDefault="007B6A46" w:rsidP="007B6A46">
      <w:r>
        <w:t>528.1760</w:t>
      </w:r>
      <w:r>
        <w:tab/>
        <w:t>1.013e0</w:t>
      </w:r>
    </w:p>
    <w:p w:rsidR="007B6A46" w:rsidRDefault="007B6A46" w:rsidP="007B6A46">
      <w:r>
        <w:t>528.2775</w:t>
      </w:r>
      <w:r>
        <w:tab/>
        <w:t>4.051e0</w:t>
      </w:r>
    </w:p>
    <w:p w:rsidR="007B6A46" w:rsidRDefault="007B6A46" w:rsidP="007B6A46">
      <w:r>
        <w:lastRenderedPageBreak/>
        <w:t>528.2794</w:t>
      </w:r>
      <w:r>
        <w:tab/>
        <w:t>1.401e1</w:t>
      </w:r>
    </w:p>
    <w:p w:rsidR="007B6A46" w:rsidRDefault="007B6A46" w:rsidP="007B6A46">
      <w:r>
        <w:t>528.2903</w:t>
      </w:r>
      <w:r>
        <w:tab/>
        <w:t>1.316e1</w:t>
      </w:r>
    </w:p>
    <w:p w:rsidR="007B6A46" w:rsidRDefault="007B6A46" w:rsidP="007B6A46">
      <w:r>
        <w:t>528.2921</w:t>
      </w:r>
      <w:r>
        <w:tab/>
        <w:t>7.089e0</w:t>
      </w:r>
    </w:p>
    <w:p w:rsidR="007B6A46" w:rsidRDefault="007B6A46" w:rsidP="007B6A46">
      <w:r>
        <w:t>528.3530</w:t>
      </w:r>
      <w:r>
        <w:tab/>
        <w:t>3.038e0</w:t>
      </w:r>
    </w:p>
    <w:p w:rsidR="007B6A46" w:rsidRDefault="007B6A46" w:rsidP="007B6A46">
      <w:r>
        <w:t>528.3960</w:t>
      </w:r>
      <w:r>
        <w:tab/>
        <w:t>1.013e0</w:t>
      </w:r>
    </w:p>
    <w:p w:rsidR="007B6A46" w:rsidRDefault="007B6A46" w:rsidP="007B6A46">
      <w:r>
        <w:t>528.4127</w:t>
      </w:r>
      <w:r>
        <w:tab/>
        <w:t>3.038e0</w:t>
      </w:r>
    </w:p>
    <w:p w:rsidR="007B6A46" w:rsidRDefault="007B6A46" w:rsidP="007B6A46">
      <w:r>
        <w:t>528.4355</w:t>
      </w:r>
      <w:r>
        <w:tab/>
        <w:t>1.013e0</w:t>
      </w:r>
    </w:p>
    <w:p w:rsidR="007B6A46" w:rsidRDefault="007B6A46" w:rsidP="007B6A46">
      <w:r>
        <w:t>528.4373</w:t>
      </w:r>
      <w:r>
        <w:tab/>
        <w:t>2.025e0</w:t>
      </w:r>
    </w:p>
    <w:p w:rsidR="007B6A46" w:rsidRDefault="007B6A46" w:rsidP="007B6A46">
      <w:r>
        <w:t>528.4444</w:t>
      </w:r>
      <w:r>
        <w:tab/>
        <w:t>1.013e0</w:t>
      </w:r>
    </w:p>
    <w:p w:rsidR="007B6A46" w:rsidRDefault="007B6A46" w:rsidP="007B6A46">
      <w:r>
        <w:t>528.4984</w:t>
      </w:r>
      <w:r>
        <w:tab/>
        <w:t>1.013e0</w:t>
      </w:r>
    </w:p>
    <w:p w:rsidR="007B6A46" w:rsidRDefault="007B6A46" w:rsidP="007B6A46">
      <w:r>
        <w:t>528.5178</w:t>
      </w:r>
      <w:r>
        <w:tab/>
        <w:t>2.025e0</w:t>
      </w:r>
    </w:p>
    <w:p w:rsidR="007B6A46" w:rsidRDefault="007B6A46" w:rsidP="007B6A46">
      <w:r>
        <w:t>528.5258</w:t>
      </w:r>
      <w:r>
        <w:tab/>
        <w:t>1.013e0</w:t>
      </w:r>
    </w:p>
    <w:p w:rsidR="007B6A46" w:rsidRDefault="007B6A46" w:rsidP="007B6A46">
      <w:r>
        <w:t>528.5836</w:t>
      </w:r>
      <w:r>
        <w:tab/>
        <w:t>1.013e0</w:t>
      </w:r>
    </w:p>
    <w:p w:rsidR="007B6A46" w:rsidRDefault="007B6A46" w:rsidP="007B6A46">
      <w:r>
        <w:t>528.6384</w:t>
      </w:r>
      <w:r>
        <w:tab/>
        <w:t>2.025e0</w:t>
      </w:r>
    </w:p>
    <w:p w:rsidR="007B6A46" w:rsidRDefault="007B6A46" w:rsidP="007B6A46">
      <w:r>
        <w:t>528.6633</w:t>
      </w:r>
      <w:r>
        <w:tab/>
        <w:t>2.025e0</w:t>
      </w:r>
    </w:p>
    <w:p w:rsidR="007B6A46" w:rsidRDefault="007B6A46" w:rsidP="007B6A46">
      <w:r>
        <w:t>528.7360</w:t>
      </w:r>
      <w:r>
        <w:tab/>
        <w:t>1.013e0</w:t>
      </w:r>
    </w:p>
    <w:p w:rsidR="007B6A46" w:rsidRDefault="007B6A46" w:rsidP="007B6A46">
      <w:r>
        <w:t>528.7825</w:t>
      </w:r>
      <w:r>
        <w:tab/>
        <w:t>1.013e0</w:t>
      </w:r>
    </w:p>
    <w:p w:rsidR="007B6A46" w:rsidRDefault="007B6A46" w:rsidP="007B6A46">
      <w:r>
        <w:t>528.8220</w:t>
      </w:r>
      <w:r>
        <w:tab/>
        <w:t>1.013e0</w:t>
      </w:r>
    </w:p>
    <w:p w:rsidR="007B6A46" w:rsidRDefault="007B6A46" w:rsidP="007B6A46">
      <w:r>
        <w:t>528.8239</w:t>
      </w:r>
      <w:r>
        <w:tab/>
        <w:t>2.025e0</w:t>
      </w:r>
    </w:p>
    <w:p w:rsidR="007B6A46" w:rsidRDefault="007B6A46" w:rsidP="007B6A46">
      <w:r>
        <w:lastRenderedPageBreak/>
        <w:t>528.8644</w:t>
      </w:r>
      <w:r>
        <w:tab/>
        <w:t>3.038e0</w:t>
      </w:r>
    </w:p>
    <w:p w:rsidR="007B6A46" w:rsidRDefault="007B6A46" w:rsidP="007B6A46">
      <w:r>
        <w:t>528.8914</w:t>
      </w:r>
      <w:r>
        <w:tab/>
        <w:t>1.013e0</w:t>
      </w:r>
    </w:p>
    <w:p w:rsidR="007B6A46" w:rsidRDefault="007B6A46" w:rsidP="007B6A46">
      <w:r>
        <w:t>528.9462</w:t>
      </w:r>
      <w:r>
        <w:tab/>
        <w:t>1.013e0</w:t>
      </w:r>
    </w:p>
    <w:p w:rsidR="007B6A46" w:rsidRDefault="007B6A46" w:rsidP="007B6A46">
      <w:r>
        <w:t>528.9653</w:t>
      </w:r>
      <w:r>
        <w:tab/>
        <w:t>1.013e0</w:t>
      </w:r>
    </w:p>
    <w:p w:rsidR="007B6A46" w:rsidRDefault="007B6A46" w:rsidP="007B6A46">
      <w:r>
        <w:t>528.9874</w:t>
      </w:r>
      <w:r>
        <w:tab/>
        <w:t>1.013e0</w:t>
      </w:r>
    </w:p>
    <w:p w:rsidR="007B6A46" w:rsidRDefault="007B6A46" w:rsidP="007B6A46">
      <w:r>
        <w:t>529.0019</w:t>
      </w:r>
      <w:r>
        <w:tab/>
        <w:t>1.013e0</w:t>
      </w:r>
    </w:p>
    <w:p w:rsidR="007B6A46" w:rsidRDefault="007B6A46" w:rsidP="007B6A46">
      <w:r>
        <w:t>529.0933</w:t>
      </w:r>
      <w:r>
        <w:tab/>
        <w:t>1.013e0</w:t>
      </w:r>
    </w:p>
    <w:p w:rsidR="007B6A46" w:rsidRDefault="007B6A46" w:rsidP="007B6A46">
      <w:r>
        <w:t>529.1016</w:t>
      </w:r>
      <w:r>
        <w:tab/>
        <w:t>1.013e0</w:t>
      </w:r>
    </w:p>
    <w:p w:rsidR="007B6A46" w:rsidRDefault="007B6A46" w:rsidP="007B6A46">
      <w:r>
        <w:t>529.1170</w:t>
      </w:r>
      <w:r>
        <w:tab/>
        <w:t>1.013e0</w:t>
      </w:r>
    </w:p>
    <w:p w:rsidR="007B6A46" w:rsidRDefault="007B6A46" w:rsidP="007B6A46">
      <w:r>
        <w:t>529.1403</w:t>
      </w:r>
      <w:r>
        <w:tab/>
        <w:t>2.025e0</w:t>
      </w:r>
    </w:p>
    <w:p w:rsidR="007B6A46" w:rsidRDefault="007B6A46" w:rsidP="007B6A46">
      <w:r>
        <w:t>529.1565</w:t>
      </w:r>
      <w:r>
        <w:tab/>
        <w:t>1.013e0</w:t>
      </w:r>
    </w:p>
    <w:p w:rsidR="007B6A46" w:rsidRDefault="007B6A46" w:rsidP="007B6A46">
      <w:r>
        <w:t>529.1939</w:t>
      </w:r>
      <w:r>
        <w:tab/>
        <w:t>1.013e0</w:t>
      </w:r>
    </w:p>
    <w:p w:rsidR="007B6A46" w:rsidRDefault="007B6A46" w:rsidP="007B6A46">
      <w:r>
        <w:t>529.2445</w:t>
      </w:r>
      <w:r>
        <w:tab/>
        <w:t>2.025e0</w:t>
      </w:r>
    </w:p>
    <w:p w:rsidR="007B6A46" w:rsidRDefault="007B6A46" w:rsidP="007B6A46">
      <w:r>
        <w:t>529.2670</w:t>
      </w:r>
      <w:r>
        <w:tab/>
        <w:t>3.038e0</w:t>
      </w:r>
    </w:p>
    <w:p w:rsidR="007B6A46" w:rsidRDefault="007B6A46" w:rsidP="007B6A46">
      <w:r>
        <w:t>529.2730</w:t>
      </w:r>
      <w:r>
        <w:tab/>
        <w:t>4.051e0</w:t>
      </w:r>
    </w:p>
    <w:p w:rsidR="007B6A46" w:rsidRDefault="007B6A46" w:rsidP="007B6A46">
      <w:r>
        <w:t>529.2936</w:t>
      </w:r>
      <w:r>
        <w:tab/>
        <w:t>2.025e0</w:t>
      </w:r>
    </w:p>
    <w:p w:rsidR="007B6A46" w:rsidRDefault="007B6A46" w:rsidP="007B6A46">
      <w:r>
        <w:t>529.2963</w:t>
      </w:r>
      <w:r>
        <w:tab/>
        <w:t>4.051e0</w:t>
      </w:r>
    </w:p>
    <w:p w:rsidR="007B6A46" w:rsidRDefault="007B6A46" w:rsidP="007B6A46">
      <w:r>
        <w:t>529.3038</w:t>
      </w:r>
      <w:r>
        <w:tab/>
        <w:t>8.744e0</w:t>
      </w:r>
    </w:p>
    <w:p w:rsidR="007B6A46" w:rsidRDefault="007B6A46" w:rsidP="007B6A46">
      <w:r>
        <w:t>529.3378</w:t>
      </w:r>
      <w:r>
        <w:tab/>
        <w:t>1.013e0</w:t>
      </w:r>
    </w:p>
    <w:p w:rsidR="007B6A46" w:rsidRDefault="007B6A46" w:rsidP="007B6A46">
      <w:r>
        <w:lastRenderedPageBreak/>
        <w:t>529.3484</w:t>
      </w:r>
      <w:r>
        <w:tab/>
        <w:t>2.025e0</w:t>
      </w:r>
    </w:p>
    <w:p w:rsidR="007B6A46" w:rsidRDefault="007B6A46" w:rsidP="007B6A46">
      <w:r>
        <w:t>529.3763</w:t>
      </w:r>
      <w:r>
        <w:tab/>
        <w:t>1.013e0</w:t>
      </w:r>
    </w:p>
    <w:p w:rsidR="007B6A46" w:rsidRDefault="007B6A46" w:rsidP="007B6A46">
      <w:r>
        <w:t>529.4001</w:t>
      </w:r>
      <w:r>
        <w:tab/>
        <w:t>2.025e0</w:t>
      </w:r>
    </w:p>
    <w:p w:rsidR="007B6A46" w:rsidRDefault="007B6A46" w:rsidP="007B6A46">
      <w:r>
        <w:t>529.4140</w:t>
      </w:r>
      <w:r>
        <w:tab/>
        <w:t>1.013e0</w:t>
      </w:r>
    </w:p>
    <w:p w:rsidR="007B6A46" w:rsidRDefault="007B6A46" w:rsidP="007B6A46">
      <w:r>
        <w:t>529.4226</w:t>
      </w:r>
      <w:r>
        <w:tab/>
        <w:t>1.013e0</w:t>
      </w:r>
    </w:p>
    <w:p w:rsidR="007B6A46" w:rsidRDefault="007B6A46" w:rsidP="007B6A46">
      <w:r>
        <w:t>529.4298</w:t>
      </w:r>
      <w:r>
        <w:tab/>
        <w:t>1.013e0</w:t>
      </w:r>
    </w:p>
    <w:p w:rsidR="007B6A46" w:rsidRDefault="007B6A46" w:rsidP="007B6A46">
      <w:r>
        <w:t>529.4500</w:t>
      </w:r>
      <w:r>
        <w:tab/>
        <w:t>1.013e0</w:t>
      </w:r>
    </w:p>
    <w:p w:rsidR="007B6A46" w:rsidRDefault="007B6A46" w:rsidP="007B6A46">
      <w:r>
        <w:t>529.4592</w:t>
      </w:r>
      <w:r>
        <w:tab/>
        <w:t>1.013e0</w:t>
      </w:r>
    </w:p>
    <w:p w:rsidR="007B6A46" w:rsidRDefault="007B6A46" w:rsidP="007B6A46">
      <w:r>
        <w:t>529.5034</w:t>
      </w:r>
      <w:r>
        <w:tab/>
        <w:t>1.013e0</w:t>
      </w:r>
    </w:p>
    <w:p w:rsidR="007B6A46" w:rsidRDefault="007B6A46" w:rsidP="007B6A46">
      <w:r>
        <w:t>529.6199</w:t>
      </w:r>
      <w:r>
        <w:tab/>
        <w:t>2.025e0</w:t>
      </w:r>
    </w:p>
    <w:p w:rsidR="007B6A46" w:rsidRDefault="007B6A46" w:rsidP="007B6A46">
      <w:r>
        <w:t>529.6534</w:t>
      </w:r>
      <w:r>
        <w:tab/>
        <w:t>1.013e0</w:t>
      </w:r>
    </w:p>
    <w:p w:rsidR="007B6A46" w:rsidRDefault="007B6A46" w:rsidP="007B6A46">
      <w:r>
        <w:t>529.7612</w:t>
      </w:r>
      <w:r>
        <w:tab/>
        <w:t>1.013e0</w:t>
      </w:r>
    </w:p>
    <w:p w:rsidR="007B6A46" w:rsidRDefault="007B6A46" w:rsidP="007B6A46">
      <w:r>
        <w:t>529.8337</w:t>
      </w:r>
      <w:r>
        <w:tab/>
        <w:t>1.013e0</w:t>
      </w:r>
    </w:p>
    <w:p w:rsidR="007B6A46" w:rsidRDefault="007B6A46" w:rsidP="007B6A46">
      <w:r>
        <w:t>529.8620</w:t>
      </w:r>
      <w:r>
        <w:tab/>
        <w:t>1.013e0</w:t>
      </w:r>
    </w:p>
    <w:p w:rsidR="007B6A46" w:rsidRDefault="007B6A46" w:rsidP="007B6A46">
      <w:r>
        <w:t>529.8712</w:t>
      </w:r>
      <w:r>
        <w:tab/>
        <w:t>2.025e0</w:t>
      </w:r>
    </w:p>
    <w:p w:rsidR="007B6A46" w:rsidRDefault="007B6A46" w:rsidP="007B6A46">
      <w:r>
        <w:t>529.9110</w:t>
      </w:r>
      <w:r>
        <w:tab/>
        <w:t>1.013e0</w:t>
      </w:r>
    </w:p>
    <w:p w:rsidR="007B6A46" w:rsidRDefault="007B6A46" w:rsidP="007B6A46">
      <w:r>
        <w:t>529.9252</w:t>
      </w:r>
      <w:r>
        <w:tab/>
        <w:t>1.013e0</w:t>
      </w:r>
    </w:p>
    <w:p w:rsidR="007B6A46" w:rsidRDefault="007B6A46" w:rsidP="007B6A46">
      <w:r>
        <w:t>529.9993</w:t>
      </w:r>
      <w:r>
        <w:tab/>
        <w:t>1.013e0</w:t>
      </w:r>
    </w:p>
    <w:p w:rsidR="007B6A46" w:rsidRDefault="007B6A46" w:rsidP="007B6A46">
      <w:r>
        <w:t>530.0176</w:t>
      </w:r>
      <w:r>
        <w:tab/>
        <w:t>1.013e0</w:t>
      </w:r>
    </w:p>
    <w:p w:rsidR="007B6A46" w:rsidRDefault="007B6A46" w:rsidP="007B6A46">
      <w:r>
        <w:lastRenderedPageBreak/>
        <w:t>530.0205</w:t>
      </w:r>
      <w:r>
        <w:tab/>
        <w:t>1.013e0</w:t>
      </w:r>
    </w:p>
    <w:p w:rsidR="007B6A46" w:rsidRDefault="007B6A46" w:rsidP="007B6A46">
      <w:r>
        <w:t>530.0260</w:t>
      </w:r>
      <w:r>
        <w:tab/>
        <w:t>1.013e0</w:t>
      </w:r>
    </w:p>
    <w:p w:rsidR="007B6A46" w:rsidRDefault="007B6A46" w:rsidP="007B6A46">
      <w:r>
        <w:t>530.0635</w:t>
      </w:r>
      <w:r>
        <w:tab/>
        <w:t>1.013e0</w:t>
      </w:r>
    </w:p>
    <w:p w:rsidR="007B6A46" w:rsidRDefault="007B6A46" w:rsidP="007B6A46">
      <w:r>
        <w:t>530.1634</w:t>
      </w:r>
      <w:r>
        <w:tab/>
        <w:t>1.013e0</w:t>
      </w:r>
    </w:p>
    <w:p w:rsidR="007B6A46" w:rsidRDefault="007B6A46" w:rsidP="007B6A46">
      <w:r>
        <w:t>530.1826</w:t>
      </w:r>
      <w:r>
        <w:tab/>
        <w:t>1.013e0</w:t>
      </w:r>
    </w:p>
    <w:p w:rsidR="007B6A46" w:rsidRDefault="007B6A46" w:rsidP="007B6A46">
      <w:r>
        <w:t>530.2092</w:t>
      </w:r>
      <w:r>
        <w:tab/>
        <w:t>1.013e0</w:t>
      </w:r>
    </w:p>
    <w:p w:rsidR="007B6A46" w:rsidRDefault="007B6A46" w:rsidP="007B6A46">
      <w:r>
        <w:t>530.2284</w:t>
      </w:r>
      <w:r>
        <w:tab/>
        <w:t>2.025e0</w:t>
      </w:r>
    </w:p>
    <w:p w:rsidR="007B6A46" w:rsidRDefault="007B6A46" w:rsidP="007B6A46">
      <w:r>
        <w:t>530.2458</w:t>
      </w:r>
      <w:r>
        <w:tab/>
        <w:t>1.013e0</w:t>
      </w:r>
    </w:p>
    <w:p w:rsidR="007B6A46" w:rsidRDefault="007B6A46" w:rsidP="007B6A46">
      <w:r>
        <w:t>530.3188</w:t>
      </w:r>
      <w:r>
        <w:tab/>
        <w:t>2.025e0</w:t>
      </w:r>
    </w:p>
    <w:p w:rsidR="007B6A46" w:rsidRDefault="007B6A46" w:rsidP="007B6A46">
      <w:r>
        <w:t>530.3254</w:t>
      </w:r>
      <w:r>
        <w:tab/>
        <w:t>2.025e0</w:t>
      </w:r>
    </w:p>
    <w:p w:rsidR="007B6A46" w:rsidRDefault="007B6A46" w:rsidP="007B6A46">
      <w:r>
        <w:t>530.3311</w:t>
      </w:r>
      <w:r>
        <w:tab/>
        <w:t>4.570e0</w:t>
      </w:r>
    </w:p>
    <w:p w:rsidR="007B6A46" w:rsidRDefault="007B6A46" w:rsidP="007B6A46">
      <w:r>
        <w:t>530.3516</w:t>
      </w:r>
      <w:r>
        <w:tab/>
        <w:t>1.013e0</w:t>
      </w:r>
    </w:p>
    <w:p w:rsidR="007B6A46" w:rsidRDefault="007B6A46" w:rsidP="007B6A46">
      <w:r>
        <w:t>530.3567</w:t>
      </w:r>
      <w:r>
        <w:tab/>
        <w:t>2.025e0</w:t>
      </w:r>
    </w:p>
    <w:p w:rsidR="007B6A46" w:rsidRDefault="007B6A46" w:rsidP="007B6A46">
      <w:r>
        <w:t>530.4067</w:t>
      </w:r>
      <w:r>
        <w:tab/>
        <w:t>1.013e0</w:t>
      </w:r>
    </w:p>
    <w:p w:rsidR="007B6A46" w:rsidRDefault="007B6A46" w:rsidP="007B6A46">
      <w:r>
        <w:t>530.4846</w:t>
      </w:r>
      <w:r>
        <w:tab/>
        <w:t>2.025e0</w:t>
      </w:r>
    </w:p>
    <w:p w:rsidR="007B6A46" w:rsidRDefault="007B6A46" w:rsidP="007B6A46">
      <w:r>
        <w:t>530.4996</w:t>
      </w:r>
      <w:r>
        <w:tab/>
        <w:t>1.013e0</w:t>
      </w:r>
    </w:p>
    <w:p w:rsidR="007B6A46" w:rsidRDefault="007B6A46" w:rsidP="007B6A46">
      <w:r>
        <w:t>530.6317</w:t>
      </w:r>
      <w:r>
        <w:tab/>
        <w:t>1.013e0</w:t>
      </w:r>
    </w:p>
    <w:p w:rsidR="007B6A46" w:rsidRDefault="007B6A46" w:rsidP="007B6A46">
      <w:r>
        <w:t>530.6540</w:t>
      </w:r>
      <w:r>
        <w:tab/>
        <w:t>2.025e0</w:t>
      </w:r>
    </w:p>
    <w:p w:rsidR="007B6A46" w:rsidRDefault="007B6A46" w:rsidP="007B6A46">
      <w:r>
        <w:t>530.6950</w:t>
      </w:r>
      <w:r>
        <w:tab/>
        <w:t>1.013e0</w:t>
      </w:r>
    </w:p>
    <w:p w:rsidR="007B6A46" w:rsidRDefault="007B6A46" w:rsidP="007B6A46">
      <w:r>
        <w:lastRenderedPageBreak/>
        <w:t>530.7379</w:t>
      </w:r>
      <w:r>
        <w:tab/>
        <w:t>1.013e0</w:t>
      </w:r>
    </w:p>
    <w:p w:rsidR="007B6A46" w:rsidRDefault="007B6A46" w:rsidP="007B6A46">
      <w:r>
        <w:t>530.7417</w:t>
      </w:r>
      <w:r>
        <w:tab/>
        <w:t>1.013e0</w:t>
      </w:r>
    </w:p>
    <w:p w:rsidR="007B6A46" w:rsidRDefault="007B6A46" w:rsidP="007B6A46">
      <w:r>
        <w:t>530.7509</w:t>
      </w:r>
      <w:r>
        <w:tab/>
        <w:t>1.013e0</w:t>
      </w:r>
    </w:p>
    <w:p w:rsidR="007B6A46" w:rsidRDefault="007B6A46" w:rsidP="007B6A46">
      <w:r>
        <w:t>530.8299</w:t>
      </w:r>
      <w:r>
        <w:tab/>
        <w:t>1.013e0</w:t>
      </w:r>
    </w:p>
    <w:p w:rsidR="007B6A46" w:rsidRDefault="007B6A46" w:rsidP="007B6A46">
      <w:r>
        <w:t>530.8518</w:t>
      </w:r>
      <w:r>
        <w:tab/>
        <w:t>1.013e0</w:t>
      </w:r>
    </w:p>
    <w:p w:rsidR="007B6A46" w:rsidRDefault="007B6A46" w:rsidP="007B6A46">
      <w:r>
        <w:t>530.9208</w:t>
      </w:r>
      <w:r>
        <w:tab/>
        <w:t>2.025e0</w:t>
      </w:r>
    </w:p>
    <w:p w:rsidR="007B6A46" w:rsidRDefault="007B6A46" w:rsidP="007B6A46">
      <w:r>
        <w:t>530.9335</w:t>
      </w:r>
      <w:r>
        <w:tab/>
        <w:t>1.013e0</w:t>
      </w:r>
    </w:p>
    <w:p w:rsidR="007B6A46" w:rsidRDefault="007B6A46" w:rsidP="007B6A46">
      <w:r>
        <w:t>530.9621</w:t>
      </w:r>
      <w:r>
        <w:tab/>
        <w:t>1.013e0</w:t>
      </w:r>
    </w:p>
    <w:p w:rsidR="007B6A46" w:rsidRDefault="007B6A46" w:rsidP="007B6A46">
      <w:r>
        <w:t>530.9702</w:t>
      </w:r>
      <w:r>
        <w:tab/>
        <w:t>1.013e0</w:t>
      </w:r>
    </w:p>
    <w:p w:rsidR="007B6A46" w:rsidRDefault="007B6A46" w:rsidP="007B6A46">
      <w:r>
        <w:t>531.0023</w:t>
      </w:r>
      <w:r>
        <w:tab/>
        <w:t>2.025e0</w:t>
      </w:r>
    </w:p>
    <w:p w:rsidR="007B6A46" w:rsidRDefault="007B6A46" w:rsidP="007B6A46">
      <w:r>
        <w:t>531.0910</w:t>
      </w:r>
      <w:r>
        <w:tab/>
        <w:t>1.013e0</w:t>
      </w:r>
    </w:p>
    <w:p w:rsidR="007B6A46" w:rsidRDefault="007B6A46" w:rsidP="007B6A46">
      <w:r>
        <w:t>531.1278</w:t>
      </w:r>
      <w:r>
        <w:tab/>
        <w:t>1.013e0</w:t>
      </w:r>
    </w:p>
    <w:p w:rsidR="007B6A46" w:rsidRDefault="007B6A46" w:rsidP="007B6A46">
      <w:r>
        <w:t>531.1638</w:t>
      </w:r>
      <w:r>
        <w:tab/>
        <w:t>1.013e0</w:t>
      </w:r>
    </w:p>
    <w:p w:rsidR="007B6A46" w:rsidRDefault="007B6A46" w:rsidP="007B6A46">
      <w:r>
        <w:t>531.1830</w:t>
      </w:r>
      <w:r>
        <w:tab/>
        <w:t>1.013e0</w:t>
      </w:r>
    </w:p>
    <w:p w:rsidR="007B6A46" w:rsidRDefault="007B6A46" w:rsidP="007B6A46">
      <w:r>
        <w:t>531.1982</w:t>
      </w:r>
      <w:r>
        <w:tab/>
        <w:t>5.063e0</w:t>
      </w:r>
    </w:p>
    <w:p w:rsidR="007B6A46" w:rsidRDefault="007B6A46" w:rsidP="007B6A46">
      <w:r>
        <w:t>531.2352</w:t>
      </w:r>
      <w:r>
        <w:tab/>
        <w:t>2.025e0</w:t>
      </w:r>
    </w:p>
    <w:p w:rsidR="007B6A46" w:rsidRDefault="007B6A46" w:rsidP="007B6A46">
      <w:r>
        <w:t>531.2455</w:t>
      </w:r>
      <w:r>
        <w:tab/>
        <w:t>1.013e0</w:t>
      </w:r>
    </w:p>
    <w:p w:rsidR="007B6A46" w:rsidRDefault="007B6A46" w:rsidP="007B6A46">
      <w:r>
        <w:t>531.2751</w:t>
      </w:r>
      <w:r>
        <w:tab/>
        <w:t>4.051e0</w:t>
      </w:r>
    </w:p>
    <w:p w:rsidR="007B6A46" w:rsidRDefault="007B6A46" w:rsidP="007B6A46">
      <w:r>
        <w:t>531.2895</w:t>
      </w:r>
      <w:r>
        <w:tab/>
        <w:t>3.038e0</w:t>
      </w:r>
    </w:p>
    <w:p w:rsidR="007B6A46" w:rsidRDefault="007B6A46" w:rsidP="007B6A46">
      <w:r>
        <w:lastRenderedPageBreak/>
        <w:t>531.2943</w:t>
      </w:r>
      <w:r>
        <w:tab/>
        <w:t>2.025e0</w:t>
      </w:r>
    </w:p>
    <w:p w:rsidR="007B6A46" w:rsidRDefault="007B6A46" w:rsidP="007B6A46">
      <w:r>
        <w:t>531.3014</w:t>
      </w:r>
      <w:r>
        <w:tab/>
        <w:t>1.013e0</w:t>
      </w:r>
    </w:p>
    <w:p w:rsidR="007B6A46" w:rsidRDefault="007B6A46" w:rsidP="007B6A46">
      <w:r>
        <w:t>531.3474</w:t>
      </w:r>
      <w:r>
        <w:tab/>
        <w:t>2.025e0</w:t>
      </w:r>
    </w:p>
    <w:p w:rsidR="007B6A46" w:rsidRDefault="007B6A46" w:rsidP="007B6A46">
      <w:r>
        <w:t>531.3487</w:t>
      </w:r>
      <w:r>
        <w:tab/>
        <w:t>1.013e0</w:t>
      </w:r>
    </w:p>
    <w:p w:rsidR="007B6A46" w:rsidRDefault="007B6A46" w:rsidP="007B6A46">
      <w:r>
        <w:t>531.3557</w:t>
      </w:r>
      <w:r>
        <w:tab/>
        <w:t>1.013e0</w:t>
      </w:r>
    </w:p>
    <w:p w:rsidR="007B6A46" w:rsidRDefault="007B6A46" w:rsidP="007B6A46">
      <w:r>
        <w:t>531.3820</w:t>
      </w:r>
      <w:r>
        <w:tab/>
        <w:t>2.025e0</w:t>
      </w:r>
    </w:p>
    <w:p w:rsidR="007B6A46" w:rsidRDefault="007B6A46" w:rsidP="007B6A46">
      <w:r>
        <w:t>531.4147</w:t>
      </w:r>
      <w:r>
        <w:tab/>
        <w:t>2.025e0</w:t>
      </w:r>
    </w:p>
    <w:p w:rsidR="007B6A46" w:rsidRDefault="007B6A46" w:rsidP="007B6A46">
      <w:r>
        <w:t>531.4842</w:t>
      </w:r>
      <w:r>
        <w:tab/>
        <w:t>1.013e0</w:t>
      </w:r>
    </w:p>
    <w:p w:rsidR="007B6A46" w:rsidRDefault="007B6A46" w:rsidP="007B6A46">
      <w:r>
        <w:t>531.5028</w:t>
      </w:r>
      <w:r>
        <w:tab/>
        <w:t>3.038e0</w:t>
      </w:r>
    </w:p>
    <w:p w:rsidR="007B6A46" w:rsidRDefault="007B6A46" w:rsidP="007B6A46">
      <w:r>
        <w:t>531.5511</w:t>
      </w:r>
      <w:r>
        <w:tab/>
        <w:t>1.013e0</w:t>
      </w:r>
    </w:p>
    <w:p w:rsidR="007B6A46" w:rsidRDefault="007B6A46" w:rsidP="007B6A46">
      <w:r>
        <w:t>531.6529</w:t>
      </w:r>
      <w:r>
        <w:tab/>
        <w:t>2.025e0</w:t>
      </w:r>
    </w:p>
    <w:p w:rsidR="007B6A46" w:rsidRDefault="007B6A46" w:rsidP="007B6A46">
      <w:r>
        <w:t>531.7055</w:t>
      </w:r>
      <w:r>
        <w:tab/>
        <w:t>1.013e0</w:t>
      </w:r>
    </w:p>
    <w:p w:rsidR="007B6A46" w:rsidRDefault="007B6A46" w:rsidP="007B6A46">
      <w:r>
        <w:t>531.7343</w:t>
      </w:r>
      <w:r>
        <w:tab/>
        <w:t>1.013e0</w:t>
      </w:r>
    </w:p>
    <w:p w:rsidR="007B6A46" w:rsidRDefault="007B6A46" w:rsidP="007B6A46">
      <w:r>
        <w:t>531.7878</w:t>
      </w:r>
      <w:r>
        <w:tab/>
        <w:t>1.013e0</w:t>
      </w:r>
    </w:p>
    <w:p w:rsidR="007B6A46" w:rsidRDefault="007B6A46" w:rsidP="007B6A46">
      <w:r>
        <w:t>531.8455</w:t>
      </w:r>
      <w:r>
        <w:tab/>
        <w:t>1.013e0</w:t>
      </w:r>
    </w:p>
    <w:p w:rsidR="007B6A46" w:rsidRDefault="007B6A46" w:rsidP="007B6A46">
      <w:r>
        <w:t>531.8617</w:t>
      </w:r>
      <w:r>
        <w:tab/>
        <w:t>2.025e0</w:t>
      </w:r>
    </w:p>
    <w:p w:rsidR="007B6A46" w:rsidRDefault="007B6A46" w:rsidP="007B6A46">
      <w:r>
        <w:t>531.8823</w:t>
      </w:r>
      <w:r>
        <w:tab/>
        <w:t>1.013e0</w:t>
      </w:r>
    </w:p>
    <w:p w:rsidR="007B6A46" w:rsidRDefault="007B6A46" w:rsidP="007B6A46">
      <w:r>
        <w:t>531.8973</w:t>
      </w:r>
      <w:r>
        <w:tab/>
        <w:t>1.013e0</w:t>
      </w:r>
    </w:p>
    <w:p w:rsidR="007B6A46" w:rsidRDefault="007B6A46" w:rsidP="007B6A46">
      <w:r>
        <w:t>531.9718</w:t>
      </w:r>
      <w:r>
        <w:tab/>
        <w:t>1.013e0</w:t>
      </w:r>
    </w:p>
    <w:p w:rsidR="007B6A46" w:rsidRDefault="007B6A46" w:rsidP="007B6A46">
      <w:r>
        <w:lastRenderedPageBreak/>
        <w:t>531.9894</w:t>
      </w:r>
      <w:r>
        <w:tab/>
        <w:t>1.013e0</w:t>
      </w:r>
    </w:p>
    <w:p w:rsidR="007B6A46" w:rsidRDefault="007B6A46" w:rsidP="007B6A46">
      <w:r>
        <w:t>532.0112</w:t>
      </w:r>
      <w:r>
        <w:tab/>
        <w:t>2.025e0</w:t>
      </w:r>
    </w:p>
    <w:p w:rsidR="007B6A46" w:rsidRDefault="007B6A46" w:rsidP="007B6A46">
      <w:r>
        <w:t>532.0287</w:t>
      </w:r>
      <w:r>
        <w:tab/>
        <w:t>1.013e0</w:t>
      </w:r>
    </w:p>
    <w:p w:rsidR="007B6A46" w:rsidRDefault="007B6A46" w:rsidP="007B6A46">
      <w:r>
        <w:t>532.1006</w:t>
      </w:r>
      <w:r>
        <w:tab/>
        <w:t>1.013e0</w:t>
      </w:r>
    </w:p>
    <w:p w:rsidR="007B6A46" w:rsidRDefault="007B6A46" w:rsidP="007B6A46">
      <w:r>
        <w:t>532.1090</w:t>
      </w:r>
      <w:r>
        <w:tab/>
        <w:t>1.013e0</w:t>
      </w:r>
    </w:p>
    <w:p w:rsidR="007B6A46" w:rsidRDefault="007B6A46" w:rsidP="007B6A46">
      <w:r>
        <w:t>532.1391</w:t>
      </w:r>
      <w:r>
        <w:tab/>
        <w:t>1.013e0</w:t>
      </w:r>
    </w:p>
    <w:p w:rsidR="007B6A46" w:rsidRDefault="007B6A46" w:rsidP="007B6A46">
      <w:r>
        <w:t>532.2319</w:t>
      </w:r>
      <w:r>
        <w:tab/>
        <w:t>1.013e0</w:t>
      </w:r>
    </w:p>
    <w:p w:rsidR="007B6A46" w:rsidRDefault="007B6A46" w:rsidP="007B6A46">
      <w:r>
        <w:t>532.2635</w:t>
      </w:r>
      <w:r>
        <w:tab/>
        <w:t>4.051e0</w:t>
      </w:r>
    </w:p>
    <w:p w:rsidR="007B6A46" w:rsidRDefault="007B6A46" w:rsidP="007B6A46">
      <w:r>
        <w:t>532.2935</w:t>
      </w:r>
      <w:r>
        <w:tab/>
        <w:t>4.051e0</w:t>
      </w:r>
    </w:p>
    <w:p w:rsidR="007B6A46" w:rsidRDefault="007B6A46" w:rsidP="007B6A46">
      <w:r>
        <w:t>532.3264</w:t>
      </w:r>
      <w:r>
        <w:tab/>
        <w:t>2.025e0</w:t>
      </w:r>
    </w:p>
    <w:p w:rsidR="007B6A46" w:rsidRDefault="007B6A46" w:rsidP="007B6A46">
      <w:r>
        <w:t>532.3307</w:t>
      </w:r>
      <w:r>
        <w:tab/>
        <w:t>6.076e0</w:t>
      </w:r>
    </w:p>
    <w:p w:rsidR="007B6A46" w:rsidRDefault="007B6A46" w:rsidP="007B6A46">
      <w:r>
        <w:t>532.3538</w:t>
      </w:r>
      <w:r>
        <w:tab/>
        <w:t>2.025e0</w:t>
      </w:r>
    </w:p>
    <w:p w:rsidR="007B6A46" w:rsidRDefault="007B6A46" w:rsidP="007B6A46">
      <w:r>
        <w:t>532.4000</w:t>
      </w:r>
      <w:r>
        <w:tab/>
        <w:t>2.025e0</w:t>
      </w:r>
    </w:p>
    <w:p w:rsidR="007B6A46" w:rsidRDefault="007B6A46" w:rsidP="007B6A46">
      <w:r>
        <w:t>532.4604</w:t>
      </w:r>
      <w:r>
        <w:tab/>
        <w:t>2.025e0</w:t>
      </w:r>
    </w:p>
    <w:p w:rsidR="007B6A46" w:rsidRDefault="007B6A46" w:rsidP="007B6A46">
      <w:r>
        <w:t>532.4621</w:t>
      </w:r>
      <w:r>
        <w:tab/>
        <w:t>2.025e0</w:t>
      </w:r>
    </w:p>
    <w:p w:rsidR="007B6A46" w:rsidRDefault="007B6A46" w:rsidP="007B6A46">
      <w:r>
        <w:t>532.4707</w:t>
      </w:r>
      <w:r>
        <w:tab/>
        <w:t>2.025e0</w:t>
      </w:r>
    </w:p>
    <w:p w:rsidR="007B6A46" w:rsidRDefault="007B6A46" w:rsidP="007B6A46">
      <w:r>
        <w:t>532.5010</w:t>
      </w:r>
      <w:r>
        <w:tab/>
        <w:t>2.025e0</w:t>
      </w:r>
    </w:p>
    <w:p w:rsidR="007B6A46" w:rsidRDefault="007B6A46" w:rsidP="007B6A46">
      <w:r>
        <w:t>532.5439</w:t>
      </w:r>
      <w:r>
        <w:tab/>
        <w:t>1.013e0</w:t>
      </w:r>
    </w:p>
    <w:p w:rsidR="007B6A46" w:rsidRDefault="007B6A46" w:rsidP="007B6A46">
      <w:r>
        <w:t>532.6341</w:t>
      </w:r>
      <w:r>
        <w:tab/>
        <w:t>1.013e0</w:t>
      </w:r>
    </w:p>
    <w:p w:rsidR="007B6A46" w:rsidRDefault="007B6A46" w:rsidP="007B6A46">
      <w:r>
        <w:lastRenderedPageBreak/>
        <w:t>532.6392</w:t>
      </w:r>
      <w:r>
        <w:tab/>
        <w:t>2.025e0</w:t>
      </w:r>
    </w:p>
    <w:p w:rsidR="007B6A46" w:rsidRDefault="007B6A46" w:rsidP="007B6A46">
      <w:r>
        <w:t>532.6709</w:t>
      </w:r>
      <w:r>
        <w:tab/>
        <w:t>1.013e0</w:t>
      </w:r>
    </w:p>
    <w:p w:rsidR="007B6A46" w:rsidRDefault="007B6A46" w:rsidP="007B6A46">
      <w:r>
        <w:t>532.7161</w:t>
      </w:r>
      <w:r>
        <w:tab/>
        <w:t>1.013e0</w:t>
      </w:r>
    </w:p>
    <w:p w:rsidR="007B6A46" w:rsidRDefault="007B6A46" w:rsidP="007B6A46">
      <w:r>
        <w:t>532.7496</w:t>
      </w:r>
      <w:r>
        <w:tab/>
        <w:t>2.025e0</w:t>
      </w:r>
    </w:p>
    <w:p w:rsidR="007B6A46" w:rsidRDefault="007B6A46" w:rsidP="007B6A46">
      <w:r>
        <w:t>532.7629</w:t>
      </w:r>
      <w:r>
        <w:tab/>
        <w:t>1.013e0</w:t>
      </w:r>
    </w:p>
    <w:p w:rsidR="007B6A46" w:rsidRDefault="007B6A46" w:rsidP="007B6A46">
      <w:r>
        <w:t>532.8360</w:t>
      </w:r>
      <w:r>
        <w:tab/>
        <w:t>2.025e0</w:t>
      </w:r>
    </w:p>
    <w:p w:rsidR="007B6A46" w:rsidRDefault="007B6A46" w:rsidP="007B6A46">
      <w:r>
        <w:t>532.8458</w:t>
      </w:r>
      <w:r>
        <w:tab/>
        <w:t>1.013e0</w:t>
      </w:r>
    </w:p>
    <w:p w:rsidR="007B6A46" w:rsidRDefault="007B6A46" w:rsidP="007B6A46">
      <w:r>
        <w:t>532.8943</w:t>
      </w:r>
      <w:r>
        <w:tab/>
        <w:t>1.013e0</w:t>
      </w:r>
    </w:p>
    <w:p w:rsidR="007B6A46" w:rsidRDefault="007B6A46" w:rsidP="007B6A46">
      <w:r>
        <w:t>532.9830</w:t>
      </w:r>
      <w:r>
        <w:tab/>
        <w:t>1.013e0</w:t>
      </w:r>
    </w:p>
    <w:p w:rsidR="007B6A46" w:rsidRDefault="007B6A46" w:rsidP="007B6A46">
      <w:r>
        <w:t>533.0416</w:t>
      </w:r>
      <w:r>
        <w:tab/>
        <w:t>1.013e0</w:t>
      </w:r>
    </w:p>
    <w:p w:rsidR="007B6A46" w:rsidRDefault="007B6A46" w:rsidP="007B6A46">
      <w:r>
        <w:t>533.2023</w:t>
      </w:r>
      <w:r>
        <w:tab/>
        <w:t>4.051e0</w:t>
      </w:r>
    </w:p>
    <w:p w:rsidR="007B6A46" w:rsidRDefault="007B6A46" w:rsidP="007B6A46">
      <w:r>
        <w:t>533.2046</w:t>
      </w:r>
      <w:r>
        <w:tab/>
        <w:t>1.013e0</w:t>
      </w:r>
    </w:p>
    <w:p w:rsidR="007B6A46" w:rsidRDefault="007B6A46" w:rsidP="007B6A46">
      <w:r>
        <w:t>533.2405</w:t>
      </w:r>
      <w:r>
        <w:tab/>
        <w:t>1.013e0</w:t>
      </w:r>
    </w:p>
    <w:p w:rsidR="007B6A46" w:rsidRDefault="007B6A46" w:rsidP="007B6A46">
      <w:r>
        <w:t>533.2766</w:t>
      </w:r>
      <w:r>
        <w:tab/>
        <w:t>2.025e0</w:t>
      </w:r>
    </w:p>
    <w:p w:rsidR="007B6A46" w:rsidRDefault="007B6A46" w:rsidP="007B6A46">
      <w:r>
        <w:t>533.2983</w:t>
      </w:r>
      <w:r>
        <w:tab/>
        <w:t>1.013e0</w:t>
      </w:r>
    </w:p>
    <w:p w:rsidR="007B6A46" w:rsidRDefault="007B6A46" w:rsidP="007B6A46">
      <w:r>
        <w:t>533.3089</w:t>
      </w:r>
      <w:r>
        <w:tab/>
        <w:t>4.051e0</w:t>
      </w:r>
    </w:p>
    <w:p w:rsidR="007B6A46" w:rsidRDefault="007B6A46" w:rsidP="007B6A46">
      <w:r>
        <w:t>533.3422</w:t>
      </w:r>
      <w:r>
        <w:tab/>
        <w:t>1.013e0</w:t>
      </w:r>
    </w:p>
    <w:p w:rsidR="007B6A46" w:rsidRDefault="007B6A46" w:rsidP="007B6A46">
      <w:r>
        <w:t>533.3500</w:t>
      </w:r>
      <w:r>
        <w:tab/>
        <w:t>6.076e0</w:t>
      </w:r>
    </w:p>
    <w:p w:rsidR="007B6A46" w:rsidRDefault="007B6A46" w:rsidP="007B6A46">
      <w:r>
        <w:t>533.3903</w:t>
      </w:r>
      <w:r>
        <w:tab/>
        <w:t>1.013e0</w:t>
      </w:r>
    </w:p>
    <w:p w:rsidR="007B6A46" w:rsidRDefault="007B6A46" w:rsidP="007B6A46">
      <w:r>
        <w:lastRenderedPageBreak/>
        <w:t>533.4087</w:t>
      </w:r>
      <w:r>
        <w:tab/>
        <w:t>1.013e0</w:t>
      </w:r>
    </w:p>
    <w:p w:rsidR="007B6A46" w:rsidRDefault="007B6A46" w:rsidP="007B6A46">
      <w:r>
        <w:t>533.4536</w:t>
      </w:r>
      <w:r>
        <w:tab/>
        <w:t>1.013e0</w:t>
      </w:r>
    </w:p>
    <w:p w:rsidR="007B6A46" w:rsidRDefault="007B6A46" w:rsidP="007B6A46">
      <w:r>
        <w:t>533.4731</w:t>
      </w:r>
      <w:r>
        <w:tab/>
        <w:t>2.025e0</w:t>
      </w:r>
    </w:p>
    <w:p w:rsidR="007B6A46" w:rsidRDefault="007B6A46" w:rsidP="007B6A46">
      <w:r>
        <w:t>533.5273</w:t>
      </w:r>
      <w:r>
        <w:tab/>
        <w:t>1.013e0</w:t>
      </w:r>
    </w:p>
    <w:p w:rsidR="007B6A46" w:rsidRDefault="007B6A46" w:rsidP="007B6A46">
      <w:r>
        <w:t>533.6189</w:t>
      </w:r>
      <w:r>
        <w:tab/>
        <w:t>2.025e0</w:t>
      </w:r>
    </w:p>
    <w:p w:rsidR="007B6A46" w:rsidRDefault="007B6A46" w:rsidP="007B6A46">
      <w:r>
        <w:t>533.7039</w:t>
      </w:r>
      <w:r>
        <w:tab/>
        <w:t>1.013e0</w:t>
      </w:r>
    </w:p>
    <w:p w:rsidR="007B6A46" w:rsidRDefault="007B6A46" w:rsidP="007B6A46">
      <w:r>
        <w:t>533.7372</w:t>
      </w:r>
      <w:r>
        <w:tab/>
        <w:t>1.013e0</w:t>
      </w:r>
    </w:p>
    <w:p w:rsidR="007B6A46" w:rsidRDefault="007B6A46" w:rsidP="007B6A46">
      <w:r>
        <w:t>533.8130</w:t>
      </w:r>
      <w:r>
        <w:tab/>
        <w:t>2.025e0</w:t>
      </w:r>
    </w:p>
    <w:p w:rsidR="007B6A46" w:rsidRDefault="007B6A46" w:rsidP="007B6A46">
      <w:r>
        <w:t>533.8223</w:t>
      </w:r>
      <w:r>
        <w:tab/>
        <w:t>1.013e0</w:t>
      </w:r>
    </w:p>
    <w:p w:rsidR="007B6A46" w:rsidRDefault="007B6A46" w:rsidP="007B6A46">
      <w:r>
        <w:t>533.8591</w:t>
      </w:r>
      <w:r>
        <w:tab/>
        <w:t>1.013e0</w:t>
      </w:r>
    </w:p>
    <w:p w:rsidR="007B6A46" w:rsidRDefault="007B6A46" w:rsidP="007B6A46">
      <w:r>
        <w:t>533.8956</w:t>
      </w:r>
      <w:r>
        <w:tab/>
        <w:t>2.025e0</w:t>
      </w:r>
    </w:p>
    <w:p w:rsidR="007B6A46" w:rsidRDefault="007B6A46" w:rsidP="007B6A46">
      <w:r>
        <w:t>533.9883</w:t>
      </w:r>
      <w:r>
        <w:tab/>
        <w:t>1.013e0</w:t>
      </w:r>
    </w:p>
    <w:p w:rsidR="007B6A46" w:rsidRDefault="007B6A46" w:rsidP="007B6A46">
      <w:r>
        <w:t>534.1060</w:t>
      </w:r>
      <w:r>
        <w:tab/>
        <w:t>1.013e0</w:t>
      </w:r>
    </w:p>
    <w:p w:rsidR="007B6A46" w:rsidRDefault="007B6A46" w:rsidP="007B6A46">
      <w:r>
        <w:t>534.2180</w:t>
      </w:r>
      <w:r>
        <w:tab/>
        <w:t>1.013e0</w:t>
      </w:r>
    </w:p>
    <w:p w:rsidR="007B6A46" w:rsidRDefault="007B6A46" w:rsidP="007B6A46">
      <w:r>
        <w:t>534.2650</w:t>
      </w:r>
      <w:r>
        <w:tab/>
        <w:t>1.013e0</w:t>
      </w:r>
    </w:p>
    <w:p w:rsidR="007B6A46" w:rsidRDefault="007B6A46" w:rsidP="007B6A46">
      <w:r>
        <w:t>534.2919</w:t>
      </w:r>
      <w:r>
        <w:tab/>
        <w:t>1.013e0</w:t>
      </w:r>
    </w:p>
    <w:p w:rsidR="007B6A46" w:rsidRDefault="007B6A46" w:rsidP="007B6A46">
      <w:r>
        <w:t>534.3002</w:t>
      </w:r>
      <w:r>
        <w:tab/>
        <w:t>3.038e0</w:t>
      </w:r>
    </w:p>
    <w:p w:rsidR="007B6A46" w:rsidRDefault="007B6A46" w:rsidP="007B6A46">
      <w:r>
        <w:t>534.3019</w:t>
      </w:r>
      <w:r>
        <w:tab/>
        <w:t>2.025e0</w:t>
      </w:r>
    </w:p>
    <w:p w:rsidR="007B6A46" w:rsidRDefault="007B6A46" w:rsidP="007B6A46">
      <w:r>
        <w:t>534.3481</w:t>
      </w:r>
      <w:r>
        <w:tab/>
        <w:t>1.013e0</w:t>
      </w:r>
    </w:p>
    <w:p w:rsidR="007B6A46" w:rsidRDefault="007B6A46" w:rsidP="007B6A46">
      <w:r>
        <w:lastRenderedPageBreak/>
        <w:t>534.4127</w:t>
      </w:r>
      <w:r>
        <w:tab/>
        <w:t>1.013e0</w:t>
      </w:r>
    </w:p>
    <w:p w:rsidR="007B6A46" w:rsidRDefault="007B6A46" w:rsidP="007B6A46">
      <w:r>
        <w:t>534.4547</w:t>
      </w:r>
      <w:r>
        <w:tab/>
        <w:t>1.013e0</w:t>
      </w:r>
    </w:p>
    <w:p w:rsidR="007B6A46" w:rsidRDefault="007B6A46" w:rsidP="007B6A46">
      <w:r>
        <w:t>534.5107</w:t>
      </w:r>
      <w:r>
        <w:tab/>
        <w:t>1.013e0</w:t>
      </w:r>
    </w:p>
    <w:p w:rsidR="007B6A46" w:rsidRDefault="007B6A46" w:rsidP="007B6A46">
      <w:r>
        <w:t>534.5696</w:t>
      </w:r>
      <w:r>
        <w:tab/>
        <w:t>1.013e0</w:t>
      </w:r>
    </w:p>
    <w:p w:rsidR="007B6A46" w:rsidRDefault="007B6A46" w:rsidP="007B6A46">
      <w:r>
        <w:t>534.6334</w:t>
      </w:r>
      <w:r>
        <w:tab/>
        <w:t>1.013e0</w:t>
      </w:r>
    </w:p>
    <w:p w:rsidR="007B6A46" w:rsidRDefault="007B6A46" w:rsidP="007B6A46">
      <w:r>
        <w:t>534.6764</w:t>
      </w:r>
      <w:r>
        <w:tab/>
        <w:t>1.013e0</w:t>
      </w:r>
    </w:p>
    <w:p w:rsidR="007B6A46" w:rsidRDefault="007B6A46" w:rsidP="007B6A46">
      <w:r>
        <w:t>534.7073</w:t>
      </w:r>
      <w:r>
        <w:tab/>
        <w:t>1.013e0</w:t>
      </w:r>
    </w:p>
    <w:p w:rsidR="007B6A46" w:rsidRDefault="007B6A46" w:rsidP="007B6A46">
      <w:r>
        <w:t>534.7400</w:t>
      </w:r>
      <w:r>
        <w:tab/>
        <w:t>2.025e0</w:t>
      </w:r>
    </w:p>
    <w:p w:rsidR="007B6A46" w:rsidRDefault="007B6A46" w:rsidP="007B6A46">
      <w:r>
        <w:t>534.8491</w:t>
      </w:r>
      <w:r>
        <w:tab/>
        <w:t>2.025e0</w:t>
      </w:r>
    </w:p>
    <w:p w:rsidR="007B6A46" w:rsidRDefault="007B6A46" w:rsidP="007B6A46">
      <w:r>
        <w:t>534.8559</w:t>
      </w:r>
      <w:r>
        <w:tab/>
        <w:t>2.025e0</w:t>
      </w:r>
    </w:p>
    <w:p w:rsidR="007B6A46" w:rsidRDefault="007B6A46" w:rsidP="007B6A46">
      <w:r>
        <w:t>534.9290</w:t>
      </w:r>
      <w:r>
        <w:tab/>
        <w:t>1.013e0</w:t>
      </w:r>
    </w:p>
    <w:p w:rsidR="007B6A46" w:rsidRDefault="007B6A46" w:rsidP="007B6A46">
      <w:r>
        <w:t>534.9330</w:t>
      </w:r>
      <w:r>
        <w:tab/>
        <w:t>2.025e0</w:t>
      </w:r>
    </w:p>
    <w:p w:rsidR="007B6A46" w:rsidRDefault="007B6A46" w:rsidP="007B6A46">
      <w:r>
        <w:t>535.0078</w:t>
      </w:r>
      <w:r>
        <w:tab/>
        <w:t>2.025e0</w:t>
      </w:r>
    </w:p>
    <w:p w:rsidR="007B6A46" w:rsidRDefault="007B6A46" w:rsidP="007B6A46">
      <w:r>
        <w:t>535.1045</w:t>
      </w:r>
      <w:r>
        <w:tab/>
        <w:t>1.013e0</w:t>
      </w:r>
    </w:p>
    <w:p w:rsidR="007B6A46" w:rsidRDefault="007B6A46" w:rsidP="007B6A46">
      <w:r>
        <w:t>535.1700</w:t>
      </w:r>
      <w:r>
        <w:tab/>
        <w:t>1.013e0</w:t>
      </w:r>
    </w:p>
    <w:p w:rsidR="007B6A46" w:rsidRDefault="007B6A46" w:rsidP="007B6A46">
      <w:r>
        <w:t>535.1734</w:t>
      </w:r>
      <w:r>
        <w:tab/>
        <w:t>1.013e0</w:t>
      </w:r>
    </w:p>
    <w:p w:rsidR="007B6A46" w:rsidRDefault="007B6A46" w:rsidP="007B6A46">
      <w:r>
        <w:t>535.2804</w:t>
      </w:r>
      <w:r>
        <w:tab/>
        <w:t>3.038e0</w:t>
      </w:r>
    </w:p>
    <w:p w:rsidR="007B6A46" w:rsidRDefault="007B6A46" w:rsidP="007B6A46">
      <w:r>
        <w:t>535.3036</w:t>
      </w:r>
      <w:r>
        <w:tab/>
        <w:t>2.025e0</w:t>
      </w:r>
    </w:p>
    <w:p w:rsidR="007B6A46" w:rsidRDefault="007B6A46" w:rsidP="007B6A46">
      <w:r>
        <w:t>535.3356</w:t>
      </w:r>
      <w:r>
        <w:tab/>
        <w:t>2.025e0</w:t>
      </w:r>
    </w:p>
    <w:p w:rsidR="007B6A46" w:rsidRDefault="007B6A46" w:rsidP="007B6A46">
      <w:r>
        <w:lastRenderedPageBreak/>
        <w:t>535.3482</w:t>
      </w:r>
      <w:r>
        <w:tab/>
        <w:t>2.025e0</w:t>
      </w:r>
    </w:p>
    <w:p w:rsidR="007B6A46" w:rsidRDefault="007B6A46" w:rsidP="007B6A46">
      <w:r>
        <w:t>535.3551</w:t>
      </w:r>
      <w:r>
        <w:tab/>
        <w:t>2.025e0</w:t>
      </w:r>
    </w:p>
    <w:p w:rsidR="007B6A46" w:rsidRDefault="007B6A46" w:rsidP="007B6A46">
      <w:r>
        <w:t>535.3818</w:t>
      </w:r>
      <w:r>
        <w:tab/>
        <w:t>1.013e0</w:t>
      </w:r>
    </w:p>
    <w:p w:rsidR="007B6A46" w:rsidRDefault="007B6A46" w:rsidP="007B6A46">
      <w:r>
        <w:t>535.4341</w:t>
      </w:r>
      <w:r>
        <w:tab/>
        <w:t>2.025e0</w:t>
      </w:r>
    </w:p>
    <w:p w:rsidR="007B6A46" w:rsidRDefault="007B6A46" w:rsidP="007B6A46">
      <w:r>
        <w:t>535.4485</w:t>
      </w:r>
      <w:r>
        <w:tab/>
        <w:t>1.013e0</w:t>
      </w:r>
    </w:p>
    <w:p w:rsidR="007B6A46" w:rsidRDefault="007B6A46" w:rsidP="007B6A46">
      <w:r>
        <w:t>535.4526</w:t>
      </w:r>
      <w:r>
        <w:tab/>
        <w:t>2.025e0</w:t>
      </w:r>
    </w:p>
    <w:p w:rsidR="007B6A46" w:rsidRDefault="007B6A46" w:rsidP="007B6A46">
      <w:r>
        <w:t>535.5221</w:t>
      </w:r>
      <w:r>
        <w:tab/>
        <w:t>1.013e0</w:t>
      </w:r>
    </w:p>
    <w:p w:rsidR="007B6A46" w:rsidRDefault="007B6A46" w:rsidP="007B6A46">
      <w:r>
        <w:t>535.5461</w:t>
      </w:r>
      <w:r>
        <w:tab/>
        <w:t>2.025e0</w:t>
      </w:r>
    </w:p>
    <w:p w:rsidR="007B6A46" w:rsidRDefault="007B6A46" w:rsidP="007B6A46">
      <w:r>
        <w:t>535.6516</w:t>
      </w:r>
      <w:r>
        <w:tab/>
        <w:t>1.013e0</w:t>
      </w:r>
    </w:p>
    <w:p w:rsidR="007B6A46" w:rsidRDefault="007B6A46" w:rsidP="007B6A46">
      <w:r>
        <w:t>535.7147</w:t>
      </w:r>
      <w:r>
        <w:tab/>
        <w:t>1.013e0</w:t>
      </w:r>
    </w:p>
    <w:p w:rsidR="007B6A46" w:rsidRDefault="007B6A46" w:rsidP="007B6A46">
      <w:r>
        <w:t>535.7584</w:t>
      </w:r>
      <w:r>
        <w:tab/>
        <w:t>2.025e0</w:t>
      </w:r>
    </w:p>
    <w:p w:rsidR="007B6A46" w:rsidRDefault="007B6A46" w:rsidP="007B6A46">
      <w:r>
        <w:t>535.8266</w:t>
      </w:r>
      <w:r>
        <w:tab/>
        <w:t>1.013e0</w:t>
      </w:r>
    </w:p>
    <w:p w:rsidR="007B6A46" w:rsidRDefault="007B6A46" w:rsidP="007B6A46">
      <w:r>
        <w:t>535.8544</w:t>
      </w:r>
      <w:r>
        <w:tab/>
        <w:t>1.013e0</w:t>
      </w:r>
    </w:p>
    <w:p w:rsidR="007B6A46" w:rsidRDefault="007B6A46" w:rsidP="007B6A46">
      <w:r>
        <w:t>535.8650</w:t>
      </w:r>
      <w:r>
        <w:tab/>
        <w:t>2.025e0</w:t>
      </w:r>
    </w:p>
    <w:p w:rsidR="007B6A46" w:rsidRDefault="007B6A46" w:rsidP="007B6A46">
      <w:r>
        <w:t>535.8720</w:t>
      </w:r>
      <w:r>
        <w:tab/>
        <w:t>1.013e0</w:t>
      </w:r>
    </w:p>
    <w:p w:rsidR="007B6A46" w:rsidRDefault="007B6A46" w:rsidP="007B6A46">
      <w:r>
        <w:t>535.9241</w:t>
      </w:r>
      <w:r>
        <w:tab/>
        <w:t>1.013e0</w:t>
      </w:r>
    </w:p>
    <w:p w:rsidR="007B6A46" w:rsidRDefault="007B6A46" w:rsidP="007B6A46">
      <w:r>
        <w:t>535.9561</w:t>
      </w:r>
      <w:r>
        <w:tab/>
        <w:t>1.013e0</w:t>
      </w:r>
    </w:p>
    <w:p w:rsidR="007B6A46" w:rsidRDefault="007B6A46" w:rsidP="007B6A46">
      <w:r>
        <w:t>535.9747</w:t>
      </w:r>
      <w:r>
        <w:tab/>
        <w:t>1.013e0</w:t>
      </w:r>
    </w:p>
    <w:p w:rsidR="007B6A46" w:rsidRDefault="007B6A46" w:rsidP="007B6A46">
      <w:r>
        <w:t>535.9984</w:t>
      </w:r>
      <w:r>
        <w:tab/>
        <w:t>2.025e0</w:t>
      </w:r>
    </w:p>
    <w:p w:rsidR="007B6A46" w:rsidRDefault="007B6A46" w:rsidP="007B6A46">
      <w:r>
        <w:lastRenderedPageBreak/>
        <w:t>536.0302</w:t>
      </w:r>
      <w:r>
        <w:tab/>
        <w:t>1.013e0</w:t>
      </w:r>
    </w:p>
    <w:p w:rsidR="007B6A46" w:rsidRDefault="007B6A46" w:rsidP="007B6A46">
      <w:r>
        <w:t>536.0347</w:t>
      </w:r>
      <w:r>
        <w:tab/>
        <w:t>2.025e0</w:t>
      </w:r>
    </w:p>
    <w:p w:rsidR="007B6A46" w:rsidRDefault="007B6A46" w:rsidP="007B6A46">
      <w:r>
        <w:t>536.0394</w:t>
      </w:r>
      <w:r>
        <w:tab/>
        <w:t>1.013e0</w:t>
      </w:r>
    </w:p>
    <w:p w:rsidR="007B6A46" w:rsidRDefault="007B6A46" w:rsidP="007B6A46">
      <w:r>
        <w:t>536.1130</w:t>
      </w:r>
      <w:r>
        <w:tab/>
        <w:t>2.025e0</w:t>
      </w:r>
    </w:p>
    <w:p w:rsidR="007B6A46" w:rsidRDefault="007B6A46" w:rsidP="007B6A46">
      <w:r>
        <w:t>536.1266</w:t>
      </w:r>
      <w:r>
        <w:tab/>
        <w:t>1.013e0</w:t>
      </w:r>
    </w:p>
    <w:p w:rsidR="007B6A46" w:rsidRDefault="007B6A46" w:rsidP="007B6A46">
      <w:r>
        <w:t>536.1320</w:t>
      </w:r>
      <w:r>
        <w:tab/>
        <w:t>1.013e0</w:t>
      </w:r>
    </w:p>
    <w:p w:rsidR="007B6A46" w:rsidRDefault="007B6A46" w:rsidP="007B6A46">
      <w:r>
        <w:t>536.1589</w:t>
      </w:r>
      <w:r>
        <w:tab/>
        <w:t>1.013e0</w:t>
      </w:r>
    </w:p>
    <w:p w:rsidR="007B6A46" w:rsidRDefault="007B6A46" w:rsidP="007B6A46">
      <w:r>
        <w:t>536.1827</w:t>
      </w:r>
      <w:r>
        <w:tab/>
        <w:t>1.013e0</w:t>
      </w:r>
    </w:p>
    <w:p w:rsidR="007B6A46" w:rsidRDefault="007B6A46" w:rsidP="007B6A46">
      <w:r>
        <w:t>536.2372</w:t>
      </w:r>
      <w:r>
        <w:tab/>
        <w:t>2.025e0</w:t>
      </w:r>
    </w:p>
    <w:p w:rsidR="007B6A46" w:rsidRDefault="007B6A46" w:rsidP="007B6A46">
      <w:r>
        <w:t>536.2658</w:t>
      </w:r>
      <w:r>
        <w:tab/>
        <w:t>4.051e0</w:t>
      </w:r>
    </w:p>
    <w:p w:rsidR="007B6A46" w:rsidRDefault="007B6A46" w:rsidP="007B6A46">
      <w:r>
        <w:t>536.2809</w:t>
      </w:r>
      <w:r>
        <w:tab/>
        <w:t>2.025e0</w:t>
      </w:r>
    </w:p>
    <w:p w:rsidR="007B6A46" w:rsidRDefault="007B6A46" w:rsidP="007B6A46">
      <w:r>
        <w:t>536.2875</w:t>
      </w:r>
      <w:r>
        <w:tab/>
        <w:t>1.109e1</w:t>
      </w:r>
    </w:p>
    <w:p w:rsidR="007B6A46" w:rsidRDefault="007B6A46" w:rsidP="007B6A46">
      <w:r>
        <w:t>536.3183</w:t>
      </w:r>
      <w:r>
        <w:tab/>
        <w:t>4.051e0</w:t>
      </w:r>
    </w:p>
    <w:p w:rsidR="007B6A46" w:rsidRDefault="007B6A46" w:rsidP="007B6A46">
      <w:r>
        <w:t>536.3292</w:t>
      </w:r>
      <w:r>
        <w:tab/>
        <w:t>1.013e0</w:t>
      </w:r>
    </w:p>
    <w:p w:rsidR="007B6A46" w:rsidRDefault="007B6A46" w:rsidP="007B6A46">
      <w:r>
        <w:t>536.3668</w:t>
      </w:r>
      <w:r>
        <w:tab/>
        <w:t>1.013e0</w:t>
      </w:r>
    </w:p>
    <w:p w:rsidR="007B6A46" w:rsidRDefault="007B6A46" w:rsidP="007B6A46">
      <w:r>
        <w:t>536.3966</w:t>
      </w:r>
      <w:r>
        <w:tab/>
        <w:t>3.038e0</w:t>
      </w:r>
    </w:p>
    <w:p w:rsidR="007B6A46" w:rsidRDefault="007B6A46" w:rsidP="007B6A46">
      <w:r>
        <w:t>536.4089</w:t>
      </w:r>
      <w:r>
        <w:tab/>
        <w:t>1.013e0</w:t>
      </w:r>
    </w:p>
    <w:p w:rsidR="007B6A46" w:rsidRDefault="007B6A46" w:rsidP="007B6A46">
      <w:r>
        <w:t>536.4283</w:t>
      </w:r>
      <w:r>
        <w:tab/>
        <w:t>1.013e0</w:t>
      </w:r>
    </w:p>
    <w:p w:rsidR="007B6A46" w:rsidRDefault="007B6A46" w:rsidP="007B6A46">
      <w:r>
        <w:t>536.5580</w:t>
      </w:r>
      <w:r>
        <w:tab/>
        <w:t>1.013e0</w:t>
      </w:r>
    </w:p>
    <w:p w:rsidR="007B6A46" w:rsidRDefault="007B6A46" w:rsidP="007B6A46">
      <w:r>
        <w:lastRenderedPageBreak/>
        <w:t>536.5757</w:t>
      </w:r>
      <w:r>
        <w:tab/>
        <w:t>1.013e0</w:t>
      </w:r>
    </w:p>
    <w:p w:rsidR="007B6A46" w:rsidRDefault="007B6A46" w:rsidP="007B6A46">
      <w:r>
        <w:t>536.7248</w:t>
      </w:r>
      <w:r>
        <w:tab/>
        <w:t>1.013e0</w:t>
      </w:r>
    </w:p>
    <w:p w:rsidR="007B6A46" w:rsidRDefault="007B6A46" w:rsidP="007B6A46">
      <w:r>
        <w:t>536.7546</w:t>
      </w:r>
      <w:r>
        <w:tab/>
        <w:t>2.025e0</w:t>
      </w:r>
    </w:p>
    <w:p w:rsidR="007B6A46" w:rsidRDefault="007B6A46" w:rsidP="007B6A46">
      <w:r>
        <w:t>536.7804</w:t>
      </w:r>
      <w:r>
        <w:tab/>
        <w:t>1.013e0</w:t>
      </w:r>
    </w:p>
    <w:p w:rsidR="007B6A46" w:rsidRDefault="007B6A46" w:rsidP="007B6A46">
      <w:r>
        <w:t>536.7889</w:t>
      </w:r>
      <w:r>
        <w:tab/>
        <w:t>1.013e0</w:t>
      </w:r>
    </w:p>
    <w:p w:rsidR="007B6A46" w:rsidRDefault="007B6A46" w:rsidP="007B6A46">
      <w:r>
        <w:t>536.8240</w:t>
      </w:r>
      <w:r>
        <w:tab/>
        <w:t>1.013e0</w:t>
      </w:r>
    </w:p>
    <w:p w:rsidR="007B6A46" w:rsidRDefault="007B6A46" w:rsidP="007B6A46">
      <w:r>
        <w:t>536.8619</w:t>
      </w:r>
      <w:r>
        <w:tab/>
        <w:t>2.025e0</w:t>
      </w:r>
    </w:p>
    <w:p w:rsidR="007B6A46" w:rsidRDefault="007B6A46" w:rsidP="007B6A46">
      <w:r>
        <w:t>536.9098</w:t>
      </w:r>
      <w:r>
        <w:tab/>
        <w:t>3.038e0</w:t>
      </w:r>
    </w:p>
    <w:p w:rsidR="007B6A46" w:rsidRDefault="007B6A46" w:rsidP="007B6A46">
      <w:r>
        <w:t>536.9161</w:t>
      </w:r>
      <w:r>
        <w:tab/>
        <w:t>1.013e0</w:t>
      </w:r>
    </w:p>
    <w:p w:rsidR="007B6A46" w:rsidRDefault="007B6A46" w:rsidP="007B6A46">
      <w:r>
        <w:t>536.9835</w:t>
      </w:r>
      <w:r>
        <w:tab/>
        <w:t>1.013e0</w:t>
      </w:r>
    </w:p>
    <w:p w:rsidR="007B6A46" w:rsidRDefault="007B6A46" w:rsidP="007B6A46">
      <w:r>
        <w:t>537.0208</w:t>
      </w:r>
      <w:r>
        <w:tab/>
        <w:t>2.025e0</w:t>
      </w:r>
    </w:p>
    <w:p w:rsidR="007B6A46" w:rsidRDefault="007B6A46" w:rsidP="007B6A46">
      <w:r>
        <w:t>537.0400</w:t>
      </w:r>
      <w:r>
        <w:tab/>
        <w:t>1.013e0</w:t>
      </w:r>
    </w:p>
    <w:p w:rsidR="007B6A46" w:rsidRDefault="007B6A46" w:rsidP="007B6A46">
      <w:r>
        <w:t>537.0947</w:t>
      </w:r>
      <w:r>
        <w:tab/>
        <w:t>1.013e0</w:t>
      </w:r>
    </w:p>
    <w:p w:rsidR="007B6A46" w:rsidRDefault="007B6A46" w:rsidP="007B6A46">
      <w:r>
        <w:t>537.1362</w:t>
      </w:r>
      <w:r>
        <w:tab/>
        <w:t>1.013e0</w:t>
      </w:r>
    </w:p>
    <w:p w:rsidR="007B6A46" w:rsidRDefault="007B6A46" w:rsidP="007B6A46">
      <w:r>
        <w:t>537.1404</w:t>
      </w:r>
      <w:r>
        <w:tab/>
        <w:t>2.025e0</w:t>
      </w:r>
    </w:p>
    <w:p w:rsidR="007B6A46" w:rsidRDefault="007B6A46" w:rsidP="007B6A46">
      <w:r>
        <w:t>537.1943</w:t>
      </w:r>
      <w:r>
        <w:tab/>
        <w:t>4.051e0</w:t>
      </w:r>
    </w:p>
    <w:p w:rsidR="007B6A46" w:rsidRDefault="007B6A46" w:rsidP="007B6A46">
      <w:r>
        <w:t>537.2659</w:t>
      </w:r>
      <w:r>
        <w:tab/>
        <w:t>2.025e0</w:t>
      </w:r>
    </w:p>
    <w:p w:rsidR="007B6A46" w:rsidRDefault="007B6A46" w:rsidP="007B6A46">
      <w:r>
        <w:t>537.2844</w:t>
      </w:r>
      <w:r>
        <w:tab/>
        <w:t>4.051e0</w:t>
      </w:r>
    </w:p>
    <w:p w:rsidR="007B6A46" w:rsidRDefault="007B6A46" w:rsidP="007B6A46">
      <w:r>
        <w:t>537.3167</w:t>
      </w:r>
      <w:r>
        <w:tab/>
        <w:t>2.025e0</w:t>
      </w:r>
    </w:p>
    <w:p w:rsidR="007B6A46" w:rsidRDefault="007B6A46" w:rsidP="007B6A46">
      <w:r>
        <w:lastRenderedPageBreak/>
        <w:t>537.3823</w:t>
      </w:r>
      <w:r>
        <w:tab/>
        <w:t>1.013e0</w:t>
      </w:r>
    </w:p>
    <w:p w:rsidR="007B6A46" w:rsidRDefault="007B6A46" w:rsidP="007B6A46">
      <w:r>
        <w:t>537.4017</w:t>
      </w:r>
      <w:r>
        <w:tab/>
        <w:t>1.013e0</w:t>
      </w:r>
    </w:p>
    <w:p w:rsidR="007B6A46" w:rsidRDefault="007B6A46" w:rsidP="007B6A46">
      <w:r>
        <w:t>537.5024</w:t>
      </w:r>
      <w:r>
        <w:tab/>
        <w:t>1.013e0</w:t>
      </w:r>
    </w:p>
    <w:p w:rsidR="007B6A46" w:rsidRDefault="007B6A46" w:rsidP="007B6A46">
      <w:r>
        <w:t>537.5380</w:t>
      </w:r>
      <w:r>
        <w:tab/>
        <w:t>6.076e0</w:t>
      </w:r>
    </w:p>
    <w:p w:rsidR="007B6A46" w:rsidRDefault="007B6A46" w:rsidP="007B6A46">
      <w:r>
        <w:t>537.5417</w:t>
      </w:r>
      <w:r>
        <w:tab/>
        <w:t>1.013e0</w:t>
      </w:r>
    </w:p>
    <w:p w:rsidR="007B6A46" w:rsidRDefault="007B6A46" w:rsidP="007B6A46">
      <w:r>
        <w:t>537.5439</w:t>
      </w:r>
      <w:r>
        <w:tab/>
        <w:t>5.063e0</w:t>
      </w:r>
    </w:p>
    <w:p w:rsidR="007B6A46" w:rsidRDefault="007B6A46" w:rsidP="007B6A46">
      <w:r>
        <w:t>537.6671</w:t>
      </w:r>
      <w:r>
        <w:tab/>
        <w:t>1.013e0</w:t>
      </w:r>
    </w:p>
    <w:p w:rsidR="007B6A46" w:rsidRDefault="007B6A46" w:rsidP="007B6A46">
      <w:r>
        <w:t>537.7164</w:t>
      </w:r>
      <w:r>
        <w:tab/>
        <w:t>1.013e0</w:t>
      </w:r>
    </w:p>
    <w:p w:rsidR="007B6A46" w:rsidRDefault="007B6A46" w:rsidP="007B6A46">
      <w:r>
        <w:t>537.7502</w:t>
      </w:r>
      <w:r>
        <w:tab/>
        <w:t>2.025e0</w:t>
      </w:r>
    </w:p>
    <w:p w:rsidR="007B6A46" w:rsidRDefault="007B6A46" w:rsidP="007B6A46">
      <w:r>
        <w:t>537.8472</w:t>
      </w:r>
      <w:r>
        <w:tab/>
        <w:t>1.013e0</w:t>
      </w:r>
    </w:p>
    <w:p w:rsidR="007B6A46" w:rsidRDefault="007B6A46" w:rsidP="007B6A46">
      <w:r>
        <w:t>537.8802</w:t>
      </w:r>
      <w:r>
        <w:tab/>
        <w:t>3.038e0</w:t>
      </w:r>
    </w:p>
    <w:p w:rsidR="007B6A46" w:rsidRDefault="007B6A46" w:rsidP="007B6A46">
      <w:r>
        <w:t>537.9865</w:t>
      </w:r>
      <w:r>
        <w:tab/>
        <w:t>1.013e0</w:t>
      </w:r>
    </w:p>
    <w:p w:rsidR="007B6A46" w:rsidRDefault="007B6A46" w:rsidP="007B6A46">
      <w:r>
        <w:t>538.0453</w:t>
      </w:r>
      <w:r>
        <w:tab/>
        <w:t>2.025e0</w:t>
      </w:r>
    </w:p>
    <w:p w:rsidR="007B6A46" w:rsidRDefault="007B6A46" w:rsidP="007B6A46">
      <w:r>
        <w:t>538.0546</w:t>
      </w:r>
      <w:r>
        <w:tab/>
        <w:t>1.013e0</w:t>
      </w:r>
    </w:p>
    <w:p w:rsidR="007B6A46" w:rsidRDefault="007B6A46" w:rsidP="007B6A46">
      <w:r>
        <w:t>538.0729</w:t>
      </w:r>
      <w:r>
        <w:tab/>
        <w:t>1.013e0</w:t>
      </w:r>
    </w:p>
    <w:p w:rsidR="007B6A46" w:rsidRDefault="007B6A46" w:rsidP="007B6A46">
      <w:r>
        <w:t>538.0823</w:t>
      </w:r>
      <w:r>
        <w:tab/>
        <w:t>2.025e0</w:t>
      </w:r>
    </w:p>
    <w:p w:rsidR="007B6A46" w:rsidRDefault="007B6A46" w:rsidP="007B6A46">
      <w:r>
        <w:t>538.2648</w:t>
      </w:r>
      <w:r>
        <w:tab/>
        <w:t>3.038e0</w:t>
      </w:r>
    </w:p>
    <w:p w:rsidR="007B6A46" w:rsidRDefault="007B6A46" w:rsidP="007B6A46">
      <w:r>
        <w:t>538.2760</w:t>
      </w:r>
      <w:r>
        <w:tab/>
        <w:t>4.051e0</w:t>
      </w:r>
    </w:p>
    <w:p w:rsidR="007B6A46" w:rsidRDefault="007B6A46" w:rsidP="007B6A46">
      <w:r>
        <w:t>538.2910</w:t>
      </w:r>
      <w:r>
        <w:tab/>
        <w:t>1.013e0</w:t>
      </w:r>
    </w:p>
    <w:p w:rsidR="007B6A46" w:rsidRDefault="007B6A46" w:rsidP="007B6A46">
      <w:r>
        <w:lastRenderedPageBreak/>
        <w:t>538.3092</w:t>
      </w:r>
      <w:r>
        <w:tab/>
        <w:t>4.051e0</w:t>
      </w:r>
    </w:p>
    <w:p w:rsidR="007B6A46" w:rsidRDefault="007B6A46" w:rsidP="007B6A46">
      <w:r>
        <w:t>538.3262</w:t>
      </w:r>
      <w:r>
        <w:tab/>
        <w:t>3.038e0</w:t>
      </w:r>
    </w:p>
    <w:p w:rsidR="007B6A46" w:rsidRDefault="007B6A46" w:rsidP="007B6A46">
      <w:r>
        <w:t>538.3453</w:t>
      </w:r>
      <w:r>
        <w:tab/>
        <w:t>1.013e0</w:t>
      </w:r>
    </w:p>
    <w:p w:rsidR="007B6A46" w:rsidRDefault="007B6A46" w:rsidP="007B6A46">
      <w:r>
        <w:t>538.3581</w:t>
      </w:r>
      <w:r>
        <w:tab/>
        <w:t>1.013e0</w:t>
      </w:r>
    </w:p>
    <w:p w:rsidR="007B6A46" w:rsidRDefault="007B6A46" w:rsidP="007B6A46">
      <w:r>
        <w:t>538.4139</w:t>
      </w:r>
      <w:r>
        <w:tab/>
        <w:t>1.013e0</w:t>
      </w:r>
    </w:p>
    <w:p w:rsidR="007B6A46" w:rsidRDefault="007B6A46" w:rsidP="007B6A46">
      <w:r>
        <w:t>538.4382</w:t>
      </w:r>
      <w:r>
        <w:tab/>
        <w:t>1.013e0</w:t>
      </w:r>
    </w:p>
    <w:p w:rsidR="007B6A46" w:rsidRDefault="007B6A46" w:rsidP="007B6A46">
      <w:r>
        <w:t>538.4936</w:t>
      </w:r>
      <w:r>
        <w:tab/>
        <w:t>3.038e0</w:t>
      </w:r>
    </w:p>
    <w:p w:rsidR="007B6A46" w:rsidRDefault="007B6A46" w:rsidP="007B6A46">
      <w:r>
        <w:t>538.4966</w:t>
      </w:r>
      <w:r>
        <w:tab/>
        <w:t>1.013e0</w:t>
      </w:r>
    </w:p>
    <w:p w:rsidR="007B6A46" w:rsidRDefault="007B6A46" w:rsidP="007B6A46">
      <w:r>
        <w:t>538.5245</w:t>
      </w:r>
      <w:r>
        <w:tab/>
        <w:t>1.013e0</w:t>
      </w:r>
    </w:p>
    <w:p w:rsidR="007B6A46" w:rsidRDefault="007B6A46" w:rsidP="007B6A46">
      <w:r>
        <w:t>538.5533</w:t>
      </w:r>
      <w:r>
        <w:tab/>
        <w:t>1.013e0</w:t>
      </w:r>
    </w:p>
    <w:p w:rsidR="007B6A46" w:rsidRDefault="007B6A46" w:rsidP="007B6A46">
      <w:r>
        <w:t>538.5626</w:t>
      </w:r>
      <w:r>
        <w:tab/>
        <w:t>1.013e0</w:t>
      </w:r>
    </w:p>
    <w:p w:rsidR="007B6A46" w:rsidRDefault="007B6A46" w:rsidP="007B6A46">
      <w:r>
        <w:t>538.5718</w:t>
      </w:r>
      <w:r>
        <w:tab/>
        <w:t>2.025e0</w:t>
      </w:r>
    </w:p>
    <w:p w:rsidR="007B6A46" w:rsidRDefault="007B6A46" w:rsidP="007B6A46">
      <w:r>
        <w:t>538.6741</w:t>
      </w:r>
      <w:r>
        <w:tab/>
        <w:t>1.013e0</w:t>
      </w:r>
    </w:p>
    <w:p w:rsidR="007B6A46" w:rsidRDefault="007B6A46" w:rsidP="007B6A46">
      <w:r>
        <w:t>538.8214</w:t>
      </w:r>
      <w:r>
        <w:tab/>
        <w:t>1.013e0</w:t>
      </w:r>
    </w:p>
    <w:p w:rsidR="007B6A46" w:rsidRDefault="007B6A46" w:rsidP="007B6A46">
      <w:r>
        <w:t>538.8322</w:t>
      </w:r>
      <w:r>
        <w:tab/>
        <w:t>1.013e0</w:t>
      </w:r>
    </w:p>
    <w:p w:rsidR="007B6A46" w:rsidRDefault="007B6A46" w:rsidP="007B6A46">
      <w:r>
        <w:t>538.8589</w:t>
      </w:r>
      <w:r>
        <w:tab/>
        <w:t>1.013e0</w:t>
      </w:r>
    </w:p>
    <w:p w:rsidR="007B6A46" w:rsidRDefault="007B6A46" w:rsidP="007B6A46">
      <w:r>
        <w:t>538.8773</w:t>
      </w:r>
      <w:r>
        <w:tab/>
        <w:t>1.013e0</w:t>
      </w:r>
    </w:p>
    <w:p w:rsidR="007B6A46" w:rsidRDefault="007B6A46" w:rsidP="007B6A46">
      <w:r>
        <w:t>538.8982</w:t>
      </w:r>
      <w:r>
        <w:tab/>
        <w:t>1.013e0</w:t>
      </w:r>
    </w:p>
    <w:p w:rsidR="007B6A46" w:rsidRDefault="007B6A46" w:rsidP="007B6A46">
      <w:r>
        <w:t>538.9349</w:t>
      </w:r>
      <w:r>
        <w:tab/>
        <w:t>1.013e0</w:t>
      </w:r>
    </w:p>
    <w:p w:rsidR="007B6A46" w:rsidRDefault="007B6A46" w:rsidP="007B6A46">
      <w:r>
        <w:lastRenderedPageBreak/>
        <w:t>538.9717</w:t>
      </w:r>
      <w:r>
        <w:tab/>
        <w:t>1.013e0</w:t>
      </w:r>
    </w:p>
    <w:p w:rsidR="007B6A46" w:rsidRDefault="007B6A46" w:rsidP="007B6A46">
      <w:r>
        <w:t>539.0183</w:t>
      </w:r>
      <w:r>
        <w:tab/>
        <w:t>1.013e0</w:t>
      </w:r>
    </w:p>
    <w:p w:rsidR="007B6A46" w:rsidRDefault="007B6A46" w:rsidP="007B6A46">
      <w:r>
        <w:t>539.0236</w:t>
      </w:r>
      <w:r>
        <w:tab/>
        <w:t>1.013e0</w:t>
      </w:r>
    </w:p>
    <w:p w:rsidR="007B6A46" w:rsidRDefault="007B6A46" w:rsidP="007B6A46">
      <w:r>
        <w:t>539.0328</w:t>
      </w:r>
      <w:r>
        <w:tab/>
        <w:t>2.025e0</w:t>
      </w:r>
    </w:p>
    <w:p w:rsidR="007B6A46" w:rsidRDefault="007B6A46" w:rsidP="007B6A46">
      <w:r>
        <w:t>539.1340</w:t>
      </w:r>
      <w:r>
        <w:tab/>
        <w:t>2.025e0</w:t>
      </w:r>
    </w:p>
    <w:p w:rsidR="007B6A46" w:rsidRDefault="007B6A46" w:rsidP="007B6A46">
      <w:r>
        <w:t>539.1718</w:t>
      </w:r>
      <w:r>
        <w:tab/>
        <w:t>1.013e0</w:t>
      </w:r>
    </w:p>
    <w:p w:rsidR="007B6A46" w:rsidRDefault="007B6A46" w:rsidP="007B6A46">
      <w:r>
        <w:t>539.1893</w:t>
      </w:r>
      <w:r>
        <w:tab/>
        <w:t>1.013e0</w:t>
      </w:r>
    </w:p>
    <w:p w:rsidR="007B6A46" w:rsidRDefault="007B6A46" w:rsidP="007B6A46">
      <w:r>
        <w:t>539.2172</w:t>
      </w:r>
      <w:r>
        <w:tab/>
        <w:t>2.025e0</w:t>
      </w:r>
    </w:p>
    <w:p w:rsidR="007B6A46" w:rsidRDefault="007B6A46" w:rsidP="007B6A46">
      <w:r>
        <w:t>539.2374</w:t>
      </w:r>
      <w:r>
        <w:tab/>
        <w:t>2.025e0</w:t>
      </w:r>
    </w:p>
    <w:p w:rsidR="007B6A46" w:rsidRDefault="007B6A46" w:rsidP="007B6A46">
      <w:r>
        <w:t>539.2614</w:t>
      </w:r>
      <w:r>
        <w:tab/>
        <w:t>3.038e0</w:t>
      </w:r>
    </w:p>
    <w:p w:rsidR="007B6A46" w:rsidRDefault="007B6A46" w:rsidP="007B6A46">
      <w:r>
        <w:t>539.3190</w:t>
      </w:r>
      <w:r>
        <w:tab/>
        <w:t>1.013e0</w:t>
      </w:r>
    </w:p>
    <w:p w:rsidR="007B6A46" w:rsidRDefault="007B6A46" w:rsidP="007B6A46">
      <w:r>
        <w:t>539.3245</w:t>
      </w:r>
      <w:r>
        <w:tab/>
        <w:t>2.025e0</w:t>
      </w:r>
    </w:p>
    <w:p w:rsidR="007B6A46" w:rsidRDefault="007B6A46" w:rsidP="007B6A46">
      <w:r>
        <w:t>539.3617</w:t>
      </w:r>
      <w:r>
        <w:tab/>
        <w:t>5.063e0</w:t>
      </w:r>
    </w:p>
    <w:p w:rsidR="007B6A46" w:rsidRDefault="007B6A46" w:rsidP="007B6A46">
      <w:r>
        <w:t>539.3812</w:t>
      </w:r>
      <w:r>
        <w:tab/>
        <w:t>1.013e0</w:t>
      </w:r>
    </w:p>
    <w:p w:rsidR="007B6A46" w:rsidRDefault="007B6A46" w:rsidP="007B6A46">
      <w:r>
        <w:t>539.4371</w:t>
      </w:r>
      <w:r>
        <w:tab/>
        <w:t>1.013e0</w:t>
      </w:r>
    </w:p>
    <w:p w:rsidR="007B6A46" w:rsidRDefault="007B6A46" w:rsidP="007B6A46">
      <w:r>
        <w:t>539.4741</w:t>
      </w:r>
      <w:r>
        <w:tab/>
        <w:t>2.025e0</w:t>
      </w:r>
    </w:p>
    <w:p w:rsidR="007B6A46" w:rsidRDefault="007B6A46" w:rsidP="007B6A46">
      <w:r>
        <w:t>539.5739</w:t>
      </w:r>
      <w:r>
        <w:tab/>
        <w:t>1.013e0</w:t>
      </w:r>
    </w:p>
    <w:p w:rsidR="007B6A46" w:rsidRDefault="007B6A46" w:rsidP="007B6A46">
      <w:r>
        <w:t>539.5895</w:t>
      </w:r>
      <w:r>
        <w:tab/>
        <w:t>2.025e0</w:t>
      </w:r>
    </w:p>
    <w:p w:rsidR="007B6A46" w:rsidRDefault="007B6A46" w:rsidP="007B6A46">
      <w:r>
        <w:t>539.6327</w:t>
      </w:r>
      <w:r>
        <w:tab/>
        <w:t>1.013e0</w:t>
      </w:r>
    </w:p>
    <w:p w:rsidR="007B6A46" w:rsidRDefault="007B6A46" w:rsidP="007B6A46">
      <w:r>
        <w:lastRenderedPageBreak/>
        <w:t>539.8498</w:t>
      </w:r>
      <w:r>
        <w:tab/>
        <w:t>2.025e0</w:t>
      </w:r>
    </w:p>
    <w:p w:rsidR="007B6A46" w:rsidRDefault="007B6A46" w:rsidP="007B6A46">
      <w:r>
        <w:t>539.9236</w:t>
      </w:r>
      <w:r>
        <w:tab/>
        <w:t>5.063e0</w:t>
      </w:r>
    </w:p>
    <w:p w:rsidR="007B6A46" w:rsidRDefault="007B6A46" w:rsidP="007B6A46">
      <w:r>
        <w:t>539.9308</w:t>
      </w:r>
      <w:r>
        <w:tab/>
        <w:t>1.013e0</w:t>
      </w:r>
    </w:p>
    <w:p w:rsidR="007B6A46" w:rsidRDefault="007B6A46" w:rsidP="007B6A46">
      <w:r>
        <w:t>539.9579</w:t>
      </w:r>
      <w:r>
        <w:tab/>
        <w:t>1.013e0</w:t>
      </w:r>
    </w:p>
    <w:p w:rsidR="007B6A46" w:rsidRDefault="007B6A46" w:rsidP="007B6A46">
      <w:r>
        <w:t>539.9788</w:t>
      </w:r>
      <w:r>
        <w:tab/>
        <w:t>1.013e0</w:t>
      </w:r>
    </w:p>
    <w:p w:rsidR="007B6A46" w:rsidRDefault="007B6A46" w:rsidP="007B6A46">
      <w:r>
        <w:t>540.0489</w:t>
      </w:r>
      <w:r>
        <w:tab/>
        <w:t>1.013e0</w:t>
      </w:r>
    </w:p>
    <w:p w:rsidR="007B6A46" w:rsidRDefault="007B6A46" w:rsidP="007B6A46">
      <w:r>
        <w:t>540.0514</w:t>
      </w:r>
      <w:r>
        <w:tab/>
        <w:t>1.013e0</w:t>
      </w:r>
    </w:p>
    <w:p w:rsidR="007B6A46" w:rsidRDefault="007B6A46" w:rsidP="007B6A46">
      <w:r>
        <w:t>540.0892</w:t>
      </w:r>
      <w:r>
        <w:tab/>
        <w:t>1.013e0</w:t>
      </w:r>
    </w:p>
    <w:p w:rsidR="007B6A46" w:rsidRDefault="007B6A46" w:rsidP="007B6A46">
      <w:r>
        <w:t>540.1358</w:t>
      </w:r>
      <w:r>
        <w:tab/>
        <w:t>1.013e0</w:t>
      </w:r>
    </w:p>
    <w:p w:rsidR="007B6A46" w:rsidRDefault="007B6A46" w:rsidP="007B6A46">
      <w:r>
        <w:t>540.1601</w:t>
      </w:r>
      <w:r>
        <w:tab/>
        <w:t>3.038e0</w:t>
      </w:r>
    </w:p>
    <w:p w:rsidR="007B6A46" w:rsidRDefault="007B6A46" w:rsidP="007B6A46">
      <w:r>
        <w:t>540.2095</w:t>
      </w:r>
      <w:r>
        <w:tab/>
        <w:t>1.013e0</w:t>
      </w:r>
    </w:p>
    <w:p w:rsidR="007B6A46" w:rsidRDefault="007B6A46" w:rsidP="007B6A46">
      <w:r>
        <w:t>540.2375</w:t>
      </w:r>
      <w:r>
        <w:tab/>
        <w:t>1.013e0</w:t>
      </w:r>
    </w:p>
    <w:p w:rsidR="007B6A46" w:rsidRDefault="007B6A46" w:rsidP="007B6A46">
      <w:r>
        <w:t>540.2841</w:t>
      </w:r>
      <w:r>
        <w:tab/>
        <w:t>2.025e0</w:t>
      </w:r>
    </w:p>
    <w:p w:rsidR="007B6A46" w:rsidRDefault="007B6A46" w:rsidP="007B6A46">
      <w:r>
        <w:t>540.2869</w:t>
      </w:r>
      <w:r>
        <w:tab/>
        <w:t>3.038e0</w:t>
      </w:r>
    </w:p>
    <w:p w:rsidR="007B6A46" w:rsidRDefault="007B6A46" w:rsidP="007B6A46">
      <w:r>
        <w:t>540.2883</w:t>
      </w:r>
      <w:r>
        <w:tab/>
        <w:t>1.013e0</w:t>
      </w:r>
    </w:p>
    <w:p w:rsidR="007B6A46" w:rsidRDefault="007B6A46" w:rsidP="007B6A46">
      <w:r>
        <w:t>540.2943</w:t>
      </w:r>
      <w:r>
        <w:tab/>
        <w:t>1.013e0</w:t>
      </w:r>
    </w:p>
    <w:p w:rsidR="007B6A46" w:rsidRDefault="007B6A46" w:rsidP="007B6A46">
      <w:r>
        <w:t>540.3494</w:t>
      </w:r>
      <w:r>
        <w:tab/>
        <w:t>1.013e0</w:t>
      </w:r>
    </w:p>
    <w:p w:rsidR="007B6A46" w:rsidRDefault="007B6A46" w:rsidP="007B6A46">
      <w:r>
        <w:t>540.3812</w:t>
      </w:r>
      <w:r>
        <w:tab/>
        <w:t>1.013e0</w:t>
      </w:r>
    </w:p>
    <w:p w:rsidR="007B6A46" w:rsidRDefault="007B6A46" w:rsidP="007B6A46">
      <w:r>
        <w:t>540.3884</w:t>
      </w:r>
      <w:r>
        <w:tab/>
        <w:t>2.025e0</w:t>
      </w:r>
    </w:p>
    <w:p w:rsidR="007B6A46" w:rsidRDefault="007B6A46" w:rsidP="007B6A46">
      <w:r>
        <w:lastRenderedPageBreak/>
        <w:t>540.4249</w:t>
      </w:r>
      <w:r>
        <w:tab/>
        <w:t>2.025e0</w:t>
      </w:r>
    </w:p>
    <w:p w:rsidR="007B6A46" w:rsidRDefault="007B6A46" w:rsidP="007B6A46">
      <w:r>
        <w:t>540.4263</w:t>
      </w:r>
      <w:r>
        <w:tab/>
        <w:t>2.025e0</w:t>
      </w:r>
    </w:p>
    <w:p w:rsidR="007B6A46" w:rsidRDefault="007B6A46" w:rsidP="007B6A46">
      <w:r>
        <w:t>540.4370</w:t>
      </w:r>
      <w:r>
        <w:tab/>
        <w:t>3.038e0</w:t>
      </w:r>
    </w:p>
    <w:p w:rsidR="007B6A46" w:rsidRDefault="007B6A46" w:rsidP="007B6A46">
      <w:r>
        <w:t>540.4624</w:t>
      </w:r>
      <w:r>
        <w:tab/>
        <w:t>4.051e0</w:t>
      </w:r>
    </w:p>
    <w:p w:rsidR="007B6A46" w:rsidRDefault="007B6A46" w:rsidP="007B6A46">
      <w:r>
        <w:t>540.4706</w:t>
      </w:r>
      <w:r>
        <w:tab/>
        <w:t>2.025e0</w:t>
      </w:r>
    </w:p>
    <w:p w:rsidR="007B6A46" w:rsidRDefault="007B6A46" w:rsidP="007B6A46">
      <w:r>
        <w:t>540.4722</w:t>
      </w:r>
      <w:r>
        <w:tab/>
        <w:t>2.025e0</w:t>
      </w:r>
    </w:p>
    <w:p w:rsidR="007B6A46" w:rsidRDefault="007B6A46" w:rsidP="007B6A46">
      <w:r>
        <w:t>540.5281</w:t>
      </w:r>
      <w:r>
        <w:tab/>
        <w:t>1.013e0</w:t>
      </w:r>
    </w:p>
    <w:p w:rsidR="007B6A46" w:rsidRDefault="007B6A46" w:rsidP="007B6A46">
      <w:r>
        <w:t>540.5741</w:t>
      </w:r>
      <w:r>
        <w:tab/>
        <w:t>1.013e0</w:t>
      </w:r>
    </w:p>
    <w:p w:rsidR="007B6A46" w:rsidRDefault="007B6A46" w:rsidP="007B6A46">
      <w:r>
        <w:t>540.7094</w:t>
      </w:r>
      <w:r>
        <w:tab/>
        <w:t>2.025e0</w:t>
      </w:r>
    </w:p>
    <w:p w:rsidR="007B6A46" w:rsidRDefault="007B6A46" w:rsidP="007B6A46">
      <w:r>
        <w:t>540.8718</w:t>
      </w:r>
      <w:r>
        <w:tab/>
        <w:t>1.013e0</w:t>
      </w:r>
    </w:p>
    <w:p w:rsidR="007B6A46" w:rsidRDefault="007B6A46" w:rsidP="007B6A46">
      <w:r>
        <w:t>540.8746</w:t>
      </w:r>
      <w:r>
        <w:tab/>
        <w:t>1.013e0</w:t>
      </w:r>
    </w:p>
    <w:p w:rsidR="007B6A46" w:rsidRDefault="007B6A46" w:rsidP="007B6A46">
      <w:r>
        <w:t>540.8820</w:t>
      </w:r>
      <w:r>
        <w:tab/>
        <w:t>1.013e0</w:t>
      </w:r>
    </w:p>
    <w:p w:rsidR="007B6A46" w:rsidRDefault="007B6A46" w:rsidP="007B6A46">
      <w:r>
        <w:t>540.8938</w:t>
      </w:r>
      <w:r>
        <w:tab/>
        <w:t>1.013e0</w:t>
      </w:r>
    </w:p>
    <w:p w:rsidR="007B6A46" w:rsidRDefault="007B6A46" w:rsidP="007B6A46">
      <w:r>
        <w:t>540.9122</w:t>
      </w:r>
      <w:r>
        <w:tab/>
        <w:t>1.013e0</w:t>
      </w:r>
    </w:p>
    <w:p w:rsidR="007B6A46" w:rsidRDefault="007B6A46" w:rsidP="007B6A46">
      <w:r>
        <w:t>540.9464</w:t>
      </w:r>
      <w:r>
        <w:tab/>
        <w:t>1.013e0</w:t>
      </w:r>
    </w:p>
    <w:p w:rsidR="007B6A46" w:rsidRDefault="007B6A46" w:rsidP="007B6A46">
      <w:r>
        <w:t>540.9847</w:t>
      </w:r>
      <w:r>
        <w:tab/>
        <w:t>2.025e0</w:t>
      </w:r>
    </w:p>
    <w:p w:rsidR="007B6A46" w:rsidRDefault="007B6A46" w:rsidP="007B6A46">
      <w:r>
        <w:t>541.0374</w:t>
      </w:r>
      <w:r>
        <w:tab/>
        <w:t>1.013e0</w:t>
      </w:r>
    </w:p>
    <w:p w:rsidR="007B6A46" w:rsidRDefault="007B6A46" w:rsidP="007B6A46">
      <w:r>
        <w:t>541.0464</w:t>
      </w:r>
      <w:r>
        <w:tab/>
        <w:t>2.025e0</w:t>
      </w:r>
    </w:p>
    <w:p w:rsidR="007B6A46" w:rsidRDefault="007B6A46" w:rsidP="007B6A46">
      <w:r>
        <w:t>541.1248</w:t>
      </w:r>
      <w:r>
        <w:tab/>
        <w:t>1.013e0</w:t>
      </w:r>
    </w:p>
    <w:p w:rsidR="007B6A46" w:rsidRDefault="007B6A46" w:rsidP="007B6A46">
      <w:r>
        <w:lastRenderedPageBreak/>
        <w:t>541.2166</w:t>
      </w:r>
      <w:r>
        <w:tab/>
        <w:t>2.025e0</w:t>
      </w:r>
    </w:p>
    <w:p w:rsidR="007B6A46" w:rsidRDefault="007B6A46" w:rsidP="007B6A46">
      <w:r>
        <w:t>541.2768</w:t>
      </w:r>
      <w:r>
        <w:tab/>
        <w:t>1.013e0</w:t>
      </w:r>
    </w:p>
    <w:p w:rsidR="007B6A46" w:rsidRDefault="007B6A46" w:rsidP="007B6A46">
      <w:r>
        <w:t>541.2928</w:t>
      </w:r>
      <w:r>
        <w:tab/>
        <w:t>1.013e0</w:t>
      </w:r>
    </w:p>
    <w:p w:rsidR="007B6A46" w:rsidRDefault="007B6A46" w:rsidP="007B6A46">
      <w:r>
        <w:t>541.3022</w:t>
      </w:r>
      <w:r>
        <w:tab/>
        <w:t>1.013e0</w:t>
      </w:r>
    </w:p>
    <w:p w:rsidR="007B6A46" w:rsidRDefault="007B6A46" w:rsidP="007B6A46">
      <w:r>
        <w:t>541.3139</w:t>
      </w:r>
      <w:r>
        <w:tab/>
        <w:t>2.025e0</w:t>
      </w:r>
    </w:p>
    <w:p w:rsidR="007B6A46" w:rsidRDefault="007B6A46" w:rsidP="007B6A46">
      <w:r>
        <w:t>541.3880</w:t>
      </w:r>
      <w:r>
        <w:tab/>
        <w:t>1.013e0</w:t>
      </w:r>
    </w:p>
    <w:p w:rsidR="007B6A46" w:rsidRDefault="007B6A46" w:rsidP="007B6A46">
      <w:r>
        <w:t>541.4362</w:t>
      </w:r>
      <w:r>
        <w:tab/>
        <w:t>2.025e0</w:t>
      </w:r>
    </w:p>
    <w:p w:rsidR="007B6A46" w:rsidRDefault="007B6A46" w:rsidP="007B6A46">
      <w:r>
        <w:t>541.4406</w:t>
      </w:r>
      <w:r>
        <w:tab/>
        <w:t>2.025e0</w:t>
      </w:r>
    </w:p>
    <w:p w:rsidR="007B6A46" w:rsidRDefault="007B6A46" w:rsidP="007B6A46">
      <w:r>
        <w:t>541.4465</w:t>
      </w:r>
      <w:r>
        <w:tab/>
        <w:t>3.038e0</w:t>
      </w:r>
    </w:p>
    <w:p w:rsidR="007B6A46" w:rsidRDefault="007B6A46" w:rsidP="007B6A46">
      <w:r>
        <w:t>541.5186</w:t>
      </w:r>
      <w:r>
        <w:tab/>
        <w:t>2.025e0</w:t>
      </w:r>
    </w:p>
    <w:p w:rsidR="007B6A46" w:rsidRDefault="007B6A46" w:rsidP="007B6A46">
      <w:r>
        <w:t>541.5256</w:t>
      </w:r>
      <w:r>
        <w:tab/>
        <w:t>1.013e0</w:t>
      </w:r>
    </w:p>
    <w:p w:rsidR="007B6A46" w:rsidRDefault="007B6A46" w:rsidP="007B6A46">
      <w:r>
        <w:t>541.5878</w:t>
      </w:r>
      <w:r>
        <w:tab/>
        <w:t>3.038e0</w:t>
      </w:r>
    </w:p>
    <w:p w:rsidR="007B6A46" w:rsidRDefault="007B6A46" w:rsidP="007B6A46">
      <w:r>
        <w:t>541.6431</w:t>
      </w:r>
      <w:r>
        <w:tab/>
        <w:t>1.013e0</w:t>
      </w:r>
    </w:p>
    <w:p w:rsidR="007B6A46" w:rsidRDefault="007B6A46" w:rsidP="007B6A46">
      <w:r>
        <w:t>541.6658</w:t>
      </w:r>
      <w:r>
        <w:tab/>
        <w:t>1.013e0</w:t>
      </w:r>
    </w:p>
    <w:p w:rsidR="007B6A46" w:rsidRDefault="007B6A46" w:rsidP="007B6A46">
      <w:r>
        <w:t>541.7779</w:t>
      </w:r>
      <w:r>
        <w:tab/>
        <w:t>1.013e0</w:t>
      </w:r>
    </w:p>
    <w:p w:rsidR="007B6A46" w:rsidRDefault="007B6A46" w:rsidP="007B6A46">
      <w:r>
        <w:t>541.8796</w:t>
      </w:r>
      <w:r>
        <w:tab/>
        <w:t>1.013e0</w:t>
      </w:r>
    </w:p>
    <w:p w:rsidR="007B6A46" w:rsidRDefault="007B6A46" w:rsidP="007B6A46">
      <w:r>
        <w:t>541.9190</w:t>
      </w:r>
      <w:r>
        <w:tab/>
        <w:t>1.013e0</w:t>
      </w:r>
    </w:p>
    <w:p w:rsidR="007B6A46" w:rsidRDefault="007B6A46" w:rsidP="007B6A46">
      <w:r>
        <w:t>541.9328</w:t>
      </w:r>
      <w:r>
        <w:tab/>
        <w:t>3.038e0</w:t>
      </w:r>
    </w:p>
    <w:p w:rsidR="007B6A46" w:rsidRDefault="007B6A46" w:rsidP="007B6A46">
      <w:r>
        <w:t>541.9340</w:t>
      </w:r>
      <w:r>
        <w:tab/>
        <w:t>1.013e0</w:t>
      </w:r>
    </w:p>
    <w:p w:rsidR="007B6A46" w:rsidRDefault="007B6A46" w:rsidP="007B6A46">
      <w:r>
        <w:lastRenderedPageBreak/>
        <w:t>541.9532</w:t>
      </w:r>
      <w:r>
        <w:tab/>
        <w:t>1.013e0</w:t>
      </w:r>
    </w:p>
    <w:p w:rsidR="007B6A46" w:rsidRDefault="007B6A46" w:rsidP="007B6A46">
      <w:r>
        <w:t>542.0026</w:t>
      </w:r>
      <w:r>
        <w:tab/>
        <w:t>2.025e0</w:t>
      </w:r>
    </w:p>
    <w:p w:rsidR="007B6A46" w:rsidRDefault="007B6A46" w:rsidP="007B6A46">
      <w:r>
        <w:t>542.0771</w:t>
      </w:r>
      <w:r>
        <w:tab/>
        <w:t>2.025e0</w:t>
      </w:r>
    </w:p>
    <w:p w:rsidR="007B6A46" w:rsidRDefault="007B6A46" w:rsidP="007B6A46">
      <w:r>
        <w:t>542.1528</w:t>
      </w:r>
      <w:r>
        <w:tab/>
        <w:t>1.013e0</w:t>
      </w:r>
    </w:p>
    <w:p w:rsidR="007B6A46" w:rsidRDefault="007B6A46" w:rsidP="007B6A46">
      <w:r>
        <w:t>542.1622</w:t>
      </w:r>
      <w:r>
        <w:tab/>
        <w:t>1.013e0</w:t>
      </w:r>
    </w:p>
    <w:p w:rsidR="007B6A46" w:rsidRDefault="007B6A46" w:rsidP="007B6A46">
      <w:r>
        <w:t>542.1996</w:t>
      </w:r>
      <w:r>
        <w:tab/>
        <w:t>1.013e0</w:t>
      </w:r>
    </w:p>
    <w:p w:rsidR="007B6A46" w:rsidRDefault="007B6A46" w:rsidP="007B6A46">
      <w:r>
        <w:t>542.2468</w:t>
      </w:r>
      <w:r>
        <w:tab/>
        <w:t>1.013e0</w:t>
      </w:r>
    </w:p>
    <w:p w:rsidR="007B6A46" w:rsidRDefault="007B6A46" w:rsidP="007B6A46">
      <w:r>
        <w:t>542.3011</w:t>
      </w:r>
      <w:r>
        <w:tab/>
        <w:t>3.038e0</w:t>
      </w:r>
    </w:p>
    <w:p w:rsidR="007B6A46" w:rsidRDefault="007B6A46" w:rsidP="007B6A46">
      <w:r>
        <w:t>542.3454</w:t>
      </w:r>
      <w:r>
        <w:tab/>
        <w:t>2.025e0</w:t>
      </w:r>
    </w:p>
    <w:p w:rsidR="007B6A46" w:rsidRDefault="007B6A46" w:rsidP="007B6A46">
      <w:r>
        <w:t>542.3493</w:t>
      </w:r>
      <w:r>
        <w:tab/>
        <w:t>2.025e0</w:t>
      </w:r>
    </w:p>
    <w:p w:rsidR="007B6A46" w:rsidRDefault="007B6A46" w:rsidP="007B6A46">
      <w:r>
        <w:t>542.3765</w:t>
      </w:r>
      <w:r>
        <w:tab/>
        <w:t>1.013e0</w:t>
      </w:r>
    </w:p>
    <w:p w:rsidR="007B6A46" w:rsidRDefault="007B6A46" w:rsidP="007B6A46">
      <w:r>
        <w:t>542.4501</w:t>
      </w:r>
      <w:r>
        <w:tab/>
        <w:t>4.051e0</w:t>
      </w:r>
    </w:p>
    <w:p w:rsidR="007B6A46" w:rsidRDefault="007B6A46" w:rsidP="007B6A46">
      <w:r>
        <w:t>542.6128</w:t>
      </w:r>
      <w:r>
        <w:tab/>
        <w:t>2.025e0</w:t>
      </w:r>
    </w:p>
    <w:p w:rsidR="007B6A46" w:rsidRDefault="007B6A46" w:rsidP="007B6A46">
      <w:r>
        <w:t>542.6215</w:t>
      </w:r>
      <w:r>
        <w:tab/>
        <w:t>2.025e0</w:t>
      </w:r>
    </w:p>
    <w:p w:rsidR="007B6A46" w:rsidRDefault="007B6A46" w:rsidP="007B6A46">
      <w:r>
        <w:t>542.6316</w:t>
      </w:r>
      <w:r>
        <w:tab/>
        <w:t>1.013e0</w:t>
      </w:r>
    </w:p>
    <w:p w:rsidR="007B6A46" w:rsidRDefault="007B6A46" w:rsidP="007B6A46">
      <w:r>
        <w:t>542.7518</w:t>
      </w:r>
      <w:r>
        <w:tab/>
        <w:t>1.013e0</w:t>
      </w:r>
    </w:p>
    <w:p w:rsidR="007B6A46" w:rsidRDefault="007B6A46" w:rsidP="007B6A46">
      <w:r>
        <w:t>542.8267</w:t>
      </w:r>
      <w:r>
        <w:tab/>
        <w:t>1.013e0</w:t>
      </w:r>
    </w:p>
    <w:p w:rsidR="007B6A46" w:rsidRDefault="007B6A46" w:rsidP="007B6A46">
      <w:r>
        <w:t>542.8314</w:t>
      </w:r>
      <w:r>
        <w:tab/>
        <w:t>2.025e0</w:t>
      </w:r>
    </w:p>
    <w:p w:rsidR="007B6A46" w:rsidRDefault="007B6A46" w:rsidP="007B6A46">
      <w:r>
        <w:t>542.9043</w:t>
      </w:r>
      <w:r>
        <w:tab/>
        <w:t>1.013e0</w:t>
      </w:r>
    </w:p>
    <w:p w:rsidR="007B6A46" w:rsidRDefault="007B6A46" w:rsidP="007B6A46">
      <w:r>
        <w:lastRenderedPageBreak/>
        <w:t>542.9420</w:t>
      </w:r>
      <w:r>
        <w:tab/>
        <w:t>1.013e0</w:t>
      </w:r>
    </w:p>
    <w:p w:rsidR="007B6A46" w:rsidRDefault="007B6A46" w:rsidP="007B6A46">
      <w:r>
        <w:t>542.9595</w:t>
      </w:r>
      <w:r>
        <w:tab/>
        <w:t>1.013e0</w:t>
      </w:r>
    </w:p>
    <w:p w:rsidR="007B6A46" w:rsidRDefault="007B6A46" w:rsidP="007B6A46">
      <w:r>
        <w:t>543.1358</w:t>
      </w:r>
      <w:r>
        <w:tab/>
        <w:t>1.013e0</w:t>
      </w:r>
    </w:p>
    <w:p w:rsidR="007B6A46" w:rsidRDefault="007B6A46" w:rsidP="007B6A46">
      <w:r>
        <w:t>543.1600</w:t>
      </w:r>
      <w:r>
        <w:tab/>
        <w:t>1.013e0</w:t>
      </w:r>
    </w:p>
    <w:p w:rsidR="007B6A46" w:rsidRDefault="007B6A46" w:rsidP="007B6A46">
      <w:r>
        <w:t>543.1827</w:t>
      </w:r>
      <w:r>
        <w:tab/>
        <w:t>1.013e0</w:t>
      </w:r>
    </w:p>
    <w:p w:rsidR="007B6A46" w:rsidRDefault="007B6A46" w:rsidP="007B6A46">
      <w:r>
        <w:t>543.1935</w:t>
      </w:r>
      <w:r>
        <w:tab/>
        <w:t>2.025e0</w:t>
      </w:r>
    </w:p>
    <w:p w:rsidR="007B6A46" w:rsidRDefault="007B6A46" w:rsidP="007B6A46">
      <w:r>
        <w:t>543.2855</w:t>
      </w:r>
      <w:r>
        <w:tab/>
        <w:t>2.025e0</w:t>
      </w:r>
    </w:p>
    <w:p w:rsidR="007B6A46" w:rsidRDefault="007B6A46" w:rsidP="007B6A46">
      <w:r>
        <w:t>543.3311</w:t>
      </w:r>
      <w:r>
        <w:tab/>
        <w:t>4.051e0</w:t>
      </w:r>
    </w:p>
    <w:p w:rsidR="007B6A46" w:rsidRDefault="007B6A46" w:rsidP="007B6A46">
      <w:r>
        <w:t>543.3607</w:t>
      </w:r>
      <w:r>
        <w:tab/>
        <w:t>2.025e0</w:t>
      </w:r>
    </w:p>
    <w:p w:rsidR="007B6A46" w:rsidRDefault="007B6A46" w:rsidP="007B6A46">
      <w:r>
        <w:t>543.3849</w:t>
      </w:r>
      <w:r>
        <w:tab/>
        <w:t>6.076e0</w:t>
      </w:r>
    </w:p>
    <w:p w:rsidR="007B6A46" w:rsidRDefault="007B6A46" w:rsidP="007B6A46">
      <w:r>
        <w:t>543.4264</w:t>
      </w:r>
      <w:r>
        <w:tab/>
        <w:t>1.013e0</w:t>
      </w:r>
    </w:p>
    <w:p w:rsidR="007B6A46" w:rsidRDefault="007B6A46" w:rsidP="007B6A46">
      <w:r>
        <w:t>543.4351</w:t>
      </w:r>
      <w:r>
        <w:tab/>
        <w:t>1.013e0</w:t>
      </w:r>
    </w:p>
    <w:p w:rsidR="007B6A46" w:rsidRDefault="007B6A46" w:rsidP="007B6A46">
      <w:r>
        <w:t>543.4826</w:t>
      </w:r>
      <w:r>
        <w:tab/>
        <w:t>2.025e0</w:t>
      </w:r>
    </w:p>
    <w:p w:rsidR="007B6A46" w:rsidRDefault="007B6A46" w:rsidP="007B6A46">
      <w:r>
        <w:t>543.4861</w:t>
      </w:r>
      <w:r>
        <w:tab/>
        <w:t>2.025e0</w:t>
      </w:r>
    </w:p>
    <w:p w:rsidR="007B6A46" w:rsidRDefault="007B6A46" w:rsidP="007B6A46">
      <w:r>
        <w:t>543.5764</w:t>
      </w:r>
      <w:r>
        <w:tab/>
        <w:t>1.013e0</w:t>
      </w:r>
    </w:p>
    <w:p w:rsidR="007B6A46" w:rsidRDefault="007B6A46" w:rsidP="007B6A46">
      <w:r>
        <w:t>543.6545</w:t>
      </w:r>
      <w:r>
        <w:tab/>
        <w:t>1.013e0</w:t>
      </w:r>
    </w:p>
    <w:p w:rsidR="007B6A46" w:rsidRDefault="007B6A46" w:rsidP="007B6A46">
      <w:r>
        <w:t>543.7990</w:t>
      </w:r>
      <w:r>
        <w:tab/>
        <w:t>1.013e0</w:t>
      </w:r>
    </w:p>
    <w:p w:rsidR="007B6A46" w:rsidRDefault="007B6A46" w:rsidP="007B6A46">
      <w:r>
        <w:t>543.8671</w:t>
      </w:r>
      <w:r>
        <w:tab/>
        <w:t>1.013e0</w:t>
      </w:r>
    </w:p>
    <w:p w:rsidR="007B6A46" w:rsidRDefault="007B6A46" w:rsidP="007B6A46">
      <w:r>
        <w:t>543.8794</w:t>
      </w:r>
      <w:r>
        <w:tab/>
        <w:t>2.025e0</w:t>
      </w:r>
    </w:p>
    <w:p w:rsidR="007B6A46" w:rsidRDefault="007B6A46" w:rsidP="007B6A46">
      <w:r>
        <w:lastRenderedPageBreak/>
        <w:t>543.9328</w:t>
      </w:r>
      <w:r>
        <w:tab/>
        <w:t>1.013e0</w:t>
      </w:r>
    </w:p>
    <w:p w:rsidR="007B6A46" w:rsidRDefault="007B6A46" w:rsidP="007B6A46">
      <w:r>
        <w:t>544.0079</w:t>
      </w:r>
      <w:r>
        <w:tab/>
        <w:t>1.013e0</w:t>
      </w:r>
    </w:p>
    <w:p w:rsidR="007B6A46" w:rsidRDefault="007B6A46" w:rsidP="007B6A46">
      <w:r>
        <w:t>544.0925</w:t>
      </w:r>
      <w:r>
        <w:tab/>
        <w:t>1.013e0</w:t>
      </w:r>
    </w:p>
    <w:p w:rsidR="007B6A46" w:rsidRDefault="007B6A46" w:rsidP="007B6A46">
      <w:r>
        <w:t>544.1017</w:t>
      </w:r>
      <w:r>
        <w:tab/>
        <w:t>1.013e0</w:t>
      </w:r>
    </w:p>
    <w:p w:rsidR="007B6A46" w:rsidRDefault="007B6A46" w:rsidP="007B6A46">
      <w:r>
        <w:t>544.1196</w:t>
      </w:r>
      <w:r>
        <w:tab/>
        <w:t>1.013e0</w:t>
      </w:r>
    </w:p>
    <w:p w:rsidR="007B6A46" w:rsidRDefault="007B6A46" w:rsidP="007B6A46">
      <w:r>
        <w:t>544.1768</w:t>
      </w:r>
      <w:r>
        <w:tab/>
        <w:t>1.013e0</w:t>
      </w:r>
    </w:p>
    <w:p w:rsidR="007B6A46" w:rsidRDefault="007B6A46" w:rsidP="007B6A46">
      <w:r>
        <w:t>544.2188</w:t>
      </w:r>
      <w:r>
        <w:tab/>
        <w:t>1.013e0</w:t>
      </w:r>
    </w:p>
    <w:p w:rsidR="007B6A46" w:rsidRDefault="007B6A46" w:rsidP="007B6A46">
      <w:r>
        <w:t>544.2612</w:t>
      </w:r>
      <w:r>
        <w:tab/>
        <w:t>3.038e0</w:t>
      </w:r>
    </w:p>
    <w:p w:rsidR="007B6A46" w:rsidRDefault="007B6A46" w:rsidP="007B6A46">
      <w:r>
        <w:t>544.2857</w:t>
      </w:r>
      <w:r>
        <w:tab/>
        <w:t>2.025e0</w:t>
      </w:r>
    </w:p>
    <w:p w:rsidR="007B6A46" w:rsidRDefault="007B6A46" w:rsidP="007B6A46">
      <w:r>
        <w:t>544.2980</w:t>
      </w:r>
      <w:r>
        <w:tab/>
        <w:t>1.013e0</w:t>
      </w:r>
    </w:p>
    <w:p w:rsidR="007B6A46" w:rsidRDefault="007B6A46" w:rsidP="007B6A46">
      <w:r>
        <w:t>544.3317</w:t>
      </w:r>
      <w:r>
        <w:tab/>
        <w:t>3.038e0</w:t>
      </w:r>
    </w:p>
    <w:p w:rsidR="007B6A46" w:rsidRDefault="007B6A46" w:rsidP="007B6A46">
      <w:r>
        <w:t>544.3342</w:t>
      </w:r>
      <w:r>
        <w:tab/>
        <w:t>2.025e0</w:t>
      </w:r>
    </w:p>
    <w:p w:rsidR="007B6A46" w:rsidRDefault="007B6A46" w:rsidP="007B6A46">
      <w:r>
        <w:t>544.3394</w:t>
      </w:r>
      <w:r>
        <w:tab/>
        <w:t>2.025e0</w:t>
      </w:r>
    </w:p>
    <w:p w:rsidR="007B6A46" w:rsidRDefault="007B6A46" w:rsidP="007B6A46">
      <w:r>
        <w:t>544.3478</w:t>
      </w:r>
      <w:r>
        <w:tab/>
        <w:t>1.013e0</w:t>
      </w:r>
    </w:p>
    <w:p w:rsidR="007B6A46" w:rsidRDefault="007B6A46" w:rsidP="007B6A46">
      <w:r>
        <w:t>544.3945</w:t>
      </w:r>
      <w:r>
        <w:tab/>
        <w:t>2.025e0</w:t>
      </w:r>
    </w:p>
    <w:p w:rsidR="007B6A46" w:rsidRDefault="007B6A46" w:rsidP="007B6A46">
      <w:r>
        <w:t>544.4155</w:t>
      </w:r>
      <w:r>
        <w:tab/>
        <w:t>3.038e0</w:t>
      </w:r>
    </w:p>
    <w:p w:rsidR="007B6A46" w:rsidRDefault="007B6A46" w:rsidP="007B6A46">
      <w:r>
        <w:t>544.4251</w:t>
      </w:r>
      <w:r>
        <w:tab/>
        <w:t>2.025e0</w:t>
      </w:r>
    </w:p>
    <w:p w:rsidR="007B6A46" w:rsidRDefault="007B6A46" w:rsidP="007B6A46">
      <w:r>
        <w:t>544.4481</w:t>
      </w:r>
      <w:r>
        <w:tab/>
        <w:t>3.038e0</w:t>
      </w:r>
    </w:p>
    <w:p w:rsidR="007B6A46" w:rsidRDefault="007B6A46" w:rsidP="007B6A46">
      <w:r>
        <w:t>544.6276</w:t>
      </w:r>
      <w:r>
        <w:tab/>
        <w:t>1.013e0</w:t>
      </w:r>
    </w:p>
    <w:p w:rsidR="007B6A46" w:rsidRDefault="007B6A46" w:rsidP="007B6A46">
      <w:r>
        <w:lastRenderedPageBreak/>
        <w:t>544.7206</w:t>
      </w:r>
      <w:r>
        <w:tab/>
        <w:t>1.013e0</w:t>
      </w:r>
    </w:p>
    <w:p w:rsidR="007B6A46" w:rsidRDefault="007B6A46" w:rsidP="007B6A46">
      <w:r>
        <w:t>544.8240</w:t>
      </w:r>
      <w:r>
        <w:tab/>
        <w:t>1.013e0</w:t>
      </w:r>
    </w:p>
    <w:p w:rsidR="007B6A46" w:rsidRDefault="007B6A46" w:rsidP="007B6A46">
      <w:r>
        <w:t>544.8432</w:t>
      </w:r>
      <w:r>
        <w:tab/>
        <w:t>2.025e0</w:t>
      </w:r>
    </w:p>
    <w:p w:rsidR="007B6A46" w:rsidRDefault="007B6A46" w:rsidP="007B6A46">
      <w:r>
        <w:t>544.8564</w:t>
      </w:r>
      <w:r>
        <w:tab/>
        <w:t>3.038e0</w:t>
      </w:r>
    </w:p>
    <w:p w:rsidR="007B6A46" w:rsidRDefault="007B6A46" w:rsidP="007B6A46">
      <w:r>
        <w:t>544.9000</w:t>
      </w:r>
      <w:r>
        <w:tab/>
        <w:t>1.013e0</w:t>
      </w:r>
    </w:p>
    <w:p w:rsidR="007B6A46" w:rsidRDefault="007B6A46" w:rsidP="007B6A46">
      <w:r>
        <w:t>544.9683</w:t>
      </w:r>
      <w:r>
        <w:tab/>
        <w:t>1.013e0</w:t>
      </w:r>
    </w:p>
    <w:p w:rsidR="007B6A46" w:rsidRDefault="007B6A46" w:rsidP="007B6A46">
      <w:r>
        <w:t>544.9846</w:t>
      </w:r>
      <w:r>
        <w:tab/>
        <w:t>1.013e0</w:t>
      </w:r>
    </w:p>
    <w:p w:rsidR="007B6A46" w:rsidRDefault="007B6A46" w:rsidP="007B6A46">
      <w:r>
        <w:t>544.9867</w:t>
      </w:r>
      <w:r>
        <w:tab/>
        <w:t>1.013e0</w:t>
      </w:r>
    </w:p>
    <w:p w:rsidR="007B6A46" w:rsidRDefault="007B6A46" w:rsidP="007B6A46">
      <w:r>
        <w:t>545.0120</w:t>
      </w:r>
      <w:r>
        <w:tab/>
        <w:t>1.013e0</w:t>
      </w:r>
    </w:p>
    <w:p w:rsidR="007B6A46" w:rsidRDefault="007B6A46" w:rsidP="007B6A46">
      <w:r>
        <w:t>545.1757</w:t>
      </w:r>
      <w:r>
        <w:tab/>
        <w:t>2.025e0</w:t>
      </w:r>
    </w:p>
    <w:p w:rsidR="007B6A46" w:rsidRDefault="007B6A46" w:rsidP="007B6A46">
      <w:r>
        <w:t>545.1820</w:t>
      </w:r>
      <w:r>
        <w:tab/>
        <w:t>1.013e0</w:t>
      </w:r>
    </w:p>
    <w:p w:rsidR="007B6A46" w:rsidRDefault="007B6A46" w:rsidP="007B6A46">
      <w:r>
        <w:t>545.1915</w:t>
      </w:r>
      <w:r>
        <w:tab/>
        <w:t>2.025e0</w:t>
      </w:r>
    </w:p>
    <w:p w:rsidR="007B6A46" w:rsidRDefault="007B6A46" w:rsidP="007B6A46">
      <w:r>
        <w:t>545.2238</w:t>
      </w:r>
      <w:r>
        <w:tab/>
        <w:t>2.025e0</w:t>
      </w:r>
    </w:p>
    <w:p w:rsidR="007B6A46" w:rsidRDefault="007B6A46" w:rsidP="007B6A46">
      <w:r>
        <w:t>545.3444</w:t>
      </w:r>
      <w:r>
        <w:tab/>
        <w:t>2.025e0</w:t>
      </w:r>
    </w:p>
    <w:p w:rsidR="007B6A46" w:rsidRDefault="007B6A46" w:rsidP="007B6A46">
      <w:r>
        <w:t>545.3530</w:t>
      </w:r>
      <w:r>
        <w:tab/>
        <w:t>1.013e0</w:t>
      </w:r>
    </w:p>
    <w:p w:rsidR="007B6A46" w:rsidRDefault="007B6A46" w:rsidP="007B6A46">
      <w:r>
        <w:t>545.3673</w:t>
      </w:r>
      <w:r>
        <w:tab/>
        <w:t>2.025e0</w:t>
      </w:r>
    </w:p>
    <w:p w:rsidR="007B6A46" w:rsidRDefault="007B6A46" w:rsidP="007B6A46">
      <w:r>
        <w:t>545.3896</w:t>
      </w:r>
      <w:r>
        <w:tab/>
        <w:t>1.013e0</w:t>
      </w:r>
    </w:p>
    <w:p w:rsidR="007B6A46" w:rsidRDefault="007B6A46" w:rsidP="007B6A46">
      <w:r>
        <w:t>545.4508</w:t>
      </w:r>
      <w:r>
        <w:tab/>
        <w:t>2.025e0</w:t>
      </w:r>
    </w:p>
    <w:p w:rsidR="007B6A46" w:rsidRDefault="007B6A46" w:rsidP="007B6A46">
      <w:r>
        <w:t>545.5104</w:t>
      </w:r>
      <w:r>
        <w:tab/>
        <w:t>1.013e0</w:t>
      </w:r>
    </w:p>
    <w:p w:rsidR="007B6A46" w:rsidRDefault="007B6A46" w:rsidP="007B6A46">
      <w:r>
        <w:lastRenderedPageBreak/>
        <w:t>545.5480</w:t>
      </w:r>
      <w:r>
        <w:tab/>
        <w:t>1.013e0</w:t>
      </w:r>
    </w:p>
    <w:p w:rsidR="007B6A46" w:rsidRDefault="007B6A46" w:rsidP="007B6A46">
      <w:r>
        <w:t>545.6044</w:t>
      </w:r>
      <w:r>
        <w:tab/>
        <w:t>1.013e0</w:t>
      </w:r>
    </w:p>
    <w:p w:rsidR="007B6A46" w:rsidRDefault="007B6A46" w:rsidP="007B6A46">
      <w:r>
        <w:t>545.6335</w:t>
      </w:r>
      <w:r>
        <w:tab/>
        <w:t>1.013e0</w:t>
      </w:r>
    </w:p>
    <w:p w:rsidR="007B6A46" w:rsidRDefault="007B6A46" w:rsidP="007B6A46">
      <w:r>
        <w:t>545.6791</w:t>
      </w:r>
      <w:r>
        <w:tab/>
        <w:t>1.013e0</w:t>
      </w:r>
    </w:p>
    <w:p w:rsidR="007B6A46" w:rsidRDefault="007B6A46" w:rsidP="007B6A46">
      <w:r>
        <w:t>545.7088</w:t>
      </w:r>
      <w:r>
        <w:tab/>
        <w:t>1.013e0</w:t>
      </w:r>
    </w:p>
    <w:p w:rsidR="007B6A46" w:rsidRDefault="007B6A46" w:rsidP="007B6A46">
      <w:r>
        <w:t>545.7991</w:t>
      </w:r>
      <w:r>
        <w:tab/>
        <w:t>2.025e0</w:t>
      </w:r>
    </w:p>
    <w:p w:rsidR="007B6A46" w:rsidRDefault="007B6A46" w:rsidP="007B6A46">
      <w:r>
        <w:t>545.8127</w:t>
      </w:r>
      <w:r>
        <w:tab/>
        <w:t>2.025e0</w:t>
      </w:r>
    </w:p>
    <w:p w:rsidR="007B6A46" w:rsidRDefault="007B6A46" w:rsidP="007B6A46">
      <w:r>
        <w:t>545.8447</w:t>
      </w:r>
      <w:r>
        <w:tab/>
        <w:t>1.013e0</w:t>
      </w:r>
    </w:p>
    <w:p w:rsidR="007B6A46" w:rsidRDefault="007B6A46" w:rsidP="007B6A46">
      <w:r>
        <w:t>545.8971</w:t>
      </w:r>
      <w:r>
        <w:tab/>
        <w:t>2.025e0</w:t>
      </w:r>
    </w:p>
    <w:p w:rsidR="007B6A46" w:rsidRDefault="007B6A46" w:rsidP="007B6A46">
      <w:r>
        <w:t>545.9621</w:t>
      </w:r>
      <w:r>
        <w:tab/>
        <w:t>1.013e0</w:t>
      </w:r>
    </w:p>
    <w:p w:rsidR="007B6A46" w:rsidRDefault="007B6A46" w:rsidP="007B6A46">
      <w:r>
        <w:t>546.0666</w:t>
      </w:r>
      <w:r>
        <w:tab/>
        <w:t>1.013e0</w:t>
      </w:r>
    </w:p>
    <w:p w:rsidR="007B6A46" w:rsidRDefault="007B6A46" w:rsidP="007B6A46">
      <w:r>
        <w:t>546.0845</w:t>
      </w:r>
      <w:r>
        <w:tab/>
        <w:t>1.013e0</w:t>
      </w:r>
    </w:p>
    <w:p w:rsidR="007B6A46" w:rsidRDefault="007B6A46" w:rsidP="007B6A46">
      <w:r>
        <w:t>546.1182</w:t>
      </w:r>
      <w:r>
        <w:tab/>
        <w:t>1.013e0</w:t>
      </w:r>
    </w:p>
    <w:p w:rsidR="007B6A46" w:rsidRDefault="007B6A46" w:rsidP="007B6A46">
      <w:r>
        <w:t>546.1660</w:t>
      </w:r>
      <w:r>
        <w:tab/>
        <w:t>2.025e0</w:t>
      </w:r>
    </w:p>
    <w:p w:rsidR="007B6A46" w:rsidRDefault="007B6A46" w:rsidP="007B6A46">
      <w:r>
        <w:t>546.1881</w:t>
      </w:r>
      <w:r>
        <w:tab/>
        <w:t>1.013e0</w:t>
      </w:r>
    </w:p>
    <w:p w:rsidR="007B6A46" w:rsidRDefault="007B6A46" w:rsidP="007B6A46">
      <w:r>
        <w:t>546.2070</w:t>
      </w:r>
      <w:r>
        <w:tab/>
        <w:t>2.025e0</w:t>
      </w:r>
    </w:p>
    <w:p w:rsidR="007B6A46" w:rsidRDefault="007B6A46" w:rsidP="007B6A46">
      <w:r>
        <w:t>546.2455</w:t>
      </w:r>
      <w:r>
        <w:tab/>
        <w:t>2.025e0</w:t>
      </w:r>
    </w:p>
    <w:p w:rsidR="007B6A46" w:rsidRDefault="007B6A46" w:rsidP="007B6A46">
      <w:r>
        <w:t>546.2827</w:t>
      </w:r>
      <w:r>
        <w:tab/>
        <w:t>1.013e0</w:t>
      </w:r>
    </w:p>
    <w:p w:rsidR="007B6A46" w:rsidRDefault="007B6A46" w:rsidP="007B6A46">
      <w:r>
        <w:t>546.2855</w:t>
      </w:r>
      <w:r>
        <w:tab/>
        <w:t>2.025e0</w:t>
      </w:r>
    </w:p>
    <w:p w:rsidR="007B6A46" w:rsidRDefault="007B6A46" w:rsidP="007B6A46">
      <w:r>
        <w:lastRenderedPageBreak/>
        <w:t>546.3138</w:t>
      </w:r>
      <w:r>
        <w:tab/>
        <w:t>2.025e0</w:t>
      </w:r>
    </w:p>
    <w:p w:rsidR="007B6A46" w:rsidRDefault="007B6A46" w:rsidP="007B6A46">
      <w:r>
        <w:t>546.3439</w:t>
      </w:r>
      <w:r>
        <w:tab/>
        <w:t>2.025e0</w:t>
      </w:r>
    </w:p>
    <w:p w:rsidR="007B6A46" w:rsidRDefault="007B6A46" w:rsidP="007B6A46">
      <w:r>
        <w:t>546.3797</w:t>
      </w:r>
      <w:r>
        <w:tab/>
        <w:t>3.038e0</w:t>
      </w:r>
    </w:p>
    <w:p w:rsidR="007B6A46" w:rsidRDefault="007B6A46" w:rsidP="007B6A46">
      <w:r>
        <w:t>546.3917</w:t>
      </w:r>
      <w:r>
        <w:tab/>
        <w:t>2.025e0</w:t>
      </w:r>
    </w:p>
    <w:p w:rsidR="007B6A46" w:rsidRDefault="007B6A46" w:rsidP="007B6A46">
      <w:r>
        <w:t>546.3954</w:t>
      </w:r>
      <w:r>
        <w:tab/>
        <w:t>1.013e0</w:t>
      </w:r>
    </w:p>
    <w:p w:rsidR="007B6A46" w:rsidRDefault="007B6A46" w:rsidP="007B6A46">
      <w:r>
        <w:t>546.4462</w:t>
      </w:r>
      <w:r>
        <w:tab/>
        <w:t>2.025e0</w:t>
      </w:r>
    </w:p>
    <w:p w:rsidR="007B6A46" w:rsidRDefault="007B6A46" w:rsidP="007B6A46">
      <w:r>
        <w:t>546.4905</w:t>
      </w:r>
      <w:r>
        <w:tab/>
        <w:t>1.013e0</w:t>
      </w:r>
    </w:p>
    <w:p w:rsidR="007B6A46" w:rsidRDefault="007B6A46" w:rsidP="007B6A46">
      <w:r>
        <w:t>546.5355</w:t>
      </w:r>
      <w:r>
        <w:tab/>
        <w:t>1.013e0</w:t>
      </w:r>
    </w:p>
    <w:p w:rsidR="007B6A46" w:rsidRDefault="007B6A46" w:rsidP="007B6A46">
      <w:r>
        <w:t>546.5722</w:t>
      </w:r>
      <w:r>
        <w:tab/>
        <w:t>2.025e0</w:t>
      </w:r>
    </w:p>
    <w:p w:rsidR="007B6A46" w:rsidRDefault="007B6A46" w:rsidP="007B6A46">
      <w:r>
        <w:t>546.6467</w:t>
      </w:r>
      <w:r>
        <w:tab/>
        <w:t>1.013e0</w:t>
      </w:r>
    </w:p>
    <w:p w:rsidR="007B6A46" w:rsidRDefault="007B6A46" w:rsidP="007B6A46">
      <w:r>
        <w:t>546.6790</w:t>
      </w:r>
      <w:r>
        <w:tab/>
        <w:t>1.013e0</w:t>
      </w:r>
    </w:p>
    <w:p w:rsidR="007B6A46" w:rsidRDefault="007B6A46" w:rsidP="007B6A46">
      <w:r>
        <w:t>546.7986</w:t>
      </w:r>
      <w:r>
        <w:tab/>
        <w:t>2.025e0</w:t>
      </w:r>
    </w:p>
    <w:p w:rsidR="007B6A46" w:rsidRDefault="007B6A46" w:rsidP="007B6A46">
      <w:r>
        <w:t>546.8306</w:t>
      </w:r>
      <w:r>
        <w:tab/>
        <w:t>1.013e0</w:t>
      </w:r>
    </w:p>
    <w:p w:rsidR="007B6A46" w:rsidRDefault="007B6A46" w:rsidP="007B6A46">
      <w:r>
        <w:t>546.8457</w:t>
      </w:r>
      <w:r>
        <w:tab/>
        <w:t>1.013e0</w:t>
      </w:r>
    </w:p>
    <w:p w:rsidR="007B6A46" w:rsidRDefault="007B6A46" w:rsidP="007B6A46">
      <w:r>
        <w:t>546.9149</w:t>
      </w:r>
      <w:r>
        <w:tab/>
        <w:t>3.038e0</w:t>
      </w:r>
    </w:p>
    <w:p w:rsidR="007B6A46" w:rsidRDefault="007B6A46" w:rsidP="007B6A46">
      <w:r>
        <w:t>546.9193</w:t>
      </w:r>
      <w:r>
        <w:tab/>
        <w:t>1.013e0</w:t>
      </w:r>
    </w:p>
    <w:p w:rsidR="007B6A46" w:rsidRDefault="007B6A46" w:rsidP="007B6A46">
      <w:r>
        <w:t>546.9430</w:t>
      </w:r>
      <w:r>
        <w:tab/>
        <w:t>1.013e0</w:t>
      </w:r>
    </w:p>
    <w:p w:rsidR="007B6A46" w:rsidRDefault="007B6A46" w:rsidP="007B6A46">
      <w:r>
        <w:t>546.9781</w:t>
      </w:r>
      <w:r>
        <w:tab/>
        <w:t>2.025e0</w:t>
      </w:r>
    </w:p>
    <w:p w:rsidR="007B6A46" w:rsidRDefault="007B6A46" w:rsidP="007B6A46">
      <w:r>
        <w:t>546.9833</w:t>
      </w:r>
      <w:r>
        <w:tab/>
        <w:t>2.025e0</w:t>
      </w:r>
    </w:p>
    <w:p w:rsidR="007B6A46" w:rsidRDefault="007B6A46" w:rsidP="007B6A46">
      <w:r>
        <w:lastRenderedPageBreak/>
        <w:t>547.0468</w:t>
      </w:r>
      <w:r>
        <w:tab/>
        <w:t>1.013e0</w:t>
      </w:r>
    </w:p>
    <w:p w:rsidR="007B6A46" w:rsidRDefault="007B6A46" w:rsidP="007B6A46">
      <w:r>
        <w:t>547.0753</w:t>
      </w:r>
      <w:r>
        <w:tab/>
        <w:t>3.038e0</w:t>
      </w:r>
    </w:p>
    <w:p w:rsidR="007B6A46" w:rsidRDefault="007B6A46" w:rsidP="007B6A46">
      <w:r>
        <w:t>547.1119</w:t>
      </w:r>
      <w:r>
        <w:tab/>
        <w:t>1.013e0</w:t>
      </w:r>
    </w:p>
    <w:p w:rsidR="007B6A46" w:rsidRDefault="007B6A46" w:rsidP="007B6A46">
      <w:r>
        <w:t>547.1685</w:t>
      </w:r>
      <w:r>
        <w:tab/>
        <w:t>1.013e0</w:t>
      </w:r>
    </w:p>
    <w:p w:rsidR="007B6A46" w:rsidRDefault="007B6A46" w:rsidP="007B6A46">
      <w:r>
        <w:t>547.1788</w:t>
      </w:r>
      <w:r>
        <w:tab/>
        <w:t>1.013e0</w:t>
      </w:r>
    </w:p>
    <w:p w:rsidR="007B6A46" w:rsidRDefault="007B6A46" w:rsidP="007B6A46">
      <w:r>
        <w:t>547.2354</w:t>
      </w:r>
      <w:r>
        <w:tab/>
        <w:t>1.013e0</w:t>
      </w:r>
    </w:p>
    <w:p w:rsidR="007B6A46" w:rsidRDefault="007B6A46" w:rsidP="007B6A46">
      <w:r>
        <w:t>547.2826</w:t>
      </w:r>
      <w:r>
        <w:tab/>
        <w:t>1.013e0</w:t>
      </w:r>
    </w:p>
    <w:p w:rsidR="007B6A46" w:rsidRDefault="007B6A46" w:rsidP="007B6A46">
      <w:r>
        <w:t>547.2858</w:t>
      </w:r>
      <w:r>
        <w:tab/>
        <w:t>1.013e0</w:t>
      </w:r>
    </w:p>
    <w:p w:rsidR="007B6A46" w:rsidRDefault="007B6A46" w:rsidP="007B6A46">
      <w:r>
        <w:t>547.2961</w:t>
      </w:r>
      <w:r>
        <w:tab/>
        <w:t>2.025e0</w:t>
      </w:r>
    </w:p>
    <w:p w:rsidR="007B6A46" w:rsidRDefault="007B6A46" w:rsidP="007B6A46">
      <w:r>
        <w:t>547.3000</w:t>
      </w:r>
      <w:r>
        <w:tab/>
        <w:t>2.025e0</w:t>
      </w:r>
    </w:p>
    <w:p w:rsidR="007B6A46" w:rsidRDefault="007B6A46" w:rsidP="007B6A46">
      <w:r>
        <w:t>547.3385</w:t>
      </w:r>
      <w:r>
        <w:tab/>
        <w:t>1.013e0</w:t>
      </w:r>
    </w:p>
    <w:p w:rsidR="007B6A46" w:rsidRDefault="007B6A46" w:rsidP="007B6A46">
      <w:r>
        <w:t>547.3468</w:t>
      </w:r>
      <w:r>
        <w:tab/>
        <w:t>2.025e0</w:t>
      </w:r>
    </w:p>
    <w:p w:rsidR="007B6A46" w:rsidRDefault="007B6A46" w:rsidP="007B6A46">
      <w:r>
        <w:t>547.3581</w:t>
      </w:r>
      <w:r>
        <w:tab/>
        <w:t>4.051e0</w:t>
      </w:r>
    </w:p>
    <w:p w:rsidR="007B6A46" w:rsidRDefault="007B6A46" w:rsidP="007B6A46">
      <w:r>
        <w:t>547.3926</w:t>
      </w:r>
      <w:r>
        <w:tab/>
        <w:t>1.013e0</w:t>
      </w:r>
    </w:p>
    <w:p w:rsidR="007B6A46" w:rsidRDefault="007B6A46" w:rsidP="007B6A46">
      <w:r>
        <w:t>547.3997</w:t>
      </w:r>
      <w:r>
        <w:tab/>
        <w:t>3.038e0</w:t>
      </w:r>
    </w:p>
    <w:p w:rsidR="007B6A46" w:rsidRDefault="007B6A46" w:rsidP="007B6A46">
      <w:r>
        <w:t>547.4053</w:t>
      </w:r>
      <w:r>
        <w:tab/>
        <w:t>2.025e0</w:t>
      </w:r>
    </w:p>
    <w:p w:rsidR="007B6A46" w:rsidRDefault="007B6A46" w:rsidP="007B6A46">
      <w:r>
        <w:t>547.4799</w:t>
      </w:r>
      <w:r>
        <w:tab/>
        <w:t>1.013e0</w:t>
      </w:r>
    </w:p>
    <w:p w:rsidR="007B6A46" w:rsidRDefault="007B6A46" w:rsidP="007B6A46">
      <w:r>
        <w:t>547.5847</w:t>
      </w:r>
      <w:r>
        <w:tab/>
        <w:t>1.013e0</w:t>
      </w:r>
    </w:p>
    <w:p w:rsidR="007B6A46" w:rsidRDefault="007B6A46" w:rsidP="007B6A46">
      <w:r>
        <w:t>547.7074</w:t>
      </w:r>
      <w:r>
        <w:tab/>
        <w:t>2.025e0</w:t>
      </w:r>
    </w:p>
    <w:p w:rsidR="007B6A46" w:rsidRDefault="007B6A46" w:rsidP="007B6A46">
      <w:r>
        <w:lastRenderedPageBreak/>
        <w:t>547.7640</w:t>
      </w:r>
      <w:r>
        <w:tab/>
        <w:t>1.013e0</w:t>
      </w:r>
    </w:p>
    <w:p w:rsidR="007B6A46" w:rsidRDefault="007B6A46" w:rsidP="007B6A46">
      <w:r>
        <w:t>547.7735</w:t>
      </w:r>
      <w:r>
        <w:tab/>
        <w:t>1.013e0</w:t>
      </w:r>
    </w:p>
    <w:p w:rsidR="007B6A46" w:rsidRDefault="007B6A46" w:rsidP="007B6A46">
      <w:r>
        <w:t>547.8478</w:t>
      </w:r>
      <w:r>
        <w:tab/>
        <w:t>1.013e0</w:t>
      </w:r>
    </w:p>
    <w:p w:rsidR="007B6A46" w:rsidRDefault="007B6A46" w:rsidP="007B6A46">
      <w:r>
        <w:t>547.8765</w:t>
      </w:r>
      <w:r>
        <w:tab/>
        <w:t>1.013e0</w:t>
      </w:r>
    </w:p>
    <w:p w:rsidR="007B6A46" w:rsidRDefault="007B6A46" w:rsidP="007B6A46">
      <w:r>
        <w:t>547.8878</w:t>
      </w:r>
      <w:r>
        <w:tab/>
        <w:t>1.013e0</w:t>
      </w:r>
    </w:p>
    <w:p w:rsidR="007B6A46" w:rsidRDefault="007B6A46" w:rsidP="007B6A46">
      <w:r>
        <w:t>547.9904</w:t>
      </w:r>
      <w:r>
        <w:tab/>
        <w:t>2.025e0</w:t>
      </w:r>
    </w:p>
    <w:p w:rsidR="007B6A46" w:rsidRDefault="007B6A46" w:rsidP="007B6A46">
      <w:r>
        <w:t>547.9957</w:t>
      </w:r>
      <w:r>
        <w:tab/>
        <w:t>1.013e0</w:t>
      </w:r>
    </w:p>
    <w:p w:rsidR="007B6A46" w:rsidRDefault="007B6A46" w:rsidP="007B6A46">
      <w:r>
        <w:t>548.0317</w:t>
      </w:r>
      <w:r>
        <w:tab/>
        <w:t>1.013e0</w:t>
      </w:r>
    </w:p>
    <w:p w:rsidR="007B6A46" w:rsidRDefault="007B6A46" w:rsidP="007B6A46">
      <w:r>
        <w:t>548.1321</w:t>
      </w:r>
      <w:r>
        <w:tab/>
        <w:t>3.038e0</w:t>
      </w:r>
    </w:p>
    <w:p w:rsidR="007B6A46" w:rsidRDefault="007B6A46" w:rsidP="007B6A46">
      <w:r>
        <w:t>548.1476</w:t>
      </w:r>
      <w:r>
        <w:tab/>
        <w:t>3.038e0</w:t>
      </w:r>
    </w:p>
    <w:p w:rsidR="007B6A46" w:rsidRDefault="007B6A46" w:rsidP="007B6A46">
      <w:r>
        <w:t>548.1797</w:t>
      </w:r>
      <w:r>
        <w:tab/>
        <w:t>1.013e0</w:t>
      </w:r>
    </w:p>
    <w:p w:rsidR="007B6A46" w:rsidRDefault="007B6A46" w:rsidP="007B6A46">
      <w:r>
        <w:t>548.2139</w:t>
      </w:r>
      <w:r>
        <w:tab/>
        <w:t>1.013e0</w:t>
      </w:r>
    </w:p>
    <w:p w:rsidR="007B6A46" w:rsidRDefault="007B6A46" w:rsidP="007B6A46">
      <w:r>
        <w:t>548.2644</w:t>
      </w:r>
      <w:r>
        <w:tab/>
        <w:t>2.025e0</w:t>
      </w:r>
    </w:p>
    <w:p w:rsidR="007B6A46" w:rsidRDefault="007B6A46" w:rsidP="007B6A46">
      <w:r>
        <w:t>548.2877</w:t>
      </w:r>
      <w:r>
        <w:tab/>
        <w:t>1.013e0</w:t>
      </w:r>
    </w:p>
    <w:p w:rsidR="007B6A46" w:rsidRDefault="007B6A46" w:rsidP="007B6A46">
      <w:r>
        <w:t>548.3236</w:t>
      </w:r>
      <w:r>
        <w:tab/>
        <w:t>1.013e0</w:t>
      </w:r>
    </w:p>
    <w:p w:rsidR="007B6A46" w:rsidRDefault="007B6A46" w:rsidP="007B6A46">
      <w:r>
        <w:t>548.3429</w:t>
      </w:r>
      <w:r>
        <w:tab/>
        <w:t>3.038e0</w:t>
      </w:r>
    </w:p>
    <w:p w:rsidR="007B6A46" w:rsidRDefault="007B6A46" w:rsidP="007B6A46">
      <w:r>
        <w:t>548.3604</w:t>
      </w:r>
      <w:r>
        <w:tab/>
        <w:t>1.013e0</w:t>
      </w:r>
    </w:p>
    <w:p w:rsidR="007B6A46" w:rsidRDefault="007B6A46" w:rsidP="007B6A46">
      <w:r>
        <w:t>548.3978</w:t>
      </w:r>
      <w:r>
        <w:tab/>
        <w:t>4.051e0</w:t>
      </w:r>
    </w:p>
    <w:p w:rsidR="007B6A46" w:rsidRDefault="007B6A46" w:rsidP="007B6A46">
      <w:r>
        <w:t>548.4130</w:t>
      </w:r>
      <w:r>
        <w:tab/>
        <w:t>1.013e0</w:t>
      </w:r>
    </w:p>
    <w:p w:rsidR="007B6A46" w:rsidRDefault="007B6A46" w:rsidP="007B6A46">
      <w:r>
        <w:lastRenderedPageBreak/>
        <w:t>548.4341</w:t>
      </w:r>
      <w:r>
        <w:tab/>
        <w:t>1.013e0</w:t>
      </w:r>
    </w:p>
    <w:p w:rsidR="007B6A46" w:rsidRDefault="007B6A46" w:rsidP="007B6A46">
      <w:r>
        <w:t>548.4530</w:t>
      </w:r>
      <w:r>
        <w:tab/>
        <w:t>1.013e0</w:t>
      </w:r>
    </w:p>
    <w:p w:rsidR="007B6A46" w:rsidRDefault="007B6A46" w:rsidP="007B6A46">
      <w:r>
        <w:t>548.4822</w:t>
      </w:r>
      <w:r>
        <w:tab/>
        <w:t>1.013e0</w:t>
      </w:r>
    </w:p>
    <w:p w:rsidR="007B6A46" w:rsidRDefault="007B6A46" w:rsidP="007B6A46">
      <w:r>
        <w:t>548.5098</w:t>
      </w:r>
      <w:r>
        <w:tab/>
        <w:t>1.013e0</w:t>
      </w:r>
    </w:p>
    <w:p w:rsidR="007B6A46" w:rsidRDefault="007B6A46" w:rsidP="007B6A46">
      <w:r>
        <w:t>548.5192</w:t>
      </w:r>
      <w:r>
        <w:tab/>
        <w:t>1.013e0</w:t>
      </w:r>
    </w:p>
    <w:p w:rsidR="007B6A46" w:rsidRDefault="007B6A46" w:rsidP="007B6A46">
      <w:r>
        <w:t>548.5603</w:t>
      </w:r>
      <w:r>
        <w:tab/>
        <w:t>1.013e0</w:t>
      </w:r>
    </w:p>
    <w:p w:rsidR="007B6A46" w:rsidRDefault="007B6A46" w:rsidP="007B6A46">
      <w:r>
        <w:t>548.5947</w:t>
      </w:r>
      <w:r>
        <w:tab/>
        <w:t>1.013e0</w:t>
      </w:r>
    </w:p>
    <w:p w:rsidR="007B6A46" w:rsidRDefault="007B6A46" w:rsidP="007B6A46">
      <w:r>
        <w:t>548.6346</w:t>
      </w:r>
      <w:r>
        <w:tab/>
        <w:t>1.013e0</w:t>
      </w:r>
    </w:p>
    <w:p w:rsidR="007B6A46" w:rsidRDefault="007B6A46" w:rsidP="007B6A46">
      <w:r>
        <w:t>548.6430</w:t>
      </w:r>
      <w:r>
        <w:tab/>
        <w:t>1.013e0</w:t>
      </w:r>
    </w:p>
    <w:p w:rsidR="007B6A46" w:rsidRDefault="007B6A46" w:rsidP="007B6A46">
      <w:r>
        <w:t>548.7747</w:t>
      </w:r>
      <w:r>
        <w:tab/>
        <w:t>2.025e0</w:t>
      </w:r>
    </w:p>
    <w:p w:rsidR="007B6A46" w:rsidRDefault="007B6A46" w:rsidP="007B6A46">
      <w:r>
        <w:t>548.8246</w:t>
      </w:r>
      <w:r>
        <w:tab/>
        <w:t>2.025e0</w:t>
      </w:r>
    </w:p>
    <w:p w:rsidR="007B6A46" w:rsidRDefault="007B6A46" w:rsidP="007B6A46">
      <w:r>
        <w:t>548.8313</w:t>
      </w:r>
      <w:r>
        <w:tab/>
        <w:t>2.025e0</w:t>
      </w:r>
    </w:p>
    <w:p w:rsidR="007B6A46" w:rsidRDefault="007B6A46" w:rsidP="007B6A46">
      <w:r>
        <w:t>548.8873</w:t>
      </w:r>
      <w:r>
        <w:tab/>
        <w:t>1.013e0</w:t>
      </w:r>
    </w:p>
    <w:p w:rsidR="007B6A46" w:rsidRDefault="007B6A46" w:rsidP="007B6A46">
      <w:r>
        <w:t>548.8984</w:t>
      </w:r>
      <w:r>
        <w:tab/>
        <w:t>1.013e0</w:t>
      </w:r>
    </w:p>
    <w:p w:rsidR="007B6A46" w:rsidRDefault="007B6A46" w:rsidP="007B6A46">
      <w:r>
        <w:t>548.9056</w:t>
      </w:r>
      <w:r>
        <w:tab/>
        <w:t>2.025e0</w:t>
      </w:r>
    </w:p>
    <w:p w:rsidR="007B6A46" w:rsidRDefault="007B6A46" w:rsidP="007B6A46">
      <w:r>
        <w:t>548.9260</w:t>
      </w:r>
      <w:r>
        <w:tab/>
        <w:t>1.013e0</w:t>
      </w:r>
    </w:p>
    <w:p w:rsidR="007B6A46" w:rsidRDefault="007B6A46" w:rsidP="007B6A46">
      <w:r>
        <w:t>549.0016</w:t>
      </w:r>
      <w:r>
        <w:tab/>
        <w:t>1.013e0</w:t>
      </w:r>
    </w:p>
    <w:p w:rsidR="007B6A46" w:rsidRDefault="007B6A46" w:rsidP="007B6A46">
      <w:r>
        <w:t>549.0215</w:t>
      </w:r>
      <w:r>
        <w:tab/>
        <w:t>1.013e0</w:t>
      </w:r>
    </w:p>
    <w:p w:rsidR="007B6A46" w:rsidRDefault="007B6A46" w:rsidP="007B6A46">
      <w:r>
        <w:t>549.0309</w:t>
      </w:r>
      <w:r>
        <w:tab/>
        <w:t>1.013e0</w:t>
      </w:r>
    </w:p>
    <w:p w:rsidR="007B6A46" w:rsidRDefault="007B6A46" w:rsidP="007B6A46">
      <w:r>
        <w:lastRenderedPageBreak/>
        <w:t>549.0782</w:t>
      </w:r>
      <w:r>
        <w:tab/>
        <w:t>1.013e0</w:t>
      </w:r>
    </w:p>
    <w:p w:rsidR="007B6A46" w:rsidRDefault="007B6A46" w:rsidP="007B6A46">
      <w:r>
        <w:t>549.0976</w:t>
      </w:r>
      <w:r>
        <w:tab/>
        <w:t>2.025e0</w:t>
      </w:r>
    </w:p>
    <w:p w:rsidR="007B6A46" w:rsidRDefault="007B6A46" w:rsidP="007B6A46">
      <w:r>
        <w:t>549.1071</w:t>
      </w:r>
      <w:r>
        <w:tab/>
        <w:t>1.013e0</w:t>
      </w:r>
    </w:p>
    <w:p w:rsidR="007B6A46" w:rsidRDefault="007B6A46" w:rsidP="007B6A46">
      <w:r>
        <w:t>549.1531</w:t>
      </w:r>
      <w:r>
        <w:tab/>
        <w:t>1.013e0</w:t>
      </w:r>
    </w:p>
    <w:p w:rsidR="007B6A46" w:rsidRDefault="007B6A46" w:rsidP="007B6A46">
      <w:r>
        <w:t>549.1635</w:t>
      </w:r>
      <w:r>
        <w:tab/>
        <w:t>1.013e0</w:t>
      </w:r>
    </w:p>
    <w:p w:rsidR="007B6A46" w:rsidRDefault="007B6A46" w:rsidP="007B6A46">
      <w:r>
        <w:t>549.1721</w:t>
      </w:r>
      <w:r>
        <w:tab/>
        <w:t>1.013e0</w:t>
      </w:r>
    </w:p>
    <w:p w:rsidR="007B6A46" w:rsidRDefault="007B6A46" w:rsidP="007B6A46">
      <w:r>
        <w:t>549.2712</w:t>
      </w:r>
      <w:r>
        <w:tab/>
        <w:t>1.013e0</w:t>
      </w:r>
    </w:p>
    <w:p w:rsidR="007B6A46" w:rsidRDefault="007B6A46" w:rsidP="007B6A46">
      <w:r>
        <w:t>549.2866</w:t>
      </w:r>
      <w:r>
        <w:tab/>
        <w:t>1.013e0</w:t>
      </w:r>
    </w:p>
    <w:p w:rsidR="007B6A46" w:rsidRDefault="007B6A46" w:rsidP="007B6A46">
      <w:r>
        <w:t>549.3071</w:t>
      </w:r>
      <w:r>
        <w:tab/>
        <w:t>1.013e0</w:t>
      </w:r>
    </w:p>
    <w:p w:rsidR="007B6A46" w:rsidRDefault="007B6A46" w:rsidP="007B6A46">
      <w:r>
        <w:t>549.3330</w:t>
      </w:r>
      <w:r>
        <w:tab/>
        <w:t>1.013e0</w:t>
      </w:r>
    </w:p>
    <w:p w:rsidR="007B6A46" w:rsidRDefault="007B6A46" w:rsidP="007B6A46">
      <w:r>
        <w:t>549.3606</w:t>
      </w:r>
      <w:r>
        <w:tab/>
        <w:t>1.013e0</w:t>
      </w:r>
    </w:p>
    <w:p w:rsidR="007B6A46" w:rsidRDefault="007B6A46" w:rsidP="007B6A46">
      <w:r>
        <w:t>549.3850</w:t>
      </w:r>
      <w:r>
        <w:tab/>
        <w:t>2.025e0</w:t>
      </w:r>
    </w:p>
    <w:p w:rsidR="007B6A46" w:rsidRDefault="007B6A46" w:rsidP="007B6A46">
      <w:r>
        <w:t>549.3892</w:t>
      </w:r>
      <w:r>
        <w:tab/>
        <w:t>2.025e0</w:t>
      </w:r>
    </w:p>
    <w:p w:rsidR="007B6A46" w:rsidRDefault="007B6A46" w:rsidP="007B6A46">
      <w:r>
        <w:t>549.4341</w:t>
      </w:r>
      <w:r>
        <w:tab/>
        <w:t>1.013e0</w:t>
      </w:r>
    </w:p>
    <w:p w:rsidR="007B6A46" w:rsidRDefault="007B6A46" w:rsidP="007B6A46">
      <w:r>
        <w:t>549.4846</w:t>
      </w:r>
      <w:r>
        <w:tab/>
        <w:t>1.013e0</w:t>
      </w:r>
    </w:p>
    <w:p w:rsidR="007B6A46" w:rsidRDefault="007B6A46" w:rsidP="007B6A46">
      <w:r>
        <w:t>549.4949</w:t>
      </w:r>
      <w:r>
        <w:tab/>
        <w:t>1.013e0</w:t>
      </w:r>
    </w:p>
    <w:p w:rsidR="007B6A46" w:rsidRDefault="007B6A46" w:rsidP="007B6A46">
      <w:r>
        <w:t>549.5707</w:t>
      </w:r>
      <w:r>
        <w:tab/>
        <w:t>1.013e0</w:t>
      </w:r>
    </w:p>
    <w:p w:rsidR="007B6A46" w:rsidRDefault="007B6A46" w:rsidP="007B6A46">
      <w:r>
        <w:t>549.5790</w:t>
      </w:r>
      <w:r>
        <w:tab/>
        <w:t>1.013e0</w:t>
      </w:r>
    </w:p>
    <w:p w:rsidR="007B6A46" w:rsidRDefault="007B6A46" w:rsidP="007B6A46">
      <w:r>
        <w:t>549.6331</w:t>
      </w:r>
      <w:r>
        <w:tab/>
        <w:t>1.013e0</w:t>
      </w:r>
    </w:p>
    <w:p w:rsidR="007B6A46" w:rsidRDefault="007B6A46" w:rsidP="007B6A46">
      <w:r>
        <w:lastRenderedPageBreak/>
        <w:t>549.8354</w:t>
      </w:r>
      <w:r>
        <w:tab/>
        <w:t>1.013e0</w:t>
      </w:r>
    </w:p>
    <w:p w:rsidR="007B6A46" w:rsidRDefault="007B6A46" w:rsidP="007B6A46">
      <w:r>
        <w:t>549.8431</w:t>
      </w:r>
      <w:r>
        <w:tab/>
        <w:t>2.025e0</w:t>
      </w:r>
    </w:p>
    <w:p w:rsidR="007B6A46" w:rsidRDefault="007B6A46" w:rsidP="007B6A46">
      <w:r>
        <w:t>549.8707</w:t>
      </w:r>
      <w:r>
        <w:tab/>
        <w:t>1.013e0</w:t>
      </w:r>
    </w:p>
    <w:p w:rsidR="007B6A46" w:rsidRDefault="007B6A46" w:rsidP="007B6A46">
      <w:r>
        <w:t>549.8882</w:t>
      </w:r>
      <w:r>
        <w:tab/>
        <w:t>1.013e0</w:t>
      </w:r>
    </w:p>
    <w:p w:rsidR="007B6A46" w:rsidRDefault="007B6A46" w:rsidP="007B6A46">
      <w:r>
        <w:t>549.9832</w:t>
      </w:r>
      <w:r>
        <w:tab/>
        <w:t>2.025e0</w:t>
      </w:r>
    </w:p>
    <w:p w:rsidR="007B6A46" w:rsidRDefault="007B6A46" w:rsidP="007B6A46">
      <w:r>
        <w:t>550.0012</w:t>
      </w:r>
      <w:r>
        <w:tab/>
        <w:t>3.038e0</w:t>
      </w:r>
    </w:p>
    <w:p w:rsidR="007B6A46" w:rsidRDefault="007B6A46" w:rsidP="007B6A46">
      <w:r>
        <w:t>550.0247</w:t>
      </w:r>
      <w:r>
        <w:tab/>
        <w:t>1.013e0</w:t>
      </w:r>
    </w:p>
    <w:p w:rsidR="007B6A46" w:rsidRDefault="007B6A46" w:rsidP="007B6A46">
      <w:r>
        <w:t>550.0331</w:t>
      </w:r>
      <w:r>
        <w:tab/>
        <w:t>1.013e0</w:t>
      </w:r>
    </w:p>
    <w:p w:rsidR="007B6A46" w:rsidRDefault="007B6A46" w:rsidP="007B6A46">
      <w:r>
        <w:t>550.0523</w:t>
      </w:r>
      <w:r>
        <w:tab/>
        <w:t>1.013e0</w:t>
      </w:r>
    </w:p>
    <w:p w:rsidR="007B6A46" w:rsidRDefault="007B6A46" w:rsidP="007B6A46">
      <w:r>
        <w:t>550.1221</w:t>
      </w:r>
      <w:r>
        <w:tab/>
        <w:t>2.025e0</w:t>
      </w:r>
    </w:p>
    <w:p w:rsidR="007B6A46" w:rsidRDefault="007B6A46" w:rsidP="007B6A46">
      <w:r>
        <w:t>550.1583</w:t>
      </w:r>
      <w:r>
        <w:tab/>
        <w:t>1.013e0</w:t>
      </w:r>
    </w:p>
    <w:p w:rsidR="007B6A46" w:rsidRDefault="007B6A46" w:rsidP="007B6A46">
      <w:r>
        <w:t>550.1996</w:t>
      </w:r>
      <w:r>
        <w:tab/>
        <w:t>1.013e0</w:t>
      </w:r>
    </w:p>
    <w:p w:rsidR="007B6A46" w:rsidRDefault="007B6A46" w:rsidP="007B6A46">
      <w:r>
        <w:t>550.2523</w:t>
      </w:r>
      <w:r>
        <w:tab/>
        <w:t>1.013e0</w:t>
      </w:r>
    </w:p>
    <w:p w:rsidR="007B6A46" w:rsidRDefault="007B6A46" w:rsidP="007B6A46">
      <w:r>
        <w:t>550.2538</w:t>
      </w:r>
      <w:r>
        <w:tab/>
        <w:t>1.013e0</w:t>
      </w:r>
    </w:p>
    <w:p w:rsidR="007B6A46" w:rsidRDefault="007B6A46" w:rsidP="007B6A46">
      <w:r>
        <w:t>550.2771</w:t>
      </w:r>
      <w:r>
        <w:tab/>
        <w:t>2.025e0</w:t>
      </w:r>
    </w:p>
    <w:p w:rsidR="007B6A46" w:rsidRDefault="007B6A46" w:rsidP="007B6A46">
      <w:r>
        <w:t>550.2995</w:t>
      </w:r>
      <w:r>
        <w:tab/>
        <w:t>2.025e0</w:t>
      </w:r>
    </w:p>
    <w:p w:rsidR="007B6A46" w:rsidRDefault="007B6A46" w:rsidP="007B6A46">
      <w:r>
        <w:t>550.3124</w:t>
      </w:r>
      <w:r>
        <w:tab/>
        <w:t>4.051e0</w:t>
      </w:r>
    </w:p>
    <w:p w:rsidR="007B6A46" w:rsidRDefault="007B6A46" w:rsidP="007B6A46">
      <w:r>
        <w:t>550.3223</w:t>
      </w:r>
      <w:r>
        <w:tab/>
        <w:t>4.051e0</w:t>
      </w:r>
    </w:p>
    <w:p w:rsidR="007B6A46" w:rsidRDefault="007B6A46" w:rsidP="007B6A46">
      <w:r>
        <w:t>550.3594</w:t>
      </w:r>
      <w:r>
        <w:tab/>
        <w:t>3.038e0</w:t>
      </w:r>
    </w:p>
    <w:p w:rsidR="007B6A46" w:rsidRDefault="007B6A46" w:rsidP="007B6A46">
      <w:r>
        <w:lastRenderedPageBreak/>
        <w:t>550.3623</w:t>
      </w:r>
      <w:r>
        <w:tab/>
        <w:t>3.038e0</w:t>
      </w:r>
    </w:p>
    <w:p w:rsidR="007B6A46" w:rsidRDefault="007B6A46" w:rsidP="007B6A46">
      <w:r>
        <w:t>550.3711</w:t>
      </w:r>
      <w:r>
        <w:tab/>
        <w:t>7.697e0</w:t>
      </w:r>
    </w:p>
    <w:p w:rsidR="007B6A46" w:rsidRDefault="007B6A46" w:rsidP="007B6A46">
      <w:r>
        <w:t>550.3807</w:t>
      </w:r>
      <w:r>
        <w:tab/>
        <w:t>4.051e0</w:t>
      </w:r>
    </w:p>
    <w:p w:rsidR="007B6A46" w:rsidRDefault="007B6A46" w:rsidP="007B6A46">
      <w:r>
        <w:t>550.4547</w:t>
      </w:r>
      <w:r>
        <w:tab/>
        <w:t>1.013e0</w:t>
      </w:r>
    </w:p>
    <w:p w:rsidR="007B6A46" w:rsidRDefault="007B6A46" w:rsidP="007B6A46">
      <w:r>
        <w:t>550.5282</w:t>
      </w:r>
      <w:r>
        <w:tab/>
        <w:t>1.013e0</w:t>
      </w:r>
    </w:p>
    <w:p w:rsidR="007B6A46" w:rsidRDefault="007B6A46" w:rsidP="007B6A46">
      <w:r>
        <w:t>550.5369</w:t>
      </w:r>
      <w:r>
        <w:tab/>
        <w:t>1.013e0</w:t>
      </w:r>
    </w:p>
    <w:p w:rsidR="007B6A46" w:rsidRDefault="007B6A46" w:rsidP="007B6A46">
      <w:r>
        <w:t>550.6033</w:t>
      </w:r>
      <w:r>
        <w:tab/>
        <w:t>1.013e0</w:t>
      </w:r>
    </w:p>
    <w:p w:rsidR="007B6A46" w:rsidRDefault="007B6A46" w:rsidP="007B6A46">
      <w:r>
        <w:t>550.6425</w:t>
      </w:r>
      <w:r>
        <w:tab/>
        <w:t>2.025e0</w:t>
      </w:r>
    </w:p>
    <w:p w:rsidR="007B6A46" w:rsidRDefault="007B6A46" w:rsidP="007B6A46">
      <w:r>
        <w:t>550.6453</w:t>
      </w:r>
      <w:r>
        <w:tab/>
        <w:t>2.025e0</w:t>
      </w:r>
    </w:p>
    <w:p w:rsidR="007B6A46" w:rsidRDefault="007B6A46" w:rsidP="007B6A46">
      <w:r>
        <w:t>550.6537</w:t>
      </w:r>
      <w:r>
        <w:tab/>
        <w:t>1.013e0</w:t>
      </w:r>
    </w:p>
    <w:p w:rsidR="007B6A46" w:rsidRDefault="007B6A46" w:rsidP="007B6A46">
      <w:r>
        <w:t>550.8176</w:t>
      </w:r>
      <w:r>
        <w:tab/>
        <w:t>1.013e0</w:t>
      </w:r>
    </w:p>
    <w:p w:rsidR="007B6A46" w:rsidRDefault="007B6A46" w:rsidP="007B6A46">
      <w:r>
        <w:t>550.8719</w:t>
      </w:r>
      <w:r>
        <w:tab/>
        <w:t>2.025e0</w:t>
      </w:r>
    </w:p>
    <w:p w:rsidR="007B6A46" w:rsidRDefault="007B6A46" w:rsidP="007B6A46">
      <w:r>
        <w:t>550.9083</w:t>
      </w:r>
      <w:r>
        <w:tab/>
        <w:t>2.025e0</w:t>
      </w:r>
    </w:p>
    <w:p w:rsidR="007B6A46" w:rsidRDefault="007B6A46" w:rsidP="007B6A46">
      <w:r>
        <w:t>551.0883</w:t>
      </w:r>
      <w:r>
        <w:tab/>
        <w:t>1.013e0</w:t>
      </w:r>
    </w:p>
    <w:p w:rsidR="007B6A46" w:rsidRDefault="007B6A46" w:rsidP="007B6A46">
      <w:r>
        <w:t>551.1254</w:t>
      </w:r>
      <w:r>
        <w:tab/>
        <w:t>1.013e0</w:t>
      </w:r>
    </w:p>
    <w:p w:rsidR="007B6A46" w:rsidRDefault="007B6A46" w:rsidP="007B6A46">
      <w:r>
        <w:t>551.1390</w:t>
      </w:r>
      <w:r>
        <w:tab/>
        <w:t>3.038e0</w:t>
      </w:r>
    </w:p>
    <w:p w:rsidR="007B6A46" w:rsidRDefault="007B6A46" w:rsidP="007B6A46">
      <w:r>
        <w:t>551.1979</w:t>
      </w:r>
      <w:r>
        <w:tab/>
        <w:t>1.013e0</w:t>
      </w:r>
    </w:p>
    <w:p w:rsidR="007B6A46" w:rsidRDefault="007B6A46" w:rsidP="007B6A46">
      <w:r>
        <w:t>551.2081</w:t>
      </w:r>
      <w:r>
        <w:tab/>
        <w:t>2.025e0</w:t>
      </w:r>
    </w:p>
    <w:p w:rsidR="007B6A46" w:rsidRDefault="007B6A46" w:rsidP="007B6A46">
      <w:r>
        <w:t>551.2213</w:t>
      </w:r>
      <w:r>
        <w:tab/>
        <w:t>1.013e0</w:t>
      </w:r>
    </w:p>
    <w:p w:rsidR="007B6A46" w:rsidRDefault="007B6A46" w:rsidP="007B6A46">
      <w:r>
        <w:lastRenderedPageBreak/>
        <w:t>551.2717</w:t>
      </w:r>
      <w:r>
        <w:tab/>
        <w:t>1.013e0</w:t>
      </w:r>
    </w:p>
    <w:p w:rsidR="007B6A46" w:rsidRDefault="007B6A46" w:rsidP="007B6A46">
      <w:r>
        <w:t>551.2783</w:t>
      </w:r>
      <w:r>
        <w:tab/>
        <w:t>1.013e0</w:t>
      </w:r>
    </w:p>
    <w:p w:rsidR="007B6A46" w:rsidRDefault="007B6A46" w:rsidP="007B6A46">
      <w:r>
        <w:t>551.2878</w:t>
      </w:r>
      <w:r>
        <w:tab/>
        <w:t>1.013e0</w:t>
      </w:r>
    </w:p>
    <w:p w:rsidR="007B6A46" w:rsidRDefault="007B6A46" w:rsidP="007B6A46">
      <w:r>
        <w:t>551.3502</w:t>
      </w:r>
      <w:r>
        <w:tab/>
        <w:t>3.038e0</w:t>
      </w:r>
    </w:p>
    <w:p w:rsidR="007B6A46" w:rsidRDefault="007B6A46" w:rsidP="007B6A46">
      <w:r>
        <w:t>551.3532</w:t>
      </w:r>
      <w:r>
        <w:tab/>
        <w:t>2.025e0</w:t>
      </w:r>
    </w:p>
    <w:p w:rsidR="007B6A46" w:rsidRDefault="007B6A46" w:rsidP="007B6A46">
      <w:r>
        <w:t>551.3598</w:t>
      </w:r>
      <w:r>
        <w:tab/>
        <w:t>7.089e0</w:t>
      </w:r>
    </w:p>
    <w:p w:rsidR="007B6A46" w:rsidRDefault="007B6A46" w:rsidP="007B6A46">
      <w:r>
        <w:t>551.3820</w:t>
      </w:r>
      <w:r>
        <w:tab/>
        <w:t>1.013e0</w:t>
      </w:r>
    </w:p>
    <w:p w:rsidR="007B6A46" w:rsidRDefault="007B6A46" w:rsidP="007B6A46">
      <w:r>
        <w:t>551.4303</w:t>
      </w:r>
      <w:r>
        <w:tab/>
        <w:t>1.013e0</w:t>
      </w:r>
    </w:p>
    <w:p w:rsidR="007B6A46" w:rsidRDefault="007B6A46" w:rsidP="007B6A46">
      <w:r>
        <w:t>551.5643</w:t>
      </w:r>
      <w:r>
        <w:tab/>
        <w:t>1.013e0</w:t>
      </w:r>
    </w:p>
    <w:p w:rsidR="007B6A46" w:rsidRDefault="007B6A46" w:rsidP="007B6A46">
      <w:r>
        <w:t>551.6436</w:t>
      </w:r>
      <w:r>
        <w:tab/>
        <w:t>2.025e0</w:t>
      </w:r>
    </w:p>
    <w:p w:rsidR="007B6A46" w:rsidRDefault="007B6A46" w:rsidP="007B6A46">
      <w:r>
        <w:t>551.6631</w:t>
      </w:r>
      <w:r>
        <w:tab/>
        <w:t>2.025e0</w:t>
      </w:r>
    </w:p>
    <w:p w:rsidR="007B6A46" w:rsidRDefault="007B6A46" w:rsidP="007B6A46">
      <w:r>
        <w:t>551.7267</w:t>
      </w:r>
      <w:r>
        <w:tab/>
        <w:t>1.013e0</w:t>
      </w:r>
    </w:p>
    <w:p w:rsidR="007B6A46" w:rsidRDefault="007B6A46" w:rsidP="007B6A46">
      <w:r>
        <w:t>551.7570</w:t>
      </w:r>
      <w:r>
        <w:tab/>
        <w:t>2.025e0</w:t>
      </w:r>
    </w:p>
    <w:p w:rsidR="007B6A46" w:rsidRDefault="007B6A46" w:rsidP="007B6A46">
      <w:r>
        <w:t>551.8010</w:t>
      </w:r>
      <w:r>
        <w:tab/>
        <w:t>2.025e0</w:t>
      </w:r>
    </w:p>
    <w:p w:rsidR="007B6A46" w:rsidRDefault="007B6A46" w:rsidP="007B6A46">
      <w:r>
        <w:t>551.8906</w:t>
      </w:r>
      <w:r>
        <w:tab/>
        <w:t>2.025e0</w:t>
      </w:r>
    </w:p>
    <w:p w:rsidR="007B6A46" w:rsidRDefault="007B6A46" w:rsidP="007B6A46">
      <w:r>
        <w:t>551.9337</w:t>
      </w:r>
      <w:r>
        <w:tab/>
        <w:t>2.025e0</w:t>
      </w:r>
    </w:p>
    <w:p w:rsidR="007B6A46" w:rsidRDefault="007B6A46" w:rsidP="007B6A46">
      <w:r>
        <w:t>551.9714</w:t>
      </w:r>
      <w:r>
        <w:tab/>
        <w:t>1.013e0</w:t>
      </w:r>
    </w:p>
    <w:p w:rsidR="007B6A46" w:rsidRDefault="007B6A46" w:rsidP="007B6A46">
      <w:r>
        <w:t>551.9824</w:t>
      </w:r>
      <w:r>
        <w:tab/>
        <w:t>1.013e0</w:t>
      </w:r>
    </w:p>
    <w:p w:rsidR="007B6A46" w:rsidRDefault="007B6A46" w:rsidP="007B6A46">
      <w:r>
        <w:t>552.0168</w:t>
      </w:r>
      <w:r>
        <w:tab/>
        <w:t>1.013e0</w:t>
      </w:r>
    </w:p>
    <w:p w:rsidR="007B6A46" w:rsidRDefault="007B6A46" w:rsidP="007B6A46">
      <w:r>
        <w:lastRenderedPageBreak/>
        <w:t>552.0721</w:t>
      </w:r>
      <w:r>
        <w:tab/>
        <w:t>1.013e0</w:t>
      </w:r>
    </w:p>
    <w:p w:rsidR="007B6A46" w:rsidRDefault="007B6A46" w:rsidP="007B6A46">
      <w:r>
        <w:t>552.0897</w:t>
      </w:r>
      <w:r>
        <w:tab/>
        <w:t>1.013e0</w:t>
      </w:r>
    </w:p>
    <w:p w:rsidR="007B6A46" w:rsidRDefault="007B6A46" w:rsidP="007B6A46">
      <w:r>
        <w:t>552.1149</w:t>
      </w:r>
      <w:r>
        <w:tab/>
        <w:t>1.013e0</w:t>
      </w:r>
    </w:p>
    <w:p w:rsidR="007B6A46" w:rsidRDefault="007B6A46" w:rsidP="007B6A46">
      <w:r>
        <w:t>552.1245</w:t>
      </w:r>
      <w:r>
        <w:tab/>
        <w:t>1.013e0</w:t>
      </w:r>
    </w:p>
    <w:p w:rsidR="007B6A46" w:rsidRDefault="007B6A46" w:rsidP="007B6A46">
      <w:r>
        <w:t>552.1678</w:t>
      </w:r>
      <w:r>
        <w:tab/>
        <w:t>2.025e0</w:t>
      </w:r>
    </w:p>
    <w:p w:rsidR="007B6A46" w:rsidRDefault="007B6A46" w:rsidP="007B6A46">
      <w:r>
        <w:t>552.1974</w:t>
      </w:r>
      <w:r>
        <w:tab/>
        <w:t>1.013e0</w:t>
      </w:r>
    </w:p>
    <w:p w:rsidR="007B6A46" w:rsidRDefault="007B6A46" w:rsidP="007B6A46">
      <w:r>
        <w:t>552.2672</w:t>
      </w:r>
      <w:r>
        <w:tab/>
        <w:t>1.013e0</w:t>
      </w:r>
    </w:p>
    <w:p w:rsidR="007B6A46" w:rsidRDefault="007B6A46" w:rsidP="007B6A46">
      <w:r>
        <w:t>552.2720</w:t>
      </w:r>
      <w:r>
        <w:tab/>
        <w:t>1.013e0</w:t>
      </w:r>
    </w:p>
    <w:p w:rsidR="007B6A46" w:rsidRDefault="007B6A46" w:rsidP="007B6A46">
      <w:r>
        <w:t>552.3139</w:t>
      </w:r>
      <w:r>
        <w:tab/>
        <w:t>1.013e0</w:t>
      </w:r>
    </w:p>
    <w:p w:rsidR="007B6A46" w:rsidRDefault="007B6A46" w:rsidP="007B6A46">
      <w:r>
        <w:t>552.3447</w:t>
      </w:r>
      <w:r>
        <w:tab/>
        <w:t>1.013e0</w:t>
      </w:r>
    </w:p>
    <w:p w:rsidR="007B6A46" w:rsidRDefault="007B6A46" w:rsidP="007B6A46">
      <w:r>
        <w:t>552.3799</w:t>
      </w:r>
      <w:r>
        <w:tab/>
        <w:t>1.013e0</w:t>
      </w:r>
    </w:p>
    <w:p w:rsidR="007B6A46" w:rsidRDefault="007B6A46" w:rsidP="007B6A46">
      <w:r>
        <w:t>552.4239</w:t>
      </w:r>
      <w:r>
        <w:tab/>
        <w:t>2.025e0</w:t>
      </w:r>
    </w:p>
    <w:p w:rsidR="007B6A46" w:rsidRDefault="007B6A46" w:rsidP="007B6A46">
      <w:r>
        <w:t>552.4385</w:t>
      </w:r>
      <w:r>
        <w:tab/>
        <w:t>1.013e0</w:t>
      </w:r>
    </w:p>
    <w:p w:rsidR="007B6A46" w:rsidRDefault="007B6A46" w:rsidP="007B6A46">
      <w:r>
        <w:t>552.4719</w:t>
      </w:r>
      <w:r>
        <w:tab/>
        <w:t>1.013e0</w:t>
      </w:r>
    </w:p>
    <w:p w:rsidR="007B6A46" w:rsidRDefault="007B6A46" w:rsidP="007B6A46">
      <w:r>
        <w:t>552.5146</w:t>
      </w:r>
      <w:r>
        <w:tab/>
        <w:t>1.013e0</w:t>
      </w:r>
    </w:p>
    <w:p w:rsidR="007B6A46" w:rsidRDefault="007B6A46" w:rsidP="007B6A46">
      <w:r>
        <w:t>552.5615</w:t>
      </w:r>
      <w:r>
        <w:tab/>
        <w:t>1.013e0</w:t>
      </w:r>
    </w:p>
    <w:p w:rsidR="007B6A46" w:rsidRDefault="007B6A46" w:rsidP="007B6A46">
      <w:r>
        <w:t>552.7445</w:t>
      </w:r>
      <w:r>
        <w:tab/>
        <w:t>1.013e0</w:t>
      </w:r>
    </w:p>
    <w:p w:rsidR="007B6A46" w:rsidRDefault="007B6A46" w:rsidP="007B6A46">
      <w:r>
        <w:t>552.7797</w:t>
      </w:r>
      <w:r>
        <w:tab/>
        <w:t>1.013e0</w:t>
      </w:r>
    </w:p>
    <w:p w:rsidR="007B6A46" w:rsidRDefault="007B6A46" w:rsidP="007B6A46">
      <w:r>
        <w:t>552.8086</w:t>
      </w:r>
      <w:r>
        <w:tab/>
        <w:t>2.025e0</w:t>
      </w:r>
    </w:p>
    <w:p w:rsidR="007B6A46" w:rsidRDefault="007B6A46" w:rsidP="007B6A46">
      <w:r>
        <w:lastRenderedPageBreak/>
        <w:t>552.8164</w:t>
      </w:r>
      <w:r>
        <w:tab/>
        <w:t>1.013e0</w:t>
      </w:r>
    </w:p>
    <w:p w:rsidR="007B6A46" w:rsidRDefault="007B6A46" w:rsidP="007B6A46">
      <w:r>
        <w:t>552.9086</w:t>
      </w:r>
      <w:r>
        <w:tab/>
        <w:t>1.013e0</w:t>
      </w:r>
    </w:p>
    <w:p w:rsidR="007B6A46" w:rsidRDefault="007B6A46" w:rsidP="007B6A46">
      <w:r>
        <w:t>552.9963</w:t>
      </w:r>
      <w:r>
        <w:tab/>
        <w:t>2.025e0</w:t>
      </w:r>
    </w:p>
    <w:p w:rsidR="007B6A46" w:rsidRDefault="007B6A46" w:rsidP="007B6A46">
      <w:r>
        <w:t>553.0195</w:t>
      </w:r>
      <w:r>
        <w:tab/>
        <w:t>1.013e0</w:t>
      </w:r>
    </w:p>
    <w:p w:rsidR="007B6A46" w:rsidRDefault="007B6A46" w:rsidP="007B6A46">
      <w:r>
        <w:t>553.0671</w:t>
      </w:r>
      <w:r>
        <w:tab/>
        <w:t>2.025e0</w:t>
      </w:r>
    </w:p>
    <w:p w:rsidR="007B6A46" w:rsidRDefault="007B6A46" w:rsidP="007B6A46">
      <w:r>
        <w:t>553.0707</w:t>
      </w:r>
      <w:r>
        <w:tab/>
        <w:t>1.013e0</w:t>
      </w:r>
    </w:p>
    <w:p w:rsidR="007B6A46" w:rsidRDefault="007B6A46" w:rsidP="007B6A46">
      <w:r>
        <w:t>553.0861</w:t>
      </w:r>
      <w:r>
        <w:tab/>
        <w:t>2.025e0</w:t>
      </w:r>
    </w:p>
    <w:p w:rsidR="007B6A46" w:rsidRDefault="007B6A46" w:rsidP="007B6A46">
      <w:r>
        <w:t>553.1043</w:t>
      </w:r>
      <w:r>
        <w:tab/>
        <w:t>1.013e0</w:t>
      </w:r>
    </w:p>
    <w:p w:rsidR="007B6A46" w:rsidRDefault="007B6A46" w:rsidP="007B6A46">
      <w:r>
        <w:t>553.1429</w:t>
      </w:r>
      <w:r>
        <w:tab/>
        <w:t>1.013e0</w:t>
      </w:r>
    </w:p>
    <w:p w:rsidR="007B6A46" w:rsidRDefault="007B6A46" w:rsidP="007B6A46">
      <w:r>
        <w:t>553.1520</w:t>
      </w:r>
      <w:r>
        <w:tab/>
        <w:t>1.013e0</w:t>
      </w:r>
    </w:p>
    <w:p w:rsidR="007B6A46" w:rsidRDefault="007B6A46" w:rsidP="007B6A46">
      <w:r>
        <w:t>553.1817</w:t>
      </w:r>
      <w:r>
        <w:tab/>
        <w:t>1.013e0</w:t>
      </w:r>
    </w:p>
    <w:p w:rsidR="007B6A46" w:rsidRDefault="007B6A46" w:rsidP="007B6A46">
      <w:r>
        <w:t>553.2288</w:t>
      </w:r>
      <w:r>
        <w:tab/>
        <w:t>3.038e0</w:t>
      </w:r>
    </w:p>
    <w:p w:rsidR="007B6A46" w:rsidRDefault="007B6A46" w:rsidP="007B6A46">
      <w:r>
        <w:t>553.2531</w:t>
      </w:r>
      <w:r>
        <w:tab/>
        <w:t>1.013e0</w:t>
      </w:r>
    </w:p>
    <w:p w:rsidR="007B6A46" w:rsidRDefault="007B6A46" w:rsidP="007B6A46">
      <w:r>
        <w:t>553.2958</w:t>
      </w:r>
      <w:r>
        <w:tab/>
        <w:t>1.013e0</w:t>
      </w:r>
    </w:p>
    <w:p w:rsidR="007B6A46" w:rsidRDefault="007B6A46" w:rsidP="007B6A46">
      <w:r>
        <w:t>553.3216</w:t>
      </w:r>
      <w:r>
        <w:tab/>
        <w:t>4.051e0</w:t>
      </w:r>
    </w:p>
    <w:p w:rsidR="007B6A46" w:rsidRDefault="007B6A46" w:rsidP="007B6A46">
      <w:r>
        <w:t>553.3292</w:t>
      </w:r>
      <w:r>
        <w:tab/>
        <w:t>3.038e0</w:t>
      </w:r>
    </w:p>
    <w:p w:rsidR="007B6A46" w:rsidRDefault="007B6A46" w:rsidP="007B6A46">
      <w:r>
        <w:t>553.3331</w:t>
      </w:r>
      <w:r>
        <w:tab/>
        <w:t>1.013e0</w:t>
      </w:r>
    </w:p>
    <w:p w:rsidR="007B6A46" w:rsidRDefault="007B6A46" w:rsidP="007B6A46">
      <w:r>
        <w:t>553.3404</w:t>
      </w:r>
      <w:r>
        <w:tab/>
        <w:t>2.025e0</w:t>
      </w:r>
    </w:p>
    <w:p w:rsidR="007B6A46" w:rsidRDefault="007B6A46" w:rsidP="007B6A46">
      <w:r>
        <w:t>553.3817</w:t>
      </w:r>
      <w:r>
        <w:tab/>
        <w:t>1.013e0</w:t>
      </w:r>
    </w:p>
    <w:p w:rsidR="007B6A46" w:rsidRDefault="007B6A46" w:rsidP="007B6A46">
      <w:r>
        <w:lastRenderedPageBreak/>
        <w:t>553.4094</w:t>
      </w:r>
      <w:r>
        <w:tab/>
        <w:t>1.013e0</w:t>
      </w:r>
    </w:p>
    <w:p w:rsidR="007B6A46" w:rsidRDefault="007B6A46" w:rsidP="007B6A46">
      <w:r>
        <w:t>553.4345</w:t>
      </w:r>
      <w:r>
        <w:tab/>
        <w:t>2.025e0</w:t>
      </w:r>
    </w:p>
    <w:p w:rsidR="007B6A46" w:rsidRDefault="007B6A46" w:rsidP="007B6A46">
      <w:r>
        <w:t>553.4528</w:t>
      </w:r>
      <w:r>
        <w:tab/>
        <w:t>2.025e0</w:t>
      </w:r>
    </w:p>
    <w:p w:rsidR="007B6A46" w:rsidRDefault="007B6A46" w:rsidP="007B6A46">
      <w:r>
        <w:t>553.5416</w:t>
      </w:r>
      <w:r>
        <w:tab/>
        <w:t>1.013e0</w:t>
      </w:r>
    </w:p>
    <w:p w:rsidR="007B6A46" w:rsidRDefault="007B6A46" w:rsidP="007B6A46">
      <w:r>
        <w:t>553.6296</w:t>
      </w:r>
      <w:r>
        <w:tab/>
        <w:t>1.013e0</w:t>
      </w:r>
    </w:p>
    <w:p w:rsidR="007B6A46" w:rsidRDefault="007B6A46" w:rsidP="007B6A46">
      <w:r>
        <w:t>553.6478</w:t>
      </w:r>
      <w:r>
        <w:tab/>
        <w:t>1.013e0</w:t>
      </w:r>
    </w:p>
    <w:p w:rsidR="007B6A46" w:rsidRDefault="007B6A46" w:rsidP="007B6A46">
      <w:r>
        <w:t>553.6570</w:t>
      </w:r>
      <w:r>
        <w:tab/>
        <w:t>2.025e0</w:t>
      </w:r>
    </w:p>
    <w:p w:rsidR="007B6A46" w:rsidRDefault="007B6A46" w:rsidP="007B6A46">
      <w:r>
        <w:t>553.7155</w:t>
      </w:r>
      <w:r>
        <w:tab/>
        <w:t>1.013e0</w:t>
      </w:r>
    </w:p>
    <w:p w:rsidR="007B6A46" w:rsidRDefault="007B6A46" w:rsidP="007B6A46">
      <w:r>
        <w:t>553.7241</w:t>
      </w:r>
      <w:r>
        <w:tab/>
        <w:t>1.013e0</w:t>
      </w:r>
    </w:p>
    <w:p w:rsidR="007B6A46" w:rsidRDefault="007B6A46" w:rsidP="007B6A46">
      <w:r>
        <w:t>553.7432</w:t>
      </w:r>
      <w:r>
        <w:tab/>
        <w:t>2.025e0</w:t>
      </w:r>
    </w:p>
    <w:p w:rsidR="007B6A46" w:rsidRDefault="007B6A46" w:rsidP="007B6A46">
      <w:r>
        <w:t>553.7536</w:t>
      </w:r>
      <w:r>
        <w:tab/>
        <w:t>1.013e0</w:t>
      </w:r>
    </w:p>
    <w:p w:rsidR="007B6A46" w:rsidRDefault="007B6A46" w:rsidP="007B6A46">
      <w:r>
        <w:t>553.7791</w:t>
      </w:r>
      <w:r>
        <w:tab/>
        <w:t>1.013e0</w:t>
      </w:r>
    </w:p>
    <w:p w:rsidR="007B6A46" w:rsidRDefault="007B6A46" w:rsidP="007B6A46">
      <w:r>
        <w:t>553.7975</w:t>
      </w:r>
      <w:r>
        <w:tab/>
        <w:t>1.013e0</w:t>
      </w:r>
    </w:p>
    <w:p w:rsidR="007B6A46" w:rsidRDefault="007B6A46" w:rsidP="007B6A46">
      <w:r>
        <w:t>553.8958</w:t>
      </w:r>
      <w:r>
        <w:tab/>
        <w:t>1.013e0</w:t>
      </w:r>
    </w:p>
    <w:p w:rsidR="007B6A46" w:rsidRDefault="007B6A46" w:rsidP="007B6A46">
      <w:r>
        <w:t>553.9047</w:t>
      </w:r>
      <w:r>
        <w:tab/>
        <w:t>1.013e0</w:t>
      </w:r>
    </w:p>
    <w:p w:rsidR="007B6A46" w:rsidRDefault="007B6A46" w:rsidP="007B6A46">
      <w:r>
        <w:t>554.0494</w:t>
      </w:r>
      <w:r>
        <w:tab/>
        <w:t>2.025e0</w:t>
      </w:r>
    </w:p>
    <w:p w:rsidR="007B6A46" w:rsidRDefault="007B6A46" w:rsidP="007B6A46">
      <w:r>
        <w:t>554.1158</w:t>
      </w:r>
      <w:r>
        <w:tab/>
        <w:t>2.025e0</w:t>
      </w:r>
    </w:p>
    <w:p w:rsidR="007B6A46" w:rsidRDefault="007B6A46" w:rsidP="007B6A46">
      <w:r>
        <w:t>554.1251</w:t>
      </w:r>
      <w:r>
        <w:tab/>
        <w:t>1.013e0</w:t>
      </w:r>
    </w:p>
    <w:p w:rsidR="007B6A46" w:rsidRDefault="007B6A46" w:rsidP="007B6A46">
      <w:r>
        <w:t>554.1275</w:t>
      </w:r>
      <w:r>
        <w:tab/>
        <w:t>2.025e0</w:t>
      </w:r>
    </w:p>
    <w:p w:rsidR="007B6A46" w:rsidRDefault="007B6A46" w:rsidP="007B6A46">
      <w:r>
        <w:lastRenderedPageBreak/>
        <w:t>554.1830</w:t>
      </w:r>
      <w:r>
        <w:tab/>
        <w:t>1.013e0</w:t>
      </w:r>
    </w:p>
    <w:p w:rsidR="007B6A46" w:rsidRDefault="007B6A46" w:rsidP="007B6A46">
      <w:r>
        <w:t>554.1917</w:t>
      </w:r>
      <w:r>
        <w:tab/>
        <w:t>1.013e0</w:t>
      </w:r>
    </w:p>
    <w:p w:rsidR="007B6A46" w:rsidRDefault="007B6A46" w:rsidP="007B6A46">
      <w:r>
        <w:t>554.2869</w:t>
      </w:r>
      <w:r>
        <w:tab/>
        <w:t>1.013e0</w:t>
      </w:r>
    </w:p>
    <w:p w:rsidR="007B6A46" w:rsidRDefault="007B6A46" w:rsidP="007B6A46">
      <w:r>
        <w:t>554.3320</w:t>
      </w:r>
      <w:r>
        <w:tab/>
        <w:t>7.089e0</w:t>
      </w:r>
    </w:p>
    <w:p w:rsidR="007B6A46" w:rsidRDefault="007B6A46" w:rsidP="007B6A46">
      <w:r>
        <w:t>554.3480</w:t>
      </w:r>
      <w:r>
        <w:tab/>
        <w:t>7.089e0</w:t>
      </w:r>
    </w:p>
    <w:p w:rsidR="007B6A46" w:rsidRDefault="007B6A46" w:rsidP="007B6A46">
      <w:r>
        <w:t>554.3506</w:t>
      </w:r>
      <w:r>
        <w:tab/>
        <w:t>2.025e0</w:t>
      </w:r>
    </w:p>
    <w:p w:rsidR="007B6A46" w:rsidRDefault="007B6A46" w:rsidP="007B6A46">
      <w:r>
        <w:t>554.3595</w:t>
      </w:r>
      <w:r>
        <w:tab/>
        <w:t>1.013e0</w:t>
      </w:r>
    </w:p>
    <w:p w:rsidR="007B6A46" w:rsidRDefault="007B6A46" w:rsidP="007B6A46">
      <w:r>
        <w:t>554.4227</w:t>
      </w:r>
      <w:r>
        <w:tab/>
        <w:t>2.025e0</w:t>
      </w:r>
    </w:p>
    <w:p w:rsidR="007B6A46" w:rsidRDefault="007B6A46" w:rsidP="007B6A46">
      <w:r>
        <w:t>554.4684</w:t>
      </w:r>
      <w:r>
        <w:tab/>
        <w:t>1.013e0</w:t>
      </w:r>
    </w:p>
    <w:p w:rsidR="007B6A46" w:rsidRDefault="007B6A46" w:rsidP="007B6A46">
      <w:r>
        <w:t>554.4698</w:t>
      </w:r>
      <w:r>
        <w:tab/>
        <w:t>1.013e0</w:t>
      </w:r>
    </w:p>
    <w:p w:rsidR="007B6A46" w:rsidRDefault="007B6A46" w:rsidP="007B6A46">
      <w:r>
        <w:t>554.5173</w:t>
      </w:r>
      <w:r>
        <w:tab/>
        <w:t>1.013e0</w:t>
      </w:r>
    </w:p>
    <w:p w:rsidR="007B6A46" w:rsidRDefault="007B6A46" w:rsidP="007B6A46">
      <w:r>
        <w:t>554.5557</w:t>
      </w:r>
      <w:r>
        <w:tab/>
        <w:t>2.025e0</w:t>
      </w:r>
    </w:p>
    <w:p w:rsidR="007B6A46" w:rsidRDefault="007B6A46" w:rsidP="007B6A46">
      <w:r>
        <w:t>554.5594</w:t>
      </w:r>
      <w:r>
        <w:tab/>
        <w:t>1.013e0</w:t>
      </w:r>
    </w:p>
    <w:p w:rsidR="007B6A46" w:rsidRDefault="007B6A46" w:rsidP="007B6A46">
      <w:r>
        <w:t>554.6024</w:t>
      </w:r>
      <w:r>
        <w:tab/>
        <w:t>1.013e0</w:t>
      </w:r>
    </w:p>
    <w:p w:rsidR="007B6A46" w:rsidRDefault="007B6A46" w:rsidP="007B6A46">
      <w:r>
        <w:t>554.6499</w:t>
      </w:r>
      <w:r>
        <w:tab/>
        <w:t>1.013e0</w:t>
      </w:r>
    </w:p>
    <w:p w:rsidR="007B6A46" w:rsidRDefault="007B6A46" w:rsidP="007B6A46">
      <w:r>
        <w:t>554.7170</w:t>
      </w:r>
      <w:r>
        <w:tab/>
        <w:t>1.013e0</w:t>
      </w:r>
    </w:p>
    <w:p w:rsidR="007B6A46" w:rsidRDefault="007B6A46" w:rsidP="007B6A46">
      <w:r>
        <w:t>554.7944</w:t>
      </w:r>
      <w:r>
        <w:tab/>
        <w:t>1.013e0</w:t>
      </w:r>
    </w:p>
    <w:p w:rsidR="007B6A46" w:rsidRDefault="007B6A46" w:rsidP="007B6A46">
      <w:r>
        <w:t>554.8409</w:t>
      </w:r>
      <w:r>
        <w:tab/>
        <w:t>2.025e0</w:t>
      </w:r>
    </w:p>
    <w:p w:rsidR="007B6A46" w:rsidRDefault="007B6A46" w:rsidP="007B6A46">
      <w:r>
        <w:t>554.8708</w:t>
      </w:r>
      <w:r>
        <w:tab/>
        <w:t>2.025e0</w:t>
      </w:r>
    </w:p>
    <w:p w:rsidR="007B6A46" w:rsidRDefault="007B6A46" w:rsidP="007B6A46">
      <w:r>
        <w:lastRenderedPageBreak/>
        <w:t>554.8970</w:t>
      </w:r>
      <w:r>
        <w:tab/>
        <w:t>2.025e0</w:t>
      </w:r>
    </w:p>
    <w:p w:rsidR="007B6A46" w:rsidRDefault="007B6A46" w:rsidP="007B6A46">
      <w:r>
        <w:t>554.8986</w:t>
      </w:r>
      <w:r>
        <w:tab/>
        <w:t>1.013e0</w:t>
      </w:r>
    </w:p>
    <w:p w:rsidR="007B6A46" w:rsidRDefault="007B6A46" w:rsidP="007B6A46">
      <w:r>
        <w:t>554.9855</w:t>
      </w:r>
      <w:r>
        <w:tab/>
        <w:t>1.013e0</w:t>
      </w:r>
    </w:p>
    <w:p w:rsidR="007B6A46" w:rsidRDefault="007B6A46" w:rsidP="007B6A46">
      <w:r>
        <w:t>555.0303</w:t>
      </w:r>
      <w:r>
        <w:tab/>
        <w:t>1.013e0</w:t>
      </w:r>
    </w:p>
    <w:p w:rsidR="007B6A46" w:rsidRDefault="007B6A46" w:rsidP="007B6A46">
      <w:r>
        <w:t>555.1669</w:t>
      </w:r>
      <w:r>
        <w:tab/>
        <w:t>2.025e0</w:t>
      </w:r>
    </w:p>
    <w:p w:rsidR="007B6A46" w:rsidRDefault="007B6A46" w:rsidP="007B6A46">
      <w:r>
        <w:t>555.1935</w:t>
      </w:r>
      <w:r>
        <w:tab/>
        <w:t>1.013e0</w:t>
      </w:r>
    </w:p>
    <w:p w:rsidR="007B6A46" w:rsidRDefault="007B6A46" w:rsidP="007B6A46">
      <w:r>
        <w:t>555.2437</w:t>
      </w:r>
      <w:r>
        <w:tab/>
        <w:t>1.013e0</w:t>
      </w:r>
    </w:p>
    <w:p w:rsidR="007B6A46" w:rsidRDefault="007B6A46" w:rsidP="007B6A46">
      <w:r>
        <w:t>555.2620</w:t>
      </w:r>
      <w:r>
        <w:tab/>
        <w:t>1.013e0</w:t>
      </w:r>
    </w:p>
    <w:p w:rsidR="007B6A46" w:rsidRDefault="007B6A46" w:rsidP="007B6A46">
      <w:r>
        <w:t>555.3054</w:t>
      </w:r>
      <w:r>
        <w:tab/>
        <w:t>5.235e0</w:t>
      </w:r>
    </w:p>
    <w:p w:rsidR="007B6A46" w:rsidRDefault="007B6A46" w:rsidP="007B6A46">
      <w:r>
        <w:t>555.3271</w:t>
      </w:r>
      <w:r>
        <w:tab/>
        <w:t>1.114e1</w:t>
      </w:r>
    </w:p>
    <w:p w:rsidR="007B6A46" w:rsidRDefault="007B6A46" w:rsidP="007B6A46">
      <w:r>
        <w:t>555.3293</w:t>
      </w:r>
      <w:r>
        <w:tab/>
        <w:t>6.076e0</w:t>
      </w:r>
    </w:p>
    <w:p w:rsidR="007B6A46" w:rsidRDefault="007B6A46" w:rsidP="007B6A46">
      <w:r>
        <w:t>555.3412</w:t>
      </w:r>
      <w:r>
        <w:tab/>
        <w:t>2.768e1</w:t>
      </w:r>
    </w:p>
    <w:p w:rsidR="007B6A46" w:rsidRDefault="007B6A46" w:rsidP="007B6A46">
      <w:r>
        <w:t>555.3510</w:t>
      </w:r>
      <w:r>
        <w:tab/>
        <w:t>5.063e0</w:t>
      </w:r>
    </w:p>
    <w:p w:rsidR="007B6A46" w:rsidRDefault="007B6A46" w:rsidP="007B6A46">
      <w:r>
        <w:t>555.4156</w:t>
      </w:r>
      <w:r>
        <w:tab/>
        <w:t>2.700e0</w:t>
      </w:r>
    </w:p>
    <w:p w:rsidR="007B6A46" w:rsidRDefault="007B6A46" w:rsidP="007B6A46">
      <w:r>
        <w:t>555.4341</w:t>
      </w:r>
      <w:r>
        <w:tab/>
        <w:t>1.013e0</w:t>
      </w:r>
    </w:p>
    <w:p w:rsidR="007B6A46" w:rsidRDefault="007B6A46" w:rsidP="007B6A46">
      <w:r>
        <w:t>555.4679</w:t>
      </w:r>
      <w:r>
        <w:tab/>
        <w:t>1.013e0</w:t>
      </w:r>
    </w:p>
    <w:p w:rsidR="007B6A46" w:rsidRDefault="007B6A46" w:rsidP="007B6A46">
      <w:r>
        <w:t>555.4863</w:t>
      </w:r>
      <w:r>
        <w:tab/>
        <w:t>1.013e0</w:t>
      </w:r>
    </w:p>
    <w:p w:rsidR="007B6A46" w:rsidRDefault="007B6A46" w:rsidP="007B6A46">
      <w:r>
        <w:t>555.5499</w:t>
      </w:r>
      <w:r>
        <w:tab/>
        <w:t>1.013e0</w:t>
      </w:r>
    </w:p>
    <w:p w:rsidR="007B6A46" w:rsidRDefault="007B6A46" w:rsidP="007B6A46">
      <w:r>
        <w:t>555.5786</w:t>
      </w:r>
      <w:r>
        <w:tab/>
        <w:t>2.025e0</w:t>
      </w:r>
    </w:p>
    <w:p w:rsidR="007B6A46" w:rsidRDefault="007B6A46" w:rsidP="007B6A46">
      <w:r>
        <w:lastRenderedPageBreak/>
        <w:t>555.6064</w:t>
      </w:r>
      <w:r>
        <w:tab/>
        <w:t>1.013e0</w:t>
      </w:r>
    </w:p>
    <w:p w:rsidR="007B6A46" w:rsidRDefault="007B6A46" w:rsidP="007B6A46">
      <w:r>
        <w:t>555.6301</w:t>
      </w:r>
      <w:r>
        <w:tab/>
        <w:t>1.013e0</w:t>
      </w:r>
    </w:p>
    <w:p w:rsidR="007B6A46" w:rsidRDefault="007B6A46" w:rsidP="007B6A46">
      <w:r>
        <w:t>555.7117</w:t>
      </w:r>
      <w:r>
        <w:tab/>
        <w:t>1.013e0</w:t>
      </w:r>
    </w:p>
    <w:p w:rsidR="007B6A46" w:rsidRDefault="007B6A46" w:rsidP="007B6A46">
      <w:r>
        <w:t>555.7795</w:t>
      </w:r>
      <w:r>
        <w:tab/>
        <w:t>1.013e0</w:t>
      </w:r>
    </w:p>
    <w:p w:rsidR="007B6A46" w:rsidRDefault="007B6A46" w:rsidP="007B6A46">
      <w:r>
        <w:t>555.8646</w:t>
      </w:r>
      <w:r>
        <w:tab/>
        <w:t>2.025e0</w:t>
      </w:r>
    </w:p>
    <w:p w:rsidR="007B6A46" w:rsidRDefault="007B6A46" w:rsidP="007B6A46">
      <w:r>
        <w:t>555.8745</w:t>
      </w:r>
      <w:r>
        <w:tab/>
        <w:t>1.013e0</w:t>
      </w:r>
    </w:p>
    <w:p w:rsidR="007B6A46" w:rsidRDefault="007B6A46" w:rsidP="007B6A46">
      <w:r>
        <w:t>555.8828</w:t>
      </w:r>
      <w:r>
        <w:tab/>
        <w:t>1.013e0</w:t>
      </w:r>
    </w:p>
    <w:p w:rsidR="007B6A46" w:rsidRDefault="007B6A46" w:rsidP="007B6A46">
      <w:r>
        <w:t>555.9136</w:t>
      </w:r>
      <w:r>
        <w:tab/>
        <w:t>1.013e0</w:t>
      </w:r>
    </w:p>
    <w:p w:rsidR="007B6A46" w:rsidRDefault="007B6A46" w:rsidP="007B6A46">
      <w:r>
        <w:t>556.0491</w:t>
      </w:r>
      <w:r>
        <w:tab/>
        <w:t>1.013e0</w:t>
      </w:r>
    </w:p>
    <w:p w:rsidR="007B6A46" w:rsidRDefault="007B6A46" w:rsidP="007B6A46">
      <w:r>
        <w:t>556.0947</w:t>
      </w:r>
      <w:r>
        <w:tab/>
        <w:t>1.013e0</w:t>
      </w:r>
    </w:p>
    <w:p w:rsidR="007B6A46" w:rsidRDefault="007B6A46" w:rsidP="007B6A46">
      <w:r>
        <w:t>556.1249</w:t>
      </w:r>
      <w:r>
        <w:tab/>
        <w:t>2.025e0</w:t>
      </w:r>
    </w:p>
    <w:p w:rsidR="007B6A46" w:rsidRDefault="007B6A46" w:rsidP="007B6A46">
      <w:r>
        <w:t>556.1913</w:t>
      </w:r>
      <w:r>
        <w:tab/>
        <w:t>1.013e0</w:t>
      </w:r>
    </w:p>
    <w:p w:rsidR="007B6A46" w:rsidRDefault="007B6A46" w:rsidP="007B6A46">
      <w:r>
        <w:t>556.1939</w:t>
      </w:r>
      <w:r>
        <w:tab/>
        <w:t>1.013e0</w:t>
      </w:r>
    </w:p>
    <w:p w:rsidR="007B6A46" w:rsidRDefault="007B6A46" w:rsidP="007B6A46">
      <w:r>
        <w:t>556.2650</w:t>
      </w:r>
      <w:r>
        <w:tab/>
        <w:t>3.038e0</w:t>
      </w:r>
    </w:p>
    <w:p w:rsidR="007B6A46" w:rsidRDefault="007B6A46" w:rsidP="007B6A46">
      <w:r>
        <w:t>556.2833</w:t>
      </w:r>
      <w:r>
        <w:tab/>
        <w:t>1.013e0</w:t>
      </w:r>
    </w:p>
    <w:p w:rsidR="007B6A46" w:rsidRDefault="007B6A46" w:rsidP="007B6A46">
      <w:r>
        <w:t>556.3138</w:t>
      </w:r>
      <w:r>
        <w:tab/>
        <w:t>4.051e0</w:t>
      </w:r>
    </w:p>
    <w:p w:rsidR="007B6A46" w:rsidRDefault="007B6A46" w:rsidP="007B6A46">
      <w:r>
        <w:t>556.3217</w:t>
      </w:r>
      <w:r>
        <w:tab/>
        <w:t>1.114e1</w:t>
      </w:r>
    </w:p>
    <w:p w:rsidR="007B6A46" w:rsidRDefault="007B6A46" w:rsidP="007B6A46">
      <w:r>
        <w:t>556.3281</w:t>
      </w:r>
      <w:r>
        <w:tab/>
        <w:t>2.025e0</w:t>
      </w:r>
    </w:p>
    <w:p w:rsidR="007B6A46" w:rsidRDefault="007B6A46" w:rsidP="007B6A46">
      <w:r>
        <w:t>556.3442</w:t>
      </w:r>
      <w:r>
        <w:tab/>
        <w:t>4.051e0</w:t>
      </w:r>
    </w:p>
    <w:p w:rsidR="007B6A46" w:rsidRDefault="007B6A46" w:rsidP="007B6A46">
      <w:r>
        <w:lastRenderedPageBreak/>
        <w:t>556.3604</w:t>
      </w:r>
      <w:r>
        <w:tab/>
        <w:t>2.025e0</w:t>
      </w:r>
    </w:p>
    <w:p w:rsidR="007B6A46" w:rsidRDefault="007B6A46" w:rsidP="007B6A46">
      <w:r>
        <w:t>556.3737</w:t>
      </w:r>
      <w:r>
        <w:tab/>
        <w:t>3.038e0</w:t>
      </w:r>
    </w:p>
    <w:p w:rsidR="007B6A46" w:rsidRDefault="007B6A46" w:rsidP="007B6A46">
      <w:r>
        <w:t>556.4323</w:t>
      </w:r>
      <w:r>
        <w:tab/>
        <w:t>6.076e0</w:t>
      </w:r>
    </w:p>
    <w:p w:rsidR="007B6A46" w:rsidRDefault="007B6A46" w:rsidP="007B6A46">
      <w:r>
        <w:t>556.4492</w:t>
      </w:r>
      <w:r>
        <w:tab/>
        <w:t>4.051e0</w:t>
      </w:r>
    </w:p>
    <w:p w:rsidR="007B6A46" w:rsidRDefault="007B6A46" w:rsidP="007B6A46">
      <w:r>
        <w:t>556.4586</w:t>
      </w:r>
      <w:r>
        <w:tab/>
        <w:t>3.038e0</w:t>
      </w:r>
    </w:p>
    <w:p w:rsidR="007B6A46" w:rsidRDefault="007B6A46" w:rsidP="007B6A46">
      <w:r>
        <w:t>556.4627</w:t>
      </w:r>
      <w:r>
        <w:tab/>
        <w:t>4.051e0</w:t>
      </w:r>
    </w:p>
    <w:p w:rsidR="007B6A46" w:rsidRDefault="007B6A46" w:rsidP="007B6A46">
      <w:r>
        <w:t>556.4683</w:t>
      </w:r>
      <w:r>
        <w:tab/>
        <w:t>1.013e0</w:t>
      </w:r>
    </w:p>
    <w:p w:rsidR="007B6A46" w:rsidRDefault="007B6A46" w:rsidP="007B6A46">
      <w:r>
        <w:t>556.5267</w:t>
      </w:r>
      <w:r>
        <w:tab/>
        <w:t>1.013e0</w:t>
      </w:r>
    </w:p>
    <w:p w:rsidR="007B6A46" w:rsidRDefault="007B6A46" w:rsidP="007B6A46">
      <w:r>
        <w:t>556.5651</w:t>
      </w:r>
      <w:r>
        <w:tab/>
        <w:t>1.013e0</w:t>
      </w:r>
    </w:p>
    <w:p w:rsidR="007B6A46" w:rsidRDefault="007B6A46" w:rsidP="007B6A46">
      <w:r>
        <w:t>556.6708</w:t>
      </w:r>
      <w:r>
        <w:tab/>
        <w:t>4.051e0</w:t>
      </w:r>
    </w:p>
    <w:p w:rsidR="007B6A46" w:rsidRDefault="007B6A46" w:rsidP="007B6A46">
      <w:r>
        <w:t>556.8231</w:t>
      </w:r>
      <w:r>
        <w:tab/>
        <w:t>1.013e0</w:t>
      </w:r>
    </w:p>
    <w:p w:rsidR="007B6A46" w:rsidRDefault="007B6A46" w:rsidP="007B6A46">
      <w:r>
        <w:t>556.9189</w:t>
      </w:r>
      <w:r>
        <w:tab/>
        <w:t>1.013e0</w:t>
      </w:r>
    </w:p>
    <w:p w:rsidR="007B6A46" w:rsidRDefault="007B6A46" w:rsidP="007B6A46">
      <w:r>
        <w:t>556.9582</w:t>
      </w:r>
      <w:r>
        <w:tab/>
        <w:t>1.013e0</w:t>
      </w:r>
    </w:p>
    <w:p w:rsidR="007B6A46" w:rsidRDefault="007B6A46" w:rsidP="007B6A46">
      <w:r>
        <w:t>556.9901</w:t>
      </w:r>
      <w:r>
        <w:tab/>
        <w:t>1.013e0</w:t>
      </w:r>
    </w:p>
    <w:p w:rsidR="007B6A46" w:rsidRDefault="007B6A46" w:rsidP="007B6A46">
      <w:r>
        <w:t>557.0635</w:t>
      </w:r>
      <w:r>
        <w:tab/>
        <w:t>1.013e0</w:t>
      </w:r>
    </w:p>
    <w:p w:rsidR="007B6A46" w:rsidRDefault="007B6A46" w:rsidP="007B6A46">
      <w:r>
        <w:t>557.0925</w:t>
      </w:r>
      <w:r>
        <w:tab/>
        <w:t>1.013e0</w:t>
      </w:r>
    </w:p>
    <w:p w:rsidR="007B6A46" w:rsidRDefault="007B6A46" w:rsidP="007B6A46">
      <w:r>
        <w:t>557.1117</w:t>
      </w:r>
      <w:r>
        <w:tab/>
        <w:t>1.013e0</w:t>
      </w:r>
    </w:p>
    <w:p w:rsidR="007B6A46" w:rsidRDefault="007B6A46" w:rsidP="007B6A46">
      <w:r>
        <w:t>557.1492</w:t>
      </w:r>
      <w:r>
        <w:tab/>
        <w:t>1.013e0</w:t>
      </w:r>
    </w:p>
    <w:p w:rsidR="007B6A46" w:rsidRDefault="007B6A46" w:rsidP="007B6A46">
      <w:r>
        <w:t>557.1980</w:t>
      </w:r>
      <w:r>
        <w:tab/>
        <w:t>1.013e0</w:t>
      </w:r>
    </w:p>
    <w:p w:rsidR="007B6A46" w:rsidRDefault="007B6A46" w:rsidP="007B6A46">
      <w:r>
        <w:lastRenderedPageBreak/>
        <w:t>557.2556</w:t>
      </w:r>
      <w:r>
        <w:tab/>
        <w:t>1.013e0</w:t>
      </w:r>
    </w:p>
    <w:p w:rsidR="007B6A46" w:rsidRDefault="007B6A46" w:rsidP="007B6A46">
      <w:r>
        <w:t>557.3270</w:t>
      </w:r>
      <w:r>
        <w:tab/>
        <w:t>3.038e0</w:t>
      </w:r>
    </w:p>
    <w:p w:rsidR="007B6A46" w:rsidRDefault="007B6A46" w:rsidP="007B6A46">
      <w:r>
        <w:t>557.3288</w:t>
      </w:r>
      <w:r>
        <w:tab/>
        <w:t>3.038e0</w:t>
      </w:r>
    </w:p>
    <w:p w:rsidR="007B6A46" w:rsidRDefault="007B6A46" w:rsidP="007B6A46">
      <w:r>
        <w:t>557.3527</w:t>
      </w:r>
      <w:r>
        <w:tab/>
        <w:t>4.051e0</w:t>
      </w:r>
    </w:p>
    <w:p w:rsidR="007B6A46" w:rsidRDefault="007B6A46" w:rsidP="007B6A46">
      <w:r>
        <w:t>557.3712</w:t>
      </w:r>
      <w:r>
        <w:tab/>
        <w:t>2.025e0</w:t>
      </w:r>
    </w:p>
    <w:p w:rsidR="007B6A46" w:rsidRDefault="007B6A46" w:rsidP="007B6A46">
      <w:r>
        <w:t>557.3847</w:t>
      </w:r>
      <w:r>
        <w:tab/>
        <w:t>3.038e0</w:t>
      </w:r>
    </w:p>
    <w:p w:rsidR="007B6A46" w:rsidRDefault="007B6A46" w:rsidP="007B6A46">
      <w:r>
        <w:t>557.4083</w:t>
      </w:r>
      <w:r>
        <w:tab/>
        <w:t>1.013e0</w:t>
      </w:r>
    </w:p>
    <w:p w:rsidR="007B6A46" w:rsidRDefault="007B6A46" w:rsidP="007B6A46">
      <w:r>
        <w:t>557.4321</w:t>
      </w:r>
      <w:r>
        <w:tab/>
        <w:t>2.025e0</w:t>
      </w:r>
    </w:p>
    <w:p w:rsidR="007B6A46" w:rsidRDefault="007B6A46" w:rsidP="007B6A46">
      <w:r>
        <w:t>557.4476</w:t>
      </w:r>
      <w:r>
        <w:tab/>
        <w:t>2.025e0</w:t>
      </w:r>
    </w:p>
    <w:p w:rsidR="007B6A46" w:rsidRDefault="007B6A46" w:rsidP="007B6A46">
      <w:r>
        <w:t>557.4573</w:t>
      </w:r>
      <w:r>
        <w:tab/>
        <w:t>2.025e0</w:t>
      </w:r>
    </w:p>
    <w:p w:rsidR="007B6A46" w:rsidRDefault="007B6A46" w:rsidP="007B6A46">
      <w:r>
        <w:t>557.4620</w:t>
      </w:r>
      <w:r>
        <w:tab/>
        <w:t>2.025e0</w:t>
      </w:r>
    </w:p>
    <w:p w:rsidR="007B6A46" w:rsidRDefault="007B6A46" w:rsidP="007B6A46">
      <w:r>
        <w:t>557.5167</w:t>
      </w:r>
      <w:r>
        <w:tab/>
        <w:t>3.038e0</w:t>
      </w:r>
    </w:p>
    <w:p w:rsidR="007B6A46" w:rsidRDefault="007B6A46" w:rsidP="007B6A46">
      <w:r>
        <w:t>557.5820</w:t>
      </w:r>
      <w:r>
        <w:tab/>
        <w:t>1.013e0</w:t>
      </w:r>
    </w:p>
    <w:p w:rsidR="007B6A46" w:rsidRDefault="007B6A46" w:rsidP="007B6A46">
      <w:r>
        <w:t>557.6876</w:t>
      </w:r>
      <w:r>
        <w:tab/>
        <w:t>1.013e0</w:t>
      </w:r>
    </w:p>
    <w:p w:rsidR="007B6A46" w:rsidRDefault="007B6A46" w:rsidP="007B6A46">
      <w:r>
        <w:t>557.7836</w:t>
      </w:r>
      <w:r>
        <w:tab/>
        <w:t>1.013e0</w:t>
      </w:r>
    </w:p>
    <w:p w:rsidR="007B6A46" w:rsidRDefault="007B6A46" w:rsidP="007B6A46">
      <w:r>
        <w:t>557.8509</w:t>
      </w:r>
      <w:r>
        <w:tab/>
        <w:t>1.013e0</w:t>
      </w:r>
    </w:p>
    <w:p w:rsidR="007B6A46" w:rsidRDefault="007B6A46" w:rsidP="007B6A46">
      <w:r>
        <w:t>557.8584</w:t>
      </w:r>
      <w:r>
        <w:tab/>
        <w:t>1.013e0</w:t>
      </w:r>
    </w:p>
    <w:p w:rsidR="007B6A46" w:rsidRDefault="007B6A46" w:rsidP="007B6A46">
      <w:r>
        <w:t>557.8692</w:t>
      </w:r>
      <w:r>
        <w:tab/>
        <w:t>1.013e0</w:t>
      </w:r>
    </w:p>
    <w:p w:rsidR="007B6A46" w:rsidRDefault="007B6A46" w:rsidP="007B6A46">
      <w:r>
        <w:t>557.9941</w:t>
      </w:r>
      <w:r>
        <w:tab/>
        <w:t>1.013e0</w:t>
      </w:r>
    </w:p>
    <w:p w:rsidR="007B6A46" w:rsidRDefault="007B6A46" w:rsidP="007B6A46">
      <w:r>
        <w:lastRenderedPageBreak/>
        <w:t>558.0718</w:t>
      </w:r>
      <w:r>
        <w:tab/>
        <w:t>1.013e0</w:t>
      </w:r>
    </w:p>
    <w:p w:rsidR="007B6A46" w:rsidRDefault="007B6A46" w:rsidP="007B6A46">
      <w:r>
        <w:t>558.0858</w:t>
      </w:r>
      <w:r>
        <w:tab/>
        <w:t>2.025e0</w:t>
      </w:r>
    </w:p>
    <w:p w:rsidR="007B6A46" w:rsidRDefault="007B6A46" w:rsidP="007B6A46">
      <w:r>
        <w:t>558.0950</w:t>
      </w:r>
      <w:r>
        <w:tab/>
        <w:t>1.013e0</w:t>
      </w:r>
    </w:p>
    <w:p w:rsidR="007B6A46" w:rsidRDefault="007B6A46" w:rsidP="007B6A46">
      <w:r>
        <w:t>558.1382</w:t>
      </w:r>
      <w:r>
        <w:tab/>
        <w:t>1.013e0</w:t>
      </w:r>
    </w:p>
    <w:p w:rsidR="007B6A46" w:rsidRDefault="007B6A46" w:rsidP="007B6A46">
      <w:r>
        <w:t>558.1702</w:t>
      </w:r>
      <w:r>
        <w:tab/>
        <w:t>2.025e0</w:t>
      </w:r>
    </w:p>
    <w:p w:rsidR="007B6A46" w:rsidRDefault="007B6A46" w:rsidP="007B6A46">
      <w:r>
        <w:t>558.2055</w:t>
      </w:r>
      <w:r>
        <w:tab/>
        <w:t>1.013e0</w:t>
      </w:r>
    </w:p>
    <w:p w:rsidR="007B6A46" w:rsidRDefault="007B6A46" w:rsidP="007B6A46">
      <w:r>
        <w:t>558.2526</w:t>
      </w:r>
      <w:r>
        <w:tab/>
        <w:t>4.051e0</w:t>
      </w:r>
    </w:p>
    <w:p w:rsidR="007B6A46" w:rsidRDefault="007B6A46" w:rsidP="007B6A46">
      <w:r>
        <w:t>558.3563</w:t>
      </w:r>
      <w:r>
        <w:tab/>
        <w:t>4.051e0</w:t>
      </w:r>
    </w:p>
    <w:p w:rsidR="007B6A46" w:rsidRDefault="007B6A46" w:rsidP="007B6A46">
      <w:r>
        <w:t>558.3589</w:t>
      </w:r>
      <w:r>
        <w:tab/>
        <w:t>2.025e0</w:t>
      </w:r>
    </w:p>
    <w:p w:rsidR="007B6A46" w:rsidRDefault="007B6A46" w:rsidP="007B6A46">
      <w:r>
        <w:t>558.3602</w:t>
      </w:r>
      <w:r>
        <w:tab/>
        <w:t>1.013e0</w:t>
      </w:r>
    </w:p>
    <w:p w:rsidR="007B6A46" w:rsidRDefault="007B6A46" w:rsidP="007B6A46">
      <w:r>
        <w:t>558.3664</w:t>
      </w:r>
      <w:r>
        <w:tab/>
        <w:t>2.025e0</w:t>
      </w:r>
    </w:p>
    <w:p w:rsidR="007B6A46" w:rsidRDefault="007B6A46" w:rsidP="007B6A46">
      <w:r>
        <w:t>558.3976</w:t>
      </w:r>
      <w:r>
        <w:tab/>
        <w:t>2.025e0</w:t>
      </w:r>
    </w:p>
    <w:p w:rsidR="007B6A46" w:rsidRDefault="007B6A46" w:rsidP="007B6A46">
      <w:r>
        <w:t>558.4222</w:t>
      </w:r>
      <w:r>
        <w:tab/>
        <w:t>1.013e0</w:t>
      </w:r>
    </w:p>
    <w:p w:rsidR="007B6A46" w:rsidRDefault="007B6A46" w:rsidP="007B6A46">
      <w:r>
        <w:t>558.4557</w:t>
      </w:r>
      <w:r>
        <w:tab/>
        <w:t>2.025e0</w:t>
      </w:r>
    </w:p>
    <w:p w:rsidR="007B6A46" w:rsidRDefault="007B6A46" w:rsidP="007B6A46">
      <w:r>
        <w:t>558.4761</w:t>
      </w:r>
      <w:r>
        <w:tab/>
        <w:t>2.025e0</w:t>
      </w:r>
    </w:p>
    <w:p w:rsidR="007B6A46" w:rsidRDefault="007B6A46" w:rsidP="007B6A46">
      <w:r>
        <w:t>558.4884</w:t>
      </w:r>
      <w:r>
        <w:tab/>
        <w:t>3.038e0</w:t>
      </w:r>
    </w:p>
    <w:p w:rsidR="007B6A46" w:rsidRDefault="007B6A46" w:rsidP="007B6A46">
      <w:r>
        <w:t>558.5237</w:t>
      </w:r>
      <w:r>
        <w:tab/>
        <w:t>1.013e0</w:t>
      </w:r>
    </w:p>
    <w:p w:rsidR="007B6A46" w:rsidRDefault="007B6A46" w:rsidP="007B6A46">
      <w:r>
        <w:t>558.5475</w:t>
      </w:r>
      <w:r>
        <w:tab/>
        <w:t>1.013e0</w:t>
      </w:r>
    </w:p>
    <w:p w:rsidR="007B6A46" w:rsidRDefault="007B6A46" w:rsidP="007B6A46">
      <w:r>
        <w:t>558.5844</w:t>
      </w:r>
      <w:r>
        <w:tab/>
        <w:t>1.013e0</w:t>
      </w:r>
    </w:p>
    <w:p w:rsidR="007B6A46" w:rsidRDefault="007B6A46" w:rsidP="007B6A46">
      <w:r>
        <w:lastRenderedPageBreak/>
        <w:t>558.6221</w:t>
      </w:r>
      <w:r>
        <w:tab/>
        <w:t>1.013e0</w:t>
      </w:r>
    </w:p>
    <w:p w:rsidR="007B6A46" w:rsidRDefault="007B6A46" w:rsidP="007B6A46">
      <w:r>
        <w:t>558.6872</w:t>
      </w:r>
      <w:r>
        <w:tab/>
        <w:t>1.013e0</w:t>
      </w:r>
    </w:p>
    <w:p w:rsidR="007B6A46" w:rsidRDefault="007B6A46" w:rsidP="007B6A46">
      <w:r>
        <w:t>558.6922</w:t>
      </w:r>
      <w:r>
        <w:tab/>
        <w:t>1.013e0</w:t>
      </w:r>
    </w:p>
    <w:p w:rsidR="007B6A46" w:rsidRDefault="007B6A46" w:rsidP="007B6A46">
      <w:r>
        <w:t>558.7248</w:t>
      </w:r>
      <w:r>
        <w:tab/>
        <w:t>1.013e0</w:t>
      </w:r>
    </w:p>
    <w:p w:rsidR="007B6A46" w:rsidRDefault="007B6A46" w:rsidP="007B6A46">
      <w:r>
        <w:t>558.7537</w:t>
      </w:r>
      <w:r>
        <w:tab/>
        <w:t>1.013e0</w:t>
      </w:r>
    </w:p>
    <w:p w:rsidR="007B6A46" w:rsidRDefault="007B6A46" w:rsidP="007B6A46">
      <w:r>
        <w:t>558.7930</w:t>
      </w:r>
      <w:r>
        <w:tab/>
        <w:t>1.013e0</w:t>
      </w:r>
    </w:p>
    <w:p w:rsidR="007B6A46" w:rsidRDefault="007B6A46" w:rsidP="007B6A46">
      <w:r>
        <w:t>558.8113</w:t>
      </w:r>
      <w:r>
        <w:tab/>
        <w:t>2.025e0</w:t>
      </w:r>
    </w:p>
    <w:p w:rsidR="007B6A46" w:rsidRDefault="007B6A46" w:rsidP="007B6A46">
      <w:r>
        <w:t>558.9481</w:t>
      </w:r>
      <w:r>
        <w:tab/>
        <w:t>1.013e0</w:t>
      </w:r>
    </w:p>
    <w:p w:rsidR="007B6A46" w:rsidRDefault="007B6A46" w:rsidP="007B6A46">
      <w:r>
        <w:t>558.9825</w:t>
      </w:r>
      <w:r>
        <w:tab/>
        <w:t>2.025e0</w:t>
      </w:r>
    </w:p>
    <w:p w:rsidR="007B6A46" w:rsidRDefault="007B6A46" w:rsidP="007B6A46">
      <w:r>
        <w:t>559.0616</w:t>
      </w:r>
      <w:r>
        <w:tab/>
        <w:t>1.013e0</w:t>
      </w:r>
    </w:p>
    <w:p w:rsidR="007B6A46" w:rsidRDefault="007B6A46" w:rsidP="007B6A46">
      <w:r>
        <w:t>559.0907</w:t>
      </w:r>
      <w:r>
        <w:tab/>
        <w:t>1.013e0</w:t>
      </w:r>
    </w:p>
    <w:p w:rsidR="007B6A46" w:rsidRDefault="007B6A46" w:rsidP="007B6A46">
      <w:r>
        <w:t>559.1102</w:t>
      </w:r>
      <w:r>
        <w:tab/>
        <w:t>1.013e0</w:t>
      </w:r>
    </w:p>
    <w:p w:rsidR="007B6A46" w:rsidRDefault="007B6A46" w:rsidP="007B6A46">
      <w:r>
        <w:t>559.1440</w:t>
      </w:r>
      <w:r>
        <w:tab/>
        <w:t>2.025e0</w:t>
      </w:r>
    </w:p>
    <w:p w:rsidR="007B6A46" w:rsidRDefault="007B6A46" w:rsidP="007B6A46">
      <w:r>
        <w:t>559.1675</w:t>
      </w:r>
      <w:r>
        <w:tab/>
        <w:t>1.013e0</w:t>
      </w:r>
    </w:p>
    <w:p w:rsidR="007B6A46" w:rsidRDefault="007B6A46" w:rsidP="007B6A46">
      <w:r>
        <w:t>559.1823</w:t>
      </w:r>
      <w:r>
        <w:tab/>
        <w:t>2.025e0</w:t>
      </w:r>
    </w:p>
    <w:p w:rsidR="007B6A46" w:rsidRDefault="007B6A46" w:rsidP="007B6A46">
      <w:r>
        <w:t>559.2001</w:t>
      </w:r>
      <w:r>
        <w:tab/>
        <w:t>1.013e0</w:t>
      </w:r>
    </w:p>
    <w:p w:rsidR="007B6A46" w:rsidRDefault="007B6A46" w:rsidP="007B6A46">
      <w:r>
        <w:t>559.2355</w:t>
      </w:r>
      <w:r>
        <w:tab/>
        <w:t>1.013e0</w:t>
      </w:r>
    </w:p>
    <w:p w:rsidR="007B6A46" w:rsidRDefault="007B6A46" w:rsidP="007B6A46">
      <w:r>
        <w:t>559.2386</w:t>
      </w:r>
      <w:r>
        <w:tab/>
        <w:t>2.025e0</w:t>
      </w:r>
    </w:p>
    <w:p w:rsidR="007B6A46" w:rsidRDefault="007B6A46" w:rsidP="007B6A46">
      <w:r>
        <w:t>559.3116</w:t>
      </w:r>
      <w:r>
        <w:tab/>
        <w:t>4.051e0</w:t>
      </w:r>
    </w:p>
    <w:p w:rsidR="007B6A46" w:rsidRDefault="007B6A46" w:rsidP="007B6A46">
      <w:r>
        <w:lastRenderedPageBreak/>
        <w:t>559.3229</w:t>
      </w:r>
      <w:r>
        <w:tab/>
        <w:t>2.025e0</w:t>
      </w:r>
    </w:p>
    <w:p w:rsidR="007B6A46" w:rsidRDefault="007B6A46" w:rsidP="007B6A46">
      <w:r>
        <w:t>559.3320</w:t>
      </w:r>
      <w:r>
        <w:tab/>
        <w:t>1.013e0</w:t>
      </w:r>
    </w:p>
    <w:p w:rsidR="007B6A46" w:rsidRDefault="007B6A46" w:rsidP="007B6A46">
      <w:r>
        <w:t>559.4016</w:t>
      </w:r>
      <w:r>
        <w:tab/>
        <w:t>2.025e0</w:t>
      </w:r>
    </w:p>
    <w:p w:rsidR="007B6A46" w:rsidRDefault="007B6A46" w:rsidP="007B6A46">
      <w:r>
        <w:t>559.4089</w:t>
      </w:r>
      <w:r>
        <w:tab/>
        <w:t>5.063e0</w:t>
      </w:r>
    </w:p>
    <w:p w:rsidR="007B6A46" w:rsidRDefault="007B6A46" w:rsidP="007B6A46">
      <w:r>
        <w:t>559.4283</w:t>
      </w:r>
      <w:r>
        <w:tab/>
        <w:t>1.013e0</w:t>
      </w:r>
    </w:p>
    <w:p w:rsidR="007B6A46" w:rsidRDefault="007B6A46" w:rsidP="007B6A46">
      <w:r>
        <w:t>559.4507</w:t>
      </w:r>
      <w:r>
        <w:tab/>
        <w:t>1.192e0</w:t>
      </w:r>
    </w:p>
    <w:p w:rsidR="007B6A46" w:rsidRDefault="007B6A46" w:rsidP="007B6A46">
      <w:r>
        <w:t>559.4958</w:t>
      </w:r>
      <w:r>
        <w:tab/>
        <w:t>1.013e0</w:t>
      </w:r>
    </w:p>
    <w:p w:rsidR="007B6A46" w:rsidRDefault="007B6A46" w:rsidP="007B6A46">
      <w:r>
        <w:t>559.5191</w:t>
      </w:r>
      <w:r>
        <w:tab/>
        <w:t>2.025e0</w:t>
      </w:r>
    </w:p>
    <w:p w:rsidR="007B6A46" w:rsidRDefault="007B6A46" w:rsidP="007B6A46">
      <w:r>
        <w:t>559.5343</w:t>
      </w:r>
      <w:r>
        <w:tab/>
        <w:t>1.013e0</w:t>
      </w:r>
    </w:p>
    <w:p w:rsidR="007B6A46" w:rsidRDefault="007B6A46" w:rsidP="007B6A46">
      <w:r>
        <w:t>559.6394</w:t>
      </w:r>
      <w:r>
        <w:tab/>
        <w:t>1.013e0</w:t>
      </w:r>
    </w:p>
    <w:p w:rsidR="007B6A46" w:rsidRDefault="007B6A46" w:rsidP="007B6A46">
      <w:r>
        <w:t>559.6490</w:t>
      </w:r>
      <w:r>
        <w:tab/>
        <w:t>1.013e0</w:t>
      </w:r>
    </w:p>
    <w:p w:rsidR="007B6A46" w:rsidRDefault="007B6A46" w:rsidP="007B6A46">
      <w:r>
        <w:t>559.6536</w:t>
      </w:r>
      <w:r>
        <w:tab/>
        <w:t>2.025e0</w:t>
      </w:r>
    </w:p>
    <w:p w:rsidR="007B6A46" w:rsidRDefault="007B6A46" w:rsidP="007B6A46">
      <w:r>
        <w:t>559.7270</w:t>
      </w:r>
      <w:r>
        <w:tab/>
        <w:t>1.013e0</w:t>
      </w:r>
    </w:p>
    <w:p w:rsidR="007B6A46" w:rsidRDefault="007B6A46" w:rsidP="007B6A46">
      <w:r>
        <w:t>559.8137</w:t>
      </w:r>
      <w:r>
        <w:tab/>
        <w:t>1.013e0</w:t>
      </w:r>
    </w:p>
    <w:p w:rsidR="007B6A46" w:rsidRDefault="007B6A46" w:rsidP="007B6A46">
      <w:r>
        <w:t>559.8327</w:t>
      </w:r>
      <w:r>
        <w:tab/>
        <w:t>2.025e0</w:t>
      </w:r>
    </w:p>
    <w:p w:rsidR="007B6A46" w:rsidRDefault="007B6A46" w:rsidP="007B6A46">
      <w:r>
        <w:t>559.8610</w:t>
      </w:r>
      <w:r>
        <w:tab/>
        <w:t>1.013e0</w:t>
      </w:r>
    </w:p>
    <w:p w:rsidR="007B6A46" w:rsidRDefault="007B6A46" w:rsidP="007B6A46">
      <w:r>
        <w:t>559.8812</w:t>
      </w:r>
      <w:r>
        <w:tab/>
        <w:t>1.013e0</w:t>
      </w:r>
    </w:p>
    <w:p w:rsidR="007B6A46" w:rsidRDefault="007B6A46" w:rsidP="007B6A46">
      <w:r>
        <w:t>559.9487</w:t>
      </w:r>
      <w:r>
        <w:tab/>
        <w:t>1.013e0</w:t>
      </w:r>
    </w:p>
    <w:p w:rsidR="007B6A46" w:rsidRDefault="007B6A46" w:rsidP="007B6A46">
      <w:r>
        <w:t>560.0828</w:t>
      </w:r>
      <w:r>
        <w:tab/>
        <w:t>1.013e0</w:t>
      </w:r>
    </w:p>
    <w:p w:rsidR="007B6A46" w:rsidRDefault="007B6A46" w:rsidP="007B6A46">
      <w:r>
        <w:lastRenderedPageBreak/>
        <w:t>560.0866</w:t>
      </w:r>
      <w:r>
        <w:tab/>
        <w:t>2.025e0</w:t>
      </w:r>
    </w:p>
    <w:p w:rsidR="007B6A46" w:rsidRDefault="007B6A46" w:rsidP="007B6A46">
      <w:r>
        <w:t>560.1174</w:t>
      </w:r>
      <w:r>
        <w:tab/>
        <w:t>2.025e0</w:t>
      </w:r>
    </w:p>
    <w:p w:rsidR="007B6A46" w:rsidRDefault="007B6A46" w:rsidP="007B6A46">
      <w:r>
        <w:t>560.1468</w:t>
      </w:r>
      <w:r>
        <w:tab/>
        <w:t>2.025e0</w:t>
      </w:r>
    </w:p>
    <w:p w:rsidR="007B6A46" w:rsidRDefault="007B6A46" w:rsidP="007B6A46">
      <w:r>
        <w:t>560.1502</w:t>
      </w:r>
      <w:r>
        <w:tab/>
        <w:t>1.013e0</w:t>
      </w:r>
    </w:p>
    <w:p w:rsidR="007B6A46" w:rsidRDefault="007B6A46" w:rsidP="007B6A46">
      <w:r>
        <w:t>560.1579</w:t>
      </w:r>
      <w:r>
        <w:tab/>
        <w:t>2.025e0</w:t>
      </w:r>
    </w:p>
    <w:p w:rsidR="007B6A46" w:rsidRDefault="007B6A46" w:rsidP="007B6A46">
      <w:r>
        <w:t>560.2271</w:t>
      </w:r>
      <w:r>
        <w:tab/>
        <w:t>2.025e0</w:t>
      </w:r>
    </w:p>
    <w:p w:rsidR="007B6A46" w:rsidRDefault="007B6A46" w:rsidP="007B6A46">
      <w:r>
        <w:t>560.2628</w:t>
      </w:r>
      <w:r>
        <w:tab/>
        <w:t>5.063e0</w:t>
      </w:r>
    </w:p>
    <w:p w:rsidR="007B6A46" w:rsidRDefault="007B6A46" w:rsidP="007B6A46">
      <w:r>
        <w:t>560.3250</w:t>
      </w:r>
      <w:r>
        <w:tab/>
        <w:t>5.063e0</w:t>
      </w:r>
    </w:p>
    <w:p w:rsidR="007B6A46" w:rsidRDefault="007B6A46" w:rsidP="007B6A46">
      <w:r>
        <w:t>560.3344</w:t>
      </w:r>
      <w:r>
        <w:tab/>
        <w:t>1.013e0</w:t>
      </w:r>
    </w:p>
    <w:p w:rsidR="007B6A46" w:rsidRDefault="007B6A46" w:rsidP="007B6A46">
      <w:r>
        <w:t>560.3394</w:t>
      </w:r>
      <w:r>
        <w:tab/>
        <w:t>3.038e0</w:t>
      </w:r>
    </w:p>
    <w:p w:rsidR="007B6A46" w:rsidRDefault="007B6A46" w:rsidP="007B6A46">
      <w:r>
        <w:t>560.3878</w:t>
      </w:r>
      <w:r>
        <w:tab/>
        <w:t>4.051e0</w:t>
      </w:r>
    </w:p>
    <w:p w:rsidR="007B6A46" w:rsidRDefault="007B6A46" w:rsidP="007B6A46">
      <w:r>
        <w:t>560.3954</w:t>
      </w:r>
      <w:r>
        <w:tab/>
        <w:t>1.013e0</w:t>
      </w:r>
    </w:p>
    <w:p w:rsidR="007B6A46" w:rsidRDefault="007B6A46" w:rsidP="007B6A46">
      <w:r>
        <w:t>560.4020</w:t>
      </w:r>
      <w:r>
        <w:tab/>
        <w:t>3.038e0</w:t>
      </w:r>
    </w:p>
    <w:p w:rsidR="007B6A46" w:rsidRDefault="007B6A46" w:rsidP="007B6A46">
      <w:r>
        <w:t>560.4298</w:t>
      </w:r>
      <w:r>
        <w:tab/>
        <w:t>1.013e0</w:t>
      </w:r>
    </w:p>
    <w:p w:rsidR="007B6A46" w:rsidRDefault="007B6A46" w:rsidP="007B6A46">
      <w:r>
        <w:t>560.4613</w:t>
      </w:r>
      <w:r>
        <w:tab/>
        <w:t>2.025e0</w:t>
      </w:r>
    </w:p>
    <w:p w:rsidR="007B6A46" w:rsidRDefault="007B6A46" w:rsidP="007B6A46">
      <w:r>
        <w:t>560.4848</w:t>
      </w:r>
      <w:r>
        <w:tab/>
        <w:t>1.013e0</w:t>
      </w:r>
    </w:p>
    <w:p w:rsidR="007B6A46" w:rsidRDefault="007B6A46" w:rsidP="007B6A46">
      <w:r>
        <w:t>560.5457</w:t>
      </w:r>
      <w:r>
        <w:tab/>
        <w:t>1.013e0</w:t>
      </w:r>
    </w:p>
    <w:p w:rsidR="007B6A46" w:rsidRDefault="007B6A46" w:rsidP="007B6A46">
      <w:r>
        <w:t>560.5843</w:t>
      </w:r>
      <w:r>
        <w:tab/>
        <w:t>1.013e0</w:t>
      </w:r>
    </w:p>
    <w:p w:rsidR="007B6A46" w:rsidRDefault="007B6A46" w:rsidP="007B6A46">
      <w:r>
        <w:t>560.5941</w:t>
      </w:r>
      <w:r>
        <w:tab/>
        <w:t>1.013e0</w:t>
      </w:r>
    </w:p>
    <w:p w:rsidR="007B6A46" w:rsidRDefault="007B6A46" w:rsidP="007B6A46">
      <w:r>
        <w:lastRenderedPageBreak/>
        <w:t>560.6238</w:t>
      </w:r>
      <w:r>
        <w:tab/>
        <w:t>1.013e0</w:t>
      </w:r>
    </w:p>
    <w:p w:rsidR="007B6A46" w:rsidRDefault="007B6A46" w:rsidP="007B6A46">
      <w:r>
        <w:t>560.7001</w:t>
      </w:r>
      <w:r>
        <w:tab/>
        <w:t>1.013e0</w:t>
      </w:r>
    </w:p>
    <w:p w:rsidR="007B6A46" w:rsidRDefault="007B6A46" w:rsidP="007B6A46">
      <w:r>
        <w:t>560.7493</w:t>
      </w:r>
      <w:r>
        <w:tab/>
        <w:t>1.013e0</w:t>
      </w:r>
    </w:p>
    <w:p w:rsidR="007B6A46" w:rsidRDefault="007B6A46" w:rsidP="007B6A46">
      <w:r>
        <w:t>560.7742</w:t>
      </w:r>
      <w:r>
        <w:tab/>
        <w:t>1.013e0</w:t>
      </w:r>
    </w:p>
    <w:p w:rsidR="007B6A46" w:rsidRDefault="007B6A46" w:rsidP="007B6A46">
      <w:r>
        <w:t>560.7966</w:t>
      </w:r>
      <w:r>
        <w:tab/>
        <w:t>1.013e0</w:t>
      </w:r>
    </w:p>
    <w:p w:rsidR="007B6A46" w:rsidRDefault="007B6A46" w:rsidP="007B6A46">
      <w:r>
        <w:t>560.8168</w:t>
      </w:r>
      <w:r>
        <w:tab/>
        <w:t>1.013e0</w:t>
      </w:r>
    </w:p>
    <w:p w:rsidR="007B6A46" w:rsidRDefault="007B6A46" w:rsidP="007B6A46">
      <w:r>
        <w:t>560.8434</w:t>
      </w:r>
      <w:r>
        <w:tab/>
        <w:t>2.025e0</w:t>
      </w:r>
    </w:p>
    <w:p w:rsidR="007B6A46" w:rsidRDefault="007B6A46" w:rsidP="007B6A46">
      <w:r>
        <w:t>560.9318</w:t>
      </w:r>
      <w:r>
        <w:tab/>
        <w:t>1.013e0</w:t>
      </w:r>
    </w:p>
    <w:p w:rsidR="007B6A46" w:rsidRDefault="007B6A46" w:rsidP="007B6A46">
      <w:r>
        <w:t>560.9374</w:t>
      </w:r>
      <w:r>
        <w:tab/>
        <w:t>1.013e0</w:t>
      </w:r>
    </w:p>
    <w:p w:rsidR="007B6A46" w:rsidRDefault="007B6A46" w:rsidP="007B6A46">
      <w:r>
        <w:t>561.0637</w:t>
      </w:r>
      <w:r>
        <w:tab/>
        <w:t>1.013e0</w:t>
      </w:r>
    </w:p>
    <w:p w:rsidR="007B6A46" w:rsidRDefault="007B6A46" w:rsidP="007B6A46">
      <w:r>
        <w:t>561.0960</w:t>
      </w:r>
      <w:r>
        <w:tab/>
        <w:t>1.013e0</w:t>
      </w:r>
    </w:p>
    <w:p w:rsidR="007B6A46" w:rsidRDefault="007B6A46" w:rsidP="007B6A46">
      <w:r>
        <w:t>561.1373</w:t>
      </w:r>
      <w:r>
        <w:tab/>
        <w:t>1.013e0</w:t>
      </w:r>
    </w:p>
    <w:p w:rsidR="007B6A46" w:rsidRDefault="007B6A46" w:rsidP="007B6A46">
      <w:r>
        <w:t>561.1616</w:t>
      </w:r>
      <w:r>
        <w:tab/>
        <w:t>2.025e0</w:t>
      </w:r>
    </w:p>
    <w:p w:rsidR="007B6A46" w:rsidRDefault="007B6A46" w:rsidP="007B6A46">
      <w:r>
        <w:t>561.1838</w:t>
      </w:r>
      <w:r>
        <w:tab/>
        <w:t>1.013e0</w:t>
      </w:r>
    </w:p>
    <w:p w:rsidR="007B6A46" w:rsidRDefault="007B6A46" w:rsidP="007B6A46">
      <w:r>
        <w:t>561.1987</w:t>
      </w:r>
      <w:r>
        <w:tab/>
        <w:t>2.025e0</w:t>
      </w:r>
    </w:p>
    <w:p w:rsidR="007B6A46" w:rsidRDefault="007B6A46" w:rsidP="007B6A46">
      <w:r>
        <w:t>561.2108</w:t>
      </w:r>
      <w:r>
        <w:tab/>
        <w:t>2.025e0</w:t>
      </w:r>
    </w:p>
    <w:p w:rsidR="007B6A46" w:rsidRDefault="007B6A46" w:rsidP="007B6A46">
      <w:r>
        <w:t>561.2568</w:t>
      </w:r>
      <w:r>
        <w:tab/>
        <w:t>1.960e0</w:t>
      </w:r>
    </w:p>
    <w:p w:rsidR="007B6A46" w:rsidRDefault="007B6A46" w:rsidP="007B6A46">
      <w:r>
        <w:t>561.2611</w:t>
      </w:r>
      <w:r>
        <w:tab/>
        <w:t>1.013e0</w:t>
      </w:r>
    </w:p>
    <w:p w:rsidR="007B6A46" w:rsidRDefault="007B6A46" w:rsidP="007B6A46">
      <w:r>
        <w:t>561.3002</w:t>
      </w:r>
      <w:r>
        <w:tab/>
        <w:t>1.013e0</w:t>
      </w:r>
    </w:p>
    <w:p w:rsidR="007B6A46" w:rsidRDefault="007B6A46" w:rsidP="007B6A46">
      <w:r>
        <w:lastRenderedPageBreak/>
        <w:t>561.3531</w:t>
      </w:r>
      <w:r>
        <w:tab/>
        <w:t>1.013e0</w:t>
      </w:r>
    </w:p>
    <w:p w:rsidR="007B6A46" w:rsidRDefault="007B6A46" w:rsidP="007B6A46">
      <w:r>
        <w:t>561.3568</w:t>
      </w:r>
      <w:r>
        <w:tab/>
        <w:t>1.013e0</w:t>
      </w:r>
    </w:p>
    <w:p w:rsidR="007B6A46" w:rsidRDefault="007B6A46" w:rsidP="007B6A46">
      <w:r>
        <w:t>561.3931</w:t>
      </w:r>
      <w:r>
        <w:tab/>
        <w:t>3.038e0</w:t>
      </w:r>
    </w:p>
    <w:p w:rsidR="007B6A46" w:rsidRDefault="007B6A46" w:rsidP="007B6A46">
      <w:r>
        <w:t>561.4048</w:t>
      </w:r>
      <w:r>
        <w:tab/>
        <w:t>4.051e0</w:t>
      </w:r>
    </w:p>
    <w:p w:rsidR="007B6A46" w:rsidRDefault="007B6A46" w:rsidP="007B6A46">
      <w:r>
        <w:t>561.5339</w:t>
      </w:r>
      <w:r>
        <w:tab/>
        <w:t>1.013e0</w:t>
      </w:r>
    </w:p>
    <w:p w:rsidR="007B6A46" w:rsidRDefault="007B6A46" w:rsidP="007B6A46">
      <w:r>
        <w:t>561.6371</w:t>
      </w:r>
      <w:r>
        <w:tab/>
        <w:t>1.013e0</w:t>
      </w:r>
    </w:p>
    <w:p w:rsidR="007B6A46" w:rsidRDefault="007B6A46" w:rsidP="007B6A46">
      <w:r>
        <w:t>561.6564</w:t>
      </w:r>
      <w:r>
        <w:tab/>
        <w:t>1.013e0</w:t>
      </w:r>
    </w:p>
    <w:p w:rsidR="007B6A46" w:rsidRDefault="007B6A46" w:rsidP="007B6A46">
      <w:r>
        <w:t>561.7151</w:t>
      </w:r>
      <w:r>
        <w:tab/>
        <w:t>1.013e0</w:t>
      </w:r>
    </w:p>
    <w:p w:rsidR="007B6A46" w:rsidRDefault="007B6A46" w:rsidP="007B6A46">
      <w:r>
        <w:t>561.7628</w:t>
      </w:r>
      <w:r>
        <w:tab/>
        <w:t>1.013e0</w:t>
      </w:r>
    </w:p>
    <w:p w:rsidR="007B6A46" w:rsidRDefault="007B6A46" w:rsidP="007B6A46">
      <w:r>
        <w:t>561.7724</w:t>
      </w:r>
      <w:r>
        <w:tab/>
        <w:t>1.013e0</w:t>
      </w:r>
    </w:p>
    <w:p w:rsidR="007B6A46" w:rsidRDefault="007B6A46" w:rsidP="007B6A46">
      <w:r>
        <w:t>561.8413</w:t>
      </w:r>
      <w:r>
        <w:tab/>
        <w:t>2.025e0</w:t>
      </w:r>
    </w:p>
    <w:p w:rsidR="007B6A46" w:rsidRDefault="007B6A46" w:rsidP="007B6A46">
      <w:r>
        <w:t>561.8586</w:t>
      </w:r>
      <w:r>
        <w:tab/>
        <w:t>2.025e0</w:t>
      </w:r>
    </w:p>
    <w:p w:rsidR="007B6A46" w:rsidRDefault="007B6A46" w:rsidP="007B6A46">
      <w:r>
        <w:t>561.8597</w:t>
      </w:r>
      <w:r>
        <w:tab/>
        <w:t>1.013e0</w:t>
      </w:r>
    </w:p>
    <w:p w:rsidR="007B6A46" w:rsidRDefault="007B6A46" w:rsidP="007B6A46">
      <w:r>
        <w:t>561.8982</w:t>
      </w:r>
      <w:r>
        <w:tab/>
        <w:t>2.025e0</w:t>
      </w:r>
    </w:p>
    <w:p w:rsidR="007B6A46" w:rsidRDefault="007B6A46" w:rsidP="007B6A46">
      <w:r>
        <w:t>561.9127</w:t>
      </w:r>
      <w:r>
        <w:tab/>
        <w:t>1.013e0</w:t>
      </w:r>
    </w:p>
    <w:p w:rsidR="007B6A46" w:rsidRDefault="007B6A46" w:rsidP="007B6A46">
      <w:r>
        <w:t>561.9505</w:t>
      </w:r>
      <w:r>
        <w:tab/>
        <w:t>1.013e0</w:t>
      </w:r>
    </w:p>
    <w:p w:rsidR="007B6A46" w:rsidRDefault="007B6A46" w:rsidP="007B6A46">
      <w:r>
        <w:t>562.1295</w:t>
      </w:r>
      <w:r>
        <w:tab/>
        <w:t>1.013e0</w:t>
      </w:r>
    </w:p>
    <w:p w:rsidR="007B6A46" w:rsidRDefault="007B6A46" w:rsidP="007B6A46">
      <w:r>
        <w:t>562.1478</w:t>
      </w:r>
      <w:r>
        <w:tab/>
        <w:t>1.013e0</w:t>
      </w:r>
    </w:p>
    <w:p w:rsidR="007B6A46" w:rsidRDefault="007B6A46" w:rsidP="007B6A46">
      <w:r>
        <w:t>562.1497</w:t>
      </w:r>
      <w:r>
        <w:tab/>
        <w:t>1.013e0</w:t>
      </w:r>
    </w:p>
    <w:p w:rsidR="007B6A46" w:rsidRDefault="007B6A46" w:rsidP="007B6A46">
      <w:r>
        <w:lastRenderedPageBreak/>
        <w:t>562.1884</w:t>
      </w:r>
      <w:r>
        <w:tab/>
        <w:t>1.013e0</w:t>
      </w:r>
    </w:p>
    <w:p w:rsidR="007B6A46" w:rsidRDefault="007B6A46" w:rsidP="007B6A46">
      <w:r>
        <w:t>562.2754</w:t>
      </w:r>
      <w:r>
        <w:tab/>
        <w:t>2.025e0</w:t>
      </w:r>
    </w:p>
    <w:p w:rsidR="007B6A46" w:rsidRDefault="007B6A46" w:rsidP="007B6A46">
      <w:r>
        <w:t>562.2978</w:t>
      </w:r>
      <w:r>
        <w:tab/>
        <w:t>3.038e0</w:t>
      </w:r>
    </w:p>
    <w:p w:rsidR="007B6A46" w:rsidRDefault="007B6A46" w:rsidP="007B6A46">
      <w:r>
        <w:t>562.3058</w:t>
      </w:r>
      <w:r>
        <w:tab/>
        <w:t>2.025e0</w:t>
      </w:r>
    </w:p>
    <w:p w:rsidR="007B6A46" w:rsidRDefault="007B6A46" w:rsidP="007B6A46">
      <w:r>
        <w:t>562.3344</w:t>
      </w:r>
      <w:r>
        <w:tab/>
        <w:t>1.013e0</w:t>
      </w:r>
    </w:p>
    <w:p w:rsidR="007B6A46" w:rsidRDefault="007B6A46" w:rsidP="007B6A46">
      <w:r>
        <w:t>562.3577</w:t>
      </w:r>
      <w:r>
        <w:tab/>
        <w:t>3.038e0</w:t>
      </w:r>
    </w:p>
    <w:p w:rsidR="007B6A46" w:rsidRDefault="007B6A46" w:rsidP="007B6A46">
      <w:r>
        <w:t>562.3722</w:t>
      </w:r>
      <w:r>
        <w:tab/>
        <w:t>1.013e0</w:t>
      </w:r>
    </w:p>
    <w:p w:rsidR="007B6A46" w:rsidRDefault="007B6A46" w:rsidP="007B6A46">
      <w:r>
        <w:t>562.3912</w:t>
      </w:r>
      <w:r>
        <w:tab/>
        <w:t>4.051e0</w:t>
      </w:r>
    </w:p>
    <w:p w:rsidR="007B6A46" w:rsidRDefault="007B6A46" w:rsidP="007B6A46">
      <w:r>
        <w:t>562.3927</w:t>
      </w:r>
      <w:r>
        <w:tab/>
        <w:t>2.025e0</w:t>
      </w:r>
    </w:p>
    <w:p w:rsidR="007B6A46" w:rsidRDefault="007B6A46" w:rsidP="007B6A46">
      <w:r>
        <w:t>562.4072</w:t>
      </w:r>
      <w:r>
        <w:tab/>
        <w:t>2.025e0</w:t>
      </w:r>
    </w:p>
    <w:p w:rsidR="007B6A46" w:rsidRDefault="007B6A46" w:rsidP="007B6A46">
      <w:r>
        <w:t>562.4448</w:t>
      </w:r>
      <w:r>
        <w:tab/>
        <w:t>2.025e0</w:t>
      </w:r>
    </w:p>
    <w:p w:rsidR="007B6A46" w:rsidRDefault="007B6A46" w:rsidP="007B6A46">
      <w:r>
        <w:t>562.5140</w:t>
      </w:r>
      <w:r>
        <w:tab/>
        <w:t>2.025e0</w:t>
      </w:r>
    </w:p>
    <w:p w:rsidR="007B6A46" w:rsidRDefault="007B6A46" w:rsidP="007B6A46">
      <w:r>
        <w:t>562.5755</w:t>
      </w:r>
      <w:r>
        <w:tab/>
        <w:t>1.013e0</w:t>
      </w:r>
    </w:p>
    <w:p w:rsidR="007B6A46" w:rsidRDefault="007B6A46" w:rsidP="007B6A46">
      <w:r>
        <w:t>562.6534</w:t>
      </w:r>
      <w:r>
        <w:tab/>
        <w:t>1.013e0</w:t>
      </w:r>
    </w:p>
    <w:p w:rsidR="007B6A46" w:rsidRDefault="007B6A46" w:rsidP="007B6A46">
      <w:r>
        <w:t>562.7628</w:t>
      </w:r>
      <w:r>
        <w:tab/>
        <w:t>1.013e0</w:t>
      </w:r>
    </w:p>
    <w:p w:rsidR="007B6A46" w:rsidRDefault="007B6A46" w:rsidP="007B6A46">
      <w:r>
        <w:t>562.8155</w:t>
      </w:r>
      <w:r>
        <w:tab/>
        <w:t>2.025e0</w:t>
      </w:r>
    </w:p>
    <w:p w:rsidR="007B6A46" w:rsidRDefault="007B6A46" w:rsidP="007B6A46">
      <w:r>
        <w:t>562.8475</w:t>
      </w:r>
      <w:r>
        <w:tab/>
        <w:t>1.013e0</w:t>
      </w:r>
    </w:p>
    <w:p w:rsidR="007B6A46" w:rsidRDefault="007B6A46" w:rsidP="007B6A46">
      <w:r>
        <w:t>562.9601</w:t>
      </w:r>
      <w:r>
        <w:tab/>
        <w:t>1.013e0</w:t>
      </w:r>
    </w:p>
    <w:p w:rsidR="007B6A46" w:rsidRDefault="007B6A46" w:rsidP="007B6A46">
      <w:r>
        <w:t>563.0316</w:t>
      </w:r>
      <w:r>
        <w:tab/>
        <w:t>1.013e0</w:t>
      </w:r>
    </w:p>
    <w:p w:rsidR="007B6A46" w:rsidRDefault="007B6A46" w:rsidP="007B6A46">
      <w:r>
        <w:lastRenderedPageBreak/>
        <w:t>563.0598</w:t>
      </w:r>
      <w:r>
        <w:tab/>
        <w:t>1.013e0</w:t>
      </w:r>
    </w:p>
    <w:p w:rsidR="007B6A46" w:rsidRDefault="007B6A46" w:rsidP="007B6A46">
      <w:r>
        <w:t>563.0690</w:t>
      </w:r>
      <w:r>
        <w:tab/>
        <w:t>1.013e0</w:t>
      </w:r>
    </w:p>
    <w:p w:rsidR="007B6A46" w:rsidRDefault="007B6A46" w:rsidP="007B6A46">
      <w:r>
        <w:t>563.0873</w:t>
      </w:r>
      <w:r>
        <w:tab/>
        <w:t>1.013e0</w:t>
      </w:r>
    </w:p>
    <w:p w:rsidR="007B6A46" w:rsidRDefault="007B6A46" w:rsidP="007B6A46">
      <w:r>
        <w:t>563.1276</w:t>
      </w:r>
      <w:r>
        <w:tab/>
        <w:t>1.013e0</w:t>
      </w:r>
    </w:p>
    <w:p w:rsidR="007B6A46" w:rsidRDefault="007B6A46" w:rsidP="007B6A46">
      <w:r>
        <w:t>563.1426</w:t>
      </w:r>
      <w:r>
        <w:tab/>
        <w:t>1.013e0</w:t>
      </w:r>
    </w:p>
    <w:p w:rsidR="007B6A46" w:rsidRDefault="007B6A46" w:rsidP="007B6A46">
      <w:r>
        <w:t>563.1664</w:t>
      </w:r>
      <w:r>
        <w:tab/>
        <w:t>1.013e0</w:t>
      </w:r>
    </w:p>
    <w:p w:rsidR="007B6A46" w:rsidRDefault="007B6A46" w:rsidP="007B6A46">
      <w:r>
        <w:t>563.1783</w:t>
      </w:r>
      <w:r>
        <w:tab/>
        <w:t>2.025e0</w:t>
      </w:r>
    </w:p>
    <w:p w:rsidR="007B6A46" w:rsidRDefault="007B6A46" w:rsidP="007B6A46">
      <w:r>
        <w:t>563.2254</w:t>
      </w:r>
      <w:r>
        <w:tab/>
        <w:t>1.013e0</w:t>
      </w:r>
    </w:p>
    <w:p w:rsidR="007B6A46" w:rsidRDefault="007B6A46" w:rsidP="007B6A46">
      <w:r>
        <w:t>563.3021</w:t>
      </w:r>
      <w:r>
        <w:tab/>
        <w:t>1.013e0</w:t>
      </w:r>
    </w:p>
    <w:p w:rsidR="007B6A46" w:rsidRDefault="007B6A46" w:rsidP="007B6A46">
      <w:r>
        <w:t>563.3311</w:t>
      </w:r>
      <w:r>
        <w:tab/>
        <w:t>1.013e0</w:t>
      </w:r>
    </w:p>
    <w:p w:rsidR="007B6A46" w:rsidRDefault="007B6A46" w:rsidP="007B6A46">
      <w:r>
        <w:t>563.3400</w:t>
      </w:r>
      <w:r>
        <w:tab/>
        <w:t>1.013e0</w:t>
      </w:r>
    </w:p>
    <w:p w:rsidR="007B6A46" w:rsidRDefault="007B6A46" w:rsidP="007B6A46">
      <w:r>
        <w:t>563.3624</w:t>
      </w:r>
      <w:r>
        <w:tab/>
        <w:t>3.038e0</w:t>
      </w:r>
    </w:p>
    <w:p w:rsidR="007B6A46" w:rsidRDefault="007B6A46" w:rsidP="007B6A46">
      <w:r>
        <w:t>563.3797</w:t>
      </w:r>
      <w:r>
        <w:tab/>
        <w:t>2.025e0</w:t>
      </w:r>
    </w:p>
    <w:p w:rsidR="007B6A46" w:rsidRDefault="007B6A46" w:rsidP="007B6A46">
      <w:r>
        <w:t>563.4096</w:t>
      </w:r>
      <w:r>
        <w:tab/>
        <w:t>1.013e0</w:t>
      </w:r>
    </w:p>
    <w:p w:rsidR="007B6A46" w:rsidRDefault="007B6A46" w:rsidP="007B6A46">
      <w:r>
        <w:t>563.4127</w:t>
      </w:r>
      <w:r>
        <w:tab/>
        <w:t>1.013e0</w:t>
      </w:r>
    </w:p>
    <w:p w:rsidR="007B6A46" w:rsidRDefault="007B6A46" w:rsidP="007B6A46">
      <w:r>
        <w:t>563.4503</w:t>
      </w:r>
      <w:r>
        <w:tab/>
        <w:t>1.013e0</w:t>
      </w:r>
    </w:p>
    <w:p w:rsidR="007B6A46" w:rsidRDefault="007B6A46" w:rsidP="007B6A46">
      <w:r>
        <w:t>563.6035</w:t>
      </w:r>
      <w:r>
        <w:tab/>
        <w:t>1.013e0</w:t>
      </w:r>
    </w:p>
    <w:p w:rsidR="007B6A46" w:rsidRDefault="007B6A46" w:rsidP="007B6A46">
      <w:r>
        <w:t>563.6132</w:t>
      </w:r>
      <w:r>
        <w:tab/>
        <w:t>1.013e0</w:t>
      </w:r>
    </w:p>
    <w:p w:rsidR="007B6A46" w:rsidRDefault="007B6A46" w:rsidP="007B6A46">
      <w:r>
        <w:t>563.6511</w:t>
      </w:r>
      <w:r>
        <w:tab/>
        <w:t>1.013e0</w:t>
      </w:r>
    </w:p>
    <w:p w:rsidR="007B6A46" w:rsidRDefault="007B6A46" w:rsidP="007B6A46">
      <w:r>
        <w:lastRenderedPageBreak/>
        <w:t>563.7183</w:t>
      </w:r>
      <w:r>
        <w:tab/>
        <w:t>1.013e0</w:t>
      </w:r>
    </w:p>
    <w:p w:rsidR="007B6A46" w:rsidRDefault="007B6A46" w:rsidP="007B6A46">
      <w:r>
        <w:t>563.7395</w:t>
      </w:r>
      <w:r>
        <w:tab/>
        <w:t>2.025e0</w:t>
      </w:r>
    </w:p>
    <w:p w:rsidR="007B6A46" w:rsidRDefault="007B6A46" w:rsidP="007B6A46">
      <w:r>
        <w:t>563.7490</w:t>
      </w:r>
      <w:r>
        <w:tab/>
        <w:t>1.013e0</w:t>
      </w:r>
    </w:p>
    <w:p w:rsidR="007B6A46" w:rsidRDefault="007B6A46" w:rsidP="007B6A46">
      <w:r>
        <w:t>563.7557</w:t>
      </w:r>
      <w:r>
        <w:tab/>
        <w:t>1.013e0</w:t>
      </w:r>
    </w:p>
    <w:p w:rsidR="007B6A46" w:rsidRDefault="007B6A46" w:rsidP="007B6A46">
      <w:r>
        <w:t>563.7966</w:t>
      </w:r>
      <w:r>
        <w:tab/>
        <w:t>1.013e0</w:t>
      </w:r>
    </w:p>
    <w:p w:rsidR="007B6A46" w:rsidRDefault="007B6A46" w:rsidP="007B6A46">
      <w:r>
        <w:t>563.8257</w:t>
      </w:r>
      <w:r>
        <w:tab/>
        <w:t>1.013e0</w:t>
      </w:r>
    </w:p>
    <w:p w:rsidR="007B6A46" w:rsidRDefault="007B6A46" w:rsidP="007B6A46">
      <w:r>
        <w:t>563.8455</w:t>
      </w:r>
      <w:r>
        <w:tab/>
        <w:t>1.013e0</w:t>
      </w:r>
    </w:p>
    <w:p w:rsidR="007B6A46" w:rsidRDefault="007B6A46" w:rsidP="007B6A46">
      <w:r>
        <w:t>563.8665</w:t>
      </w:r>
      <w:r>
        <w:tab/>
        <w:t>3.038e0</w:t>
      </w:r>
    </w:p>
    <w:p w:rsidR="007B6A46" w:rsidRDefault="007B6A46" w:rsidP="007B6A46">
      <w:r>
        <w:t>563.8995</w:t>
      </w:r>
      <w:r>
        <w:tab/>
        <w:t>1.013e0</w:t>
      </w:r>
    </w:p>
    <w:p w:rsidR="007B6A46" w:rsidRDefault="007B6A46" w:rsidP="007B6A46">
      <w:r>
        <w:t>563.9548</w:t>
      </w:r>
      <w:r>
        <w:tab/>
        <w:t>1.013e0</w:t>
      </w:r>
    </w:p>
    <w:p w:rsidR="007B6A46" w:rsidRDefault="007B6A46" w:rsidP="007B6A46">
      <w:r>
        <w:t>563.9625</w:t>
      </w:r>
      <w:r>
        <w:tab/>
        <w:t>1.013e0</w:t>
      </w:r>
    </w:p>
    <w:p w:rsidR="007B6A46" w:rsidRDefault="007B6A46" w:rsidP="007B6A46">
      <w:r>
        <w:t>564.0267</w:t>
      </w:r>
      <w:r>
        <w:tab/>
        <w:t>1.013e0</w:t>
      </w:r>
    </w:p>
    <w:p w:rsidR="007B6A46" w:rsidRDefault="007B6A46" w:rsidP="007B6A46">
      <w:r>
        <w:t>564.0627</w:t>
      </w:r>
      <w:r>
        <w:tab/>
        <w:t>2.025e0</w:t>
      </w:r>
    </w:p>
    <w:p w:rsidR="007B6A46" w:rsidRDefault="007B6A46" w:rsidP="007B6A46">
      <w:r>
        <w:t>564.0692</w:t>
      </w:r>
      <w:r>
        <w:tab/>
        <w:t>1.013e0</w:t>
      </w:r>
    </w:p>
    <w:p w:rsidR="007B6A46" w:rsidRDefault="007B6A46" w:rsidP="007B6A46">
      <w:r>
        <w:t>564.0967</w:t>
      </w:r>
      <w:r>
        <w:tab/>
        <w:t>2.025e0</w:t>
      </w:r>
    </w:p>
    <w:p w:rsidR="007B6A46" w:rsidRDefault="007B6A46" w:rsidP="007B6A46">
      <w:r>
        <w:t>564.1071</w:t>
      </w:r>
      <w:r>
        <w:tab/>
        <w:t>1.013e0</w:t>
      </w:r>
    </w:p>
    <w:p w:rsidR="007B6A46" w:rsidRDefault="007B6A46" w:rsidP="007B6A46">
      <w:r>
        <w:t>564.1557</w:t>
      </w:r>
      <w:r>
        <w:tab/>
        <w:t>1.013e0</w:t>
      </w:r>
    </w:p>
    <w:p w:rsidR="007B6A46" w:rsidRDefault="007B6A46" w:rsidP="007B6A46">
      <w:r>
        <w:t>564.1663</w:t>
      </w:r>
      <w:r>
        <w:tab/>
        <w:t>1.013e0</w:t>
      </w:r>
    </w:p>
    <w:p w:rsidR="007B6A46" w:rsidRDefault="007B6A46" w:rsidP="007B6A46">
      <w:r>
        <w:t>564.2267</w:t>
      </w:r>
      <w:r>
        <w:tab/>
        <w:t>1.013e0</w:t>
      </w:r>
    </w:p>
    <w:p w:rsidR="007B6A46" w:rsidRDefault="007B6A46" w:rsidP="007B6A46">
      <w:r>
        <w:lastRenderedPageBreak/>
        <w:t>564.2343</w:t>
      </w:r>
      <w:r>
        <w:tab/>
        <w:t>1.013e0</w:t>
      </w:r>
    </w:p>
    <w:p w:rsidR="007B6A46" w:rsidRDefault="007B6A46" w:rsidP="007B6A46">
      <w:r>
        <w:t>564.2784</w:t>
      </w:r>
      <w:r>
        <w:tab/>
        <w:t>1.013e0</w:t>
      </w:r>
    </w:p>
    <w:p w:rsidR="007B6A46" w:rsidRDefault="007B6A46" w:rsidP="007B6A46">
      <w:r>
        <w:t>564.3216</w:t>
      </w:r>
      <w:r>
        <w:tab/>
        <w:t>1.013e0</w:t>
      </w:r>
    </w:p>
    <w:p w:rsidR="007B6A46" w:rsidRDefault="007B6A46" w:rsidP="007B6A46">
      <w:r>
        <w:t>564.3411</w:t>
      </w:r>
      <w:r>
        <w:tab/>
        <w:t>1.013e0</w:t>
      </w:r>
    </w:p>
    <w:p w:rsidR="007B6A46" w:rsidRDefault="007B6A46" w:rsidP="007B6A46">
      <w:r>
        <w:t>564.3857</w:t>
      </w:r>
      <w:r>
        <w:tab/>
        <w:t>2.025e0</w:t>
      </w:r>
    </w:p>
    <w:p w:rsidR="007B6A46" w:rsidRDefault="007B6A46" w:rsidP="007B6A46">
      <w:r>
        <w:t>564.3873</w:t>
      </w:r>
      <w:r>
        <w:tab/>
        <w:t>1.013e0</w:t>
      </w:r>
    </w:p>
    <w:p w:rsidR="007B6A46" w:rsidRDefault="007B6A46" w:rsidP="007B6A46">
      <w:r>
        <w:t>564.4124</w:t>
      </w:r>
      <w:r>
        <w:tab/>
        <w:t>3.038e0</w:t>
      </w:r>
    </w:p>
    <w:p w:rsidR="007B6A46" w:rsidRDefault="007B6A46" w:rsidP="007B6A46">
      <w:r>
        <w:t>564.4703</w:t>
      </w:r>
      <w:r>
        <w:tab/>
        <w:t>2.025e0</w:t>
      </w:r>
    </w:p>
    <w:p w:rsidR="007B6A46" w:rsidRDefault="007B6A46" w:rsidP="007B6A46">
      <w:r>
        <w:t>564.5150</w:t>
      </w:r>
      <w:r>
        <w:tab/>
        <w:t>1.013e0</w:t>
      </w:r>
    </w:p>
    <w:p w:rsidR="007B6A46" w:rsidRDefault="007B6A46" w:rsidP="007B6A46">
      <w:r>
        <w:t>564.5689</w:t>
      </w:r>
      <w:r>
        <w:tab/>
        <w:t>2.025e0</w:t>
      </w:r>
    </w:p>
    <w:p w:rsidR="007B6A46" w:rsidRDefault="007B6A46" w:rsidP="007B6A46">
      <w:r>
        <w:t>564.5829</w:t>
      </w:r>
      <w:r>
        <w:tab/>
        <w:t>1.013e0</w:t>
      </w:r>
    </w:p>
    <w:p w:rsidR="007B6A46" w:rsidRDefault="007B6A46" w:rsidP="007B6A46">
      <w:r>
        <w:t>564.7878</w:t>
      </w:r>
      <w:r>
        <w:tab/>
        <w:t>1.013e0</w:t>
      </w:r>
    </w:p>
    <w:p w:rsidR="007B6A46" w:rsidRDefault="007B6A46" w:rsidP="007B6A46">
      <w:r>
        <w:t>564.8259</w:t>
      </w:r>
      <w:r>
        <w:tab/>
        <w:t>1.013e0</w:t>
      </w:r>
    </w:p>
    <w:p w:rsidR="007B6A46" w:rsidRDefault="007B6A46" w:rsidP="007B6A46">
      <w:r>
        <w:t>564.8926</w:t>
      </w:r>
      <w:r>
        <w:tab/>
        <w:t>1.013e0</w:t>
      </w:r>
    </w:p>
    <w:p w:rsidR="007B6A46" w:rsidRDefault="007B6A46" w:rsidP="007B6A46">
      <w:r>
        <w:t>564.9036</w:t>
      </w:r>
      <w:r>
        <w:tab/>
        <w:t>1.013e0</w:t>
      </w:r>
    </w:p>
    <w:p w:rsidR="007B6A46" w:rsidRDefault="007B6A46" w:rsidP="007B6A46">
      <w:r>
        <w:t>564.9586</w:t>
      </w:r>
      <w:r>
        <w:tab/>
        <w:t>2.025e0</w:t>
      </w:r>
    </w:p>
    <w:p w:rsidR="007B6A46" w:rsidRDefault="007B6A46" w:rsidP="007B6A46">
      <w:r>
        <w:t>564.9822</w:t>
      </w:r>
      <w:r>
        <w:tab/>
        <w:t>1.013e0</w:t>
      </w:r>
    </w:p>
    <w:p w:rsidR="007B6A46" w:rsidRDefault="007B6A46" w:rsidP="007B6A46">
      <w:r>
        <w:t>565.0883</w:t>
      </w:r>
      <w:r>
        <w:tab/>
        <w:t>1.013e0</w:t>
      </w:r>
    </w:p>
    <w:p w:rsidR="007B6A46" w:rsidRDefault="007B6A46" w:rsidP="007B6A46">
      <w:r>
        <w:t>565.1005</w:t>
      </w:r>
      <w:r>
        <w:tab/>
        <w:t>2.025e0</w:t>
      </w:r>
    </w:p>
    <w:p w:rsidR="007B6A46" w:rsidRDefault="007B6A46" w:rsidP="007B6A46">
      <w:r>
        <w:lastRenderedPageBreak/>
        <w:t>565.1403</w:t>
      </w:r>
      <w:r>
        <w:tab/>
        <w:t>3.038e0</w:t>
      </w:r>
    </w:p>
    <w:p w:rsidR="007B6A46" w:rsidRDefault="007B6A46" w:rsidP="007B6A46">
      <w:r>
        <w:t>565.1627</w:t>
      </w:r>
      <w:r>
        <w:tab/>
        <w:t>1.013e0</w:t>
      </w:r>
    </w:p>
    <w:p w:rsidR="007B6A46" w:rsidRDefault="007B6A46" w:rsidP="007B6A46">
      <w:r>
        <w:t>565.2050</w:t>
      </w:r>
      <w:r>
        <w:tab/>
        <w:t>1.013e0</w:t>
      </w:r>
    </w:p>
    <w:p w:rsidR="007B6A46" w:rsidRDefault="007B6A46" w:rsidP="007B6A46">
      <w:r>
        <w:t>565.2166</w:t>
      </w:r>
      <w:r>
        <w:tab/>
        <w:t>4.051e0</w:t>
      </w:r>
    </w:p>
    <w:p w:rsidR="007B6A46" w:rsidRDefault="007B6A46" w:rsidP="007B6A46">
      <w:r>
        <w:t>565.2373</w:t>
      </w:r>
      <w:r>
        <w:tab/>
        <w:t>1.013e0</w:t>
      </w:r>
    </w:p>
    <w:p w:rsidR="007B6A46" w:rsidRDefault="007B6A46" w:rsidP="007B6A46">
      <w:r>
        <w:t>565.2730</w:t>
      </w:r>
      <w:r>
        <w:tab/>
        <w:t>2.025e0</w:t>
      </w:r>
    </w:p>
    <w:p w:rsidR="007B6A46" w:rsidRDefault="007B6A46" w:rsidP="007B6A46">
      <w:r>
        <w:t>565.2900</w:t>
      </w:r>
      <w:r>
        <w:tab/>
        <w:t>1.013e0</w:t>
      </w:r>
    </w:p>
    <w:p w:rsidR="007B6A46" w:rsidRDefault="007B6A46" w:rsidP="007B6A46">
      <w:r>
        <w:t>565.3167</w:t>
      </w:r>
      <w:r>
        <w:tab/>
        <w:t>2.025e0</w:t>
      </w:r>
    </w:p>
    <w:p w:rsidR="007B6A46" w:rsidRDefault="007B6A46" w:rsidP="007B6A46">
      <w:r>
        <w:t>565.3420</w:t>
      </w:r>
      <w:r>
        <w:tab/>
        <w:t>2.025e0</w:t>
      </w:r>
    </w:p>
    <w:p w:rsidR="007B6A46" w:rsidRDefault="007B6A46" w:rsidP="007B6A46">
      <w:r>
        <w:t>565.3606</w:t>
      </w:r>
      <w:r>
        <w:tab/>
        <w:t>1.013e0</w:t>
      </w:r>
    </w:p>
    <w:p w:rsidR="007B6A46" w:rsidRDefault="007B6A46" w:rsidP="007B6A46">
      <w:r>
        <w:t>565.3627</w:t>
      </w:r>
      <w:r>
        <w:tab/>
        <w:t>1.013e0</w:t>
      </w:r>
    </w:p>
    <w:p w:rsidR="007B6A46" w:rsidRDefault="007B6A46" w:rsidP="007B6A46">
      <w:r>
        <w:t>565.3818</w:t>
      </w:r>
      <w:r>
        <w:tab/>
        <w:t>1.013e0</w:t>
      </w:r>
    </w:p>
    <w:p w:rsidR="007B6A46" w:rsidRDefault="007B6A46" w:rsidP="007B6A46">
      <w:r>
        <w:t>565.4348</w:t>
      </w:r>
      <w:r>
        <w:tab/>
        <w:t>1.013e0</w:t>
      </w:r>
    </w:p>
    <w:p w:rsidR="007B6A46" w:rsidRDefault="007B6A46" w:rsidP="007B6A46">
      <w:r>
        <w:t>565.4572</w:t>
      </w:r>
      <w:r>
        <w:tab/>
        <w:t>3.038e0</w:t>
      </w:r>
    </w:p>
    <w:p w:rsidR="007B6A46" w:rsidRDefault="007B6A46" w:rsidP="007B6A46">
      <w:r>
        <w:t>565.5502</w:t>
      </w:r>
      <w:r>
        <w:tab/>
        <w:t>3.038e0</w:t>
      </w:r>
    </w:p>
    <w:p w:rsidR="007B6A46" w:rsidRDefault="007B6A46" w:rsidP="007B6A46">
      <w:r>
        <w:t>565.5610</w:t>
      </w:r>
      <w:r>
        <w:tab/>
        <w:t>1.013e0</w:t>
      </w:r>
    </w:p>
    <w:p w:rsidR="007B6A46" w:rsidRDefault="007B6A46" w:rsidP="007B6A46">
      <w:r>
        <w:t>565.5980</w:t>
      </w:r>
      <w:r>
        <w:tab/>
        <w:t>1.013e0</w:t>
      </w:r>
    </w:p>
    <w:p w:rsidR="007B6A46" w:rsidRDefault="007B6A46" w:rsidP="007B6A46">
      <w:r>
        <w:t>565.6047</w:t>
      </w:r>
      <w:r>
        <w:tab/>
        <w:t>1.013e0</w:t>
      </w:r>
    </w:p>
    <w:p w:rsidR="007B6A46" w:rsidRDefault="007B6A46" w:rsidP="007B6A46">
      <w:r>
        <w:t>565.7789</w:t>
      </w:r>
      <w:r>
        <w:tab/>
        <w:t>1.013e0</w:t>
      </w:r>
    </w:p>
    <w:p w:rsidR="007B6A46" w:rsidRDefault="007B6A46" w:rsidP="007B6A46">
      <w:r>
        <w:lastRenderedPageBreak/>
        <w:t>565.7896</w:t>
      </w:r>
      <w:r>
        <w:tab/>
        <w:t>1.013e0</w:t>
      </w:r>
    </w:p>
    <w:p w:rsidR="007B6A46" w:rsidRDefault="007B6A46" w:rsidP="007B6A46">
      <w:r>
        <w:t>565.8185</w:t>
      </w:r>
      <w:r>
        <w:tab/>
        <w:t>2.025e0</w:t>
      </w:r>
    </w:p>
    <w:p w:rsidR="007B6A46" w:rsidRDefault="007B6A46" w:rsidP="007B6A46">
      <w:r>
        <w:t>565.8373</w:t>
      </w:r>
      <w:r>
        <w:tab/>
        <w:t>1.013e0</w:t>
      </w:r>
    </w:p>
    <w:p w:rsidR="007B6A46" w:rsidRDefault="007B6A46" w:rsidP="007B6A46">
      <w:r>
        <w:t>565.8506</w:t>
      </w:r>
      <w:r>
        <w:tab/>
        <w:t>1.013e0</w:t>
      </w:r>
    </w:p>
    <w:p w:rsidR="007B6A46" w:rsidRDefault="007B6A46" w:rsidP="007B6A46">
      <w:r>
        <w:t>565.8577</w:t>
      </w:r>
      <w:r>
        <w:tab/>
        <w:t>1.013e0</w:t>
      </w:r>
    </w:p>
    <w:p w:rsidR="007B6A46" w:rsidRDefault="007B6A46" w:rsidP="007B6A46">
      <w:r>
        <w:t>565.8667</w:t>
      </w:r>
      <w:r>
        <w:tab/>
        <w:t>1.013e0</w:t>
      </w:r>
    </w:p>
    <w:p w:rsidR="007B6A46" w:rsidRDefault="007B6A46" w:rsidP="007B6A46">
      <w:r>
        <w:t>565.9161</w:t>
      </w:r>
      <w:r>
        <w:tab/>
        <w:t>1.013e0</w:t>
      </w:r>
    </w:p>
    <w:p w:rsidR="007B6A46" w:rsidRDefault="007B6A46" w:rsidP="007B6A46">
      <w:r>
        <w:t>565.9207</w:t>
      </w:r>
      <w:r>
        <w:tab/>
        <w:t>1.013e0</w:t>
      </w:r>
    </w:p>
    <w:p w:rsidR="007B6A46" w:rsidRDefault="007B6A46" w:rsidP="007B6A46">
      <w:r>
        <w:t>565.9551</w:t>
      </w:r>
      <w:r>
        <w:tab/>
        <w:t>1.013e0</w:t>
      </w:r>
    </w:p>
    <w:p w:rsidR="007B6A46" w:rsidRDefault="007B6A46" w:rsidP="007B6A46">
      <w:r>
        <w:t>565.9576</w:t>
      </w:r>
      <w:r>
        <w:tab/>
        <w:t>1.013e0</w:t>
      </w:r>
    </w:p>
    <w:p w:rsidR="007B6A46" w:rsidRDefault="007B6A46" w:rsidP="007B6A46">
      <w:r>
        <w:t>565.9760</w:t>
      </w:r>
      <w:r>
        <w:tab/>
        <w:t>1.013e0</w:t>
      </w:r>
    </w:p>
    <w:p w:rsidR="007B6A46" w:rsidRDefault="007B6A46" w:rsidP="007B6A46">
      <w:r>
        <w:t>566.0515</w:t>
      </w:r>
      <w:r>
        <w:tab/>
        <w:t>1.013e0</w:t>
      </w:r>
    </w:p>
    <w:p w:rsidR="007B6A46" w:rsidRDefault="007B6A46" w:rsidP="007B6A46">
      <w:r>
        <w:t>566.0710</w:t>
      </w:r>
      <w:r>
        <w:tab/>
        <w:t>1.013e0</w:t>
      </w:r>
    </w:p>
    <w:p w:rsidR="007B6A46" w:rsidRDefault="007B6A46" w:rsidP="007B6A46">
      <w:r>
        <w:t>566.0848</w:t>
      </w:r>
      <w:r>
        <w:tab/>
        <w:t>1.013e0</w:t>
      </w:r>
    </w:p>
    <w:p w:rsidR="007B6A46" w:rsidRDefault="007B6A46" w:rsidP="007B6A46">
      <w:r>
        <w:t>566.1020</w:t>
      </w:r>
      <w:r>
        <w:tab/>
        <w:t>2.025e0</w:t>
      </w:r>
    </w:p>
    <w:p w:rsidR="007B6A46" w:rsidRDefault="007B6A46" w:rsidP="007B6A46">
      <w:r>
        <w:t>566.1193</w:t>
      </w:r>
      <w:r>
        <w:tab/>
        <w:t>1.013e0</w:t>
      </w:r>
    </w:p>
    <w:p w:rsidR="007B6A46" w:rsidRDefault="007B6A46" w:rsidP="007B6A46">
      <w:r>
        <w:t>566.1212</w:t>
      </w:r>
      <w:r>
        <w:tab/>
        <w:t>2.025e0</w:t>
      </w:r>
    </w:p>
    <w:p w:rsidR="007B6A46" w:rsidRDefault="007B6A46" w:rsidP="007B6A46">
      <w:r>
        <w:t>566.1595</w:t>
      </w:r>
      <w:r>
        <w:tab/>
        <w:t>1.013e0</w:t>
      </w:r>
    </w:p>
    <w:p w:rsidR="007B6A46" w:rsidRDefault="007B6A46" w:rsidP="007B6A46">
      <w:r>
        <w:t>566.2297</w:t>
      </w:r>
      <w:r>
        <w:tab/>
        <w:t>2.025e0</w:t>
      </w:r>
    </w:p>
    <w:p w:rsidR="007B6A46" w:rsidRDefault="007B6A46" w:rsidP="007B6A46">
      <w:r>
        <w:lastRenderedPageBreak/>
        <w:t>566.2366</w:t>
      </w:r>
      <w:r>
        <w:tab/>
        <w:t>2.025e0</w:t>
      </w:r>
    </w:p>
    <w:p w:rsidR="007B6A46" w:rsidRDefault="007B6A46" w:rsidP="007B6A46">
      <w:r>
        <w:t>566.2476</w:t>
      </w:r>
      <w:r>
        <w:tab/>
        <w:t>1.013e0</w:t>
      </w:r>
    </w:p>
    <w:p w:rsidR="007B6A46" w:rsidRDefault="007B6A46" w:rsidP="007B6A46">
      <w:r>
        <w:t>566.2791</w:t>
      </w:r>
      <w:r>
        <w:tab/>
        <w:t>1.205e0</w:t>
      </w:r>
    </w:p>
    <w:p w:rsidR="007B6A46" w:rsidRDefault="007B6A46" w:rsidP="007B6A46">
      <w:r>
        <w:t>566.2959</w:t>
      </w:r>
      <w:r>
        <w:tab/>
        <w:t>1.013e0</w:t>
      </w:r>
    </w:p>
    <w:p w:rsidR="007B6A46" w:rsidRDefault="007B6A46" w:rsidP="007B6A46">
      <w:r>
        <w:t>566.3269</w:t>
      </w:r>
      <w:r>
        <w:tab/>
        <w:t>3.038e0</w:t>
      </w:r>
    </w:p>
    <w:p w:rsidR="007B6A46" w:rsidRDefault="007B6A46" w:rsidP="007B6A46">
      <w:r>
        <w:t>566.3340</w:t>
      </w:r>
      <w:r>
        <w:tab/>
        <w:t>1.013e0</w:t>
      </w:r>
    </w:p>
    <w:p w:rsidR="007B6A46" w:rsidRDefault="007B6A46" w:rsidP="007B6A46">
      <w:r>
        <w:t>566.3882</w:t>
      </w:r>
      <w:r>
        <w:tab/>
        <w:t>2.025e0</w:t>
      </w:r>
    </w:p>
    <w:p w:rsidR="007B6A46" w:rsidRDefault="007B6A46" w:rsidP="007B6A46">
      <w:r>
        <w:t>566.3943</w:t>
      </w:r>
      <w:r>
        <w:tab/>
        <w:t>2.025e0</w:t>
      </w:r>
    </w:p>
    <w:p w:rsidR="007B6A46" w:rsidRDefault="007B6A46" w:rsidP="007B6A46">
      <w:r>
        <w:t>566.4022</w:t>
      </w:r>
      <w:r>
        <w:tab/>
        <w:t>1.013e0</w:t>
      </w:r>
    </w:p>
    <w:p w:rsidR="007B6A46" w:rsidRDefault="007B6A46" w:rsidP="007B6A46">
      <w:r>
        <w:t>566.4789</w:t>
      </w:r>
      <w:r>
        <w:tab/>
        <w:t>1.013e0</w:t>
      </w:r>
    </w:p>
    <w:p w:rsidR="007B6A46" w:rsidRDefault="007B6A46" w:rsidP="007B6A46">
      <w:r>
        <w:t>566.4820</w:t>
      </w:r>
      <w:r>
        <w:tab/>
        <w:t>1.013e0</w:t>
      </w:r>
    </w:p>
    <w:p w:rsidR="007B6A46" w:rsidRDefault="007B6A46" w:rsidP="007B6A46">
      <w:r>
        <w:t>566.5395</w:t>
      </w:r>
      <w:r>
        <w:tab/>
        <w:t>1.013e0</w:t>
      </w:r>
    </w:p>
    <w:p w:rsidR="007B6A46" w:rsidRDefault="007B6A46" w:rsidP="007B6A46">
      <w:r>
        <w:t>566.6068</w:t>
      </w:r>
      <w:r>
        <w:tab/>
        <w:t>2.025e0</w:t>
      </w:r>
    </w:p>
    <w:p w:rsidR="007B6A46" w:rsidRDefault="007B6A46" w:rsidP="007B6A46">
      <w:r>
        <w:t>566.6235</w:t>
      </w:r>
      <w:r>
        <w:tab/>
        <w:t>1.013e0</w:t>
      </w:r>
    </w:p>
    <w:p w:rsidR="007B6A46" w:rsidRDefault="007B6A46" w:rsidP="007B6A46">
      <w:r>
        <w:t>566.6467</w:t>
      </w:r>
      <w:r>
        <w:tab/>
        <w:t>1.013e0</w:t>
      </w:r>
    </w:p>
    <w:p w:rsidR="007B6A46" w:rsidRDefault="007B6A46" w:rsidP="007B6A46">
      <w:r>
        <w:t>566.6662</w:t>
      </w:r>
      <w:r>
        <w:tab/>
        <w:t>1.013e0</w:t>
      </w:r>
    </w:p>
    <w:p w:rsidR="007B6A46" w:rsidRDefault="007B6A46" w:rsidP="007B6A46">
      <w:r>
        <w:t>566.7628</w:t>
      </w:r>
      <w:r>
        <w:tab/>
        <w:t>1.013e0</w:t>
      </w:r>
    </w:p>
    <w:p w:rsidR="007B6A46" w:rsidRDefault="007B6A46" w:rsidP="007B6A46">
      <w:r>
        <w:t>566.8115</w:t>
      </w:r>
      <w:r>
        <w:tab/>
        <w:t>1.013e0</w:t>
      </w:r>
    </w:p>
    <w:p w:rsidR="007B6A46" w:rsidRDefault="007B6A46" w:rsidP="007B6A46">
      <w:r>
        <w:t>566.9188</w:t>
      </w:r>
      <w:r>
        <w:tab/>
        <w:t>1.013e0</w:t>
      </w:r>
    </w:p>
    <w:p w:rsidR="007B6A46" w:rsidRDefault="007B6A46" w:rsidP="007B6A46">
      <w:r>
        <w:lastRenderedPageBreak/>
        <w:t>566.9658</w:t>
      </w:r>
      <w:r>
        <w:tab/>
        <w:t>1.013e0</w:t>
      </w:r>
    </w:p>
    <w:p w:rsidR="007B6A46" w:rsidRDefault="007B6A46" w:rsidP="007B6A46">
      <w:r>
        <w:t>567.0219</w:t>
      </w:r>
      <w:r>
        <w:tab/>
        <w:t>1.013e0</w:t>
      </w:r>
    </w:p>
    <w:p w:rsidR="007B6A46" w:rsidRDefault="007B6A46" w:rsidP="007B6A46">
      <w:r>
        <w:t>567.0855</w:t>
      </w:r>
      <w:r>
        <w:tab/>
        <w:t>1.013e0</w:t>
      </w:r>
    </w:p>
    <w:p w:rsidR="007B6A46" w:rsidRDefault="007B6A46" w:rsidP="007B6A46">
      <w:r>
        <w:t>567.1050</w:t>
      </w:r>
      <w:r>
        <w:tab/>
        <w:t>1.013e0</w:t>
      </w:r>
    </w:p>
    <w:p w:rsidR="007B6A46" w:rsidRDefault="007B6A46" w:rsidP="007B6A46">
      <w:r>
        <w:t>567.1245</w:t>
      </w:r>
      <w:r>
        <w:tab/>
        <w:t>1.013e0</w:t>
      </w:r>
    </w:p>
    <w:p w:rsidR="007B6A46" w:rsidRDefault="007B6A46" w:rsidP="007B6A46">
      <w:r>
        <w:t>567.1291</w:t>
      </w:r>
      <w:r>
        <w:tab/>
        <w:t>2.025e0</w:t>
      </w:r>
    </w:p>
    <w:p w:rsidR="007B6A46" w:rsidRDefault="007B6A46" w:rsidP="007B6A46">
      <w:r>
        <w:t>567.1635</w:t>
      </w:r>
      <w:r>
        <w:tab/>
        <w:t>1.013e0</w:t>
      </w:r>
    </w:p>
    <w:p w:rsidR="007B6A46" w:rsidRDefault="007B6A46" w:rsidP="007B6A46">
      <w:r>
        <w:t>567.2310</w:t>
      </w:r>
      <w:r>
        <w:tab/>
        <w:t>1.013e0</w:t>
      </w:r>
    </w:p>
    <w:p w:rsidR="007B6A46" w:rsidRDefault="007B6A46" w:rsidP="007B6A46">
      <w:r>
        <w:t>567.2407</w:t>
      </w:r>
      <w:r>
        <w:tab/>
        <w:t>1.013e0</w:t>
      </w:r>
    </w:p>
    <w:p w:rsidR="007B6A46" w:rsidRDefault="007B6A46" w:rsidP="007B6A46">
      <w:r>
        <w:t>567.2561</w:t>
      </w:r>
      <w:r>
        <w:tab/>
        <w:t>1.013e0</w:t>
      </w:r>
    </w:p>
    <w:p w:rsidR="007B6A46" w:rsidRDefault="007B6A46" w:rsidP="007B6A46">
      <w:r>
        <w:t>567.2611</w:t>
      </w:r>
      <w:r>
        <w:tab/>
        <w:t>1.013e0</w:t>
      </w:r>
    </w:p>
    <w:p w:rsidR="007B6A46" w:rsidRDefault="007B6A46" w:rsidP="007B6A46">
      <w:r>
        <w:t>567.3273</w:t>
      </w:r>
      <w:r>
        <w:tab/>
        <w:t>1.013e0</w:t>
      </w:r>
    </w:p>
    <w:p w:rsidR="007B6A46" w:rsidRDefault="007B6A46" w:rsidP="007B6A46">
      <w:r>
        <w:t>567.3291</w:t>
      </w:r>
      <w:r>
        <w:tab/>
        <w:t>3.038e0</w:t>
      </w:r>
    </w:p>
    <w:p w:rsidR="007B6A46" w:rsidRDefault="007B6A46" w:rsidP="007B6A46">
      <w:r>
        <w:t>567.3578</w:t>
      </w:r>
      <w:r>
        <w:tab/>
        <w:t>1.013e0</w:t>
      </w:r>
    </w:p>
    <w:p w:rsidR="007B6A46" w:rsidRDefault="007B6A46" w:rsidP="007B6A46">
      <w:r>
        <w:t>567.3588</w:t>
      </w:r>
      <w:r>
        <w:tab/>
        <w:t>2.025e0</w:t>
      </w:r>
    </w:p>
    <w:p w:rsidR="007B6A46" w:rsidRDefault="007B6A46" w:rsidP="007B6A46">
      <w:r>
        <w:t>567.5237</w:t>
      </w:r>
      <w:r>
        <w:tab/>
        <w:t>1.013e0</w:t>
      </w:r>
    </w:p>
    <w:p w:rsidR="007B6A46" w:rsidRDefault="007B6A46" w:rsidP="007B6A46">
      <w:r>
        <w:t>567.5454</w:t>
      </w:r>
      <w:r>
        <w:tab/>
        <w:t>1.013e0</w:t>
      </w:r>
    </w:p>
    <w:p w:rsidR="007B6A46" w:rsidRDefault="007B6A46" w:rsidP="007B6A46">
      <w:r>
        <w:t>567.5790</w:t>
      </w:r>
      <w:r>
        <w:tab/>
        <w:t>3.038e0</w:t>
      </w:r>
    </w:p>
    <w:p w:rsidR="007B6A46" w:rsidRDefault="007B6A46" w:rsidP="007B6A46">
      <w:r>
        <w:t>567.6124</w:t>
      </w:r>
      <w:r>
        <w:tab/>
        <w:t>1.013e0</w:t>
      </w:r>
    </w:p>
    <w:p w:rsidR="007B6A46" w:rsidRDefault="007B6A46" w:rsidP="007B6A46">
      <w:r>
        <w:lastRenderedPageBreak/>
        <w:t>567.6790</w:t>
      </w:r>
      <w:r>
        <w:tab/>
        <w:t>2.025e0</w:t>
      </w:r>
    </w:p>
    <w:p w:rsidR="007B6A46" w:rsidRDefault="007B6A46" w:rsidP="007B6A46">
      <w:r>
        <w:t>567.6896</w:t>
      </w:r>
      <w:r>
        <w:tab/>
        <w:t>1.013e0</w:t>
      </w:r>
    </w:p>
    <w:p w:rsidR="007B6A46" w:rsidRDefault="007B6A46" w:rsidP="007B6A46">
      <w:r>
        <w:t>567.7687</w:t>
      </w:r>
      <w:r>
        <w:tab/>
        <w:t>1.013e0</w:t>
      </w:r>
    </w:p>
    <w:p w:rsidR="007B6A46" w:rsidRDefault="007B6A46" w:rsidP="007B6A46">
      <w:r>
        <w:t>567.7958</w:t>
      </w:r>
      <w:r>
        <w:tab/>
        <w:t>1.013e0</w:t>
      </w:r>
    </w:p>
    <w:p w:rsidR="007B6A46" w:rsidRDefault="007B6A46" w:rsidP="007B6A46">
      <w:r>
        <w:t>567.8264</w:t>
      </w:r>
      <w:r>
        <w:tab/>
        <w:t>1.013e0</w:t>
      </w:r>
    </w:p>
    <w:p w:rsidR="007B6A46" w:rsidRDefault="007B6A46" w:rsidP="007B6A46">
      <w:r>
        <w:t>567.8468</w:t>
      </w:r>
      <w:r>
        <w:tab/>
        <w:t>2.025e0</w:t>
      </w:r>
    </w:p>
    <w:p w:rsidR="007B6A46" w:rsidRDefault="007B6A46" w:rsidP="007B6A46">
      <w:r>
        <w:t>567.8762</w:t>
      </w:r>
      <w:r>
        <w:tab/>
        <w:t>2.025e0</w:t>
      </w:r>
    </w:p>
    <w:p w:rsidR="007B6A46" w:rsidRDefault="007B6A46" w:rsidP="007B6A46">
      <w:r>
        <w:t>567.8847</w:t>
      </w:r>
      <w:r>
        <w:tab/>
        <w:t>1.013e0</w:t>
      </w:r>
    </w:p>
    <w:p w:rsidR="007B6A46" w:rsidRDefault="007B6A46" w:rsidP="007B6A46">
      <w:r>
        <w:t>567.8877</w:t>
      </w:r>
      <w:r>
        <w:tab/>
        <w:t>1.013e0</w:t>
      </w:r>
    </w:p>
    <w:p w:rsidR="007B6A46" w:rsidRDefault="007B6A46" w:rsidP="007B6A46">
      <w:r>
        <w:t>567.9835</w:t>
      </w:r>
      <w:r>
        <w:tab/>
        <w:t>1.013e0</w:t>
      </w:r>
    </w:p>
    <w:p w:rsidR="007B6A46" w:rsidRDefault="007B6A46" w:rsidP="007B6A46">
      <w:r>
        <w:t>568.0217</w:t>
      </w:r>
      <w:r>
        <w:tab/>
        <w:t>1.013e0</w:t>
      </w:r>
    </w:p>
    <w:p w:rsidR="007B6A46" w:rsidRDefault="007B6A46" w:rsidP="007B6A46">
      <w:r>
        <w:t>568.0413</w:t>
      </w:r>
      <w:r>
        <w:tab/>
        <w:t>1.013e0</w:t>
      </w:r>
    </w:p>
    <w:p w:rsidR="007B6A46" w:rsidRDefault="007B6A46" w:rsidP="007B6A46">
      <w:r>
        <w:t>568.0715</w:t>
      </w:r>
      <w:r>
        <w:tab/>
        <w:t>1.013e0</w:t>
      </w:r>
    </w:p>
    <w:p w:rsidR="007B6A46" w:rsidRDefault="007B6A46" w:rsidP="007B6A46">
      <w:r>
        <w:t>568.1296</w:t>
      </w:r>
      <w:r>
        <w:tab/>
        <w:t>2.025e0</w:t>
      </w:r>
    </w:p>
    <w:p w:rsidR="007B6A46" w:rsidRDefault="007B6A46" w:rsidP="007B6A46">
      <w:r>
        <w:t>568.1555</w:t>
      </w:r>
      <w:r>
        <w:tab/>
        <w:t>2.025e0</w:t>
      </w:r>
    </w:p>
    <w:p w:rsidR="007B6A46" w:rsidRDefault="007B6A46" w:rsidP="007B6A46">
      <w:r>
        <w:t>568.1747</w:t>
      </w:r>
      <w:r>
        <w:tab/>
        <w:t>1.013e0</w:t>
      </w:r>
    </w:p>
    <w:p w:rsidR="007B6A46" w:rsidRDefault="007B6A46" w:rsidP="007B6A46">
      <w:r>
        <w:t>568.2172</w:t>
      </w:r>
      <w:r>
        <w:tab/>
        <w:t>1.013e0</w:t>
      </w:r>
    </w:p>
    <w:p w:rsidR="007B6A46" w:rsidRDefault="007B6A46" w:rsidP="007B6A46">
      <w:r>
        <w:t>568.2451</w:t>
      </w:r>
      <w:r>
        <w:tab/>
        <w:t>1.013e0</w:t>
      </w:r>
    </w:p>
    <w:p w:rsidR="007B6A46" w:rsidRDefault="007B6A46" w:rsidP="007B6A46">
      <w:r>
        <w:t>568.2571</w:t>
      </w:r>
      <w:r>
        <w:tab/>
        <w:t>1.013e0</w:t>
      </w:r>
    </w:p>
    <w:p w:rsidR="007B6A46" w:rsidRDefault="007B6A46" w:rsidP="007B6A46">
      <w:r>
        <w:lastRenderedPageBreak/>
        <w:t>568.2962</w:t>
      </w:r>
      <w:r>
        <w:tab/>
        <w:t>1.013e0</w:t>
      </w:r>
    </w:p>
    <w:p w:rsidR="007B6A46" w:rsidRDefault="007B6A46" w:rsidP="007B6A46">
      <w:r>
        <w:t>568.3444</w:t>
      </w:r>
      <w:r>
        <w:tab/>
        <w:t>5.063e0</w:t>
      </w:r>
    </w:p>
    <w:p w:rsidR="007B6A46" w:rsidRDefault="007B6A46" w:rsidP="007B6A46">
      <w:r>
        <w:t>568.3644</w:t>
      </w:r>
      <w:r>
        <w:tab/>
        <w:t>3.038e0</w:t>
      </w:r>
    </w:p>
    <w:p w:rsidR="007B6A46" w:rsidRDefault="007B6A46" w:rsidP="007B6A46">
      <w:r>
        <w:t>568.3907</w:t>
      </w:r>
      <w:r>
        <w:tab/>
        <w:t>2.025e0</w:t>
      </w:r>
    </w:p>
    <w:p w:rsidR="007B6A46" w:rsidRDefault="007B6A46" w:rsidP="007B6A46">
      <w:r>
        <w:t>568.4126</w:t>
      </w:r>
      <w:r>
        <w:tab/>
        <w:t>1.013e0</w:t>
      </w:r>
    </w:p>
    <w:p w:rsidR="007B6A46" w:rsidRDefault="007B6A46" w:rsidP="007B6A46">
      <w:r>
        <w:t>568.4459</w:t>
      </w:r>
      <w:r>
        <w:tab/>
        <w:t>1.013e0</w:t>
      </w:r>
    </w:p>
    <w:p w:rsidR="007B6A46" w:rsidRDefault="007B6A46" w:rsidP="007B6A46">
      <w:r>
        <w:t>568.4797</w:t>
      </w:r>
      <w:r>
        <w:tab/>
        <w:t>2.025e0</w:t>
      </w:r>
    </w:p>
    <w:p w:rsidR="007B6A46" w:rsidRDefault="007B6A46" w:rsidP="007B6A46">
      <w:r>
        <w:t>568.6080</w:t>
      </w:r>
      <w:r>
        <w:tab/>
        <w:t>2.025e0</w:t>
      </w:r>
    </w:p>
    <w:p w:rsidR="007B6A46" w:rsidRDefault="007B6A46" w:rsidP="007B6A46">
      <w:r>
        <w:t>568.6677</w:t>
      </w:r>
      <w:r>
        <w:tab/>
        <w:t>1.013e0</w:t>
      </w:r>
    </w:p>
    <w:p w:rsidR="007B6A46" w:rsidRDefault="007B6A46" w:rsidP="007B6A46">
      <w:r>
        <w:t>568.6874</w:t>
      </w:r>
      <w:r>
        <w:tab/>
        <w:t>2.025e0</w:t>
      </w:r>
    </w:p>
    <w:p w:rsidR="007B6A46" w:rsidRDefault="007B6A46" w:rsidP="007B6A46">
      <w:r>
        <w:t>568.7503</w:t>
      </w:r>
      <w:r>
        <w:tab/>
        <w:t>2.025e0</w:t>
      </w:r>
    </w:p>
    <w:p w:rsidR="007B6A46" w:rsidRDefault="007B6A46" w:rsidP="007B6A46">
      <w:r>
        <w:t>568.7656</w:t>
      </w:r>
      <w:r>
        <w:tab/>
        <w:t>1.013e0</w:t>
      </w:r>
    </w:p>
    <w:p w:rsidR="007B6A46" w:rsidRDefault="007B6A46" w:rsidP="007B6A46">
      <w:r>
        <w:t>568.7753</w:t>
      </w:r>
      <w:r>
        <w:tab/>
        <w:t>1.013e0</w:t>
      </w:r>
    </w:p>
    <w:p w:rsidR="007B6A46" w:rsidRDefault="007B6A46" w:rsidP="007B6A46">
      <w:r>
        <w:t>568.8636</w:t>
      </w:r>
      <w:r>
        <w:tab/>
        <w:t>3.038e0</w:t>
      </w:r>
    </w:p>
    <w:p w:rsidR="007B6A46" w:rsidRDefault="007B6A46" w:rsidP="007B6A46">
      <w:r>
        <w:t>568.9295</w:t>
      </w:r>
      <w:r>
        <w:tab/>
        <w:t>1.013e0</w:t>
      </w:r>
    </w:p>
    <w:p w:rsidR="007B6A46" w:rsidRDefault="007B6A46" w:rsidP="007B6A46">
      <w:r>
        <w:t>568.9325</w:t>
      </w:r>
      <w:r>
        <w:tab/>
        <w:t>1.013e0</w:t>
      </w:r>
    </w:p>
    <w:p w:rsidR="007B6A46" w:rsidRDefault="007B6A46" w:rsidP="007B6A46">
      <w:r>
        <w:t>569.0223</w:t>
      </w:r>
      <w:r>
        <w:tab/>
        <w:t>1.013e0</w:t>
      </w:r>
    </w:p>
    <w:p w:rsidR="007B6A46" w:rsidRDefault="007B6A46" w:rsidP="007B6A46">
      <w:r>
        <w:t>569.0396</w:t>
      </w:r>
      <w:r>
        <w:tab/>
        <w:t>1.013e0</w:t>
      </w:r>
    </w:p>
    <w:p w:rsidR="007B6A46" w:rsidRDefault="007B6A46" w:rsidP="007B6A46">
      <w:r>
        <w:t>569.0875</w:t>
      </w:r>
      <w:r>
        <w:tab/>
        <w:t>1.013e0</w:t>
      </w:r>
    </w:p>
    <w:p w:rsidR="007B6A46" w:rsidRDefault="007B6A46" w:rsidP="007B6A46">
      <w:r>
        <w:lastRenderedPageBreak/>
        <w:t>569.1302</w:t>
      </w:r>
      <w:r>
        <w:tab/>
        <w:t>1.013e0</w:t>
      </w:r>
    </w:p>
    <w:p w:rsidR="007B6A46" w:rsidRDefault="007B6A46" w:rsidP="007B6A46">
      <w:r>
        <w:t>569.1951</w:t>
      </w:r>
      <w:r>
        <w:tab/>
        <w:t>1.013e0</w:t>
      </w:r>
    </w:p>
    <w:p w:rsidR="007B6A46" w:rsidRDefault="007B6A46" w:rsidP="007B6A46">
      <w:r>
        <w:t>569.2050</w:t>
      </w:r>
      <w:r>
        <w:tab/>
        <w:t>1.013e0</w:t>
      </w:r>
    </w:p>
    <w:p w:rsidR="007B6A46" w:rsidRDefault="007B6A46" w:rsidP="007B6A46">
      <w:r>
        <w:t>569.2900</w:t>
      </w:r>
      <w:r>
        <w:tab/>
        <w:t>1.013e0</w:t>
      </w:r>
    </w:p>
    <w:p w:rsidR="007B6A46" w:rsidRDefault="007B6A46" w:rsidP="007B6A46">
      <w:r>
        <w:t>569.3135</w:t>
      </w:r>
      <w:r>
        <w:tab/>
        <w:t>2.025e0</w:t>
      </w:r>
    </w:p>
    <w:p w:rsidR="007B6A46" w:rsidRDefault="007B6A46" w:rsidP="007B6A46">
      <w:r>
        <w:t>569.3187</w:t>
      </w:r>
      <w:r>
        <w:tab/>
        <w:t>4.235e0</w:t>
      </w:r>
    </w:p>
    <w:p w:rsidR="007B6A46" w:rsidRDefault="007B6A46" w:rsidP="007B6A46">
      <w:r>
        <w:t>569.3277</w:t>
      </w:r>
      <w:r>
        <w:tab/>
        <w:t>3.038e0</w:t>
      </w:r>
    </w:p>
    <w:p w:rsidR="007B6A46" w:rsidRDefault="007B6A46" w:rsidP="007B6A46">
      <w:r>
        <w:t>569.3683</w:t>
      </w:r>
      <w:r>
        <w:tab/>
        <w:t>2.025e0</w:t>
      </w:r>
    </w:p>
    <w:p w:rsidR="007B6A46" w:rsidRDefault="007B6A46" w:rsidP="007B6A46">
      <w:r>
        <w:t>569.3817</w:t>
      </w:r>
      <w:r>
        <w:tab/>
        <w:t>1.013e0</w:t>
      </w:r>
    </w:p>
    <w:p w:rsidR="007B6A46" w:rsidRDefault="007B6A46" w:rsidP="007B6A46">
      <w:r>
        <w:t>569.3989</w:t>
      </w:r>
      <w:r>
        <w:tab/>
        <w:t>2.025e0</w:t>
      </w:r>
    </w:p>
    <w:p w:rsidR="007B6A46" w:rsidRDefault="007B6A46" w:rsidP="007B6A46">
      <w:r>
        <w:t>569.4408</w:t>
      </w:r>
      <w:r>
        <w:tab/>
        <w:t>1.013e0</w:t>
      </w:r>
    </w:p>
    <w:p w:rsidR="007B6A46" w:rsidRDefault="007B6A46" w:rsidP="007B6A46">
      <w:r>
        <w:t>569.4702</w:t>
      </w:r>
      <w:r>
        <w:tab/>
        <w:t>1.013e0</w:t>
      </w:r>
    </w:p>
    <w:p w:rsidR="007B6A46" w:rsidRDefault="007B6A46" w:rsidP="007B6A46">
      <w:r>
        <w:t>569.5388</w:t>
      </w:r>
      <w:r>
        <w:tab/>
        <w:t>1.013e0</w:t>
      </w:r>
    </w:p>
    <w:p w:rsidR="007B6A46" w:rsidRDefault="007B6A46" w:rsidP="007B6A46">
      <w:r>
        <w:t>569.5735</w:t>
      </w:r>
      <w:r>
        <w:tab/>
        <w:t>2.025e0</w:t>
      </w:r>
    </w:p>
    <w:p w:rsidR="007B6A46" w:rsidRDefault="007B6A46" w:rsidP="007B6A46">
      <w:r>
        <w:t>569.7346</w:t>
      </w:r>
      <w:r>
        <w:tab/>
        <w:t>1.013e0</w:t>
      </w:r>
    </w:p>
    <w:p w:rsidR="007B6A46" w:rsidRDefault="007B6A46" w:rsidP="007B6A46">
      <w:r>
        <w:t>569.7533</w:t>
      </w:r>
      <w:r>
        <w:tab/>
        <w:t>1.013e0</w:t>
      </w:r>
    </w:p>
    <w:p w:rsidR="007B6A46" w:rsidRDefault="007B6A46" w:rsidP="007B6A46">
      <w:r>
        <w:t>569.7963</w:t>
      </w:r>
      <w:r>
        <w:tab/>
        <w:t>1.013e0</w:t>
      </w:r>
    </w:p>
    <w:p w:rsidR="007B6A46" w:rsidRDefault="007B6A46" w:rsidP="007B6A46">
      <w:r>
        <w:t>569.8137</w:t>
      </w:r>
      <w:r>
        <w:tab/>
        <w:t>1.013e0</w:t>
      </w:r>
    </w:p>
    <w:p w:rsidR="007B6A46" w:rsidRDefault="007B6A46" w:rsidP="007B6A46">
      <w:r>
        <w:t>569.8387</w:t>
      </w:r>
      <w:r>
        <w:tab/>
        <w:t>3.038e0</w:t>
      </w:r>
    </w:p>
    <w:p w:rsidR="007B6A46" w:rsidRDefault="007B6A46" w:rsidP="007B6A46">
      <w:r>
        <w:lastRenderedPageBreak/>
        <w:t>569.9600</w:t>
      </w:r>
      <w:r>
        <w:tab/>
        <w:t>1.013e0</w:t>
      </w:r>
    </w:p>
    <w:p w:rsidR="007B6A46" w:rsidRDefault="007B6A46" w:rsidP="007B6A46">
      <w:r>
        <w:t>569.9890</w:t>
      </w:r>
      <w:r>
        <w:tab/>
        <w:t>2.025e0</w:t>
      </w:r>
    </w:p>
    <w:p w:rsidR="007B6A46" w:rsidRDefault="007B6A46" w:rsidP="007B6A46">
      <w:r>
        <w:t>569.9992</w:t>
      </w:r>
      <w:r>
        <w:tab/>
        <w:t>1.013e0</w:t>
      </w:r>
    </w:p>
    <w:p w:rsidR="007B6A46" w:rsidRDefault="007B6A46" w:rsidP="007B6A46">
      <w:r>
        <w:t>570.0580</w:t>
      </w:r>
      <w:r>
        <w:tab/>
        <w:t>1.013e0</w:t>
      </w:r>
    </w:p>
    <w:p w:rsidR="007B6A46" w:rsidRDefault="007B6A46" w:rsidP="007B6A46">
      <w:r>
        <w:t>570.1462</w:t>
      </w:r>
      <w:r>
        <w:tab/>
        <w:t>1.013e0</w:t>
      </w:r>
    </w:p>
    <w:p w:rsidR="007B6A46" w:rsidRDefault="007B6A46" w:rsidP="007B6A46">
      <w:r>
        <w:t>570.1854</w:t>
      </w:r>
      <w:r>
        <w:tab/>
        <w:t>1.013e0</w:t>
      </w:r>
    </w:p>
    <w:p w:rsidR="007B6A46" w:rsidRDefault="007B6A46" w:rsidP="007B6A46">
      <w:r>
        <w:t>570.2808</w:t>
      </w:r>
      <w:r>
        <w:tab/>
        <w:t>1.013e0</w:t>
      </w:r>
    </w:p>
    <w:p w:rsidR="007B6A46" w:rsidRDefault="007B6A46" w:rsidP="007B6A46">
      <w:r>
        <w:t>570.3298</w:t>
      </w:r>
      <w:r>
        <w:tab/>
        <w:t>5.063e0</w:t>
      </w:r>
    </w:p>
    <w:p w:rsidR="007B6A46" w:rsidRDefault="007B6A46" w:rsidP="007B6A46">
      <w:r>
        <w:t>570.3317</w:t>
      </w:r>
      <w:r>
        <w:tab/>
        <w:t>2.025e0</w:t>
      </w:r>
    </w:p>
    <w:p w:rsidR="007B6A46" w:rsidRDefault="007B6A46" w:rsidP="007B6A46">
      <w:r>
        <w:t>570.3354</w:t>
      </w:r>
      <w:r>
        <w:tab/>
        <w:t>7.089e0</w:t>
      </w:r>
    </w:p>
    <w:p w:rsidR="007B6A46" w:rsidRDefault="007B6A46" w:rsidP="007B6A46">
      <w:r>
        <w:t>570.3593</w:t>
      </w:r>
      <w:r>
        <w:tab/>
        <w:t>4.051e0</w:t>
      </w:r>
    </w:p>
    <w:p w:rsidR="007B6A46" w:rsidRDefault="007B6A46" w:rsidP="007B6A46">
      <w:r>
        <w:t>570.4255</w:t>
      </w:r>
      <w:r>
        <w:tab/>
        <w:t>4.051e0</w:t>
      </w:r>
    </w:p>
    <w:p w:rsidR="007B6A46" w:rsidRDefault="007B6A46" w:rsidP="007B6A46">
      <w:r>
        <w:t>570.4359</w:t>
      </w:r>
      <w:r>
        <w:tab/>
        <w:t>4.051e0</w:t>
      </w:r>
    </w:p>
    <w:p w:rsidR="007B6A46" w:rsidRDefault="007B6A46" w:rsidP="007B6A46">
      <w:r>
        <w:t>570.4404</w:t>
      </w:r>
      <w:r>
        <w:tab/>
        <w:t>1.013e0</w:t>
      </w:r>
    </w:p>
    <w:p w:rsidR="007B6A46" w:rsidRDefault="007B6A46" w:rsidP="007B6A46">
      <w:r>
        <w:t>570.4538</w:t>
      </w:r>
      <w:r>
        <w:tab/>
        <w:t>3.038e0</w:t>
      </w:r>
    </w:p>
    <w:p w:rsidR="007B6A46" w:rsidRDefault="007B6A46" w:rsidP="007B6A46">
      <w:r>
        <w:t>570.4692</w:t>
      </w:r>
      <w:r>
        <w:tab/>
        <w:t>3.038e0</w:t>
      </w:r>
    </w:p>
    <w:p w:rsidR="007B6A46" w:rsidRDefault="007B6A46" w:rsidP="007B6A46">
      <w:r>
        <w:t>570.4805</w:t>
      </w:r>
      <w:r>
        <w:tab/>
        <w:t>1.013e0</w:t>
      </w:r>
    </w:p>
    <w:p w:rsidR="007B6A46" w:rsidRDefault="007B6A46" w:rsidP="007B6A46">
      <w:r>
        <w:t>570.5278</w:t>
      </w:r>
      <w:r>
        <w:tab/>
        <w:t>1.013e0</w:t>
      </w:r>
    </w:p>
    <w:p w:rsidR="007B6A46" w:rsidRDefault="007B6A46" w:rsidP="007B6A46">
      <w:r>
        <w:t>570.5581</w:t>
      </w:r>
      <w:r>
        <w:tab/>
        <w:t>1.013e0</w:t>
      </w:r>
    </w:p>
    <w:p w:rsidR="007B6A46" w:rsidRDefault="007B6A46" w:rsidP="007B6A46">
      <w:r>
        <w:lastRenderedPageBreak/>
        <w:t>570.6171</w:t>
      </w:r>
      <w:r>
        <w:tab/>
        <w:t>2.025e0</w:t>
      </w:r>
    </w:p>
    <w:p w:rsidR="007B6A46" w:rsidRDefault="007B6A46" w:rsidP="007B6A46">
      <w:r>
        <w:t>570.7540</w:t>
      </w:r>
      <w:r>
        <w:tab/>
        <w:t>2.025e0</w:t>
      </w:r>
    </w:p>
    <w:p w:rsidR="007B6A46" w:rsidRDefault="007B6A46" w:rsidP="007B6A46">
      <w:r>
        <w:t>570.8516</w:t>
      </w:r>
      <w:r>
        <w:tab/>
        <w:t>1.013e0</w:t>
      </w:r>
    </w:p>
    <w:p w:rsidR="007B6A46" w:rsidRDefault="007B6A46" w:rsidP="007B6A46">
      <w:r>
        <w:t>570.8721</w:t>
      </w:r>
      <w:r>
        <w:tab/>
        <w:t>2.025e0</w:t>
      </w:r>
    </w:p>
    <w:p w:rsidR="007B6A46" w:rsidRDefault="007B6A46" w:rsidP="007B6A46">
      <w:r>
        <w:t>570.9092</w:t>
      </w:r>
      <w:r>
        <w:tab/>
        <w:t>1.013e0</w:t>
      </w:r>
    </w:p>
    <w:p w:rsidR="007B6A46" w:rsidRDefault="007B6A46" w:rsidP="007B6A46">
      <w:r>
        <w:t>570.9275</w:t>
      </w:r>
      <w:r>
        <w:tab/>
        <w:t>1.013e0</w:t>
      </w:r>
    </w:p>
    <w:p w:rsidR="007B6A46" w:rsidRDefault="007B6A46" w:rsidP="007B6A46">
      <w:r>
        <w:t>570.9652</w:t>
      </w:r>
      <w:r>
        <w:tab/>
        <w:t>1.013e0</w:t>
      </w:r>
    </w:p>
    <w:p w:rsidR="007B6A46" w:rsidRDefault="007B6A46" w:rsidP="007B6A46">
      <w:r>
        <w:t>570.9838</w:t>
      </w:r>
      <w:r>
        <w:tab/>
        <w:t>3.038e0</w:t>
      </w:r>
    </w:p>
    <w:p w:rsidR="007B6A46" w:rsidRDefault="007B6A46" w:rsidP="007B6A46">
      <w:r>
        <w:t>571.0139</w:t>
      </w:r>
      <w:r>
        <w:tab/>
        <w:t>2.025e0</w:t>
      </w:r>
    </w:p>
    <w:p w:rsidR="007B6A46" w:rsidRDefault="007B6A46" w:rsidP="007B6A46">
      <w:r>
        <w:t>571.0354</w:t>
      </w:r>
      <w:r>
        <w:tab/>
        <w:t>1.013e0</w:t>
      </w:r>
    </w:p>
    <w:p w:rsidR="007B6A46" w:rsidRDefault="007B6A46" w:rsidP="007B6A46">
      <w:r>
        <w:t>571.0767</w:t>
      </w:r>
      <w:r>
        <w:tab/>
        <w:t>2.025e0</w:t>
      </w:r>
    </w:p>
    <w:p w:rsidR="007B6A46" w:rsidRDefault="007B6A46" w:rsidP="007B6A46">
      <w:r>
        <w:t>571.0828</w:t>
      </w:r>
      <w:r>
        <w:tab/>
        <w:t>3.038e0</w:t>
      </w:r>
    </w:p>
    <w:p w:rsidR="007B6A46" w:rsidRDefault="007B6A46" w:rsidP="007B6A46">
      <w:r>
        <w:t>571.1568</w:t>
      </w:r>
      <w:r>
        <w:tab/>
        <w:t>1.013e0</w:t>
      </w:r>
    </w:p>
    <w:p w:rsidR="007B6A46" w:rsidRDefault="007B6A46" w:rsidP="007B6A46">
      <w:r>
        <w:t>571.2169</w:t>
      </w:r>
      <w:r>
        <w:tab/>
        <w:t>1.013e0</w:t>
      </w:r>
    </w:p>
    <w:p w:rsidR="007B6A46" w:rsidRDefault="007B6A46" w:rsidP="007B6A46">
      <w:r>
        <w:t>571.2894</w:t>
      </w:r>
      <w:r>
        <w:tab/>
        <w:t>2.025e0</w:t>
      </w:r>
    </w:p>
    <w:p w:rsidR="007B6A46" w:rsidRDefault="007B6A46" w:rsidP="007B6A46">
      <w:r>
        <w:t>571.3253</w:t>
      </w:r>
      <w:r>
        <w:tab/>
        <w:t>2.025e0</w:t>
      </w:r>
    </w:p>
    <w:p w:rsidR="007B6A46" w:rsidRDefault="007B6A46" w:rsidP="007B6A46">
      <w:r>
        <w:t>571.3336</w:t>
      </w:r>
      <w:r>
        <w:tab/>
        <w:t>1.013e0</w:t>
      </w:r>
    </w:p>
    <w:p w:rsidR="007B6A46" w:rsidRDefault="007B6A46" w:rsidP="007B6A46">
      <w:r>
        <w:t>571.3371</w:t>
      </w:r>
      <w:r>
        <w:tab/>
        <w:t>4.051e0</w:t>
      </w:r>
    </w:p>
    <w:p w:rsidR="007B6A46" w:rsidRDefault="007B6A46" w:rsidP="007B6A46">
      <w:r>
        <w:t>571.3593</w:t>
      </w:r>
      <w:r>
        <w:tab/>
        <w:t>1.013e0</w:t>
      </w:r>
    </w:p>
    <w:p w:rsidR="007B6A46" w:rsidRDefault="007B6A46" w:rsidP="007B6A46">
      <w:r>
        <w:lastRenderedPageBreak/>
        <w:t>571.3755</w:t>
      </w:r>
      <w:r>
        <w:tab/>
        <w:t>3.038e0</w:t>
      </w:r>
    </w:p>
    <w:p w:rsidR="007B6A46" w:rsidRDefault="007B6A46" w:rsidP="007B6A46">
      <w:r>
        <w:t>571.3785</w:t>
      </w:r>
      <w:r>
        <w:tab/>
        <w:t>1.013e0</w:t>
      </w:r>
    </w:p>
    <w:p w:rsidR="007B6A46" w:rsidRDefault="007B6A46" w:rsidP="007B6A46">
      <w:r>
        <w:t>571.4113</w:t>
      </w:r>
      <w:r>
        <w:tab/>
        <w:t>1.013e0</w:t>
      </w:r>
    </w:p>
    <w:p w:rsidR="007B6A46" w:rsidRDefault="007B6A46" w:rsidP="007B6A46">
      <w:r>
        <w:t>571.4681</w:t>
      </w:r>
      <w:r>
        <w:tab/>
        <w:t>1.013e0</w:t>
      </w:r>
    </w:p>
    <w:p w:rsidR="007B6A46" w:rsidRDefault="007B6A46" w:rsidP="007B6A46">
      <w:r>
        <w:t>571.4711</w:t>
      </w:r>
      <w:r>
        <w:tab/>
        <w:t>2.025e0</w:t>
      </w:r>
    </w:p>
    <w:p w:rsidR="007B6A46" w:rsidRDefault="007B6A46" w:rsidP="007B6A46">
      <w:r>
        <w:t>571.4899</w:t>
      </w:r>
      <w:r>
        <w:tab/>
        <w:t>1.013e0</w:t>
      </w:r>
    </w:p>
    <w:p w:rsidR="007B6A46" w:rsidRDefault="007B6A46" w:rsidP="007B6A46">
      <w:r>
        <w:t>571.5407</w:t>
      </w:r>
      <w:r>
        <w:tab/>
        <w:t>1.013e0</w:t>
      </w:r>
    </w:p>
    <w:p w:rsidR="007B6A46" w:rsidRDefault="007B6A46" w:rsidP="007B6A46">
      <w:r>
        <w:t>571.5598</w:t>
      </w:r>
      <w:r>
        <w:tab/>
        <w:t>1.013e0</w:t>
      </w:r>
    </w:p>
    <w:p w:rsidR="007B6A46" w:rsidRDefault="007B6A46" w:rsidP="007B6A46">
      <w:r>
        <w:t>571.7454</w:t>
      </w:r>
      <w:r>
        <w:tab/>
        <w:t>1.013e0</w:t>
      </w:r>
    </w:p>
    <w:p w:rsidR="007B6A46" w:rsidRDefault="007B6A46" w:rsidP="007B6A46">
      <w:r>
        <w:t>571.7919</w:t>
      </w:r>
      <w:r>
        <w:tab/>
        <w:t>1.013e0</w:t>
      </w:r>
    </w:p>
    <w:p w:rsidR="007B6A46" w:rsidRDefault="007B6A46" w:rsidP="007B6A46">
      <w:r>
        <w:t>571.7945</w:t>
      </w:r>
      <w:r>
        <w:tab/>
        <w:t>1.013e0</w:t>
      </w:r>
    </w:p>
    <w:p w:rsidR="007B6A46" w:rsidRDefault="007B6A46" w:rsidP="007B6A46">
      <w:r>
        <w:t>571.8151</w:t>
      </w:r>
      <w:r>
        <w:tab/>
        <w:t>1.013e0</w:t>
      </w:r>
    </w:p>
    <w:p w:rsidR="007B6A46" w:rsidRDefault="007B6A46" w:rsidP="007B6A46">
      <w:r>
        <w:t>571.8288</w:t>
      </w:r>
      <w:r>
        <w:tab/>
        <w:t>1.013e0</w:t>
      </w:r>
    </w:p>
    <w:p w:rsidR="007B6A46" w:rsidRDefault="007B6A46" w:rsidP="007B6A46">
      <w:r>
        <w:t>571.8544</w:t>
      </w:r>
      <w:r>
        <w:tab/>
        <w:t>1.013e0</w:t>
      </w:r>
    </w:p>
    <w:p w:rsidR="007B6A46" w:rsidRDefault="007B6A46" w:rsidP="007B6A46">
      <w:r>
        <w:t>571.8732</w:t>
      </w:r>
      <w:r>
        <w:tab/>
        <w:t>1.013e0</w:t>
      </w:r>
    </w:p>
    <w:p w:rsidR="007B6A46" w:rsidRDefault="007B6A46" w:rsidP="007B6A46">
      <w:r>
        <w:t>571.9381</w:t>
      </w:r>
      <w:r>
        <w:tab/>
        <w:t>2.025e0</w:t>
      </w:r>
    </w:p>
    <w:p w:rsidR="007B6A46" w:rsidRDefault="007B6A46" w:rsidP="007B6A46">
      <w:r>
        <w:t>571.9551</w:t>
      </w:r>
      <w:r>
        <w:tab/>
        <w:t>1.013e0</w:t>
      </w:r>
    </w:p>
    <w:p w:rsidR="007B6A46" w:rsidRDefault="007B6A46" w:rsidP="007B6A46">
      <w:r>
        <w:t>572.0403</w:t>
      </w:r>
      <w:r>
        <w:tab/>
        <w:t>1.013e0</w:t>
      </w:r>
    </w:p>
    <w:p w:rsidR="007B6A46" w:rsidRDefault="007B6A46" w:rsidP="007B6A46">
      <w:r>
        <w:t>572.0510</w:t>
      </w:r>
      <w:r>
        <w:tab/>
        <w:t>1.013e0</w:t>
      </w:r>
    </w:p>
    <w:p w:rsidR="007B6A46" w:rsidRDefault="007B6A46" w:rsidP="007B6A46">
      <w:r>
        <w:lastRenderedPageBreak/>
        <w:t>572.0599</w:t>
      </w:r>
      <w:r>
        <w:tab/>
        <w:t>1.013e0</w:t>
      </w:r>
    </w:p>
    <w:p w:rsidR="007B6A46" w:rsidRDefault="007B6A46" w:rsidP="007B6A46">
      <w:r>
        <w:t>572.1297</w:t>
      </w:r>
      <w:r>
        <w:tab/>
        <w:t>1.013e0</w:t>
      </w:r>
    </w:p>
    <w:p w:rsidR="007B6A46" w:rsidRDefault="007B6A46" w:rsidP="007B6A46">
      <w:r>
        <w:t>572.1588</w:t>
      </w:r>
      <w:r>
        <w:tab/>
        <w:t>2.025e0</w:t>
      </w:r>
    </w:p>
    <w:p w:rsidR="007B6A46" w:rsidRDefault="007B6A46" w:rsidP="007B6A46">
      <w:r>
        <w:t>572.2182</w:t>
      </w:r>
      <w:r>
        <w:tab/>
        <w:t>1.013e0</w:t>
      </w:r>
    </w:p>
    <w:p w:rsidR="007B6A46" w:rsidRDefault="007B6A46" w:rsidP="007B6A46">
      <w:r>
        <w:t>572.2281</w:t>
      </w:r>
      <w:r>
        <w:tab/>
        <w:t>1.013e0</w:t>
      </w:r>
    </w:p>
    <w:p w:rsidR="007B6A46" w:rsidRDefault="007B6A46" w:rsidP="007B6A46">
      <w:r>
        <w:t>572.2379</w:t>
      </w:r>
      <w:r>
        <w:tab/>
        <w:t>1.013e0</w:t>
      </w:r>
    </w:p>
    <w:p w:rsidR="007B6A46" w:rsidRDefault="007B6A46" w:rsidP="007B6A46">
      <w:r>
        <w:t>572.3132</w:t>
      </w:r>
      <w:r>
        <w:tab/>
        <w:t>2.025e0</w:t>
      </w:r>
    </w:p>
    <w:p w:rsidR="007B6A46" w:rsidRDefault="007B6A46" w:rsidP="007B6A46">
      <w:r>
        <w:t>572.3418</w:t>
      </w:r>
      <w:r>
        <w:tab/>
        <w:t>3.038e0</w:t>
      </w:r>
    </w:p>
    <w:p w:rsidR="007B6A46" w:rsidRDefault="007B6A46" w:rsidP="007B6A46">
      <w:r>
        <w:t>572.3501</w:t>
      </w:r>
      <w:r>
        <w:tab/>
        <w:t>1.013e0</w:t>
      </w:r>
    </w:p>
    <w:p w:rsidR="007B6A46" w:rsidRDefault="007B6A46" w:rsidP="007B6A46">
      <w:r>
        <w:t>572.3550</w:t>
      </w:r>
      <w:r>
        <w:tab/>
        <w:t>1.013e0</w:t>
      </w:r>
    </w:p>
    <w:p w:rsidR="007B6A46" w:rsidRDefault="007B6A46" w:rsidP="007B6A46">
      <w:r>
        <w:t>572.3649</w:t>
      </w:r>
      <w:r>
        <w:tab/>
        <w:t>1.013e0</w:t>
      </w:r>
    </w:p>
    <w:p w:rsidR="007B6A46" w:rsidRDefault="007B6A46" w:rsidP="007B6A46">
      <w:r>
        <w:t>572.3920</w:t>
      </w:r>
      <w:r>
        <w:tab/>
        <w:t>2.025e0</w:t>
      </w:r>
    </w:p>
    <w:p w:rsidR="007B6A46" w:rsidRDefault="007B6A46" w:rsidP="007B6A46">
      <w:r>
        <w:t>572.4396</w:t>
      </w:r>
      <w:r>
        <w:tab/>
        <w:t>1.013e0</w:t>
      </w:r>
    </w:p>
    <w:p w:rsidR="007B6A46" w:rsidRDefault="007B6A46" w:rsidP="007B6A46">
      <w:r>
        <w:t>572.5031</w:t>
      </w:r>
      <w:r>
        <w:tab/>
        <w:t>2.025e0</w:t>
      </w:r>
    </w:p>
    <w:p w:rsidR="007B6A46" w:rsidRDefault="007B6A46" w:rsidP="007B6A46">
      <w:r>
        <w:t>572.5233</w:t>
      </w:r>
      <w:r>
        <w:tab/>
        <w:t>1.013e0</w:t>
      </w:r>
    </w:p>
    <w:p w:rsidR="007B6A46" w:rsidRDefault="007B6A46" w:rsidP="007B6A46">
      <w:r>
        <w:t>572.5912</w:t>
      </w:r>
      <w:r>
        <w:tab/>
        <w:t>1.013e0</w:t>
      </w:r>
    </w:p>
    <w:p w:rsidR="007B6A46" w:rsidRDefault="007B6A46" w:rsidP="007B6A46">
      <w:r>
        <w:t>572.6555</w:t>
      </w:r>
      <w:r>
        <w:tab/>
        <w:t>1.013e0</w:t>
      </w:r>
    </w:p>
    <w:p w:rsidR="007B6A46" w:rsidRDefault="007B6A46" w:rsidP="007B6A46">
      <w:r>
        <w:t>572.6897</w:t>
      </w:r>
      <w:r>
        <w:tab/>
        <w:t>2.025e0</w:t>
      </w:r>
    </w:p>
    <w:p w:rsidR="007B6A46" w:rsidRDefault="007B6A46" w:rsidP="007B6A46">
      <w:r>
        <w:t>572.7890</w:t>
      </w:r>
      <w:r>
        <w:tab/>
        <w:t>1.013e0</w:t>
      </w:r>
    </w:p>
    <w:p w:rsidR="007B6A46" w:rsidRDefault="007B6A46" w:rsidP="007B6A46">
      <w:r>
        <w:lastRenderedPageBreak/>
        <w:t>572.8087</w:t>
      </w:r>
      <w:r>
        <w:tab/>
        <w:t>1.013e0</w:t>
      </w:r>
    </w:p>
    <w:p w:rsidR="007B6A46" w:rsidRDefault="007B6A46" w:rsidP="007B6A46">
      <w:r>
        <w:t>572.8481</w:t>
      </w:r>
      <w:r>
        <w:tab/>
        <w:t>1.013e0</w:t>
      </w:r>
    </w:p>
    <w:p w:rsidR="007B6A46" w:rsidRDefault="007B6A46" w:rsidP="007B6A46">
      <w:r>
        <w:t>572.8521</w:t>
      </w:r>
      <w:r>
        <w:tab/>
        <w:t>1.013e0</w:t>
      </w:r>
    </w:p>
    <w:p w:rsidR="007B6A46" w:rsidRDefault="007B6A46" w:rsidP="007B6A46">
      <w:r>
        <w:t>572.9079</w:t>
      </w:r>
      <w:r>
        <w:tab/>
        <w:t>1.013e0</w:t>
      </w:r>
    </w:p>
    <w:p w:rsidR="007B6A46" w:rsidRDefault="007B6A46" w:rsidP="007B6A46">
      <w:r>
        <w:t>572.9229</w:t>
      </w:r>
      <w:r>
        <w:tab/>
        <w:t>2.025e0</w:t>
      </w:r>
    </w:p>
    <w:p w:rsidR="007B6A46" w:rsidRDefault="007B6A46" w:rsidP="007B6A46">
      <w:r>
        <w:t>572.9465</w:t>
      </w:r>
      <w:r>
        <w:tab/>
        <w:t>1.013e0</w:t>
      </w:r>
    </w:p>
    <w:p w:rsidR="007B6A46" w:rsidRDefault="007B6A46" w:rsidP="007B6A46">
      <w:r>
        <w:t>572.9564</w:t>
      </w:r>
      <w:r>
        <w:tab/>
        <w:t>1.013e0</w:t>
      </w:r>
    </w:p>
    <w:p w:rsidR="007B6A46" w:rsidRDefault="007B6A46" w:rsidP="007B6A46">
      <w:r>
        <w:t>572.9717</w:t>
      </w:r>
      <w:r>
        <w:tab/>
        <w:t>2.025e0</w:t>
      </w:r>
    </w:p>
    <w:p w:rsidR="007B6A46" w:rsidRDefault="007B6A46" w:rsidP="007B6A46">
      <w:r>
        <w:t>573.0540</w:t>
      </w:r>
      <w:r>
        <w:tab/>
        <w:t>1.013e0</w:t>
      </w:r>
    </w:p>
    <w:p w:rsidR="007B6A46" w:rsidRDefault="007B6A46" w:rsidP="007B6A46">
      <w:r>
        <w:t>573.1075</w:t>
      </w:r>
      <w:r>
        <w:tab/>
        <w:t>2.025e0</w:t>
      </w:r>
    </w:p>
    <w:p w:rsidR="007B6A46" w:rsidRDefault="007B6A46" w:rsidP="007B6A46">
      <w:r>
        <w:t>573.1426</w:t>
      </w:r>
      <w:r>
        <w:tab/>
        <w:t>1.013e0</w:t>
      </w:r>
    </w:p>
    <w:p w:rsidR="007B6A46" w:rsidRDefault="007B6A46" w:rsidP="007B6A46">
      <w:r>
        <w:t>573.2618</w:t>
      </w:r>
      <w:r>
        <w:tab/>
        <w:t>1.013e0</w:t>
      </w:r>
    </w:p>
    <w:p w:rsidR="007B6A46" w:rsidRDefault="007B6A46" w:rsidP="007B6A46">
      <w:r>
        <w:t>573.2848</w:t>
      </w:r>
      <w:r>
        <w:tab/>
        <w:t>1.013e0</w:t>
      </w:r>
    </w:p>
    <w:p w:rsidR="007B6A46" w:rsidRDefault="007B6A46" w:rsidP="007B6A46">
      <w:r>
        <w:t>573.3212</w:t>
      </w:r>
      <w:r>
        <w:tab/>
        <w:t>1.013e0</w:t>
      </w:r>
    </w:p>
    <w:p w:rsidR="007B6A46" w:rsidRDefault="007B6A46" w:rsidP="007B6A46">
      <w:r>
        <w:t>573.3461</w:t>
      </w:r>
      <w:r>
        <w:tab/>
        <w:t>2.025e0</w:t>
      </w:r>
    </w:p>
    <w:p w:rsidR="007B6A46" w:rsidRDefault="007B6A46" w:rsidP="007B6A46">
      <w:r>
        <w:t>573.3495</w:t>
      </w:r>
      <w:r>
        <w:tab/>
        <w:t>2.025e0</w:t>
      </w:r>
    </w:p>
    <w:p w:rsidR="007B6A46" w:rsidRDefault="007B6A46" w:rsidP="007B6A46">
      <w:r>
        <w:t>573.4114</w:t>
      </w:r>
      <w:r>
        <w:tab/>
        <w:t>3.038e0</w:t>
      </w:r>
    </w:p>
    <w:p w:rsidR="007B6A46" w:rsidRDefault="007B6A46" w:rsidP="007B6A46">
      <w:r>
        <w:t>573.4490</w:t>
      </w:r>
      <w:r>
        <w:tab/>
        <w:t>1.013e0</w:t>
      </w:r>
    </w:p>
    <w:p w:rsidR="007B6A46" w:rsidRDefault="007B6A46" w:rsidP="007B6A46">
      <w:r>
        <w:t>573.5368</w:t>
      </w:r>
      <w:r>
        <w:tab/>
        <w:t>1.013e0</w:t>
      </w:r>
    </w:p>
    <w:p w:rsidR="007B6A46" w:rsidRDefault="007B6A46" w:rsidP="007B6A46">
      <w:r>
        <w:lastRenderedPageBreak/>
        <w:t>573.5870</w:t>
      </w:r>
      <w:r>
        <w:tab/>
        <w:t>1.013e0</w:t>
      </w:r>
    </w:p>
    <w:p w:rsidR="007B6A46" w:rsidRDefault="007B6A46" w:rsidP="007B6A46">
      <w:r>
        <w:t>573.6749</w:t>
      </w:r>
      <w:r>
        <w:tab/>
        <w:t>1.013e0</w:t>
      </w:r>
    </w:p>
    <w:p w:rsidR="007B6A46" w:rsidRDefault="007B6A46" w:rsidP="007B6A46">
      <w:r>
        <w:t>573.7439</w:t>
      </w:r>
      <w:r>
        <w:tab/>
        <w:t>1.013e0</w:t>
      </w:r>
    </w:p>
    <w:p w:rsidR="007B6A46" w:rsidRDefault="007B6A46" w:rsidP="007B6A46">
      <w:r>
        <w:t>573.7509</w:t>
      </w:r>
      <w:r>
        <w:tab/>
        <w:t>1.013e0</w:t>
      </w:r>
    </w:p>
    <w:p w:rsidR="007B6A46" w:rsidRDefault="007B6A46" w:rsidP="007B6A46">
      <w:r>
        <w:t>573.9223</w:t>
      </w:r>
      <w:r>
        <w:tab/>
        <w:t>1.013e0</w:t>
      </w:r>
    </w:p>
    <w:p w:rsidR="007B6A46" w:rsidRDefault="007B6A46" w:rsidP="007B6A46">
      <w:r>
        <w:t>573.9301</w:t>
      </w:r>
      <w:r>
        <w:tab/>
        <w:t>1.013e0</w:t>
      </w:r>
    </w:p>
    <w:p w:rsidR="007B6A46" w:rsidRDefault="007B6A46" w:rsidP="007B6A46">
      <w:r>
        <w:t>573.9668</w:t>
      </w:r>
      <w:r>
        <w:tab/>
        <w:t>1.013e0</w:t>
      </w:r>
    </w:p>
    <w:p w:rsidR="007B6A46" w:rsidRDefault="007B6A46" w:rsidP="007B6A46">
      <w:r>
        <w:t>573.9844</w:t>
      </w:r>
      <w:r>
        <w:tab/>
        <w:t>1.013e0</w:t>
      </w:r>
    </w:p>
    <w:p w:rsidR="007B6A46" w:rsidRDefault="007B6A46" w:rsidP="007B6A46">
      <w:r>
        <w:t>574.0278</w:t>
      </w:r>
      <w:r>
        <w:tab/>
        <w:t>3.038e0</w:t>
      </w:r>
    </w:p>
    <w:p w:rsidR="007B6A46" w:rsidRDefault="007B6A46" w:rsidP="007B6A46">
      <w:r>
        <w:t>574.0703</w:t>
      </w:r>
      <w:r>
        <w:tab/>
        <w:t>1.013e0</w:t>
      </w:r>
    </w:p>
    <w:p w:rsidR="007B6A46" w:rsidRDefault="007B6A46" w:rsidP="007B6A46">
      <w:r>
        <w:t>574.0989</w:t>
      </w:r>
      <w:r>
        <w:tab/>
        <w:t>2.025e0</w:t>
      </w:r>
    </w:p>
    <w:p w:rsidR="007B6A46" w:rsidRDefault="007B6A46" w:rsidP="007B6A46">
      <w:r>
        <w:t>574.1248</w:t>
      </w:r>
      <w:r>
        <w:tab/>
        <w:t>4.051e0</w:t>
      </w:r>
    </w:p>
    <w:p w:rsidR="007B6A46" w:rsidRDefault="007B6A46" w:rsidP="007B6A46">
      <w:r>
        <w:t>574.1591</w:t>
      </w:r>
      <w:r>
        <w:tab/>
        <w:t>2.025e0</w:t>
      </w:r>
    </w:p>
    <w:p w:rsidR="007B6A46" w:rsidRDefault="007B6A46" w:rsidP="007B6A46">
      <w:r>
        <w:t>574.1677</w:t>
      </w:r>
      <w:r>
        <w:tab/>
        <w:t>2.025e0</w:t>
      </w:r>
    </w:p>
    <w:p w:rsidR="007B6A46" w:rsidRDefault="007B6A46" w:rsidP="007B6A46">
      <w:r>
        <w:t>574.2084</w:t>
      </w:r>
      <w:r>
        <w:tab/>
        <w:t>1.013e0</w:t>
      </w:r>
    </w:p>
    <w:p w:rsidR="007B6A46" w:rsidRDefault="007B6A46" w:rsidP="007B6A46">
      <w:r>
        <w:t>574.2568</w:t>
      </w:r>
      <w:r>
        <w:tab/>
        <w:t>2.025e0</w:t>
      </w:r>
    </w:p>
    <w:p w:rsidR="007B6A46" w:rsidRDefault="007B6A46" w:rsidP="007B6A46">
      <w:r>
        <w:t>574.2972</w:t>
      </w:r>
      <w:r>
        <w:tab/>
        <w:t>2.025e0</w:t>
      </w:r>
    </w:p>
    <w:p w:rsidR="007B6A46" w:rsidRDefault="007B6A46" w:rsidP="007B6A46">
      <w:r>
        <w:t>574.3535</w:t>
      </w:r>
      <w:r>
        <w:tab/>
        <w:t>4.051e0</w:t>
      </w:r>
    </w:p>
    <w:p w:rsidR="007B6A46" w:rsidRDefault="007B6A46" w:rsidP="007B6A46">
      <w:r>
        <w:t>574.3882</w:t>
      </w:r>
      <w:r>
        <w:tab/>
        <w:t>2.025e0</w:t>
      </w:r>
    </w:p>
    <w:p w:rsidR="007B6A46" w:rsidRDefault="007B6A46" w:rsidP="007B6A46">
      <w:r>
        <w:lastRenderedPageBreak/>
        <w:t>574.3986</w:t>
      </w:r>
      <w:r>
        <w:tab/>
        <w:t>1.013e0</w:t>
      </w:r>
    </w:p>
    <w:p w:rsidR="007B6A46" w:rsidRDefault="007B6A46" w:rsidP="007B6A46">
      <w:r>
        <w:t>574.4689</w:t>
      </w:r>
      <w:r>
        <w:tab/>
        <w:t>1.013e0</w:t>
      </w:r>
    </w:p>
    <w:p w:rsidR="007B6A46" w:rsidRDefault="007B6A46" w:rsidP="007B6A46">
      <w:r>
        <w:t>574.4778</w:t>
      </w:r>
      <w:r>
        <w:tab/>
        <w:t>2.025e0</w:t>
      </w:r>
    </w:p>
    <w:p w:rsidR="007B6A46" w:rsidRDefault="007B6A46" w:rsidP="007B6A46">
      <w:r>
        <w:t>574.5211</w:t>
      </w:r>
      <w:r>
        <w:tab/>
        <w:t>2.025e0</w:t>
      </w:r>
    </w:p>
    <w:p w:rsidR="007B6A46" w:rsidRDefault="007B6A46" w:rsidP="007B6A46">
      <w:r>
        <w:t>574.5237</w:t>
      </w:r>
      <w:r>
        <w:tab/>
        <w:t>1.013e0</w:t>
      </w:r>
    </w:p>
    <w:p w:rsidR="007B6A46" w:rsidRDefault="007B6A46" w:rsidP="007B6A46">
      <w:r>
        <w:t>574.5409</w:t>
      </w:r>
      <w:r>
        <w:tab/>
        <w:t>1.013e0</w:t>
      </w:r>
    </w:p>
    <w:p w:rsidR="007B6A46" w:rsidRDefault="007B6A46" w:rsidP="007B6A46">
      <w:r>
        <w:t>574.5957</w:t>
      </w:r>
      <w:r>
        <w:tab/>
        <w:t>2.025e0</w:t>
      </w:r>
    </w:p>
    <w:p w:rsidR="007B6A46" w:rsidRDefault="007B6A46" w:rsidP="007B6A46">
      <w:r>
        <w:t>574.6329</w:t>
      </w:r>
      <w:r>
        <w:tab/>
        <w:t>1.013e0</w:t>
      </w:r>
    </w:p>
    <w:p w:rsidR="007B6A46" w:rsidRDefault="007B6A46" w:rsidP="007B6A46">
      <w:r>
        <w:t>574.6724</w:t>
      </w:r>
      <w:r>
        <w:tab/>
        <w:t>1.013e0</w:t>
      </w:r>
    </w:p>
    <w:p w:rsidR="007B6A46" w:rsidRDefault="007B6A46" w:rsidP="007B6A46">
      <w:r>
        <w:t>574.7883</w:t>
      </w:r>
      <w:r>
        <w:tab/>
        <w:t>2.025e0</w:t>
      </w:r>
    </w:p>
    <w:p w:rsidR="007B6A46" w:rsidRDefault="007B6A46" w:rsidP="007B6A46">
      <w:r>
        <w:t>574.7927</w:t>
      </w:r>
      <w:r>
        <w:tab/>
        <w:t>1.013e0</w:t>
      </w:r>
    </w:p>
    <w:p w:rsidR="007B6A46" w:rsidRDefault="007B6A46" w:rsidP="007B6A46">
      <w:r>
        <w:t>574.8502</w:t>
      </w:r>
      <w:r>
        <w:tab/>
        <w:t>1.013e0</w:t>
      </w:r>
    </w:p>
    <w:p w:rsidR="007B6A46" w:rsidRDefault="007B6A46" w:rsidP="007B6A46">
      <w:r>
        <w:t>574.8823</w:t>
      </w:r>
      <w:r>
        <w:tab/>
        <w:t>1.013e0</w:t>
      </w:r>
    </w:p>
    <w:p w:rsidR="007B6A46" w:rsidRDefault="007B6A46" w:rsidP="007B6A46">
      <w:r>
        <w:t>575.0073</w:t>
      </w:r>
      <w:r>
        <w:tab/>
        <w:t>1.013e0</w:t>
      </w:r>
    </w:p>
    <w:p w:rsidR="007B6A46" w:rsidRDefault="007B6A46" w:rsidP="007B6A46">
      <w:r>
        <w:t>575.0618</w:t>
      </w:r>
      <w:r>
        <w:tab/>
        <w:t>3.038e0</w:t>
      </w:r>
    </w:p>
    <w:p w:rsidR="007B6A46" w:rsidRDefault="007B6A46" w:rsidP="007B6A46">
      <w:r>
        <w:t>575.1359</w:t>
      </w:r>
      <w:r>
        <w:tab/>
        <w:t>1.013e0</w:t>
      </w:r>
    </w:p>
    <w:p w:rsidR="007B6A46" w:rsidRDefault="007B6A46" w:rsidP="007B6A46">
      <w:r>
        <w:t>575.1411</w:t>
      </w:r>
      <w:r>
        <w:tab/>
        <w:t>2.025e0</w:t>
      </w:r>
    </w:p>
    <w:p w:rsidR="007B6A46" w:rsidRDefault="007B6A46" w:rsidP="007B6A46">
      <w:r>
        <w:t>575.1566</w:t>
      </w:r>
      <w:r>
        <w:tab/>
        <w:t>1.013e0</w:t>
      </w:r>
    </w:p>
    <w:p w:rsidR="007B6A46" w:rsidRDefault="007B6A46" w:rsidP="007B6A46">
      <w:r>
        <w:t>575.2015</w:t>
      </w:r>
      <w:r>
        <w:tab/>
        <w:t>2.025e0</w:t>
      </w:r>
    </w:p>
    <w:p w:rsidR="007B6A46" w:rsidRDefault="007B6A46" w:rsidP="007B6A46">
      <w:r>
        <w:lastRenderedPageBreak/>
        <w:t>575.2149</w:t>
      </w:r>
      <w:r>
        <w:tab/>
        <w:t>1.013e0</w:t>
      </w:r>
    </w:p>
    <w:p w:rsidR="007B6A46" w:rsidRDefault="007B6A46" w:rsidP="007B6A46">
      <w:r>
        <w:t>575.2782</w:t>
      </w:r>
      <w:r>
        <w:tab/>
        <w:t>1.013e0</w:t>
      </w:r>
    </w:p>
    <w:p w:rsidR="007B6A46" w:rsidRDefault="007B6A46" w:rsidP="007B6A46">
      <w:r>
        <w:t>575.3740</w:t>
      </w:r>
      <w:r>
        <w:tab/>
        <w:t>1.013e0</w:t>
      </w:r>
    </w:p>
    <w:p w:rsidR="007B6A46" w:rsidRDefault="007B6A46" w:rsidP="007B6A46">
      <w:r>
        <w:t>575.3839</w:t>
      </w:r>
      <w:r>
        <w:tab/>
        <w:t>2.025e0</w:t>
      </w:r>
    </w:p>
    <w:p w:rsidR="007B6A46" w:rsidRDefault="007B6A46" w:rsidP="007B6A46">
      <w:r>
        <w:t>575.4371</w:t>
      </w:r>
      <w:r>
        <w:tab/>
        <w:t>3.038e0</w:t>
      </w:r>
    </w:p>
    <w:p w:rsidR="007B6A46" w:rsidRDefault="007B6A46" w:rsidP="007B6A46">
      <w:r>
        <w:t>575.5322</w:t>
      </w:r>
      <w:r>
        <w:tab/>
        <w:t>1.013e0</w:t>
      </w:r>
    </w:p>
    <w:p w:rsidR="007B6A46" w:rsidRDefault="007B6A46" w:rsidP="007B6A46">
      <w:r>
        <w:t>575.6113</w:t>
      </w:r>
      <w:r>
        <w:tab/>
        <w:t>1.013e0</w:t>
      </w:r>
    </w:p>
    <w:p w:rsidR="007B6A46" w:rsidRDefault="007B6A46" w:rsidP="007B6A46">
      <w:r>
        <w:t>575.6181</w:t>
      </w:r>
      <w:r>
        <w:tab/>
        <w:t>2.025e0</w:t>
      </w:r>
    </w:p>
    <w:p w:rsidR="007B6A46" w:rsidRDefault="007B6A46" w:rsidP="007B6A46">
      <w:r>
        <w:t>575.6893</w:t>
      </w:r>
      <w:r>
        <w:tab/>
        <w:t>1.013e0</w:t>
      </w:r>
    </w:p>
    <w:p w:rsidR="007B6A46" w:rsidRDefault="007B6A46" w:rsidP="007B6A46">
      <w:r>
        <w:t>575.7291</w:t>
      </w:r>
      <w:r>
        <w:tab/>
        <w:t>1.013e0</w:t>
      </w:r>
    </w:p>
    <w:p w:rsidR="007B6A46" w:rsidRDefault="007B6A46" w:rsidP="007B6A46">
      <w:r>
        <w:t>575.8191</w:t>
      </w:r>
      <w:r>
        <w:tab/>
        <w:t>1.013e0</w:t>
      </w:r>
    </w:p>
    <w:p w:rsidR="007B6A46" w:rsidRDefault="007B6A46" w:rsidP="007B6A46">
      <w:r>
        <w:t>575.8785</w:t>
      </w:r>
      <w:r>
        <w:tab/>
        <w:t>1.013e0</w:t>
      </w:r>
    </w:p>
    <w:p w:rsidR="007B6A46" w:rsidRDefault="007B6A46" w:rsidP="007B6A46">
      <w:r>
        <w:t>575.9946</w:t>
      </w:r>
      <w:r>
        <w:tab/>
        <w:t>1.013e0</w:t>
      </w:r>
    </w:p>
    <w:p w:rsidR="007B6A46" w:rsidRDefault="007B6A46" w:rsidP="007B6A46">
      <w:r>
        <w:t>576.0129</w:t>
      </w:r>
      <w:r>
        <w:tab/>
        <w:t>1.013e0</w:t>
      </w:r>
    </w:p>
    <w:p w:rsidR="007B6A46" w:rsidRDefault="007B6A46" w:rsidP="007B6A46">
      <w:r>
        <w:t>576.0161</w:t>
      </w:r>
      <w:r>
        <w:tab/>
        <w:t>1.013e0</w:t>
      </w:r>
    </w:p>
    <w:p w:rsidR="007B6A46" w:rsidRDefault="007B6A46" w:rsidP="007B6A46">
      <w:r>
        <w:t>576.0314</w:t>
      </w:r>
      <w:r>
        <w:tab/>
        <w:t>1.013e0</w:t>
      </w:r>
    </w:p>
    <w:p w:rsidR="007B6A46" w:rsidRDefault="007B6A46" w:rsidP="007B6A46">
      <w:r>
        <w:t>576.0661</w:t>
      </w:r>
      <w:r>
        <w:tab/>
        <w:t>1.013e0</w:t>
      </w:r>
    </w:p>
    <w:p w:rsidR="007B6A46" w:rsidRDefault="007B6A46" w:rsidP="007B6A46">
      <w:r>
        <w:t>576.1385</w:t>
      </w:r>
      <w:r>
        <w:tab/>
        <w:t>1.013e0</w:t>
      </w:r>
    </w:p>
    <w:p w:rsidR="007B6A46" w:rsidRDefault="007B6A46" w:rsidP="007B6A46">
      <w:r>
        <w:t>576.1844</w:t>
      </w:r>
      <w:r>
        <w:tab/>
        <w:t>1.013e0</w:t>
      </w:r>
    </w:p>
    <w:p w:rsidR="007B6A46" w:rsidRDefault="007B6A46" w:rsidP="007B6A46">
      <w:r>
        <w:lastRenderedPageBreak/>
        <w:t>576.2447</w:t>
      </w:r>
      <w:r>
        <w:tab/>
        <w:t>1.013e0</w:t>
      </w:r>
    </w:p>
    <w:p w:rsidR="007B6A46" w:rsidRDefault="007B6A46" w:rsidP="007B6A46">
      <w:r>
        <w:t>576.2464</w:t>
      </w:r>
      <w:r>
        <w:tab/>
        <w:t>1.013e0</w:t>
      </w:r>
    </w:p>
    <w:p w:rsidR="007B6A46" w:rsidRDefault="007B6A46" w:rsidP="007B6A46">
      <w:r>
        <w:t>576.2546</w:t>
      </w:r>
      <w:r>
        <w:tab/>
        <w:t>1.013e0</w:t>
      </w:r>
    </w:p>
    <w:p w:rsidR="007B6A46" w:rsidRDefault="007B6A46" w:rsidP="007B6A46">
      <w:r>
        <w:t>576.3041</w:t>
      </w:r>
      <w:r>
        <w:tab/>
        <w:t>1.013e0</w:t>
      </w:r>
    </w:p>
    <w:p w:rsidR="007B6A46" w:rsidRDefault="007B6A46" w:rsidP="007B6A46">
      <w:r>
        <w:t>576.3182</w:t>
      </w:r>
      <w:r>
        <w:tab/>
        <w:t>2.025e0</w:t>
      </w:r>
    </w:p>
    <w:p w:rsidR="007B6A46" w:rsidRDefault="007B6A46" w:rsidP="007B6A46">
      <w:r>
        <w:t>576.3329</w:t>
      </w:r>
      <w:r>
        <w:tab/>
        <w:t>1.013e0</w:t>
      </w:r>
    </w:p>
    <w:p w:rsidR="007B6A46" w:rsidRDefault="007B6A46" w:rsidP="007B6A46">
      <w:r>
        <w:t>576.3360</w:t>
      </w:r>
      <w:r>
        <w:tab/>
        <w:t>1.013e0</w:t>
      </w:r>
    </w:p>
    <w:p w:rsidR="007B6A46" w:rsidRDefault="007B6A46" w:rsidP="007B6A46">
      <w:r>
        <w:t>576.3734</w:t>
      </w:r>
      <w:r>
        <w:tab/>
        <w:t>1.013e0</w:t>
      </w:r>
    </w:p>
    <w:p w:rsidR="007B6A46" w:rsidRDefault="007B6A46" w:rsidP="007B6A46">
      <w:r>
        <w:t>576.3798</w:t>
      </w:r>
      <w:r>
        <w:tab/>
        <w:t>5.063e0</w:t>
      </w:r>
    </w:p>
    <w:p w:rsidR="007B6A46" w:rsidRDefault="007B6A46" w:rsidP="007B6A46">
      <w:r>
        <w:t>576.4022</w:t>
      </w:r>
      <w:r>
        <w:tab/>
        <w:t>2.025e0</w:t>
      </w:r>
    </w:p>
    <w:p w:rsidR="007B6A46" w:rsidRDefault="007B6A46" w:rsidP="007B6A46">
      <w:r>
        <w:t>576.4120</w:t>
      </w:r>
      <w:r>
        <w:tab/>
        <w:t>2.025e0</w:t>
      </w:r>
    </w:p>
    <w:p w:rsidR="007B6A46" w:rsidRDefault="007B6A46" w:rsidP="007B6A46">
      <w:r>
        <w:t>576.5344</w:t>
      </w:r>
      <w:r>
        <w:tab/>
        <w:t>1.013e0</w:t>
      </w:r>
    </w:p>
    <w:p w:rsidR="007B6A46" w:rsidRDefault="007B6A46" w:rsidP="007B6A46">
      <w:r>
        <w:t>576.5706</w:t>
      </w:r>
      <w:r>
        <w:tab/>
        <w:t>1.013e0</w:t>
      </w:r>
    </w:p>
    <w:p w:rsidR="007B6A46" w:rsidRDefault="007B6A46" w:rsidP="007B6A46">
      <w:r>
        <w:t>576.8186</w:t>
      </w:r>
      <w:r>
        <w:tab/>
        <w:t>3.038e0</w:t>
      </w:r>
    </w:p>
    <w:p w:rsidR="007B6A46" w:rsidRDefault="007B6A46" w:rsidP="007B6A46">
      <w:r>
        <w:t>576.8386</w:t>
      </w:r>
      <w:r>
        <w:tab/>
        <w:t>1.013e0</w:t>
      </w:r>
    </w:p>
    <w:p w:rsidR="007B6A46" w:rsidRDefault="007B6A46" w:rsidP="007B6A46">
      <w:r>
        <w:t>576.9263</w:t>
      </w:r>
      <w:r>
        <w:tab/>
        <w:t>1.013e0</w:t>
      </w:r>
    </w:p>
    <w:p w:rsidR="007B6A46" w:rsidRDefault="007B6A46" w:rsidP="007B6A46">
      <w:r>
        <w:t>576.9850</w:t>
      </w:r>
      <w:r>
        <w:tab/>
        <w:t>3.038e0</w:t>
      </w:r>
    </w:p>
    <w:p w:rsidR="007B6A46" w:rsidRDefault="007B6A46" w:rsidP="007B6A46">
      <w:r>
        <w:t>577.0349</w:t>
      </w:r>
      <w:r>
        <w:tab/>
        <w:t>1.013e0</w:t>
      </w:r>
    </w:p>
    <w:p w:rsidR="007B6A46" w:rsidRDefault="007B6A46" w:rsidP="007B6A46">
      <w:r>
        <w:t>577.0670</w:t>
      </w:r>
      <w:r>
        <w:tab/>
        <w:t>1.013e0</w:t>
      </w:r>
    </w:p>
    <w:p w:rsidR="007B6A46" w:rsidRDefault="007B6A46" w:rsidP="007B6A46">
      <w:r>
        <w:lastRenderedPageBreak/>
        <w:t>577.1662</w:t>
      </w:r>
      <w:r>
        <w:tab/>
        <w:t>1.013e0</w:t>
      </w:r>
    </w:p>
    <w:p w:rsidR="007B6A46" w:rsidRDefault="007B6A46" w:rsidP="007B6A46">
      <w:r>
        <w:t>577.2455</w:t>
      </w:r>
      <w:r>
        <w:tab/>
        <w:t>1.013e0</w:t>
      </w:r>
    </w:p>
    <w:p w:rsidR="007B6A46" w:rsidRDefault="007B6A46" w:rsidP="007B6A46">
      <w:r>
        <w:t>577.2499</w:t>
      </w:r>
      <w:r>
        <w:tab/>
        <w:t>2.025e0</w:t>
      </w:r>
    </w:p>
    <w:p w:rsidR="007B6A46" w:rsidRDefault="007B6A46" w:rsidP="007B6A46">
      <w:r>
        <w:t>577.3385</w:t>
      </w:r>
      <w:r>
        <w:tab/>
        <w:t>3.038e0</w:t>
      </w:r>
    </w:p>
    <w:p w:rsidR="007B6A46" w:rsidRDefault="007B6A46" w:rsidP="007B6A46">
      <w:r>
        <w:t>577.3407</w:t>
      </w:r>
      <w:r>
        <w:tab/>
        <w:t>3.038e0</w:t>
      </w:r>
    </w:p>
    <w:p w:rsidR="007B6A46" w:rsidRDefault="007B6A46" w:rsidP="007B6A46">
      <w:r>
        <w:t>577.3687</w:t>
      </w:r>
      <w:r>
        <w:tab/>
        <w:t>2.025e0</w:t>
      </w:r>
    </w:p>
    <w:p w:rsidR="007B6A46" w:rsidRDefault="007B6A46" w:rsidP="007B6A46">
      <w:r>
        <w:t>577.3746</w:t>
      </w:r>
      <w:r>
        <w:tab/>
        <w:t>2.025e0</w:t>
      </w:r>
    </w:p>
    <w:p w:rsidR="007B6A46" w:rsidRDefault="007B6A46" w:rsidP="007B6A46">
      <w:r>
        <w:t>577.3772</w:t>
      </w:r>
      <w:r>
        <w:tab/>
        <w:t>1.013e0</w:t>
      </w:r>
    </w:p>
    <w:p w:rsidR="007B6A46" w:rsidRDefault="007B6A46" w:rsidP="007B6A46">
      <w:r>
        <w:t>577.4340</w:t>
      </w:r>
      <w:r>
        <w:tab/>
        <w:t>1.013e0</w:t>
      </w:r>
    </w:p>
    <w:p w:rsidR="007B6A46" w:rsidRDefault="007B6A46" w:rsidP="007B6A46">
      <w:r>
        <w:t>577.4484</w:t>
      </w:r>
      <w:r>
        <w:tab/>
        <w:t>1.013e0</w:t>
      </w:r>
    </w:p>
    <w:p w:rsidR="007B6A46" w:rsidRDefault="007B6A46" w:rsidP="007B6A46">
      <w:r>
        <w:t>577.4538</w:t>
      </w:r>
      <w:r>
        <w:tab/>
        <w:t>1.013e0</w:t>
      </w:r>
    </w:p>
    <w:p w:rsidR="007B6A46" w:rsidRDefault="007B6A46" w:rsidP="007B6A46">
      <w:r>
        <w:t>577.4821</w:t>
      </w:r>
      <w:r>
        <w:tab/>
        <w:t>1.013e0</w:t>
      </w:r>
    </w:p>
    <w:p w:rsidR="007B6A46" w:rsidRDefault="007B6A46" w:rsidP="007B6A46">
      <w:r>
        <w:t>577.5012</w:t>
      </w:r>
      <w:r>
        <w:tab/>
        <w:t>1.013e0</w:t>
      </w:r>
    </w:p>
    <w:p w:rsidR="007B6A46" w:rsidRDefault="007B6A46" w:rsidP="007B6A46">
      <w:r>
        <w:t>577.5223</w:t>
      </w:r>
      <w:r>
        <w:tab/>
        <w:t>1.013e0</w:t>
      </w:r>
    </w:p>
    <w:p w:rsidR="007B6A46" w:rsidRDefault="007B6A46" w:rsidP="007B6A46">
      <w:r>
        <w:t>577.5459</w:t>
      </w:r>
      <w:r>
        <w:tab/>
        <w:t>2.169e0</w:t>
      </w:r>
    </w:p>
    <w:p w:rsidR="007B6A46" w:rsidRDefault="007B6A46" w:rsidP="007B6A46">
      <w:r>
        <w:t>577.6216</w:t>
      </w:r>
      <w:r>
        <w:tab/>
        <w:t>1.013e0</w:t>
      </w:r>
    </w:p>
    <w:p w:rsidR="007B6A46" w:rsidRDefault="007B6A46" w:rsidP="007B6A46">
      <w:r>
        <w:t>577.6265</w:t>
      </w:r>
      <w:r>
        <w:tab/>
        <w:t>1.013e0</w:t>
      </w:r>
    </w:p>
    <w:p w:rsidR="007B6A46" w:rsidRDefault="007B6A46" w:rsidP="007B6A46">
      <w:r>
        <w:t>577.6804</w:t>
      </w:r>
      <w:r>
        <w:tab/>
        <w:t>2.025e0</w:t>
      </w:r>
    </w:p>
    <w:p w:rsidR="007B6A46" w:rsidRDefault="007B6A46" w:rsidP="007B6A46">
      <w:r>
        <w:t>577.7109</w:t>
      </w:r>
      <w:r>
        <w:tab/>
        <w:t>1.013e0</w:t>
      </w:r>
    </w:p>
    <w:p w:rsidR="007B6A46" w:rsidRDefault="007B6A46" w:rsidP="007B6A46">
      <w:r>
        <w:lastRenderedPageBreak/>
        <w:t>577.7709</w:t>
      </w:r>
      <w:r>
        <w:tab/>
        <w:t>1.013e0</w:t>
      </w:r>
    </w:p>
    <w:p w:rsidR="007B6A46" w:rsidRDefault="007B6A46" w:rsidP="007B6A46">
      <w:r>
        <w:t>577.7811</w:t>
      </w:r>
      <w:r>
        <w:tab/>
        <w:t>2.025e0</w:t>
      </w:r>
    </w:p>
    <w:p w:rsidR="007B6A46" w:rsidRDefault="007B6A46" w:rsidP="007B6A46">
      <w:r>
        <w:t>577.8615</w:t>
      </w:r>
      <w:r>
        <w:tab/>
        <w:t>1.013e0</w:t>
      </w:r>
    </w:p>
    <w:p w:rsidR="007B6A46" w:rsidRDefault="007B6A46" w:rsidP="007B6A46">
      <w:r>
        <w:t>577.9094</w:t>
      </w:r>
      <w:r>
        <w:tab/>
        <w:t>1.013e0</w:t>
      </w:r>
    </w:p>
    <w:p w:rsidR="007B6A46" w:rsidRDefault="007B6A46" w:rsidP="007B6A46">
      <w:r>
        <w:t>577.9141</w:t>
      </w:r>
      <w:r>
        <w:tab/>
        <w:t>3.038e0</w:t>
      </w:r>
    </w:p>
    <w:p w:rsidR="007B6A46" w:rsidRDefault="007B6A46" w:rsidP="007B6A46">
      <w:r>
        <w:t>577.9196</w:t>
      </w:r>
      <w:r>
        <w:tab/>
        <w:t>2.025e0</w:t>
      </w:r>
    </w:p>
    <w:p w:rsidR="007B6A46" w:rsidRDefault="007B6A46" w:rsidP="007B6A46">
      <w:r>
        <w:t>577.9492</w:t>
      </w:r>
      <w:r>
        <w:tab/>
        <w:t>1.013e0</w:t>
      </w:r>
    </w:p>
    <w:p w:rsidR="007B6A46" w:rsidRDefault="007B6A46" w:rsidP="007B6A46">
      <w:r>
        <w:t>577.9690</w:t>
      </w:r>
      <w:r>
        <w:tab/>
        <w:t>1.013e0</w:t>
      </w:r>
    </w:p>
    <w:p w:rsidR="007B6A46" w:rsidRDefault="007B6A46" w:rsidP="007B6A46">
      <w:r>
        <w:t>577.9897</w:t>
      </w:r>
      <w:r>
        <w:tab/>
        <w:t>1.013e0</w:t>
      </w:r>
    </w:p>
    <w:p w:rsidR="007B6A46" w:rsidRDefault="007B6A46" w:rsidP="007B6A46">
      <w:r>
        <w:t>577.9947</w:t>
      </w:r>
      <w:r>
        <w:tab/>
        <w:t>2.025e0</w:t>
      </w:r>
    </w:p>
    <w:p w:rsidR="007B6A46" w:rsidRDefault="007B6A46" w:rsidP="007B6A46">
      <w:r>
        <w:t>577.9988</w:t>
      </w:r>
      <w:r>
        <w:tab/>
        <w:t>1.013e0</w:t>
      </w:r>
    </w:p>
    <w:p w:rsidR="007B6A46" w:rsidRDefault="007B6A46" w:rsidP="007B6A46">
      <w:r>
        <w:t>578.0195</w:t>
      </w:r>
      <w:r>
        <w:tab/>
        <w:t>1.013e0</w:t>
      </w:r>
    </w:p>
    <w:p w:rsidR="007B6A46" w:rsidRDefault="007B6A46" w:rsidP="007B6A46">
      <w:r>
        <w:t>578.1378</w:t>
      </w:r>
      <w:r>
        <w:tab/>
        <w:t>1.013e0</w:t>
      </w:r>
    </w:p>
    <w:p w:rsidR="007B6A46" w:rsidRDefault="007B6A46" w:rsidP="007B6A46">
      <w:r>
        <w:t>578.1500</w:t>
      </w:r>
      <w:r>
        <w:tab/>
        <w:t>2.025e0</w:t>
      </w:r>
    </w:p>
    <w:p w:rsidR="007B6A46" w:rsidRDefault="007B6A46" w:rsidP="007B6A46">
      <w:r>
        <w:t>578.2281</w:t>
      </w:r>
      <w:r>
        <w:tab/>
        <w:t>1.013e0</w:t>
      </w:r>
    </w:p>
    <w:p w:rsidR="007B6A46" w:rsidRDefault="007B6A46" w:rsidP="007B6A46">
      <w:r>
        <w:t>578.2728</w:t>
      </w:r>
      <w:r>
        <w:tab/>
        <w:t>2.025e0</w:t>
      </w:r>
    </w:p>
    <w:p w:rsidR="007B6A46" w:rsidRDefault="007B6A46" w:rsidP="007B6A46">
      <w:r>
        <w:t>578.2769</w:t>
      </w:r>
      <w:r>
        <w:tab/>
        <w:t>1.013e0</w:t>
      </w:r>
    </w:p>
    <w:p w:rsidR="007B6A46" w:rsidRDefault="007B6A46" w:rsidP="007B6A46">
      <w:r>
        <w:t>578.3085</w:t>
      </w:r>
      <w:r>
        <w:tab/>
        <w:t>1.013e0</w:t>
      </w:r>
    </w:p>
    <w:p w:rsidR="007B6A46" w:rsidRDefault="007B6A46" w:rsidP="007B6A46">
      <w:r>
        <w:t>578.3247</w:t>
      </w:r>
      <w:r>
        <w:tab/>
        <w:t>1.013e0</w:t>
      </w:r>
    </w:p>
    <w:p w:rsidR="007B6A46" w:rsidRDefault="007B6A46" w:rsidP="007B6A46">
      <w:r>
        <w:lastRenderedPageBreak/>
        <w:t>578.3549</w:t>
      </w:r>
      <w:r>
        <w:tab/>
        <w:t>3.038e0</w:t>
      </w:r>
    </w:p>
    <w:p w:rsidR="007B6A46" w:rsidRDefault="007B6A46" w:rsidP="007B6A46">
      <w:r>
        <w:t>578.3738</w:t>
      </w:r>
      <w:r>
        <w:tab/>
        <w:t>5.063e0</w:t>
      </w:r>
    </w:p>
    <w:p w:rsidR="007B6A46" w:rsidRDefault="007B6A46" w:rsidP="007B6A46">
      <w:r>
        <w:t>578.4111</w:t>
      </w:r>
      <w:r>
        <w:tab/>
        <w:t>3.038e0</w:t>
      </w:r>
    </w:p>
    <w:p w:rsidR="007B6A46" w:rsidRDefault="007B6A46" w:rsidP="007B6A46">
      <w:r>
        <w:t>578.4143</w:t>
      </w:r>
      <w:r>
        <w:tab/>
        <w:t>1.013e0</w:t>
      </w:r>
    </w:p>
    <w:p w:rsidR="007B6A46" w:rsidRDefault="007B6A46" w:rsidP="007B6A46">
      <w:r>
        <w:t>578.4326</w:t>
      </w:r>
      <w:r>
        <w:tab/>
        <w:t>1.013e0</w:t>
      </w:r>
    </w:p>
    <w:p w:rsidR="007B6A46" w:rsidRDefault="007B6A46" w:rsidP="007B6A46">
      <w:r>
        <w:t>578.4367</w:t>
      </w:r>
      <w:r>
        <w:tab/>
        <w:t>1.013e0</w:t>
      </w:r>
    </w:p>
    <w:p w:rsidR="007B6A46" w:rsidRDefault="007B6A46" w:rsidP="007B6A46">
      <w:r>
        <w:t>578.4597</w:t>
      </w:r>
      <w:r>
        <w:tab/>
        <w:t>5.063e0</w:t>
      </w:r>
    </w:p>
    <w:p w:rsidR="007B6A46" w:rsidRDefault="007B6A46" w:rsidP="007B6A46">
      <w:r>
        <w:t>578.5759</w:t>
      </w:r>
      <w:r>
        <w:tab/>
        <w:t>1.013e0</w:t>
      </w:r>
    </w:p>
    <w:p w:rsidR="007B6A46" w:rsidRDefault="007B6A46" w:rsidP="007B6A46">
      <w:r>
        <w:t>578.6057</w:t>
      </w:r>
      <w:r>
        <w:tab/>
        <w:t>1.013e0</w:t>
      </w:r>
    </w:p>
    <w:p w:rsidR="007B6A46" w:rsidRDefault="007B6A46" w:rsidP="007B6A46">
      <w:r>
        <w:t>578.6486</w:t>
      </w:r>
      <w:r>
        <w:tab/>
        <w:t>1.013e0</w:t>
      </w:r>
    </w:p>
    <w:p w:rsidR="007B6A46" w:rsidRDefault="007B6A46" w:rsidP="007B6A46">
      <w:r>
        <w:t>578.6678</w:t>
      </w:r>
      <w:r>
        <w:tab/>
        <w:t>1.013e0</w:t>
      </w:r>
    </w:p>
    <w:p w:rsidR="007B6A46" w:rsidRDefault="007B6A46" w:rsidP="007B6A46">
      <w:r>
        <w:t>578.7012</w:t>
      </w:r>
      <w:r>
        <w:tab/>
        <w:t>1.013e0</w:t>
      </w:r>
    </w:p>
    <w:p w:rsidR="007B6A46" w:rsidRDefault="007B6A46" w:rsidP="007B6A46">
      <w:r>
        <w:t>578.7755</w:t>
      </w:r>
      <w:r>
        <w:tab/>
        <w:t>1.013e0</w:t>
      </w:r>
    </w:p>
    <w:p w:rsidR="007B6A46" w:rsidRDefault="007B6A46" w:rsidP="007B6A46">
      <w:r>
        <w:t>578.8460</w:t>
      </w:r>
      <w:r>
        <w:tab/>
        <w:t>1.013e0</w:t>
      </w:r>
    </w:p>
    <w:p w:rsidR="007B6A46" w:rsidRDefault="007B6A46" w:rsidP="007B6A46">
      <w:r>
        <w:t>578.8997</w:t>
      </w:r>
      <w:r>
        <w:tab/>
        <w:t>1.013e0</w:t>
      </w:r>
    </w:p>
    <w:p w:rsidR="007B6A46" w:rsidRDefault="007B6A46" w:rsidP="007B6A46">
      <w:r>
        <w:t>578.9437</w:t>
      </w:r>
      <w:r>
        <w:tab/>
        <w:t>1.013e0</w:t>
      </w:r>
    </w:p>
    <w:p w:rsidR="007B6A46" w:rsidRDefault="007B6A46" w:rsidP="007B6A46">
      <w:r>
        <w:t>578.9726</w:t>
      </w:r>
      <w:r>
        <w:tab/>
        <w:t>1.013e0</w:t>
      </w:r>
    </w:p>
    <w:p w:rsidR="007B6A46" w:rsidRDefault="007B6A46" w:rsidP="007B6A46">
      <w:r>
        <w:t>579.0443</w:t>
      </w:r>
      <w:r>
        <w:tab/>
        <w:t>1.013e0</w:t>
      </w:r>
    </w:p>
    <w:p w:rsidR="007B6A46" w:rsidRDefault="007B6A46" w:rsidP="007B6A46">
      <w:r>
        <w:t>579.1127</w:t>
      </w:r>
      <w:r>
        <w:tab/>
        <w:t>1.013e0</w:t>
      </w:r>
    </w:p>
    <w:p w:rsidR="007B6A46" w:rsidRDefault="007B6A46" w:rsidP="007B6A46">
      <w:r>
        <w:lastRenderedPageBreak/>
        <w:t>579.1490</w:t>
      </w:r>
      <w:r>
        <w:tab/>
        <w:t>1.013e0</w:t>
      </w:r>
    </w:p>
    <w:p w:rsidR="007B6A46" w:rsidRDefault="007B6A46" w:rsidP="007B6A46">
      <w:r>
        <w:t>579.1530</w:t>
      </w:r>
      <w:r>
        <w:tab/>
        <w:t>3.038e0</w:t>
      </w:r>
    </w:p>
    <w:p w:rsidR="007B6A46" w:rsidRDefault="007B6A46" w:rsidP="007B6A46">
      <w:r>
        <w:t>579.1859</w:t>
      </w:r>
      <w:r>
        <w:tab/>
        <w:t>1.013e0</w:t>
      </w:r>
    </w:p>
    <w:p w:rsidR="007B6A46" w:rsidRDefault="007B6A46" w:rsidP="007B6A46">
      <w:r>
        <w:t>579.2755</w:t>
      </w:r>
      <w:r>
        <w:tab/>
        <w:t>1.013e0</w:t>
      </w:r>
    </w:p>
    <w:p w:rsidR="007B6A46" w:rsidRDefault="007B6A46" w:rsidP="007B6A46">
      <w:r>
        <w:t>579.2831</w:t>
      </w:r>
      <w:r>
        <w:tab/>
        <w:t>3.038e0</w:t>
      </w:r>
    </w:p>
    <w:p w:rsidR="007B6A46" w:rsidRDefault="007B6A46" w:rsidP="007B6A46">
      <w:r>
        <w:t>579.2848</w:t>
      </w:r>
      <w:r>
        <w:tab/>
        <w:t>4.051e0</w:t>
      </w:r>
    </w:p>
    <w:p w:rsidR="007B6A46" w:rsidRDefault="007B6A46" w:rsidP="007B6A46">
      <w:r>
        <w:t>579.2918</w:t>
      </w:r>
      <w:r>
        <w:tab/>
        <w:t>1.013e0</w:t>
      </w:r>
    </w:p>
    <w:p w:rsidR="007B6A46" w:rsidRDefault="007B6A46" w:rsidP="007B6A46">
      <w:r>
        <w:t>579.3253</w:t>
      </w:r>
      <w:r>
        <w:tab/>
        <w:t>2.025e0</w:t>
      </w:r>
    </w:p>
    <w:p w:rsidR="007B6A46" w:rsidRDefault="007B6A46" w:rsidP="007B6A46">
      <w:r>
        <w:t>579.3804</w:t>
      </w:r>
      <w:r>
        <w:tab/>
        <w:t>1.013e0</w:t>
      </w:r>
    </w:p>
    <w:p w:rsidR="007B6A46" w:rsidRDefault="007B6A46" w:rsidP="007B6A46">
      <w:r>
        <w:t>579.3995</w:t>
      </w:r>
      <w:r>
        <w:tab/>
        <w:t>2.025e0</w:t>
      </w:r>
    </w:p>
    <w:p w:rsidR="007B6A46" w:rsidRDefault="007B6A46" w:rsidP="007B6A46">
      <w:r>
        <w:t>579.4361</w:t>
      </w:r>
      <w:r>
        <w:tab/>
        <w:t>1.013e0</w:t>
      </w:r>
    </w:p>
    <w:p w:rsidR="007B6A46" w:rsidRDefault="007B6A46" w:rsidP="007B6A46">
      <w:r>
        <w:t>579.4510</w:t>
      </w:r>
      <w:r>
        <w:tab/>
        <w:t>1.013e0</w:t>
      </w:r>
    </w:p>
    <w:p w:rsidR="007B6A46" w:rsidRDefault="007B6A46" w:rsidP="007B6A46">
      <w:r>
        <w:t>579.5266</w:t>
      </w:r>
      <w:r>
        <w:tab/>
        <w:t>1.013e0</w:t>
      </w:r>
    </w:p>
    <w:p w:rsidR="007B6A46" w:rsidRDefault="007B6A46" w:rsidP="007B6A46">
      <w:r>
        <w:t>579.5797</w:t>
      </w:r>
      <w:r>
        <w:tab/>
        <w:t>1.013e0</w:t>
      </w:r>
    </w:p>
    <w:p w:rsidR="007B6A46" w:rsidRDefault="007B6A46" w:rsidP="007B6A46">
      <w:r>
        <w:t>579.5816</w:t>
      </w:r>
      <w:r>
        <w:tab/>
        <w:t>1.013e0</w:t>
      </w:r>
    </w:p>
    <w:p w:rsidR="007B6A46" w:rsidRDefault="007B6A46" w:rsidP="007B6A46">
      <w:r>
        <w:t>579.6402</w:t>
      </w:r>
      <w:r>
        <w:tab/>
        <w:t>1.013e0</w:t>
      </w:r>
    </w:p>
    <w:p w:rsidR="007B6A46" w:rsidRDefault="007B6A46" w:rsidP="007B6A46">
      <w:r>
        <w:t>579.6492</w:t>
      </w:r>
      <w:r>
        <w:tab/>
        <w:t>1.013e0</w:t>
      </w:r>
    </w:p>
    <w:p w:rsidR="007B6A46" w:rsidRDefault="007B6A46" w:rsidP="007B6A46">
      <w:r>
        <w:t>579.6874</w:t>
      </w:r>
      <w:r>
        <w:tab/>
        <w:t>1.013e0</w:t>
      </w:r>
    </w:p>
    <w:p w:rsidR="007B6A46" w:rsidRDefault="007B6A46" w:rsidP="007B6A46">
      <w:r>
        <w:t>579.7579</w:t>
      </w:r>
      <w:r>
        <w:tab/>
        <w:t>1.013e0</w:t>
      </w:r>
    </w:p>
    <w:p w:rsidR="007B6A46" w:rsidRDefault="007B6A46" w:rsidP="007B6A46">
      <w:r>
        <w:lastRenderedPageBreak/>
        <w:t>579.7886</w:t>
      </w:r>
      <w:r>
        <w:tab/>
        <w:t>1.013e0</w:t>
      </w:r>
    </w:p>
    <w:p w:rsidR="007B6A46" w:rsidRDefault="007B6A46" w:rsidP="007B6A46">
      <w:r>
        <w:t>579.8593</w:t>
      </w:r>
      <w:r>
        <w:tab/>
        <w:t>1.013e0</w:t>
      </w:r>
    </w:p>
    <w:p w:rsidR="007B6A46" w:rsidRDefault="007B6A46" w:rsidP="007B6A46">
      <w:r>
        <w:t>579.8660</w:t>
      </w:r>
      <w:r>
        <w:tab/>
        <w:t>3.038e0</w:t>
      </w:r>
    </w:p>
    <w:p w:rsidR="007B6A46" w:rsidRDefault="007B6A46" w:rsidP="007B6A46">
      <w:r>
        <w:t>579.8692</w:t>
      </w:r>
      <w:r>
        <w:tab/>
        <w:t>1.013e0</w:t>
      </w:r>
    </w:p>
    <w:p w:rsidR="007B6A46" w:rsidRDefault="007B6A46" w:rsidP="007B6A46">
      <w:r>
        <w:t>579.8981</w:t>
      </w:r>
      <w:r>
        <w:tab/>
        <w:t>1.013e0</w:t>
      </w:r>
    </w:p>
    <w:p w:rsidR="007B6A46" w:rsidRDefault="007B6A46" w:rsidP="007B6A46">
      <w:r>
        <w:t>579.9190</w:t>
      </w:r>
      <w:r>
        <w:tab/>
        <w:t>1.013e0</w:t>
      </w:r>
    </w:p>
    <w:p w:rsidR="007B6A46" w:rsidRDefault="007B6A46" w:rsidP="007B6A46">
      <w:r>
        <w:t>579.9379</w:t>
      </w:r>
      <w:r>
        <w:tab/>
        <w:t>1.013e0</w:t>
      </w:r>
    </w:p>
    <w:p w:rsidR="007B6A46" w:rsidRDefault="007B6A46" w:rsidP="007B6A46">
      <w:r>
        <w:t>580.0103</w:t>
      </w:r>
      <w:r>
        <w:tab/>
        <w:t>1.013e0</w:t>
      </w:r>
    </w:p>
    <w:p w:rsidR="007B6A46" w:rsidRDefault="007B6A46" w:rsidP="007B6A46">
      <w:r>
        <w:t>580.0875</w:t>
      </w:r>
      <w:r>
        <w:tab/>
        <w:t>3.038e0</w:t>
      </w:r>
    </w:p>
    <w:p w:rsidR="007B6A46" w:rsidRDefault="007B6A46" w:rsidP="007B6A46">
      <w:r>
        <w:t>580.1170</w:t>
      </w:r>
      <w:r>
        <w:tab/>
        <w:t>1.013e0</w:t>
      </w:r>
    </w:p>
    <w:p w:rsidR="007B6A46" w:rsidRDefault="007B6A46" w:rsidP="007B6A46">
      <w:r>
        <w:t>580.1617</w:t>
      </w:r>
      <w:r>
        <w:tab/>
        <w:t>2.025e0</w:t>
      </w:r>
    </w:p>
    <w:p w:rsidR="007B6A46" w:rsidRDefault="007B6A46" w:rsidP="007B6A46">
      <w:r>
        <w:t>580.1711</w:t>
      </w:r>
      <w:r>
        <w:tab/>
        <w:t>1.013e0</w:t>
      </w:r>
    </w:p>
    <w:p w:rsidR="007B6A46" w:rsidRDefault="007B6A46" w:rsidP="007B6A46">
      <w:r>
        <w:t>580.2065</w:t>
      </w:r>
      <w:r>
        <w:tab/>
        <w:t>1.013e0</w:t>
      </w:r>
    </w:p>
    <w:p w:rsidR="007B6A46" w:rsidRDefault="007B6A46" w:rsidP="007B6A46">
      <w:r>
        <w:t>580.2247</w:t>
      </w:r>
      <w:r>
        <w:tab/>
        <w:t>1.013e0</w:t>
      </w:r>
    </w:p>
    <w:p w:rsidR="007B6A46" w:rsidRDefault="007B6A46" w:rsidP="007B6A46">
      <w:r>
        <w:t>580.2961</w:t>
      </w:r>
      <w:r>
        <w:tab/>
        <w:t>1.013e0</w:t>
      </w:r>
    </w:p>
    <w:p w:rsidR="007B6A46" w:rsidRDefault="007B6A46" w:rsidP="007B6A46">
      <w:r>
        <w:t>580.3066</w:t>
      </w:r>
      <w:r>
        <w:tab/>
        <w:t>1.013e0</w:t>
      </w:r>
    </w:p>
    <w:p w:rsidR="007B6A46" w:rsidRDefault="007B6A46" w:rsidP="007B6A46">
      <w:r>
        <w:t>580.3143</w:t>
      </w:r>
      <w:r>
        <w:tab/>
        <w:t>1.013e0</w:t>
      </w:r>
    </w:p>
    <w:p w:rsidR="007B6A46" w:rsidRDefault="007B6A46" w:rsidP="007B6A46">
      <w:r>
        <w:t>580.3422</w:t>
      </w:r>
      <w:r>
        <w:tab/>
        <w:t>2.025e0</w:t>
      </w:r>
    </w:p>
    <w:p w:rsidR="007B6A46" w:rsidRDefault="007B6A46" w:rsidP="007B6A46">
      <w:r>
        <w:t>580.3856</w:t>
      </w:r>
      <w:r>
        <w:tab/>
        <w:t>1.013e0</w:t>
      </w:r>
    </w:p>
    <w:p w:rsidR="007B6A46" w:rsidRDefault="007B6A46" w:rsidP="007B6A46">
      <w:r>
        <w:lastRenderedPageBreak/>
        <w:t>580.3973</w:t>
      </w:r>
      <w:r>
        <w:tab/>
        <w:t>1.013e0</w:t>
      </w:r>
    </w:p>
    <w:p w:rsidR="007B6A46" w:rsidRDefault="007B6A46" w:rsidP="007B6A46">
      <w:r>
        <w:t>580.4072</w:t>
      </w:r>
      <w:r>
        <w:tab/>
        <w:t>1.013e0</w:t>
      </w:r>
    </w:p>
    <w:p w:rsidR="007B6A46" w:rsidRDefault="007B6A46" w:rsidP="007B6A46">
      <w:r>
        <w:t>580.4427</w:t>
      </w:r>
      <w:r>
        <w:tab/>
        <w:t>3.038e0</w:t>
      </w:r>
    </w:p>
    <w:p w:rsidR="007B6A46" w:rsidRDefault="007B6A46" w:rsidP="007B6A46">
      <w:r>
        <w:t>580.4477</w:t>
      </w:r>
      <w:r>
        <w:tab/>
        <w:t>2.025e0</w:t>
      </w:r>
    </w:p>
    <w:p w:rsidR="007B6A46" w:rsidRDefault="007B6A46" w:rsidP="007B6A46">
      <w:r>
        <w:t>580.4718</w:t>
      </w:r>
      <w:r>
        <w:tab/>
        <w:t>3.038e0</w:t>
      </w:r>
    </w:p>
    <w:p w:rsidR="007B6A46" w:rsidRDefault="007B6A46" w:rsidP="007B6A46">
      <w:r>
        <w:t>580.5303</w:t>
      </w:r>
      <w:r>
        <w:tab/>
        <w:t>1.013e0</w:t>
      </w:r>
    </w:p>
    <w:p w:rsidR="007B6A46" w:rsidRDefault="007B6A46" w:rsidP="007B6A46">
      <w:r>
        <w:t>580.5368</w:t>
      </w:r>
      <w:r>
        <w:tab/>
        <w:t>1.013e0</w:t>
      </w:r>
    </w:p>
    <w:p w:rsidR="007B6A46" w:rsidRDefault="007B6A46" w:rsidP="007B6A46">
      <w:r>
        <w:t>580.5638</w:t>
      </w:r>
      <w:r>
        <w:tab/>
        <w:t>1.013e0</w:t>
      </w:r>
    </w:p>
    <w:p w:rsidR="007B6A46" w:rsidRDefault="007B6A46" w:rsidP="007B6A46">
      <w:r>
        <w:t>580.5767</w:t>
      </w:r>
      <w:r>
        <w:tab/>
        <w:t>1.013e0</w:t>
      </w:r>
    </w:p>
    <w:p w:rsidR="007B6A46" w:rsidRDefault="007B6A46" w:rsidP="007B6A46">
      <w:r>
        <w:t>580.6556</w:t>
      </w:r>
      <w:r>
        <w:tab/>
        <w:t>1.013e0</w:t>
      </w:r>
    </w:p>
    <w:p w:rsidR="007B6A46" w:rsidRDefault="007B6A46" w:rsidP="007B6A46">
      <w:r>
        <w:t>580.7797</w:t>
      </w:r>
      <w:r>
        <w:tab/>
        <w:t>1.013e0</w:t>
      </w:r>
    </w:p>
    <w:p w:rsidR="007B6A46" w:rsidRDefault="007B6A46" w:rsidP="007B6A46">
      <w:r>
        <w:t>580.7991</w:t>
      </w:r>
      <w:r>
        <w:tab/>
        <w:t>2.025e0</w:t>
      </w:r>
    </w:p>
    <w:p w:rsidR="007B6A46" w:rsidRDefault="007B6A46" w:rsidP="007B6A46">
      <w:r>
        <w:t>580.8450</w:t>
      </w:r>
      <w:r>
        <w:tab/>
        <w:t>1.013e0</w:t>
      </w:r>
    </w:p>
    <w:p w:rsidR="007B6A46" w:rsidRDefault="007B6A46" w:rsidP="007B6A46">
      <w:r>
        <w:t>580.8560</w:t>
      </w:r>
      <w:r>
        <w:tab/>
        <w:t>1.013e0</w:t>
      </w:r>
    </w:p>
    <w:p w:rsidR="007B6A46" w:rsidRDefault="007B6A46" w:rsidP="007B6A46">
      <w:r>
        <w:t>580.8859</w:t>
      </w:r>
      <w:r>
        <w:tab/>
        <w:t>1.013e0</w:t>
      </w:r>
    </w:p>
    <w:p w:rsidR="007B6A46" w:rsidRDefault="007B6A46" w:rsidP="007B6A46">
      <w:r>
        <w:t>580.9057</w:t>
      </w:r>
      <w:r>
        <w:tab/>
        <w:t>1.013e0</w:t>
      </w:r>
    </w:p>
    <w:p w:rsidR="007B6A46" w:rsidRDefault="007B6A46" w:rsidP="007B6A46">
      <w:r>
        <w:t>580.9219</w:t>
      </w:r>
      <w:r>
        <w:tab/>
        <w:t>1.013e0</w:t>
      </w:r>
    </w:p>
    <w:p w:rsidR="007B6A46" w:rsidRDefault="007B6A46" w:rsidP="007B6A46">
      <w:r>
        <w:t>581.0046</w:t>
      </w:r>
      <w:r>
        <w:tab/>
        <w:t>2.025e0</w:t>
      </w:r>
    </w:p>
    <w:p w:rsidR="007B6A46" w:rsidRDefault="007B6A46" w:rsidP="007B6A46">
      <w:r>
        <w:t>581.0745</w:t>
      </w:r>
      <w:r>
        <w:tab/>
        <w:t>1.013e0</w:t>
      </w:r>
    </w:p>
    <w:p w:rsidR="007B6A46" w:rsidRDefault="007B6A46" w:rsidP="007B6A46">
      <w:r>
        <w:lastRenderedPageBreak/>
        <w:t>581.0945</w:t>
      </w:r>
      <w:r>
        <w:tab/>
        <w:t>1.013e0</w:t>
      </w:r>
    </w:p>
    <w:p w:rsidR="007B6A46" w:rsidRDefault="007B6A46" w:rsidP="007B6A46">
      <w:r>
        <w:t>581.1565</w:t>
      </w:r>
      <w:r>
        <w:tab/>
        <w:t>3.038e0</w:t>
      </w:r>
    </w:p>
    <w:p w:rsidR="007B6A46" w:rsidRDefault="007B6A46" w:rsidP="007B6A46">
      <w:r>
        <w:t>581.1752</w:t>
      </w:r>
      <w:r>
        <w:tab/>
        <w:t>1.013e0</w:t>
      </w:r>
    </w:p>
    <w:p w:rsidR="007B6A46" w:rsidRDefault="007B6A46" w:rsidP="007B6A46">
      <w:r>
        <w:t>581.2197</w:t>
      </w:r>
      <w:r>
        <w:tab/>
        <w:t>2.025e0</w:t>
      </w:r>
    </w:p>
    <w:p w:rsidR="007B6A46" w:rsidRDefault="007B6A46" w:rsidP="007B6A46">
      <w:r>
        <w:t>581.2466</w:t>
      </w:r>
      <w:r>
        <w:tab/>
        <w:t>1.013e0</w:t>
      </w:r>
    </w:p>
    <w:p w:rsidR="007B6A46" w:rsidRDefault="007B6A46" w:rsidP="007B6A46">
      <w:r>
        <w:t>581.2619</w:t>
      </w:r>
      <w:r>
        <w:tab/>
        <w:t>1.013e0</w:t>
      </w:r>
    </w:p>
    <w:p w:rsidR="007B6A46" w:rsidRDefault="007B6A46" w:rsidP="007B6A46">
      <w:r>
        <w:t>581.2651</w:t>
      </w:r>
      <w:r>
        <w:tab/>
        <w:t>1.013e0</w:t>
      </w:r>
    </w:p>
    <w:p w:rsidR="007B6A46" w:rsidRDefault="007B6A46" w:rsidP="007B6A46">
      <w:r>
        <w:t>581.3149</w:t>
      </w:r>
      <w:r>
        <w:tab/>
        <w:t>1.013e0</w:t>
      </w:r>
    </w:p>
    <w:p w:rsidR="007B6A46" w:rsidRDefault="007B6A46" w:rsidP="007B6A46">
      <w:r>
        <w:t>581.3440</w:t>
      </w:r>
      <w:r>
        <w:tab/>
        <w:t>1.013e0</w:t>
      </w:r>
    </w:p>
    <w:p w:rsidR="007B6A46" w:rsidRDefault="007B6A46" w:rsidP="007B6A46">
      <w:r>
        <w:t>581.3549</w:t>
      </w:r>
      <w:r>
        <w:tab/>
        <w:t>1.013e0</w:t>
      </w:r>
    </w:p>
    <w:p w:rsidR="007B6A46" w:rsidRDefault="007B6A46" w:rsidP="007B6A46">
      <w:r>
        <w:t>581.3718</w:t>
      </w:r>
      <w:r>
        <w:tab/>
        <w:t>4.289e0</w:t>
      </w:r>
    </w:p>
    <w:p w:rsidR="007B6A46" w:rsidRDefault="007B6A46" w:rsidP="007B6A46">
      <w:r>
        <w:t>581.3849</w:t>
      </w:r>
      <w:r>
        <w:tab/>
        <w:t>3.038e0</w:t>
      </w:r>
    </w:p>
    <w:p w:rsidR="007B6A46" w:rsidRDefault="007B6A46" w:rsidP="007B6A46">
      <w:r>
        <w:t>581.4419</w:t>
      </w:r>
      <w:r>
        <w:tab/>
        <w:t>1.013e0</w:t>
      </w:r>
    </w:p>
    <w:p w:rsidR="007B6A46" w:rsidRDefault="007B6A46" w:rsidP="007B6A46">
      <w:r>
        <w:t>581.4538</w:t>
      </w:r>
      <w:r>
        <w:tab/>
        <w:t>1.013e0</w:t>
      </w:r>
    </w:p>
    <w:p w:rsidR="007B6A46" w:rsidRDefault="007B6A46" w:rsidP="007B6A46">
      <w:r>
        <w:t>581.4787</w:t>
      </w:r>
      <w:r>
        <w:tab/>
        <w:t>1.013e0</w:t>
      </w:r>
    </w:p>
    <w:p w:rsidR="007B6A46" w:rsidRDefault="007B6A46" w:rsidP="007B6A46">
      <w:r>
        <w:t>581.5123</w:t>
      </w:r>
      <w:r>
        <w:tab/>
        <w:t>1.013e0</w:t>
      </w:r>
    </w:p>
    <w:p w:rsidR="007B6A46" w:rsidRDefault="007B6A46" w:rsidP="007B6A46">
      <w:r>
        <w:t>581.5646</w:t>
      </w:r>
      <w:r>
        <w:tab/>
        <w:t>1.013e0</w:t>
      </w:r>
    </w:p>
    <w:p w:rsidR="007B6A46" w:rsidRDefault="007B6A46" w:rsidP="007B6A46">
      <w:r>
        <w:t>581.6569</w:t>
      </w:r>
      <w:r>
        <w:tab/>
        <w:t>1.013e0</w:t>
      </w:r>
    </w:p>
    <w:p w:rsidR="007B6A46" w:rsidRDefault="007B6A46" w:rsidP="007B6A46">
      <w:r>
        <w:t>581.6750</w:t>
      </w:r>
      <w:r>
        <w:tab/>
        <w:t>2.025e0</w:t>
      </w:r>
    </w:p>
    <w:p w:rsidR="007B6A46" w:rsidRDefault="007B6A46" w:rsidP="007B6A46">
      <w:r>
        <w:lastRenderedPageBreak/>
        <w:t>581.6760</w:t>
      </w:r>
      <w:r>
        <w:tab/>
        <w:t>1.013e0</w:t>
      </w:r>
    </w:p>
    <w:p w:rsidR="007B6A46" w:rsidRDefault="007B6A46" w:rsidP="007B6A46">
      <w:r>
        <w:t>581.7637</w:t>
      </w:r>
      <w:r>
        <w:tab/>
        <w:t>1.013e0</w:t>
      </w:r>
    </w:p>
    <w:p w:rsidR="007B6A46" w:rsidRDefault="007B6A46" w:rsidP="007B6A46">
      <w:r>
        <w:t>581.8633</w:t>
      </w:r>
      <w:r>
        <w:tab/>
        <w:t>2.025e0</w:t>
      </w:r>
    </w:p>
    <w:p w:rsidR="007B6A46" w:rsidRDefault="007B6A46" w:rsidP="007B6A46">
      <w:r>
        <w:t>581.9637</w:t>
      </w:r>
      <w:r>
        <w:tab/>
        <w:t>2.025e0</w:t>
      </w:r>
    </w:p>
    <w:p w:rsidR="007B6A46" w:rsidRDefault="007B6A46" w:rsidP="007B6A46">
      <w:r>
        <w:t>582.0832</w:t>
      </w:r>
      <w:r>
        <w:tab/>
        <w:t>1.013e0</w:t>
      </w:r>
    </w:p>
    <w:p w:rsidR="007B6A46" w:rsidRDefault="007B6A46" w:rsidP="007B6A46">
      <w:r>
        <w:t>582.1431</w:t>
      </w:r>
      <w:r>
        <w:tab/>
        <w:t>1.013e0</w:t>
      </w:r>
    </w:p>
    <w:p w:rsidR="007B6A46" w:rsidRDefault="007B6A46" w:rsidP="007B6A46">
      <w:r>
        <w:t>582.2208</w:t>
      </w:r>
      <w:r>
        <w:tab/>
        <w:t>3.038e0</w:t>
      </w:r>
    </w:p>
    <w:p w:rsidR="007B6A46" w:rsidRDefault="007B6A46" w:rsidP="007B6A46">
      <w:r>
        <w:t>582.2331</w:t>
      </w:r>
      <w:r>
        <w:tab/>
        <w:t>1.013e0</w:t>
      </w:r>
    </w:p>
    <w:p w:rsidR="007B6A46" w:rsidRDefault="007B6A46" w:rsidP="007B6A46">
      <w:r>
        <w:t>582.2389</w:t>
      </w:r>
      <w:r>
        <w:tab/>
        <w:t>2.025e0</w:t>
      </w:r>
    </w:p>
    <w:p w:rsidR="007B6A46" w:rsidRDefault="007B6A46" w:rsidP="007B6A46">
      <w:r>
        <w:t>582.2825</w:t>
      </w:r>
      <w:r>
        <w:tab/>
        <w:t>1.013e0</w:t>
      </w:r>
    </w:p>
    <w:p w:rsidR="007B6A46" w:rsidRDefault="007B6A46" w:rsidP="007B6A46">
      <w:r>
        <w:t>582.3134</w:t>
      </w:r>
      <w:r>
        <w:tab/>
        <w:t>2.640e0</w:t>
      </w:r>
    </w:p>
    <w:p w:rsidR="007B6A46" w:rsidRDefault="007B6A46" w:rsidP="007B6A46">
      <w:r>
        <w:t>582.3359</w:t>
      </w:r>
      <w:r>
        <w:tab/>
        <w:t>7.089e0</w:t>
      </w:r>
    </w:p>
    <w:p w:rsidR="007B6A46" w:rsidRDefault="007B6A46" w:rsidP="007B6A46">
      <w:r>
        <w:t>582.3495</w:t>
      </w:r>
      <w:r>
        <w:tab/>
        <w:t>2.025e0</w:t>
      </w:r>
    </w:p>
    <w:p w:rsidR="007B6A46" w:rsidRDefault="007B6A46" w:rsidP="007B6A46">
      <w:r>
        <w:t>582.3707</w:t>
      </w:r>
      <w:r>
        <w:tab/>
        <w:t>2.025e0</w:t>
      </w:r>
    </w:p>
    <w:p w:rsidR="007B6A46" w:rsidRDefault="007B6A46" w:rsidP="007B6A46">
      <w:r>
        <w:t>582.3818</w:t>
      </w:r>
      <w:r>
        <w:tab/>
        <w:t>4.131e0</w:t>
      </w:r>
    </w:p>
    <w:p w:rsidR="007B6A46" w:rsidRDefault="007B6A46" w:rsidP="007B6A46">
      <w:r>
        <w:t>582.3836</w:t>
      </w:r>
      <w:r>
        <w:tab/>
        <w:t>3.038e0</w:t>
      </w:r>
    </w:p>
    <w:p w:rsidR="007B6A46" w:rsidRDefault="007B6A46" w:rsidP="007B6A46">
      <w:r>
        <w:t>582.4078</w:t>
      </w:r>
      <w:r>
        <w:tab/>
        <w:t>2.025e0</w:t>
      </w:r>
    </w:p>
    <w:p w:rsidR="007B6A46" w:rsidRDefault="007B6A46" w:rsidP="007B6A46">
      <w:r>
        <w:t>582.5031</w:t>
      </w:r>
      <w:r>
        <w:tab/>
        <w:t>1.013e0</w:t>
      </w:r>
    </w:p>
    <w:p w:rsidR="007B6A46" w:rsidRDefault="007B6A46" w:rsidP="007B6A46">
      <w:r>
        <w:t>582.5140</w:t>
      </w:r>
      <w:r>
        <w:tab/>
        <w:t>1.013e0</w:t>
      </w:r>
    </w:p>
    <w:p w:rsidR="007B6A46" w:rsidRDefault="007B6A46" w:rsidP="007B6A46">
      <w:r>
        <w:lastRenderedPageBreak/>
        <w:t>582.5167</w:t>
      </w:r>
      <w:r>
        <w:tab/>
        <w:t>1.013e0</w:t>
      </w:r>
    </w:p>
    <w:p w:rsidR="007B6A46" w:rsidRDefault="007B6A46" w:rsidP="007B6A46">
      <w:r>
        <w:t>582.6775</w:t>
      </w:r>
      <w:r>
        <w:tab/>
        <w:t>1.013e0</w:t>
      </w:r>
    </w:p>
    <w:p w:rsidR="007B6A46" w:rsidRDefault="007B6A46" w:rsidP="007B6A46">
      <w:r>
        <w:t>582.6929</w:t>
      </w:r>
      <w:r>
        <w:tab/>
        <w:t>1.013e0</w:t>
      </w:r>
    </w:p>
    <w:p w:rsidR="007B6A46" w:rsidRDefault="007B6A46" w:rsidP="007B6A46">
      <w:r>
        <w:t>582.7741</w:t>
      </w:r>
      <w:r>
        <w:tab/>
        <w:t>1.013e0</w:t>
      </w:r>
    </w:p>
    <w:p w:rsidR="007B6A46" w:rsidRDefault="007B6A46" w:rsidP="007B6A46">
      <w:r>
        <w:t>582.8983</w:t>
      </w:r>
      <w:r>
        <w:tab/>
        <w:t>2.025e0</w:t>
      </w:r>
    </w:p>
    <w:p w:rsidR="007B6A46" w:rsidRDefault="007B6A46" w:rsidP="007B6A46">
      <w:r>
        <w:t>583.0886</w:t>
      </w:r>
      <w:r>
        <w:tab/>
        <w:t>1.013e0</w:t>
      </w:r>
    </w:p>
    <w:p w:rsidR="007B6A46" w:rsidRDefault="007B6A46" w:rsidP="007B6A46">
      <w:r>
        <w:t>583.0934</w:t>
      </w:r>
      <w:r>
        <w:tab/>
        <w:t>1.013e0</w:t>
      </w:r>
    </w:p>
    <w:p w:rsidR="007B6A46" w:rsidRDefault="007B6A46" w:rsidP="007B6A46">
      <w:r>
        <w:t>583.1412</w:t>
      </w:r>
      <w:r>
        <w:tab/>
        <w:t>1.013e0</w:t>
      </w:r>
    </w:p>
    <w:p w:rsidR="007B6A46" w:rsidRDefault="007B6A46" w:rsidP="007B6A46">
      <w:r>
        <w:t>583.1945</w:t>
      </w:r>
      <w:r>
        <w:tab/>
        <w:t>2.025e0</w:t>
      </w:r>
    </w:p>
    <w:p w:rsidR="007B6A46" w:rsidRDefault="007B6A46" w:rsidP="007B6A46">
      <w:r>
        <w:t>583.2830</w:t>
      </w:r>
      <w:r>
        <w:tab/>
        <w:t>1.013e0</w:t>
      </w:r>
    </w:p>
    <w:p w:rsidR="007B6A46" w:rsidRDefault="007B6A46" w:rsidP="007B6A46">
      <w:r>
        <w:t>583.3046</w:t>
      </w:r>
      <w:r>
        <w:tab/>
        <w:t>2.025e0</w:t>
      </w:r>
    </w:p>
    <w:p w:rsidR="007B6A46" w:rsidRDefault="007B6A46" w:rsidP="007B6A46">
      <w:r>
        <w:t>583.3146</w:t>
      </w:r>
      <w:r>
        <w:tab/>
        <w:t>1.013e0</w:t>
      </w:r>
    </w:p>
    <w:p w:rsidR="007B6A46" w:rsidRDefault="007B6A46" w:rsidP="007B6A46">
      <w:r>
        <w:t>583.3287</w:t>
      </w:r>
      <w:r>
        <w:tab/>
        <w:t>2.025e0</w:t>
      </w:r>
    </w:p>
    <w:p w:rsidR="007B6A46" w:rsidRDefault="007B6A46" w:rsidP="007B6A46">
      <w:r>
        <w:t>583.3379</w:t>
      </w:r>
      <w:r>
        <w:tab/>
        <w:t>2.025e0</w:t>
      </w:r>
    </w:p>
    <w:p w:rsidR="007B6A46" w:rsidRDefault="007B6A46" w:rsidP="007B6A46">
      <w:r>
        <w:t>583.3993</w:t>
      </w:r>
      <w:r>
        <w:tab/>
        <w:t>6.076e0</w:t>
      </w:r>
    </w:p>
    <w:p w:rsidR="007B6A46" w:rsidRDefault="007B6A46" w:rsidP="007B6A46">
      <w:r>
        <w:t>583.4136</w:t>
      </w:r>
      <w:r>
        <w:tab/>
        <w:t>2.025e0</w:t>
      </w:r>
    </w:p>
    <w:p w:rsidR="007B6A46" w:rsidRDefault="007B6A46" w:rsidP="007B6A46">
      <w:r>
        <w:t>583.4457</w:t>
      </w:r>
      <w:r>
        <w:tab/>
        <w:t>1.013e0</w:t>
      </w:r>
    </w:p>
    <w:p w:rsidR="007B6A46" w:rsidRDefault="007B6A46" w:rsidP="007B6A46">
      <w:r>
        <w:t>583.4631</w:t>
      </w:r>
      <w:r>
        <w:tab/>
        <w:t>2.025e0</w:t>
      </w:r>
    </w:p>
    <w:p w:rsidR="007B6A46" w:rsidRDefault="007B6A46" w:rsidP="007B6A46">
      <w:r>
        <w:t>583.5179</w:t>
      </w:r>
      <w:r>
        <w:tab/>
        <w:t>1.013e0</w:t>
      </w:r>
    </w:p>
    <w:p w:rsidR="007B6A46" w:rsidRDefault="007B6A46" w:rsidP="007B6A46">
      <w:r>
        <w:lastRenderedPageBreak/>
        <w:t>583.5601</w:t>
      </w:r>
      <w:r>
        <w:tab/>
        <w:t>2.025e0</w:t>
      </w:r>
    </w:p>
    <w:p w:rsidR="007B6A46" w:rsidRDefault="007B6A46" w:rsidP="007B6A46">
      <w:r>
        <w:t>583.5651</w:t>
      </w:r>
      <w:r>
        <w:tab/>
        <w:t>1.013e0</w:t>
      </w:r>
    </w:p>
    <w:p w:rsidR="007B6A46" w:rsidRDefault="007B6A46" w:rsidP="007B6A46">
      <w:r>
        <w:t>583.5942</w:t>
      </w:r>
      <w:r>
        <w:tab/>
        <w:t>1.013e0</w:t>
      </w:r>
    </w:p>
    <w:p w:rsidR="007B6A46" w:rsidRDefault="007B6A46" w:rsidP="007B6A46">
      <w:r>
        <w:t>583.6255</w:t>
      </w:r>
      <w:r>
        <w:tab/>
        <w:t>1.013e0</w:t>
      </w:r>
    </w:p>
    <w:p w:rsidR="007B6A46" w:rsidRDefault="007B6A46" w:rsidP="007B6A46">
      <w:r>
        <w:t>583.6753</w:t>
      </w:r>
      <w:r>
        <w:tab/>
        <w:t>1.013e0</w:t>
      </w:r>
    </w:p>
    <w:p w:rsidR="007B6A46" w:rsidRDefault="007B6A46" w:rsidP="007B6A46">
      <w:r>
        <w:t>583.7144</w:t>
      </w:r>
      <w:r>
        <w:tab/>
        <w:t>1.013e0</w:t>
      </w:r>
    </w:p>
    <w:p w:rsidR="007B6A46" w:rsidRDefault="007B6A46" w:rsidP="007B6A46">
      <w:r>
        <w:t>583.7836</w:t>
      </w:r>
      <w:r>
        <w:tab/>
        <w:t>1.013e0</w:t>
      </w:r>
    </w:p>
    <w:p w:rsidR="007B6A46" w:rsidRDefault="007B6A46" w:rsidP="007B6A46">
      <w:r>
        <w:t>583.8027</w:t>
      </w:r>
      <w:r>
        <w:tab/>
        <w:t>1.013e0</w:t>
      </w:r>
    </w:p>
    <w:p w:rsidR="007B6A46" w:rsidRDefault="007B6A46" w:rsidP="007B6A46">
      <w:r>
        <w:t>583.8210</w:t>
      </w:r>
      <w:r>
        <w:tab/>
        <w:t>1.013e0</w:t>
      </w:r>
    </w:p>
    <w:p w:rsidR="007B6A46" w:rsidRDefault="007B6A46" w:rsidP="007B6A46">
      <w:r>
        <w:t>583.8922</w:t>
      </w:r>
      <w:r>
        <w:tab/>
        <w:t>1.013e0</w:t>
      </w:r>
    </w:p>
    <w:p w:rsidR="007B6A46" w:rsidRDefault="007B6A46" w:rsidP="007B6A46">
      <w:r>
        <w:t>583.9106</w:t>
      </w:r>
      <w:r>
        <w:tab/>
        <w:t>1.013e0</w:t>
      </w:r>
    </w:p>
    <w:p w:rsidR="007B6A46" w:rsidRDefault="007B6A46" w:rsidP="007B6A46">
      <w:r>
        <w:t>583.9818</w:t>
      </w:r>
      <w:r>
        <w:tab/>
        <w:t>2.025e0</w:t>
      </w:r>
    </w:p>
    <w:p w:rsidR="007B6A46" w:rsidRDefault="007B6A46" w:rsidP="007B6A46">
      <w:r>
        <w:t>583.9993</w:t>
      </w:r>
      <w:r>
        <w:tab/>
        <w:t>1.013e0</w:t>
      </w:r>
    </w:p>
    <w:p w:rsidR="007B6A46" w:rsidRDefault="007B6A46" w:rsidP="007B6A46">
      <w:r>
        <w:t>584.0704</w:t>
      </w:r>
      <w:r>
        <w:tab/>
        <w:t>1.013e0</w:t>
      </w:r>
    </w:p>
    <w:p w:rsidR="007B6A46" w:rsidRDefault="007B6A46" w:rsidP="007B6A46">
      <w:r>
        <w:t>584.0715</w:t>
      </w:r>
      <w:r>
        <w:tab/>
        <w:t>2.025e0</w:t>
      </w:r>
    </w:p>
    <w:p w:rsidR="007B6A46" w:rsidRDefault="007B6A46" w:rsidP="007B6A46">
      <w:r>
        <w:t>584.1163</w:t>
      </w:r>
      <w:r>
        <w:tab/>
        <w:t>1.013e0</w:t>
      </w:r>
    </w:p>
    <w:p w:rsidR="007B6A46" w:rsidRDefault="007B6A46" w:rsidP="007B6A46">
      <w:r>
        <w:t>584.1564</w:t>
      </w:r>
      <w:r>
        <w:tab/>
        <w:t>1.013e0</w:t>
      </w:r>
    </w:p>
    <w:p w:rsidR="007B6A46" w:rsidRDefault="007B6A46" w:rsidP="007B6A46">
      <w:r>
        <w:t>584.1610</w:t>
      </w:r>
      <w:r>
        <w:tab/>
        <w:t>1.013e0</w:t>
      </w:r>
    </w:p>
    <w:p w:rsidR="007B6A46" w:rsidRDefault="007B6A46" w:rsidP="007B6A46">
      <w:r>
        <w:t>584.1862</w:t>
      </w:r>
      <w:r>
        <w:tab/>
        <w:t>3.038e0</w:t>
      </w:r>
    </w:p>
    <w:p w:rsidR="007B6A46" w:rsidRDefault="007B6A46" w:rsidP="007B6A46">
      <w:r>
        <w:lastRenderedPageBreak/>
        <w:t>584.2558</w:t>
      </w:r>
      <w:r>
        <w:tab/>
        <w:t>1.013e0</w:t>
      </w:r>
    </w:p>
    <w:p w:rsidR="007B6A46" w:rsidRDefault="007B6A46" w:rsidP="007B6A46">
      <w:r>
        <w:t>584.2869</w:t>
      </w:r>
      <w:r>
        <w:tab/>
        <w:t>2.025e0</w:t>
      </w:r>
    </w:p>
    <w:p w:rsidR="007B6A46" w:rsidRDefault="007B6A46" w:rsidP="007B6A46">
      <w:r>
        <w:t>584.3160</w:t>
      </w:r>
      <w:r>
        <w:tab/>
        <w:t>2.025e0</w:t>
      </w:r>
    </w:p>
    <w:p w:rsidR="007B6A46" w:rsidRDefault="007B6A46" w:rsidP="007B6A46">
      <w:r>
        <w:t>584.3564</w:t>
      </w:r>
      <w:r>
        <w:tab/>
        <w:t>1.013e0</w:t>
      </w:r>
    </w:p>
    <w:p w:rsidR="007B6A46" w:rsidRDefault="007B6A46" w:rsidP="007B6A46">
      <w:r>
        <w:t>584.3771</w:t>
      </w:r>
      <w:r>
        <w:tab/>
        <w:t>1.013e0</w:t>
      </w:r>
    </w:p>
    <w:p w:rsidR="007B6A46" w:rsidRDefault="007B6A46" w:rsidP="007B6A46">
      <w:r>
        <w:t>584.4063</w:t>
      </w:r>
      <w:r>
        <w:tab/>
        <w:t>1.013e0</w:t>
      </w:r>
    </w:p>
    <w:p w:rsidR="007B6A46" w:rsidRDefault="007B6A46" w:rsidP="007B6A46">
      <w:r>
        <w:t>584.4498</w:t>
      </w:r>
      <w:r>
        <w:tab/>
        <w:t>4.051e0</w:t>
      </w:r>
    </w:p>
    <w:p w:rsidR="007B6A46" w:rsidRDefault="007B6A46" w:rsidP="007B6A46">
      <w:r>
        <w:t>584.4517</w:t>
      </w:r>
      <w:r>
        <w:tab/>
        <w:t>2.025e0</w:t>
      </w:r>
    </w:p>
    <w:p w:rsidR="007B6A46" w:rsidRDefault="007B6A46" w:rsidP="007B6A46">
      <w:r>
        <w:t>584.4631</w:t>
      </w:r>
      <w:r>
        <w:tab/>
        <w:t>1.013e0</w:t>
      </w:r>
    </w:p>
    <w:p w:rsidR="007B6A46" w:rsidRDefault="007B6A46" w:rsidP="007B6A46">
      <w:r>
        <w:t>584.4789</w:t>
      </w:r>
      <w:r>
        <w:tab/>
        <w:t>2.025e0</w:t>
      </w:r>
    </w:p>
    <w:p w:rsidR="007B6A46" w:rsidRDefault="007B6A46" w:rsidP="007B6A46">
      <w:r>
        <w:t>584.5367</w:t>
      </w:r>
      <w:r>
        <w:tab/>
        <w:t>1.013e0</w:t>
      </w:r>
    </w:p>
    <w:p w:rsidR="007B6A46" w:rsidRDefault="007B6A46" w:rsidP="007B6A46">
      <w:r>
        <w:t>584.5721</w:t>
      </w:r>
      <w:r>
        <w:tab/>
        <w:t>1.013e0</w:t>
      </w:r>
    </w:p>
    <w:p w:rsidR="007B6A46" w:rsidRDefault="007B6A46" w:rsidP="007B6A46">
      <w:r>
        <w:t>584.6239</w:t>
      </w:r>
      <w:r>
        <w:tab/>
        <w:t>2.025e0</w:t>
      </w:r>
    </w:p>
    <w:p w:rsidR="007B6A46" w:rsidRDefault="007B6A46" w:rsidP="007B6A46">
      <w:r>
        <w:t>584.7512</w:t>
      </w:r>
      <w:r>
        <w:tab/>
        <w:t>1.013e0</w:t>
      </w:r>
    </w:p>
    <w:p w:rsidR="007B6A46" w:rsidRDefault="007B6A46" w:rsidP="007B6A46">
      <w:r>
        <w:t>584.7684</w:t>
      </w:r>
      <w:r>
        <w:tab/>
        <w:t>1.013e0</w:t>
      </w:r>
    </w:p>
    <w:p w:rsidR="007B6A46" w:rsidRDefault="007B6A46" w:rsidP="007B6A46">
      <w:r>
        <w:t>584.8215</w:t>
      </w:r>
      <w:r>
        <w:tab/>
        <w:t>1.013e0</w:t>
      </w:r>
    </w:p>
    <w:p w:rsidR="007B6A46" w:rsidRDefault="007B6A46" w:rsidP="007B6A46">
      <w:r>
        <w:t>584.8884</w:t>
      </w:r>
      <w:r>
        <w:tab/>
        <w:t>2.025e0</w:t>
      </w:r>
    </w:p>
    <w:p w:rsidR="007B6A46" w:rsidRDefault="007B6A46" w:rsidP="007B6A46">
      <w:r>
        <w:t>584.9081</w:t>
      </w:r>
      <w:r>
        <w:tab/>
        <w:t>2.025e0</w:t>
      </w:r>
    </w:p>
    <w:p w:rsidR="007B6A46" w:rsidRDefault="007B6A46" w:rsidP="007B6A46">
      <w:r>
        <w:t>584.9482</w:t>
      </w:r>
      <w:r>
        <w:tab/>
        <w:t>1.013e0</w:t>
      </w:r>
    </w:p>
    <w:p w:rsidR="007B6A46" w:rsidRDefault="007B6A46" w:rsidP="007B6A46">
      <w:r>
        <w:lastRenderedPageBreak/>
        <w:t>584.9899</w:t>
      </w:r>
      <w:r>
        <w:tab/>
        <w:t>3.038e0</w:t>
      </w:r>
    </w:p>
    <w:p w:rsidR="007B6A46" w:rsidRDefault="007B6A46" w:rsidP="007B6A46">
      <w:r>
        <w:t>585.1071</w:t>
      </w:r>
      <w:r>
        <w:tab/>
        <w:t>1.013e0</w:t>
      </w:r>
    </w:p>
    <w:p w:rsidR="007B6A46" w:rsidRDefault="007B6A46" w:rsidP="007B6A46">
      <w:r>
        <w:t>585.1600</w:t>
      </w:r>
      <w:r>
        <w:tab/>
        <w:t>2.025e0</w:t>
      </w:r>
    </w:p>
    <w:p w:rsidR="007B6A46" w:rsidRDefault="007B6A46" w:rsidP="007B6A46">
      <w:r>
        <w:t>585.2141</w:t>
      </w:r>
      <w:r>
        <w:tab/>
        <w:t>1.013e0</w:t>
      </w:r>
    </w:p>
    <w:p w:rsidR="007B6A46" w:rsidRDefault="007B6A46" w:rsidP="007B6A46">
      <w:r>
        <w:t>585.2794</w:t>
      </w:r>
      <w:r>
        <w:tab/>
        <w:t>2.025e0</w:t>
      </w:r>
    </w:p>
    <w:p w:rsidR="007B6A46" w:rsidRDefault="007B6A46" w:rsidP="007B6A46">
      <w:r>
        <w:t>585.2935</w:t>
      </w:r>
      <w:r>
        <w:tab/>
        <w:t>2.025e0</w:t>
      </w:r>
    </w:p>
    <w:p w:rsidR="007B6A46" w:rsidRDefault="007B6A46" w:rsidP="007B6A46">
      <w:r>
        <w:t>585.3229</w:t>
      </w:r>
      <w:r>
        <w:tab/>
        <w:t>1.013e0</w:t>
      </w:r>
    </w:p>
    <w:p w:rsidR="007B6A46" w:rsidRDefault="007B6A46" w:rsidP="007B6A46">
      <w:r>
        <w:t>585.3263</w:t>
      </w:r>
      <w:r>
        <w:tab/>
        <w:t>2.025e0</w:t>
      </w:r>
    </w:p>
    <w:p w:rsidR="007B6A46" w:rsidRDefault="007B6A46" w:rsidP="007B6A46">
      <w:r>
        <w:t>585.3423</w:t>
      </w:r>
      <w:r>
        <w:tab/>
        <w:t>2.025e0</w:t>
      </w:r>
    </w:p>
    <w:p w:rsidR="007B6A46" w:rsidRDefault="007B6A46" w:rsidP="007B6A46">
      <w:r>
        <w:t>585.3564</w:t>
      </w:r>
      <w:r>
        <w:tab/>
        <w:t>1.013e0</w:t>
      </w:r>
    </w:p>
    <w:p w:rsidR="007B6A46" w:rsidRDefault="007B6A46" w:rsidP="007B6A46">
      <w:r>
        <w:t>585.3757</w:t>
      </w:r>
      <w:r>
        <w:tab/>
        <w:t>2.025e0</w:t>
      </w:r>
    </w:p>
    <w:p w:rsidR="007B6A46" w:rsidRDefault="007B6A46" w:rsidP="007B6A46">
      <w:r>
        <w:t>585.3856</w:t>
      </w:r>
      <w:r>
        <w:tab/>
        <w:t>2.025e0</w:t>
      </w:r>
    </w:p>
    <w:p w:rsidR="007B6A46" w:rsidRDefault="007B6A46" w:rsidP="007B6A46">
      <w:r>
        <w:t>585.4096</w:t>
      </w:r>
      <w:r>
        <w:tab/>
        <w:t>1.013e0</w:t>
      </w:r>
    </w:p>
    <w:p w:rsidR="007B6A46" w:rsidRDefault="007B6A46" w:rsidP="007B6A46">
      <w:r>
        <w:t>585.4514</w:t>
      </w:r>
      <w:r>
        <w:tab/>
        <w:t>1.013e0</w:t>
      </w:r>
    </w:p>
    <w:p w:rsidR="007B6A46" w:rsidRDefault="007B6A46" w:rsidP="007B6A46">
      <w:r>
        <w:t>585.4650</w:t>
      </w:r>
      <w:r>
        <w:tab/>
        <w:t>2.025e0</w:t>
      </w:r>
    </w:p>
    <w:p w:rsidR="007B6A46" w:rsidRDefault="007B6A46" w:rsidP="007B6A46">
      <w:r>
        <w:t>585.4706</w:t>
      </w:r>
      <w:r>
        <w:tab/>
        <w:t>1.013e0</w:t>
      </w:r>
    </w:p>
    <w:p w:rsidR="007B6A46" w:rsidRDefault="007B6A46" w:rsidP="007B6A46">
      <w:r>
        <w:t>585.5409</w:t>
      </w:r>
      <w:r>
        <w:tab/>
        <w:t>1.013e0</w:t>
      </w:r>
    </w:p>
    <w:p w:rsidR="007B6A46" w:rsidRDefault="007B6A46" w:rsidP="007B6A46">
      <w:r>
        <w:t>585.5437</w:t>
      </w:r>
      <w:r>
        <w:tab/>
        <w:t>2.025e0</w:t>
      </w:r>
    </w:p>
    <w:p w:rsidR="007B6A46" w:rsidRDefault="007B6A46" w:rsidP="007B6A46">
      <w:r>
        <w:t>585.6625</w:t>
      </w:r>
      <w:r>
        <w:tab/>
        <w:t>1.013e0</w:t>
      </w:r>
    </w:p>
    <w:p w:rsidR="007B6A46" w:rsidRDefault="007B6A46" w:rsidP="007B6A46">
      <w:r>
        <w:lastRenderedPageBreak/>
        <w:t>585.7922</w:t>
      </w:r>
      <w:r>
        <w:tab/>
        <w:t>1.013e0</w:t>
      </w:r>
    </w:p>
    <w:p w:rsidR="007B6A46" w:rsidRDefault="007B6A46" w:rsidP="007B6A46">
      <w:r>
        <w:t>585.8765</w:t>
      </w:r>
      <w:r>
        <w:tab/>
        <w:t>2.025e0</w:t>
      </w:r>
    </w:p>
    <w:p w:rsidR="007B6A46" w:rsidRDefault="007B6A46" w:rsidP="007B6A46">
      <w:r>
        <w:t>585.9099</w:t>
      </w:r>
      <w:r>
        <w:tab/>
        <w:t>1.013e0</w:t>
      </w:r>
    </w:p>
    <w:p w:rsidR="007B6A46" w:rsidRDefault="007B6A46" w:rsidP="007B6A46">
      <w:r>
        <w:t>585.9477</w:t>
      </w:r>
      <w:r>
        <w:tab/>
        <w:t>1.013e0</w:t>
      </w:r>
    </w:p>
    <w:p w:rsidR="007B6A46" w:rsidRDefault="007B6A46" w:rsidP="007B6A46">
      <w:r>
        <w:t>586.0004</w:t>
      </w:r>
      <w:r>
        <w:tab/>
        <w:t>1.013e0</w:t>
      </w:r>
    </w:p>
    <w:p w:rsidR="007B6A46" w:rsidRDefault="007B6A46" w:rsidP="007B6A46">
      <w:r>
        <w:t>586.0553</w:t>
      </w:r>
      <w:r>
        <w:tab/>
        <w:t>1.013e0</w:t>
      </w:r>
    </w:p>
    <w:p w:rsidR="007B6A46" w:rsidRDefault="007B6A46" w:rsidP="007B6A46">
      <w:r>
        <w:t>586.1442</w:t>
      </w:r>
      <w:r>
        <w:tab/>
        <w:t>1.013e0</w:t>
      </w:r>
    </w:p>
    <w:p w:rsidR="007B6A46" w:rsidRDefault="007B6A46" w:rsidP="007B6A46">
      <w:r>
        <w:t>586.1844</w:t>
      </w:r>
      <w:r>
        <w:tab/>
        <w:t>1.013e0</w:t>
      </w:r>
    </w:p>
    <w:p w:rsidR="007B6A46" w:rsidRDefault="007B6A46" w:rsidP="007B6A46">
      <w:r>
        <w:t>586.2046</w:t>
      </w:r>
      <w:r>
        <w:tab/>
        <w:t>1.013e0</w:t>
      </w:r>
    </w:p>
    <w:p w:rsidR="007B6A46" w:rsidRDefault="007B6A46" w:rsidP="007B6A46">
      <w:r>
        <w:t>586.2689</w:t>
      </w:r>
      <w:r>
        <w:tab/>
        <w:t>2.025e0</w:t>
      </w:r>
    </w:p>
    <w:p w:rsidR="007B6A46" w:rsidRDefault="007B6A46" w:rsidP="007B6A46">
      <w:r>
        <w:t>586.2797</w:t>
      </w:r>
      <w:r>
        <w:tab/>
        <w:t>3.038e0</w:t>
      </w:r>
    </w:p>
    <w:p w:rsidR="007B6A46" w:rsidRDefault="007B6A46" w:rsidP="007B6A46">
      <w:r>
        <w:t>586.3219</w:t>
      </w:r>
      <w:r>
        <w:tab/>
        <w:t>2.025e0</w:t>
      </w:r>
    </w:p>
    <w:p w:rsidR="007B6A46" w:rsidRDefault="007B6A46" w:rsidP="007B6A46">
      <w:r>
        <w:t>586.3682</w:t>
      </w:r>
      <w:r>
        <w:tab/>
        <w:t>4.051e0</w:t>
      </w:r>
    </w:p>
    <w:p w:rsidR="007B6A46" w:rsidRDefault="007B6A46" w:rsidP="007B6A46">
      <w:r>
        <w:t>586.3766</w:t>
      </w:r>
      <w:r>
        <w:tab/>
        <w:t>1.013e0</w:t>
      </w:r>
    </w:p>
    <w:p w:rsidR="007B6A46" w:rsidRDefault="007B6A46" w:rsidP="007B6A46">
      <w:r>
        <w:t>586.3857</w:t>
      </w:r>
      <w:r>
        <w:tab/>
        <w:t>1.013e0</w:t>
      </w:r>
    </w:p>
    <w:p w:rsidR="007B6A46" w:rsidRDefault="007B6A46" w:rsidP="007B6A46">
      <w:r>
        <w:t>586.4269</w:t>
      </w:r>
      <w:r>
        <w:tab/>
        <w:t>1.013e0</w:t>
      </w:r>
    </w:p>
    <w:p w:rsidR="007B6A46" w:rsidRDefault="007B6A46" w:rsidP="007B6A46">
      <w:r>
        <w:t>586.4984</w:t>
      </w:r>
      <w:r>
        <w:tab/>
        <w:t>3.038e0</w:t>
      </w:r>
    </w:p>
    <w:p w:rsidR="007B6A46" w:rsidRDefault="007B6A46" w:rsidP="007B6A46">
      <w:r>
        <w:t>586.5175</w:t>
      </w:r>
      <w:r>
        <w:tab/>
        <w:t>1.013e0</w:t>
      </w:r>
    </w:p>
    <w:p w:rsidR="007B6A46" w:rsidRDefault="007B6A46" w:rsidP="007B6A46">
      <w:r>
        <w:t>586.6069</w:t>
      </w:r>
      <w:r>
        <w:tab/>
        <w:t>1.013e0</w:t>
      </w:r>
    </w:p>
    <w:p w:rsidR="007B6A46" w:rsidRDefault="007B6A46" w:rsidP="007B6A46">
      <w:r>
        <w:lastRenderedPageBreak/>
        <w:t>586.6619</w:t>
      </w:r>
      <w:r>
        <w:tab/>
        <w:t>1.013e0</w:t>
      </w:r>
    </w:p>
    <w:p w:rsidR="007B6A46" w:rsidRDefault="007B6A46" w:rsidP="007B6A46">
      <w:r>
        <w:t>586.6675</w:t>
      </w:r>
      <w:r>
        <w:tab/>
        <w:t>1.013e0</w:t>
      </w:r>
    </w:p>
    <w:p w:rsidR="007B6A46" w:rsidRDefault="007B6A46" w:rsidP="007B6A46">
      <w:r>
        <w:t>586.6954</w:t>
      </w:r>
      <w:r>
        <w:tab/>
        <w:t>2.025e0</w:t>
      </w:r>
    </w:p>
    <w:p w:rsidR="007B6A46" w:rsidRDefault="007B6A46" w:rsidP="007B6A46">
      <w:r>
        <w:t>586.7490</w:t>
      </w:r>
      <w:r>
        <w:tab/>
        <w:t>1.013e0</w:t>
      </w:r>
    </w:p>
    <w:p w:rsidR="007B6A46" w:rsidRDefault="007B6A46" w:rsidP="007B6A46">
      <w:r>
        <w:t>586.7685</w:t>
      </w:r>
      <w:r>
        <w:tab/>
        <w:t>1.013e0</w:t>
      </w:r>
    </w:p>
    <w:p w:rsidR="007B6A46" w:rsidRDefault="007B6A46" w:rsidP="007B6A46">
      <w:r>
        <w:t>586.7783</w:t>
      </w:r>
      <w:r>
        <w:tab/>
        <w:t>1.013e0</w:t>
      </w:r>
    </w:p>
    <w:p w:rsidR="007B6A46" w:rsidRDefault="007B6A46" w:rsidP="007B6A46">
      <w:r>
        <w:t>586.9112</w:t>
      </w:r>
      <w:r>
        <w:tab/>
        <w:t>1.013e0</w:t>
      </w:r>
    </w:p>
    <w:p w:rsidR="007B6A46" w:rsidRDefault="007B6A46" w:rsidP="007B6A46">
      <w:r>
        <w:t>586.9202</w:t>
      </w:r>
      <w:r>
        <w:tab/>
        <w:t>1.013e0</w:t>
      </w:r>
    </w:p>
    <w:p w:rsidR="007B6A46" w:rsidRDefault="007B6A46" w:rsidP="007B6A46">
      <w:r>
        <w:t>587.0301</w:t>
      </w:r>
      <w:r>
        <w:tab/>
        <w:t>1.013e0</w:t>
      </w:r>
    </w:p>
    <w:p w:rsidR="007B6A46" w:rsidRDefault="007B6A46" w:rsidP="007B6A46">
      <w:r>
        <w:t>587.0701</w:t>
      </w:r>
      <w:r>
        <w:tab/>
        <w:t>1.013e0</w:t>
      </w:r>
    </w:p>
    <w:p w:rsidR="007B6A46" w:rsidRDefault="007B6A46" w:rsidP="007B6A46">
      <w:r>
        <w:t>587.1309</w:t>
      </w:r>
      <w:r>
        <w:tab/>
        <w:t>1.013e0</w:t>
      </w:r>
    </w:p>
    <w:p w:rsidR="007B6A46" w:rsidRDefault="007B6A46" w:rsidP="007B6A46">
      <w:r>
        <w:t>587.2729</w:t>
      </w:r>
      <w:r>
        <w:tab/>
        <w:t>1.013e0</w:t>
      </w:r>
    </w:p>
    <w:p w:rsidR="007B6A46" w:rsidRDefault="007B6A46" w:rsidP="007B6A46">
      <w:r>
        <w:t>587.2856</w:t>
      </w:r>
      <w:r>
        <w:tab/>
        <w:t>1.013e0</w:t>
      </w:r>
    </w:p>
    <w:p w:rsidR="007B6A46" w:rsidRDefault="007B6A46" w:rsidP="007B6A46">
      <w:r>
        <w:t>587.3292</w:t>
      </w:r>
      <w:r>
        <w:tab/>
        <w:t>2.025e0</w:t>
      </w:r>
    </w:p>
    <w:p w:rsidR="007B6A46" w:rsidRDefault="007B6A46" w:rsidP="007B6A46">
      <w:r>
        <w:t>587.3340</w:t>
      </w:r>
      <w:r>
        <w:tab/>
        <w:t>2.025e0</w:t>
      </w:r>
    </w:p>
    <w:p w:rsidR="007B6A46" w:rsidRDefault="007B6A46" w:rsidP="007B6A46">
      <w:r>
        <w:t>587.3526</w:t>
      </w:r>
      <w:r>
        <w:tab/>
        <w:t>2.025e0</w:t>
      </w:r>
    </w:p>
    <w:p w:rsidR="007B6A46" w:rsidRDefault="007B6A46" w:rsidP="007B6A46">
      <w:r>
        <w:t>587.3828</w:t>
      </w:r>
      <w:r>
        <w:tab/>
        <w:t>1.013e0</w:t>
      </w:r>
    </w:p>
    <w:p w:rsidR="007B6A46" w:rsidRDefault="007B6A46" w:rsidP="007B6A46">
      <w:r>
        <w:t>587.4107</w:t>
      </w:r>
      <w:r>
        <w:tab/>
        <w:t>2.025e0</w:t>
      </w:r>
    </w:p>
    <w:p w:rsidR="007B6A46" w:rsidRDefault="007B6A46" w:rsidP="007B6A46">
      <w:r>
        <w:t>587.4201</w:t>
      </w:r>
      <w:r>
        <w:tab/>
        <w:t>4.051e0</w:t>
      </w:r>
    </w:p>
    <w:p w:rsidR="007B6A46" w:rsidRDefault="007B6A46" w:rsidP="007B6A46">
      <w:r>
        <w:lastRenderedPageBreak/>
        <w:t>587.4664</w:t>
      </w:r>
      <w:r>
        <w:tab/>
        <w:t>3.038e0</w:t>
      </w:r>
    </w:p>
    <w:p w:rsidR="007B6A46" w:rsidRDefault="007B6A46" w:rsidP="007B6A46">
      <w:r>
        <w:t>587.5446</w:t>
      </w:r>
      <w:r>
        <w:tab/>
        <w:t>2.025e0</w:t>
      </w:r>
    </w:p>
    <w:p w:rsidR="007B6A46" w:rsidRDefault="007B6A46" w:rsidP="007B6A46">
      <w:r>
        <w:t>587.5530</w:t>
      </w:r>
      <w:r>
        <w:tab/>
        <w:t>1.013e0</w:t>
      </w:r>
    </w:p>
    <w:p w:rsidR="007B6A46" w:rsidRDefault="007B6A46" w:rsidP="007B6A46">
      <w:r>
        <w:t>587.5542</w:t>
      </w:r>
      <w:r>
        <w:tab/>
        <w:t>1.013e0</w:t>
      </w:r>
    </w:p>
    <w:p w:rsidR="007B6A46" w:rsidRDefault="007B6A46" w:rsidP="007B6A46">
      <w:r>
        <w:t>587.6055</w:t>
      </w:r>
      <w:r>
        <w:tab/>
        <w:t>1.013e0</w:t>
      </w:r>
    </w:p>
    <w:p w:rsidR="007B6A46" w:rsidRDefault="007B6A46" w:rsidP="007B6A46">
      <w:r>
        <w:t>587.6260</w:t>
      </w:r>
      <w:r>
        <w:tab/>
        <w:t>2.025e0</w:t>
      </w:r>
    </w:p>
    <w:p w:rsidR="007B6A46" w:rsidRDefault="007B6A46" w:rsidP="007B6A46">
      <w:r>
        <w:t>587.8375</w:t>
      </w:r>
      <w:r>
        <w:tab/>
        <w:t>1.013e0</w:t>
      </w:r>
    </w:p>
    <w:p w:rsidR="007B6A46" w:rsidRDefault="007B6A46" w:rsidP="007B6A46">
      <w:r>
        <w:t>587.8971</w:t>
      </w:r>
      <w:r>
        <w:tab/>
        <w:t>1.013e0</w:t>
      </w:r>
    </w:p>
    <w:p w:rsidR="007B6A46" w:rsidRDefault="007B6A46" w:rsidP="007B6A46">
      <w:r>
        <w:t>587.9446</w:t>
      </w:r>
      <w:r>
        <w:tab/>
        <w:t>2.025e0</w:t>
      </w:r>
    </w:p>
    <w:p w:rsidR="007B6A46" w:rsidRDefault="007B6A46" w:rsidP="007B6A46">
      <w:r>
        <w:t>587.9684</w:t>
      </w:r>
      <w:r>
        <w:tab/>
        <w:t>2.025e0</w:t>
      </w:r>
    </w:p>
    <w:p w:rsidR="007B6A46" w:rsidRDefault="007B6A46" w:rsidP="007B6A46">
      <w:r>
        <w:t>587.9997</w:t>
      </w:r>
      <w:r>
        <w:tab/>
        <w:t>1.013e0</w:t>
      </w:r>
    </w:p>
    <w:p w:rsidR="007B6A46" w:rsidRDefault="007B6A46" w:rsidP="007B6A46">
      <w:r>
        <w:t>588.0088</w:t>
      </w:r>
      <w:r>
        <w:tab/>
        <w:t>2.025e0</w:t>
      </w:r>
    </w:p>
    <w:p w:rsidR="007B6A46" w:rsidRDefault="007B6A46" w:rsidP="007B6A46">
      <w:r>
        <w:t>588.1301</w:t>
      </w:r>
      <w:r>
        <w:tab/>
        <w:t>1.013e0</w:t>
      </w:r>
    </w:p>
    <w:p w:rsidR="007B6A46" w:rsidRDefault="007B6A46" w:rsidP="007B6A46">
      <w:r>
        <w:t>588.1431</w:t>
      </w:r>
      <w:r>
        <w:tab/>
        <w:t>1.013e0</w:t>
      </w:r>
    </w:p>
    <w:p w:rsidR="007B6A46" w:rsidRDefault="007B6A46" w:rsidP="007B6A46">
      <w:r>
        <w:t>588.1603</w:t>
      </w:r>
      <w:r>
        <w:tab/>
        <w:t>1.013e0</w:t>
      </w:r>
    </w:p>
    <w:p w:rsidR="007B6A46" w:rsidRDefault="007B6A46" w:rsidP="007B6A46">
      <w:r>
        <w:t>588.1776</w:t>
      </w:r>
      <w:r>
        <w:tab/>
        <w:t>1.013e0</w:t>
      </w:r>
    </w:p>
    <w:p w:rsidR="007B6A46" w:rsidRDefault="007B6A46" w:rsidP="007B6A46">
      <w:r>
        <w:t>588.2108</w:t>
      </w:r>
      <w:r>
        <w:tab/>
        <w:t>2.025e0</w:t>
      </w:r>
    </w:p>
    <w:p w:rsidR="007B6A46" w:rsidRDefault="007B6A46" w:rsidP="007B6A46">
      <w:r>
        <w:t>588.2613</w:t>
      </w:r>
      <w:r>
        <w:tab/>
        <w:t>1.013e0</w:t>
      </w:r>
    </w:p>
    <w:p w:rsidR="007B6A46" w:rsidRDefault="007B6A46" w:rsidP="007B6A46">
      <w:r>
        <w:t>588.3563</w:t>
      </w:r>
      <w:r>
        <w:tab/>
        <w:t>4.051e0</w:t>
      </w:r>
    </w:p>
    <w:p w:rsidR="007B6A46" w:rsidRDefault="007B6A46" w:rsidP="007B6A46">
      <w:r>
        <w:lastRenderedPageBreak/>
        <w:t>588.3724</w:t>
      </w:r>
      <w:r>
        <w:tab/>
        <w:t>4.051e0</w:t>
      </w:r>
    </w:p>
    <w:p w:rsidR="007B6A46" w:rsidRDefault="007B6A46" w:rsidP="007B6A46">
      <w:r>
        <w:t>588.4279</w:t>
      </w:r>
      <w:r>
        <w:tab/>
        <w:t>1.013e0</w:t>
      </w:r>
    </w:p>
    <w:p w:rsidR="007B6A46" w:rsidRDefault="007B6A46" w:rsidP="007B6A46">
      <w:r>
        <w:t>588.4991</w:t>
      </w:r>
      <w:r>
        <w:tab/>
        <w:t>2.025e0</w:t>
      </w:r>
    </w:p>
    <w:p w:rsidR="007B6A46" w:rsidRDefault="007B6A46" w:rsidP="007B6A46">
      <w:r>
        <w:t>588.5175</w:t>
      </w:r>
      <w:r>
        <w:tab/>
        <w:t>1.013e0</w:t>
      </w:r>
    </w:p>
    <w:p w:rsidR="007B6A46" w:rsidRDefault="007B6A46" w:rsidP="007B6A46">
      <w:r>
        <w:t>588.5348</w:t>
      </w:r>
      <w:r>
        <w:tab/>
        <w:t>1.013e0</w:t>
      </w:r>
    </w:p>
    <w:p w:rsidR="007B6A46" w:rsidRDefault="007B6A46" w:rsidP="007B6A46">
      <w:r>
        <w:t>588.5440</w:t>
      </w:r>
      <w:r>
        <w:tab/>
        <w:t>1.013e0</w:t>
      </w:r>
    </w:p>
    <w:p w:rsidR="007B6A46" w:rsidRDefault="007B6A46" w:rsidP="007B6A46">
      <w:r>
        <w:t>588.6250</w:t>
      </w:r>
      <w:r>
        <w:tab/>
        <w:t>1.013e0</w:t>
      </w:r>
    </w:p>
    <w:p w:rsidR="007B6A46" w:rsidRDefault="007B6A46" w:rsidP="007B6A46">
      <w:r>
        <w:t>588.6340</w:t>
      </w:r>
      <w:r>
        <w:tab/>
        <w:t>1.013e0</w:t>
      </w:r>
    </w:p>
    <w:p w:rsidR="007B6A46" w:rsidRDefault="007B6A46" w:rsidP="007B6A46">
      <w:r>
        <w:t>588.6414</w:t>
      </w:r>
      <w:r>
        <w:tab/>
        <w:t>1.013e0</w:t>
      </w:r>
    </w:p>
    <w:p w:rsidR="007B6A46" w:rsidRDefault="007B6A46" w:rsidP="007B6A46">
      <w:r>
        <w:t>588.6782</w:t>
      </w:r>
      <w:r>
        <w:tab/>
        <w:t>1.013e0</w:t>
      </w:r>
    </w:p>
    <w:p w:rsidR="007B6A46" w:rsidRDefault="007B6A46" w:rsidP="007B6A46">
      <w:r>
        <w:t>588.7122</w:t>
      </w:r>
      <w:r>
        <w:tab/>
        <w:t>2.025e0</w:t>
      </w:r>
    </w:p>
    <w:p w:rsidR="007B6A46" w:rsidRDefault="007B6A46" w:rsidP="007B6A46">
      <w:r>
        <w:t>588.7301</w:t>
      </w:r>
      <w:r>
        <w:tab/>
        <w:t>1.013e0</w:t>
      </w:r>
    </w:p>
    <w:p w:rsidR="007B6A46" w:rsidRDefault="007B6A46" w:rsidP="007B6A46">
      <w:r>
        <w:t>588.7754</w:t>
      </w:r>
      <w:r>
        <w:tab/>
        <w:t>1.013e0</w:t>
      </w:r>
    </w:p>
    <w:p w:rsidR="007B6A46" w:rsidRDefault="007B6A46" w:rsidP="007B6A46">
      <w:r>
        <w:t>588.7839</w:t>
      </w:r>
      <w:r>
        <w:tab/>
        <w:t>2.025e0</w:t>
      </w:r>
    </w:p>
    <w:p w:rsidR="007B6A46" w:rsidRDefault="007B6A46" w:rsidP="007B6A46">
      <w:r>
        <w:t>588.8022</w:t>
      </w:r>
      <w:r>
        <w:tab/>
        <w:t>1.013e0</w:t>
      </w:r>
    </w:p>
    <w:p w:rsidR="007B6A46" w:rsidRDefault="007B6A46" w:rsidP="007B6A46">
      <w:r>
        <w:t>588.8198</w:t>
      </w:r>
      <w:r>
        <w:tab/>
        <w:t>1.013e0</w:t>
      </w:r>
    </w:p>
    <w:p w:rsidR="007B6A46" w:rsidRDefault="007B6A46" w:rsidP="007B6A46">
      <w:r>
        <w:t>588.8918</w:t>
      </w:r>
      <w:r>
        <w:tab/>
        <w:t>1.013e0</w:t>
      </w:r>
    </w:p>
    <w:p w:rsidR="007B6A46" w:rsidRDefault="007B6A46" w:rsidP="007B6A46">
      <w:r>
        <w:t>588.9010</w:t>
      </w:r>
      <w:r>
        <w:tab/>
        <w:t>2.025e0</w:t>
      </w:r>
    </w:p>
    <w:p w:rsidR="007B6A46" w:rsidRDefault="007B6A46" w:rsidP="007B6A46">
      <w:r>
        <w:t>588.9077</w:t>
      </w:r>
      <w:r>
        <w:tab/>
        <w:t>1.013e0</w:t>
      </w:r>
    </w:p>
    <w:p w:rsidR="007B6A46" w:rsidRDefault="007B6A46" w:rsidP="007B6A46">
      <w:r>
        <w:lastRenderedPageBreak/>
        <w:t>588.9272</w:t>
      </w:r>
      <w:r>
        <w:tab/>
        <w:t>1.013e0</w:t>
      </w:r>
    </w:p>
    <w:p w:rsidR="007B6A46" w:rsidRDefault="007B6A46" w:rsidP="007B6A46">
      <w:r>
        <w:t>589.0289</w:t>
      </w:r>
      <w:r>
        <w:tab/>
        <w:t>1.013e0</w:t>
      </w:r>
    </w:p>
    <w:p w:rsidR="007B6A46" w:rsidRDefault="007B6A46" w:rsidP="007B6A46">
      <w:r>
        <w:t>589.0997</w:t>
      </w:r>
      <w:r>
        <w:tab/>
        <w:t>1.013e0</w:t>
      </w:r>
    </w:p>
    <w:p w:rsidR="007B6A46" w:rsidRDefault="007B6A46" w:rsidP="007B6A46">
      <w:r>
        <w:t>589.1411</w:t>
      </w:r>
      <w:r>
        <w:tab/>
        <w:t>1.013e0</w:t>
      </w:r>
    </w:p>
    <w:p w:rsidR="007B6A46" w:rsidRDefault="007B6A46" w:rsidP="007B6A46">
      <w:r>
        <w:t>589.2099</w:t>
      </w:r>
      <w:r>
        <w:tab/>
        <w:t>1.013e0</w:t>
      </w:r>
    </w:p>
    <w:p w:rsidR="007B6A46" w:rsidRDefault="007B6A46" w:rsidP="007B6A46">
      <w:r>
        <w:t>589.2913</w:t>
      </w:r>
      <w:r>
        <w:tab/>
        <w:t>2.025e0</w:t>
      </w:r>
    </w:p>
    <w:p w:rsidR="007B6A46" w:rsidRDefault="007B6A46" w:rsidP="007B6A46">
      <w:r>
        <w:t>589.3423</w:t>
      </w:r>
      <w:r>
        <w:tab/>
        <w:t>1.013e0</w:t>
      </w:r>
    </w:p>
    <w:p w:rsidR="007B6A46" w:rsidRDefault="007B6A46" w:rsidP="007B6A46">
      <w:r>
        <w:t>589.3558</w:t>
      </w:r>
      <w:r>
        <w:tab/>
        <w:t>1.013e0</w:t>
      </w:r>
    </w:p>
    <w:p w:rsidR="007B6A46" w:rsidRDefault="007B6A46" w:rsidP="007B6A46">
      <w:r>
        <w:t>589.3616</w:t>
      </w:r>
      <w:r>
        <w:tab/>
        <w:t>1.013e0</w:t>
      </w:r>
    </w:p>
    <w:p w:rsidR="007B6A46" w:rsidRDefault="007B6A46" w:rsidP="007B6A46">
      <w:r>
        <w:t>589.3918</w:t>
      </w:r>
      <w:r>
        <w:tab/>
        <w:t>2.025e0</w:t>
      </w:r>
    </w:p>
    <w:p w:rsidR="007B6A46" w:rsidRDefault="007B6A46" w:rsidP="007B6A46">
      <w:r>
        <w:t>589.4230</w:t>
      </w:r>
      <w:r>
        <w:tab/>
        <w:t>3.038e0</w:t>
      </w:r>
    </w:p>
    <w:p w:rsidR="007B6A46" w:rsidRDefault="007B6A46" w:rsidP="007B6A46">
      <w:r>
        <w:t>589.4442</w:t>
      </w:r>
      <w:r>
        <w:tab/>
        <w:t>1.013e0</w:t>
      </w:r>
    </w:p>
    <w:p w:rsidR="007B6A46" w:rsidRDefault="007B6A46" w:rsidP="007B6A46">
      <w:r>
        <w:t>589.4535</w:t>
      </w:r>
      <w:r>
        <w:tab/>
        <w:t>1.013e0</w:t>
      </w:r>
    </w:p>
    <w:p w:rsidR="007B6A46" w:rsidRDefault="007B6A46" w:rsidP="007B6A46">
      <w:r>
        <w:t>589.4838</w:t>
      </w:r>
      <w:r>
        <w:tab/>
        <w:t>1.013e0</w:t>
      </w:r>
    </w:p>
    <w:p w:rsidR="007B6A46" w:rsidRDefault="007B6A46" w:rsidP="007B6A46">
      <w:r>
        <w:t>589.4981</w:t>
      </w:r>
      <w:r>
        <w:tab/>
        <w:t>2.025e0</w:t>
      </w:r>
    </w:p>
    <w:p w:rsidR="007B6A46" w:rsidRDefault="007B6A46" w:rsidP="007B6A46">
      <w:r>
        <w:t>589.6039</w:t>
      </w:r>
      <w:r>
        <w:tab/>
        <w:t>1.013e0</w:t>
      </w:r>
    </w:p>
    <w:p w:rsidR="007B6A46" w:rsidRDefault="007B6A46" w:rsidP="007B6A46">
      <w:r>
        <w:t>589.6356</w:t>
      </w:r>
      <w:r>
        <w:tab/>
        <w:t>1.013e0</w:t>
      </w:r>
    </w:p>
    <w:p w:rsidR="007B6A46" w:rsidRDefault="007B6A46" w:rsidP="007B6A46">
      <w:r>
        <w:t>589.6752</w:t>
      </w:r>
      <w:r>
        <w:tab/>
        <w:t>1.013e0</w:t>
      </w:r>
    </w:p>
    <w:p w:rsidR="007B6A46" w:rsidRDefault="007B6A46" w:rsidP="007B6A46">
      <w:r>
        <w:t>589.7165</w:t>
      </w:r>
      <w:r>
        <w:tab/>
        <w:t>1.013e0</w:t>
      </w:r>
    </w:p>
    <w:p w:rsidR="007B6A46" w:rsidRDefault="007B6A46" w:rsidP="007B6A46">
      <w:r>
        <w:lastRenderedPageBreak/>
        <w:t>589.7483</w:t>
      </w:r>
      <w:r>
        <w:tab/>
        <w:t>1.013e0</w:t>
      </w:r>
    </w:p>
    <w:p w:rsidR="007B6A46" w:rsidRDefault="007B6A46" w:rsidP="007B6A46">
      <w:r>
        <w:t>589.8177</w:t>
      </w:r>
      <w:r>
        <w:tab/>
        <w:t>1.013e0</w:t>
      </w:r>
    </w:p>
    <w:p w:rsidR="007B6A46" w:rsidRDefault="007B6A46" w:rsidP="007B6A46">
      <w:r>
        <w:t>589.8674</w:t>
      </w:r>
      <w:r>
        <w:tab/>
        <w:t>2.025e0</w:t>
      </w:r>
    </w:p>
    <w:p w:rsidR="007B6A46" w:rsidRDefault="007B6A46" w:rsidP="007B6A46">
      <w:r>
        <w:t>589.8909</w:t>
      </w:r>
      <w:r>
        <w:tab/>
        <w:t>2.025e0</w:t>
      </w:r>
    </w:p>
    <w:p w:rsidR="007B6A46" w:rsidRDefault="007B6A46" w:rsidP="007B6A46">
      <w:r>
        <w:t>589.9135</w:t>
      </w:r>
      <w:r>
        <w:tab/>
        <w:t>2.025e0</w:t>
      </w:r>
    </w:p>
    <w:p w:rsidR="007B6A46" w:rsidRDefault="007B6A46" w:rsidP="007B6A46">
      <w:r>
        <w:t>589.9888</w:t>
      </w:r>
      <w:r>
        <w:tab/>
        <w:t>1.013e0</w:t>
      </w:r>
    </w:p>
    <w:p w:rsidR="007B6A46" w:rsidRDefault="007B6A46" w:rsidP="007B6A46">
      <w:r>
        <w:t>590.1226</w:t>
      </w:r>
      <w:r>
        <w:tab/>
        <w:t>1.013e0</w:t>
      </w:r>
    </w:p>
    <w:p w:rsidR="007B6A46" w:rsidRDefault="007B6A46" w:rsidP="007B6A46">
      <w:r>
        <w:t>590.1379</w:t>
      </w:r>
      <w:r>
        <w:tab/>
        <w:t>1.013e0</w:t>
      </w:r>
    </w:p>
    <w:p w:rsidR="007B6A46" w:rsidRDefault="007B6A46" w:rsidP="007B6A46">
      <w:r>
        <w:t>590.1811</w:t>
      </w:r>
      <w:r>
        <w:tab/>
        <w:t>1.013e0</w:t>
      </w:r>
    </w:p>
    <w:p w:rsidR="007B6A46" w:rsidRDefault="007B6A46" w:rsidP="007B6A46">
      <w:r>
        <w:t>590.1929</w:t>
      </w:r>
      <w:r>
        <w:tab/>
        <w:t>1.013e0</w:t>
      </w:r>
    </w:p>
    <w:p w:rsidR="007B6A46" w:rsidRDefault="007B6A46" w:rsidP="007B6A46">
      <w:r>
        <w:t>590.2103</w:t>
      </w:r>
      <w:r>
        <w:tab/>
        <w:t>3.038e0</w:t>
      </w:r>
    </w:p>
    <w:p w:rsidR="007B6A46" w:rsidRDefault="007B6A46" w:rsidP="007B6A46">
      <w:r>
        <w:t>590.2651</w:t>
      </w:r>
      <w:r>
        <w:tab/>
        <w:t>1.013e0</w:t>
      </w:r>
    </w:p>
    <w:p w:rsidR="007B6A46" w:rsidRDefault="007B6A46" w:rsidP="007B6A46">
      <w:r>
        <w:t>590.2894</w:t>
      </w:r>
      <w:r>
        <w:tab/>
        <w:t>3.038e0</w:t>
      </w:r>
    </w:p>
    <w:p w:rsidR="007B6A46" w:rsidRDefault="007B6A46" w:rsidP="007B6A46">
      <w:r>
        <w:t>590.2986</w:t>
      </w:r>
      <w:r>
        <w:tab/>
        <w:t>1.013e0</w:t>
      </w:r>
    </w:p>
    <w:p w:rsidR="007B6A46" w:rsidRDefault="007B6A46" w:rsidP="007B6A46">
      <w:r>
        <w:t>590.3137</w:t>
      </w:r>
      <w:r>
        <w:tab/>
        <w:t>1.013e0</w:t>
      </w:r>
    </w:p>
    <w:p w:rsidR="007B6A46" w:rsidRDefault="007B6A46" w:rsidP="007B6A46">
      <w:r>
        <w:t>590.3652</w:t>
      </w:r>
      <w:r>
        <w:tab/>
        <w:t>2.338e0</w:t>
      </w:r>
    </w:p>
    <w:p w:rsidR="007B6A46" w:rsidRDefault="007B6A46" w:rsidP="007B6A46">
      <w:r>
        <w:t>590.3745</w:t>
      </w:r>
      <w:r>
        <w:tab/>
        <w:t>1.114e1</w:t>
      </w:r>
    </w:p>
    <w:p w:rsidR="007B6A46" w:rsidRDefault="007B6A46" w:rsidP="007B6A46">
      <w:r>
        <w:t>590.3892</w:t>
      </w:r>
      <w:r>
        <w:tab/>
        <w:t>2.025e0</w:t>
      </w:r>
    </w:p>
    <w:p w:rsidR="007B6A46" w:rsidRDefault="007B6A46" w:rsidP="007B6A46">
      <w:r>
        <w:t>590.4122</w:t>
      </w:r>
      <w:r>
        <w:tab/>
        <w:t>2.025e0</w:t>
      </w:r>
    </w:p>
    <w:p w:rsidR="007B6A46" w:rsidRDefault="007B6A46" w:rsidP="007B6A46">
      <w:r>
        <w:lastRenderedPageBreak/>
        <w:t>590.4415</w:t>
      </w:r>
      <w:r>
        <w:tab/>
        <w:t>2.025e0</w:t>
      </w:r>
    </w:p>
    <w:p w:rsidR="007B6A46" w:rsidRDefault="007B6A46" w:rsidP="007B6A46">
      <w:r>
        <w:t>590.4555</w:t>
      </w:r>
      <w:r>
        <w:tab/>
        <w:t>1.013e0</w:t>
      </w:r>
    </w:p>
    <w:p w:rsidR="007B6A46" w:rsidRDefault="007B6A46" w:rsidP="007B6A46">
      <w:r>
        <w:t>590.4748</w:t>
      </w:r>
      <w:r>
        <w:tab/>
        <w:t>1.013e0</w:t>
      </w:r>
    </w:p>
    <w:p w:rsidR="007B6A46" w:rsidRDefault="007B6A46" w:rsidP="007B6A46">
      <w:r>
        <w:t>590.5264</w:t>
      </w:r>
      <w:r>
        <w:tab/>
        <w:t>1.013e0</w:t>
      </w:r>
    </w:p>
    <w:p w:rsidR="007B6A46" w:rsidRDefault="007B6A46" w:rsidP="007B6A46">
      <w:r>
        <w:t>590.5306</w:t>
      </w:r>
      <w:r>
        <w:tab/>
        <w:t>1.013e0</w:t>
      </w:r>
    </w:p>
    <w:p w:rsidR="007B6A46" w:rsidRDefault="007B6A46" w:rsidP="007B6A46">
      <w:r>
        <w:t>590.6065</w:t>
      </w:r>
      <w:r>
        <w:tab/>
        <w:t>1.013e0</w:t>
      </w:r>
    </w:p>
    <w:p w:rsidR="007B6A46" w:rsidRDefault="007B6A46" w:rsidP="007B6A46">
      <w:r>
        <w:t>590.6783</w:t>
      </w:r>
      <w:r>
        <w:tab/>
        <w:t>1.013e0</w:t>
      </w:r>
    </w:p>
    <w:p w:rsidR="007B6A46" w:rsidRDefault="007B6A46" w:rsidP="007B6A46">
      <w:r>
        <w:t>590.7451</w:t>
      </w:r>
      <w:r>
        <w:tab/>
        <w:t>1.013e0</w:t>
      </w:r>
    </w:p>
    <w:p w:rsidR="007B6A46" w:rsidRDefault="007B6A46" w:rsidP="007B6A46">
      <w:r>
        <w:t>590.7636</w:t>
      </w:r>
      <w:r>
        <w:tab/>
        <w:t>1.013e0</w:t>
      </w:r>
    </w:p>
    <w:p w:rsidR="007B6A46" w:rsidRDefault="007B6A46" w:rsidP="007B6A46">
      <w:r>
        <w:t>590.7686</w:t>
      </w:r>
      <w:r>
        <w:tab/>
        <w:t>1.013e0</w:t>
      </w:r>
    </w:p>
    <w:p w:rsidR="007B6A46" w:rsidRDefault="007B6A46" w:rsidP="007B6A46">
      <w:r>
        <w:t>590.8154</w:t>
      </w:r>
      <w:r>
        <w:tab/>
        <w:t>1.013e0</w:t>
      </w:r>
    </w:p>
    <w:p w:rsidR="007B6A46" w:rsidRDefault="007B6A46" w:rsidP="007B6A46">
      <w:r>
        <w:t>590.8608</w:t>
      </w:r>
      <w:r>
        <w:tab/>
        <w:t>1.013e0</w:t>
      </w:r>
    </w:p>
    <w:p w:rsidR="007B6A46" w:rsidRDefault="007B6A46" w:rsidP="007B6A46">
      <w:r>
        <w:t>590.8693</w:t>
      </w:r>
      <w:r>
        <w:tab/>
        <w:t>1.013e0</w:t>
      </w:r>
    </w:p>
    <w:p w:rsidR="007B6A46" w:rsidRDefault="007B6A46" w:rsidP="007B6A46">
      <w:r>
        <w:t>590.8903</w:t>
      </w:r>
      <w:r>
        <w:tab/>
        <w:t>1.013e0</w:t>
      </w:r>
    </w:p>
    <w:p w:rsidR="007B6A46" w:rsidRDefault="007B6A46" w:rsidP="007B6A46">
      <w:r>
        <w:t>590.9207</w:t>
      </w:r>
      <w:r>
        <w:tab/>
        <w:t>1.013e0</w:t>
      </w:r>
    </w:p>
    <w:p w:rsidR="007B6A46" w:rsidRDefault="007B6A46" w:rsidP="007B6A46">
      <w:r>
        <w:t>590.9392</w:t>
      </w:r>
      <w:r>
        <w:tab/>
        <w:t>2.025e0</w:t>
      </w:r>
    </w:p>
    <w:p w:rsidR="007B6A46" w:rsidRDefault="007B6A46" w:rsidP="007B6A46">
      <w:r>
        <w:t>590.9767</w:t>
      </w:r>
      <w:r>
        <w:tab/>
        <w:t>2.025e0</w:t>
      </w:r>
    </w:p>
    <w:p w:rsidR="007B6A46" w:rsidRDefault="007B6A46" w:rsidP="007B6A46">
      <w:r>
        <w:t>590.9824</w:t>
      </w:r>
      <w:r>
        <w:tab/>
        <w:t>1.013e0</w:t>
      </w:r>
    </w:p>
    <w:p w:rsidR="007B6A46" w:rsidRDefault="007B6A46" w:rsidP="007B6A46">
      <w:r>
        <w:t>590.9885</w:t>
      </w:r>
      <w:r>
        <w:tab/>
        <w:t>2.025e0</w:t>
      </w:r>
    </w:p>
    <w:p w:rsidR="007B6A46" w:rsidRDefault="007B6A46" w:rsidP="007B6A46">
      <w:r>
        <w:lastRenderedPageBreak/>
        <w:t>591.0331</w:t>
      </w:r>
      <w:r>
        <w:tab/>
        <w:t>1.013e0</w:t>
      </w:r>
    </w:p>
    <w:p w:rsidR="007B6A46" w:rsidRDefault="007B6A46" w:rsidP="007B6A46">
      <w:r>
        <w:t>591.0531</w:t>
      </w:r>
      <w:r>
        <w:tab/>
        <w:t>2.025e0</w:t>
      </w:r>
    </w:p>
    <w:p w:rsidR="007B6A46" w:rsidRDefault="007B6A46" w:rsidP="007B6A46">
      <w:r>
        <w:t>591.1907</w:t>
      </w:r>
      <w:r>
        <w:tab/>
        <w:t>1.013e0</w:t>
      </w:r>
    </w:p>
    <w:p w:rsidR="007B6A46" w:rsidRDefault="007B6A46" w:rsidP="007B6A46">
      <w:r>
        <w:t>591.2314</w:t>
      </w:r>
      <w:r>
        <w:tab/>
        <w:t>2.025e0</w:t>
      </w:r>
    </w:p>
    <w:p w:rsidR="007B6A46" w:rsidRDefault="007B6A46" w:rsidP="007B6A46">
      <w:r>
        <w:t>591.2664</w:t>
      </w:r>
      <w:r>
        <w:tab/>
        <w:t>1.013e0</w:t>
      </w:r>
    </w:p>
    <w:p w:rsidR="007B6A46" w:rsidRDefault="007B6A46" w:rsidP="007B6A46">
      <w:r>
        <w:t>591.3115</w:t>
      </w:r>
      <w:r>
        <w:tab/>
        <w:t>2.025e0</w:t>
      </w:r>
    </w:p>
    <w:p w:rsidR="007B6A46" w:rsidRDefault="007B6A46" w:rsidP="007B6A46">
      <w:r>
        <w:t>591.3328</w:t>
      </w:r>
      <w:r>
        <w:tab/>
        <w:t>3.038e0</w:t>
      </w:r>
    </w:p>
    <w:p w:rsidR="007B6A46" w:rsidRDefault="007B6A46" w:rsidP="007B6A46">
      <w:r>
        <w:t>591.3466</w:t>
      </w:r>
      <w:r>
        <w:tab/>
        <w:t>1.013e0</w:t>
      </w:r>
    </w:p>
    <w:p w:rsidR="007B6A46" w:rsidRDefault="007B6A46" w:rsidP="007B6A46">
      <w:r>
        <w:t>591.3677</w:t>
      </w:r>
      <w:r>
        <w:tab/>
        <w:t>1.013e0</w:t>
      </w:r>
    </w:p>
    <w:p w:rsidR="007B6A46" w:rsidRDefault="007B6A46" w:rsidP="007B6A46">
      <w:r>
        <w:t>591.3851</w:t>
      </w:r>
      <w:r>
        <w:tab/>
        <w:t>1.013e0</w:t>
      </w:r>
    </w:p>
    <w:p w:rsidR="007B6A46" w:rsidRDefault="007B6A46" w:rsidP="007B6A46">
      <w:r>
        <w:t>591.4041</w:t>
      </w:r>
      <w:r>
        <w:tab/>
        <w:t>2.025e0</w:t>
      </w:r>
    </w:p>
    <w:p w:rsidR="007B6A46" w:rsidRDefault="007B6A46" w:rsidP="007B6A46">
      <w:r>
        <w:t>591.4683</w:t>
      </w:r>
      <w:r>
        <w:tab/>
        <w:t>1.013e0</w:t>
      </w:r>
    </w:p>
    <w:p w:rsidR="007B6A46" w:rsidRDefault="007B6A46" w:rsidP="007B6A46">
      <w:r>
        <w:t>591.4794</w:t>
      </w:r>
      <w:r>
        <w:tab/>
        <w:t>2.025e0</w:t>
      </w:r>
    </w:p>
    <w:p w:rsidR="007B6A46" w:rsidRDefault="007B6A46" w:rsidP="007B6A46">
      <w:r>
        <w:t>591.4990</w:t>
      </w:r>
      <w:r>
        <w:tab/>
        <w:t>2.025e0</w:t>
      </w:r>
    </w:p>
    <w:p w:rsidR="007B6A46" w:rsidRDefault="007B6A46" w:rsidP="007B6A46">
      <w:r>
        <w:t>591.5656</w:t>
      </w:r>
      <w:r>
        <w:tab/>
        <w:t>2.025e0</w:t>
      </w:r>
    </w:p>
    <w:p w:rsidR="007B6A46" w:rsidRDefault="007B6A46" w:rsidP="007B6A46">
      <w:r>
        <w:t>591.6363</w:t>
      </w:r>
      <w:r>
        <w:tab/>
        <w:t>1.013e0</w:t>
      </w:r>
    </w:p>
    <w:p w:rsidR="007B6A46" w:rsidRDefault="007B6A46" w:rsidP="007B6A46">
      <w:r>
        <w:t>591.6890</w:t>
      </w:r>
      <w:r>
        <w:tab/>
        <w:t>1.013e0</w:t>
      </w:r>
    </w:p>
    <w:p w:rsidR="007B6A46" w:rsidRDefault="007B6A46" w:rsidP="007B6A46">
      <w:r>
        <w:t>591.7439</w:t>
      </w:r>
      <w:r>
        <w:tab/>
        <w:t>1.013e0</w:t>
      </w:r>
    </w:p>
    <w:p w:rsidR="007B6A46" w:rsidRDefault="007B6A46" w:rsidP="007B6A46">
      <w:r>
        <w:t>591.7736</w:t>
      </w:r>
      <w:r>
        <w:tab/>
        <w:t>1.013e0</w:t>
      </w:r>
    </w:p>
    <w:p w:rsidR="007B6A46" w:rsidRDefault="007B6A46" w:rsidP="007B6A46">
      <w:r>
        <w:lastRenderedPageBreak/>
        <w:t>591.8060</w:t>
      </w:r>
      <w:r>
        <w:tab/>
        <w:t>2.025e0</w:t>
      </w:r>
    </w:p>
    <w:p w:rsidR="007B6A46" w:rsidRDefault="007B6A46" w:rsidP="007B6A46">
      <w:r>
        <w:t>591.9637</w:t>
      </w:r>
      <w:r>
        <w:tab/>
        <w:t>4.051e0</w:t>
      </w:r>
    </w:p>
    <w:p w:rsidR="007B6A46" w:rsidRDefault="007B6A46" w:rsidP="007B6A46">
      <w:r>
        <w:t>592.0288</w:t>
      </w:r>
      <w:r>
        <w:tab/>
        <w:t>1.013e0</w:t>
      </w:r>
    </w:p>
    <w:p w:rsidR="007B6A46" w:rsidRDefault="007B6A46" w:rsidP="007B6A46">
      <w:r>
        <w:t>592.0782</w:t>
      </w:r>
      <w:r>
        <w:tab/>
        <w:t>1.013e0</w:t>
      </w:r>
    </w:p>
    <w:p w:rsidR="007B6A46" w:rsidRDefault="007B6A46" w:rsidP="007B6A46">
      <w:r>
        <w:t>592.1077</w:t>
      </w:r>
      <w:r>
        <w:tab/>
        <w:t>1.013e0</w:t>
      </w:r>
    </w:p>
    <w:p w:rsidR="007B6A46" w:rsidRDefault="007B6A46" w:rsidP="007B6A46">
      <w:r>
        <w:t>592.1722</w:t>
      </w:r>
      <w:r>
        <w:tab/>
        <w:t>2.025e0</w:t>
      </w:r>
    </w:p>
    <w:p w:rsidR="007B6A46" w:rsidRDefault="007B6A46" w:rsidP="007B6A46">
      <w:r>
        <w:t>592.2712</w:t>
      </w:r>
      <w:r>
        <w:tab/>
        <w:t>1.013e0</w:t>
      </w:r>
    </w:p>
    <w:p w:rsidR="007B6A46" w:rsidRDefault="007B6A46" w:rsidP="007B6A46">
      <w:r>
        <w:t>592.3289</w:t>
      </w:r>
      <w:r>
        <w:tab/>
        <w:t>2.025e0</w:t>
      </w:r>
    </w:p>
    <w:p w:rsidR="007B6A46" w:rsidRDefault="007B6A46" w:rsidP="007B6A46">
      <w:r>
        <w:t>592.3312</w:t>
      </w:r>
      <w:r>
        <w:tab/>
        <w:t>1.013e0</w:t>
      </w:r>
    </w:p>
    <w:p w:rsidR="007B6A46" w:rsidRDefault="007B6A46" w:rsidP="007B6A46">
      <w:r>
        <w:t>592.3586</w:t>
      </w:r>
      <w:r>
        <w:tab/>
        <w:t>3.038e0</w:t>
      </w:r>
    </w:p>
    <w:p w:rsidR="007B6A46" w:rsidRDefault="007B6A46" w:rsidP="007B6A46">
      <w:r>
        <w:t>592.3612</w:t>
      </w:r>
      <w:r>
        <w:tab/>
        <w:t>3.038e0</w:t>
      </w:r>
    </w:p>
    <w:p w:rsidR="007B6A46" w:rsidRDefault="007B6A46" w:rsidP="007B6A46">
      <w:r>
        <w:t>592.3931</w:t>
      </w:r>
      <w:r>
        <w:tab/>
        <w:t>2.025e0</w:t>
      </w:r>
    </w:p>
    <w:p w:rsidR="007B6A46" w:rsidRDefault="007B6A46" w:rsidP="007B6A46">
      <w:r>
        <w:t>592.4938</w:t>
      </w:r>
      <w:r>
        <w:tab/>
        <w:t>1.013e0</w:t>
      </w:r>
    </w:p>
    <w:p w:rsidR="007B6A46" w:rsidRDefault="007B6A46" w:rsidP="007B6A46">
      <w:r>
        <w:t>592.5242</w:t>
      </w:r>
      <w:r>
        <w:tab/>
        <w:t>1.013e0</w:t>
      </w:r>
    </w:p>
    <w:p w:rsidR="007B6A46" w:rsidRDefault="007B6A46" w:rsidP="007B6A46">
      <w:r>
        <w:t>592.5618</w:t>
      </w:r>
      <w:r>
        <w:tab/>
        <w:t>1.013e0</w:t>
      </w:r>
    </w:p>
    <w:p w:rsidR="007B6A46" w:rsidRDefault="007B6A46" w:rsidP="007B6A46">
      <w:r>
        <w:t>592.6697</w:t>
      </w:r>
      <w:r>
        <w:tab/>
        <w:t>1.013e0</w:t>
      </w:r>
    </w:p>
    <w:p w:rsidR="007B6A46" w:rsidRDefault="007B6A46" w:rsidP="007B6A46">
      <w:r>
        <w:t>592.7590</w:t>
      </w:r>
      <w:r>
        <w:tab/>
        <w:t>1.013e0</w:t>
      </w:r>
    </w:p>
    <w:p w:rsidR="007B6A46" w:rsidRDefault="007B6A46" w:rsidP="007B6A46">
      <w:r>
        <w:t>592.8394</w:t>
      </w:r>
      <w:r>
        <w:tab/>
        <w:t>1.013e0</w:t>
      </w:r>
    </w:p>
    <w:p w:rsidR="007B6A46" w:rsidRDefault="007B6A46" w:rsidP="007B6A46">
      <w:r>
        <w:t>592.9420</w:t>
      </w:r>
      <w:r>
        <w:tab/>
        <w:t>1.013e0</w:t>
      </w:r>
    </w:p>
    <w:p w:rsidR="007B6A46" w:rsidRDefault="007B6A46" w:rsidP="007B6A46">
      <w:r>
        <w:lastRenderedPageBreak/>
        <w:t>592.9521</w:t>
      </w:r>
      <w:r>
        <w:tab/>
        <w:t>2.025e0</w:t>
      </w:r>
    </w:p>
    <w:p w:rsidR="007B6A46" w:rsidRDefault="007B6A46" w:rsidP="007B6A46">
      <w:r>
        <w:t>592.9716</w:t>
      </w:r>
      <w:r>
        <w:tab/>
        <w:t>1.013e0</w:t>
      </w:r>
    </w:p>
    <w:p w:rsidR="007B6A46" w:rsidRDefault="007B6A46" w:rsidP="007B6A46">
      <w:r>
        <w:t>593.0257</w:t>
      </w:r>
      <w:r>
        <w:tab/>
        <w:t>1.013e0</w:t>
      </w:r>
    </w:p>
    <w:p w:rsidR="007B6A46" w:rsidRDefault="007B6A46" w:rsidP="007B6A46">
      <w:r>
        <w:t>593.0529</w:t>
      </w:r>
      <w:r>
        <w:tab/>
        <w:t>1.013e0</w:t>
      </w:r>
    </w:p>
    <w:p w:rsidR="007B6A46" w:rsidRDefault="007B6A46" w:rsidP="007B6A46">
      <w:r>
        <w:t>593.1498</w:t>
      </w:r>
      <w:r>
        <w:tab/>
        <w:t>1.013e0</w:t>
      </w:r>
    </w:p>
    <w:p w:rsidR="007B6A46" w:rsidRDefault="007B6A46" w:rsidP="007B6A46">
      <w:r>
        <w:t>593.1648</w:t>
      </w:r>
      <w:r>
        <w:tab/>
        <w:t>1.013e0</w:t>
      </w:r>
    </w:p>
    <w:p w:rsidR="007B6A46" w:rsidRDefault="007B6A46" w:rsidP="007B6A46">
      <w:r>
        <w:t>593.1844</w:t>
      </w:r>
      <w:r>
        <w:tab/>
        <w:t>1.013e0</w:t>
      </w:r>
    </w:p>
    <w:p w:rsidR="007B6A46" w:rsidRDefault="007B6A46" w:rsidP="007B6A46">
      <w:r>
        <w:t>593.2573</w:t>
      </w:r>
      <w:r>
        <w:tab/>
        <w:t>2.025e0</w:t>
      </w:r>
    </w:p>
    <w:p w:rsidR="007B6A46" w:rsidRDefault="007B6A46" w:rsidP="007B6A46">
      <w:r>
        <w:t>593.2665</w:t>
      </w:r>
      <w:r>
        <w:tab/>
        <w:t>1.013e0</w:t>
      </w:r>
    </w:p>
    <w:p w:rsidR="007B6A46" w:rsidRDefault="007B6A46" w:rsidP="007B6A46">
      <w:r>
        <w:t>593.2888</w:t>
      </w:r>
      <w:r>
        <w:tab/>
        <w:t>2.025e0</w:t>
      </w:r>
    </w:p>
    <w:p w:rsidR="007B6A46" w:rsidRDefault="007B6A46" w:rsidP="007B6A46">
      <w:r>
        <w:t>593.3378</w:t>
      </w:r>
      <w:r>
        <w:tab/>
        <w:t>1.013e0</w:t>
      </w:r>
    </w:p>
    <w:p w:rsidR="007B6A46" w:rsidRDefault="007B6A46" w:rsidP="007B6A46">
      <w:r>
        <w:t>593.3896</w:t>
      </w:r>
      <w:r>
        <w:tab/>
        <w:t>1.013e0</w:t>
      </w:r>
    </w:p>
    <w:p w:rsidR="007B6A46" w:rsidRDefault="007B6A46" w:rsidP="007B6A46">
      <w:r>
        <w:t>593.3998</w:t>
      </w:r>
      <w:r>
        <w:tab/>
        <w:t>1.013e0</w:t>
      </w:r>
    </w:p>
    <w:p w:rsidR="007B6A46" w:rsidRDefault="007B6A46" w:rsidP="007B6A46">
      <w:r>
        <w:t>593.4600</w:t>
      </w:r>
      <w:r>
        <w:tab/>
        <w:t>2.025e0</w:t>
      </w:r>
    </w:p>
    <w:p w:rsidR="007B6A46" w:rsidRDefault="007B6A46" w:rsidP="007B6A46">
      <w:r>
        <w:t>593.5320</w:t>
      </w:r>
      <w:r>
        <w:tab/>
        <w:t>1.013e0</w:t>
      </w:r>
    </w:p>
    <w:p w:rsidR="007B6A46" w:rsidRDefault="007B6A46" w:rsidP="007B6A46">
      <w:r>
        <w:t>593.6237</w:t>
      </w:r>
      <w:r>
        <w:tab/>
        <w:t>1.013e0</w:t>
      </w:r>
    </w:p>
    <w:p w:rsidR="007B6A46" w:rsidRDefault="007B6A46" w:rsidP="007B6A46">
      <w:r>
        <w:t>593.6848</w:t>
      </w:r>
      <w:r>
        <w:tab/>
        <w:t>2.025e0</w:t>
      </w:r>
    </w:p>
    <w:p w:rsidR="007B6A46" w:rsidRDefault="007B6A46" w:rsidP="007B6A46">
      <w:r>
        <w:t>593.8171</w:t>
      </w:r>
      <w:r>
        <w:tab/>
        <w:t>1.013e0</w:t>
      </w:r>
    </w:p>
    <w:p w:rsidR="007B6A46" w:rsidRDefault="007B6A46" w:rsidP="007B6A46">
      <w:r>
        <w:t>593.9020</w:t>
      </w:r>
      <w:r>
        <w:tab/>
        <w:t>2.025e0</w:t>
      </w:r>
    </w:p>
    <w:p w:rsidR="007B6A46" w:rsidRDefault="007B6A46" w:rsidP="007B6A46">
      <w:r>
        <w:lastRenderedPageBreak/>
        <w:t>593.9180</w:t>
      </w:r>
      <w:r>
        <w:tab/>
        <w:t>1.013e0</w:t>
      </w:r>
    </w:p>
    <w:p w:rsidR="007B6A46" w:rsidRDefault="007B6A46" w:rsidP="007B6A46">
      <w:r>
        <w:t>593.9291</w:t>
      </w:r>
      <w:r>
        <w:tab/>
        <w:t>1.013e0</w:t>
      </w:r>
    </w:p>
    <w:p w:rsidR="007B6A46" w:rsidRDefault="007B6A46" w:rsidP="007B6A46">
      <w:r>
        <w:t>593.9857</w:t>
      </w:r>
      <w:r>
        <w:tab/>
        <w:t>1.013e0</w:t>
      </w:r>
    </w:p>
    <w:p w:rsidR="007B6A46" w:rsidRDefault="007B6A46" w:rsidP="007B6A46">
      <w:r>
        <w:t>593.9902</w:t>
      </w:r>
      <w:r>
        <w:tab/>
        <w:t>1.013e0</w:t>
      </w:r>
    </w:p>
    <w:p w:rsidR="007B6A46" w:rsidRDefault="007B6A46" w:rsidP="007B6A46">
      <w:r>
        <w:t>594.0042</w:t>
      </w:r>
      <w:r>
        <w:tab/>
        <w:t>1.013e0</w:t>
      </w:r>
    </w:p>
    <w:p w:rsidR="007B6A46" w:rsidRDefault="007B6A46" w:rsidP="007B6A46">
      <w:r>
        <w:t>594.0514</w:t>
      </w:r>
      <w:r>
        <w:tab/>
        <w:t>1.013e0</w:t>
      </w:r>
    </w:p>
    <w:p w:rsidR="007B6A46" w:rsidRDefault="007B6A46" w:rsidP="007B6A46">
      <w:r>
        <w:t>594.0560</w:t>
      </w:r>
      <w:r>
        <w:tab/>
        <w:t>1.013e0</w:t>
      </w:r>
    </w:p>
    <w:p w:rsidR="007B6A46" w:rsidRDefault="007B6A46" w:rsidP="007B6A46">
      <w:r>
        <w:t>594.1025</w:t>
      </w:r>
      <w:r>
        <w:tab/>
        <w:t>2.025e0</w:t>
      </w:r>
    </w:p>
    <w:p w:rsidR="007B6A46" w:rsidRDefault="007B6A46" w:rsidP="007B6A46">
      <w:r>
        <w:t>594.1870</w:t>
      </w:r>
      <w:r>
        <w:tab/>
        <w:t>2.025e0</w:t>
      </w:r>
    </w:p>
    <w:p w:rsidR="007B6A46" w:rsidRDefault="007B6A46" w:rsidP="007B6A46">
      <w:r>
        <w:t>594.2706</w:t>
      </w:r>
      <w:r>
        <w:tab/>
        <w:t>4.051e0</w:t>
      </w:r>
    </w:p>
    <w:p w:rsidR="007B6A46" w:rsidRDefault="007B6A46" w:rsidP="007B6A46">
      <w:r>
        <w:t>594.2889</w:t>
      </w:r>
      <w:r>
        <w:tab/>
        <w:t>1.013e0</w:t>
      </w:r>
    </w:p>
    <w:p w:rsidR="007B6A46" w:rsidRDefault="007B6A46" w:rsidP="007B6A46">
      <w:r>
        <w:t>594.4059</w:t>
      </w:r>
      <w:r>
        <w:tab/>
        <w:t>2.025e0</w:t>
      </w:r>
    </w:p>
    <w:p w:rsidR="007B6A46" w:rsidRDefault="007B6A46" w:rsidP="007B6A46">
      <w:r>
        <w:t>594.4313</w:t>
      </w:r>
      <w:r>
        <w:tab/>
        <w:t>2.025e0</w:t>
      </w:r>
    </w:p>
    <w:p w:rsidR="007B6A46" w:rsidRDefault="007B6A46" w:rsidP="007B6A46">
      <w:r>
        <w:t>594.4998</w:t>
      </w:r>
      <w:r>
        <w:tab/>
        <w:t>1.013e0</w:t>
      </w:r>
    </w:p>
    <w:p w:rsidR="007B6A46" w:rsidRDefault="007B6A46" w:rsidP="007B6A46">
      <w:r>
        <w:t>594.5189</w:t>
      </w:r>
      <w:r>
        <w:tab/>
        <w:t>1.013e0</w:t>
      </w:r>
    </w:p>
    <w:p w:rsidR="007B6A46" w:rsidRDefault="007B6A46" w:rsidP="007B6A46">
      <w:r>
        <w:t>594.5804</w:t>
      </w:r>
      <w:r>
        <w:tab/>
        <w:t>1.013e0</w:t>
      </w:r>
    </w:p>
    <w:p w:rsidR="007B6A46" w:rsidRDefault="007B6A46" w:rsidP="007B6A46">
      <w:r>
        <w:t>594.7314</w:t>
      </w:r>
      <w:r>
        <w:tab/>
        <w:t>1.013e0</w:t>
      </w:r>
    </w:p>
    <w:p w:rsidR="007B6A46" w:rsidRDefault="007B6A46" w:rsidP="007B6A46">
      <w:r>
        <w:t>594.8107</w:t>
      </w:r>
      <w:r>
        <w:tab/>
        <w:t>2.025e0</w:t>
      </w:r>
    </w:p>
    <w:p w:rsidR="007B6A46" w:rsidRDefault="007B6A46" w:rsidP="007B6A46">
      <w:r>
        <w:t>594.8208</w:t>
      </w:r>
      <w:r>
        <w:tab/>
        <w:t>1.013e0</w:t>
      </w:r>
    </w:p>
    <w:p w:rsidR="007B6A46" w:rsidRDefault="007B6A46" w:rsidP="007B6A46">
      <w:r>
        <w:lastRenderedPageBreak/>
        <w:t>594.8362</w:t>
      </w:r>
      <w:r>
        <w:tab/>
        <w:t>2.025e0</w:t>
      </w:r>
    </w:p>
    <w:p w:rsidR="007B6A46" w:rsidRDefault="007B6A46" w:rsidP="007B6A46">
      <w:r>
        <w:t>594.9786</w:t>
      </w:r>
      <w:r>
        <w:tab/>
        <w:t>2.025e0</w:t>
      </w:r>
    </w:p>
    <w:p w:rsidR="007B6A46" w:rsidRDefault="007B6A46" w:rsidP="007B6A46">
      <w:r>
        <w:t>595.0538</w:t>
      </w:r>
      <w:r>
        <w:tab/>
        <w:t>1.013e0</w:t>
      </w:r>
    </w:p>
    <w:p w:rsidR="007B6A46" w:rsidRDefault="007B6A46" w:rsidP="007B6A46">
      <w:r>
        <w:t>595.1249</w:t>
      </w:r>
      <w:r>
        <w:tab/>
        <w:t>1.013e0</w:t>
      </w:r>
    </w:p>
    <w:p w:rsidR="007B6A46" w:rsidRDefault="007B6A46" w:rsidP="007B6A46">
      <w:r>
        <w:t>595.1729</w:t>
      </w:r>
      <w:r>
        <w:tab/>
        <w:t>2.025e0</w:t>
      </w:r>
    </w:p>
    <w:p w:rsidR="007B6A46" w:rsidRDefault="007B6A46" w:rsidP="007B6A46">
      <w:r>
        <w:t>595.2648</w:t>
      </w:r>
      <w:r>
        <w:tab/>
        <w:t>1.013e0</w:t>
      </w:r>
    </w:p>
    <w:p w:rsidR="007B6A46" w:rsidRDefault="007B6A46" w:rsidP="007B6A46">
      <w:r>
        <w:t>595.2918</w:t>
      </w:r>
      <w:r>
        <w:tab/>
        <w:t>2.025e0</w:t>
      </w:r>
    </w:p>
    <w:p w:rsidR="007B6A46" w:rsidRDefault="007B6A46" w:rsidP="007B6A46">
      <w:r>
        <w:t>595.3202</w:t>
      </w:r>
      <w:r>
        <w:tab/>
        <w:t>2.025e0</w:t>
      </w:r>
    </w:p>
    <w:p w:rsidR="007B6A46" w:rsidRDefault="007B6A46" w:rsidP="007B6A46">
      <w:r>
        <w:t>595.3470</w:t>
      </w:r>
      <w:r>
        <w:tab/>
        <w:t>3.038e0</w:t>
      </w:r>
    </w:p>
    <w:p w:rsidR="007B6A46" w:rsidRDefault="007B6A46" w:rsidP="007B6A46">
      <w:r>
        <w:t>595.4067</w:t>
      </w:r>
      <w:r>
        <w:tab/>
        <w:t>1.013e0</w:t>
      </w:r>
    </w:p>
    <w:p w:rsidR="007B6A46" w:rsidRDefault="007B6A46" w:rsidP="007B6A46">
      <w:r>
        <w:t>595.5338</w:t>
      </w:r>
      <w:r>
        <w:tab/>
        <w:t>1.013e0</w:t>
      </w:r>
    </w:p>
    <w:p w:rsidR="007B6A46" w:rsidRDefault="007B6A46" w:rsidP="007B6A46">
      <w:r>
        <w:t>595.6221</w:t>
      </w:r>
      <w:r>
        <w:tab/>
        <w:t>2.025e0</w:t>
      </w:r>
    </w:p>
    <w:p w:rsidR="007B6A46" w:rsidRDefault="007B6A46" w:rsidP="007B6A46">
      <w:r>
        <w:t>595.6578</w:t>
      </w:r>
      <w:r>
        <w:tab/>
        <w:t>1.013e0</w:t>
      </w:r>
    </w:p>
    <w:p w:rsidR="007B6A46" w:rsidRDefault="007B6A46" w:rsidP="007B6A46">
      <w:r>
        <w:t>595.7643</w:t>
      </w:r>
      <w:r>
        <w:tab/>
        <w:t>1.013e0</w:t>
      </w:r>
    </w:p>
    <w:p w:rsidR="007B6A46" w:rsidRDefault="007B6A46" w:rsidP="007B6A46">
      <w:r>
        <w:t>595.8715</w:t>
      </w:r>
      <w:r>
        <w:tab/>
        <w:t>1.013e0</w:t>
      </w:r>
    </w:p>
    <w:p w:rsidR="007B6A46" w:rsidRDefault="007B6A46" w:rsidP="007B6A46">
      <w:r>
        <w:t>595.8816</w:t>
      </w:r>
      <w:r>
        <w:tab/>
        <w:t>2.025e0</w:t>
      </w:r>
    </w:p>
    <w:p w:rsidR="007B6A46" w:rsidRDefault="007B6A46" w:rsidP="007B6A46">
      <w:r>
        <w:t>595.9242</w:t>
      </w:r>
      <w:r>
        <w:tab/>
        <w:t>1.013e0</w:t>
      </w:r>
    </w:p>
    <w:p w:rsidR="007B6A46" w:rsidRDefault="007B6A46" w:rsidP="007B6A46">
      <w:r>
        <w:t>596.0204</w:t>
      </w:r>
      <w:r>
        <w:tab/>
        <w:t>1.013e0</w:t>
      </w:r>
    </w:p>
    <w:p w:rsidR="007B6A46" w:rsidRDefault="007B6A46" w:rsidP="007B6A46">
      <w:r>
        <w:t>596.0502</w:t>
      </w:r>
      <w:r>
        <w:tab/>
        <w:t>1.013e0</w:t>
      </w:r>
    </w:p>
    <w:p w:rsidR="007B6A46" w:rsidRDefault="007B6A46" w:rsidP="007B6A46">
      <w:r>
        <w:lastRenderedPageBreak/>
        <w:t>596.0850</w:t>
      </w:r>
      <w:r>
        <w:tab/>
        <w:t>1.013e0</w:t>
      </w:r>
    </w:p>
    <w:p w:rsidR="007B6A46" w:rsidRDefault="007B6A46" w:rsidP="007B6A46">
      <w:r>
        <w:t>596.1124</w:t>
      </w:r>
      <w:r>
        <w:tab/>
        <w:t>1.013e0</w:t>
      </w:r>
    </w:p>
    <w:p w:rsidR="007B6A46" w:rsidRDefault="007B6A46" w:rsidP="007B6A46">
      <w:r>
        <w:t>596.1185</w:t>
      </w:r>
      <w:r>
        <w:tab/>
        <w:t>1.013e0</w:t>
      </w:r>
    </w:p>
    <w:p w:rsidR="007B6A46" w:rsidRDefault="007B6A46" w:rsidP="007B6A46">
      <w:r>
        <w:t>596.1379</w:t>
      </w:r>
      <w:r>
        <w:tab/>
        <w:t>1.013e0</w:t>
      </w:r>
    </w:p>
    <w:p w:rsidR="007B6A46" w:rsidRDefault="007B6A46" w:rsidP="007B6A46">
      <w:r>
        <w:t>596.1631</w:t>
      </w:r>
      <w:r>
        <w:tab/>
        <w:t>2.025e0</w:t>
      </w:r>
    </w:p>
    <w:p w:rsidR="007B6A46" w:rsidRDefault="007B6A46" w:rsidP="007B6A46">
      <w:r>
        <w:t>596.2341</w:t>
      </w:r>
      <w:r>
        <w:tab/>
        <w:t>1.013e0</w:t>
      </w:r>
    </w:p>
    <w:p w:rsidR="007B6A46" w:rsidRDefault="007B6A46" w:rsidP="007B6A46">
      <w:r>
        <w:t>596.2657</w:t>
      </w:r>
      <w:r>
        <w:tab/>
        <w:t>1.013e0</w:t>
      </w:r>
    </w:p>
    <w:p w:rsidR="007B6A46" w:rsidRDefault="007B6A46" w:rsidP="007B6A46">
      <w:r>
        <w:t>596.3466</w:t>
      </w:r>
      <w:r>
        <w:tab/>
        <w:t>1.013e0</w:t>
      </w:r>
    </w:p>
    <w:p w:rsidR="007B6A46" w:rsidRDefault="007B6A46" w:rsidP="007B6A46">
      <w:r>
        <w:t>596.3875</w:t>
      </w:r>
      <w:r>
        <w:tab/>
        <w:t>1.013e0</w:t>
      </w:r>
    </w:p>
    <w:p w:rsidR="007B6A46" w:rsidRDefault="007B6A46" w:rsidP="007B6A46">
      <w:r>
        <w:t>596.3977</w:t>
      </w:r>
      <w:r>
        <w:tab/>
        <w:t>1.013e0</w:t>
      </w:r>
    </w:p>
    <w:p w:rsidR="007B6A46" w:rsidRDefault="007B6A46" w:rsidP="007B6A46">
      <w:r>
        <w:t>596.4293</w:t>
      </w:r>
      <w:r>
        <w:tab/>
        <w:t>1.013e0</w:t>
      </w:r>
    </w:p>
    <w:p w:rsidR="007B6A46" w:rsidRDefault="007B6A46" w:rsidP="007B6A46">
      <w:r>
        <w:t>596.4755</w:t>
      </w:r>
      <w:r>
        <w:tab/>
        <w:t>1.013e0</w:t>
      </w:r>
    </w:p>
    <w:p w:rsidR="007B6A46" w:rsidRDefault="007B6A46" w:rsidP="007B6A46">
      <w:r>
        <w:t>596.6339</w:t>
      </w:r>
      <w:r>
        <w:tab/>
        <w:t>1.013e0</w:t>
      </w:r>
    </w:p>
    <w:p w:rsidR="007B6A46" w:rsidRDefault="007B6A46" w:rsidP="007B6A46">
      <w:r>
        <w:t>596.6850</w:t>
      </w:r>
      <w:r>
        <w:tab/>
        <w:t>1.013e0</w:t>
      </w:r>
    </w:p>
    <w:p w:rsidR="007B6A46" w:rsidRDefault="007B6A46" w:rsidP="007B6A46">
      <w:r>
        <w:t>596.7073</w:t>
      </w:r>
      <w:r>
        <w:tab/>
        <w:t>1.013e0</w:t>
      </w:r>
    </w:p>
    <w:p w:rsidR="007B6A46" w:rsidRDefault="007B6A46" w:rsidP="007B6A46">
      <w:r>
        <w:t>596.7566</w:t>
      </w:r>
      <w:r>
        <w:tab/>
        <w:t>1.013e0</w:t>
      </w:r>
    </w:p>
    <w:p w:rsidR="007B6A46" w:rsidRDefault="007B6A46" w:rsidP="007B6A46">
      <w:r>
        <w:t>596.7864</w:t>
      </w:r>
      <w:r>
        <w:tab/>
        <w:t>1.013e0</w:t>
      </w:r>
    </w:p>
    <w:p w:rsidR="007B6A46" w:rsidRDefault="007B6A46" w:rsidP="007B6A46">
      <w:r>
        <w:t>596.8384</w:t>
      </w:r>
      <w:r>
        <w:tab/>
        <w:t>1.013e0</w:t>
      </w:r>
    </w:p>
    <w:p w:rsidR="007B6A46" w:rsidRDefault="007B6A46" w:rsidP="007B6A46">
      <w:r>
        <w:t>596.8580</w:t>
      </w:r>
      <w:r>
        <w:tab/>
        <w:t>1.013e0</w:t>
      </w:r>
    </w:p>
    <w:p w:rsidR="007B6A46" w:rsidRDefault="007B6A46" w:rsidP="007B6A46">
      <w:r>
        <w:lastRenderedPageBreak/>
        <w:t>596.9245</w:t>
      </w:r>
      <w:r>
        <w:tab/>
        <w:t>3.038e0</w:t>
      </w:r>
    </w:p>
    <w:p w:rsidR="007B6A46" w:rsidRDefault="007B6A46" w:rsidP="007B6A46">
      <w:r>
        <w:t>596.9408</w:t>
      </w:r>
      <w:r>
        <w:tab/>
        <w:t>1.013e0</w:t>
      </w:r>
    </w:p>
    <w:p w:rsidR="007B6A46" w:rsidRDefault="007B6A46" w:rsidP="007B6A46">
      <w:r>
        <w:t>596.9546</w:t>
      </w:r>
      <w:r>
        <w:tab/>
        <w:t>2.025e0</w:t>
      </w:r>
    </w:p>
    <w:p w:rsidR="007B6A46" w:rsidRDefault="007B6A46" w:rsidP="007B6A46">
      <w:r>
        <w:t>596.9996</w:t>
      </w:r>
      <w:r>
        <w:tab/>
        <w:t>3.038e0</w:t>
      </w:r>
    </w:p>
    <w:p w:rsidR="007B6A46" w:rsidRDefault="007B6A46" w:rsidP="007B6A46">
      <w:r>
        <w:t>597.0124</w:t>
      </w:r>
      <w:r>
        <w:tab/>
        <w:t>2.025e0</w:t>
      </w:r>
    </w:p>
    <w:p w:rsidR="007B6A46" w:rsidRDefault="007B6A46" w:rsidP="007B6A46">
      <w:r>
        <w:t>597.0878</w:t>
      </w:r>
      <w:r>
        <w:tab/>
        <w:t>2.025e0</w:t>
      </w:r>
    </w:p>
    <w:p w:rsidR="007B6A46" w:rsidRDefault="007B6A46" w:rsidP="007B6A46">
      <w:r>
        <w:t>597.1037</w:t>
      </w:r>
      <w:r>
        <w:tab/>
        <w:t>2.025e0</w:t>
      </w:r>
    </w:p>
    <w:p w:rsidR="007B6A46" w:rsidRDefault="007B6A46" w:rsidP="007B6A46">
      <w:r>
        <w:t>597.1691</w:t>
      </w:r>
      <w:r>
        <w:tab/>
        <w:t>1.013e0</w:t>
      </w:r>
    </w:p>
    <w:p w:rsidR="007B6A46" w:rsidRDefault="007B6A46" w:rsidP="007B6A46">
      <w:r>
        <w:t>597.1962</w:t>
      </w:r>
      <w:r>
        <w:tab/>
        <w:t>2.025e0</w:t>
      </w:r>
    </w:p>
    <w:p w:rsidR="007B6A46" w:rsidRDefault="007B6A46" w:rsidP="007B6A46">
      <w:r>
        <w:t>597.2319</w:t>
      </w:r>
      <w:r>
        <w:tab/>
        <w:t>2.025e0</w:t>
      </w:r>
    </w:p>
    <w:p w:rsidR="007B6A46" w:rsidRDefault="007B6A46" w:rsidP="007B6A46">
      <w:r>
        <w:t>597.2479</w:t>
      </w:r>
      <w:r>
        <w:tab/>
        <w:t>1.013e0</w:t>
      </w:r>
    </w:p>
    <w:p w:rsidR="007B6A46" w:rsidRDefault="007B6A46" w:rsidP="007B6A46">
      <w:r>
        <w:t>597.3137</w:t>
      </w:r>
      <w:r>
        <w:tab/>
        <w:t>3.038e0</w:t>
      </w:r>
    </w:p>
    <w:p w:rsidR="007B6A46" w:rsidRDefault="007B6A46" w:rsidP="007B6A46">
      <w:r>
        <w:t>597.3339</w:t>
      </w:r>
      <w:r>
        <w:tab/>
        <w:t>2.025e0</w:t>
      </w:r>
    </w:p>
    <w:p w:rsidR="007B6A46" w:rsidRDefault="007B6A46" w:rsidP="007B6A46">
      <w:r>
        <w:t>597.3465</w:t>
      </w:r>
      <w:r>
        <w:tab/>
        <w:t>2.025e0</w:t>
      </w:r>
    </w:p>
    <w:p w:rsidR="007B6A46" w:rsidRDefault="007B6A46" w:rsidP="007B6A46">
      <w:r>
        <w:t>597.3595</w:t>
      </w:r>
      <w:r>
        <w:tab/>
        <w:t>1.013e0</w:t>
      </w:r>
    </w:p>
    <w:p w:rsidR="007B6A46" w:rsidRDefault="007B6A46" w:rsidP="007B6A46">
      <w:r>
        <w:t>597.3917</w:t>
      </w:r>
      <w:r>
        <w:tab/>
        <w:t>2.025e0</w:t>
      </w:r>
    </w:p>
    <w:p w:rsidR="007B6A46" w:rsidRDefault="007B6A46" w:rsidP="007B6A46">
      <w:r>
        <w:t>597.4210</w:t>
      </w:r>
      <w:r>
        <w:tab/>
        <w:t>1.013e0</w:t>
      </w:r>
    </w:p>
    <w:p w:rsidR="007B6A46" w:rsidRDefault="007B6A46" w:rsidP="007B6A46">
      <w:r>
        <w:t>597.4426</w:t>
      </w:r>
      <w:r>
        <w:tab/>
        <w:t>2.025e0</w:t>
      </w:r>
    </w:p>
    <w:p w:rsidR="007B6A46" w:rsidRDefault="007B6A46" w:rsidP="007B6A46">
      <w:r>
        <w:t>597.4691</w:t>
      </w:r>
      <w:r>
        <w:tab/>
        <w:t>1.013e0</w:t>
      </w:r>
    </w:p>
    <w:p w:rsidR="007B6A46" w:rsidRDefault="007B6A46" w:rsidP="007B6A46">
      <w:r>
        <w:lastRenderedPageBreak/>
        <w:t>597.5038</w:t>
      </w:r>
      <w:r>
        <w:tab/>
        <w:t>1.013e0</w:t>
      </w:r>
    </w:p>
    <w:p w:rsidR="007B6A46" w:rsidRDefault="007B6A46" w:rsidP="007B6A46">
      <w:r>
        <w:t>597.7076</w:t>
      </w:r>
      <w:r>
        <w:tab/>
        <w:t>2.025e0</w:t>
      </w:r>
    </w:p>
    <w:p w:rsidR="007B6A46" w:rsidRDefault="007B6A46" w:rsidP="007B6A46">
      <w:r>
        <w:t>597.7732</w:t>
      </w:r>
      <w:r>
        <w:tab/>
        <w:t>1.013e0</w:t>
      </w:r>
    </w:p>
    <w:p w:rsidR="007B6A46" w:rsidRDefault="007B6A46" w:rsidP="007B6A46">
      <w:r>
        <w:t>597.8009</w:t>
      </w:r>
      <w:r>
        <w:tab/>
        <w:t>1.013e0</w:t>
      </w:r>
    </w:p>
    <w:p w:rsidR="007B6A46" w:rsidRDefault="007B6A46" w:rsidP="007B6A46">
      <w:r>
        <w:t>597.8409</w:t>
      </w:r>
      <w:r>
        <w:tab/>
        <w:t>1.013e0</w:t>
      </w:r>
    </w:p>
    <w:p w:rsidR="007B6A46" w:rsidRDefault="007B6A46" w:rsidP="007B6A46">
      <w:r>
        <w:t>597.8512</w:t>
      </w:r>
      <w:r>
        <w:tab/>
        <w:t>1.013e0</w:t>
      </w:r>
    </w:p>
    <w:p w:rsidR="007B6A46" w:rsidRDefault="007B6A46" w:rsidP="007B6A46">
      <w:r>
        <w:t>597.9127</w:t>
      </w:r>
      <w:r>
        <w:tab/>
        <w:t>1.013e0</w:t>
      </w:r>
    </w:p>
    <w:p w:rsidR="007B6A46" w:rsidRDefault="007B6A46" w:rsidP="007B6A46">
      <w:r>
        <w:t>597.9675</w:t>
      </w:r>
      <w:r>
        <w:tab/>
        <w:t>1.013e0</w:t>
      </w:r>
    </w:p>
    <w:p w:rsidR="007B6A46" w:rsidRDefault="007B6A46" w:rsidP="007B6A46">
      <w:r>
        <w:t>598.0367</w:t>
      </w:r>
      <w:r>
        <w:tab/>
        <w:t>1.013e0</w:t>
      </w:r>
    </w:p>
    <w:p w:rsidR="007B6A46" w:rsidRDefault="007B6A46" w:rsidP="007B6A46">
      <w:r>
        <w:t>598.0674</w:t>
      </w:r>
      <w:r>
        <w:tab/>
        <w:t>1.013e0</w:t>
      </w:r>
    </w:p>
    <w:p w:rsidR="007B6A46" w:rsidRDefault="007B6A46" w:rsidP="007B6A46">
      <w:r>
        <w:t>598.1392</w:t>
      </w:r>
      <w:r>
        <w:tab/>
        <w:t>1.013e0</w:t>
      </w:r>
    </w:p>
    <w:p w:rsidR="007B6A46" w:rsidRDefault="007B6A46" w:rsidP="007B6A46">
      <w:r>
        <w:t>598.1637</w:t>
      </w:r>
      <w:r>
        <w:tab/>
        <w:t>1.013e0</w:t>
      </w:r>
    </w:p>
    <w:p w:rsidR="007B6A46" w:rsidRDefault="007B6A46" w:rsidP="007B6A46">
      <w:r>
        <w:t>598.2460</w:t>
      </w:r>
      <w:r>
        <w:tab/>
        <w:t>3.038e0</w:t>
      </w:r>
    </w:p>
    <w:p w:rsidR="007B6A46" w:rsidRDefault="007B6A46" w:rsidP="007B6A46">
      <w:r>
        <w:t>598.2939</w:t>
      </w:r>
      <w:r>
        <w:tab/>
        <w:t>2.025e0</w:t>
      </w:r>
    </w:p>
    <w:p w:rsidR="007B6A46" w:rsidRDefault="007B6A46" w:rsidP="007B6A46">
      <w:r>
        <w:t>598.3391</w:t>
      </w:r>
      <w:r>
        <w:tab/>
        <w:t>2.025e0</w:t>
      </w:r>
    </w:p>
    <w:p w:rsidR="007B6A46" w:rsidRDefault="007B6A46" w:rsidP="007B6A46">
      <w:r>
        <w:t>598.3671</w:t>
      </w:r>
      <w:r>
        <w:tab/>
        <w:t>2.025e0</w:t>
      </w:r>
    </w:p>
    <w:p w:rsidR="007B6A46" w:rsidRDefault="007B6A46" w:rsidP="007B6A46">
      <w:r>
        <w:t>598.3750</w:t>
      </w:r>
      <w:r>
        <w:tab/>
        <w:t>1.013e0</w:t>
      </w:r>
    </w:p>
    <w:p w:rsidR="007B6A46" w:rsidRDefault="007B6A46" w:rsidP="007B6A46">
      <w:r>
        <w:t>598.3925</w:t>
      </w:r>
      <w:r>
        <w:tab/>
        <w:t>1.013e0</w:t>
      </w:r>
    </w:p>
    <w:p w:rsidR="007B6A46" w:rsidRDefault="007B6A46" w:rsidP="007B6A46">
      <w:r>
        <w:t>598.4255</w:t>
      </w:r>
      <w:r>
        <w:tab/>
        <w:t>3.038e0</w:t>
      </w:r>
    </w:p>
    <w:p w:rsidR="007B6A46" w:rsidRDefault="007B6A46" w:rsidP="007B6A46">
      <w:r>
        <w:lastRenderedPageBreak/>
        <w:t>598.4410</w:t>
      </w:r>
      <w:r>
        <w:tab/>
        <w:t>3.038e0</w:t>
      </w:r>
    </w:p>
    <w:p w:rsidR="007B6A46" w:rsidRDefault="007B6A46" w:rsidP="007B6A46">
      <w:r>
        <w:t>598.4482</w:t>
      </w:r>
      <w:r>
        <w:tab/>
        <w:t>1.013e0</w:t>
      </w:r>
    </w:p>
    <w:p w:rsidR="007B6A46" w:rsidRDefault="007B6A46" w:rsidP="007B6A46">
      <w:r>
        <w:t>598.4558</w:t>
      </w:r>
      <w:r>
        <w:tab/>
        <w:t>4.051e0</w:t>
      </w:r>
    </w:p>
    <w:p w:rsidR="007B6A46" w:rsidRDefault="007B6A46" w:rsidP="007B6A46">
      <w:r>
        <w:t>598.5084</w:t>
      </w:r>
      <w:r>
        <w:tab/>
        <w:t>1.013e0</w:t>
      </w:r>
    </w:p>
    <w:p w:rsidR="007B6A46" w:rsidRDefault="007B6A46" w:rsidP="007B6A46">
      <w:r>
        <w:t>598.5177</w:t>
      </w:r>
      <w:r>
        <w:tab/>
        <w:t>1.013e0</w:t>
      </w:r>
    </w:p>
    <w:p w:rsidR="007B6A46" w:rsidRDefault="007B6A46" w:rsidP="007B6A46">
      <w:r>
        <w:t>598.5359</w:t>
      </w:r>
      <w:r>
        <w:tab/>
        <w:t>2.025e0</w:t>
      </w:r>
    </w:p>
    <w:p w:rsidR="007B6A46" w:rsidRDefault="007B6A46" w:rsidP="007B6A46">
      <w:r>
        <w:t>598.6060</w:t>
      </w:r>
      <w:r>
        <w:tab/>
        <w:t>1.013e0</w:t>
      </w:r>
    </w:p>
    <w:p w:rsidR="007B6A46" w:rsidRDefault="007B6A46" w:rsidP="007B6A46">
      <w:r>
        <w:t>598.6520</w:t>
      </w:r>
      <w:r>
        <w:tab/>
        <w:t>1.013e0</w:t>
      </w:r>
    </w:p>
    <w:p w:rsidR="007B6A46" w:rsidRDefault="007B6A46" w:rsidP="007B6A46">
      <w:r>
        <w:t>598.7575</w:t>
      </w:r>
      <w:r>
        <w:tab/>
        <w:t>2.025e0</w:t>
      </w:r>
    </w:p>
    <w:p w:rsidR="007B6A46" w:rsidRDefault="007B6A46" w:rsidP="007B6A46">
      <w:r>
        <w:t>598.8379</w:t>
      </w:r>
      <w:r>
        <w:tab/>
        <w:t>1.013e0</w:t>
      </w:r>
    </w:p>
    <w:p w:rsidR="007B6A46" w:rsidRDefault="007B6A46" w:rsidP="007B6A46">
      <w:r>
        <w:t>598.9174</w:t>
      </w:r>
      <w:r>
        <w:tab/>
        <w:t>2.025e0</w:t>
      </w:r>
    </w:p>
    <w:p w:rsidR="007B6A46" w:rsidRDefault="007B6A46" w:rsidP="007B6A46">
      <w:r>
        <w:t>598.9810</w:t>
      </w:r>
      <w:r>
        <w:tab/>
        <w:t>1.013e0</w:t>
      </w:r>
    </w:p>
    <w:p w:rsidR="007B6A46" w:rsidRDefault="007B6A46" w:rsidP="007B6A46">
      <w:r>
        <w:t>599.0000</w:t>
      </w:r>
      <w:r>
        <w:tab/>
        <w:t>1.013e0</w:t>
      </w:r>
    </w:p>
    <w:p w:rsidR="007B6A46" w:rsidRDefault="007B6A46" w:rsidP="007B6A46">
      <w:r>
        <w:t>599.0504</w:t>
      </w:r>
      <w:r>
        <w:tab/>
        <w:t>1.013e0</w:t>
      </w:r>
    </w:p>
    <w:p w:rsidR="007B6A46" w:rsidRDefault="007B6A46" w:rsidP="007B6A46">
      <w:r>
        <w:t>599.1139</w:t>
      </w:r>
      <w:r>
        <w:tab/>
        <w:t>1.013e0</w:t>
      </w:r>
    </w:p>
    <w:p w:rsidR="007B6A46" w:rsidRDefault="007B6A46" w:rsidP="007B6A46">
      <w:r>
        <w:t>599.1747</w:t>
      </w:r>
      <w:r>
        <w:tab/>
        <w:t>1.013e0</w:t>
      </w:r>
    </w:p>
    <w:p w:rsidR="007B6A46" w:rsidRDefault="007B6A46" w:rsidP="007B6A46">
      <w:r>
        <w:t>599.2156</w:t>
      </w:r>
      <w:r>
        <w:tab/>
        <w:t>1.013e0</w:t>
      </w:r>
    </w:p>
    <w:p w:rsidR="007B6A46" w:rsidRDefault="007B6A46" w:rsidP="007B6A46">
      <w:r>
        <w:t>599.2474</w:t>
      </w:r>
      <w:r>
        <w:tab/>
        <w:t>1.013e0</w:t>
      </w:r>
    </w:p>
    <w:p w:rsidR="007B6A46" w:rsidRDefault="007B6A46" w:rsidP="007B6A46">
      <w:r>
        <w:t>599.3130</w:t>
      </w:r>
      <w:r>
        <w:tab/>
        <w:t>3.038e0</w:t>
      </w:r>
    </w:p>
    <w:p w:rsidR="007B6A46" w:rsidRDefault="007B6A46" w:rsidP="007B6A46">
      <w:r>
        <w:lastRenderedPageBreak/>
        <w:t>599.3341</w:t>
      </w:r>
      <w:r>
        <w:tab/>
        <w:t>1.013e0</w:t>
      </w:r>
    </w:p>
    <w:p w:rsidR="007B6A46" w:rsidRDefault="007B6A46" w:rsidP="007B6A46">
      <w:r>
        <w:t>599.3373</w:t>
      </w:r>
      <w:r>
        <w:tab/>
        <w:t>3.308e0</w:t>
      </w:r>
    </w:p>
    <w:p w:rsidR="007B6A46" w:rsidRDefault="007B6A46" w:rsidP="007B6A46">
      <w:r>
        <w:t>599.3525</w:t>
      </w:r>
      <w:r>
        <w:tab/>
        <w:t>1.013e0</w:t>
      </w:r>
    </w:p>
    <w:p w:rsidR="007B6A46" w:rsidRDefault="007B6A46" w:rsidP="007B6A46">
      <w:r>
        <w:t>599.4014</w:t>
      </w:r>
      <w:r>
        <w:tab/>
        <w:t>1.013e0</w:t>
      </w:r>
    </w:p>
    <w:p w:rsidR="007B6A46" w:rsidRDefault="007B6A46" w:rsidP="007B6A46">
      <w:r>
        <w:t>599.4733</w:t>
      </w:r>
      <w:r>
        <w:tab/>
        <w:t>1.013e0</w:t>
      </w:r>
    </w:p>
    <w:p w:rsidR="007B6A46" w:rsidRDefault="007B6A46" w:rsidP="007B6A46">
      <w:r>
        <w:t>599.5111</w:t>
      </w:r>
      <w:r>
        <w:tab/>
        <w:t>1.013e0</w:t>
      </w:r>
    </w:p>
    <w:p w:rsidR="007B6A46" w:rsidRDefault="007B6A46" w:rsidP="007B6A46">
      <w:r>
        <w:t>599.5247</w:t>
      </w:r>
      <w:r>
        <w:tab/>
        <w:t>1.013e0</w:t>
      </w:r>
    </w:p>
    <w:p w:rsidR="007B6A46" w:rsidRDefault="007B6A46" w:rsidP="007B6A46">
      <w:r>
        <w:t>599.5453</w:t>
      </w:r>
      <w:r>
        <w:tab/>
        <w:t>1.013e0</w:t>
      </w:r>
    </w:p>
    <w:p w:rsidR="007B6A46" w:rsidRDefault="007B6A46" w:rsidP="007B6A46">
      <w:r>
        <w:t>599.5478</w:t>
      </w:r>
      <w:r>
        <w:tab/>
        <w:t>1.013e0</w:t>
      </w:r>
    </w:p>
    <w:p w:rsidR="007B6A46" w:rsidRDefault="007B6A46" w:rsidP="007B6A46">
      <w:r>
        <w:t>599.5652</w:t>
      </w:r>
      <w:r>
        <w:tab/>
        <w:t>1.013e0</w:t>
      </w:r>
    </w:p>
    <w:p w:rsidR="007B6A46" w:rsidRDefault="007B6A46" w:rsidP="007B6A46">
      <w:r>
        <w:t>599.6060</w:t>
      </w:r>
      <w:r>
        <w:tab/>
        <w:t>1.013e0</w:t>
      </w:r>
    </w:p>
    <w:p w:rsidR="007B6A46" w:rsidRDefault="007B6A46" w:rsidP="007B6A46">
      <w:r>
        <w:t>599.6718</w:t>
      </w:r>
      <w:r>
        <w:tab/>
        <w:t>1.013e0</w:t>
      </w:r>
    </w:p>
    <w:p w:rsidR="007B6A46" w:rsidRDefault="007B6A46" w:rsidP="007B6A46">
      <w:r>
        <w:t>599.6982</w:t>
      </w:r>
      <w:r>
        <w:tab/>
        <w:t>2.025e0</w:t>
      </w:r>
    </w:p>
    <w:p w:rsidR="007B6A46" w:rsidRDefault="007B6A46" w:rsidP="007B6A46">
      <w:r>
        <w:t>599.7440</w:t>
      </w:r>
      <w:r>
        <w:tab/>
        <w:t>1.013e0</w:t>
      </w:r>
    </w:p>
    <w:p w:rsidR="007B6A46" w:rsidRDefault="007B6A46" w:rsidP="007B6A46">
      <w:r>
        <w:t>599.8475</w:t>
      </w:r>
      <w:r>
        <w:tab/>
        <w:t>2.025e0</w:t>
      </w:r>
    </w:p>
    <w:p w:rsidR="007B6A46" w:rsidRDefault="007B6A46" w:rsidP="007B6A46">
      <w:r>
        <w:t>599.9436</w:t>
      </w:r>
      <w:r>
        <w:tab/>
        <w:t>2.025e0</w:t>
      </w:r>
    </w:p>
    <w:p w:rsidR="007B6A46" w:rsidRDefault="007B6A46" w:rsidP="007B6A46">
      <w:r>
        <w:t>599.9736</w:t>
      </w:r>
      <w:r>
        <w:tab/>
        <w:t>1.013e0</w:t>
      </w:r>
    </w:p>
    <w:p w:rsidR="007B6A46" w:rsidRDefault="007B6A46" w:rsidP="007B6A46">
      <w:r>
        <w:t>600.0017</w:t>
      </w:r>
      <w:r>
        <w:tab/>
        <w:t>2.025e0</w:t>
      </w:r>
    </w:p>
    <w:p w:rsidR="007B6A46" w:rsidRDefault="007B6A46" w:rsidP="007B6A46">
      <w:r>
        <w:t>600.0798</w:t>
      </w:r>
      <w:r>
        <w:tab/>
        <w:t>1.013e0</w:t>
      </w:r>
    </w:p>
    <w:p w:rsidR="007B6A46" w:rsidRDefault="007B6A46" w:rsidP="007B6A46">
      <w:r>
        <w:lastRenderedPageBreak/>
        <w:t>600.0968</w:t>
      </w:r>
      <w:r>
        <w:tab/>
        <w:t>1.013e0</w:t>
      </w:r>
    </w:p>
    <w:p w:rsidR="007B6A46" w:rsidRDefault="007B6A46" w:rsidP="007B6A46">
      <w:r>
        <w:t>600.1683</w:t>
      </w:r>
      <w:r>
        <w:tab/>
        <w:t>2.025e0</w:t>
      </w:r>
    </w:p>
    <w:p w:rsidR="007B6A46" w:rsidRDefault="007B6A46" w:rsidP="007B6A46">
      <w:r>
        <w:t>600.2238</w:t>
      </w:r>
      <w:r>
        <w:tab/>
        <w:t>1.013e0</w:t>
      </w:r>
    </w:p>
    <w:p w:rsidR="007B6A46" w:rsidRDefault="007B6A46" w:rsidP="007B6A46">
      <w:r>
        <w:t>600.2576</w:t>
      </w:r>
      <w:r>
        <w:tab/>
        <w:t>1.013e0</w:t>
      </w:r>
    </w:p>
    <w:p w:rsidR="007B6A46" w:rsidRDefault="007B6A46" w:rsidP="007B6A46">
      <w:r>
        <w:t>600.2751</w:t>
      </w:r>
      <w:r>
        <w:tab/>
        <w:t>1.013e0</w:t>
      </w:r>
    </w:p>
    <w:p w:rsidR="007B6A46" w:rsidRDefault="007B6A46" w:rsidP="007B6A46">
      <w:r>
        <w:t>600.3196</w:t>
      </w:r>
      <w:r>
        <w:tab/>
        <w:t>4.051e0</w:t>
      </w:r>
    </w:p>
    <w:p w:rsidR="007B6A46" w:rsidRDefault="007B6A46" w:rsidP="007B6A46">
      <w:r>
        <w:t>600.3231</w:t>
      </w:r>
      <w:r>
        <w:tab/>
        <w:t>4.051e0</w:t>
      </w:r>
    </w:p>
    <w:p w:rsidR="007B6A46" w:rsidRDefault="007B6A46" w:rsidP="007B6A46">
      <w:r>
        <w:t>600.3469</w:t>
      </w:r>
      <w:r>
        <w:tab/>
        <w:t>2.025e0</w:t>
      </w:r>
    </w:p>
    <w:p w:rsidR="007B6A46" w:rsidRDefault="007B6A46" w:rsidP="007B6A46">
      <w:r>
        <w:t>600.3585</w:t>
      </w:r>
      <w:r>
        <w:tab/>
        <w:t>2.025e0</w:t>
      </w:r>
    </w:p>
    <w:p w:rsidR="007B6A46" w:rsidRDefault="007B6A46" w:rsidP="007B6A46">
      <w:r>
        <w:t>600.3977</w:t>
      </w:r>
      <w:r>
        <w:tab/>
        <w:t>1.013e0</w:t>
      </w:r>
    </w:p>
    <w:p w:rsidR="007B6A46" w:rsidRDefault="007B6A46" w:rsidP="007B6A46">
      <w:r>
        <w:t>600.4353</w:t>
      </w:r>
      <w:r>
        <w:tab/>
        <w:t>1.013e0</w:t>
      </w:r>
    </w:p>
    <w:p w:rsidR="007B6A46" w:rsidRDefault="007B6A46" w:rsidP="007B6A46">
      <w:r>
        <w:t>600.4697</w:t>
      </w:r>
      <w:r>
        <w:tab/>
        <w:t>5.063e0</w:t>
      </w:r>
    </w:p>
    <w:p w:rsidR="007B6A46" w:rsidRDefault="007B6A46" w:rsidP="007B6A46">
      <w:r>
        <w:t>600.4727</w:t>
      </w:r>
      <w:r>
        <w:tab/>
        <w:t>5.063e0</w:t>
      </w:r>
    </w:p>
    <w:p w:rsidR="007B6A46" w:rsidRDefault="007B6A46" w:rsidP="007B6A46">
      <w:r>
        <w:t>600.4861</w:t>
      </w:r>
      <w:r>
        <w:tab/>
        <w:t>5.063e0</w:t>
      </w:r>
    </w:p>
    <w:p w:rsidR="007B6A46" w:rsidRDefault="007B6A46" w:rsidP="007B6A46">
      <w:r>
        <w:t>600.5015</w:t>
      </w:r>
      <w:r>
        <w:tab/>
        <w:t>1.013e0</w:t>
      </w:r>
    </w:p>
    <w:p w:rsidR="007B6A46" w:rsidRDefault="007B6A46" w:rsidP="007B6A46">
      <w:r>
        <w:t>600.5039</w:t>
      </w:r>
      <w:r>
        <w:tab/>
        <w:t>4.051e0</w:t>
      </w:r>
    </w:p>
    <w:p w:rsidR="007B6A46" w:rsidRDefault="007B6A46" w:rsidP="007B6A46">
      <w:r>
        <w:t>600.5428</w:t>
      </w:r>
      <w:r>
        <w:tab/>
        <w:t>1.013e0</w:t>
      </w:r>
    </w:p>
    <w:p w:rsidR="007B6A46" w:rsidRDefault="007B6A46" w:rsidP="007B6A46">
      <w:r>
        <w:t>600.6550</w:t>
      </w:r>
      <w:r>
        <w:tab/>
        <w:t>1.013e0</w:t>
      </w:r>
    </w:p>
    <w:p w:rsidR="007B6A46" w:rsidRDefault="007B6A46" w:rsidP="007B6A46">
      <w:r>
        <w:t>600.7074</w:t>
      </w:r>
      <w:r>
        <w:tab/>
        <w:t>1.013e0</w:t>
      </w:r>
    </w:p>
    <w:p w:rsidR="007B6A46" w:rsidRDefault="007B6A46" w:rsidP="007B6A46">
      <w:r>
        <w:lastRenderedPageBreak/>
        <w:t>600.7692</w:t>
      </w:r>
      <w:r>
        <w:tab/>
        <w:t>1.013e0</w:t>
      </w:r>
    </w:p>
    <w:p w:rsidR="007B6A46" w:rsidRDefault="007B6A46" w:rsidP="007B6A46">
      <w:r>
        <w:t>600.7730</w:t>
      </w:r>
      <w:r>
        <w:tab/>
        <w:t>1.013e0</w:t>
      </w:r>
    </w:p>
    <w:p w:rsidR="007B6A46" w:rsidRDefault="007B6A46" w:rsidP="007B6A46">
      <w:r>
        <w:t>600.8259</w:t>
      </w:r>
      <w:r>
        <w:tab/>
        <w:t>1.013e0</w:t>
      </w:r>
    </w:p>
    <w:p w:rsidR="007B6A46" w:rsidRDefault="007B6A46" w:rsidP="007B6A46">
      <w:r>
        <w:t>600.9648</w:t>
      </w:r>
      <w:r>
        <w:tab/>
        <w:t>1.013e0</w:t>
      </w:r>
    </w:p>
    <w:p w:rsidR="007B6A46" w:rsidRDefault="007B6A46" w:rsidP="007B6A46">
      <w:r>
        <w:t>600.9863</w:t>
      </w:r>
      <w:r>
        <w:tab/>
        <w:t>1.013e0</w:t>
      </w:r>
    </w:p>
    <w:p w:rsidR="007B6A46" w:rsidRDefault="007B6A46" w:rsidP="007B6A46">
      <w:r>
        <w:t>601.1268</w:t>
      </w:r>
      <w:r>
        <w:tab/>
        <w:t>1.013e0</w:t>
      </w:r>
    </w:p>
    <w:p w:rsidR="007B6A46" w:rsidRDefault="007B6A46" w:rsidP="007B6A46">
      <w:r>
        <w:t>601.1708</w:t>
      </w:r>
      <w:r>
        <w:tab/>
        <w:t>1.013e0</w:t>
      </w:r>
    </w:p>
    <w:p w:rsidR="007B6A46" w:rsidRDefault="007B6A46" w:rsidP="007B6A46">
      <w:r>
        <w:t>601.1814</w:t>
      </w:r>
      <w:r>
        <w:tab/>
        <w:t>1.013e0</w:t>
      </w:r>
    </w:p>
    <w:p w:rsidR="007B6A46" w:rsidRDefault="007B6A46" w:rsidP="007B6A46">
      <w:r>
        <w:t>601.2154</w:t>
      </w:r>
      <w:r>
        <w:tab/>
        <w:t>1.013e0</w:t>
      </w:r>
    </w:p>
    <w:p w:rsidR="007B6A46" w:rsidRDefault="007B6A46" w:rsidP="007B6A46">
      <w:r>
        <w:t>601.3031</w:t>
      </w:r>
      <w:r>
        <w:tab/>
        <w:t>1.013e0</w:t>
      </w:r>
    </w:p>
    <w:p w:rsidR="007B6A46" w:rsidRDefault="007B6A46" w:rsidP="007B6A46">
      <w:r>
        <w:t>601.3321</w:t>
      </w:r>
      <w:r>
        <w:tab/>
        <w:t>3.038e0</w:t>
      </w:r>
    </w:p>
    <w:p w:rsidR="007B6A46" w:rsidRDefault="007B6A46" w:rsidP="007B6A46">
      <w:r>
        <w:t>601.3655</w:t>
      </w:r>
      <w:r>
        <w:tab/>
        <w:t>1.013e0</w:t>
      </w:r>
    </w:p>
    <w:p w:rsidR="007B6A46" w:rsidRDefault="007B6A46" w:rsidP="007B6A46">
      <w:r>
        <w:t>601.4110</w:t>
      </w:r>
      <w:r>
        <w:tab/>
        <w:t>2.025e0</w:t>
      </w:r>
    </w:p>
    <w:p w:rsidR="007B6A46" w:rsidRDefault="007B6A46" w:rsidP="007B6A46">
      <w:r>
        <w:t>601.4634</w:t>
      </w:r>
      <w:r>
        <w:tab/>
        <w:t>4.051e0</w:t>
      </w:r>
    </w:p>
    <w:p w:rsidR="007B6A46" w:rsidRDefault="007B6A46" w:rsidP="007B6A46">
      <w:r>
        <w:t>601.4644</w:t>
      </w:r>
      <w:r>
        <w:tab/>
        <w:t>1.013e0</w:t>
      </w:r>
    </w:p>
    <w:p w:rsidR="007B6A46" w:rsidRDefault="007B6A46" w:rsidP="007B6A46">
      <w:r>
        <w:t>601.4799</w:t>
      </w:r>
      <w:r>
        <w:tab/>
        <w:t>1.013e0</w:t>
      </w:r>
    </w:p>
    <w:p w:rsidR="007B6A46" w:rsidRDefault="007B6A46" w:rsidP="007B6A46">
      <w:r>
        <w:t>601.4902</w:t>
      </w:r>
      <w:r>
        <w:tab/>
        <w:t>1.013e0</w:t>
      </w:r>
    </w:p>
    <w:p w:rsidR="007B6A46" w:rsidRDefault="007B6A46" w:rsidP="007B6A46">
      <w:r>
        <w:t>601.5108</w:t>
      </w:r>
      <w:r>
        <w:tab/>
        <w:t>1.013e0</w:t>
      </w:r>
    </w:p>
    <w:p w:rsidR="007B6A46" w:rsidRDefault="007B6A46" w:rsidP="007B6A46">
      <w:r>
        <w:t>601.5613</w:t>
      </w:r>
      <w:r>
        <w:tab/>
        <w:t>1.013e0</w:t>
      </w:r>
    </w:p>
    <w:p w:rsidR="007B6A46" w:rsidRDefault="007B6A46" w:rsidP="007B6A46">
      <w:r>
        <w:lastRenderedPageBreak/>
        <w:t>601.5884</w:t>
      </w:r>
      <w:r>
        <w:tab/>
        <w:t>1.013e0</w:t>
      </w:r>
    </w:p>
    <w:p w:rsidR="007B6A46" w:rsidRDefault="007B6A46" w:rsidP="007B6A46">
      <w:r>
        <w:t>601.5923</w:t>
      </w:r>
      <w:r>
        <w:tab/>
        <w:t>1.013e0</w:t>
      </w:r>
    </w:p>
    <w:p w:rsidR="007B6A46" w:rsidRDefault="007B6A46" w:rsidP="007B6A46">
      <w:r>
        <w:t>601.6654</w:t>
      </w:r>
      <w:r>
        <w:tab/>
        <w:t>1.013e0</w:t>
      </w:r>
    </w:p>
    <w:p w:rsidR="007B6A46" w:rsidRDefault="007B6A46" w:rsidP="007B6A46">
      <w:r>
        <w:t>601.7160</w:t>
      </w:r>
      <w:r>
        <w:tab/>
        <w:t>1.013e0</w:t>
      </w:r>
    </w:p>
    <w:p w:rsidR="007B6A46" w:rsidRDefault="007B6A46" w:rsidP="007B6A46">
      <w:r>
        <w:t>601.7272</w:t>
      </w:r>
      <w:r>
        <w:tab/>
        <w:t>1.013e0</w:t>
      </w:r>
    </w:p>
    <w:p w:rsidR="007B6A46" w:rsidRDefault="007B6A46" w:rsidP="007B6A46">
      <w:r>
        <w:t>601.8201</w:t>
      </w:r>
      <w:r>
        <w:tab/>
        <w:t>1.013e0</w:t>
      </w:r>
    </w:p>
    <w:p w:rsidR="007B6A46" w:rsidRDefault="007B6A46" w:rsidP="007B6A46">
      <w:r>
        <w:t>601.8356</w:t>
      </w:r>
      <w:r>
        <w:tab/>
        <w:t>3.038e0</w:t>
      </w:r>
    </w:p>
    <w:p w:rsidR="007B6A46" w:rsidRDefault="007B6A46" w:rsidP="007B6A46">
      <w:r>
        <w:t>601.9488</w:t>
      </w:r>
      <w:r>
        <w:tab/>
        <w:t>2.025e0</w:t>
      </w:r>
    </w:p>
    <w:p w:rsidR="007B6A46" w:rsidRDefault="007B6A46" w:rsidP="007B6A46">
      <w:r>
        <w:t>601.9790</w:t>
      </w:r>
      <w:r>
        <w:tab/>
        <w:t>1.013e0</w:t>
      </w:r>
    </w:p>
    <w:p w:rsidR="007B6A46" w:rsidRDefault="007B6A46" w:rsidP="007B6A46">
      <w:r>
        <w:t>601.9962</w:t>
      </w:r>
      <w:r>
        <w:tab/>
        <w:t>1.013e0</w:t>
      </w:r>
    </w:p>
    <w:p w:rsidR="007B6A46" w:rsidRDefault="007B6A46" w:rsidP="007B6A46">
      <w:r>
        <w:t>602.0974</w:t>
      </w:r>
      <w:r>
        <w:tab/>
        <w:t>3.038e0</w:t>
      </w:r>
    </w:p>
    <w:p w:rsidR="007B6A46" w:rsidRDefault="007B6A46" w:rsidP="007B6A46">
      <w:r>
        <w:t>602.1213</w:t>
      </w:r>
      <w:r>
        <w:tab/>
        <w:t>1.013e0</w:t>
      </w:r>
    </w:p>
    <w:p w:rsidR="007B6A46" w:rsidRDefault="007B6A46" w:rsidP="007B6A46">
      <w:r>
        <w:t>602.1492</w:t>
      </w:r>
      <w:r>
        <w:tab/>
        <w:t>1.013e0</w:t>
      </w:r>
    </w:p>
    <w:p w:rsidR="007B6A46" w:rsidRDefault="007B6A46" w:rsidP="007B6A46">
      <w:r>
        <w:t>602.1558</w:t>
      </w:r>
      <w:r>
        <w:tab/>
        <w:t>1.013e0</w:t>
      </w:r>
    </w:p>
    <w:p w:rsidR="007B6A46" w:rsidRDefault="007B6A46" w:rsidP="007B6A46">
      <w:r>
        <w:t>602.1801</w:t>
      </w:r>
      <w:r>
        <w:tab/>
        <w:t>2.025e0</w:t>
      </w:r>
    </w:p>
    <w:p w:rsidR="007B6A46" w:rsidRDefault="007B6A46" w:rsidP="007B6A46">
      <w:r>
        <w:t>602.3137</w:t>
      </w:r>
      <w:r>
        <w:tab/>
        <w:t>2.025e0</w:t>
      </w:r>
    </w:p>
    <w:p w:rsidR="007B6A46" w:rsidRDefault="007B6A46" w:rsidP="007B6A46">
      <w:r>
        <w:t>602.3255</w:t>
      </w:r>
      <w:r>
        <w:tab/>
        <w:t>4.051e0</w:t>
      </w:r>
    </w:p>
    <w:p w:rsidR="007B6A46" w:rsidRDefault="007B6A46" w:rsidP="007B6A46">
      <w:r>
        <w:t>602.3318</w:t>
      </w:r>
      <w:r>
        <w:tab/>
        <w:t>1.013e0</w:t>
      </w:r>
    </w:p>
    <w:p w:rsidR="007B6A46" w:rsidRDefault="007B6A46" w:rsidP="007B6A46">
      <w:r>
        <w:t>602.3564</w:t>
      </w:r>
      <w:r>
        <w:tab/>
        <w:t>1.013e0</w:t>
      </w:r>
    </w:p>
    <w:p w:rsidR="007B6A46" w:rsidRDefault="007B6A46" w:rsidP="007B6A46">
      <w:r>
        <w:lastRenderedPageBreak/>
        <w:t>602.3749</w:t>
      </w:r>
      <w:r>
        <w:tab/>
        <w:t>3.038e0</w:t>
      </w:r>
    </w:p>
    <w:p w:rsidR="007B6A46" w:rsidRDefault="007B6A46" w:rsidP="007B6A46">
      <w:r>
        <w:t>602.3865</w:t>
      </w:r>
      <w:r>
        <w:tab/>
        <w:t>2.025e0</w:t>
      </w:r>
    </w:p>
    <w:p w:rsidR="007B6A46" w:rsidRDefault="007B6A46" w:rsidP="007B6A46">
      <w:r>
        <w:t>602.4515</w:t>
      </w:r>
      <w:r>
        <w:tab/>
        <w:t>3.038e0</w:t>
      </w:r>
    </w:p>
    <w:p w:rsidR="007B6A46" w:rsidRDefault="007B6A46" w:rsidP="007B6A46">
      <w:r>
        <w:t>602.4700</w:t>
      </w:r>
      <w:r>
        <w:tab/>
        <w:t>1.013e0</w:t>
      </w:r>
    </w:p>
    <w:p w:rsidR="007B6A46" w:rsidRDefault="007B6A46" w:rsidP="007B6A46">
      <w:r>
        <w:t>602.4752</w:t>
      </w:r>
      <w:r>
        <w:tab/>
        <w:t>2.025e0</w:t>
      </w:r>
    </w:p>
    <w:p w:rsidR="007B6A46" w:rsidRDefault="007B6A46" w:rsidP="007B6A46">
      <w:r>
        <w:t>602.5000</w:t>
      </w:r>
      <w:r>
        <w:tab/>
        <w:t>1.013e0</w:t>
      </w:r>
    </w:p>
    <w:p w:rsidR="007B6A46" w:rsidRDefault="007B6A46" w:rsidP="007B6A46">
      <w:r>
        <w:t>602.5836</w:t>
      </w:r>
      <w:r>
        <w:tab/>
        <w:t>1.013e0</w:t>
      </w:r>
    </w:p>
    <w:p w:rsidR="007B6A46" w:rsidRDefault="007B6A46" w:rsidP="007B6A46">
      <w:r>
        <w:t>602.5982</w:t>
      </w:r>
      <w:r>
        <w:tab/>
        <w:t>1.013e0</w:t>
      </w:r>
    </w:p>
    <w:p w:rsidR="007B6A46" w:rsidRDefault="007B6A46" w:rsidP="007B6A46">
      <w:r>
        <w:t>602.6042</w:t>
      </w:r>
      <w:r>
        <w:tab/>
        <w:t>1.013e0</w:t>
      </w:r>
    </w:p>
    <w:p w:rsidR="007B6A46" w:rsidRDefault="007B6A46" w:rsidP="007B6A46">
      <w:r>
        <w:t>602.6695</w:t>
      </w:r>
      <w:r>
        <w:tab/>
        <w:t>1.013e0</w:t>
      </w:r>
    </w:p>
    <w:p w:rsidR="007B6A46" w:rsidRDefault="007B6A46" w:rsidP="007B6A46">
      <w:r>
        <w:t>602.6765</w:t>
      </w:r>
      <w:r>
        <w:tab/>
        <w:t>1.013e0</w:t>
      </w:r>
    </w:p>
    <w:p w:rsidR="007B6A46" w:rsidRDefault="007B6A46" w:rsidP="007B6A46">
      <w:r>
        <w:t>602.7761</w:t>
      </w:r>
      <w:r>
        <w:tab/>
        <w:t>1.013e0</w:t>
      </w:r>
    </w:p>
    <w:p w:rsidR="007B6A46" w:rsidRDefault="007B6A46" w:rsidP="007B6A46">
      <w:r>
        <w:t>602.8284</w:t>
      </w:r>
      <w:r>
        <w:tab/>
        <w:t>3.038e0</w:t>
      </w:r>
    </w:p>
    <w:p w:rsidR="007B6A46" w:rsidRDefault="007B6A46" w:rsidP="007B6A46">
      <w:r>
        <w:t>602.8417</w:t>
      </w:r>
      <w:r>
        <w:tab/>
        <w:t>1.013e0</w:t>
      </w:r>
    </w:p>
    <w:p w:rsidR="007B6A46" w:rsidRDefault="007B6A46" w:rsidP="007B6A46">
      <w:r>
        <w:t>602.9647</w:t>
      </w:r>
      <w:r>
        <w:tab/>
        <w:t>1.013e0</w:t>
      </w:r>
    </w:p>
    <w:p w:rsidR="007B6A46" w:rsidRDefault="007B6A46" w:rsidP="007B6A46">
      <w:r>
        <w:t>602.9760</w:t>
      </w:r>
      <w:r>
        <w:tab/>
        <w:t>1.013e0</w:t>
      </w:r>
    </w:p>
    <w:p w:rsidR="007B6A46" w:rsidRDefault="007B6A46" w:rsidP="007B6A46">
      <w:r>
        <w:t>603.0067</w:t>
      </w:r>
      <w:r>
        <w:tab/>
        <w:t>1.013e0</w:t>
      </w:r>
    </w:p>
    <w:p w:rsidR="007B6A46" w:rsidRDefault="007B6A46" w:rsidP="007B6A46">
      <w:r>
        <w:t>603.0483</w:t>
      </w:r>
      <w:r>
        <w:tab/>
        <w:t>1.013e0</w:t>
      </w:r>
    </w:p>
    <w:p w:rsidR="007B6A46" w:rsidRDefault="007B6A46" w:rsidP="007B6A46">
      <w:r>
        <w:t>603.0586</w:t>
      </w:r>
      <w:r>
        <w:tab/>
        <w:t>1.013e0</w:t>
      </w:r>
    </w:p>
    <w:p w:rsidR="007B6A46" w:rsidRDefault="007B6A46" w:rsidP="007B6A46">
      <w:r>
        <w:lastRenderedPageBreak/>
        <w:t>603.1412</w:t>
      </w:r>
      <w:r>
        <w:tab/>
        <w:t>1.013e0</w:t>
      </w:r>
    </w:p>
    <w:p w:rsidR="007B6A46" w:rsidRDefault="007B6A46" w:rsidP="007B6A46">
      <w:r>
        <w:t>603.1482</w:t>
      </w:r>
      <w:r>
        <w:tab/>
        <w:t>1.013e0</w:t>
      </w:r>
    </w:p>
    <w:p w:rsidR="007B6A46" w:rsidRDefault="007B6A46" w:rsidP="007B6A46">
      <w:r>
        <w:t>603.2230</w:t>
      </w:r>
      <w:r>
        <w:tab/>
        <w:t>1.013e0</w:t>
      </w:r>
    </w:p>
    <w:p w:rsidR="007B6A46" w:rsidRDefault="007B6A46" w:rsidP="007B6A46">
      <w:r>
        <w:t>603.2278</w:t>
      </w:r>
      <w:r>
        <w:tab/>
        <w:t>3.038e0</w:t>
      </w:r>
    </w:p>
    <w:p w:rsidR="007B6A46" w:rsidRDefault="007B6A46" w:rsidP="007B6A46">
      <w:r>
        <w:t>603.2446</w:t>
      </w:r>
      <w:r>
        <w:tab/>
        <w:t>1.013e0</w:t>
      </w:r>
    </w:p>
    <w:p w:rsidR="007B6A46" w:rsidRDefault="007B6A46" w:rsidP="007B6A46">
      <w:r>
        <w:t>603.3456</w:t>
      </w:r>
      <w:r>
        <w:tab/>
        <w:t>3.038e0</w:t>
      </w:r>
    </w:p>
    <w:p w:rsidR="007B6A46" w:rsidRDefault="007B6A46" w:rsidP="007B6A46">
      <w:r>
        <w:t>603.3480</w:t>
      </w:r>
      <w:r>
        <w:tab/>
        <w:t>1.013e0</w:t>
      </w:r>
    </w:p>
    <w:p w:rsidR="007B6A46" w:rsidRDefault="007B6A46" w:rsidP="007B6A46">
      <w:r>
        <w:t>603.3583</w:t>
      </w:r>
      <w:r>
        <w:tab/>
        <w:t>1.013e0</w:t>
      </w:r>
    </w:p>
    <w:p w:rsidR="007B6A46" w:rsidRDefault="007B6A46" w:rsidP="007B6A46">
      <w:r>
        <w:t>603.3953</w:t>
      </w:r>
      <w:r>
        <w:tab/>
        <w:t>1.013e0</w:t>
      </w:r>
    </w:p>
    <w:p w:rsidR="007B6A46" w:rsidRDefault="007B6A46" w:rsidP="007B6A46">
      <w:r>
        <w:t>603.3987</w:t>
      </w:r>
      <w:r>
        <w:tab/>
        <w:t>1.013e0</w:t>
      </w:r>
    </w:p>
    <w:p w:rsidR="007B6A46" w:rsidRDefault="007B6A46" w:rsidP="007B6A46">
      <w:r>
        <w:t>603.4083</w:t>
      </w:r>
      <w:r>
        <w:tab/>
        <w:t>2.025e0</w:t>
      </w:r>
    </w:p>
    <w:p w:rsidR="007B6A46" w:rsidRDefault="007B6A46" w:rsidP="007B6A46">
      <w:r>
        <w:t>603.5034</w:t>
      </w:r>
      <w:r>
        <w:tab/>
        <w:t>2.025e0</w:t>
      </w:r>
    </w:p>
    <w:p w:rsidR="007B6A46" w:rsidRDefault="007B6A46" w:rsidP="007B6A46">
      <w:r>
        <w:t>603.5340</w:t>
      </w:r>
      <w:r>
        <w:tab/>
        <w:t>1.013e0</w:t>
      </w:r>
    </w:p>
    <w:p w:rsidR="007B6A46" w:rsidRDefault="007B6A46" w:rsidP="007B6A46">
      <w:r>
        <w:t>603.5754</w:t>
      </w:r>
      <w:r>
        <w:tab/>
        <w:t>1.013e0</w:t>
      </w:r>
    </w:p>
    <w:p w:rsidR="007B6A46" w:rsidRDefault="007B6A46" w:rsidP="007B6A46">
      <w:r>
        <w:t>603.5911</w:t>
      </w:r>
      <w:r>
        <w:tab/>
        <w:t>2.025e0</w:t>
      </w:r>
    </w:p>
    <w:p w:rsidR="007B6A46" w:rsidRDefault="007B6A46" w:rsidP="007B6A46">
      <w:r>
        <w:t>603.6264</w:t>
      </w:r>
      <w:r>
        <w:tab/>
        <w:t>1.013e0</w:t>
      </w:r>
    </w:p>
    <w:p w:rsidR="007B6A46" w:rsidRDefault="007B6A46" w:rsidP="007B6A46">
      <w:r>
        <w:t>603.6685</w:t>
      </w:r>
      <w:r>
        <w:tab/>
        <w:t>1.013e0</w:t>
      </w:r>
    </w:p>
    <w:p w:rsidR="007B6A46" w:rsidRDefault="007B6A46" w:rsidP="007B6A46">
      <w:r>
        <w:t>603.7615</w:t>
      </w:r>
      <w:r>
        <w:tab/>
        <w:t>1.013e0</w:t>
      </w:r>
    </w:p>
    <w:p w:rsidR="007B6A46" w:rsidRDefault="007B6A46" w:rsidP="007B6A46">
      <w:r>
        <w:t>603.9109</w:t>
      </w:r>
      <w:r>
        <w:tab/>
        <w:t>1.013e0</w:t>
      </w:r>
    </w:p>
    <w:p w:rsidR="007B6A46" w:rsidRDefault="007B6A46" w:rsidP="007B6A46">
      <w:r>
        <w:lastRenderedPageBreak/>
        <w:t>603.9684</w:t>
      </w:r>
      <w:r>
        <w:tab/>
        <w:t>1.013e0</w:t>
      </w:r>
    </w:p>
    <w:p w:rsidR="007B6A46" w:rsidRDefault="007B6A46" w:rsidP="007B6A46">
      <w:r>
        <w:t>603.9821</w:t>
      </w:r>
      <w:r>
        <w:tab/>
        <w:t>1.013e0</w:t>
      </w:r>
    </w:p>
    <w:p w:rsidR="007B6A46" w:rsidRDefault="007B6A46" w:rsidP="007B6A46">
      <w:r>
        <w:t>604.0695</w:t>
      </w:r>
      <w:r>
        <w:tab/>
        <w:t>1.013e0</w:t>
      </w:r>
    </w:p>
    <w:p w:rsidR="007B6A46" w:rsidRDefault="007B6A46" w:rsidP="007B6A46">
      <w:r>
        <w:t>604.2471</w:t>
      </w:r>
      <w:r>
        <w:tab/>
        <w:t>1.013e0</w:t>
      </w:r>
    </w:p>
    <w:p w:rsidR="007B6A46" w:rsidRDefault="007B6A46" w:rsidP="007B6A46">
      <w:r>
        <w:t>604.2892</w:t>
      </w:r>
      <w:r>
        <w:tab/>
        <w:t>2.025e0</w:t>
      </w:r>
    </w:p>
    <w:p w:rsidR="007B6A46" w:rsidRDefault="007B6A46" w:rsidP="007B6A46">
      <w:r>
        <w:t>604.3099</w:t>
      </w:r>
      <w:r>
        <w:tab/>
        <w:t>1.013e0</w:t>
      </w:r>
    </w:p>
    <w:p w:rsidR="007B6A46" w:rsidRDefault="007B6A46" w:rsidP="007B6A46">
      <w:r>
        <w:t>604.3306</w:t>
      </w:r>
      <w:r>
        <w:tab/>
        <w:t>1.013e0</w:t>
      </w:r>
    </w:p>
    <w:p w:rsidR="007B6A46" w:rsidRDefault="007B6A46" w:rsidP="007B6A46">
      <w:r>
        <w:t>604.3358</w:t>
      </w:r>
      <w:r>
        <w:tab/>
        <w:t>1.013e0</w:t>
      </w:r>
    </w:p>
    <w:p w:rsidR="007B6A46" w:rsidRDefault="007B6A46" w:rsidP="007B6A46">
      <w:r>
        <w:t>604.3532</w:t>
      </w:r>
      <w:r>
        <w:tab/>
        <w:t>2.025e0</w:t>
      </w:r>
    </w:p>
    <w:p w:rsidR="007B6A46" w:rsidRDefault="007B6A46" w:rsidP="007B6A46">
      <w:r>
        <w:t>604.3824</w:t>
      </w:r>
      <w:r>
        <w:tab/>
        <w:t>1.013e0</w:t>
      </w:r>
    </w:p>
    <w:p w:rsidR="007B6A46" w:rsidRDefault="007B6A46" w:rsidP="007B6A46">
      <w:r>
        <w:t>604.3950</w:t>
      </w:r>
      <w:r>
        <w:tab/>
        <w:t>5.063e0</w:t>
      </w:r>
    </w:p>
    <w:p w:rsidR="007B6A46" w:rsidRDefault="007B6A46" w:rsidP="007B6A46">
      <w:r>
        <w:t>604.4272</w:t>
      </w:r>
      <w:r>
        <w:tab/>
        <w:t>3.038e0</w:t>
      </w:r>
    </w:p>
    <w:p w:rsidR="007B6A46" w:rsidRDefault="007B6A46" w:rsidP="007B6A46">
      <w:r>
        <w:t>604.4445</w:t>
      </w:r>
      <w:r>
        <w:tab/>
        <w:t>1.013e0</w:t>
      </w:r>
    </w:p>
    <w:p w:rsidR="007B6A46" w:rsidRDefault="007B6A46" w:rsidP="007B6A46">
      <w:r>
        <w:t>604.4573</w:t>
      </w:r>
      <w:r>
        <w:tab/>
        <w:t>3.038e0</w:t>
      </w:r>
    </w:p>
    <w:p w:rsidR="007B6A46" w:rsidRDefault="007B6A46" w:rsidP="007B6A46">
      <w:r>
        <w:t>604.5220</w:t>
      </w:r>
      <w:r>
        <w:tab/>
        <w:t>2.025e0</w:t>
      </w:r>
    </w:p>
    <w:p w:rsidR="007B6A46" w:rsidRDefault="007B6A46" w:rsidP="007B6A46">
      <w:r>
        <w:t>604.5264</w:t>
      </w:r>
      <w:r>
        <w:tab/>
        <w:t>1.013e0</w:t>
      </w:r>
    </w:p>
    <w:p w:rsidR="007B6A46" w:rsidRDefault="007B6A46" w:rsidP="007B6A46">
      <w:r>
        <w:t>604.5791</w:t>
      </w:r>
      <w:r>
        <w:tab/>
        <w:t>1.013e0</w:t>
      </w:r>
    </w:p>
    <w:p w:rsidR="007B6A46" w:rsidRDefault="007B6A46" w:rsidP="007B6A46">
      <w:r>
        <w:t>604.6299</w:t>
      </w:r>
      <w:r>
        <w:tab/>
        <w:t>1.013e0</w:t>
      </w:r>
    </w:p>
    <w:p w:rsidR="007B6A46" w:rsidRDefault="007B6A46" w:rsidP="007B6A46">
      <w:r>
        <w:t>604.7137</w:t>
      </w:r>
      <w:r>
        <w:tab/>
        <w:t>1.013e0</w:t>
      </w:r>
    </w:p>
    <w:p w:rsidR="007B6A46" w:rsidRDefault="007B6A46" w:rsidP="007B6A46">
      <w:r>
        <w:lastRenderedPageBreak/>
        <w:t>604.8137</w:t>
      </w:r>
      <w:r>
        <w:tab/>
        <w:t>1.013e0</w:t>
      </w:r>
    </w:p>
    <w:p w:rsidR="007B6A46" w:rsidRDefault="007B6A46" w:rsidP="007B6A46">
      <w:r>
        <w:t>604.8371</w:t>
      </w:r>
      <w:r>
        <w:tab/>
        <w:t>1.013e0</w:t>
      </w:r>
    </w:p>
    <w:p w:rsidR="007B6A46" w:rsidRDefault="007B6A46" w:rsidP="007B6A46">
      <w:r>
        <w:t>604.8618</w:t>
      </w:r>
      <w:r>
        <w:tab/>
        <w:t>2.025e0</w:t>
      </w:r>
    </w:p>
    <w:p w:rsidR="007B6A46" w:rsidRDefault="007B6A46" w:rsidP="007B6A46">
      <w:r>
        <w:t>604.9544</w:t>
      </w:r>
      <w:r>
        <w:tab/>
        <w:t>2.025e0</w:t>
      </w:r>
    </w:p>
    <w:p w:rsidR="007B6A46" w:rsidRDefault="007B6A46" w:rsidP="007B6A46">
      <w:r>
        <w:t>604.9742</w:t>
      </w:r>
      <w:r>
        <w:tab/>
        <w:t>1.013e0</w:t>
      </w:r>
    </w:p>
    <w:p w:rsidR="007B6A46" w:rsidRDefault="007B6A46" w:rsidP="007B6A46">
      <w:r>
        <w:t>605.2827</w:t>
      </w:r>
      <w:r>
        <w:tab/>
        <w:t>1.013e0</w:t>
      </w:r>
    </w:p>
    <w:p w:rsidR="007B6A46" w:rsidRDefault="007B6A46" w:rsidP="007B6A46">
      <w:r>
        <w:t>605.2869</w:t>
      </w:r>
      <w:r>
        <w:tab/>
        <w:t>3.038e0</w:t>
      </w:r>
    </w:p>
    <w:p w:rsidR="007B6A46" w:rsidRDefault="007B6A46" w:rsidP="007B6A46">
      <w:r>
        <w:t>605.3345</w:t>
      </w:r>
      <w:r>
        <w:tab/>
        <w:t>1.013e0</w:t>
      </w:r>
    </w:p>
    <w:p w:rsidR="007B6A46" w:rsidRDefault="007B6A46" w:rsidP="007B6A46">
      <w:r>
        <w:t>605.3613</w:t>
      </w:r>
      <w:r>
        <w:tab/>
        <w:t>4.051e0</w:t>
      </w:r>
    </w:p>
    <w:p w:rsidR="007B6A46" w:rsidRDefault="007B6A46" w:rsidP="007B6A46">
      <w:r>
        <w:t>605.4357</w:t>
      </w:r>
      <w:r>
        <w:tab/>
        <w:t>4.051e0</w:t>
      </w:r>
    </w:p>
    <w:p w:rsidR="007B6A46" w:rsidRDefault="007B6A46" w:rsidP="007B6A46">
      <w:r>
        <w:t>605.4523</w:t>
      </w:r>
      <w:r>
        <w:tab/>
        <w:t>1.013e0</w:t>
      </w:r>
    </w:p>
    <w:p w:rsidR="007B6A46" w:rsidRDefault="007B6A46" w:rsidP="007B6A46">
      <w:r>
        <w:t>605.5158</w:t>
      </w:r>
      <w:r>
        <w:tab/>
        <w:t>3.038e0</w:t>
      </w:r>
    </w:p>
    <w:p w:rsidR="007B6A46" w:rsidRDefault="007B6A46" w:rsidP="007B6A46">
      <w:r>
        <w:t>605.6155</w:t>
      </w:r>
      <w:r>
        <w:tab/>
        <w:t>1.013e0</w:t>
      </w:r>
    </w:p>
    <w:p w:rsidR="007B6A46" w:rsidRDefault="007B6A46" w:rsidP="007B6A46">
      <w:r>
        <w:t>605.7503</w:t>
      </w:r>
      <w:r>
        <w:tab/>
        <w:t>1.013e0</w:t>
      </w:r>
    </w:p>
    <w:p w:rsidR="007B6A46" w:rsidRDefault="007B6A46" w:rsidP="007B6A46">
      <w:r>
        <w:t>605.8405</w:t>
      </w:r>
      <w:r>
        <w:tab/>
        <w:t>2.025e0</w:t>
      </w:r>
    </w:p>
    <w:p w:rsidR="007B6A46" w:rsidRDefault="007B6A46" w:rsidP="007B6A46">
      <w:r>
        <w:t>605.8541</w:t>
      </w:r>
      <w:r>
        <w:tab/>
        <w:t>1.013e0</w:t>
      </w:r>
    </w:p>
    <w:p w:rsidR="007B6A46" w:rsidRDefault="007B6A46" w:rsidP="007B6A46">
      <w:r>
        <w:t>605.9163</w:t>
      </w:r>
      <w:r>
        <w:tab/>
        <w:t>1.013e0</w:t>
      </w:r>
    </w:p>
    <w:p w:rsidR="007B6A46" w:rsidRDefault="007B6A46" w:rsidP="007B6A46">
      <w:r>
        <w:t>606.0192</w:t>
      </w:r>
      <w:r>
        <w:tab/>
        <w:t>1.013e0</w:t>
      </w:r>
    </w:p>
    <w:p w:rsidR="007B6A46" w:rsidRDefault="007B6A46" w:rsidP="007B6A46">
      <w:r>
        <w:t>606.0886</w:t>
      </w:r>
      <w:r>
        <w:tab/>
        <w:t>1.013e0</w:t>
      </w:r>
    </w:p>
    <w:p w:rsidR="007B6A46" w:rsidRDefault="007B6A46" w:rsidP="007B6A46">
      <w:r>
        <w:lastRenderedPageBreak/>
        <w:t>606.1071</w:t>
      </w:r>
      <w:r>
        <w:tab/>
        <w:t>1.013e0</w:t>
      </w:r>
    </w:p>
    <w:p w:rsidR="007B6A46" w:rsidRDefault="007B6A46" w:rsidP="007B6A46">
      <w:r>
        <w:t>606.1655</w:t>
      </w:r>
      <w:r>
        <w:tab/>
        <w:t>1.013e0</w:t>
      </w:r>
    </w:p>
    <w:p w:rsidR="007B6A46" w:rsidRDefault="007B6A46" w:rsidP="007B6A46">
      <w:r>
        <w:t>606.1758</w:t>
      </w:r>
      <w:r>
        <w:tab/>
        <w:t>1.013e0</w:t>
      </w:r>
    </w:p>
    <w:p w:rsidR="007B6A46" w:rsidRDefault="007B6A46" w:rsidP="007B6A46">
      <w:r>
        <w:t>606.1862</w:t>
      </w:r>
      <w:r>
        <w:tab/>
        <w:t>1.013e0</w:t>
      </w:r>
    </w:p>
    <w:p w:rsidR="007B6A46" w:rsidRDefault="007B6A46" w:rsidP="007B6A46">
      <w:r>
        <w:t>606.2301</w:t>
      </w:r>
      <w:r>
        <w:tab/>
        <w:t>1.013e0</w:t>
      </w:r>
    </w:p>
    <w:p w:rsidR="007B6A46" w:rsidRDefault="007B6A46" w:rsidP="007B6A46">
      <w:r>
        <w:t>606.2600</w:t>
      </w:r>
      <w:r>
        <w:tab/>
        <w:t>2.025e0</w:t>
      </w:r>
    </w:p>
    <w:p w:rsidR="007B6A46" w:rsidRDefault="007B6A46" w:rsidP="007B6A46">
      <w:r>
        <w:t>606.2880</w:t>
      </w:r>
      <w:r>
        <w:tab/>
        <w:t>2.025e0</w:t>
      </w:r>
    </w:p>
    <w:p w:rsidR="007B6A46" w:rsidRDefault="007B6A46" w:rsidP="007B6A46">
      <w:r>
        <w:t>606.3004</w:t>
      </w:r>
      <w:r>
        <w:tab/>
        <w:t>1.013e0</w:t>
      </w:r>
    </w:p>
    <w:p w:rsidR="007B6A46" w:rsidRDefault="007B6A46" w:rsidP="007B6A46">
      <w:r>
        <w:t>606.3358</w:t>
      </w:r>
      <w:r>
        <w:tab/>
        <w:t>1.013e0</w:t>
      </w:r>
    </w:p>
    <w:p w:rsidR="007B6A46" w:rsidRDefault="007B6A46" w:rsidP="007B6A46">
      <w:r>
        <w:t>606.3380</w:t>
      </w:r>
      <w:r>
        <w:tab/>
        <w:t>3.038e0</w:t>
      </w:r>
    </w:p>
    <w:p w:rsidR="007B6A46" w:rsidRDefault="007B6A46" w:rsidP="007B6A46">
      <w:r>
        <w:t>606.3507</w:t>
      </w:r>
      <w:r>
        <w:tab/>
        <w:t>3.038e0</w:t>
      </w:r>
    </w:p>
    <w:p w:rsidR="007B6A46" w:rsidRDefault="007B6A46" w:rsidP="007B6A46">
      <w:r>
        <w:t>606.3524</w:t>
      </w:r>
      <w:r>
        <w:tab/>
        <w:t>2.025e0</w:t>
      </w:r>
    </w:p>
    <w:p w:rsidR="007B6A46" w:rsidRDefault="007B6A46" w:rsidP="007B6A46">
      <w:r>
        <w:t>606.3806</w:t>
      </w:r>
      <w:r>
        <w:tab/>
        <w:t>2.025e0</w:t>
      </w:r>
    </w:p>
    <w:p w:rsidR="007B6A46" w:rsidRDefault="007B6A46" w:rsidP="007B6A46">
      <w:r>
        <w:t>606.3893</w:t>
      </w:r>
      <w:r>
        <w:tab/>
        <w:t>2.025e0</w:t>
      </w:r>
    </w:p>
    <w:p w:rsidR="007B6A46" w:rsidRDefault="007B6A46" w:rsidP="007B6A46">
      <w:r>
        <w:t>606.4246</w:t>
      </w:r>
      <w:r>
        <w:tab/>
        <w:t>1.013e0</w:t>
      </w:r>
    </w:p>
    <w:p w:rsidR="007B6A46" w:rsidRDefault="007B6A46" w:rsidP="007B6A46">
      <w:r>
        <w:t>606.4507</w:t>
      </w:r>
      <w:r>
        <w:tab/>
        <w:t>2.025e0</w:t>
      </w:r>
    </w:p>
    <w:p w:rsidR="007B6A46" w:rsidRDefault="007B6A46" w:rsidP="007B6A46">
      <w:r>
        <w:t>606.4609</w:t>
      </w:r>
      <w:r>
        <w:tab/>
        <w:t>1.013e0</w:t>
      </w:r>
    </w:p>
    <w:p w:rsidR="007B6A46" w:rsidRDefault="007B6A46" w:rsidP="007B6A46">
      <w:r>
        <w:t>606.4666</w:t>
      </w:r>
      <w:r>
        <w:tab/>
        <w:t>1.013e0</w:t>
      </w:r>
    </w:p>
    <w:p w:rsidR="007B6A46" w:rsidRDefault="007B6A46" w:rsidP="007B6A46">
      <w:r>
        <w:t>606.4968</w:t>
      </w:r>
      <w:r>
        <w:tab/>
        <w:t>2.025e0</w:t>
      </w:r>
    </w:p>
    <w:p w:rsidR="007B6A46" w:rsidRDefault="007B6A46" w:rsidP="007B6A46">
      <w:r>
        <w:lastRenderedPageBreak/>
        <w:t>606.5930</w:t>
      </w:r>
      <w:r>
        <w:tab/>
        <w:t>2.025e0</w:t>
      </w:r>
    </w:p>
    <w:p w:rsidR="007B6A46" w:rsidRDefault="007B6A46" w:rsidP="007B6A46">
      <w:r>
        <w:t>606.6080</w:t>
      </w:r>
      <w:r>
        <w:tab/>
        <w:t>3.038e0</w:t>
      </w:r>
    </w:p>
    <w:p w:rsidR="007B6A46" w:rsidRDefault="007B6A46" w:rsidP="007B6A46">
      <w:r>
        <w:t>606.6120</w:t>
      </w:r>
      <w:r>
        <w:tab/>
        <w:t>1.013e0</w:t>
      </w:r>
    </w:p>
    <w:p w:rsidR="007B6A46" w:rsidRDefault="007B6A46" w:rsidP="007B6A46">
      <w:r>
        <w:t>606.6733</w:t>
      </w:r>
      <w:r>
        <w:tab/>
        <w:t>1.013e0</w:t>
      </w:r>
    </w:p>
    <w:p w:rsidR="007B6A46" w:rsidRDefault="007B6A46" w:rsidP="007B6A46">
      <w:r>
        <w:t>606.7080</w:t>
      </w:r>
      <w:r>
        <w:tab/>
        <w:t>1.013e0</w:t>
      </w:r>
    </w:p>
    <w:p w:rsidR="007B6A46" w:rsidRDefault="007B6A46" w:rsidP="007B6A46">
      <w:r>
        <w:t>606.7470</w:t>
      </w:r>
      <w:r>
        <w:tab/>
        <w:t>1.013e0</w:t>
      </w:r>
    </w:p>
    <w:p w:rsidR="007B6A46" w:rsidRDefault="007B6A46" w:rsidP="007B6A46">
      <w:r>
        <w:t>606.8084</w:t>
      </w:r>
      <w:r>
        <w:tab/>
        <w:t>1.013e0</w:t>
      </w:r>
    </w:p>
    <w:p w:rsidR="007B6A46" w:rsidRDefault="007B6A46" w:rsidP="007B6A46">
      <w:r>
        <w:t>606.8301</w:t>
      </w:r>
      <w:r>
        <w:tab/>
        <w:t>1.013e0</w:t>
      </w:r>
    </w:p>
    <w:p w:rsidR="007B6A46" w:rsidRDefault="007B6A46" w:rsidP="007B6A46">
      <w:r>
        <w:t>606.9205</w:t>
      </w:r>
      <w:r>
        <w:tab/>
        <w:t>3.038e0</w:t>
      </w:r>
    </w:p>
    <w:p w:rsidR="007B6A46" w:rsidRDefault="007B6A46" w:rsidP="007B6A46">
      <w:r>
        <w:t>606.9426</w:t>
      </w:r>
      <w:r>
        <w:tab/>
        <w:t>2.025e0</w:t>
      </w:r>
    </w:p>
    <w:p w:rsidR="007B6A46" w:rsidRDefault="007B6A46" w:rsidP="007B6A46">
      <w:r>
        <w:t>606.9648</w:t>
      </w:r>
      <w:r>
        <w:tab/>
        <w:t>3.038e0</w:t>
      </w:r>
    </w:p>
    <w:p w:rsidR="007B6A46" w:rsidRDefault="007B6A46" w:rsidP="007B6A46">
      <w:r>
        <w:t>606.9867</w:t>
      </w:r>
      <w:r>
        <w:tab/>
        <w:t>3.038e0</w:t>
      </w:r>
    </w:p>
    <w:p w:rsidR="007B6A46" w:rsidRDefault="007B6A46" w:rsidP="007B6A46">
      <w:r>
        <w:t>607.0263</w:t>
      </w:r>
      <w:r>
        <w:tab/>
        <w:t>1.013e0</w:t>
      </w:r>
    </w:p>
    <w:p w:rsidR="007B6A46" w:rsidRDefault="007B6A46" w:rsidP="007B6A46">
      <w:r>
        <w:t>607.0579</w:t>
      </w:r>
      <w:r>
        <w:tab/>
        <w:t>1.013e0</w:t>
      </w:r>
    </w:p>
    <w:p w:rsidR="007B6A46" w:rsidRDefault="007B6A46" w:rsidP="007B6A46">
      <w:r>
        <w:t>607.0627</w:t>
      </w:r>
      <w:r>
        <w:tab/>
        <w:t>1.013e0</w:t>
      </w:r>
    </w:p>
    <w:p w:rsidR="007B6A46" w:rsidRDefault="007B6A46" w:rsidP="007B6A46">
      <w:r>
        <w:t>607.2242</w:t>
      </w:r>
      <w:r>
        <w:tab/>
        <w:t>1.013e0</w:t>
      </w:r>
    </w:p>
    <w:p w:rsidR="007B6A46" w:rsidRDefault="007B6A46" w:rsidP="007B6A46">
      <w:r>
        <w:t>607.2923</w:t>
      </w:r>
      <w:r>
        <w:tab/>
        <w:t>2.025e0</w:t>
      </w:r>
    </w:p>
    <w:p w:rsidR="007B6A46" w:rsidRDefault="007B6A46" w:rsidP="007B6A46">
      <w:r>
        <w:t>607.2980</w:t>
      </w:r>
      <w:r>
        <w:tab/>
        <w:t>1.013e0</w:t>
      </w:r>
    </w:p>
    <w:p w:rsidR="007B6A46" w:rsidRDefault="007B6A46" w:rsidP="007B6A46">
      <w:r>
        <w:t>607.3271</w:t>
      </w:r>
      <w:r>
        <w:tab/>
        <w:t>1.013e0</w:t>
      </w:r>
    </w:p>
    <w:p w:rsidR="007B6A46" w:rsidRDefault="007B6A46" w:rsidP="007B6A46">
      <w:r>
        <w:lastRenderedPageBreak/>
        <w:t>607.3685</w:t>
      </w:r>
      <w:r>
        <w:tab/>
        <w:t>3.038e0</w:t>
      </w:r>
    </w:p>
    <w:p w:rsidR="007B6A46" w:rsidRDefault="007B6A46" w:rsidP="007B6A46">
      <w:r>
        <w:t>607.3792</w:t>
      </w:r>
      <w:r>
        <w:tab/>
        <w:t>1.013e0</w:t>
      </w:r>
    </w:p>
    <w:p w:rsidR="007B6A46" w:rsidRDefault="007B6A46" w:rsidP="007B6A46">
      <w:r>
        <w:t>607.3851</w:t>
      </w:r>
      <w:r>
        <w:tab/>
        <w:t>2.025e0</w:t>
      </w:r>
    </w:p>
    <w:p w:rsidR="007B6A46" w:rsidRDefault="007B6A46" w:rsidP="007B6A46">
      <w:r>
        <w:t>607.4020</w:t>
      </w:r>
      <w:r>
        <w:tab/>
        <w:t>1.013e0</w:t>
      </w:r>
    </w:p>
    <w:p w:rsidR="007B6A46" w:rsidRDefault="007B6A46" w:rsidP="007B6A46">
      <w:r>
        <w:t>607.4073</w:t>
      </w:r>
      <w:r>
        <w:tab/>
        <w:t>2.025e0</w:t>
      </w:r>
    </w:p>
    <w:p w:rsidR="007B6A46" w:rsidRDefault="007B6A46" w:rsidP="007B6A46">
      <w:r>
        <w:t>607.4435</w:t>
      </w:r>
      <w:r>
        <w:tab/>
        <w:t>1.013e0</w:t>
      </w:r>
    </w:p>
    <w:p w:rsidR="007B6A46" w:rsidRDefault="007B6A46" w:rsidP="007B6A46">
      <w:r>
        <w:t>607.4510</w:t>
      </w:r>
      <w:r>
        <w:tab/>
        <w:t>1.013e0</w:t>
      </w:r>
    </w:p>
    <w:p w:rsidR="007B6A46" w:rsidRDefault="007B6A46" w:rsidP="007B6A46">
      <w:r>
        <w:t>607.4738</w:t>
      </w:r>
      <w:r>
        <w:tab/>
        <w:t>1.013e0</w:t>
      </w:r>
    </w:p>
    <w:p w:rsidR="007B6A46" w:rsidRDefault="007B6A46" w:rsidP="007B6A46">
      <w:r>
        <w:t>607.5164</w:t>
      </w:r>
      <w:r>
        <w:tab/>
        <w:t>1.013e0</w:t>
      </w:r>
    </w:p>
    <w:p w:rsidR="007B6A46" w:rsidRDefault="007B6A46" w:rsidP="007B6A46">
      <w:r>
        <w:t>607.5571</w:t>
      </w:r>
      <w:r>
        <w:tab/>
        <w:t>1.013e0</w:t>
      </w:r>
    </w:p>
    <w:p w:rsidR="007B6A46" w:rsidRDefault="007B6A46" w:rsidP="007B6A46">
      <w:r>
        <w:t>607.5778</w:t>
      </w:r>
      <w:r>
        <w:tab/>
        <w:t>1.013e0</w:t>
      </w:r>
    </w:p>
    <w:p w:rsidR="007B6A46" w:rsidRDefault="007B6A46" w:rsidP="007B6A46">
      <w:r>
        <w:t>607.7233</w:t>
      </w:r>
      <w:r>
        <w:tab/>
        <w:t>2.025e0</w:t>
      </w:r>
    </w:p>
    <w:p w:rsidR="007B6A46" w:rsidRDefault="007B6A46" w:rsidP="007B6A46">
      <w:r>
        <w:t>607.7453</w:t>
      </w:r>
      <w:r>
        <w:tab/>
        <w:t>1.013e0</w:t>
      </w:r>
    </w:p>
    <w:p w:rsidR="007B6A46" w:rsidRDefault="007B6A46" w:rsidP="007B6A46">
      <w:r>
        <w:t>607.7875</w:t>
      </w:r>
      <w:r>
        <w:tab/>
        <w:t>1.013e0</w:t>
      </w:r>
    </w:p>
    <w:p w:rsidR="007B6A46" w:rsidRDefault="007B6A46" w:rsidP="007B6A46">
      <w:r>
        <w:t>607.8578</w:t>
      </w:r>
      <w:r>
        <w:tab/>
        <w:t>1.013e0</w:t>
      </w:r>
    </w:p>
    <w:p w:rsidR="007B6A46" w:rsidRDefault="007B6A46" w:rsidP="007B6A46">
      <w:r>
        <w:t>607.9733</w:t>
      </w:r>
      <w:r>
        <w:tab/>
        <w:t>1.013e0</w:t>
      </w:r>
    </w:p>
    <w:p w:rsidR="007B6A46" w:rsidRDefault="007B6A46" w:rsidP="007B6A46">
      <w:r>
        <w:t>608.0159</w:t>
      </w:r>
      <w:r>
        <w:tab/>
        <w:t>1.013e0</w:t>
      </w:r>
    </w:p>
    <w:p w:rsidR="007B6A46" w:rsidRDefault="007B6A46" w:rsidP="007B6A46">
      <w:r>
        <w:t>608.0263</w:t>
      </w:r>
      <w:r>
        <w:tab/>
        <w:t>2.025e0</w:t>
      </w:r>
    </w:p>
    <w:p w:rsidR="007B6A46" w:rsidRDefault="007B6A46" w:rsidP="007B6A46">
      <w:r>
        <w:t>608.1413</w:t>
      </w:r>
      <w:r>
        <w:tab/>
        <w:t>2.025e0</w:t>
      </w:r>
    </w:p>
    <w:p w:rsidR="007B6A46" w:rsidRDefault="007B6A46" w:rsidP="007B6A46">
      <w:r>
        <w:lastRenderedPageBreak/>
        <w:t>608.1825</w:t>
      </w:r>
      <w:r>
        <w:tab/>
        <w:t>1.013e0</w:t>
      </w:r>
    </w:p>
    <w:p w:rsidR="007B6A46" w:rsidRDefault="007B6A46" w:rsidP="007B6A46">
      <w:r>
        <w:t>608.2025</w:t>
      </w:r>
      <w:r>
        <w:tab/>
        <w:t>2.025e0</w:t>
      </w:r>
    </w:p>
    <w:p w:rsidR="007B6A46" w:rsidRDefault="007B6A46" w:rsidP="007B6A46">
      <w:r>
        <w:t>608.2554</w:t>
      </w:r>
      <w:r>
        <w:tab/>
        <w:t>1.013e0</w:t>
      </w:r>
    </w:p>
    <w:p w:rsidR="007B6A46" w:rsidRDefault="007B6A46" w:rsidP="007B6A46">
      <w:r>
        <w:t>608.2961</w:t>
      </w:r>
      <w:r>
        <w:tab/>
        <w:t>1.013e0</w:t>
      </w:r>
    </w:p>
    <w:p w:rsidR="007B6A46" w:rsidRDefault="007B6A46" w:rsidP="007B6A46">
      <w:r>
        <w:t>608.3192</w:t>
      </w:r>
      <w:r>
        <w:tab/>
        <w:t>2.025e0</w:t>
      </w:r>
    </w:p>
    <w:p w:rsidR="007B6A46" w:rsidRDefault="007B6A46" w:rsidP="007B6A46">
      <w:r>
        <w:t>608.3876</w:t>
      </w:r>
      <w:r>
        <w:tab/>
        <w:t>2.025e0</w:t>
      </w:r>
    </w:p>
    <w:p w:rsidR="007B6A46" w:rsidRDefault="007B6A46" w:rsidP="007B6A46">
      <w:r>
        <w:t>608.3908</w:t>
      </w:r>
      <w:r>
        <w:tab/>
        <w:t>2.025e0</w:t>
      </w:r>
    </w:p>
    <w:p w:rsidR="007B6A46" w:rsidRDefault="007B6A46" w:rsidP="007B6A46">
      <w:r>
        <w:t>608.4003</w:t>
      </w:r>
      <w:r>
        <w:tab/>
        <w:t>1.013e0</w:t>
      </w:r>
    </w:p>
    <w:p w:rsidR="007B6A46" w:rsidRDefault="007B6A46" w:rsidP="007B6A46">
      <w:r>
        <w:t>608.4533</w:t>
      </w:r>
      <w:r>
        <w:tab/>
        <w:t>1.013e0</w:t>
      </w:r>
    </w:p>
    <w:p w:rsidR="007B6A46" w:rsidRDefault="007B6A46" w:rsidP="007B6A46">
      <w:r>
        <w:t>608.5045</w:t>
      </w:r>
      <w:r>
        <w:tab/>
        <w:t>1.013e0</w:t>
      </w:r>
    </w:p>
    <w:p w:rsidR="007B6A46" w:rsidRDefault="007B6A46" w:rsidP="007B6A46">
      <w:r>
        <w:t>608.5125</w:t>
      </w:r>
      <w:r>
        <w:tab/>
        <w:t>1.013e0</w:t>
      </w:r>
    </w:p>
    <w:p w:rsidR="007B6A46" w:rsidRDefault="007B6A46" w:rsidP="007B6A46">
      <w:r>
        <w:t>608.5471</w:t>
      </w:r>
      <w:r>
        <w:tab/>
        <w:t>1.013e0</w:t>
      </w:r>
    </w:p>
    <w:p w:rsidR="007B6A46" w:rsidRDefault="007B6A46" w:rsidP="007B6A46">
      <w:r>
        <w:t>608.6284</w:t>
      </w:r>
      <w:r>
        <w:tab/>
        <w:t>2.025e0</w:t>
      </w:r>
    </w:p>
    <w:p w:rsidR="007B6A46" w:rsidRDefault="007B6A46" w:rsidP="007B6A46">
      <w:r>
        <w:t>608.6549</w:t>
      </w:r>
      <w:r>
        <w:tab/>
        <w:t>1.013e0</w:t>
      </w:r>
    </w:p>
    <w:p w:rsidR="007B6A46" w:rsidRDefault="007B6A46" w:rsidP="007B6A46">
      <w:r>
        <w:t>608.7078</w:t>
      </w:r>
      <w:r>
        <w:tab/>
        <w:t>1.013e0</w:t>
      </w:r>
    </w:p>
    <w:p w:rsidR="007B6A46" w:rsidRDefault="007B6A46" w:rsidP="007B6A46">
      <w:r>
        <w:t>608.7413</w:t>
      </w:r>
      <w:r>
        <w:tab/>
        <w:t>1.013e0</w:t>
      </w:r>
    </w:p>
    <w:p w:rsidR="007B6A46" w:rsidRDefault="007B6A46" w:rsidP="007B6A46">
      <w:r>
        <w:t>608.7503</w:t>
      </w:r>
      <w:r>
        <w:tab/>
        <w:t>2.025e0</w:t>
      </w:r>
    </w:p>
    <w:p w:rsidR="007B6A46" w:rsidRDefault="007B6A46" w:rsidP="007B6A46">
      <w:r>
        <w:t>608.7943</w:t>
      </w:r>
      <w:r>
        <w:tab/>
        <w:t>1.013e0</w:t>
      </w:r>
    </w:p>
    <w:p w:rsidR="007B6A46" w:rsidRDefault="007B6A46" w:rsidP="007B6A46">
      <w:r>
        <w:t>608.7972</w:t>
      </w:r>
      <w:r>
        <w:tab/>
        <w:t>1.013e0</w:t>
      </w:r>
    </w:p>
    <w:p w:rsidR="007B6A46" w:rsidRDefault="007B6A46" w:rsidP="007B6A46">
      <w:r>
        <w:lastRenderedPageBreak/>
        <w:t>608.8066</w:t>
      </w:r>
      <w:r>
        <w:tab/>
        <w:t>1.013e0</w:t>
      </w:r>
    </w:p>
    <w:p w:rsidR="007B6A46" w:rsidRDefault="007B6A46" w:rsidP="007B6A46">
      <w:r>
        <w:t>608.8389</w:t>
      </w:r>
      <w:r>
        <w:tab/>
        <w:t>1.013e0</w:t>
      </w:r>
    </w:p>
    <w:p w:rsidR="007B6A46" w:rsidRDefault="007B6A46" w:rsidP="007B6A46">
      <w:r>
        <w:t>608.8781</w:t>
      </w:r>
      <w:r>
        <w:tab/>
        <w:t>2.025e0</w:t>
      </w:r>
    </w:p>
    <w:p w:rsidR="007B6A46" w:rsidRDefault="007B6A46" w:rsidP="007B6A46">
      <w:r>
        <w:t>608.8796</w:t>
      </w:r>
      <w:r>
        <w:tab/>
        <w:t>1.013e0</w:t>
      </w:r>
    </w:p>
    <w:p w:rsidR="007B6A46" w:rsidRDefault="007B6A46" w:rsidP="007B6A46">
      <w:r>
        <w:t>608.9027</w:t>
      </w:r>
      <w:r>
        <w:tab/>
        <w:t>1.013e0</w:t>
      </w:r>
    </w:p>
    <w:p w:rsidR="007B6A46" w:rsidRDefault="007B6A46" w:rsidP="007B6A46">
      <w:r>
        <w:t>608.9431</w:t>
      </w:r>
      <w:r>
        <w:tab/>
        <w:t>1.013e0</w:t>
      </w:r>
    </w:p>
    <w:p w:rsidR="007B6A46" w:rsidRDefault="007B6A46" w:rsidP="007B6A46">
      <w:r>
        <w:t>608.9630</w:t>
      </w:r>
      <w:r>
        <w:tab/>
        <w:t>1.013e0</w:t>
      </w:r>
    </w:p>
    <w:p w:rsidR="007B6A46" w:rsidRDefault="007B6A46" w:rsidP="007B6A46">
      <w:r>
        <w:t>608.9838</w:t>
      </w:r>
      <w:r>
        <w:tab/>
        <w:t>1.013e0</w:t>
      </w:r>
    </w:p>
    <w:p w:rsidR="007B6A46" w:rsidRDefault="007B6A46" w:rsidP="007B6A46">
      <w:r>
        <w:t>609.0057</w:t>
      </w:r>
      <w:r>
        <w:tab/>
        <w:t>1.013e0</w:t>
      </w:r>
    </w:p>
    <w:p w:rsidR="007B6A46" w:rsidRDefault="007B6A46" w:rsidP="007B6A46">
      <w:r>
        <w:t>609.0615</w:t>
      </w:r>
      <w:r>
        <w:tab/>
        <w:t>1.013e0</w:t>
      </w:r>
    </w:p>
    <w:p w:rsidR="007B6A46" w:rsidRDefault="007B6A46" w:rsidP="007B6A46">
      <w:r>
        <w:t>609.1090</w:t>
      </w:r>
      <w:r>
        <w:tab/>
        <w:t>1.013e0</w:t>
      </w:r>
    </w:p>
    <w:p w:rsidR="007B6A46" w:rsidRDefault="007B6A46" w:rsidP="007B6A46">
      <w:r>
        <w:t>609.1489</w:t>
      </w:r>
      <w:r>
        <w:tab/>
        <w:t>1.013e0</w:t>
      </w:r>
    </w:p>
    <w:p w:rsidR="007B6A46" w:rsidRDefault="007B6A46" w:rsidP="007B6A46">
      <w:r>
        <w:t>609.3093</w:t>
      </w:r>
      <w:r>
        <w:tab/>
        <w:t>1.013e0</w:t>
      </w:r>
    </w:p>
    <w:p w:rsidR="007B6A46" w:rsidRDefault="007B6A46" w:rsidP="007B6A46">
      <w:r>
        <w:t>609.3384</w:t>
      </w:r>
      <w:r>
        <w:tab/>
        <w:t>1.013e0</w:t>
      </w:r>
    </w:p>
    <w:p w:rsidR="007B6A46" w:rsidRDefault="007B6A46" w:rsidP="007B6A46">
      <w:r>
        <w:t>609.3470</w:t>
      </w:r>
      <w:r>
        <w:tab/>
        <w:t>3.038e0</w:t>
      </w:r>
    </w:p>
    <w:p w:rsidR="007B6A46" w:rsidRDefault="007B6A46" w:rsidP="007B6A46">
      <w:r>
        <w:t>609.4088</w:t>
      </w:r>
      <w:r>
        <w:tab/>
        <w:t>3.038e0</w:t>
      </w:r>
    </w:p>
    <w:p w:rsidR="007B6A46" w:rsidRDefault="007B6A46" w:rsidP="007B6A46">
      <w:r>
        <w:t>609.4143</w:t>
      </w:r>
      <w:r>
        <w:tab/>
        <w:t>1.013e0</w:t>
      </w:r>
    </w:p>
    <w:p w:rsidR="007B6A46" w:rsidRDefault="007B6A46" w:rsidP="007B6A46">
      <w:r>
        <w:t>609.4843</w:t>
      </w:r>
      <w:r>
        <w:tab/>
        <w:t>2.025e0</w:t>
      </w:r>
    </w:p>
    <w:p w:rsidR="007B6A46" w:rsidRDefault="007B6A46" w:rsidP="007B6A46">
      <w:r>
        <w:t>609.5690</w:t>
      </w:r>
      <w:r>
        <w:tab/>
        <w:t>2.025e0</w:t>
      </w:r>
    </w:p>
    <w:p w:rsidR="007B6A46" w:rsidRDefault="007B6A46" w:rsidP="007B6A46">
      <w:r>
        <w:lastRenderedPageBreak/>
        <w:t>609.6970</w:t>
      </w:r>
      <w:r>
        <w:tab/>
        <w:t>1.013e0</w:t>
      </w:r>
    </w:p>
    <w:p w:rsidR="007B6A46" w:rsidRDefault="007B6A46" w:rsidP="007B6A46">
      <w:r>
        <w:t>609.7218</w:t>
      </w:r>
      <w:r>
        <w:tab/>
        <w:t>2.025e0</w:t>
      </w:r>
    </w:p>
    <w:p w:rsidR="007B6A46" w:rsidRDefault="007B6A46" w:rsidP="007B6A46">
      <w:r>
        <w:t>609.7325</w:t>
      </w:r>
      <w:r>
        <w:tab/>
        <w:t>1.013e0</w:t>
      </w:r>
    </w:p>
    <w:p w:rsidR="007B6A46" w:rsidRDefault="007B6A46" w:rsidP="007B6A46">
      <w:r>
        <w:t>609.8744</w:t>
      </w:r>
      <w:r>
        <w:tab/>
        <w:t>2.025e0</w:t>
      </w:r>
    </w:p>
    <w:p w:rsidR="007B6A46" w:rsidRDefault="007B6A46" w:rsidP="007B6A46">
      <w:r>
        <w:t>609.9277</w:t>
      </w:r>
      <w:r>
        <w:tab/>
        <w:t>1.013e0</w:t>
      </w:r>
    </w:p>
    <w:p w:rsidR="007B6A46" w:rsidRDefault="007B6A46" w:rsidP="007B6A46">
      <w:r>
        <w:t>609.9656</w:t>
      </w:r>
      <w:r>
        <w:tab/>
        <w:t>1.013e0</w:t>
      </w:r>
    </w:p>
    <w:p w:rsidR="007B6A46" w:rsidRDefault="007B6A46" w:rsidP="007B6A46">
      <w:r>
        <w:t>610.0178</w:t>
      </w:r>
      <w:r>
        <w:tab/>
        <w:t>1.013e0</w:t>
      </w:r>
    </w:p>
    <w:p w:rsidR="007B6A46" w:rsidRDefault="007B6A46" w:rsidP="007B6A46">
      <w:r>
        <w:t>610.1328</w:t>
      </w:r>
      <w:r>
        <w:tab/>
        <w:t>1.013e0</w:t>
      </w:r>
    </w:p>
    <w:p w:rsidR="007B6A46" w:rsidRDefault="007B6A46" w:rsidP="007B6A46">
      <w:r>
        <w:t>610.1813</w:t>
      </w:r>
      <w:r>
        <w:tab/>
        <w:t>2.025e0</w:t>
      </w:r>
    </w:p>
    <w:p w:rsidR="007B6A46" w:rsidRDefault="007B6A46" w:rsidP="007B6A46">
      <w:r>
        <w:t>610.1999</w:t>
      </w:r>
      <w:r>
        <w:tab/>
        <w:t>2.025e0</w:t>
      </w:r>
    </w:p>
    <w:p w:rsidR="007B6A46" w:rsidRDefault="007B6A46" w:rsidP="007B6A46">
      <w:r>
        <w:t>610.2771</w:t>
      </w:r>
      <w:r>
        <w:tab/>
        <w:t>4.051e0</w:t>
      </w:r>
    </w:p>
    <w:p w:rsidR="007B6A46" w:rsidRDefault="007B6A46" w:rsidP="007B6A46">
      <w:r>
        <w:t>610.2889</w:t>
      </w:r>
      <w:r>
        <w:tab/>
        <w:t>3.038e0</w:t>
      </w:r>
    </w:p>
    <w:p w:rsidR="007B6A46" w:rsidRDefault="007B6A46" w:rsidP="007B6A46">
      <w:r>
        <w:t>610.2943</w:t>
      </w:r>
      <w:r>
        <w:tab/>
        <w:t>8.101e0</w:t>
      </w:r>
    </w:p>
    <w:p w:rsidR="007B6A46" w:rsidRDefault="007B6A46" w:rsidP="007B6A46">
      <w:r>
        <w:t>610.2982</w:t>
      </w:r>
      <w:r>
        <w:tab/>
        <w:t>5.063e0</w:t>
      </w:r>
    </w:p>
    <w:p w:rsidR="007B6A46" w:rsidRDefault="007B6A46" w:rsidP="007B6A46">
      <w:r>
        <w:t>610.3278</w:t>
      </w:r>
      <w:r>
        <w:tab/>
        <w:t>8.113e0</w:t>
      </w:r>
    </w:p>
    <w:p w:rsidR="007B6A46" w:rsidRDefault="007B6A46" w:rsidP="007B6A46">
      <w:r>
        <w:t>610.3491</w:t>
      </w:r>
      <w:r>
        <w:tab/>
        <w:t>5.063e0</w:t>
      </w:r>
    </w:p>
    <w:p w:rsidR="007B6A46" w:rsidRDefault="007B6A46" w:rsidP="007B6A46">
      <w:r>
        <w:t>610.3569</w:t>
      </w:r>
      <w:r>
        <w:tab/>
        <w:t>3.038e0</w:t>
      </w:r>
    </w:p>
    <w:p w:rsidR="007B6A46" w:rsidRDefault="007B6A46" w:rsidP="007B6A46">
      <w:r>
        <w:t>610.3865</w:t>
      </w:r>
      <w:r>
        <w:tab/>
        <w:t>2.025e0</w:t>
      </w:r>
    </w:p>
    <w:p w:rsidR="007B6A46" w:rsidRDefault="007B6A46" w:rsidP="007B6A46">
      <w:r>
        <w:t>610.3952</w:t>
      </w:r>
      <w:r>
        <w:tab/>
        <w:t>2.025e0</w:t>
      </w:r>
    </w:p>
    <w:p w:rsidR="007B6A46" w:rsidRDefault="007B6A46" w:rsidP="007B6A46">
      <w:r>
        <w:lastRenderedPageBreak/>
        <w:t>610.4103</w:t>
      </w:r>
      <w:r>
        <w:tab/>
        <w:t>2.025e0</w:t>
      </w:r>
    </w:p>
    <w:p w:rsidR="007B6A46" w:rsidRDefault="007B6A46" w:rsidP="007B6A46">
      <w:r>
        <w:t>610.4371</w:t>
      </w:r>
      <w:r>
        <w:tab/>
        <w:t>1.230e0</w:t>
      </w:r>
    </w:p>
    <w:p w:rsidR="007B6A46" w:rsidRDefault="007B6A46" w:rsidP="007B6A46">
      <w:r>
        <w:t>610.4556</w:t>
      </w:r>
      <w:r>
        <w:tab/>
        <w:t>1.013e0</w:t>
      </w:r>
    </w:p>
    <w:p w:rsidR="007B6A46" w:rsidRDefault="007B6A46" w:rsidP="007B6A46">
      <w:r>
        <w:t>610.4775</w:t>
      </w:r>
      <w:r>
        <w:tab/>
        <w:t>1.013e0</w:t>
      </w:r>
    </w:p>
    <w:p w:rsidR="007B6A46" w:rsidRDefault="007B6A46" w:rsidP="007B6A46">
      <w:r>
        <w:t>610.5568</w:t>
      </w:r>
      <w:r>
        <w:tab/>
        <w:t>4.051e0</w:t>
      </w:r>
    </w:p>
    <w:p w:rsidR="007B6A46" w:rsidRDefault="007B6A46" w:rsidP="007B6A46">
      <w:r>
        <w:t>610.5629</w:t>
      </w:r>
      <w:r>
        <w:tab/>
        <w:t>4.051e0</w:t>
      </w:r>
    </w:p>
    <w:p w:rsidR="007B6A46" w:rsidRDefault="007B6A46" w:rsidP="007B6A46">
      <w:r>
        <w:t>610.5722</w:t>
      </w:r>
      <w:r>
        <w:tab/>
        <w:t>4.051e0</w:t>
      </w:r>
    </w:p>
    <w:p w:rsidR="007B6A46" w:rsidRDefault="007B6A46" w:rsidP="007B6A46">
      <w:r>
        <w:t>610.5974</w:t>
      </w:r>
      <w:r>
        <w:tab/>
        <w:t>4.051e0</w:t>
      </w:r>
    </w:p>
    <w:p w:rsidR="007B6A46" w:rsidRDefault="007B6A46" w:rsidP="007B6A46">
      <w:r>
        <w:t>610.6080</w:t>
      </w:r>
      <w:r>
        <w:tab/>
        <w:t>2.025e0</w:t>
      </w:r>
    </w:p>
    <w:p w:rsidR="007B6A46" w:rsidRDefault="007B6A46" w:rsidP="007B6A46">
      <w:r>
        <w:t>610.7756</w:t>
      </w:r>
      <w:r>
        <w:tab/>
        <w:t>2.025e0</w:t>
      </w:r>
    </w:p>
    <w:p w:rsidR="007B6A46" w:rsidRDefault="007B6A46" w:rsidP="007B6A46">
      <w:r>
        <w:t>610.8131</w:t>
      </w:r>
      <w:r>
        <w:tab/>
        <w:t>2.025e0</w:t>
      </w:r>
    </w:p>
    <w:p w:rsidR="007B6A46" w:rsidRDefault="007B6A46" w:rsidP="007B6A46">
      <w:r>
        <w:t>610.8274</w:t>
      </w:r>
      <w:r>
        <w:tab/>
        <w:t>1.013e0</w:t>
      </w:r>
    </w:p>
    <w:p w:rsidR="007B6A46" w:rsidRDefault="007B6A46" w:rsidP="007B6A46">
      <w:r>
        <w:t>610.8433</w:t>
      </w:r>
      <w:r>
        <w:tab/>
        <w:t>1.013e0</w:t>
      </w:r>
    </w:p>
    <w:p w:rsidR="007B6A46" w:rsidRDefault="007B6A46" w:rsidP="007B6A46">
      <w:r>
        <w:t>610.9337</w:t>
      </w:r>
      <w:r>
        <w:tab/>
        <w:t>2.025e0</w:t>
      </w:r>
    </w:p>
    <w:p w:rsidR="007B6A46" w:rsidRDefault="007B6A46" w:rsidP="007B6A46">
      <w:r>
        <w:t>610.9952</w:t>
      </w:r>
      <w:r>
        <w:tab/>
        <w:t>2.025e0</w:t>
      </w:r>
    </w:p>
    <w:p w:rsidR="007B6A46" w:rsidRDefault="007B6A46" w:rsidP="007B6A46">
      <w:r>
        <w:t>611.0206</w:t>
      </w:r>
      <w:r>
        <w:tab/>
        <w:t>2.025e0</w:t>
      </w:r>
    </w:p>
    <w:p w:rsidR="007B6A46" w:rsidRDefault="007B6A46" w:rsidP="007B6A46">
      <w:r>
        <w:t>611.0236</w:t>
      </w:r>
      <w:r>
        <w:tab/>
        <w:t>1.013e0</w:t>
      </w:r>
    </w:p>
    <w:p w:rsidR="007B6A46" w:rsidRDefault="007B6A46" w:rsidP="007B6A46">
      <w:r>
        <w:t>611.0724</w:t>
      </w:r>
      <w:r>
        <w:tab/>
        <w:t>1.013e0</w:t>
      </w:r>
    </w:p>
    <w:p w:rsidR="007B6A46" w:rsidRDefault="007B6A46" w:rsidP="007B6A46">
      <w:r>
        <w:t>611.1048</w:t>
      </w:r>
      <w:r>
        <w:tab/>
        <w:t>1.013e0</w:t>
      </w:r>
    </w:p>
    <w:p w:rsidR="007B6A46" w:rsidRDefault="007B6A46" w:rsidP="007B6A46">
      <w:r>
        <w:lastRenderedPageBreak/>
        <w:t>611.1639</w:t>
      </w:r>
      <w:r>
        <w:tab/>
        <w:t>1.013e0</w:t>
      </w:r>
    </w:p>
    <w:p w:rsidR="007B6A46" w:rsidRDefault="007B6A46" w:rsidP="007B6A46">
      <w:r>
        <w:t>611.1813</w:t>
      </w:r>
      <w:r>
        <w:tab/>
        <w:t>1.013e0</w:t>
      </w:r>
    </w:p>
    <w:p w:rsidR="007B6A46" w:rsidRDefault="007B6A46" w:rsidP="007B6A46">
      <w:r>
        <w:t>611.1833</w:t>
      </w:r>
      <w:r>
        <w:tab/>
        <w:t>2.025e0</w:t>
      </w:r>
    </w:p>
    <w:p w:rsidR="007B6A46" w:rsidRDefault="007B6A46" w:rsidP="007B6A46">
      <w:r>
        <w:t>611.1990</w:t>
      </w:r>
      <w:r>
        <w:tab/>
        <w:t>1.013e0</w:t>
      </w:r>
    </w:p>
    <w:p w:rsidR="007B6A46" w:rsidRDefault="007B6A46" w:rsidP="007B6A46">
      <w:r>
        <w:t>611.2513</w:t>
      </w:r>
      <w:r>
        <w:tab/>
        <w:t>1.013e0</w:t>
      </w:r>
    </w:p>
    <w:p w:rsidR="007B6A46" w:rsidRDefault="007B6A46" w:rsidP="007B6A46">
      <w:r>
        <w:t>611.2921</w:t>
      </w:r>
      <w:r>
        <w:tab/>
        <w:t>1.013e0</w:t>
      </w:r>
    </w:p>
    <w:p w:rsidR="007B6A46" w:rsidRDefault="007B6A46" w:rsidP="007B6A46">
      <w:r>
        <w:t>611.2932</w:t>
      </w:r>
      <w:r>
        <w:tab/>
        <w:t>5.063e0</w:t>
      </w:r>
    </w:p>
    <w:p w:rsidR="007B6A46" w:rsidRDefault="007B6A46" w:rsidP="007B6A46">
      <w:r>
        <w:t>611.3130</w:t>
      </w:r>
      <w:r>
        <w:tab/>
        <w:t>1.013e0</w:t>
      </w:r>
    </w:p>
    <w:p w:rsidR="007B6A46" w:rsidRDefault="007B6A46" w:rsidP="007B6A46">
      <w:r>
        <w:t>611.3219</w:t>
      </w:r>
      <w:r>
        <w:tab/>
        <w:t>3.038e0</w:t>
      </w:r>
    </w:p>
    <w:p w:rsidR="007B6A46" w:rsidRDefault="007B6A46" w:rsidP="007B6A46">
      <w:r>
        <w:t>611.4177</w:t>
      </w:r>
      <w:r>
        <w:tab/>
        <w:t>1.013e0</w:t>
      </w:r>
    </w:p>
    <w:p w:rsidR="007B6A46" w:rsidRDefault="007B6A46" w:rsidP="007B6A46">
      <w:r>
        <w:t>611.4596</w:t>
      </w:r>
      <w:r>
        <w:tab/>
        <w:t>1.013e0</w:t>
      </w:r>
    </w:p>
    <w:p w:rsidR="007B6A46" w:rsidRDefault="007B6A46" w:rsidP="007B6A46">
      <w:r>
        <w:t>611.5547</w:t>
      </w:r>
      <w:r>
        <w:tab/>
        <w:t>2.025e0</w:t>
      </w:r>
    </w:p>
    <w:p w:rsidR="007B6A46" w:rsidRDefault="007B6A46" w:rsidP="007B6A46">
      <w:r>
        <w:t>611.5689</w:t>
      </w:r>
      <w:r>
        <w:tab/>
        <w:t>5.063e0</w:t>
      </w:r>
    </w:p>
    <w:p w:rsidR="007B6A46" w:rsidRDefault="007B6A46" w:rsidP="007B6A46">
      <w:r>
        <w:t>611.5889</w:t>
      </w:r>
      <w:r>
        <w:tab/>
        <w:t>1.013e0</w:t>
      </w:r>
    </w:p>
    <w:p w:rsidR="007B6A46" w:rsidRDefault="007B6A46" w:rsidP="007B6A46">
      <w:r>
        <w:t>611.5942</w:t>
      </w:r>
      <w:r>
        <w:tab/>
        <w:t>2.025e0</w:t>
      </w:r>
    </w:p>
    <w:p w:rsidR="007B6A46" w:rsidRDefault="007B6A46" w:rsidP="007B6A46">
      <w:r>
        <w:t>611.6698</w:t>
      </w:r>
      <w:r>
        <w:tab/>
        <w:t>3.038e0</w:t>
      </w:r>
    </w:p>
    <w:p w:rsidR="007B6A46" w:rsidRDefault="007B6A46" w:rsidP="007B6A46">
      <w:r>
        <w:t>611.6804</w:t>
      </w:r>
      <w:r>
        <w:tab/>
        <w:t>1.013e0</w:t>
      </w:r>
    </w:p>
    <w:p w:rsidR="007B6A46" w:rsidRDefault="007B6A46" w:rsidP="007B6A46">
      <w:r>
        <w:t>611.7656</w:t>
      </w:r>
      <w:r>
        <w:tab/>
        <w:t>1.013e0</w:t>
      </w:r>
    </w:p>
    <w:p w:rsidR="007B6A46" w:rsidRDefault="007B6A46" w:rsidP="007B6A46">
      <w:r>
        <w:t>611.8185</w:t>
      </w:r>
      <w:r>
        <w:tab/>
        <w:t>1.013e0</w:t>
      </w:r>
    </w:p>
    <w:p w:rsidR="007B6A46" w:rsidRDefault="007B6A46" w:rsidP="007B6A46">
      <w:r>
        <w:lastRenderedPageBreak/>
        <w:t>611.9108</w:t>
      </w:r>
      <w:r>
        <w:tab/>
        <w:t>1.013e0</w:t>
      </w:r>
    </w:p>
    <w:p w:rsidR="007B6A46" w:rsidRDefault="007B6A46" w:rsidP="007B6A46">
      <w:r>
        <w:t>611.9212</w:t>
      </w:r>
      <w:r>
        <w:tab/>
        <w:t>1.013e0</w:t>
      </w:r>
    </w:p>
    <w:p w:rsidR="007B6A46" w:rsidRDefault="007B6A46" w:rsidP="007B6A46">
      <w:r>
        <w:t>611.9517</w:t>
      </w:r>
      <w:r>
        <w:tab/>
        <w:t>1.013e0</w:t>
      </w:r>
    </w:p>
    <w:p w:rsidR="007B6A46" w:rsidRDefault="007B6A46" w:rsidP="007B6A46">
      <w:r>
        <w:t>611.9589</w:t>
      </w:r>
      <w:r>
        <w:tab/>
        <w:t>1.013e0</w:t>
      </w:r>
    </w:p>
    <w:p w:rsidR="007B6A46" w:rsidRDefault="007B6A46" w:rsidP="007B6A46">
      <w:r>
        <w:t>611.9841</w:t>
      </w:r>
      <w:r>
        <w:tab/>
        <w:t>1.013e0</w:t>
      </w:r>
    </w:p>
    <w:p w:rsidR="007B6A46" w:rsidRDefault="007B6A46" w:rsidP="007B6A46">
      <w:r>
        <w:t>612.0050</w:t>
      </w:r>
      <w:r>
        <w:tab/>
        <w:t>1.013e0</w:t>
      </w:r>
    </w:p>
    <w:p w:rsidR="007B6A46" w:rsidRDefault="007B6A46" w:rsidP="007B6A46">
      <w:r>
        <w:t>612.0993</w:t>
      </w:r>
      <w:r>
        <w:tab/>
        <w:t>1.013e0</w:t>
      </w:r>
    </w:p>
    <w:p w:rsidR="007B6A46" w:rsidRDefault="007B6A46" w:rsidP="007B6A46">
      <w:r>
        <w:t>612.1175</w:t>
      </w:r>
      <w:r>
        <w:tab/>
        <w:t>1.013e0</w:t>
      </w:r>
    </w:p>
    <w:p w:rsidR="007B6A46" w:rsidRDefault="007B6A46" w:rsidP="007B6A46">
      <w:r>
        <w:t>612.1307</w:t>
      </w:r>
      <w:r>
        <w:tab/>
        <w:t>1.013e0</w:t>
      </w:r>
    </w:p>
    <w:p w:rsidR="007B6A46" w:rsidRDefault="007B6A46" w:rsidP="007B6A46">
      <w:r>
        <w:t>612.1531</w:t>
      </w:r>
      <w:r>
        <w:tab/>
        <w:t>1.013e0</w:t>
      </w:r>
    </w:p>
    <w:p w:rsidR="007B6A46" w:rsidRDefault="007B6A46" w:rsidP="007B6A46">
      <w:r>
        <w:t>612.1704</w:t>
      </w:r>
      <w:r>
        <w:tab/>
        <w:t>2.025e0</w:t>
      </w:r>
    </w:p>
    <w:p w:rsidR="007B6A46" w:rsidRDefault="007B6A46" w:rsidP="007B6A46">
      <w:r>
        <w:t>612.1887</w:t>
      </w:r>
      <w:r>
        <w:tab/>
        <w:t>1.013e0</w:t>
      </w:r>
    </w:p>
    <w:p w:rsidR="007B6A46" w:rsidRDefault="007B6A46" w:rsidP="007B6A46">
      <w:r>
        <w:t>612.2145</w:t>
      </w:r>
      <w:r>
        <w:tab/>
        <w:t>1.013e0</w:t>
      </w:r>
    </w:p>
    <w:p w:rsidR="007B6A46" w:rsidRDefault="007B6A46" w:rsidP="007B6A46">
      <w:r>
        <w:t>612.2460</w:t>
      </w:r>
      <w:r>
        <w:tab/>
        <w:t>1.013e0</w:t>
      </w:r>
    </w:p>
    <w:p w:rsidR="007B6A46" w:rsidRDefault="007B6A46" w:rsidP="007B6A46">
      <w:r>
        <w:t>612.2869</w:t>
      </w:r>
      <w:r>
        <w:tab/>
        <w:t>1.013e0</w:t>
      </w:r>
    </w:p>
    <w:p w:rsidR="007B6A46" w:rsidRDefault="007B6A46" w:rsidP="007B6A46">
      <w:r>
        <w:t>612.2974</w:t>
      </w:r>
      <w:r>
        <w:tab/>
        <w:t>1.013e0</w:t>
      </w:r>
    </w:p>
    <w:p w:rsidR="007B6A46" w:rsidRDefault="007B6A46" w:rsidP="007B6A46">
      <w:r>
        <w:t>612.3652</w:t>
      </w:r>
      <w:r>
        <w:tab/>
        <w:t>3.038e0</w:t>
      </w:r>
    </w:p>
    <w:p w:rsidR="007B6A46" w:rsidRDefault="007B6A46" w:rsidP="007B6A46">
      <w:r>
        <w:t>612.3920</w:t>
      </w:r>
      <w:r>
        <w:tab/>
        <w:t>2.025e0</w:t>
      </w:r>
    </w:p>
    <w:p w:rsidR="007B6A46" w:rsidRDefault="007B6A46" w:rsidP="007B6A46">
      <w:r>
        <w:t>612.4127</w:t>
      </w:r>
      <w:r>
        <w:tab/>
        <w:t>4.051e0</w:t>
      </w:r>
    </w:p>
    <w:p w:rsidR="007B6A46" w:rsidRDefault="007B6A46" w:rsidP="007B6A46">
      <w:r>
        <w:lastRenderedPageBreak/>
        <w:t>612.4363</w:t>
      </w:r>
      <w:r>
        <w:tab/>
        <w:t>3.038e0</w:t>
      </w:r>
    </w:p>
    <w:p w:rsidR="007B6A46" w:rsidRDefault="007B6A46" w:rsidP="007B6A46">
      <w:r>
        <w:t>612.4661</w:t>
      </w:r>
      <w:r>
        <w:tab/>
        <w:t>2.025e0</w:t>
      </w:r>
    </w:p>
    <w:p w:rsidR="007B6A46" w:rsidRDefault="007B6A46" w:rsidP="007B6A46">
      <w:r>
        <w:t>612.4766</w:t>
      </w:r>
      <w:r>
        <w:tab/>
        <w:t>1.013e0</w:t>
      </w:r>
    </w:p>
    <w:p w:rsidR="007B6A46" w:rsidRDefault="007B6A46" w:rsidP="007B6A46">
      <w:r>
        <w:t>612.5391</w:t>
      </w:r>
      <w:r>
        <w:tab/>
        <w:t>3.038e0</w:t>
      </w:r>
    </w:p>
    <w:p w:rsidR="007B6A46" w:rsidRDefault="007B6A46" w:rsidP="007B6A46">
      <w:r>
        <w:t>612.5667</w:t>
      </w:r>
      <w:r>
        <w:tab/>
        <w:t>3.038e0</w:t>
      </w:r>
    </w:p>
    <w:p w:rsidR="007B6A46" w:rsidRDefault="007B6A46" w:rsidP="007B6A46">
      <w:r>
        <w:t>612.5709</w:t>
      </w:r>
      <w:r>
        <w:tab/>
        <w:t>1.013e0</w:t>
      </w:r>
    </w:p>
    <w:p w:rsidR="007B6A46" w:rsidRDefault="007B6A46" w:rsidP="007B6A46">
      <w:r>
        <w:t>612.7181</w:t>
      </w:r>
      <w:r>
        <w:tab/>
        <w:t>1.013e0</w:t>
      </w:r>
    </w:p>
    <w:p w:rsidR="007B6A46" w:rsidRDefault="007B6A46" w:rsidP="007B6A46">
      <w:r>
        <w:t>612.7491</w:t>
      </w:r>
      <w:r>
        <w:tab/>
        <w:t>1.013e0</w:t>
      </w:r>
    </w:p>
    <w:p w:rsidR="007B6A46" w:rsidRDefault="007B6A46" w:rsidP="007B6A46">
      <w:r>
        <w:t>612.7875</w:t>
      </w:r>
      <w:r>
        <w:tab/>
        <w:t>1.013e0</w:t>
      </w:r>
    </w:p>
    <w:p w:rsidR="007B6A46" w:rsidRDefault="007B6A46" w:rsidP="007B6A46">
      <w:r>
        <w:t>612.8362</w:t>
      </w:r>
      <w:r>
        <w:tab/>
        <w:t>2.025e0</w:t>
      </w:r>
    </w:p>
    <w:p w:rsidR="007B6A46" w:rsidRDefault="007B6A46" w:rsidP="007B6A46">
      <w:r>
        <w:t>612.8435</w:t>
      </w:r>
      <w:r>
        <w:tab/>
        <w:t>1.013e0</w:t>
      </w:r>
    </w:p>
    <w:p w:rsidR="007B6A46" w:rsidRDefault="007B6A46" w:rsidP="007B6A46">
      <w:r>
        <w:t>612.8943</w:t>
      </w:r>
      <w:r>
        <w:tab/>
        <w:t>1.013e0</w:t>
      </w:r>
    </w:p>
    <w:p w:rsidR="007B6A46" w:rsidRDefault="007B6A46" w:rsidP="007B6A46">
      <w:r>
        <w:t>612.9293</w:t>
      </w:r>
      <w:r>
        <w:tab/>
        <w:t>2.025e0</w:t>
      </w:r>
    </w:p>
    <w:p w:rsidR="007B6A46" w:rsidRDefault="007B6A46" w:rsidP="007B6A46">
      <w:r>
        <w:t>613.0041</w:t>
      </w:r>
      <w:r>
        <w:tab/>
        <w:t>2.025e0</w:t>
      </w:r>
    </w:p>
    <w:p w:rsidR="007B6A46" w:rsidRDefault="007B6A46" w:rsidP="007B6A46">
      <w:r>
        <w:t>613.0114</w:t>
      </w:r>
      <w:r>
        <w:tab/>
        <w:t>1.013e0</w:t>
      </w:r>
    </w:p>
    <w:p w:rsidR="007B6A46" w:rsidRDefault="007B6A46" w:rsidP="007B6A46">
      <w:r>
        <w:t>613.0425</w:t>
      </w:r>
      <w:r>
        <w:tab/>
        <w:t>5.063e0</w:t>
      </w:r>
    </w:p>
    <w:p w:rsidR="007B6A46" w:rsidRDefault="007B6A46" w:rsidP="007B6A46">
      <w:r>
        <w:t>613.0848</w:t>
      </w:r>
      <w:r>
        <w:tab/>
        <w:t>1.013e0</w:t>
      </w:r>
    </w:p>
    <w:p w:rsidR="007B6A46" w:rsidRDefault="007B6A46" w:rsidP="007B6A46">
      <w:r>
        <w:t>613.1363</w:t>
      </w:r>
      <w:r>
        <w:tab/>
        <w:t>1.013e0</w:t>
      </w:r>
    </w:p>
    <w:p w:rsidR="007B6A46" w:rsidRDefault="007B6A46" w:rsidP="007B6A46">
      <w:r>
        <w:t>613.1586</w:t>
      </w:r>
      <w:r>
        <w:tab/>
        <w:t>3.038e0</w:t>
      </w:r>
    </w:p>
    <w:p w:rsidR="007B6A46" w:rsidRDefault="007B6A46" w:rsidP="007B6A46">
      <w:r>
        <w:lastRenderedPageBreak/>
        <w:t>613.1688</w:t>
      </w:r>
      <w:r>
        <w:tab/>
        <w:t>1.013e0</w:t>
      </w:r>
    </w:p>
    <w:p w:rsidR="007B6A46" w:rsidRDefault="007B6A46" w:rsidP="007B6A46">
      <w:r>
        <w:t>613.2527</w:t>
      </w:r>
      <w:r>
        <w:tab/>
        <w:t>2.025e0</w:t>
      </w:r>
    </w:p>
    <w:p w:rsidR="007B6A46" w:rsidRDefault="007B6A46" w:rsidP="007B6A46">
      <w:r>
        <w:t>613.2817</w:t>
      </w:r>
      <w:r>
        <w:tab/>
        <w:t>1.013e0</w:t>
      </w:r>
    </w:p>
    <w:p w:rsidR="007B6A46" w:rsidRDefault="007B6A46" w:rsidP="007B6A46">
      <w:r>
        <w:t>613.3192</w:t>
      </w:r>
      <w:r>
        <w:tab/>
        <w:t>1.013e0</w:t>
      </w:r>
    </w:p>
    <w:p w:rsidR="007B6A46" w:rsidRDefault="007B6A46" w:rsidP="007B6A46">
      <w:r>
        <w:t>613.3336</w:t>
      </w:r>
      <w:r>
        <w:tab/>
        <w:t>4.051e0</w:t>
      </w:r>
    </w:p>
    <w:p w:rsidR="007B6A46" w:rsidRDefault="007B6A46" w:rsidP="007B6A46">
      <w:r>
        <w:t>613.3682</w:t>
      </w:r>
      <w:r>
        <w:tab/>
        <w:t>2.025e0</w:t>
      </w:r>
    </w:p>
    <w:p w:rsidR="007B6A46" w:rsidRDefault="007B6A46" w:rsidP="007B6A46">
      <w:r>
        <w:t>613.3710</w:t>
      </w:r>
      <w:r>
        <w:tab/>
        <w:t>1.013e0</w:t>
      </w:r>
    </w:p>
    <w:p w:rsidR="007B6A46" w:rsidRDefault="007B6A46" w:rsidP="007B6A46">
      <w:r>
        <w:t>613.4239</w:t>
      </w:r>
      <w:r>
        <w:tab/>
        <w:t>1.013e0</w:t>
      </w:r>
    </w:p>
    <w:p w:rsidR="007B6A46" w:rsidRDefault="007B6A46" w:rsidP="007B6A46">
      <w:r>
        <w:t>613.4311</w:t>
      </w:r>
      <w:r>
        <w:tab/>
        <w:t>1.013e0</w:t>
      </w:r>
    </w:p>
    <w:p w:rsidR="007B6A46" w:rsidRDefault="007B6A46" w:rsidP="007B6A46">
      <w:r>
        <w:t>613.4407</w:t>
      </w:r>
      <w:r>
        <w:tab/>
        <w:t>1.013e0</w:t>
      </w:r>
    </w:p>
    <w:p w:rsidR="007B6A46" w:rsidRDefault="007B6A46" w:rsidP="007B6A46">
      <w:r>
        <w:t>613.5825</w:t>
      </w:r>
      <w:r>
        <w:tab/>
        <w:t>1.013e0</w:t>
      </w:r>
    </w:p>
    <w:p w:rsidR="007B6A46" w:rsidRDefault="007B6A46" w:rsidP="007B6A46">
      <w:r>
        <w:t>613.6407</w:t>
      </w:r>
      <w:r>
        <w:tab/>
        <w:t>2.025e0</w:t>
      </w:r>
    </w:p>
    <w:p w:rsidR="007B6A46" w:rsidRDefault="007B6A46" w:rsidP="007B6A46">
      <w:r>
        <w:t>613.6536</w:t>
      </w:r>
      <w:r>
        <w:tab/>
        <w:t>1.013e0</w:t>
      </w:r>
    </w:p>
    <w:p w:rsidR="007B6A46" w:rsidRDefault="007B6A46" w:rsidP="007B6A46">
      <w:r>
        <w:t>613.7136</w:t>
      </w:r>
      <w:r>
        <w:tab/>
        <w:t>2.025e0</w:t>
      </w:r>
    </w:p>
    <w:p w:rsidR="007B6A46" w:rsidRDefault="007B6A46" w:rsidP="007B6A46">
      <w:r>
        <w:t>613.7219</w:t>
      </w:r>
      <w:r>
        <w:tab/>
        <w:t>3.038e0</w:t>
      </w:r>
    </w:p>
    <w:p w:rsidR="007B6A46" w:rsidRDefault="007B6A46" w:rsidP="007B6A46">
      <w:r>
        <w:t>613.8091</w:t>
      </w:r>
      <w:r>
        <w:tab/>
        <w:t>1.013e0</w:t>
      </w:r>
    </w:p>
    <w:p w:rsidR="007B6A46" w:rsidRDefault="007B6A46" w:rsidP="007B6A46">
      <w:r>
        <w:t>613.8477</w:t>
      </w:r>
      <w:r>
        <w:tab/>
        <w:t>1.013e0</w:t>
      </w:r>
    </w:p>
    <w:p w:rsidR="007B6A46" w:rsidRDefault="007B6A46" w:rsidP="007B6A46">
      <w:r>
        <w:t>613.9409</w:t>
      </w:r>
      <w:r>
        <w:tab/>
        <w:t>2.025e0</w:t>
      </w:r>
    </w:p>
    <w:p w:rsidR="007B6A46" w:rsidRDefault="007B6A46" w:rsidP="007B6A46">
      <w:r>
        <w:t>613.9487</w:t>
      </w:r>
      <w:r>
        <w:tab/>
        <w:t>2.025e0</w:t>
      </w:r>
    </w:p>
    <w:p w:rsidR="007B6A46" w:rsidRDefault="007B6A46" w:rsidP="007B6A46">
      <w:r>
        <w:lastRenderedPageBreak/>
        <w:t>613.9943</w:t>
      </w:r>
      <w:r>
        <w:tab/>
        <w:t>3.038e0</w:t>
      </w:r>
    </w:p>
    <w:p w:rsidR="007B6A46" w:rsidRDefault="007B6A46" w:rsidP="007B6A46">
      <w:r>
        <w:t>614.1005</w:t>
      </w:r>
      <w:r>
        <w:tab/>
        <w:t>2.025e0</w:t>
      </w:r>
    </w:p>
    <w:p w:rsidR="007B6A46" w:rsidRDefault="007B6A46" w:rsidP="007B6A46">
      <w:r>
        <w:t>614.1129</w:t>
      </w:r>
      <w:r>
        <w:tab/>
        <w:t>1.013e0</w:t>
      </w:r>
    </w:p>
    <w:p w:rsidR="007B6A46" w:rsidRDefault="007B6A46" w:rsidP="007B6A46">
      <w:r>
        <w:t>614.1575</w:t>
      </w:r>
      <w:r>
        <w:tab/>
        <w:t>2.025e0</w:t>
      </w:r>
    </w:p>
    <w:p w:rsidR="007B6A46" w:rsidRDefault="007B6A46" w:rsidP="007B6A46">
      <w:r>
        <w:t>614.2079</w:t>
      </w:r>
      <w:r>
        <w:tab/>
        <w:t>2.025e0</w:t>
      </w:r>
    </w:p>
    <w:p w:rsidR="007B6A46" w:rsidRDefault="007B6A46" w:rsidP="007B6A46">
      <w:r>
        <w:t>614.2476</w:t>
      </w:r>
      <w:r>
        <w:tab/>
        <w:t>3.838e0</w:t>
      </w:r>
    </w:p>
    <w:p w:rsidR="007B6A46" w:rsidRDefault="007B6A46" w:rsidP="007B6A46">
      <w:r>
        <w:t>614.2544</w:t>
      </w:r>
      <w:r>
        <w:tab/>
        <w:t>1.013e0</w:t>
      </w:r>
    </w:p>
    <w:p w:rsidR="007B6A46" w:rsidRDefault="007B6A46" w:rsidP="007B6A46">
      <w:r>
        <w:t>614.3423</w:t>
      </w:r>
      <w:r>
        <w:tab/>
        <w:t>3.038e0</w:t>
      </w:r>
    </w:p>
    <w:p w:rsidR="007B6A46" w:rsidRDefault="007B6A46" w:rsidP="007B6A46">
      <w:r>
        <w:t>614.3682</w:t>
      </w:r>
      <w:r>
        <w:tab/>
        <w:t>2.025e0</w:t>
      </w:r>
    </w:p>
    <w:p w:rsidR="007B6A46" w:rsidRDefault="007B6A46" w:rsidP="007B6A46">
      <w:r>
        <w:t>614.3752</w:t>
      </w:r>
      <w:r>
        <w:tab/>
        <w:t>3.038e0</w:t>
      </w:r>
    </w:p>
    <w:p w:rsidR="007B6A46" w:rsidRDefault="007B6A46" w:rsidP="007B6A46">
      <w:r>
        <w:t>614.3773</w:t>
      </w:r>
      <w:r>
        <w:tab/>
        <w:t>1.013e0</w:t>
      </w:r>
    </w:p>
    <w:p w:rsidR="007B6A46" w:rsidRDefault="007B6A46" w:rsidP="007B6A46">
      <w:r>
        <w:t>614.4466</w:t>
      </w:r>
      <w:r>
        <w:tab/>
        <w:t>1.013e0</w:t>
      </w:r>
    </w:p>
    <w:p w:rsidR="007B6A46" w:rsidRDefault="007B6A46" w:rsidP="007B6A46">
      <w:r>
        <w:t>614.4712</w:t>
      </w:r>
      <w:r>
        <w:tab/>
        <w:t>1.013e0</w:t>
      </w:r>
    </w:p>
    <w:p w:rsidR="007B6A46" w:rsidRDefault="007B6A46" w:rsidP="007B6A46">
      <w:r>
        <w:t>614.4747</w:t>
      </w:r>
      <w:r>
        <w:tab/>
        <w:t>3.038e0</w:t>
      </w:r>
    </w:p>
    <w:p w:rsidR="007B6A46" w:rsidRDefault="007B6A46" w:rsidP="007B6A46">
      <w:r>
        <w:t>614.4987</w:t>
      </w:r>
      <w:r>
        <w:tab/>
        <w:t>3.038e0</w:t>
      </w:r>
    </w:p>
    <w:p w:rsidR="007B6A46" w:rsidRDefault="007B6A46" w:rsidP="007B6A46">
      <w:r>
        <w:t>614.5086</w:t>
      </w:r>
      <w:r>
        <w:tab/>
        <w:t>2.025e0</w:t>
      </w:r>
    </w:p>
    <w:p w:rsidR="007B6A46" w:rsidRDefault="007B6A46" w:rsidP="007B6A46">
      <w:r>
        <w:t>614.5270</w:t>
      </w:r>
      <w:r>
        <w:tab/>
        <w:t>4.051e0</w:t>
      </w:r>
    </w:p>
    <w:p w:rsidR="007B6A46" w:rsidRDefault="007B6A46" w:rsidP="007B6A46">
      <w:r>
        <w:t>614.5534</w:t>
      </w:r>
      <w:r>
        <w:tab/>
        <w:t>1.013e0</w:t>
      </w:r>
    </w:p>
    <w:p w:rsidR="007B6A46" w:rsidRDefault="007B6A46" w:rsidP="007B6A46">
      <w:r>
        <w:t>614.6395</w:t>
      </w:r>
      <w:r>
        <w:tab/>
        <w:t>2.025e0</w:t>
      </w:r>
    </w:p>
    <w:p w:rsidR="007B6A46" w:rsidRDefault="007B6A46" w:rsidP="007B6A46">
      <w:r>
        <w:lastRenderedPageBreak/>
        <w:t>614.6592</w:t>
      </w:r>
      <w:r>
        <w:tab/>
        <w:t>1.013e0</w:t>
      </w:r>
    </w:p>
    <w:p w:rsidR="007B6A46" w:rsidRDefault="007B6A46" w:rsidP="007B6A46">
      <w:r>
        <w:t>614.6763</w:t>
      </w:r>
      <w:r>
        <w:tab/>
        <w:t>1.013e0</w:t>
      </w:r>
    </w:p>
    <w:p w:rsidR="007B6A46" w:rsidRDefault="007B6A46" w:rsidP="007B6A46">
      <w:r>
        <w:t>614.7212</w:t>
      </w:r>
      <w:r>
        <w:tab/>
        <w:t>2.025e0</w:t>
      </w:r>
    </w:p>
    <w:p w:rsidR="007B6A46" w:rsidRDefault="007B6A46" w:rsidP="007B6A46">
      <w:r>
        <w:t>614.7236</w:t>
      </w:r>
      <w:r>
        <w:tab/>
        <w:t>1.013e0</w:t>
      </w:r>
    </w:p>
    <w:p w:rsidR="007B6A46" w:rsidRDefault="007B6A46" w:rsidP="007B6A46">
      <w:r>
        <w:t>614.7542</w:t>
      </w:r>
      <w:r>
        <w:tab/>
        <w:t>1.013e0</w:t>
      </w:r>
    </w:p>
    <w:p w:rsidR="007B6A46" w:rsidRDefault="007B6A46" w:rsidP="007B6A46">
      <w:r>
        <w:t>614.7930</w:t>
      </w:r>
      <w:r>
        <w:tab/>
        <w:t>2.025e0</w:t>
      </w:r>
    </w:p>
    <w:p w:rsidR="007B6A46" w:rsidRDefault="007B6A46" w:rsidP="007B6A46">
      <w:r>
        <w:t>614.8814</w:t>
      </w:r>
      <w:r>
        <w:tab/>
        <w:t>1.013e0</w:t>
      </w:r>
    </w:p>
    <w:p w:rsidR="007B6A46" w:rsidRDefault="007B6A46" w:rsidP="007B6A46">
      <w:r>
        <w:t>614.9540</w:t>
      </w:r>
      <w:r>
        <w:tab/>
        <w:t>1.013e0</w:t>
      </w:r>
    </w:p>
    <w:p w:rsidR="007B6A46" w:rsidRDefault="007B6A46" w:rsidP="007B6A46">
      <w:r>
        <w:t>615.0646</w:t>
      </w:r>
      <w:r>
        <w:tab/>
        <w:t>1.013e0</w:t>
      </w:r>
    </w:p>
    <w:p w:rsidR="007B6A46" w:rsidRDefault="007B6A46" w:rsidP="007B6A46">
      <w:r>
        <w:t>615.0708</w:t>
      </w:r>
      <w:r>
        <w:tab/>
        <w:t>1.013e0</w:t>
      </w:r>
    </w:p>
    <w:p w:rsidR="007B6A46" w:rsidRDefault="007B6A46" w:rsidP="007B6A46">
      <w:r>
        <w:t>615.1033</w:t>
      </w:r>
      <w:r>
        <w:tab/>
        <w:t>2.025e0</w:t>
      </w:r>
    </w:p>
    <w:p w:rsidR="007B6A46" w:rsidRDefault="007B6A46" w:rsidP="007B6A46">
      <w:r>
        <w:t>615.1550</w:t>
      </w:r>
      <w:r>
        <w:tab/>
        <w:t>1.013e0</w:t>
      </w:r>
    </w:p>
    <w:p w:rsidR="007B6A46" w:rsidRDefault="007B6A46" w:rsidP="007B6A46">
      <w:r>
        <w:t>615.2770</w:t>
      </w:r>
      <w:r>
        <w:tab/>
        <w:t>1.013e0</w:t>
      </w:r>
    </w:p>
    <w:p w:rsidR="007B6A46" w:rsidRDefault="007B6A46" w:rsidP="007B6A46">
      <w:r>
        <w:t>615.2918</w:t>
      </w:r>
      <w:r>
        <w:tab/>
        <w:t>1.013e0</w:t>
      </w:r>
    </w:p>
    <w:p w:rsidR="007B6A46" w:rsidRDefault="007B6A46" w:rsidP="007B6A46">
      <w:r>
        <w:t>615.3532</w:t>
      </w:r>
      <w:r>
        <w:tab/>
        <w:t>3.038e0</w:t>
      </w:r>
    </w:p>
    <w:p w:rsidR="007B6A46" w:rsidRDefault="007B6A46" w:rsidP="007B6A46">
      <w:r>
        <w:t>615.3760</w:t>
      </w:r>
      <w:r>
        <w:tab/>
        <w:t>1.013e0</w:t>
      </w:r>
    </w:p>
    <w:p w:rsidR="007B6A46" w:rsidRDefault="007B6A46" w:rsidP="007B6A46">
      <w:r>
        <w:t>615.3971</w:t>
      </w:r>
      <w:r>
        <w:tab/>
        <w:t>2.025e0</w:t>
      </w:r>
    </w:p>
    <w:p w:rsidR="007B6A46" w:rsidRDefault="007B6A46" w:rsidP="007B6A46">
      <w:r>
        <w:t>615.3994</w:t>
      </w:r>
      <w:r>
        <w:tab/>
        <w:t>2.025e0</w:t>
      </w:r>
    </w:p>
    <w:p w:rsidR="007B6A46" w:rsidRDefault="007B6A46" w:rsidP="007B6A46">
      <w:r>
        <w:t>615.4914</w:t>
      </w:r>
      <w:r>
        <w:tab/>
        <w:t>3.875e0</w:t>
      </w:r>
    </w:p>
    <w:p w:rsidR="007B6A46" w:rsidRDefault="007B6A46" w:rsidP="007B6A46">
      <w:r>
        <w:lastRenderedPageBreak/>
        <w:t>615.6077</w:t>
      </w:r>
      <w:r>
        <w:tab/>
        <w:t>1.013e0</w:t>
      </w:r>
    </w:p>
    <w:p w:rsidR="007B6A46" w:rsidRDefault="007B6A46" w:rsidP="007B6A46">
      <w:r>
        <w:t>615.6297</w:t>
      </w:r>
      <w:r>
        <w:tab/>
        <w:t>1.013e0</w:t>
      </w:r>
    </w:p>
    <w:p w:rsidR="007B6A46" w:rsidRDefault="007B6A46" w:rsidP="007B6A46">
      <w:r>
        <w:t>615.6594</w:t>
      </w:r>
      <w:r>
        <w:tab/>
        <w:t>1.013e0</w:t>
      </w:r>
    </w:p>
    <w:p w:rsidR="007B6A46" w:rsidRDefault="007B6A46" w:rsidP="007B6A46">
      <w:r>
        <w:t>615.6815</w:t>
      </w:r>
      <w:r>
        <w:tab/>
        <w:t>1.013e0</w:t>
      </w:r>
    </w:p>
    <w:p w:rsidR="007B6A46" w:rsidRDefault="007B6A46" w:rsidP="007B6A46">
      <w:r>
        <w:t>615.7711</w:t>
      </w:r>
      <w:r>
        <w:tab/>
        <w:t>1.013e0</w:t>
      </w:r>
    </w:p>
    <w:p w:rsidR="007B6A46" w:rsidRDefault="007B6A46" w:rsidP="007B6A46">
      <w:r>
        <w:t>615.8184</w:t>
      </w:r>
      <w:r>
        <w:tab/>
        <w:t>2.025e0</w:t>
      </w:r>
    </w:p>
    <w:p w:rsidR="007B6A46" w:rsidRDefault="007B6A46" w:rsidP="007B6A46">
      <w:r>
        <w:t>615.9330</w:t>
      </w:r>
      <w:r>
        <w:tab/>
        <w:t>2.025e0</w:t>
      </w:r>
    </w:p>
    <w:p w:rsidR="007B6A46" w:rsidRDefault="007B6A46" w:rsidP="007B6A46">
      <w:r>
        <w:t>615.9589</w:t>
      </w:r>
      <w:r>
        <w:tab/>
        <w:t>2.025e0</w:t>
      </w:r>
    </w:p>
    <w:p w:rsidR="007B6A46" w:rsidRDefault="007B6A46" w:rsidP="007B6A46">
      <w:r>
        <w:t>616.0778</w:t>
      </w:r>
      <w:r>
        <w:tab/>
        <w:t>2.025e0</w:t>
      </w:r>
    </w:p>
    <w:p w:rsidR="007B6A46" w:rsidRDefault="007B6A46" w:rsidP="007B6A46">
      <w:r>
        <w:t>616.1222</w:t>
      </w:r>
      <w:r>
        <w:tab/>
        <w:t>1.013e0</w:t>
      </w:r>
    </w:p>
    <w:p w:rsidR="007B6A46" w:rsidRDefault="007B6A46" w:rsidP="007B6A46">
      <w:r>
        <w:t>616.1978</w:t>
      </w:r>
      <w:r>
        <w:tab/>
        <w:t>1.013e0</w:t>
      </w:r>
    </w:p>
    <w:p w:rsidR="007B6A46" w:rsidRDefault="007B6A46" w:rsidP="007B6A46">
      <w:r>
        <w:t>616.2074</w:t>
      </w:r>
      <w:r>
        <w:tab/>
        <w:t>1.013e0</w:t>
      </w:r>
    </w:p>
    <w:p w:rsidR="007B6A46" w:rsidRDefault="007B6A46" w:rsidP="007B6A46">
      <w:r>
        <w:t>616.3163</w:t>
      </w:r>
      <w:r>
        <w:tab/>
        <w:t>2.025e0</w:t>
      </w:r>
    </w:p>
    <w:p w:rsidR="007B6A46" w:rsidRDefault="007B6A46" w:rsidP="007B6A46">
      <w:r>
        <w:t>616.3570</w:t>
      </w:r>
      <w:r>
        <w:tab/>
        <w:t>3.038e0</w:t>
      </w:r>
    </w:p>
    <w:p w:rsidR="007B6A46" w:rsidRDefault="007B6A46" w:rsidP="007B6A46">
      <w:r>
        <w:t>616.3772</w:t>
      </w:r>
      <w:r>
        <w:tab/>
        <w:t>5.063e0</w:t>
      </w:r>
    </w:p>
    <w:p w:rsidR="007B6A46" w:rsidRDefault="007B6A46" w:rsidP="007B6A46">
      <w:r>
        <w:t>616.3972</w:t>
      </w:r>
      <w:r>
        <w:tab/>
        <w:t>1.013e0</w:t>
      </w:r>
    </w:p>
    <w:p w:rsidR="007B6A46" w:rsidRDefault="007B6A46" w:rsidP="007B6A46">
      <w:r>
        <w:t>616.4409</w:t>
      </w:r>
      <w:r>
        <w:tab/>
        <w:t>1.013e0</w:t>
      </w:r>
    </w:p>
    <w:p w:rsidR="007B6A46" w:rsidRDefault="007B6A46" w:rsidP="007B6A46">
      <w:r>
        <w:t>616.4536</w:t>
      </w:r>
      <w:r>
        <w:tab/>
        <w:t>6.076e0</w:t>
      </w:r>
    </w:p>
    <w:p w:rsidR="007B6A46" w:rsidRDefault="007B6A46" w:rsidP="007B6A46">
      <w:r>
        <w:t>616.4720</w:t>
      </w:r>
      <w:r>
        <w:tab/>
        <w:t>1.013e0</w:t>
      </w:r>
    </w:p>
    <w:p w:rsidR="007B6A46" w:rsidRDefault="007B6A46" w:rsidP="007B6A46">
      <w:r>
        <w:lastRenderedPageBreak/>
        <w:t>616.4847</w:t>
      </w:r>
      <w:r>
        <w:tab/>
        <w:t>2.025e0</w:t>
      </w:r>
    </w:p>
    <w:p w:rsidR="007B6A46" w:rsidRDefault="007B6A46" w:rsidP="007B6A46">
      <w:r>
        <w:t>616.5237</w:t>
      </w:r>
      <w:r>
        <w:tab/>
        <w:t>1.013e0</w:t>
      </w:r>
    </w:p>
    <w:p w:rsidR="007B6A46" w:rsidRDefault="007B6A46" w:rsidP="007B6A46">
      <w:r>
        <w:t>616.5342</w:t>
      </w:r>
      <w:r>
        <w:tab/>
        <w:t>1.013e0</w:t>
      </w:r>
    </w:p>
    <w:p w:rsidR="007B6A46" w:rsidRDefault="007B6A46" w:rsidP="007B6A46">
      <w:r>
        <w:t>616.5669</w:t>
      </w:r>
      <w:r>
        <w:tab/>
        <w:t>1.013e0</w:t>
      </w:r>
    </w:p>
    <w:p w:rsidR="007B6A46" w:rsidRDefault="007B6A46" w:rsidP="007B6A46">
      <w:r>
        <w:t>616.5880</w:t>
      </w:r>
      <w:r>
        <w:tab/>
        <w:t>1.013e0</w:t>
      </w:r>
    </w:p>
    <w:p w:rsidR="007B6A46" w:rsidRDefault="007B6A46" w:rsidP="007B6A46">
      <w:r>
        <w:t>616.6005</w:t>
      </w:r>
      <w:r>
        <w:tab/>
        <w:t>1.013e0</w:t>
      </w:r>
    </w:p>
    <w:p w:rsidR="007B6A46" w:rsidRDefault="007B6A46" w:rsidP="007B6A46">
      <w:r>
        <w:t>616.6503</w:t>
      </w:r>
      <w:r>
        <w:tab/>
        <w:t>1.013e0</w:t>
      </w:r>
    </w:p>
    <w:p w:rsidR="007B6A46" w:rsidRDefault="007B6A46" w:rsidP="007B6A46">
      <w:r>
        <w:t>616.8085</w:t>
      </w:r>
      <w:r>
        <w:tab/>
        <w:t>1.013e0</w:t>
      </w:r>
    </w:p>
    <w:p w:rsidR="007B6A46" w:rsidRDefault="007B6A46" w:rsidP="007B6A46">
      <w:r>
        <w:t>616.8191</w:t>
      </w:r>
      <w:r>
        <w:tab/>
        <w:t>1.013e0</w:t>
      </w:r>
    </w:p>
    <w:p w:rsidR="007B6A46" w:rsidRDefault="007B6A46" w:rsidP="007B6A46">
      <w:r>
        <w:t>616.8284</w:t>
      </w:r>
      <w:r>
        <w:tab/>
        <w:t>1.013e0</w:t>
      </w:r>
    </w:p>
    <w:p w:rsidR="007B6A46" w:rsidRDefault="007B6A46" w:rsidP="007B6A46">
      <w:r>
        <w:t>616.8508</w:t>
      </w:r>
      <w:r>
        <w:tab/>
        <w:t>1.013e0</w:t>
      </w:r>
    </w:p>
    <w:p w:rsidR="007B6A46" w:rsidRDefault="007B6A46" w:rsidP="007B6A46">
      <w:r>
        <w:t>616.9332</w:t>
      </w:r>
      <w:r>
        <w:tab/>
        <w:t>1.013e0</w:t>
      </w:r>
    </w:p>
    <w:p w:rsidR="007B6A46" w:rsidRDefault="007B6A46" w:rsidP="007B6A46">
      <w:r>
        <w:t>616.9362</w:t>
      </w:r>
      <w:r>
        <w:tab/>
        <w:t>1.013e0</w:t>
      </w:r>
    </w:p>
    <w:p w:rsidR="007B6A46" w:rsidRDefault="007B6A46" w:rsidP="007B6A46">
      <w:r>
        <w:t>617.0052</w:t>
      </w:r>
      <w:r>
        <w:tab/>
        <w:t>1.013e0</w:t>
      </w:r>
    </w:p>
    <w:p w:rsidR="007B6A46" w:rsidRDefault="007B6A46" w:rsidP="007B6A46">
      <w:r>
        <w:t>617.0302</w:t>
      </w:r>
      <w:r>
        <w:tab/>
        <w:t>1.013e0</w:t>
      </w:r>
    </w:p>
    <w:p w:rsidR="007B6A46" w:rsidRDefault="007B6A46" w:rsidP="007B6A46">
      <w:r>
        <w:t>617.0919</w:t>
      </w:r>
      <w:r>
        <w:tab/>
        <w:t>1.013e0</w:t>
      </w:r>
    </w:p>
    <w:p w:rsidR="007B6A46" w:rsidRDefault="007B6A46" w:rsidP="007B6A46">
      <w:r>
        <w:t>617.1638</w:t>
      </w:r>
      <w:r>
        <w:tab/>
        <w:t>1.013e0</w:t>
      </w:r>
    </w:p>
    <w:p w:rsidR="007B6A46" w:rsidRDefault="007B6A46" w:rsidP="007B6A46">
      <w:r>
        <w:t>617.1844</w:t>
      </w:r>
      <w:r>
        <w:tab/>
        <w:t>2.025e0</w:t>
      </w:r>
    </w:p>
    <w:p w:rsidR="007B6A46" w:rsidRDefault="007B6A46" w:rsidP="007B6A46">
      <w:r>
        <w:t>617.2349</w:t>
      </w:r>
      <w:r>
        <w:tab/>
        <w:t>1.013e0</w:t>
      </w:r>
    </w:p>
    <w:p w:rsidR="007B6A46" w:rsidRDefault="007B6A46" w:rsidP="007B6A46">
      <w:r>
        <w:lastRenderedPageBreak/>
        <w:t>617.2730</w:t>
      </w:r>
      <w:r>
        <w:tab/>
        <w:t>1.013e0</w:t>
      </w:r>
    </w:p>
    <w:p w:rsidR="007B6A46" w:rsidRDefault="007B6A46" w:rsidP="007B6A46">
      <w:r>
        <w:t>617.2990</w:t>
      </w:r>
      <w:r>
        <w:tab/>
        <w:t>3.038e0</w:t>
      </w:r>
    </w:p>
    <w:p w:rsidR="007B6A46" w:rsidRDefault="007B6A46" w:rsidP="007B6A46">
      <w:r>
        <w:t>617.3642</w:t>
      </w:r>
      <w:r>
        <w:tab/>
        <w:t>2.025e0</w:t>
      </w:r>
    </w:p>
    <w:p w:rsidR="007B6A46" w:rsidRDefault="007B6A46" w:rsidP="007B6A46">
      <w:r>
        <w:t>617.3708</w:t>
      </w:r>
      <w:r>
        <w:tab/>
        <w:t>3.038e0</w:t>
      </w:r>
    </w:p>
    <w:p w:rsidR="007B6A46" w:rsidRDefault="007B6A46" w:rsidP="007B6A46">
      <w:r>
        <w:t>617.3742</w:t>
      </w:r>
      <w:r>
        <w:tab/>
        <w:t>3.038e0</w:t>
      </w:r>
    </w:p>
    <w:p w:rsidR="007B6A46" w:rsidRDefault="007B6A46" w:rsidP="007B6A46">
      <w:r>
        <w:t>617.3793</w:t>
      </w:r>
      <w:r>
        <w:tab/>
        <w:t>2.025e0</w:t>
      </w:r>
    </w:p>
    <w:p w:rsidR="007B6A46" w:rsidRDefault="007B6A46" w:rsidP="007B6A46">
      <w:r>
        <w:t>617.4208</w:t>
      </w:r>
      <w:r>
        <w:tab/>
        <w:t>1.013e0</w:t>
      </w:r>
    </w:p>
    <w:p w:rsidR="007B6A46" w:rsidRDefault="007B6A46" w:rsidP="007B6A46">
      <w:r>
        <w:t>617.4429</w:t>
      </w:r>
      <w:r>
        <w:tab/>
        <w:t>2.025e0</w:t>
      </w:r>
    </w:p>
    <w:p w:rsidR="007B6A46" w:rsidRDefault="007B6A46" w:rsidP="007B6A46">
      <w:r>
        <w:t>617.4632</w:t>
      </w:r>
      <w:r>
        <w:tab/>
        <w:t>1.013e0</w:t>
      </w:r>
    </w:p>
    <w:p w:rsidR="007B6A46" w:rsidRDefault="007B6A46" w:rsidP="007B6A46">
      <w:r>
        <w:t>617.4746</w:t>
      </w:r>
      <w:r>
        <w:tab/>
        <w:t>1.013e0</w:t>
      </w:r>
    </w:p>
    <w:p w:rsidR="007B6A46" w:rsidRDefault="007B6A46" w:rsidP="007B6A46">
      <w:r>
        <w:t>617.5148</w:t>
      </w:r>
      <w:r>
        <w:tab/>
        <w:t>1.013e0</w:t>
      </w:r>
    </w:p>
    <w:p w:rsidR="007B6A46" w:rsidRDefault="007B6A46" w:rsidP="007B6A46">
      <w:r>
        <w:t>617.5380</w:t>
      </w:r>
      <w:r>
        <w:tab/>
        <w:t>1.013e0</w:t>
      </w:r>
    </w:p>
    <w:p w:rsidR="007B6A46" w:rsidRDefault="007B6A46" w:rsidP="007B6A46">
      <w:r>
        <w:t>617.7006</w:t>
      </w:r>
      <w:r>
        <w:tab/>
        <w:t>2.025e0</w:t>
      </w:r>
    </w:p>
    <w:p w:rsidR="007B6A46" w:rsidRDefault="007B6A46" w:rsidP="007B6A46">
      <w:r>
        <w:t>617.7916</w:t>
      </w:r>
      <w:r>
        <w:tab/>
        <w:t>2.025e0</w:t>
      </w:r>
    </w:p>
    <w:p w:rsidR="007B6A46" w:rsidRDefault="007B6A46" w:rsidP="007B6A46">
      <w:r>
        <w:t>617.7971</w:t>
      </w:r>
      <w:r>
        <w:tab/>
        <w:t>1.013e0</w:t>
      </w:r>
    </w:p>
    <w:p w:rsidR="007B6A46" w:rsidRDefault="007B6A46" w:rsidP="007B6A46">
      <w:r>
        <w:t>617.8011</w:t>
      </w:r>
      <w:r>
        <w:tab/>
        <w:t>1.013e0</w:t>
      </w:r>
    </w:p>
    <w:p w:rsidR="007B6A46" w:rsidRDefault="007B6A46" w:rsidP="007B6A46">
      <w:r>
        <w:t>617.8510</w:t>
      </w:r>
      <w:r>
        <w:tab/>
        <w:t>1.013e0</w:t>
      </w:r>
    </w:p>
    <w:p w:rsidR="007B6A46" w:rsidRDefault="007B6A46" w:rsidP="007B6A46">
      <w:r>
        <w:t>617.9174</w:t>
      </w:r>
      <w:r>
        <w:tab/>
        <w:t>1.013e0</w:t>
      </w:r>
    </w:p>
    <w:p w:rsidR="007B6A46" w:rsidRDefault="007B6A46" w:rsidP="007B6A46">
      <w:r>
        <w:t>617.9400</w:t>
      </w:r>
      <w:r>
        <w:tab/>
        <w:t>2.025e0</w:t>
      </w:r>
    </w:p>
    <w:p w:rsidR="007B6A46" w:rsidRDefault="007B6A46" w:rsidP="007B6A46">
      <w:r>
        <w:lastRenderedPageBreak/>
        <w:t>617.9597</w:t>
      </w:r>
      <w:r>
        <w:tab/>
        <w:t>1.013e0</w:t>
      </w:r>
    </w:p>
    <w:p w:rsidR="007B6A46" w:rsidRDefault="007B6A46" w:rsidP="007B6A46">
      <w:r>
        <w:t>617.9929</w:t>
      </w:r>
      <w:r>
        <w:tab/>
        <w:t>1.013e0</w:t>
      </w:r>
    </w:p>
    <w:p w:rsidR="007B6A46" w:rsidRDefault="007B6A46" w:rsidP="007B6A46">
      <w:r>
        <w:t>618.0135</w:t>
      </w:r>
      <w:r>
        <w:tab/>
        <w:t>1.013e0</w:t>
      </w:r>
    </w:p>
    <w:p w:rsidR="007B6A46" w:rsidRDefault="007B6A46" w:rsidP="007B6A46">
      <w:r>
        <w:t>618.0337</w:t>
      </w:r>
      <w:r>
        <w:tab/>
        <w:t>1.013e0</w:t>
      </w:r>
    </w:p>
    <w:p w:rsidR="007B6A46" w:rsidRDefault="007B6A46" w:rsidP="007B6A46">
      <w:r>
        <w:t>618.0654</w:t>
      </w:r>
      <w:r>
        <w:tab/>
        <w:t>1.013e0</w:t>
      </w:r>
    </w:p>
    <w:p w:rsidR="007B6A46" w:rsidRDefault="007B6A46" w:rsidP="007B6A46">
      <w:r>
        <w:t>618.1087</w:t>
      </w:r>
      <w:r>
        <w:tab/>
        <w:t>1.013e0</w:t>
      </w:r>
    </w:p>
    <w:p w:rsidR="007B6A46" w:rsidRDefault="007B6A46" w:rsidP="007B6A46">
      <w:r>
        <w:t>618.1152</w:t>
      </w:r>
      <w:r>
        <w:tab/>
        <w:t>2.025e0</w:t>
      </w:r>
    </w:p>
    <w:p w:rsidR="007B6A46" w:rsidRDefault="007B6A46" w:rsidP="007B6A46">
      <w:r>
        <w:t>618.2031</w:t>
      </w:r>
      <w:r>
        <w:tab/>
        <w:t>1.013e0</w:t>
      </w:r>
    </w:p>
    <w:p w:rsidR="007B6A46" w:rsidRDefault="007B6A46" w:rsidP="007B6A46">
      <w:r>
        <w:t>618.2134</w:t>
      </w:r>
      <w:r>
        <w:tab/>
        <w:t>1.013e0</w:t>
      </w:r>
    </w:p>
    <w:p w:rsidR="007B6A46" w:rsidRDefault="007B6A46" w:rsidP="007B6A46">
      <w:r>
        <w:t>618.3096</w:t>
      </w:r>
      <w:r>
        <w:tab/>
        <w:t>2.025e0</w:t>
      </w:r>
    </w:p>
    <w:p w:rsidR="007B6A46" w:rsidRDefault="007B6A46" w:rsidP="007B6A46">
      <w:r>
        <w:t>618.3265</w:t>
      </w:r>
      <w:r>
        <w:tab/>
        <w:t>2.025e0</w:t>
      </w:r>
    </w:p>
    <w:p w:rsidR="007B6A46" w:rsidRDefault="007B6A46" w:rsidP="007B6A46">
      <w:r>
        <w:t>618.3350</w:t>
      </w:r>
      <w:r>
        <w:tab/>
        <w:t>2.025e0</w:t>
      </w:r>
    </w:p>
    <w:p w:rsidR="007B6A46" w:rsidRDefault="007B6A46" w:rsidP="007B6A46">
      <w:r>
        <w:t>618.3510</w:t>
      </w:r>
      <w:r>
        <w:tab/>
        <w:t>5.063e0</w:t>
      </w:r>
    </w:p>
    <w:p w:rsidR="007B6A46" w:rsidRDefault="007B6A46" w:rsidP="007B6A46">
      <w:r>
        <w:t>618.3675</w:t>
      </w:r>
      <w:r>
        <w:tab/>
        <w:t>3.038e0</w:t>
      </w:r>
    </w:p>
    <w:p w:rsidR="007B6A46" w:rsidRDefault="007B6A46" w:rsidP="007B6A46">
      <w:r>
        <w:t>618.4458</w:t>
      </w:r>
      <w:r>
        <w:tab/>
        <w:t>4.051e0</w:t>
      </w:r>
    </w:p>
    <w:p w:rsidR="007B6A46" w:rsidRDefault="007B6A46" w:rsidP="007B6A46">
      <w:r>
        <w:t>618.4471</w:t>
      </w:r>
      <w:r>
        <w:tab/>
        <w:t>1.013e0</w:t>
      </w:r>
    </w:p>
    <w:p w:rsidR="007B6A46" w:rsidRDefault="007B6A46" w:rsidP="007B6A46">
      <w:r>
        <w:t>618.5192</w:t>
      </w:r>
      <w:r>
        <w:tab/>
        <w:t>1.013e0</w:t>
      </w:r>
    </w:p>
    <w:p w:rsidR="007B6A46" w:rsidRDefault="007B6A46" w:rsidP="007B6A46">
      <w:r>
        <w:t>618.5423</w:t>
      </w:r>
      <w:r>
        <w:tab/>
        <w:t>1.013e0</w:t>
      </w:r>
    </w:p>
    <w:p w:rsidR="007B6A46" w:rsidRDefault="007B6A46" w:rsidP="007B6A46">
      <w:r>
        <w:t>618.6058</w:t>
      </w:r>
      <w:r>
        <w:tab/>
        <w:t>1.013e0</w:t>
      </w:r>
    </w:p>
    <w:p w:rsidR="007B6A46" w:rsidRDefault="007B6A46" w:rsidP="007B6A46">
      <w:r>
        <w:lastRenderedPageBreak/>
        <w:t>618.6375</w:t>
      </w:r>
      <w:r>
        <w:tab/>
        <w:t>1.013e0</w:t>
      </w:r>
    </w:p>
    <w:p w:rsidR="007B6A46" w:rsidRDefault="007B6A46" w:rsidP="007B6A46">
      <w:r>
        <w:t>618.7222</w:t>
      </w:r>
      <w:r>
        <w:tab/>
        <w:t>1.013e0</w:t>
      </w:r>
    </w:p>
    <w:p w:rsidR="007B6A46" w:rsidRDefault="007B6A46" w:rsidP="007B6A46">
      <w:r>
        <w:t>618.8543</w:t>
      </w:r>
      <w:r>
        <w:tab/>
        <w:t>1.013e0</w:t>
      </w:r>
    </w:p>
    <w:p w:rsidR="007B6A46" w:rsidRDefault="007B6A46" w:rsidP="007B6A46">
      <w:r>
        <w:t>618.9072</w:t>
      </w:r>
      <w:r>
        <w:tab/>
        <w:t>1.013e0</w:t>
      </w:r>
    </w:p>
    <w:p w:rsidR="007B6A46" w:rsidRDefault="007B6A46" w:rsidP="007B6A46">
      <w:r>
        <w:t>618.9265</w:t>
      </w:r>
      <w:r>
        <w:tab/>
        <w:t>1.013e0</w:t>
      </w:r>
    </w:p>
    <w:p w:rsidR="007B6A46" w:rsidRDefault="007B6A46" w:rsidP="007B6A46">
      <w:r>
        <w:t>619.0715</w:t>
      </w:r>
      <w:r>
        <w:tab/>
        <w:t>1.013e0</w:t>
      </w:r>
    </w:p>
    <w:p w:rsidR="007B6A46" w:rsidRDefault="007B6A46" w:rsidP="007B6A46">
      <w:r>
        <w:t>619.1379</w:t>
      </w:r>
      <w:r>
        <w:tab/>
        <w:t>1.013e0</w:t>
      </w:r>
    </w:p>
    <w:p w:rsidR="007B6A46" w:rsidRDefault="007B6A46" w:rsidP="007B6A46">
      <w:r>
        <w:t>619.1532</w:t>
      </w:r>
      <w:r>
        <w:tab/>
        <w:t>2.025e0</w:t>
      </w:r>
    </w:p>
    <w:p w:rsidR="007B6A46" w:rsidRDefault="007B6A46" w:rsidP="007B6A46">
      <w:r>
        <w:t>619.2436</w:t>
      </w:r>
      <w:r>
        <w:tab/>
        <w:t>2.025e0</w:t>
      </w:r>
    </w:p>
    <w:p w:rsidR="007B6A46" w:rsidRDefault="007B6A46" w:rsidP="007B6A46">
      <w:r>
        <w:t>619.2939</w:t>
      </w:r>
      <w:r>
        <w:tab/>
        <w:t>1.013e0</w:t>
      </w:r>
    </w:p>
    <w:p w:rsidR="007B6A46" w:rsidRDefault="007B6A46" w:rsidP="007B6A46">
      <w:r>
        <w:t>619.3301</w:t>
      </w:r>
      <w:r>
        <w:tab/>
        <w:t>2.025e0</w:t>
      </w:r>
    </w:p>
    <w:p w:rsidR="007B6A46" w:rsidRDefault="007B6A46" w:rsidP="007B6A46">
      <w:r>
        <w:t>619.3362</w:t>
      </w:r>
      <w:r>
        <w:tab/>
        <w:t>1.013e0</w:t>
      </w:r>
    </w:p>
    <w:p w:rsidR="007B6A46" w:rsidRDefault="007B6A46" w:rsidP="007B6A46">
      <w:r>
        <w:t>619.3458</w:t>
      </w:r>
      <w:r>
        <w:tab/>
        <w:t>1.013e0</w:t>
      </w:r>
    </w:p>
    <w:p w:rsidR="007B6A46" w:rsidRDefault="007B6A46" w:rsidP="007B6A46">
      <w:r>
        <w:t>619.3491</w:t>
      </w:r>
      <w:r>
        <w:tab/>
        <w:t>2.025e0</w:t>
      </w:r>
    </w:p>
    <w:p w:rsidR="007B6A46" w:rsidRDefault="007B6A46" w:rsidP="007B6A46">
      <w:r>
        <w:t>619.3839</w:t>
      </w:r>
      <w:r>
        <w:tab/>
        <w:t>2.025e0</w:t>
      </w:r>
    </w:p>
    <w:p w:rsidR="007B6A46" w:rsidRDefault="007B6A46" w:rsidP="007B6A46">
      <w:r>
        <w:t>619.3882</w:t>
      </w:r>
      <w:r>
        <w:tab/>
        <w:t>1.013e0</w:t>
      </w:r>
    </w:p>
    <w:p w:rsidR="007B6A46" w:rsidRDefault="007B6A46" w:rsidP="007B6A46">
      <w:r>
        <w:t>619.4104</w:t>
      </w:r>
      <w:r>
        <w:tab/>
        <w:t>1.013e0</w:t>
      </w:r>
    </w:p>
    <w:p w:rsidR="007B6A46" w:rsidRDefault="007B6A46" w:rsidP="007B6A46">
      <w:r>
        <w:t>619.4534</w:t>
      </w:r>
      <w:r>
        <w:tab/>
        <w:t>3.038e0</w:t>
      </w:r>
    </w:p>
    <w:p w:rsidR="007B6A46" w:rsidRDefault="007B6A46" w:rsidP="007B6A46">
      <w:r>
        <w:t>619.5259</w:t>
      </w:r>
      <w:r>
        <w:tab/>
        <w:t>1.013e0</w:t>
      </w:r>
    </w:p>
    <w:p w:rsidR="007B6A46" w:rsidRDefault="007B6A46" w:rsidP="007B6A46">
      <w:r>
        <w:lastRenderedPageBreak/>
        <w:t>619.5771</w:t>
      </w:r>
      <w:r>
        <w:tab/>
        <w:t>2.025e0</w:t>
      </w:r>
    </w:p>
    <w:p w:rsidR="007B6A46" w:rsidRDefault="007B6A46" w:rsidP="007B6A46">
      <w:r>
        <w:t>619.7540</w:t>
      </w:r>
      <w:r>
        <w:tab/>
        <w:t>1.013e0</w:t>
      </w:r>
    </w:p>
    <w:p w:rsidR="007B6A46" w:rsidRDefault="007B6A46" w:rsidP="007B6A46">
      <w:r>
        <w:t>619.8121</w:t>
      </w:r>
      <w:r>
        <w:tab/>
        <w:t>1.013e0</w:t>
      </w:r>
    </w:p>
    <w:p w:rsidR="007B6A46" w:rsidRDefault="007B6A46" w:rsidP="007B6A46">
      <w:r>
        <w:t>619.8193</w:t>
      </w:r>
      <w:r>
        <w:tab/>
        <w:t>2.025e0</w:t>
      </w:r>
    </w:p>
    <w:p w:rsidR="007B6A46" w:rsidRDefault="007B6A46" w:rsidP="007B6A46">
      <w:r>
        <w:t>619.8754</w:t>
      </w:r>
      <w:r>
        <w:tab/>
        <w:t>1.013e0</w:t>
      </w:r>
    </w:p>
    <w:p w:rsidR="007B6A46" w:rsidRDefault="007B6A46" w:rsidP="007B6A46">
      <w:r>
        <w:t>619.9822</w:t>
      </w:r>
      <w:r>
        <w:tab/>
        <w:t>1.013e0</w:t>
      </w:r>
    </w:p>
    <w:p w:rsidR="007B6A46" w:rsidRDefault="007B6A46" w:rsidP="007B6A46">
      <w:r>
        <w:t>619.9923</w:t>
      </w:r>
      <w:r>
        <w:tab/>
        <w:t>1.013e0</w:t>
      </w:r>
    </w:p>
    <w:p w:rsidR="007B6A46" w:rsidRDefault="007B6A46" w:rsidP="007B6A46">
      <w:r>
        <w:t>619.9956</w:t>
      </w:r>
      <w:r>
        <w:tab/>
        <w:t>2.025e0</w:t>
      </w:r>
    </w:p>
    <w:p w:rsidR="007B6A46" w:rsidRDefault="007B6A46" w:rsidP="007B6A46">
      <w:r>
        <w:t>620.1240</w:t>
      </w:r>
      <w:r>
        <w:tab/>
        <w:t>1.013e0</w:t>
      </w:r>
    </w:p>
    <w:p w:rsidR="007B6A46" w:rsidRDefault="007B6A46" w:rsidP="007B6A46">
      <w:r>
        <w:t>620.2044</w:t>
      </w:r>
      <w:r>
        <w:tab/>
        <w:t>1.013e0</w:t>
      </w:r>
    </w:p>
    <w:p w:rsidR="007B6A46" w:rsidRDefault="007B6A46" w:rsidP="007B6A46">
      <w:r>
        <w:t>620.2090</w:t>
      </w:r>
      <w:r>
        <w:tab/>
        <w:t>3.038e0</w:t>
      </w:r>
    </w:p>
    <w:p w:rsidR="007B6A46" w:rsidRDefault="007B6A46" w:rsidP="007B6A46">
      <w:r>
        <w:t>620.2478</w:t>
      </w:r>
      <w:r>
        <w:tab/>
        <w:t>1.013e0</w:t>
      </w:r>
    </w:p>
    <w:p w:rsidR="007B6A46" w:rsidRDefault="007B6A46" w:rsidP="007B6A46">
      <w:r>
        <w:t>620.2806</w:t>
      </w:r>
      <w:r>
        <w:tab/>
        <w:t>2.508e0</w:t>
      </w:r>
    </w:p>
    <w:p w:rsidR="007B6A46" w:rsidRDefault="007B6A46" w:rsidP="007B6A46">
      <w:r>
        <w:t>620.2825</w:t>
      </w:r>
      <w:r>
        <w:tab/>
        <w:t>1.013e0</w:t>
      </w:r>
    </w:p>
    <w:p w:rsidR="007B6A46" w:rsidRDefault="007B6A46" w:rsidP="007B6A46">
      <w:r>
        <w:t>620.3354</w:t>
      </w:r>
      <w:r>
        <w:tab/>
        <w:t>2.025e0</w:t>
      </w:r>
    </w:p>
    <w:p w:rsidR="007B6A46" w:rsidRDefault="007B6A46" w:rsidP="007B6A46">
      <w:r>
        <w:t>620.3661</w:t>
      </w:r>
      <w:r>
        <w:tab/>
        <w:t>2.025e0</w:t>
      </w:r>
    </w:p>
    <w:p w:rsidR="007B6A46" w:rsidRDefault="007B6A46" w:rsidP="007B6A46">
      <w:r>
        <w:t>620.3699</w:t>
      </w:r>
      <w:r>
        <w:tab/>
        <w:t>1.013e0</w:t>
      </w:r>
    </w:p>
    <w:p w:rsidR="007B6A46" w:rsidRDefault="007B6A46" w:rsidP="007B6A46">
      <w:r>
        <w:t>620.3873</w:t>
      </w:r>
      <w:r>
        <w:tab/>
        <w:t>2.025e0</w:t>
      </w:r>
    </w:p>
    <w:p w:rsidR="007B6A46" w:rsidRDefault="007B6A46" w:rsidP="007B6A46">
      <w:r>
        <w:t>620.3953</w:t>
      </w:r>
      <w:r>
        <w:tab/>
        <w:t>1.013e0</w:t>
      </w:r>
    </w:p>
    <w:p w:rsidR="007B6A46" w:rsidRDefault="007B6A46" w:rsidP="007B6A46">
      <w:r>
        <w:lastRenderedPageBreak/>
        <w:t>620.5286</w:t>
      </w:r>
      <w:r>
        <w:tab/>
        <w:t>1.013e0</w:t>
      </w:r>
    </w:p>
    <w:p w:rsidR="007B6A46" w:rsidRDefault="007B6A46" w:rsidP="007B6A46">
      <w:r>
        <w:t>620.5621</w:t>
      </w:r>
      <w:r>
        <w:tab/>
        <w:t>1.013e0</w:t>
      </w:r>
    </w:p>
    <w:p w:rsidR="007B6A46" w:rsidRDefault="007B6A46" w:rsidP="007B6A46">
      <w:r>
        <w:t>620.6150</w:t>
      </w:r>
      <w:r>
        <w:tab/>
        <w:t>1.013e0</w:t>
      </w:r>
    </w:p>
    <w:p w:rsidR="007B6A46" w:rsidRDefault="007B6A46" w:rsidP="007B6A46">
      <w:r>
        <w:t>620.6996</w:t>
      </w:r>
      <w:r>
        <w:tab/>
        <w:t>2.025e0</w:t>
      </w:r>
    </w:p>
    <w:p w:rsidR="007B6A46" w:rsidRDefault="007B6A46" w:rsidP="007B6A46">
      <w:r>
        <w:t>620.7044</w:t>
      </w:r>
      <w:r>
        <w:tab/>
        <w:t>2.025e0</w:t>
      </w:r>
    </w:p>
    <w:p w:rsidR="007B6A46" w:rsidRDefault="007B6A46" w:rsidP="007B6A46">
      <w:r>
        <w:t>620.7359</w:t>
      </w:r>
      <w:r>
        <w:tab/>
        <w:t>1.013e0</w:t>
      </w:r>
    </w:p>
    <w:p w:rsidR="007B6A46" w:rsidRDefault="007B6A46" w:rsidP="007B6A46">
      <w:r>
        <w:t>620.7996</w:t>
      </w:r>
      <w:r>
        <w:tab/>
        <w:t>1.013e0</w:t>
      </w:r>
    </w:p>
    <w:p w:rsidR="007B6A46" w:rsidRDefault="007B6A46" w:rsidP="007B6A46">
      <w:r>
        <w:t>620.8198</w:t>
      </w:r>
      <w:r>
        <w:tab/>
        <w:t>1.013e0</w:t>
      </w:r>
    </w:p>
    <w:p w:rsidR="007B6A46" w:rsidRDefault="007B6A46" w:rsidP="007B6A46">
      <w:r>
        <w:t>620.8942</w:t>
      </w:r>
      <w:r>
        <w:tab/>
        <w:t>1.013e0</w:t>
      </w:r>
    </w:p>
    <w:p w:rsidR="007B6A46" w:rsidRDefault="007B6A46" w:rsidP="007B6A46">
      <w:r>
        <w:t>620.9514</w:t>
      </w:r>
      <w:r>
        <w:tab/>
        <w:t>1.013e0</w:t>
      </w:r>
    </w:p>
    <w:p w:rsidR="007B6A46" w:rsidRDefault="007B6A46" w:rsidP="007B6A46">
      <w:r>
        <w:t>621.0331</w:t>
      </w:r>
      <w:r>
        <w:tab/>
        <w:t>2.025e0</w:t>
      </w:r>
    </w:p>
    <w:p w:rsidR="007B6A46" w:rsidRDefault="007B6A46" w:rsidP="007B6A46">
      <w:r>
        <w:t>621.0917</w:t>
      </w:r>
      <w:r>
        <w:tab/>
        <w:t>1.013e0</w:t>
      </w:r>
    </w:p>
    <w:p w:rsidR="007B6A46" w:rsidRDefault="007B6A46" w:rsidP="007B6A46">
      <w:r>
        <w:t>621.1445</w:t>
      </w:r>
      <w:r>
        <w:tab/>
        <w:t>1.013e0</w:t>
      </w:r>
    </w:p>
    <w:p w:rsidR="007B6A46" w:rsidRDefault="007B6A46" w:rsidP="007B6A46">
      <w:r>
        <w:t>621.2031</w:t>
      </w:r>
      <w:r>
        <w:tab/>
        <w:t>1.013e0</w:t>
      </w:r>
    </w:p>
    <w:p w:rsidR="007B6A46" w:rsidRDefault="007B6A46" w:rsidP="007B6A46">
      <w:r>
        <w:t>621.3152</w:t>
      </w:r>
      <w:r>
        <w:tab/>
        <w:t>3.038e0</w:t>
      </w:r>
    </w:p>
    <w:p w:rsidR="007B6A46" w:rsidRDefault="007B6A46" w:rsidP="007B6A46">
      <w:r>
        <w:t>621.3211</w:t>
      </w:r>
      <w:r>
        <w:tab/>
        <w:t>1.013e0</w:t>
      </w:r>
    </w:p>
    <w:p w:rsidR="007B6A46" w:rsidRDefault="007B6A46" w:rsidP="007B6A46">
      <w:r>
        <w:t>621.3602</w:t>
      </w:r>
      <w:r>
        <w:tab/>
        <w:t>2.025e0</w:t>
      </w:r>
    </w:p>
    <w:p w:rsidR="007B6A46" w:rsidRDefault="007B6A46" w:rsidP="007B6A46">
      <w:r>
        <w:t>621.4677</w:t>
      </w:r>
      <w:r>
        <w:tab/>
        <w:t>1.013e0</w:t>
      </w:r>
    </w:p>
    <w:p w:rsidR="007B6A46" w:rsidRDefault="007B6A46" w:rsidP="007B6A46">
      <w:r>
        <w:t>621.4900</w:t>
      </w:r>
      <w:r>
        <w:tab/>
        <w:t>1.013e0</w:t>
      </w:r>
    </w:p>
    <w:p w:rsidR="007B6A46" w:rsidRDefault="007B6A46" w:rsidP="007B6A46">
      <w:r>
        <w:lastRenderedPageBreak/>
        <w:t>621.5209</w:t>
      </w:r>
      <w:r>
        <w:tab/>
        <w:t>1.013e0</w:t>
      </w:r>
    </w:p>
    <w:p w:rsidR="007B6A46" w:rsidRDefault="007B6A46" w:rsidP="007B6A46">
      <w:r>
        <w:t>621.5491</w:t>
      </w:r>
      <w:r>
        <w:tab/>
        <w:t>1.013e0</w:t>
      </w:r>
    </w:p>
    <w:p w:rsidR="007B6A46" w:rsidRDefault="007B6A46" w:rsidP="007B6A46">
      <w:r>
        <w:t>621.5847</w:t>
      </w:r>
      <w:r>
        <w:tab/>
        <w:t>1.013e0</w:t>
      </w:r>
    </w:p>
    <w:p w:rsidR="007B6A46" w:rsidRDefault="007B6A46" w:rsidP="007B6A46">
      <w:r>
        <w:t>621.7557</w:t>
      </w:r>
      <w:r>
        <w:tab/>
        <w:t>1.013e0</w:t>
      </w:r>
    </w:p>
    <w:p w:rsidR="007B6A46" w:rsidRDefault="007B6A46" w:rsidP="007B6A46">
      <w:r>
        <w:t>621.7759</w:t>
      </w:r>
      <w:r>
        <w:tab/>
        <w:t>1.013e0</w:t>
      </w:r>
    </w:p>
    <w:p w:rsidR="007B6A46" w:rsidRDefault="007B6A46" w:rsidP="007B6A46">
      <w:r>
        <w:t>621.7972</w:t>
      </w:r>
      <w:r>
        <w:tab/>
        <w:t>1.013e0</w:t>
      </w:r>
    </w:p>
    <w:p w:rsidR="007B6A46" w:rsidRDefault="007B6A46" w:rsidP="007B6A46">
      <w:r>
        <w:t>621.8408</w:t>
      </w:r>
      <w:r>
        <w:tab/>
        <w:t>1.013e0</w:t>
      </w:r>
    </w:p>
    <w:p w:rsidR="007B6A46" w:rsidRDefault="007B6A46" w:rsidP="007B6A46">
      <w:r>
        <w:t>621.8929</w:t>
      </w:r>
      <w:r>
        <w:tab/>
        <w:t>1.013e0</w:t>
      </w:r>
    </w:p>
    <w:p w:rsidR="007B6A46" w:rsidRDefault="007B6A46" w:rsidP="007B6A46">
      <w:r>
        <w:t>622.1305</w:t>
      </w:r>
      <w:r>
        <w:tab/>
        <w:t>1.013e0</w:t>
      </w:r>
    </w:p>
    <w:p w:rsidR="007B6A46" w:rsidRDefault="007B6A46" w:rsidP="007B6A46">
      <w:r>
        <w:t>622.1833</w:t>
      </w:r>
      <w:r>
        <w:tab/>
        <w:t>1.013e0</w:t>
      </w:r>
    </w:p>
    <w:p w:rsidR="007B6A46" w:rsidRDefault="007B6A46" w:rsidP="007B6A46">
      <w:r>
        <w:t>622.1998</w:t>
      </w:r>
      <w:r>
        <w:tab/>
        <w:t>1.013e0</w:t>
      </w:r>
    </w:p>
    <w:p w:rsidR="007B6A46" w:rsidRDefault="007B6A46" w:rsidP="007B6A46">
      <w:r>
        <w:t>622.3503</w:t>
      </w:r>
      <w:r>
        <w:tab/>
        <w:t>1.013e0</w:t>
      </w:r>
    </w:p>
    <w:p w:rsidR="007B6A46" w:rsidRDefault="007B6A46" w:rsidP="007B6A46">
      <w:r>
        <w:t>622.3599</w:t>
      </w:r>
      <w:r>
        <w:tab/>
        <w:t>3.038e0</w:t>
      </w:r>
    </w:p>
    <w:p w:rsidR="007B6A46" w:rsidRDefault="007B6A46" w:rsidP="007B6A46">
      <w:r>
        <w:t>622.3672</w:t>
      </w:r>
      <w:r>
        <w:tab/>
        <w:t>2.025e0</w:t>
      </w:r>
    </w:p>
    <w:p w:rsidR="007B6A46" w:rsidRDefault="007B6A46" w:rsidP="007B6A46">
      <w:r>
        <w:t>622.3892</w:t>
      </w:r>
      <w:r>
        <w:tab/>
        <w:t>2.025e0</w:t>
      </w:r>
    </w:p>
    <w:p w:rsidR="007B6A46" w:rsidRDefault="007B6A46" w:rsidP="007B6A46">
      <w:r>
        <w:t>622.4550</w:t>
      </w:r>
      <w:r>
        <w:tab/>
        <w:t>5.063e0</w:t>
      </w:r>
    </w:p>
    <w:p w:rsidR="007B6A46" w:rsidRDefault="007B6A46" w:rsidP="007B6A46">
      <w:r>
        <w:t>622.4681</w:t>
      </w:r>
      <w:r>
        <w:tab/>
        <w:t>2.025e0</w:t>
      </w:r>
    </w:p>
    <w:p w:rsidR="007B6A46" w:rsidRDefault="007B6A46" w:rsidP="007B6A46">
      <w:r>
        <w:t>622.4790</w:t>
      </w:r>
      <w:r>
        <w:tab/>
        <w:t>1.013e0</w:t>
      </w:r>
    </w:p>
    <w:p w:rsidR="007B6A46" w:rsidRDefault="007B6A46" w:rsidP="007B6A46">
      <w:r>
        <w:t>622.5313</w:t>
      </w:r>
      <w:r>
        <w:tab/>
        <w:t>1.013e0</w:t>
      </w:r>
    </w:p>
    <w:p w:rsidR="007B6A46" w:rsidRDefault="007B6A46" w:rsidP="007B6A46">
      <w:r>
        <w:lastRenderedPageBreak/>
        <w:t>622.6057</w:t>
      </w:r>
      <w:r>
        <w:tab/>
        <w:t>2.025e0</w:t>
      </w:r>
    </w:p>
    <w:p w:rsidR="007B6A46" w:rsidRDefault="007B6A46" w:rsidP="007B6A46">
      <w:r>
        <w:t>622.6280</w:t>
      </w:r>
      <w:r>
        <w:tab/>
        <w:t>1.013e0</w:t>
      </w:r>
    </w:p>
    <w:p w:rsidR="007B6A46" w:rsidRDefault="007B6A46" w:rsidP="007B6A46">
      <w:r>
        <w:t>622.6589</w:t>
      </w:r>
      <w:r>
        <w:tab/>
        <w:t>2.025e0</w:t>
      </w:r>
    </w:p>
    <w:p w:rsidR="007B6A46" w:rsidRDefault="007B6A46" w:rsidP="007B6A46">
      <w:r>
        <w:t>622.6706</w:t>
      </w:r>
      <w:r>
        <w:tab/>
        <w:t>1.013e0</w:t>
      </w:r>
    </w:p>
    <w:p w:rsidR="007B6A46" w:rsidRDefault="007B6A46" w:rsidP="007B6A46">
      <w:r>
        <w:t>622.7666</w:t>
      </w:r>
      <w:r>
        <w:tab/>
        <w:t>4.051e0</w:t>
      </w:r>
    </w:p>
    <w:p w:rsidR="007B6A46" w:rsidRDefault="007B6A46" w:rsidP="007B6A46">
      <w:r>
        <w:t>622.7867</w:t>
      </w:r>
      <w:r>
        <w:tab/>
        <w:t>1.013e0</w:t>
      </w:r>
    </w:p>
    <w:p w:rsidR="007B6A46" w:rsidRDefault="007B6A46" w:rsidP="007B6A46">
      <w:r>
        <w:t>622.8507</w:t>
      </w:r>
      <w:r>
        <w:tab/>
        <w:t>2.025e0</w:t>
      </w:r>
    </w:p>
    <w:p w:rsidR="007B6A46" w:rsidRDefault="007B6A46" w:rsidP="007B6A46">
      <w:r>
        <w:t>622.8942</w:t>
      </w:r>
      <w:r>
        <w:tab/>
        <w:t>1.013e0</w:t>
      </w:r>
    </w:p>
    <w:p w:rsidR="007B6A46" w:rsidRDefault="007B6A46" w:rsidP="007B6A46">
      <w:r>
        <w:t>622.9204</w:t>
      </w:r>
      <w:r>
        <w:tab/>
        <w:t>1.013e0</w:t>
      </w:r>
    </w:p>
    <w:p w:rsidR="007B6A46" w:rsidRDefault="007B6A46" w:rsidP="007B6A46">
      <w:r>
        <w:t>622.9396</w:t>
      </w:r>
      <w:r>
        <w:tab/>
        <w:t>1.013e0</w:t>
      </w:r>
    </w:p>
    <w:p w:rsidR="007B6A46" w:rsidRDefault="007B6A46" w:rsidP="007B6A46">
      <w:r>
        <w:t>622.9847</w:t>
      </w:r>
      <w:r>
        <w:tab/>
        <w:t>2.025e0</w:t>
      </w:r>
    </w:p>
    <w:p w:rsidR="007B6A46" w:rsidRDefault="007B6A46" w:rsidP="007B6A46">
      <w:r>
        <w:t>622.9915</w:t>
      </w:r>
      <w:r>
        <w:tab/>
        <w:t>1.013e0</w:t>
      </w:r>
    </w:p>
    <w:p w:rsidR="007B6A46" w:rsidRDefault="007B6A46" w:rsidP="007B6A46">
      <w:r>
        <w:t>623.0322</w:t>
      </w:r>
      <w:r>
        <w:tab/>
        <w:t>2.025e0</w:t>
      </w:r>
    </w:p>
    <w:p w:rsidR="007B6A46" w:rsidRDefault="007B6A46" w:rsidP="007B6A46">
      <w:r>
        <w:t>623.0433</w:t>
      </w:r>
      <w:r>
        <w:tab/>
        <w:t>1.013e0</w:t>
      </w:r>
    </w:p>
    <w:p w:rsidR="007B6A46" w:rsidRDefault="007B6A46" w:rsidP="007B6A46">
      <w:r>
        <w:t>623.1285</w:t>
      </w:r>
      <w:r>
        <w:tab/>
        <w:t>1.013e0</w:t>
      </w:r>
    </w:p>
    <w:p w:rsidR="007B6A46" w:rsidRDefault="007B6A46" w:rsidP="007B6A46">
      <w:r>
        <w:t>623.1674</w:t>
      </w:r>
      <w:r>
        <w:tab/>
        <w:t>1.013e0</w:t>
      </w:r>
    </w:p>
    <w:p w:rsidR="007B6A46" w:rsidRDefault="007B6A46" w:rsidP="007B6A46">
      <w:r>
        <w:t>623.2202</w:t>
      </w:r>
      <w:r>
        <w:tab/>
        <w:t>1.013e0</w:t>
      </w:r>
    </w:p>
    <w:p w:rsidR="007B6A46" w:rsidRDefault="007B6A46" w:rsidP="007B6A46">
      <w:r>
        <w:t>623.2294</w:t>
      </w:r>
      <w:r>
        <w:tab/>
        <w:t>2.025e0</w:t>
      </w:r>
    </w:p>
    <w:p w:rsidR="007B6A46" w:rsidRDefault="007B6A46" w:rsidP="007B6A46">
      <w:r>
        <w:t>623.2628</w:t>
      </w:r>
      <w:r>
        <w:tab/>
        <w:t>2.025e0</w:t>
      </w:r>
    </w:p>
    <w:p w:rsidR="007B6A46" w:rsidRDefault="007B6A46" w:rsidP="007B6A46">
      <w:r>
        <w:lastRenderedPageBreak/>
        <w:t>623.3837</w:t>
      </w:r>
      <w:r>
        <w:tab/>
        <w:t>2.025e0</w:t>
      </w:r>
    </w:p>
    <w:p w:rsidR="007B6A46" w:rsidRDefault="007B6A46" w:rsidP="007B6A46">
      <w:r>
        <w:t>623.4274</w:t>
      </w:r>
      <w:r>
        <w:tab/>
        <w:t>2.025e0</w:t>
      </w:r>
    </w:p>
    <w:p w:rsidR="007B6A46" w:rsidRDefault="007B6A46" w:rsidP="007B6A46">
      <w:r>
        <w:t>623.5441</w:t>
      </w:r>
      <w:r>
        <w:tab/>
        <w:t>1.013e0</w:t>
      </w:r>
    </w:p>
    <w:p w:rsidR="007B6A46" w:rsidRDefault="007B6A46" w:rsidP="007B6A46">
      <w:r>
        <w:t>623.6068</w:t>
      </w:r>
      <w:r>
        <w:tab/>
        <w:t>1.013e0</w:t>
      </w:r>
    </w:p>
    <w:p w:rsidR="007B6A46" w:rsidRDefault="007B6A46" w:rsidP="007B6A46">
      <w:r>
        <w:t>623.6767</w:t>
      </w:r>
      <w:r>
        <w:tab/>
        <w:t>1.013e0</w:t>
      </w:r>
    </w:p>
    <w:p w:rsidR="007B6A46" w:rsidRDefault="007B6A46" w:rsidP="007B6A46">
      <w:r>
        <w:t>623.8310</w:t>
      </w:r>
      <w:r>
        <w:tab/>
        <w:t>1.013e0</w:t>
      </w:r>
    </w:p>
    <w:p w:rsidR="007B6A46" w:rsidRDefault="007B6A46" w:rsidP="007B6A46">
      <w:r>
        <w:t>623.8373</w:t>
      </w:r>
      <w:r>
        <w:tab/>
        <w:t>2.025e0</w:t>
      </w:r>
    </w:p>
    <w:p w:rsidR="007B6A46" w:rsidRDefault="007B6A46" w:rsidP="007B6A46">
      <w:r>
        <w:t>623.8737</w:t>
      </w:r>
      <w:r>
        <w:tab/>
        <w:t>1.013e0</w:t>
      </w:r>
    </w:p>
    <w:p w:rsidR="007B6A46" w:rsidRDefault="007B6A46" w:rsidP="007B6A46">
      <w:r>
        <w:t>623.9410</w:t>
      </w:r>
      <w:r>
        <w:tab/>
        <w:t>1.013e0</w:t>
      </w:r>
    </w:p>
    <w:p w:rsidR="007B6A46" w:rsidRDefault="007B6A46" w:rsidP="007B6A46">
      <w:r>
        <w:t>624.0416</w:t>
      </w:r>
      <w:r>
        <w:tab/>
        <w:t>3.038e0</w:t>
      </w:r>
    </w:p>
    <w:p w:rsidR="007B6A46" w:rsidRDefault="007B6A46" w:rsidP="007B6A46">
      <w:r>
        <w:t>624.0466</w:t>
      </w:r>
      <w:r>
        <w:tab/>
        <w:t>2.025e0</w:t>
      </w:r>
    </w:p>
    <w:p w:rsidR="007B6A46" w:rsidRDefault="007B6A46" w:rsidP="007B6A46">
      <w:r>
        <w:t>624.0740</w:t>
      </w:r>
      <w:r>
        <w:tab/>
        <w:t>2.025e0</w:t>
      </w:r>
    </w:p>
    <w:p w:rsidR="007B6A46" w:rsidRDefault="007B6A46" w:rsidP="007B6A46">
      <w:r>
        <w:t>624.2564</w:t>
      </w:r>
      <w:r>
        <w:tab/>
        <w:t>1.013e0</w:t>
      </w:r>
    </w:p>
    <w:p w:rsidR="007B6A46" w:rsidRDefault="007B6A46" w:rsidP="007B6A46">
      <w:r>
        <w:t>624.2847</w:t>
      </w:r>
      <w:r>
        <w:tab/>
        <w:t>2.025e0</w:t>
      </w:r>
    </w:p>
    <w:p w:rsidR="007B6A46" w:rsidRDefault="007B6A46" w:rsidP="007B6A46">
      <w:r>
        <w:t>624.3218</w:t>
      </w:r>
      <w:r>
        <w:tab/>
        <w:t>1.013e0</w:t>
      </w:r>
    </w:p>
    <w:p w:rsidR="007B6A46" w:rsidRDefault="007B6A46" w:rsidP="007B6A46">
      <w:r>
        <w:t>624.3548</w:t>
      </w:r>
      <w:r>
        <w:tab/>
        <w:t>3.038e0</w:t>
      </w:r>
    </w:p>
    <w:p w:rsidR="007B6A46" w:rsidRDefault="007B6A46" w:rsidP="007B6A46">
      <w:r>
        <w:t>624.3858</w:t>
      </w:r>
      <w:r>
        <w:tab/>
        <w:t>1.013e0</w:t>
      </w:r>
    </w:p>
    <w:p w:rsidR="007B6A46" w:rsidRDefault="007B6A46" w:rsidP="007B6A46">
      <w:r>
        <w:t>624.4157</w:t>
      </w:r>
      <w:r>
        <w:tab/>
        <w:t>1.013e0</w:t>
      </w:r>
    </w:p>
    <w:p w:rsidR="007B6A46" w:rsidRDefault="007B6A46" w:rsidP="007B6A46">
      <w:r>
        <w:t>624.4520</w:t>
      </w:r>
      <w:r>
        <w:tab/>
        <w:t>1.013e0</w:t>
      </w:r>
    </w:p>
    <w:p w:rsidR="007B6A46" w:rsidRDefault="007B6A46" w:rsidP="007B6A46">
      <w:r>
        <w:lastRenderedPageBreak/>
        <w:t>624.4647</w:t>
      </w:r>
      <w:r>
        <w:tab/>
        <w:t>3.038e0</w:t>
      </w:r>
    </w:p>
    <w:p w:rsidR="007B6A46" w:rsidRDefault="007B6A46" w:rsidP="007B6A46">
      <w:r>
        <w:t>624.5204</w:t>
      </w:r>
      <w:r>
        <w:tab/>
        <w:t>1.013e0</w:t>
      </w:r>
    </w:p>
    <w:p w:rsidR="007B6A46" w:rsidRDefault="007B6A46" w:rsidP="007B6A46">
      <w:r>
        <w:t>624.5742</w:t>
      </w:r>
      <w:r>
        <w:tab/>
        <w:t>1.013e0</w:t>
      </w:r>
    </w:p>
    <w:p w:rsidR="007B6A46" w:rsidRDefault="007B6A46" w:rsidP="007B6A46">
      <w:r>
        <w:t>624.5917</w:t>
      </w:r>
      <w:r>
        <w:tab/>
        <w:t>2.025e0</w:t>
      </w:r>
    </w:p>
    <w:p w:rsidR="007B6A46" w:rsidRDefault="007B6A46" w:rsidP="007B6A46">
      <w:r>
        <w:t>624.6261</w:t>
      </w:r>
      <w:r>
        <w:tab/>
        <w:t>1.013e0</w:t>
      </w:r>
    </w:p>
    <w:p w:rsidR="007B6A46" w:rsidRDefault="007B6A46" w:rsidP="007B6A46">
      <w:r>
        <w:t>624.7070</w:t>
      </w:r>
      <w:r>
        <w:tab/>
        <w:t>1.013e0</w:t>
      </w:r>
    </w:p>
    <w:p w:rsidR="007B6A46" w:rsidRDefault="007B6A46" w:rsidP="007B6A46">
      <w:r>
        <w:t>624.7857</w:t>
      </w:r>
      <w:r>
        <w:tab/>
        <w:t>1.013e0</w:t>
      </w:r>
    </w:p>
    <w:p w:rsidR="007B6A46" w:rsidRDefault="007B6A46" w:rsidP="007B6A46">
      <w:r>
        <w:t>624.8389</w:t>
      </w:r>
      <w:r>
        <w:tab/>
        <w:t>2.025e0</w:t>
      </w:r>
    </w:p>
    <w:p w:rsidR="007B6A46" w:rsidRDefault="007B6A46" w:rsidP="007B6A46">
      <w:r>
        <w:t>624.9260</w:t>
      </w:r>
      <w:r>
        <w:tab/>
        <w:t>1.013e0</w:t>
      </w:r>
    </w:p>
    <w:p w:rsidR="007B6A46" w:rsidRDefault="007B6A46" w:rsidP="007B6A46">
      <w:r>
        <w:t>624.9741</w:t>
      </w:r>
      <w:r>
        <w:tab/>
        <w:t>1.013e0</w:t>
      </w:r>
    </w:p>
    <w:p w:rsidR="007B6A46" w:rsidRDefault="007B6A46" w:rsidP="007B6A46">
      <w:r>
        <w:t>624.9788</w:t>
      </w:r>
      <w:r>
        <w:tab/>
        <w:t>2.025e0</w:t>
      </w:r>
    </w:p>
    <w:p w:rsidR="007B6A46" w:rsidRDefault="007B6A46" w:rsidP="007B6A46">
      <w:r>
        <w:t>624.9944</w:t>
      </w:r>
      <w:r>
        <w:tab/>
        <w:t>2.025e0</w:t>
      </w:r>
    </w:p>
    <w:p w:rsidR="007B6A46" w:rsidRDefault="007B6A46" w:rsidP="007B6A46">
      <w:r>
        <w:t>625.0265</w:t>
      </w:r>
      <w:r>
        <w:tab/>
        <w:t>1.013e0</w:t>
      </w:r>
    </w:p>
    <w:p w:rsidR="007B6A46" w:rsidRDefault="007B6A46" w:rsidP="007B6A46">
      <w:r>
        <w:t>625.1191</w:t>
      </w:r>
      <w:r>
        <w:tab/>
        <w:t>1.013e0</w:t>
      </w:r>
    </w:p>
    <w:p w:rsidR="007B6A46" w:rsidRDefault="007B6A46" w:rsidP="007B6A46">
      <w:r>
        <w:t>625.1539</w:t>
      </w:r>
      <w:r>
        <w:tab/>
        <w:t>1.013e0</w:t>
      </w:r>
    </w:p>
    <w:p w:rsidR="007B6A46" w:rsidRDefault="007B6A46" w:rsidP="007B6A46">
      <w:r>
        <w:t>625.2056</w:t>
      </w:r>
      <w:r>
        <w:tab/>
        <w:t>1.013e0</w:t>
      </w:r>
    </w:p>
    <w:p w:rsidR="007B6A46" w:rsidRDefault="007B6A46" w:rsidP="007B6A46">
      <w:r>
        <w:t>625.2429</w:t>
      </w:r>
      <w:r>
        <w:tab/>
        <w:t>1.013e0</w:t>
      </w:r>
    </w:p>
    <w:p w:rsidR="007B6A46" w:rsidRDefault="007B6A46" w:rsidP="007B6A46">
      <w:r>
        <w:t>625.2761</w:t>
      </w:r>
      <w:r>
        <w:tab/>
        <w:t>2.025e0</w:t>
      </w:r>
    </w:p>
    <w:p w:rsidR="007B6A46" w:rsidRDefault="007B6A46" w:rsidP="007B6A46">
      <w:r>
        <w:t>625.3243</w:t>
      </w:r>
      <w:r>
        <w:tab/>
        <w:t>6.076e0</w:t>
      </w:r>
    </w:p>
    <w:p w:rsidR="007B6A46" w:rsidRDefault="007B6A46" w:rsidP="007B6A46">
      <w:r>
        <w:lastRenderedPageBreak/>
        <w:t>625.3296</w:t>
      </w:r>
      <w:r>
        <w:tab/>
        <w:t>1.013e0</w:t>
      </w:r>
    </w:p>
    <w:p w:rsidR="007B6A46" w:rsidRDefault="007B6A46" w:rsidP="007B6A46">
      <w:r>
        <w:t>625.3609</w:t>
      </w:r>
      <w:r>
        <w:tab/>
        <w:t>2.025e0</w:t>
      </w:r>
    </w:p>
    <w:p w:rsidR="007B6A46" w:rsidRDefault="007B6A46" w:rsidP="007B6A46">
      <w:r>
        <w:t>625.3799</w:t>
      </w:r>
      <w:r>
        <w:tab/>
        <w:t>2.025e0</w:t>
      </w:r>
    </w:p>
    <w:p w:rsidR="007B6A46" w:rsidRDefault="007B6A46" w:rsidP="007B6A46">
      <w:r>
        <w:t>625.4362</w:t>
      </w:r>
      <w:r>
        <w:tab/>
        <w:t>1.013e0</w:t>
      </w:r>
    </w:p>
    <w:p w:rsidR="007B6A46" w:rsidRDefault="007B6A46" w:rsidP="007B6A46">
      <w:r>
        <w:t>625.4708</w:t>
      </w:r>
      <w:r>
        <w:tab/>
        <w:t>1.013e0</w:t>
      </w:r>
    </w:p>
    <w:p w:rsidR="007B6A46" w:rsidRDefault="007B6A46" w:rsidP="007B6A46">
      <w:r>
        <w:t>625.5045</w:t>
      </w:r>
      <w:r>
        <w:tab/>
        <w:t>1.013e0</w:t>
      </w:r>
    </w:p>
    <w:p w:rsidR="007B6A46" w:rsidRDefault="007B6A46" w:rsidP="007B6A46">
      <w:r>
        <w:t>625.6367</w:t>
      </w:r>
      <w:r>
        <w:tab/>
        <w:t>1.013e0</w:t>
      </w:r>
    </w:p>
    <w:p w:rsidR="007B6A46" w:rsidRDefault="007B6A46" w:rsidP="007B6A46">
      <w:r>
        <w:t>625.6688</w:t>
      </w:r>
      <w:r>
        <w:tab/>
        <w:t>1.013e0</w:t>
      </w:r>
    </w:p>
    <w:p w:rsidR="007B6A46" w:rsidRDefault="007B6A46" w:rsidP="007B6A46">
      <w:r>
        <w:t>625.7168</w:t>
      </w:r>
      <w:r>
        <w:tab/>
        <w:t>1.013e0</w:t>
      </w:r>
    </w:p>
    <w:p w:rsidR="007B6A46" w:rsidRDefault="007B6A46" w:rsidP="007B6A46">
      <w:r>
        <w:t>625.7427</w:t>
      </w:r>
      <w:r>
        <w:tab/>
        <w:t>1.013e0</w:t>
      </w:r>
    </w:p>
    <w:p w:rsidR="007B6A46" w:rsidRDefault="007B6A46" w:rsidP="007B6A46">
      <w:r>
        <w:t>625.7601</w:t>
      </w:r>
      <w:r>
        <w:tab/>
        <w:t>2.025e0</w:t>
      </w:r>
    </w:p>
    <w:p w:rsidR="007B6A46" w:rsidRDefault="007B6A46" w:rsidP="007B6A46">
      <w:r>
        <w:t>625.7855</w:t>
      </w:r>
      <w:r>
        <w:tab/>
        <w:t>1.013e0</w:t>
      </w:r>
    </w:p>
    <w:p w:rsidR="007B6A46" w:rsidRDefault="007B6A46" w:rsidP="007B6A46">
      <w:r>
        <w:t>625.8827</w:t>
      </w:r>
      <w:r>
        <w:tab/>
        <w:t>1.013e0</w:t>
      </w:r>
    </w:p>
    <w:p w:rsidR="007B6A46" w:rsidRDefault="007B6A46" w:rsidP="007B6A46">
      <w:r>
        <w:t>625.9282</w:t>
      </w:r>
      <w:r>
        <w:tab/>
        <w:t>1.013e0</w:t>
      </w:r>
    </w:p>
    <w:p w:rsidR="007B6A46" w:rsidRDefault="007B6A46" w:rsidP="007B6A46">
      <w:r>
        <w:t>625.9780</w:t>
      </w:r>
      <w:r>
        <w:tab/>
        <w:t>1.013e0</w:t>
      </w:r>
    </w:p>
    <w:p w:rsidR="007B6A46" w:rsidRDefault="007B6A46" w:rsidP="007B6A46">
      <w:r>
        <w:t>625.9974</w:t>
      </w:r>
      <w:r>
        <w:tab/>
        <w:t>1.013e0</w:t>
      </w:r>
    </w:p>
    <w:p w:rsidR="007B6A46" w:rsidRDefault="007B6A46" w:rsidP="007B6A46">
      <w:r>
        <w:t>626.0502</w:t>
      </w:r>
      <w:r>
        <w:tab/>
        <w:t>1.013e0</w:t>
      </w:r>
    </w:p>
    <w:p w:rsidR="007B6A46" w:rsidRDefault="007B6A46" w:rsidP="007B6A46">
      <w:r>
        <w:t>626.0646</w:t>
      </w:r>
      <w:r>
        <w:tab/>
        <w:t>1.013e0</w:t>
      </w:r>
    </w:p>
    <w:p w:rsidR="007B6A46" w:rsidRDefault="007B6A46" w:rsidP="007B6A46">
      <w:r>
        <w:t>626.0981</w:t>
      </w:r>
      <w:r>
        <w:tab/>
        <w:t>2.025e0</w:t>
      </w:r>
    </w:p>
    <w:p w:rsidR="007B6A46" w:rsidRDefault="007B6A46" w:rsidP="007B6A46">
      <w:r>
        <w:lastRenderedPageBreak/>
        <w:t>626.1385</w:t>
      </w:r>
      <w:r>
        <w:tab/>
        <w:t>1.013e0</w:t>
      </w:r>
    </w:p>
    <w:p w:rsidR="007B6A46" w:rsidRDefault="007B6A46" w:rsidP="007B6A46">
      <w:r>
        <w:t>626.1599</w:t>
      </w:r>
      <w:r>
        <w:tab/>
        <w:t>1.013e0</w:t>
      </w:r>
    </w:p>
    <w:p w:rsidR="007B6A46" w:rsidRDefault="007B6A46" w:rsidP="007B6A46">
      <w:r>
        <w:t>626.1716</w:t>
      </w:r>
      <w:r>
        <w:tab/>
        <w:t>1.013e0</w:t>
      </w:r>
    </w:p>
    <w:p w:rsidR="007B6A46" w:rsidRDefault="007B6A46" w:rsidP="007B6A46">
      <w:r>
        <w:t>626.1733</w:t>
      </w:r>
      <w:r>
        <w:tab/>
        <w:t>2.025e0</w:t>
      </w:r>
    </w:p>
    <w:p w:rsidR="007B6A46" w:rsidRDefault="007B6A46" w:rsidP="007B6A46">
      <w:r>
        <w:t>626.2855</w:t>
      </w:r>
      <w:r>
        <w:tab/>
        <w:t>2.025e0</w:t>
      </w:r>
    </w:p>
    <w:p w:rsidR="007B6A46" w:rsidRDefault="007B6A46" w:rsidP="007B6A46">
      <w:r>
        <w:t>626.3000</w:t>
      </w:r>
      <w:r>
        <w:tab/>
        <w:t>1.013e0</w:t>
      </w:r>
    </w:p>
    <w:p w:rsidR="007B6A46" w:rsidRDefault="007B6A46" w:rsidP="007B6A46">
      <w:r>
        <w:t>626.3347</w:t>
      </w:r>
      <w:r>
        <w:tab/>
        <w:t>3.038e0</w:t>
      </w:r>
    </w:p>
    <w:p w:rsidR="007B6A46" w:rsidRDefault="007B6A46" w:rsidP="007B6A46">
      <w:r>
        <w:t>626.3612</w:t>
      </w:r>
      <w:r>
        <w:tab/>
        <w:t>3.038e0</w:t>
      </w:r>
    </w:p>
    <w:p w:rsidR="007B6A46" w:rsidRDefault="007B6A46" w:rsidP="007B6A46">
      <w:r>
        <w:t>626.3973</w:t>
      </w:r>
      <w:r>
        <w:tab/>
        <w:t>2.025e0</w:t>
      </w:r>
    </w:p>
    <w:p w:rsidR="007B6A46" w:rsidRDefault="007B6A46" w:rsidP="007B6A46">
      <w:r>
        <w:t>626.4019</w:t>
      </w:r>
      <w:r>
        <w:tab/>
        <w:t>1.013e0</w:t>
      </w:r>
    </w:p>
    <w:p w:rsidR="007B6A46" w:rsidRDefault="007B6A46" w:rsidP="007B6A46">
      <w:r>
        <w:t>626.4428</w:t>
      </w:r>
      <w:r>
        <w:tab/>
        <w:t>3.038e0</w:t>
      </w:r>
    </w:p>
    <w:p w:rsidR="007B6A46" w:rsidRDefault="007B6A46" w:rsidP="007B6A46">
      <w:r>
        <w:t>626.4548</w:t>
      </w:r>
      <w:r>
        <w:tab/>
        <w:t>1.013e0</w:t>
      </w:r>
    </w:p>
    <w:p w:rsidR="007B6A46" w:rsidRDefault="007B6A46" w:rsidP="007B6A46">
      <w:r>
        <w:t>626.4713</w:t>
      </w:r>
      <w:r>
        <w:tab/>
        <w:t>2.025e0</w:t>
      </w:r>
    </w:p>
    <w:p w:rsidR="007B6A46" w:rsidRDefault="007B6A46" w:rsidP="007B6A46">
      <w:r>
        <w:t>626.5244</w:t>
      </w:r>
      <w:r>
        <w:tab/>
        <w:t>1.013e0</w:t>
      </w:r>
    </w:p>
    <w:p w:rsidR="007B6A46" w:rsidRDefault="007B6A46" w:rsidP="007B6A46">
      <w:r>
        <w:t>626.5463</w:t>
      </w:r>
      <w:r>
        <w:tab/>
        <w:t>1.013e0</w:t>
      </w:r>
    </w:p>
    <w:p w:rsidR="007B6A46" w:rsidRDefault="007B6A46" w:rsidP="007B6A46">
      <w:r>
        <w:t>626.5560</w:t>
      </w:r>
      <w:r>
        <w:tab/>
        <w:t>1.013e0</w:t>
      </w:r>
    </w:p>
    <w:p w:rsidR="007B6A46" w:rsidRDefault="007B6A46" w:rsidP="007B6A46">
      <w:r>
        <w:t>626.6212</w:t>
      </w:r>
      <w:r>
        <w:tab/>
        <w:t>1.013e0</w:t>
      </w:r>
    </w:p>
    <w:p w:rsidR="007B6A46" w:rsidRDefault="007B6A46" w:rsidP="007B6A46">
      <w:r>
        <w:t>626.6288</w:t>
      </w:r>
      <w:r>
        <w:tab/>
        <w:t>1.013e0</w:t>
      </w:r>
    </w:p>
    <w:p w:rsidR="007B6A46" w:rsidRDefault="007B6A46" w:rsidP="007B6A46">
      <w:r>
        <w:t>626.6661</w:t>
      </w:r>
      <w:r>
        <w:tab/>
        <w:t>1.013e0</w:t>
      </w:r>
    </w:p>
    <w:p w:rsidR="007B6A46" w:rsidRDefault="007B6A46" w:rsidP="007B6A46">
      <w:r>
        <w:lastRenderedPageBreak/>
        <w:t>626.6915</w:t>
      </w:r>
      <w:r>
        <w:tab/>
        <w:t>2.025e0</w:t>
      </w:r>
    </w:p>
    <w:p w:rsidR="007B6A46" w:rsidRDefault="007B6A46" w:rsidP="007B6A46">
      <w:r>
        <w:t>626.7166</w:t>
      </w:r>
      <w:r>
        <w:tab/>
        <w:t>1.013e0</w:t>
      </w:r>
    </w:p>
    <w:p w:rsidR="007B6A46" w:rsidRDefault="007B6A46" w:rsidP="007B6A46">
      <w:r>
        <w:t>626.8559</w:t>
      </w:r>
      <w:r>
        <w:tab/>
        <w:t>1.013e0</w:t>
      </w:r>
    </w:p>
    <w:p w:rsidR="007B6A46" w:rsidRDefault="007B6A46" w:rsidP="007B6A46">
      <w:r>
        <w:t>626.9854</w:t>
      </w:r>
      <w:r>
        <w:tab/>
        <w:t>1.013e0</w:t>
      </w:r>
    </w:p>
    <w:p w:rsidR="007B6A46" w:rsidRDefault="007B6A46" w:rsidP="007B6A46">
      <w:r>
        <w:t>627.0117</w:t>
      </w:r>
      <w:r>
        <w:tab/>
        <w:t>2.025e0</w:t>
      </w:r>
    </w:p>
    <w:p w:rsidR="007B6A46" w:rsidRDefault="007B6A46" w:rsidP="007B6A46">
      <w:r>
        <w:t>627.0273</w:t>
      </w:r>
      <w:r>
        <w:tab/>
        <w:t>1.013e0</w:t>
      </w:r>
    </w:p>
    <w:p w:rsidR="007B6A46" w:rsidRDefault="007B6A46" w:rsidP="007B6A46">
      <w:r>
        <w:t>627.1390</w:t>
      </w:r>
      <w:r>
        <w:tab/>
        <w:t>1.013e0</w:t>
      </w:r>
    </w:p>
    <w:p w:rsidR="007B6A46" w:rsidRDefault="007B6A46" w:rsidP="007B6A46">
      <w:r>
        <w:t>627.1452</w:t>
      </w:r>
      <w:r>
        <w:tab/>
        <w:t>1.013e0</w:t>
      </w:r>
    </w:p>
    <w:p w:rsidR="007B6A46" w:rsidRDefault="007B6A46" w:rsidP="007B6A46">
      <w:r>
        <w:t>627.1568</w:t>
      </w:r>
      <w:r>
        <w:tab/>
        <w:t>1.013e0</w:t>
      </w:r>
    </w:p>
    <w:p w:rsidR="007B6A46" w:rsidRDefault="007B6A46" w:rsidP="007B6A46">
      <w:r>
        <w:t>627.2274</w:t>
      </w:r>
      <w:r>
        <w:tab/>
        <w:t>1.013e0</w:t>
      </w:r>
    </w:p>
    <w:p w:rsidR="007B6A46" w:rsidRDefault="007B6A46" w:rsidP="007B6A46">
      <w:r>
        <w:t>627.2883</w:t>
      </w:r>
      <w:r>
        <w:tab/>
        <w:t>2.025e0</w:t>
      </w:r>
    </w:p>
    <w:p w:rsidR="007B6A46" w:rsidRDefault="007B6A46" w:rsidP="007B6A46">
      <w:r>
        <w:t>627.2983</w:t>
      </w:r>
      <w:r>
        <w:tab/>
        <w:t>1.013e0</w:t>
      </w:r>
    </w:p>
    <w:p w:rsidR="007B6A46" w:rsidRDefault="007B6A46" w:rsidP="007B6A46">
      <w:r>
        <w:t>627.3177</w:t>
      </w:r>
      <w:r>
        <w:tab/>
        <w:t>1.013e0</w:t>
      </w:r>
    </w:p>
    <w:p w:rsidR="007B6A46" w:rsidRDefault="007B6A46" w:rsidP="007B6A46">
      <w:r>
        <w:t>627.3500</w:t>
      </w:r>
      <w:r>
        <w:tab/>
        <w:t>1.013e0</w:t>
      </w:r>
    </w:p>
    <w:p w:rsidR="007B6A46" w:rsidRDefault="007B6A46" w:rsidP="007B6A46">
      <w:r>
        <w:t>627.3713</w:t>
      </w:r>
      <w:r>
        <w:tab/>
        <w:t>1.013e0</w:t>
      </w:r>
    </w:p>
    <w:p w:rsidR="007B6A46" w:rsidRDefault="007B6A46" w:rsidP="007B6A46">
      <w:r>
        <w:t>627.4026</w:t>
      </w:r>
      <w:r>
        <w:tab/>
        <w:t>1.013e0</w:t>
      </w:r>
    </w:p>
    <w:p w:rsidR="007B6A46" w:rsidRDefault="007B6A46" w:rsidP="007B6A46">
      <w:r>
        <w:t>627.4195</w:t>
      </w:r>
      <w:r>
        <w:tab/>
        <w:t>1.013e0</w:t>
      </w:r>
    </w:p>
    <w:p w:rsidR="007B6A46" w:rsidRDefault="007B6A46" w:rsidP="007B6A46">
      <w:r>
        <w:t>627.4464</w:t>
      </w:r>
      <w:r>
        <w:tab/>
        <w:t>1.013e0</w:t>
      </w:r>
    </w:p>
    <w:p w:rsidR="007B6A46" w:rsidRDefault="007B6A46" w:rsidP="007B6A46">
      <w:r>
        <w:t>627.4733</w:t>
      </w:r>
      <w:r>
        <w:tab/>
        <w:t>1.013e0</w:t>
      </w:r>
    </w:p>
    <w:p w:rsidR="007B6A46" w:rsidRDefault="007B6A46" w:rsidP="007B6A46">
      <w:r>
        <w:lastRenderedPageBreak/>
        <w:t>627.4882</w:t>
      </w:r>
      <w:r>
        <w:tab/>
        <w:t>1.013e0</w:t>
      </w:r>
    </w:p>
    <w:p w:rsidR="007B6A46" w:rsidRDefault="007B6A46" w:rsidP="007B6A46">
      <w:r>
        <w:t>627.5787</w:t>
      </w:r>
      <w:r>
        <w:tab/>
        <w:t>4.051e0</w:t>
      </w:r>
    </w:p>
    <w:p w:rsidR="007B6A46" w:rsidRDefault="007B6A46" w:rsidP="007B6A46">
      <w:r>
        <w:t>627.7363</w:t>
      </w:r>
      <w:r>
        <w:tab/>
        <w:t>1.013e0</w:t>
      </w:r>
    </w:p>
    <w:p w:rsidR="007B6A46" w:rsidRDefault="007B6A46" w:rsidP="007B6A46">
      <w:r>
        <w:t>627.7401</w:t>
      </w:r>
      <w:r>
        <w:tab/>
        <w:t>2.025e0</w:t>
      </w:r>
    </w:p>
    <w:p w:rsidR="007B6A46" w:rsidRDefault="007B6A46" w:rsidP="007B6A46">
      <w:r>
        <w:t>627.7900</w:t>
      </w:r>
      <w:r>
        <w:tab/>
        <w:t>1.013e0</w:t>
      </w:r>
    </w:p>
    <w:p w:rsidR="007B6A46" w:rsidRDefault="007B6A46" w:rsidP="007B6A46">
      <w:r>
        <w:t>627.8416</w:t>
      </w:r>
      <w:r>
        <w:tab/>
        <w:t>1.013e0</w:t>
      </w:r>
    </w:p>
    <w:p w:rsidR="007B6A46" w:rsidRDefault="007B6A46" w:rsidP="007B6A46">
      <w:r>
        <w:t>627.8432</w:t>
      </w:r>
      <w:r>
        <w:tab/>
        <w:t>1.013e0</w:t>
      </w:r>
    </w:p>
    <w:p w:rsidR="007B6A46" w:rsidRDefault="007B6A46" w:rsidP="007B6A46">
      <w:r>
        <w:t>627.9232</w:t>
      </w:r>
      <w:r>
        <w:tab/>
        <w:t>4.051e0</w:t>
      </w:r>
    </w:p>
    <w:p w:rsidR="007B6A46" w:rsidRDefault="007B6A46" w:rsidP="007B6A46">
      <w:r>
        <w:t>627.9280</w:t>
      </w:r>
      <w:r>
        <w:tab/>
        <w:t>1.013e0</w:t>
      </w:r>
    </w:p>
    <w:p w:rsidR="007B6A46" w:rsidRDefault="007B6A46" w:rsidP="007B6A46">
      <w:r>
        <w:t>627.9295</w:t>
      </w:r>
      <w:r>
        <w:tab/>
        <w:t>1.013e0</w:t>
      </w:r>
    </w:p>
    <w:p w:rsidR="007B6A46" w:rsidRDefault="007B6A46" w:rsidP="007B6A46">
      <w:r>
        <w:t>627.9924</w:t>
      </w:r>
      <w:r>
        <w:tab/>
        <w:t>1.013e0</w:t>
      </w:r>
    </w:p>
    <w:p w:rsidR="007B6A46" w:rsidRDefault="007B6A46" w:rsidP="007B6A46">
      <w:r>
        <w:t>628.0031</w:t>
      </w:r>
      <w:r>
        <w:tab/>
        <w:t>1.013e0</w:t>
      </w:r>
    </w:p>
    <w:p w:rsidR="007B6A46" w:rsidRDefault="007B6A46" w:rsidP="007B6A46">
      <w:r>
        <w:t>628.0149</w:t>
      </w:r>
      <w:r>
        <w:tab/>
        <w:t>1.013e0</w:t>
      </w:r>
    </w:p>
    <w:p w:rsidR="007B6A46" w:rsidRDefault="007B6A46" w:rsidP="007B6A46">
      <w:r>
        <w:t>628.0875</w:t>
      </w:r>
      <w:r>
        <w:tab/>
        <w:t>1.013e0</w:t>
      </w:r>
    </w:p>
    <w:p w:rsidR="007B6A46" w:rsidRDefault="007B6A46" w:rsidP="007B6A46">
      <w:r>
        <w:t>628.1752</w:t>
      </w:r>
      <w:r>
        <w:tab/>
        <w:t>2.025e0</w:t>
      </w:r>
    </w:p>
    <w:p w:rsidR="007B6A46" w:rsidRDefault="007B6A46" w:rsidP="007B6A46">
      <w:r>
        <w:t>628.2188</w:t>
      </w:r>
      <w:r>
        <w:tab/>
        <w:t>1.013e0</w:t>
      </w:r>
    </w:p>
    <w:p w:rsidR="007B6A46" w:rsidRDefault="007B6A46" w:rsidP="007B6A46">
      <w:r>
        <w:t>628.2285</w:t>
      </w:r>
      <w:r>
        <w:tab/>
        <w:t>1.013e0</w:t>
      </w:r>
    </w:p>
    <w:p w:rsidR="007B6A46" w:rsidRDefault="007B6A46" w:rsidP="007B6A46">
      <w:r>
        <w:t>628.2377</w:t>
      </w:r>
      <w:r>
        <w:tab/>
        <w:t>2.025e0</w:t>
      </w:r>
    </w:p>
    <w:p w:rsidR="007B6A46" w:rsidRDefault="007B6A46" w:rsidP="007B6A46">
      <w:r>
        <w:t>628.2806</w:t>
      </w:r>
      <w:r>
        <w:tab/>
        <w:t>1.013e0</w:t>
      </w:r>
    </w:p>
    <w:p w:rsidR="007B6A46" w:rsidRDefault="007B6A46" w:rsidP="007B6A46">
      <w:r>
        <w:lastRenderedPageBreak/>
        <w:t>628.3618</w:t>
      </w:r>
      <w:r>
        <w:tab/>
        <w:t>3.038e0</w:t>
      </w:r>
    </w:p>
    <w:p w:rsidR="007B6A46" w:rsidRDefault="007B6A46" w:rsidP="007B6A46">
      <w:r>
        <w:t>628.3890</w:t>
      </w:r>
      <w:r>
        <w:tab/>
        <w:t>3.038e0</w:t>
      </w:r>
    </w:p>
    <w:p w:rsidR="007B6A46" w:rsidRDefault="007B6A46" w:rsidP="007B6A46">
      <w:r>
        <w:t>628.3906</w:t>
      </w:r>
      <w:r>
        <w:tab/>
        <w:t>1.013e0</w:t>
      </w:r>
    </w:p>
    <w:p w:rsidR="007B6A46" w:rsidRDefault="007B6A46" w:rsidP="007B6A46">
      <w:r>
        <w:t>628.4207</w:t>
      </w:r>
      <w:r>
        <w:tab/>
        <w:t>2.025e0</w:t>
      </w:r>
    </w:p>
    <w:p w:rsidR="007B6A46" w:rsidRDefault="007B6A46" w:rsidP="007B6A46">
      <w:r>
        <w:t>628.4443</w:t>
      </w:r>
      <w:r>
        <w:tab/>
        <w:t>1.013e0</w:t>
      </w:r>
    </w:p>
    <w:p w:rsidR="007B6A46" w:rsidRDefault="007B6A46" w:rsidP="007B6A46">
      <w:r>
        <w:t>628.4655</w:t>
      </w:r>
      <w:r>
        <w:tab/>
        <w:t>2.025e0</w:t>
      </w:r>
    </w:p>
    <w:p w:rsidR="007B6A46" w:rsidRDefault="007B6A46" w:rsidP="007B6A46">
      <w:r>
        <w:t>628.5018</w:t>
      </w:r>
      <w:r>
        <w:tab/>
        <w:t>2.025e0</w:t>
      </w:r>
    </w:p>
    <w:p w:rsidR="007B6A46" w:rsidRDefault="007B6A46" w:rsidP="007B6A46">
      <w:r>
        <w:t>628.5087</w:t>
      </w:r>
      <w:r>
        <w:tab/>
        <w:t>1.013e0</w:t>
      </w:r>
    </w:p>
    <w:p w:rsidR="007B6A46" w:rsidRDefault="007B6A46" w:rsidP="007B6A46">
      <w:r>
        <w:t>628.5119</w:t>
      </w:r>
      <w:r>
        <w:tab/>
        <w:t>4.051e0</w:t>
      </w:r>
    </w:p>
    <w:p w:rsidR="007B6A46" w:rsidRDefault="007B6A46" w:rsidP="007B6A46">
      <w:r>
        <w:t>628.5265</w:t>
      </w:r>
      <w:r>
        <w:tab/>
        <w:t>1.013e0</w:t>
      </w:r>
    </w:p>
    <w:p w:rsidR="007B6A46" w:rsidRDefault="007B6A46" w:rsidP="007B6A46">
      <w:r>
        <w:t>628.5731</w:t>
      </w:r>
      <w:r>
        <w:tab/>
        <w:t>1.013e0</w:t>
      </w:r>
    </w:p>
    <w:p w:rsidR="007B6A46" w:rsidRDefault="007B6A46" w:rsidP="007B6A46">
      <w:r>
        <w:t>628.5793</w:t>
      </w:r>
      <w:r>
        <w:tab/>
        <w:t>1.013e0</w:t>
      </w:r>
    </w:p>
    <w:p w:rsidR="007B6A46" w:rsidRDefault="007B6A46" w:rsidP="007B6A46">
      <w:r>
        <w:t>628.7196</w:t>
      </w:r>
      <w:r>
        <w:tab/>
        <w:t>1.013e0</w:t>
      </w:r>
    </w:p>
    <w:p w:rsidR="007B6A46" w:rsidRDefault="007B6A46" w:rsidP="007B6A46">
      <w:r>
        <w:t>628.8300</w:t>
      </w:r>
      <w:r>
        <w:tab/>
        <w:t>2.025e0</w:t>
      </w:r>
    </w:p>
    <w:p w:rsidR="007B6A46" w:rsidRDefault="007B6A46" w:rsidP="007B6A46">
      <w:r>
        <w:t>628.8940</w:t>
      </w:r>
      <w:r>
        <w:tab/>
        <w:t>2.025e0</w:t>
      </w:r>
    </w:p>
    <w:p w:rsidR="007B6A46" w:rsidRDefault="007B6A46" w:rsidP="007B6A46">
      <w:r>
        <w:t>629.0019</w:t>
      </w:r>
      <w:r>
        <w:tab/>
        <w:t>2.025e0</w:t>
      </w:r>
    </w:p>
    <w:p w:rsidR="007B6A46" w:rsidRDefault="007B6A46" w:rsidP="007B6A46">
      <w:r>
        <w:t>629.0674</w:t>
      </w:r>
      <w:r>
        <w:tab/>
        <w:t>1.013e0</w:t>
      </w:r>
    </w:p>
    <w:p w:rsidR="007B6A46" w:rsidRDefault="007B6A46" w:rsidP="007B6A46">
      <w:r>
        <w:t>629.0890</w:t>
      </w:r>
      <w:r>
        <w:tab/>
        <w:t>1.013e0</w:t>
      </w:r>
    </w:p>
    <w:p w:rsidR="007B6A46" w:rsidRDefault="007B6A46" w:rsidP="007B6A46">
      <w:r>
        <w:t>629.1641</w:t>
      </w:r>
      <w:r>
        <w:tab/>
        <w:t>2.025e0</w:t>
      </w:r>
    </w:p>
    <w:p w:rsidR="007B6A46" w:rsidRDefault="007B6A46" w:rsidP="007B6A46">
      <w:r>
        <w:lastRenderedPageBreak/>
        <w:t>629.1768</w:t>
      </w:r>
      <w:r>
        <w:tab/>
        <w:t>1.013e0</w:t>
      </w:r>
    </w:p>
    <w:p w:rsidR="007B6A46" w:rsidRDefault="007B6A46" w:rsidP="007B6A46">
      <w:r>
        <w:t>629.1846</w:t>
      </w:r>
      <w:r>
        <w:tab/>
        <w:t>1.013e0</w:t>
      </w:r>
    </w:p>
    <w:p w:rsidR="007B6A46" w:rsidRDefault="007B6A46" w:rsidP="007B6A46">
      <w:r>
        <w:t>629.2501</w:t>
      </w:r>
      <w:r>
        <w:tab/>
        <w:t>2.025e0</w:t>
      </w:r>
    </w:p>
    <w:p w:rsidR="007B6A46" w:rsidRDefault="007B6A46" w:rsidP="007B6A46">
      <w:r>
        <w:t>629.2814</w:t>
      </w:r>
      <w:r>
        <w:tab/>
        <w:t>2.025e0</w:t>
      </w:r>
    </w:p>
    <w:p w:rsidR="007B6A46" w:rsidRDefault="007B6A46" w:rsidP="007B6A46">
      <w:r>
        <w:t>629.2921</w:t>
      </w:r>
      <w:r>
        <w:tab/>
        <w:t>1.013e0</w:t>
      </w:r>
    </w:p>
    <w:p w:rsidR="007B6A46" w:rsidRDefault="007B6A46" w:rsidP="007B6A46">
      <w:r>
        <w:t>629.3146</w:t>
      </w:r>
      <w:r>
        <w:tab/>
        <w:t>1.013e0</w:t>
      </w:r>
    </w:p>
    <w:p w:rsidR="007B6A46" w:rsidRDefault="007B6A46" w:rsidP="007B6A46">
      <w:r>
        <w:t>629.3646</w:t>
      </w:r>
      <w:r>
        <w:tab/>
        <w:t>4.051e0</w:t>
      </w:r>
    </w:p>
    <w:p w:rsidR="007B6A46" w:rsidRDefault="007B6A46" w:rsidP="007B6A46">
      <w:r>
        <w:t>629.3699</w:t>
      </w:r>
      <w:r>
        <w:tab/>
        <w:t>1.013e0</w:t>
      </w:r>
    </w:p>
    <w:p w:rsidR="007B6A46" w:rsidRDefault="007B6A46" w:rsidP="007B6A46">
      <w:r>
        <w:t>629.4636</w:t>
      </w:r>
      <w:r>
        <w:tab/>
        <w:t>2.025e0</w:t>
      </w:r>
    </w:p>
    <w:p w:rsidR="007B6A46" w:rsidRDefault="007B6A46" w:rsidP="007B6A46">
      <w:r>
        <w:t>629.4760</w:t>
      </w:r>
      <w:r>
        <w:tab/>
        <w:t>1.013e0</w:t>
      </w:r>
    </w:p>
    <w:p w:rsidR="007B6A46" w:rsidRDefault="007B6A46" w:rsidP="007B6A46">
      <w:r>
        <w:t>629.4965</w:t>
      </w:r>
      <w:r>
        <w:tab/>
        <w:t>1.013e0</w:t>
      </w:r>
    </w:p>
    <w:p w:rsidR="007B6A46" w:rsidRDefault="007B6A46" w:rsidP="007B6A46">
      <w:r>
        <w:t>629.5172</w:t>
      </w:r>
      <w:r>
        <w:tab/>
        <w:t>2.025e0</w:t>
      </w:r>
    </w:p>
    <w:p w:rsidR="007B6A46" w:rsidRDefault="007B6A46" w:rsidP="007B6A46">
      <w:r>
        <w:t>629.5355</w:t>
      </w:r>
      <w:r>
        <w:tab/>
        <w:t>2.025e0</w:t>
      </w:r>
    </w:p>
    <w:p w:rsidR="007B6A46" w:rsidRDefault="007B6A46" w:rsidP="007B6A46">
      <w:r>
        <w:t>629.5786</w:t>
      </w:r>
      <w:r>
        <w:tab/>
        <w:t>1.013e0</w:t>
      </w:r>
    </w:p>
    <w:p w:rsidR="007B6A46" w:rsidRDefault="007B6A46" w:rsidP="007B6A46">
      <w:r>
        <w:t>629.6152</w:t>
      </w:r>
      <w:r>
        <w:tab/>
        <w:t>2.025e0</w:t>
      </w:r>
    </w:p>
    <w:p w:rsidR="007B6A46" w:rsidRDefault="007B6A46" w:rsidP="007B6A46">
      <w:r>
        <w:t>629.6260</w:t>
      </w:r>
      <w:r>
        <w:tab/>
        <w:t>2.025e0</w:t>
      </w:r>
    </w:p>
    <w:p w:rsidR="007B6A46" w:rsidRDefault="007B6A46" w:rsidP="007B6A46">
      <w:r>
        <w:t>629.7198</w:t>
      </w:r>
      <w:r>
        <w:tab/>
        <w:t>1.013e0</w:t>
      </w:r>
    </w:p>
    <w:p w:rsidR="007B6A46" w:rsidRDefault="007B6A46" w:rsidP="007B6A46">
      <w:r>
        <w:t>629.7948</w:t>
      </w:r>
      <w:r>
        <w:tab/>
        <w:t>2.025e0</w:t>
      </w:r>
    </w:p>
    <w:p w:rsidR="007B6A46" w:rsidRDefault="007B6A46" w:rsidP="007B6A46">
      <w:r>
        <w:t>629.8409</w:t>
      </w:r>
      <w:r>
        <w:tab/>
        <w:t>2.025e0</w:t>
      </w:r>
    </w:p>
    <w:p w:rsidR="007B6A46" w:rsidRDefault="007B6A46" w:rsidP="007B6A46">
      <w:r>
        <w:lastRenderedPageBreak/>
        <w:t>629.8740</w:t>
      </w:r>
      <w:r>
        <w:tab/>
        <w:t>2.025e0</w:t>
      </w:r>
    </w:p>
    <w:p w:rsidR="007B6A46" w:rsidRDefault="007B6A46" w:rsidP="007B6A46">
      <w:r>
        <w:t>629.8953</w:t>
      </w:r>
      <w:r>
        <w:tab/>
        <w:t>1.013e0</w:t>
      </w:r>
    </w:p>
    <w:p w:rsidR="007B6A46" w:rsidRDefault="007B6A46" w:rsidP="007B6A46">
      <w:r>
        <w:t>629.8963</w:t>
      </w:r>
      <w:r>
        <w:tab/>
        <w:t>1.013e0</w:t>
      </w:r>
    </w:p>
    <w:p w:rsidR="007B6A46" w:rsidRDefault="007B6A46" w:rsidP="007B6A46">
      <w:r>
        <w:t>629.9171</w:t>
      </w:r>
      <w:r>
        <w:tab/>
        <w:t>1.013e0</w:t>
      </w:r>
    </w:p>
    <w:p w:rsidR="007B6A46" w:rsidRDefault="007B6A46" w:rsidP="007B6A46">
      <w:r>
        <w:t>630.0074</w:t>
      </w:r>
      <w:r>
        <w:tab/>
        <w:t>2.025e0</w:t>
      </w:r>
    </w:p>
    <w:p w:rsidR="007B6A46" w:rsidRDefault="007B6A46" w:rsidP="007B6A46">
      <w:r>
        <w:t>630.1051</w:t>
      </w:r>
      <w:r>
        <w:tab/>
        <w:t>1.013e0</w:t>
      </w:r>
    </w:p>
    <w:p w:rsidR="007B6A46" w:rsidRDefault="007B6A46" w:rsidP="007B6A46">
      <w:r>
        <w:t>630.1315</w:t>
      </w:r>
      <w:r>
        <w:tab/>
        <w:t>2.025e0</w:t>
      </w:r>
    </w:p>
    <w:p w:rsidR="007B6A46" w:rsidRDefault="007B6A46" w:rsidP="007B6A46">
      <w:r>
        <w:t>630.1533</w:t>
      </w:r>
      <w:r>
        <w:tab/>
        <w:t>2.025e0</w:t>
      </w:r>
    </w:p>
    <w:p w:rsidR="007B6A46" w:rsidRDefault="007B6A46" w:rsidP="007B6A46">
      <w:r>
        <w:t>630.2585</w:t>
      </w:r>
      <w:r>
        <w:tab/>
        <w:t>3.038e0</w:t>
      </w:r>
    </w:p>
    <w:p w:rsidR="007B6A46" w:rsidRDefault="007B6A46" w:rsidP="007B6A46">
      <w:r>
        <w:t>630.3211</w:t>
      </w:r>
      <w:r>
        <w:tab/>
        <w:t>2.025e0</w:t>
      </w:r>
    </w:p>
    <w:p w:rsidR="007B6A46" w:rsidRDefault="007B6A46" w:rsidP="007B6A46">
      <w:r>
        <w:t>630.3489</w:t>
      </w:r>
      <w:r>
        <w:tab/>
        <w:t>4.051e0</w:t>
      </w:r>
    </w:p>
    <w:p w:rsidR="007B6A46" w:rsidRDefault="007B6A46" w:rsidP="007B6A46">
      <w:r>
        <w:t>630.3550</w:t>
      </w:r>
      <w:r>
        <w:tab/>
        <w:t>3.038e0</w:t>
      </w:r>
    </w:p>
    <w:p w:rsidR="007B6A46" w:rsidRDefault="007B6A46" w:rsidP="007B6A46">
      <w:r>
        <w:t>630.3746</w:t>
      </w:r>
      <w:r>
        <w:tab/>
        <w:t>4.051e0</w:t>
      </w:r>
    </w:p>
    <w:p w:rsidR="007B6A46" w:rsidRDefault="007B6A46" w:rsidP="007B6A46">
      <w:r>
        <w:t>630.4553</w:t>
      </w:r>
      <w:r>
        <w:tab/>
        <w:t>4.051e0</w:t>
      </w:r>
    </w:p>
    <w:p w:rsidR="007B6A46" w:rsidRDefault="007B6A46" w:rsidP="007B6A46">
      <w:r>
        <w:t>630.4686</w:t>
      </w:r>
      <w:r>
        <w:tab/>
        <w:t>4.051e0</w:t>
      </w:r>
    </w:p>
    <w:p w:rsidR="007B6A46" w:rsidRDefault="007B6A46" w:rsidP="007B6A46">
      <w:r>
        <w:t>630.5190</w:t>
      </w:r>
      <w:r>
        <w:tab/>
        <w:t>1.013e0</w:t>
      </w:r>
    </w:p>
    <w:p w:rsidR="007B6A46" w:rsidRDefault="007B6A46" w:rsidP="007B6A46">
      <w:r>
        <w:t>630.6267</w:t>
      </w:r>
      <w:r>
        <w:tab/>
        <w:t>1.013e0</w:t>
      </w:r>
    </w:p>
    <w:p w:rsidR="007B6A46" w:rsidRDefault="007B6A46" w:rsidP="007B6A46">
      <w:r>
        <w:t>630.6680</w:t>
      </w:r>
      <w:r>
        <w:tab/>
        <w:t>2.025e0</w:t>
      </w:r>
    </w:p>
    <w:p w:rsidR="007B6A46" w:rsidRDefault="007B6A46" w:rsidP="007B6A46">
      <w:r>
        <w:t>630.7139</w:t>
      </w:r>
      <w:r>
        <w:tab/>
        <w:t>2.025e0</w:t>
      </w:r>
    </w:p>
    <w:p w:rsidR="007B6A46" w:rsidRDefault="007B6A46" w:rsidP="007B6A46">
      <w:r>
        <w:lastRenderedPageBreak/>
        <w:t>630.7373</w:t>
      </w:r>
      <w:r>
        <w:tab/>
        <w:t>1.013e0</w:t>
      </w:r>
    </w:p>
    <w:p w:rsidR="007B6A46" w:rsidRDefault="007B6A46" w:rsidP="007B6A46">
      <w:r>
        <w:t>630.7910</w:t>
      </w:r>
      <w:r>
        <w:tab/>
        <w:t>1.013e0</w:t>
      </w:r>
    </w:p>
    <w:p w:rsidR="007B6A46" w:rsidRDefault="007B6A46" w:rsidP="007B6A46">
      <w:r>
        <w:t>630.8942</w:t>
      </w:r>
      <w:r>
        <w:tab/>
        <w:t>1.013e0</w:t>
      </w:r>
    </w:p>
    <w:p w:rsidR="007B6A46" w:rsidRDefault="007B6A46" w:rsidP="007B6A46">
      <w:r>
        <w:t>630.9303</w:t>
      </w:r>
      <w:r>
        <w:tab/>
        <w:t>1.013e0</w:t>
      </w:r>
    </w:p>
    <w:p w:rsidR="007B6A46" w:rsidRDefault="007B6A46" w:rsidP="007B6A46">
      <w:r>
        <w:t>631.0117</w:t>
      </w:r>
      <w:r>
        <w:tab/>
        <w:t>3.038e0</w:t>
      </w:r>
    </w:p>
    <w:p w:rsidR="007B6A46" w:rsidRDefault="007B6A46" w:rsidP="007B6A46">
      <w:r>
        <w:t>631.0264</w:t>
      </w:r>
      <w:r>
        <w:tab/>
        <w:t>1.013e0</w:t>
      </w:r>
    </w:p>
    <w:p w:rsidR="007B6A46" w:rsidRDefault="007B6A46" w:rsidP="007B6A46">
      <w:r>
        <w:t>631.0588</w:t>
      </w:r>
      <w:r>
        <w:tab/>
        <w:t>1.013e0</w:t>
      </w:r>
    </w:p>
    <w:p w:rsidR="007B6A46" w:rsidRDefault="007B6A46" w:rsidP="007B6A46">
      <w:r>
        <w:t>631.0901</w:t>
      </w:r>
      <w:r>
        <w:tab/>
        <w:t>1.013e0</w:t>
      </w:r>
    </w:p>
    <w:p w:rsidR="007B6A46" w:rsidRDefault="007B6A46" w:rsidP="007B6A46">
      <w:r>
        <w:t>631.1232</w:t>
      </w:r>
      <w:r>
        <w:tab/>
        <w:t>1.013e0</w:t>
      </w:r>
    </w:p>
    <w:p w:rsidR="007B6A46" w:rsidRDefault="007B6A46" w:rsidP="007B6A46">
      <w:r>
        <w:t>631.1758</w:t>
      </w:r>
      <w:r>
        <w:tab/>
        <w:t>1.013e0</w:t>
      </w:r>
    </w:p>
    <w:p w:rsidR="007B6A46" w:rsidRDefault="007B6A46" w:rsidP="007B6A46">
      <w:r>
        <w:t>631.1938</w:t>
      </w:r>
      <w:r>
        <w:tab/>
        <w:t>1.013e0</w:t>
      </w:r>
    </w:p>
    <w:p w:rsidR="007B6A46" w:rsidRDefault="007B6A46" w:rsidP="007B6A46">
      <w:r>
        <w:t>631.2635</w:t>
      </w:r>
      <w:r>
        <w:tab/>
        <w:t>1.013e0</w:t>
      </w:r>
    </w:p>
    <w:p w:rsidR="007B6A46" w:rsidRDefault="007B6A46" w:rsidP="007B6A46">
      <w:r>
        <w:t>631.3505</w:t>
      </w:r>
      <w:r>
        <w:tab/>
        <w:t>2.025e0</w:t>
      </w:r>
    </w:p>
    <w:p w:rsidR="007B6A46" w:rsidRDefault="007B6A46" w:rsidP="007B6A46">
      <w:r>
        <w:t>631.3522</w:t>
      </w:r>
      <w:r>
        <w:tab/>
        <w:t>1.013e0</w:t>
      </w:r>
    </w:p>
    <w:p w:rsidR="007B6A46" w:rsidRDefault="007B6A46" w:rsidP="007B6A46">
      <w:r>
        <w:t>631.3597</w:t>
      </w:r>
      <w:r>
        <w:tab/>
        <w:t>1.013e0</w:t>
      </w:r>
    </w:p>
    <w:p w:rsidR="007B6A46" w:rsidRDefault="007B6A46" w:rsidP="007B6A46">
      <w:r>
        <w:t>631.3608</w:t>
      </w:r>
      <w:r>
        <w:tab/>
        <w:t>2.025e0</w:t>
      </w:r>
    </w:p>
    <w:p w:rsidR="007B6A46" w:rsidRDefault="007B6A46" w:rsidP="007B6A46">
      <w:r>
        <w:t>631.4171</w:t>
      </w:r>
      <w:r>
        <w:tab/>
        <w:t>2.025e0</w:t>
      </w:r>
    </w:p>
    <w:p w:rsidR="007B6A46" w:rsidRDefault="007B6A46" w:rsidP="007B6A46">
      <w:r>
        <w:t>631.4254</w:t>
      </w:r>
      <w:r>
        <w:tab/>
        <w:t>2.025e0</w:t>
      </w:r>
    </w:p>
    <w:p w:rsidR="007B6A46" w:rsidRDefault="007B6A46" w:rsidP="007B6A46">
      <w:r>
        <w:t>631.4362</w:t>
      </w:r>
      <w:r>
        <w:tab/>
        <w:t>1.013e0</w:t>
      </w:r>
    </w:p>
    <w:p w:rsidR="007B6A46" w:rsidRDefault="007B6A46" w:rsidP="007B6A46">
      <w:r>
        <w:lastRenderedPageBreak/>
        <w:t>631.4675</w:t>
      </w:r>
      <w:r>
        <w:tab/>
        <w:t>1.013e0</w:t>
      </w:r>
    </w:p>
    <w:p w:rsidR="007B6A46" w:rsidRDefault="007B6A46" w:rsidP="007B6A46">
      <w:r>
        <w:t>631.4983</w:t>
      </w:r>
      <w:r>
        <w:tab/>
        <w:t>4.051e0</w:t>
      </w:r>
    </w:p>
    <w:p w:rsidR="007B6A46" w:rsidRDefault="007B6A46" w:rsidP="007B6A46">
      <w:r>
        <w:t>631.5273</w:t>
      </w:r>
      <w:r>
        <w:tab/>
        <w:t>2.025e0</w:t>
      </w:r>
    </w:p>
    <w:p w:rsidR="007B6A46" w:rsidRDefault="007B6A46" w:rsidP="007B6A46">
      <w:r>
        <w:t>631.5754</w:t>
      </w:r>
      <w:r>
        <w:tab/>
        <w:t>1.013e0</w:t>
      </w:r>
    </w:p>
    <w:p w:rsidR="007B6A46" w:rsidRDefault="007B6A46" w:rsidP="007B6A46">
      <w:r>
        <w:t>631.6682</w:t>
      </w:r>
      <w:r>
        <w:tab/>
        <w:t>2.025e0</w:t>
      </w:r>
    </w:p>
    <w:p w:rsidR="007B6A46" w:rsidRDefault="007B6A46" w:rsidP="007B6A46">
      <w:r>
        <w:t>631.6941</w:t>
      </w:r>
      <w:r>
        <w:tab/>
        <w:t>1.013e0</w:t>
      </w:r>
    </w:p>
    <w:p w:rsidR="007B6A46" w:rsidRDefault="007B6A46" w:rsidP="007B6A46">
      <w:r>
        <w:t>631.7549</w:t>
      </w:r>
      <w:r>
        <w:tab/>
        <w:t>1.013e0</w:t>
      </w:r>
    </w:p>
    <w:p w:rsidR="007B6A46" w:rsidRDefault="007B6A46" w:rsidP="007B6A46">
      <w:r>
        <w:t>631.8068</w:t>
      </w:r>
      <w:r>
        <w:tab/>
        <w:t>1.013e0</w:t>
      </w:r>
    </w:p>
    <w:p w:rsidR="007B6A46" w:rsidRDefault="007B6A46" w:rsidP="007B6A46">
      <w:r>
        <w:t>631.8773</w:t>
      </w:r>
      <w:r>
        <w:tab/>
        <w:t>1.013e0</w:t>
      </w:r>
    </w:p>
    <w:p w:rsidR="007B6A46" w:rsidRDefault="007B6A46" w:rsidP="007B6A46">
      <w:r>
        <w:t>631.9541</w:t>
      </w:r>
      <w:r>
        <w:tab/>
        <w:t>1.013e0</w:t>
      </w:r>
    </w:p>
    <w:p w:rsidR="007B6A46" w:rsidRDefault="007B6A46" w:rsidP="007B6A46">
      <w:r>
        <w:t>632.0355</w:t>
      </w:r>
      <w:r>
        <w:tab/>
        <w:t>1.013e0</w:t>
      </w:r>
    </w:p>
    <w:p w:rsidR="007B6A46" w:rsidRDefault="007B6A46" w:rsidP="007B6A46">
      <w:r>
        <w:t>632.0837</w:t>
      </w:r>
      <w:r>
        <w:tab/>
        <w:t>1.013e0</w:t>
      </w:r>
    </w:p>
    <w:p w:rsidR="007B6A46" w:rsidRDefault="007B6A46" w:rsidP="007B6A46">
      <w:r>
        <w:t>632.1259</w:t>
      </w:r>
      <w:r>
        <w:tab/>
        <w:t>1.013e0</w:t>
      </w:r>
    </w:p>
    <w:p w:rsidR="007B6A46" w:rsidRDefault="007B6A46" w:rsidP="007B6A46">
      <w:r>
        <w:t>632.1568</w:t>
      </w:r>
      <w:r>
        <w:tab/>
        <w:t>1.013e0</w:t>
      </w:r>
    </w:p>
    <w:p w:rsidR="007B6A46" w:rsidRDefault="007B6A46" w:rsidP="007B6A46">
      <w:r>
        <w:t>632.2465</w:t>
      </w:r>
      <w:r>
        <w:tab/>
        <w:t>1.013e0</w:t>
      </w:r>
    </w:p>
    <w:p w:rsidR="007B6A46" w:rsidRDefault="007B6A46" w:rsidP="007B6A46">
      <w:r>
        <w:t>632.2507</w:t>
      </w:r>
      <w:r>
        <w:tab/>
        <w:t>2.025e0</w:t>
      </w:r>
    </w:p>
    <w:p w:rsidR="007B6A46" w:rsidRDefault="007B6A46" w:rsidP="007B6A46">
      <w:r>
        <w:t>632.3410</w:t>
      </w:r>
      <w:r>
        <w:tab/>
        <w:t>2.025e0</w:t>
      </w:r>
    </w:p>
    <w:p w:rsidR="007B6A46" w:rsidRDefault="007B6A46" w:rsidP="007B6A46">
      <w:r>
        <w:t>632.3752</w:t>
      </w:r>
      <w:r>
        <w:tab/>
        <w:t>4.051e0</w:t>
      </w:r>
    </w:p>
    <w:p w:rsidR="007B6A46" w:rsidRDefault="007B6A46" w:rsidP="007B6A46">
      <w:r>
        <w:t>632.3764</w:t>
      </w:r>
      <w:r>
        <w:tab/>
        <w:t>5.063e0</w:t>
      </w:r>
    </w:p>
    <w:p w:rsidR="007B6A46" w:rsidRDefault="007B6A46" w:rsidP="007B6A46">
      <w:r>
        <w:lastRenderedPageBreak/>
        <w:t>632.3959</w:t>
      </w:r>
      <w:r>
        <w:tab/>
        <w:t>1.013e0</w:t>
      </w:r>
    </w:p>
    <w:p w:rsidR="007B6A46" w:rsidRDefault="007B6A46" w:rsidP="007B6A46">
      <w:r>
        <w:t>632.4185</w:t>
      </w:r>
      <w:r>
        <w:tab/>
        <w:t>4.051e0</w:t>
      </w:r>
    </w:p>
    <w:p w:rsidR="007B6A46" w:rsidRDefault="007B6A46" w:rsidP="007B6A46">
      <w:r>
        <w:t>632.4385</w:t>
      </w:r>
      <w:r>
        <w:tab/>
        <w:t>3.038e0</w:t>
      </w:r>
    </w:p>
    <w:p w:rsidR="007B6A46" w:rsidRDefault="007B6A46" w:rsidP="007B6A46">
      <w:r>
        <w:t>632.5427</w:t>
      </w:r>
      <w:r>
        <w:tab/>
        <w:t>1.013e0</w:t>
      </w:r>
    </w:p>
    <w:p w:rsidR="007B6A46" w:rsidRDefault="007B6A46" w:rsidP="007B6A46">
      <w:r>
        <w:t>632.5805</w:t>
      </w:r>
      <w:r>
        <w:tab/>
        <w:t>2.025e0</w:t>
      </w:r>
    </w:p>
    <w:p w:rsidR="007B6A46" w:rsidRDefault="007B6A46" w:rsidP="007B6A46">
      <w:r>
        <w:t>632.5956</w:t>
      </w:r>
      <w:r>
        <w:tab/>
        <w:t>1.013e0</w:t>
      </w:r>
    </w:p>
    <w:p w:rsidR="007B6A46" w:rsidRDefault="007B6A46" w:rsidP="007B6A46">
      <w:r>
        <w:t>632.6453</w:t>
      </w:r>
      <w:r>
        <w:tab/>
        <w:t>1.013e0</w:t>
      </w:r>
    </w:p>
    <w:p w:rsidR="007B6A46" w:rsidRDefault="007B6A46" w:rsidP="007B6A46">
      <w:r>
        <w:t>632.7092</w:t>
      </w:r>
      <w:r>
        <w:tab/>
        <w:t>1.013e0</w:t>
      </w:r>
    </w:p>
    <w:p w:rsidR="007B6A46" w:rsidRDefault="007B6A46" w:rsidP="007B6A46">
      <w:r>
        <w:t>632.7369</w:t>
      </w:r>
      <w:r>
        <w:tab/>
        <w:t>1.013e0</w:t>
      </w:r>
    </w:p>
    <w:p w:rsidR="007B6A46" w:rsidRDefault="007B6A46" w:rsidP="007B6A46">
      <w:r>
        <w:t>632.7858</w:t>
      </w:r>
      <w:r>
        <w:tab/>
        <w:t>1.013e0</w:t>
      </w:r>
    </w:p>
    <w:p w:rsidR="007B6A46" w:rsidRDefault="007B6A46" w:rsidP="007B6A46">
      <w:r>
        <w:t>632.8580</w:t>
      </w:r>
      <w:r>
        <w:tab/>
        <w:t>1.013e0</w:t>
      </w:r>
    </w:p>
    <w:p w:rsidR="007B6A46" w:rsidRDefault="007B6A46" w:rsidP="007B6A46">
      <w:r>
        <w:t>632.8768</w:t>
      </w:r>
      <w:r>
        <w:tab/>
        <w:t>2.025e0</w:t>
      </w:r>
    </w:p>
    <w:p w:rsidR="007B6A46" w:rsidRDefault="007B6A46" w:rsidP="007B6A46">
      <w:r>
        <w:t>633.1230</w:t>
      </w:r>
      <w:r>
        <w:tab/>
        <w:t>1.013e0</w:t>
      </w:r>
    </w:p>
    <w:p w:rsidR="007B6A46" w:rsidRDefault="007B6A46" w:rsidP="007B6A46">
      <w:r>
        <w:t>633.1318</w:t>
      </w:r>
      <w:r>
        <w:tab/>
        <w:t>1.013e0</w:t>
      </w:r>
    </w:p>
    <w:p w:rsidR="007B6A46" w:rsidRDefault="007B6A46" w:rsidP="007B6A46">
      <w:r>
        <w:t>633.2496</w:t>
      </w:r>
      <w:r>
        <w:tab/>
        <w:t>2.025e0</w:t>
      </w:r>
    </w:p>
    <w:p w:rsidR="007B6A46" w:rsidRDefault="007B6A46" w:rsidP="007B6A46">
      <w:r>
        <w:t>633.2543</w:t>
      </w:r>
      <w:r>
        <w:tab/>
        <w:t>2.025e0</w:t>
      </w:r>
    </w:p>
    <w:p w:rsidR="007B6A46" w:rsidRDefault="007B6A46" w:rsidP="007B6A46">
      <w:r>
        <w:t>633.2928</w:t>
      </w:r>
      <w:r>
        <w:tab/>
        <w:t>3.038e0</w:t>
      </w:r>
    </w:p>
    <w:p w:rsidR="007B6A46" w:rsidRDefault="007B6A46" w:rsidP="007B6A46">
      <w:r>
        <w:t>633.3316</w:t>
      </w:r>
      <w:r>
        <w:tab/>
        <w:t>1.013e0</w:t>
      </w:r>
    </w:p>
    <w:p w:rsidR="007B6A46" w:rsidRDefault="007B6A46" w:rsidP="007B6A46">
      <w:r>
        <w:t>633.3331</w:t>
      </w:r>
      <w:r>
        <w:tab/>
        <w:t>3.038e0</w:t>
      </w:r>
    </w:p>
    <w:p w:rsidR="007B6A46" w:rsidRDefault="007B6A46" w:rsidP="007B6A46">
      <w:r>
        <w:lastRenderedPageBreak/>
        <w:t>633.4021</w:t>
      </w:r>
      <w:r>
        <w:tab/>
        <w:t>4.051e0</w:t>
      </w:r>
    </w:p>
    <w:p w:rsidR="007B6A46" w:rsidRDefault="007B6A46" w:rsidP="007B6A46">
      <w:r>
        <w:t>633.4221</w:t>
      </w:r>
      <w:r>
        <w:tab/>
        <w:t>3.038e0</w:t>
      </w:r>
    </w:p>
    <w:p w:rsidR="007B6A46" w:rsidRDefault="007B6A46" w:rsidP="007B6A46">
      <w:r>
        <w:t>633.4820</w:t>
      </w:r>
      <w:r>
        <w:tab/>
        <w:t>2.025e0</w:t>
      </w:r>
    </w:p>
    <w:p w:rsidR="007B6A46" w:rsidRDefault="007B6A46" w:rsidP="007B6A46">
      <w:r>
        <w:t>633.5212</w:t>
      </w:r>
      <w:r>
        <w:tab/>
        <w:t>1.013e0</w:t>
      </w:r>
    </w:p>
    <w:p w:rsidR="007B6A46" w:rsidRDefault="007B6A46" w:rsidP="007B6A46">
      <w:r>
        <w:t>633.5487</w:t>
      </w:r>
      <w:r>
        <w:tab/>
        <w:t>2.025e0</w:t>
      </w:r>
    </w:p>
    <w:p w:rsidR="007B6A46" w:rsidRDefault="007B6A46" w:rsidP="007B6A46">
      <w:r>
        <w:t>633.5779</w:t>
      </w:r>
      <w:r>
        <w:tab/>
        <w:t>2.025e0</w:t>
      </w:r>
    </w:p>
    <w:p w:rsidR="007B6A46" w:rsidRDefault="007B6A46" w:rsidP="007B6A46">
      <w:r>
        <w:t>633.5969</w:t>
      </w:r>
      <w:r>
        <w:tab/>
        <w:t>1.013e0</w:t>
      </w:r>
    </w:p>
    <w:p w:rsidR="007B6A46" w:rsidRDefault="007B6A46" w:rsidP="007B6A46">
      <w:r>
        <w:t>633.6402</w:t>
      </w:r>
      <w:r>
        <w:tab/>
        <w:t>1.013e0</w:t>
      </w:r>
    </w:p>
    <w:p w:rsidR="007B6A46" w:rsidRDefault="007B6A46" w:rsidP="007B6A46">
      <w:r>
        <w:t>633.6938</w:t>
      </w:r>
      <w:r>
        <w:tab/>
        <w:t>2.025e0</w:t>
      </w:r>
    </w:p>
    <w:p w:rsidR="007B6A46" w:rsidRDefault="007B6A46" w:rsidP="007B6A46">
      <w:r>
        <w:t>633.7917</w:t>
      </w:r>
      <w:r>
        <w:tab/>
        <w:t>1.013e0</w:t>
      </w:r>
    </w:p>
    <w:p w:rsidR="007B6A46" w:rsidRDefault="007B6A46" w:rsidP="007B6A46">
      <w:r>
        <w:t>633.8229</w:t>
      </w:r>
      <w:r>
        <w:tab/>
        <w:t>1.013e0</w:t>
      </w:r>
    </w:p>
    <w:p w:rsidR="007B6A46" w:rsidRDefault="007B6A46" w:rsidP="007B6A46">
      <w:r>
        <w:t>633.8409</w:t>
      </w:r>
      <w:r>
        <w:tab/>
        <w:t>1.013e0</w:t>
      </w:r>
    </w:p>
    <w:p w:rsidR="007B6A46" w:rsidRDefault="007B6A46" w:rsidP="007B6A46">
      <w:r>
        <w:t>633.8580</w:t>
      </w:r>
      <w:r>
        <w:tab/>
        <w:t>1.013e0</w:t>
      </w:r>
    </w:p>
    <w:p w:rsidR="007B6A46" w:rsidRDefault="007B6A46" w:rsidP="007B6A46">
      <w:r>
        <w:t>633.8705</w:t>
      </w:r>
      <w:r>
        <w:tab/>
        <w:t>2.025e0</w:t>
      </w:r>
    </w:p>
    <w:p w:rsidR="007B6A46" w:rsidRDefault="007B6A46" w:rsidP="007B6A46">
      <w:r>
        <w:t>633.8986</w:t>
      </w:r>
      <w:r>
        <w:tab/>
        <w:t>2.025e0</w:t>
      </w:r>
    </w:p>
    <w:p w:rsidR="007B6A46" w:rsidRDefault="007B6A46" w:rsidP="007B6A46">
      <w:r>
        <w:t>633.9802</w:t>
      </w:r>
      <w:r>
        <w:tab/>
        <w:t>1.013e0</w:t>
      </w:r>
    </w:p>
    <w:p w:rsidR="007B6A46" w:rsidRDefault="007B6A46" w:rsidP="007B6A46">
      <w:r>
        <w:t>634.0948</w:t>
      </w:r>
      <w:r>
        <w:tab/>
        <w:t>1.013e0</w:t>
      </w:r>
    </w:p>
    <w:p w:rsidR="007B6A46" w:rsidRDefault="007B6A46" w:rsidP="007B6A46">
      <w:r>
        <w:t>634.1707</w:t>
      </w:r>
      <w:r>
        <w:tab/>
        <w:t>1.013e0</w:t>
      </w:r>
    </w:p>
    <w:p w:rsidR="007B6A46" w:rsidRDefault="007B6A46" w:rsidP="007B6A46">
      <w:r>
        <w:t>634.2031</w:t>
      </w:r>
      <w:r>
        <w:tab/>
        <w:t>1.013e0</w:t>
      </w:r>
    </w:p>
    <w:p w:rsidR="007B6A46" w:rsidRDefault="007B6A46" w:rsidP="007B6A46">
      <w:r>
        <w:lastRenderedPageBreak/>
        <w:t>634.2563</w:t>
      </w:r>
      <w:r>
        <w:tab/>
        <w:t>1.013e0</w:t>
      </w:r>
    </w:p>
    <w:p w:rsidR="007B6A46" w:rsidRDefault="007B6A46" w:rsidP="007B6A46">
      <w:r>
        <w:t>634.2607</w:t>
      </w:r>
      <w:r>
        <w:tab/>
        <w:t>1.013e0</w:t>
      </w:r>
    </w:p>
    <w:p w:rsidR="007B6A46" w:rsidRDefault="007B6A46" w:rsidP="007B6A46">
      <w:r>
        <w:t>634.3007</w:t>
      </w:r>
      <w:r>
        <w:tab/>
        <w:t>1.013e0</w:t>
      </w:r>
    </w:p>
    <w:p w:rsidR="007B6A46" w:rsidRDefault="007B6A46" w:rsidP="007B6A46">
      <w:r>
        <w:t>634.3492</w:t>
      </w:r>
      <w:r>
        <w:tab/>
        <w:t>1.013e0</w:t>
      </w:r>
    </w:p>
    <w:p w:rsidR="007B6A46" w:rsidRDefault="007B6A46" w:rsidP="007B6A46">
      <w:r>
        <w:t>634.3505</w:t>
      </w:r>
      <w:r>
        <w:tab/>
        <w:t>5.063e0</w:t>
      </w:r>
    </w:p>
    <w:p w:rsidR="007B6A46" w:rsidRDefault="007B6A46" w:rsidP="007B6A46">
      <w:r>
        <w:t>634.3918</w:t>
      </w:r>
      <w:r>
        <w:tab/>
        <w:t>2.025e0</w:t>
      </w:r>
    </w:p>
    <w:p w:rsidR="007B6A46" w:rsidRDefault="007B6A46" w:rsidP="007B6A46">
      <w:r>
        <w:t>634.4188</w:t>
      </w:r>
      <w:r>
        <w:tab/>
        <w:t>2.025e0</w:t>
      </w:r>
    </w:p>
    <w:p w:rsidR="007B6A46" w:rsidRDefault="007B6A46" w:rsidP="007B6A46">
      <w:r>
        <w:t>634.4630</w:t>
      </w:r>
      <w:r>
        <w:tab/>
        <w:t>2.025e0</w:t>
      </w:r>
    </w:p>
    <w:p w:rsidR="007B6A46" w:rsidRDefault="007B6A46" w:rsidP="007B6A46">
      <w:r>
        <w:t>634.4747</w:t>
      </w:r>
      <w:r>
        <w:tab/>
        <w:t>4.051e0</w:t>
      </w:r>
    </w:p>
    <w:p w:rsidR="007B6A46" w:rsidRDefault="007B6A46" w:rsidP="007B6A46">
      <w:r>
        <w:t>634.4879</w:t>
      </w:r>
      <w:r>
        <w:tab/>
        <w:t>2.025e0</w:t>
      </w:r>
    </w:p>
    <w:p w:rsidR="007B6A46" w:rsidRDefault="007B6A46" w:rsidP="007B6A46">
      <w:r>
        <w:t>634.5705</w:t>
      </w:r>
      <w:r>
        <w:tab/>
        <w:t>1.013e0</w:t>
      </w:r>
    </w:p>
    <w:p w:rsidR="007B6A46" w:rsidRDefault="007B6A46" w:rsidP="007B6A46">
      <w:r>
        <w:t>634.6824</w:t>
      </w:r>
      <w:r>
        <w:tab/>
        <w:t>1.013e0</w:t>
      </w:r>
    </w:p>
    <w:p w:rsidR="007B6A46" w:rsidRDefault="007B6A46" w:rsidP="007B6A46">
      <w:r>
        <w:t>634.6980</w:t>
      </w:r>
      <w:r>
        <w:tab/>
        <w:t>1.013e0</w:t>
      </w:r>
    </w:p>
    <w:p w:rsidR="007B6A46" w:rsidRDefault="007B6A46" w:rsidP="007B6A46">
      <w:r>
        <w:t>634.7395</w:t>
      </w:r>
      <w:r>
        <w:tab/>
        <w:t>2.025e0</w:t>
      </w:r>
    </w:p>
    <w:p w:rsidR="007B6A46" w:rsidRDefault="007B6A46" w:rsidP="007B6A46">
      <w:r>
        <w:t>634.7690</w:t>
      </w:r>
      <w:r>
        <w:tab/>
        <w:t>1.013e0</w:t>
      </w:r>
    </w:p>
    <w:p w:rsidR="007B6A46" w:rsidRDefault="007B6A46" w:rsidP="007B6A46">
      <w:r>
        <w:t>634.8732</w:t>
      </w:r>
      <w:r>
        <w:tab/>
        <w:t>1.013e0</w:t>
      </w:r>
    </w:p>
    <w:p w:rsidR="007B6A46" w:rsidRDefault="007B6A46" w:rsidP="007B6A46">
      <w:r>
        <w:t>634.8848</w:t>
      </w:r>
      <w:r>
        <w:tab/>
        <w:t>1.013e0</w:t>
      </w:r>
    </w:p>
    <w:p w:rsidR="007B6A46" w:rsidRDefault="007B6A46" w:rsidP="007B6A46">
      <w:r>
        <w:t>634.9617</w:t>
      </w:r>
      <w:r>
        <w:tab/>
        <w:t>1.013e0</w:t>
      </w:r>
    </w:p>
    <w:p w:rsidR="007B6A46" w:rsidRDefault="007B6A46" w:rsidP="007B6A46">
      <w:r>
        <w:t>635.0051</w:t>
      </w:r>
      <w:r>
        <w:tab/>
        <w:t>1.013e0</w:t>
      </w:r>
    </w:p>
    <w:p w:rsidR="007B6A46" w:rsidRDefault="007B6A46" w:rsidP="007B6A46">
      <w:r>
        <w:lastRenderedPageBreak/>
        <w:t>635.0143</w:t>
      </w:r>
      <w:r>
        <w:tab/>
        <w:t>1.013e0</w:t>
      </w:r>
    </w:p>
    <w:p w:rsidR="007B6A46" w:rsidRDefault="007B6A46" w:rsidP="007B6A46">
      <w:r>
        <w:t>635.0713</w:t>
      </w:r>
      <w:r>
        <w:tab/>
        <w:t>2.923e0</w:t>
      </w:r>
    </w:p>
    <w:p w:rsidR="007B6A46" w:rsidRDefault="007B6A46" w:rsidP="007B6A46">
      <w:r>
        <w:t>635.1234</w:t>
      </w:r>
      <w:r>
        <w:tab/>
        <w:t>1.013e0</w:t>
      </w:r>
    </w:p>
    <w:p w:rsidR="007B6A46" w:rsidRDefault="007B6A46" w:rsidP="007B6A46">
      <w:r>
        <w:t>635.1379</w:t>
      </w:r>
      <w:r>
        <w:tab/>
        <w:t>1.013e0</w:t>
      </w:r>
    </w:p>
    <w:p w:rsidR="007B6A46" w:rsidRDefault="007B6A46" w:rsidP="007B6A46">
      <w:r>
        <w:t>635.1569</w:t>
      </w:r>
      <w:r>
        <w:tab/>
        <w:t>1.013e0</w:t>
      </w:r>
    </w:p>
    <w:p w:rsidR="007B6A46" w:rsidRDefault="007B6A46" w:rsidP="007B6A46">
      <w:r>
        <w:t>635.1895</w:t>
      </w:r>
      <w:r>
        <w:tab/>
        <w:t>1.013e0</w:t>
      </w:r>
    </w:p>
    <w:p w:rsidR="007B6A46" w:rsidRDefault="007B6A46" w:rsidP="007B6A46">
      <w:r>
        <w:t>635.2629</w:t>
      </w:r>
      <w:r>
        <w:tab/>
        <w:t>2.025e0</w:t>
      </w:r>
    </w:p>
    <w:p w:rsidR="007B6A46" w:rsidRDefault="007B6A46" w:rsidP="007B6A46">
      <w:r>
        <w:t>635.3646</w:t>
      </w:r>
      <w:r>
        <w:tab/>
        <w:t>1.013e0</w:t>
      </w:r>
    </w:p>
    <w:p w:rsidR="007B6A46" w:rsidRDefault="007B6A46" w:rsidP="007B6A46">
      <w:r>
        <w:t>635.3961</w:t>
      </w:r>
      <w:r>
        <w:tab/>
        <w:t>2.025e0</w:t>
      </w:r>
    </w:p>
    <w:p w:rsidR="007B6A46" w:rsidRDefault="007B6A46" w:rsidP="007B6A46">
      <w:r>
        <w:t>635.4438</w:t>
      </w:r>
      <w:r>
        <w:tab/>
        <w:t>2.025e0</w:t>
      </w:r>
    </w:p>
    <w:p w:rsidR="007B6A46" w:rsidRDefault="007B6A46" w:rsidP="007B6A46">
      <w:r>
        <w:t>635.4498</w:t>
      </w:r>
      <w:r>
        <w:tab/>
        <w:t>1.013e0</w:t>
      </w:r>
    </w:p>
    <w:p w:rsidR="007B6A46" w:rsidRDefault="007B6A46" w:rsidP="007B6A46">
      <w:r>
        <w:t>635.4568</w:t>
      </w:r>
      <w:r>
        <w:tab/>
        <w:t>2.025e0</w:t>
      </w:r>
    </w:p>
    <w:p w:rsidR="007B6A46" w:rsidRDefault="007B6A46" w:rsidP="007B6A46">
      <w:r>
        <w:t>635.4824</w:t>
      </w:r>
      <w:r>
        <w:tab/>
        <w:t>1.013e0</w:t>
      </w:r>
    </w:p>
    <w:p w:rsidR="007B6A46" w:rsidRDefault="007B6A46" w:rsidP="007B6A46">
      <w:r>
        <w:t>635.5258</w:t>
      </w:r>
      <w:r>
        <w:tab/>
        <w:t>1.013e0</w:t>
      </w:r>
    </w:p>
    <w:p w:rsidR="007B6A46" w:rsidRDefault="007B6A46" w:rsidP="007B6A46">
      <w:r>
        <w:t>635.5405</w:t>
      </w:r>
      <w:r>
        <w:tab/>
        <w:t>1.013e0</w:t>
      </w:r>
    </w:p>
    <w:p w:rsidR="007B6A46" w:rsidRDefault="007B6A46" w:rsidP="007B6A46">
      <w:r>
        <w:t>635.5741</w:t>
      </w:r>
      <w:r>
        <w:tab/>
        <w:t>1.013e0</w:t>
      </w:r>
    </w:p>
    <w:p w:rsidR="007B6A46" w:rsidRDefault="007B6A46" w:rsidP="007B6A46">
      <w:r>
        <w:t>635.5909</w:t>
      </w:r>
      <w:r>
        <w:tab/>
        <w:t>1.013e0</w:t>
      </w:r>
    </w:p>
    <w:p w:rsidR="007B6A46" w:rsidRDefault="007B6A46" w:rsidP="007B6A46">
      <w:r>
        <w:t>635.6767</w:t>
      </w:r>
      <w:r>
        <w:tab/>
        <w:t>1.013e0</w:t>
      </w:r>
    </w:p>
    <w:p w:rsidR="007B6A46" w:rsidRDefault="007B6A46" w:rsidP="007B6A46">
      <w:r>
        <w:t>635.6886</w:t>
      </w:r>
      <w:r>
        <w:tab/>
        <w:t>1.013e0</w:t>
      </w:r>
    </w:p>
    <w:p w:rsidR="007B6A46" w:rsidRDefault="007B6A46" w:rsidP="007B6A46">
      <w:r>
        <w:lastRenderedPageBreak/>
        <w:t>635.6973</w:t>
      </w:r>
      <w:r>
        <w:tab/>
        <w:t>1.013e0</w:t>
      </w:r>
    </w:p>
    <w:p w:rsidR="007B6A46" w:rsidRDefault="007B6A46" w:rsidP="007B6A46">
      <w:r>
        <w:t>635.7606</w:t>
      </w:r>
      <w:r>
        <w:tab/>
        <w:t>3.038e0</w:t>
      </w:r>
    </w:p>
    <w:p w:rsidR="007B6A46" w:rsidRDefault="007B6A46" w:rsidP="007B6A46">
      <w:r>
        <w:t>635.7856</w:t>
      </w:r>
      <w:r>
        <w:tab/>
        <w:t>3.038e0</w:t>
      </w:r>
    </w:p>
    <w:p w:rsidR="007B6A46" w:rsidRDefault="007B6A46" w:rsidP="007B6A46">
      <w:r>
        <w:t>635.8725</w:t>
      </w:r>
      <w:r>
        <w:tab/>
        <w:t>1.013e0</w:t>
      </w:r>
    </w:p>
    <w:p w:rsidR="007B6A46" w:rsidRDefault="007B6A46" w:rsidP="007B6A46">
      <w:r>
        <w:t>635.9395</w:t>
      </w:r>
      <w:r>
        <w:tab/>
        <w:t>2.025e0</w:t>
      </w:r>
    </w:p>
    <w:p w:rsidR="007B6A46" w:rsidRDefault="007B6A46" w:rsidP="007B6A46">
      <w:r>
        <w:t>635.9713</w:t>
      </w:r>
      <w:r>
        <w:tab/>
        <w:t>3.117e0</w:t>
      </w:r>
    </w:p>
    <w:p w:rsidR="007B6A46" w:rsidRDefault="007B6A46" w:rsidP="007B6A46">
      <w:r>
        <w:t>635.9747</w:t>
      </w:r>
      <w:r>
        <w:tab/>
        <w:t>3.038e0</w:t>
      </w:r>
    </w:p>
    <w:p w:rsidR="007B6A46" w:rsidRDefault="007B6A46" w:rsidP="007B6A46">
      <w:r>
        <w:t>636.0251</w:t>
      </w:r>
      <w:r>
        <w:tab/>
        <w:t>1.013e0</w:t>
      </w:r>
    </w:p>
    <w:p w:rsidR="007B6A46" w:rsidRDefault="007B6A46" w:rsidP="007B6A46">
      <w:r>
        <w:t>636.1338</w:t>
      </w:r>
      <w:r>
        <w:tab/>
        <w:t>1.013e0</w:t>
      </w:r>
    </w:p>
    <w:p w:rsidR="007B6A46" w:rsidRDefault="007B6A46" w:rsidP="007B6A46">
      <w:r>
        <w:t>636.1353</w:t>
      </w:r>
      <w:r>
        <w:tab/>
        <w:t>2.025e0</w:t>
      </w:r>
    </w:p>
    <w:p w:rsidR="007B6A46" w:rsidRDefault="007B6A46" w:rsidP="007B6A46">
      <w:r>
        <w:t>636.1932</w:t>
      </w:r>
      <w:r>
        <w:tab/>
        <w:t>2.025e0</w:t>
      </w:r>
    </w:p>
    <w:p w:rsidR="007B6A46" w:rsidRDefault="007B6A46" w:rsidP="007B6A46">
      <w:r>
        <w:t>636.2391</w:t>
      </w:r>
      <w:r>
        <w:tab/>
        <w:t>1.013e0</w:t>
      </w:r>
    </w:p>
    <w:p w:rsidR="007B6A46" w:rsidRDefault="007B6A46" w:rsidP="007B6A46">
      <w:r>
        <w:t>636.2641</w:t>
      </w:r>
      <w:r>
        <w:tab/>
        <w:t>1.013e0</w:t>
      </w:r>
    </w:p>
    <w:p w:rsidR="007B6A46" w:rsidRDefault="007B6A46" w:rsidP="007B6A46">
      <w:r>
        <w:t>636.2685</w:t>
      </w:r>
      <w:r>
        <w:tab/>
        <w:t>2.025e0</w:t>
      </w:r>
    </w:p>
    <w:p w:rsidR="007B6A46" w:rsidRDefault="007B6A46" w:rsidP="007B6A46">
      <w:r>
        <w:t>636.3184</w:t>
      </w:r>
      <w:r>
        <w:tab/>
        <w:t>1.013e0</w:t>
      </w:r>
    </w:p>
    <w:p w:rsidR="007B6A46" w:rsidRDefault="007B6A46" w:rsidP="007B6A46">
      <w:r>
        <w:t>636.3619</w:t>
      </w:r>
      <w:r>
        <w:tab/>
        <w:t>1.013e0</w:t>
      </w:r>
    </w:p>
    <w:p w:rsidR="007B6A46" w:rsidRDefault="007B6A46" w:rsidP="007B6A46">
      <w:r>
        <w:t>636.5037</w:t>
      </w:r>
      <w:r>
        <w:tab/>
        <w:t>1.013e0</w:t>
      </w:r>
    </w:p>
    <w:p w:rsidR="007B6A46" w:rsidRDefault="007B6A46" w:rsidP="007B6A46">
      <w:r>
        <w:t>636.5140</w:t>
      </w:r>
      <w:r>
        <w:tab/>
        <w:t>1.013e0</w:t>
      </w:r>
    </w:p>
    <w:p w:rsidR="007B6A46" w:rsidRDefault="007B6A46" w:rsidP="007B6A46">
      <w:r>
        <w:t>636.5388</w:t>
      </w:r>
      <w:r>
        <w:tab/>
        <w:t>2.025e0</w:t>
      </w:r>
    </w:p>
    <w:p w:rsidR="007B6A46" w:rsidRDefault="007B6A46" w:rsidP="007B6A46">
      <w:r>
        <w:lastRenderedPageBreak/>
        <w:t>636.5565</w:t>
      </w:r>
      <w:r>
        <w:tab/>
        <w:t>1.013e0</w:t>
      </w:r>
    </w:p>
    <w:p w:rsidR="007B6A46" w:rsidRDefault="007B6A46" w:rsidP="007B6A46">
      <w:r>
        <w:t>636.5764</w:t>
      </w:r>
      <w:r>
        <w:tab/>
        <w:t>2.025e0</w:t>
      </w:r>
    </w:p>
    <w:p w:rsidR="007B6A46" w:rsidRDefault="007B6A46" w:rsidP="007B6A46">
      <w:r>
        <w:t>636.5901</w:t>
      </w:r>
      <w:r>
        <w:tab/>
        <w:t>1.013e0</w:t>
      </w:r>
    </w:p>
    <w:p w:rsidR="007B6A46" w:rsidRDefault="007B6A46" w:rsidP="007B6A46">
      <w:r>
        <w:t>636.6336</w:t>
      </w:r>
      <w:r>
        <w:tab/>
        <w:t>1.013e0</w:t>
      </w:r>
    </w:p>
    <w:p w:rsidR="007B6A46" w:rsidRDefault="007B6A46" w:rsidP="007B6A46">
      <w:r>
        <w:t>636.6559</w:t>
      </w:r>
      <w:r>
        <w:tab/>
        <w:t>2.025e0</w:t>
      </w:r>
    </w:p>
    <w:p w:rsidR="007B6A46" w:rsidRDefault="007B6A46" w:rsidP="007B6A46">
      <w:r>
        <w:t>636.7819</w:t>
      </w:r>
      <w:r>
        <w:tab/>
        <w:t>1.013e0</w:t>
      </w:r>
    </w:p>
    <w:p w:rsidR="007B6A46" w:rsidRDefault="007B6A46" w:rsidP="007B6A46">
      <w:r>
        <w:t>636.8188</w:t>
      </w:r>
      <w:r>
        <w:tab/>
        <w:t>1.013e0</w:t>
      </w:r>
    </w:p>
    <w:p w:rsidR="007B6A46" w:rsidRDefault="007B6A46" w:rsidP="007B6A46">
      <w:r>
        <w:t>636.8282</w:t>
      </w:r>
      <w:r>
        <w:tab/>
        <w:t>1.013e0</w:t>
      </w:r>
    </w:p>
    <w:p w:rsidR="007B6A46" w:rsidRDefault="007B6A46" w:rsidP="007B6A46">
      <w:r>
        <w:t>637.0096</w:t>
      </w:r>
      <w:r>
        <w:tab/>
        <w:t>1.013e0</w:t>
      </w:r>
    </w:p>
    <w:p w:rsidR="007B6A46" w:rsidRDefault="007B6A46" w:rsidP="007B6A46">
      <w:r>
        <w:t>637.0576</w:t>
      </w:r>
      <w:r>
        <w:tab/>
        <w:t>1.013e0</w:t>
      </w:r>
    </w:p>
    <w:p w:rsidR="007B6A46" w:rsidRDefault="007B6A46" w:rsidP="007B6A46">
      <w:r>
        <w:t>637.0903</w:t>
      </w:r>
      <w:r>
        <w:tab/>
        <w:t>1.013e0</w:t>
      </w:r>
    </w:p>
    <w:p w:rsidR="007B6A46" w:rsidRDefault="007B6A46" w:rsidP="007B6A46">
      <w:r>
        <w:t>637.0980</w:t>
      </w:r>
      <w:r>
        <w:tab/>
        <w:t>1.013e0</w:t>
      </w:r>
    </w:p>
    <w:p w:rsidR="007B6A46" w:rsidRDefault="007B6A46" w:rsidP="007B6A46">
      <w:r>
        <w:t>637.1320</w:t>
      </w:r>
      <w:r>
        <w:tab/>
        <w:t>2.025e0</w:t>
      </w:r>
    </w:p>
    <w:p w:rsidR="007B6A46" w:rsidRDefault="007B6A46" w:rsidP="007B6A46">
      <w:r>
        <w:t>637.2633</w:t>
      </w:r>
      <w:r>
        <w:tab/>
        <w:t>1.013e0</w:t>
      </w:r>
    </w:p>
    <w:p w:rsidR="007B6A46" w:rsidRDefault="007B6A46" w:rsidP="007B6A46">
      <w:r>
        <w:t>637.2643</w:t>
      </w:r>
      <w:r>
        <w:tab/>
        <w:t>1.013e0</w:t>
      </w:r>
    </w:p>
    <w:p w:rsidR="007B6A46" w:rsidRDefault="007B6A46" w:rsidP="007B6A46">
      <w:r>
        <w:t>637.3090</w:t>
      </w:r>
      <w:r>
        <w:tab/>
        <w:t>1.013e0</w:t>
      </w:r>
    </w:p>
    <w:p w:rsidR="007B6A46" w:rsidRDefault="007B6A46" w:rsidP="007B6A46">
      <w:r>
        <w:t>637.3334</w:t>
      </w:r>
      <w:r>
        <w:tab/>
        <w:t>3.038e0</w:t>
      </w:r>
    </w:p>
    <w:p w:rsidR="007B6A46" w:rsidRDefault="007B6A46" w:rsidP="007B6A46">
      <w:r>
        <w:t>637.3967</w:t>
      </w:r>
      <w:r>
        <w:tab/>
        <w:t>2.025e0</w:t>
      </w:r>
    </w:p>
    <w:p w:rsidR="007B6A46" w:rsidRDefault="007B6A46" w:rsidP="007B6A46">
      <w:r>
        <w:t>637.4058</w:t>
      </w:r>
      <w:r>
        <w:tab/>
        <w:t>1.013e0</w:t>
      </w:r>
    </w:p>
    <w:p w:rsidR="007B6A46" w:rsidRDefault="007B6A46" w:rsidP="007B6A46">
      <w:r>
        <w:lastRenderedPageBreak/>
        <w:t>637.4547</w:t>
      </w:r>
      <w:r>
        <w:tab/>
        <w:t>3.038e0</w:t>
      </w:r>
    </w:p>
    <w:p w:rsidR="007B6A46" w:rsidRDefault="007B6A46" w:rsidP="007B6A46">
      <w:r>
        <w:t>637.5007</w:t>
      </w:r>
      <w:r>
        <w:tab/>
        <w:t>3.038e0</w:t>
      </w:r>
    </w:p>
    <w:p w:rsidR="007B6A46" w:rsidRDefault="007B6A46" w:rsidP="007B6A46">
      <w:r>
        <w:t>637.5472</w:t>
      </w:r>
      <w:r>
        <w:tab/>
        <w:t>1.013e0</w:t>
      </w:r>
    </w:p>
    <w:p w:rsidR="007B6A46" w:rsidRDefault="007B6A46" w:rsidP="007B6A46">
      <w:r>
        <w:t>637.5582</w:t>
      </w:r>
      <w:r>
        <w:tab/>
        <w:t>1.013e0</w:t>
      </w:r>
    </w:p>
    <w:p w:rsidR="007B6A46" w:rsidRDefault="007B6A46" w:rsidP="007B6A46">
      <w:r>
        <w:t>637.5690</w:t>
      </w:r>
      <w:r>
        <w:tab/>
        <w:t>1.013e0</w:t>
      </w:r>
    </w:p>
    <w:p w:rsidR="007B6A46" w:rsidRDefault="007B6A46" w:rsidP="007B6A46">
      <w:r>
        <w:t>637.6888</w:t>
      </w:r>
      <w:r>
        <w:tab/>
        <w:t>1.013e0</w:t>
      </w:r>
    </w:p>
    <w:p w:rsidR="007B6A46" w:rsidRDefault="007B6A46" w:rsidP="007B6A46">
      <w:r>
        <w:t>637.7259</w:t>
      </w:r>
      <w:r>
        <w:tab/>
        <w:t>2.025e0</w:t>
      </w:r>
    </w:p>
    <w:p w:rsidR="007B6A46" w:rsidRDefault="007B6A46" w:rsidP="007B6A46">
      <w:r>
        <w:t>637.7422</w:t>
      </w:r>
      <w:r>
        <w:tab/>
        <w:t>1.013e0</w:t>
      </w:r>
    </w:p>
    <w:p w:rsidR="007B6A46" w:rsidRDefault="007B6A46" w:rsidP="007B6A46">
      <w:r>
        <w:t>637.8675</w:t>
      </w:r>
      <w:r>
        <w:tab/>
        <w:t>1.013e0</w:t>
      </w:r>
    </w:p>
    <w:p w:rsidR="007B6A46" w:rsidRDefault="007B6A46" w:rsidP="007B6A46">
      <w:r>
        <w:t>637.8956</w:t>
      </w:r>
      <w:r>
        <w:tab/>
        <w:t>1.013e0</w:t>
      </w:r>
    </w:p>
    <w:p w:rsidR="007B6A46" w:rsidRDefault="007B6A46" w:rsidP="007B6A46">
      <w:r>
        <w:t>637.9164</w:t>
      </w:r>
      <w:r>
        <w:tab/>
        <w:t>1.013e0</w:t>
      </w:r>
    </w:p>
    <w:p w:rsidR="007B6A46" w:rsidRDefault="007B6A46" w:rsidP="007B6A46">
      <w:r>
        <w:t>637.9559</w:t>
      </w:r>
      <w:r>
        <w:tab/>
        <w:t>1.013e0</w:t>
      </w:r>
    </w:p>
    <w:p w:rsidR="007B6A46" w:rsidRDefault="007B6A46" w:rsidP="007B6A46">
      <w:r>
        <w:t>638.0035</w:t>
      </w:r>
      <w:r>
        <w:tab/>
        <w:t>1.013e0</w:t>
      </w:r>
    </w:p>
    <w:p w:rsidR="007B6A46" w:rsidRDefault="007B6A46" w:rsidP="007B6A46">
      <w:r>
        <w:t>638.0264</w:t>
      </w:r>
      <w:r>
        <w:tab/>
        <w:t>1.013e0</w:t>
      </w:r>
    </w:p>
    <w:p w:rsidR="007B6A46" w:rsidRDefault="007B6A46" w:rsidP="007B6A46">
      <w:r>
        <w:t>638.0471</w:t>
      </w:r>
      <w:r>
        <w:tab/>
        <w:t>1.013e0</w:t>
      </w:r>
    </w:p>
    <w:p w:rsidR="007B6A46" w:rsidRDefault="007B6A46" w:rsidP="007B6A46">
      <w:r>
        <w:t>638.0917</w:t>
      </w:r>
      <w:r>
        <w:tab/>
        <w:t>2.025e0</w:t>
      </w:r>
    </w:p>
    <w:p w:rsidR="007B6A46" w:rsidRDefault="007B6A46" w:rsidP="007B6A46">
      <w:r>
        <w:t>638.1302</w:t>
      </w:r>
      <w:r>
        <w:tab/>
        <w:t>3.038e0</w:t>
      </w:r>
    </w:p>
    <w:p w:rsidR="007B6A46" w:rsidRDefault="007B6A46" w:rsidP="007B6A46">
      <w:r>
        <w:t>638.2015</w:t>
      </w:r>
      <w:r>
        <w:tab/>
        <w:t>1.013e0</w:t>
      </w:r>
    </w:p>
    <w:p w:rsidR="007B6A46" w:rsidRDefault="007B6A46" w:rsidP="007B6A46">
      <w:r>
        <w:t>638.2354</w:t>
      </w:r>
      <w:r>
        <w:tab/>
        <w:t>1.013e0</w:t>
      </w:r>
    </w:p>
    <w:p w:rsidR="007B6A46" w:rsidRDefault="007B6A46" w:rsidP="007B6A46">
      <w:r>
        <w:lastRenderedPageBreak/>
        <w:t>638.3057</w:t>
      </w:r>
      <w:r>
        <w:tab/>
        <w:t>1.013e0</w:t>
      </w:r>
    </w:p>
    <w:p w:rsidR="007B6A46" w:rsidRDefault="007B6A46" w:rsidP="007B6A46">
      <w:r>
        <w:t>638.3239</w:t>
      </w:r>
      <w:r>
        <w:tab/>
        <w:t>1.013e0</w:t>
      </w:r>
    </w:p>
    <w:p w:rsidR="007B6A46" w:rsidRDefault="007B6A46" w:rsidP="007B6A46">
      <w:r>
        <w:t>638.3630</w:t>
      </w:r>
      <w:r>
        <w:tab/>
        <w:t>1.013e0</w:t>
      </w:r>
    </w:p>
    <w:p w:rsidR="007B6A46" w:rsidRDefault="007B6A46" w:rsidP="007B6A46">
      <w:r>
        <w:t>638.3686</w:t>
      </w:r>
      <w:r>
        <w:tab/>
        <w:t>2.025e0</w:t>
      </w:r>
    </w:p>
    <w:p w:rsidR="007B6A46" w:rsidRDefault="007B6A46" w:rsidP="007B6A46">
      <w:r>
        <w:t>638.4077</w:t>
      </w:r>
      <w:r>
        <w:tab/>
        <w:t>1.013e0</w:t>
      </w:r>
    </w:p>
    <w:p w:rsidR="007B6A46" w:rsidRDefault="007B6A46" w:rsidP="007B6A46">
      <w:r>
        <w:t>638.4175</w:t>
      </w:r>
      <w:r>
        <w:tab/>
        <w:t>1.013e0</w:t>
      </w:r>
    </w:p>
    <w:p w:rsidR="007B6A46" w:rsidRDefault="007B6A46" w:rsidP="007B6A46">
      <w:r>
        <w:t>638.4186</w:t>
      </w:r>
      <w:r>
        <w:tab/>
        <w:t>1.013e0</w:t>
      </w:r>
    </w:p>
    <w:p w:rsidR="007B6A46" w:rsidRDefault="007B6A46" w:rsidP="007B6A46">
      <w:r>
        <w:t>638.4520</w:t>
      </w:r>
      <w:r>
        <w:tab/>
        <w:t>3.038e0</w:t>
      </w:r>
    </w:p>
    <w:p w:rsidR="007B6A46" w:rsidRDefault="007B6A46" w:rsidP="007B6A46">
      <w:r>
        <w:t>638.4791</w:t>
      </w:r>
      <w:r>
        <w:tab/>
        <w:t>3.038e0</w:t>
      </w:r>
    </w:p>
    <w:p w:rsidR="007B6A46" w:rsidRDefault="007B6A46" w:rsidP="007B6A46">
      <w:r>
        <w:t>638.4988</w:t>
      </w:r>
      <w:r>
        <w:tab/>
        <w:t>1.013e0</w:t>
      </w:r>
    </w:p>
    <w:p w:rsidR="007B6A46" w:rsidRDefault="007B6A46" w:rsidP="007B6A46">
      <w:r>
        <w:t>638.5155</w:t>
      </w:r>
      <w:r>
        <w:tab/>
        <w:t>1.013e0</w:t>
      </w:r>
    </w:p>
    <w:p w:rsidR="007B6A46" w:rsidRDefault="007B6A46" w:rsidP="007B6A46">
      <w:r>
        <w:t>638.5888</w:t>
      </w:r>
      <w:r>
        <w:tab/>
        <w:t>3.038e0</w:t>
      </w:r>
    </w:p>
    <w:p w:rsidR="007B6A46" w:rsidRDefault="007B6A46" w:rsidP="007B6A46">
      <w:r>
        <w:t>638.5920</w:t>
      </w:r>
      <w:r>
        <w:tab/>
        <w:t>8.101e0</w:t>
      </w:r>
    </w:p>
    <w:p w:rsidR="007B6A46" w:rsidRDefault="007B6A46" w:rsidP="007B6A46">
      <w:r>
        <w:t>638.5969</w:t>
      </w:r>
      <w:r>
        <w:tab/>
        <w:t>2.025e0</w:t>
      </w:r>
    </w:p>
    <w:p w:rsidR="007B6A46" w:rsidRDefault="007B6A46" w:rsidP="007B6A46">
      <w:r>
        <w:t>638.6071</w:t>
      </w:r>
      <w:r>
        <w:tab/>
        <w:t>4.051e0</w:t>
      </w:r>
    </w:p>
    <w:p w:rsidR="007B6A46" w:rsidRDefault="007B6A46" w:rsidP="007B6A46">
      <w:r>
        <w:t>638.6434</w:t>
      </w:r>
      <w:r>
        <w:tab/>
        <w:t>3.038e0</w:t>
      </w:r>
    </w:p>
    <w:p w:rsidR="007B6A46" w:rsidRDefault="007B6A46" w:rsidP="007B6A46">
      <w:r>
        <w:t>638.6464</w:t>
      </w:r>
      <w:r>
        <w:tab/>
        <w:t>2.025e0</w:t>
      </w:r>
    </w:p>
    <w:p w:rsidR="007B6A46" w:rsidRDefault="007B6A46" w:rsidP="007B6A46">
      <w:r>
        <w:t>638.6477</w:t>
      </w:r>
      <w:r>
        <w:tab/>
        <w:t>2.025e0</w:t>
      </w:r>
    </w:p>
    <w:p w:rsidR="007B6A46" w:rsidRDefault="007B6A46" w:rsidP="007B6A46">
      <w:r>
        <w:t>638.7264</w:t>
      </w:r>
      <w:r>
        <w:tab/>
        <w:t>1.013e0</w:t>
      </w:r>
    </w:p>
    <w:p w:rsidR="007B6A46" w:rsidRDefault="007B6A46" w:rsidP="007B6A46">
      <w:r>
        <w:lastRenderedPageBreak/>
        <w:t>638.7601</w:t>
      </w:r>
      <w:r>
        <w:tab/>
        <w:t>1.013e0</w:t>
      </w:r>
    </w:p>
    <w:p w:rsidR="007B6A46" w:rsidRDefault="007B6A46" w:rsidP="007B6A46">
      <w:r>
        <w:t>638.8297</w:t>
      </w:r>
      <w:r>
        <w:tab/>
        <w:t>3.038e0</w:t>
      </w:r>
    </w:p>
    <w:p w:rsidR="007B6A46" w:rsidRDefault="007B6A46" w:rsidP="007B6A46">
      <w:r>
        <w:t>638.8663</w:t>
      </w:r>
      <w:r>
        <w:tab/>
        <w:t>1.013e0</w:t>
      </w:r>
    </w:p>
    <w:p w:rsidR="007B6A46" w:rsidRDefault="007B6A46" w:rsidP="007B6A46">
      <w:r>
        <w:t>638.9081</w:t>
      </w:r>
      <w:r>
        <w:tab/>
        <w:t>1.013e0</w:t>
      </w:r>
    </w:p>
    <w:p w:rsidR="007B6A46" w:rsidRDefault="007B6A46" w:rsidP="007B6A46">
      <w:r>
        <w:t>638.9419</w:t>
      </w:r>
      <w:r>
        <w:tab/>
        <w:t>1.013e0</w:t>
      </w:r>
    </w:p>
    <w:p w:rsidR="007B6A46" w:rsidRDefault="007B6A46" w:rsidP="007B6A46">
      <w:r>
        <w:t>638.9987</w:t>
      </w:r>
      <w:r>
        <w:tab/>
        <w:t>3.038e0</w:t>
      </w:r>
    </w:p>
    <w:p w:rsidR="007B6A46" w:rsidRDefault="007B6A46" w:rsidP="007B6A46">
      <w:r>
        <w:t>639.0085</w:t>
      </w:r>
      <w:r>
        <w:tab/>
        <w:t>3.011e0</w:t>
      </w:r>
    </w:p>
    <w:p w:rsidR="007B6A46" w:rsidRDefault="007B6A46" w:rsidP="007B6A46">
      <w:r>
        <w:t>639.0718</w:t>
      </w:r>
      <w:r>
        <w:tab/>
        <w:t>2.025e0</w:t>
      </w:r>
    </w:p>
    <w:p w:rsidR="007B6A46" w:rsidRDefault="007B6A46" w:rsidP="007B6A46">
      <w:r>
        <w:t>639.0936</w:t>
      </w:r>
      <w:r>
        <w:tab/>
        <w:t>1.013e0</w:t>
      </w:r>
    </w:p>
    <w:p w:rsidR="007B6A46" w:rsidRDefault="007B6A46" w:rsidP="007B6A46">
      <w:r>
        <w:t>639.1164</w:t>
      </w:r>
      <w:r>
        <w:tab/>
        <w:t>1.013e0</w:t>
      </w:r>
    </w:p>
    <w:p w:rsidR="007B6A46" w:rsidRDefault="007B6A46" w:rsidP="007B6A46">
      <w:r>
        <w:t>639.1481</w:t>
      </w:r>
      <w:r>
        <w:tab/>
        <w:t>1.013e0</w:t>
      </w:r>
    </w:p>
    <w:p w:rsidR="007B6A46" w:rsidRDefault="007B6A46" w:rsidP="007B6A46">
      <w:r>
        <w:t>639.2037</w:t>
      </w:r>
      <w:r>
        <w:tab/>
        <w:t>1.013e0</w:t>
      </w:r>
    </w:p>
    <w:p w:rsidR="007B6A46" w:rsidRDefault="007B6A46" w:rsidP="007B6A46">
      <w:r>
        <w:t>639.2419</w:t>
      </w:r>
      <w:r>
        <w:tab/>
        <w:t>2.025e0</w:t>
      </w:r>
    </w:p>
    <w:p w:rsidR="007B6A46" w:rsidRDefault="007B6A46" w:rsidP="007B6A46">
      <w:r>
        <w:t>639.2463</w:t>
      </w:r>
      <w:r>
        <w:tab/>
        <w:t>1.013e0</w:t>
      </w:r>
    </w:p>
    <w:p w:rsidR="007B6A46" w:rsidRDefault="007B6A46" w:rsidP="007B6A46">
      <w:r>
        <w:t>639.2692</w:t>
      </w:r>
      <w:r>
        <w:tab/>
        <w:t>1.013e0</w:t>
      </w:r>
    </w:p>
    <w:p w:rsidR="007B6A46" w:rsidRDefault="007B6A46" w:rsidP="007B6A46">
      <w:r>
        <w:t>639.3012</w:t>
      </w:r>
      <w:r>
        <w:tab/>
        <w:t>3.038e0</w:t>
      </w:r>
    </w:p>
    <w:p w:rsidR="007B6A46" w:rsidRDefault="007B6A46" w:rsidP="007B6A46">
      <w:r>
        <w:t>639.3036</w:t>
      </w:r>
      <w:r>
        <w:tab/>
        <w:t>1.013e0</w:t>
      </w:r>
    </w:p>
    <w:p w:rsidR="007B6A46" w:rsidRDefault="007B6A46" w:rsidP="007B6A46">
      <w:r>
        <w:t>639.3203</w:t>
      </w:r>
      <w:r>
        <w:tab/>
        <w:t>1.013e0</w:t>
      </w:r>
    </w:p>
    <w:p w:rsidR="007B6A46" w:rsidRDefault="007B6A46" w:rsidP="007B6A46">
      <w:r>
        <w:t>639.3336</w:t>
      </w:r>
      <w:r>
        <w:tab/>
        <w:t>1.013e0</w:t>
      </w:r>
    </w:p>
    <w:p w:rsidR="007B6A46" w:rsidRDefault="007B6A46" w:rsidP="007B6A46">
      <w:r>
        <w:lastRenderedPageBreak/>
        <w:t>639.3742</w:t>
      </w:r>
      <w:r>
        <w:tab/>
        <w:t>3.038e0</w:t>
      </w:r>
    </w:p>
    <w:p w:rsidR="007B6A46" w:rsidRDefault="007B6A46" w:rsidP="007B6A46">
      <w:r>
        <w:t>639.4221</w:t>
      </w:r>
      <w:r>
        <w:tab/>
        <w:t>2.025e0</w:t>
      </w:r>
    </w:p>
    <w:p w:rsidR="007B6A46" w:rsidRDefault="007B6A46" w:rsidP="007B6A46">
      <w:r>
        <w:t>639.4417</w:t>
      </w:r>
      <w:r>
        <w:tab/>
        <w:t>1.013e0</w:t>
      </w:r>
    </w:p>
    <w:p w:rsidR="007B6A46" w:rsidRDefault="007B6A46" w:rsidP="007B6A46">
      <w:r>
        <w:t>639.4870</w:t>
      </w:r>
      <w:r>
        <w:tab/>
        <w:t>2.025e0</w:t>
      </w:r>
    </w:p>
    <w:p w:rsidR="007B6A46" w:rsidRDefault="007B6A46" w:rsidP="007B6A46">
      <w:r>
        <w:t>639.5311</w:t>
      </w:r>
      <w:r>
        <w:tab/>
        <w:t>1.013e0</w:t>
      </w:r>
    </w:p>
    <w:p w:rsidR="007B6A46" w:rsidRDefault="007B6A46" w:rsidP="007B6A46">
      <w:r>
        <w:t>639.5978</w:t>
      </w:r>
      <w:r>
        <w:tab/>
        <w:t>3.503e0</w:t>
      </w:r>
    </w:p>
    <w:p w:rsidR="007B6A46" w:rsidRDefault="007B6A46" w:rsidP="007B6A46">
      <w:r>
        <w:t>639.6065</w:t>
      </w:r>
      <w:r>
        <w:tab/>
        <w:t>2.025e0</w:t>
      </w:r>
    </w:p>
    <w:p w:rsidR="007B6A46" w:rsidRDefault="007B6A46" w:rsidP="007B6A46">
      <w:r>
        <w:t>639.6176</w:t>
      </w:r>
      <w:r>
        <w:tab/>
        <w:t>1.013e0</w:t>
      </w:r>
    </w:p>
    <w:p w:rsidR="007B6A46" w:rsidRDefault="007B6A46" w:rsidP="007B6A46">
      <w:r>
        <w:t>639.6328</w:t>
      </w:r>
      <w:r>
        <w:tab/>
        <w:t>3.038e0</w:t>
      </w:r>
    </w:p>
    <w:p w:rsidR="007B6A46" w:rsidRDefault="007B6A46" w:rsidP="007B6A46">
      <w:r>
        <w:t>639.6348</w:t>
      </w:r>
      <w:r>
        <w:tab/>
        <w:t>2.025e0</w:t>
      </w:r>
    </w:p>
    <w:p w:rsidR="007B6A46" w:rsidRDefault="007B6A46" w:rsidP="007B6A46">
      <w:r>
        <w:t>639.6829</w:t>
      </w:r>
      <w:r>
        <w:tab/>
        <w:t>1.013e0</w:t>
      </w:r>
    </w:p>
    <w:p w:rsidR="007B6A46" w:rsidRDefault="007B6A46" w:rsidP="007B6A46">
      <w:r>
        <w:t>639.6857</w:t>
      </w:r>
      <w:r>
        <w:tab/>
        <w:t>3.038e0</w:t>
      </w:r>
    </w:p>
    <w:p w:rsidR="007B6A46" w:rsidRDefault="007B6A46" w:rsidP="007B6A46">
      <w:r>
        <w:t>639.7050</w:t>
      </w:r>
      <w:r>
        <w:tab/>
        <w:t>1.013e0</w:t>
      </w:r>
    </w:p>
    <w:p w:rsidR="007B6A46" w:rsidRDefault="007B6A46" w:rsidP="007B6A46">
      <w:r>
        <w:t>639.7747</w:t>
      </w:r>
      <w:r>
        <w:tab/>
        <w:t>1.013e0</w:t>
      </w:r>
    </w:p>
    <w:p w:rsidR="007B6A46" w:rsidRDefault="007B6A46" w:rsidP="007B6A46">
      <w:r>
        <w:t>639.8105</w:t>
      </w:r>
      <w:r>
        <w:tab/>
        <w:t>3.038e0</w:t>
      </w:r>
    </w:p>
    <w:p w:rsidR="007B6A46" w:rsidRDefault="007B6A46" w:rsidP="007B6A46">
      <w:r>
        <w:t>639.9674</w:t>
      </w:r>
      <w:r>
        <w:tab/>
        <w:t>1.013e0</w:t>
      </w:r>
    </w:p>
    <w:p w:rsidR="007B6A46" w:rsidRDefault="007B6A46" w:rsidP="007B6A46">
      <w:r>
        <w:t>640.0106</w:t>
      </w:r>
      <w:r>
        <w:tab/>
        <w:t>1.013e0</w:t>
      </w:r>
    </w:p>
    <w:p w:rsidR="007B6A46" w:rsidRDefault="007B6A46" w:rsidP="007B6A46">
      <w:r>
        <w:t>640.1307</w:t>
      </w:r>
      <w:r>
        <w:tab/>
        <w:t>1.013e0</w:t>
      </w:r>
    </w:p>
    <w:p w:rsidR="007B6A46" w:rsidRDefault="007B6A46" w:rsidP="007B6A46">
      <w:r>
        <w:t>640.1600</w:t>
      </w:r>
      <w:r>
        <w:tab/>
        <w:t>1.013e0</w:t>
      </w:r>
    </w:p>
    <w:p w:rsidR="007B6A46" w:rsidRDefault="007B6A46" w:rsidP="007B6A46">
      <w:r>
        <w:lastRenderedPageBreak/>
        <w:t>640.1646</w:t>
      </w:r>
      <w:r>
        <w:tab/>
        <w:t>1.013e0</w:t>
      </w:r>
    </w:p>
    <w:p w:rsidR="007B6A46" w:rsidRDefault="007B6A46" w:rsidP="007B6A46">
      <w:r>
        <w:t>640.1691</w:t>
      </w:r>
      <w:r>
        <w:tab/>
        <w:t>2.025e0</w:t>
      </w:r>
    </w:p>
    <w:p w:rsidR="007B6A46" w:rsidRDefault="007B6A46" w:rsidP="007B6A46">
      <w:r>
        <w:t>640.2181</w:t>
      </w:r>
      <w:r>
        <w:tab/>
        <w:t>1.013e0</w:t>
      </w:r>
    </w:p>
    <w:p w:rsidR="007B6A46" w:rsidRDefault="007B6A46" w:rsidP="007B6A46">
      <w:r>
        <w:t>640.2287</w:t>
      </w:r>
      <w:r>
        <w:tab/>
        <w:t>2.025e0</w:t>
      </w:r>
    </w:p>
    <w:p w:rsidR="007B6A46" w:rsidRDefault="007B6A46" w:rsidP="007B6A46">
      <w:r>
        <w:t>640.2510</w:t>
      </w:r>
      <w:r>
        <w:tab/>
        <w:t>2.025e0</w:t>
      </w:r>
    </w:p>
    <w:p w:rsidR="007B6A46" w:rsidRDefault="007B6A46" w:rsidP="007B6A46">
      <w:r>
        <w:t>640.3289</w:t>
      </w:r>
      <w:r>
        <w:tab/>
        <w:t>2.025e0</w:t>
      </w:r>
    </w:p>
    <w:p w:rsidR="007B6A46" w:rsidRDefault="007B6A46" w:rsidP="007B6A46">
      <w:r>
        <w:t>640.3530</w:t>
      </w:r>
      <w:r>
        <w:tab/>
        <w:t>1.013e0</w:t>
      </w:r>
    </w:p>
    <w:p w:rsidR="007B6A46" w:rsidRDefault="007B6A46" w:rsidP="007B6A46">
      <w:r>
        <w:t>640.3721</w:t>
      </w:r>
      <w:r>
        <w:tab/>
        <w:t>2.025e0</w:t>
      </w:r>
    </w:p>
    <w:p w:rsidR="007B6A46" w:rsidRDefault="007B6A46" w:rsidP="007B6A46">
      <w:r>
        <w:t>640.3877</w:t>
      </w:r>
      <w:r>
        <w:tab/>
        <w:t>1.013e0</w:t>
      </w:r>
    </w:p>
    <w:p w:rsidR="007B6A46" w:rsidRDefault="007B6A46" w:rsidP="007B6A46">
      <w:r>
        <w:t>640.4596</w:t>
      </w:r>
      <w:r>
        <w:tab/>
        <w:t>1.013e0</w:t>
      </w:r>
    </w:p>
    <w:p w:rsidR="007B6A46" w:rsidRDefault="007B6A46" w:rsidP="007B6A46">
      <w:r>
        <w:t>640.4695</w:t>
      </w:r>
      <w:r>
        <w:tab/>
        <w:t>1.013e0</w:t>
      </w:r>
    </w:p>
    <w:p w:rsidR="007B6A46" w:rsidRDefault="007B6A46" w:rsidP="007B6A46">
      <w:r>
        <w:t>640.4814</w:t>
      </w:r>
      <w:r>
        <w:tab/>
        <w:t>2.025e0</w:t>
      </w:r>
    </w:p>
    <w:p w:rsidR="007B6A46" w:rsidRDefault="007B6A46" w:rsidP="007B6A46">
      <w:r>
        <w:t>640.5087</w:t>
      </w:r>
      <w:r>
        <w:tab/>
        <w:t>1.013e0</w:t>
      </w:r>
    </w:p>
    <w:p w:rsidR="007B6A46" w:rsidRDefault="007B6A46" w:rsidP="007B6A46">
      <w:r>
        <w:t>640.5142</w:t>
      </w:r>
      <w:r>
        <w:tab/>
        <w:t>1.013e0</w:t>
      </w:r>
    </w:p>
    <w:p w:rsidR="007B6A46" w:rsidRDefault="007B6A46" w:rsidP="007B6A46">
      <w:r>
        <w:t>640.5626</w:t>
      </w:r>
      <w:r>
        <w:tab/>
        <w:t>1.013e0</w:t>
      </w:r>
    </w:p>
    <w:p w:rsidR="007B6A46" w:rsidRDefault="007B6A46" w:rsidP="007B6A46">
      <w:r>
        <w:t>640.5689</w:t>
      </w:r>
      <w:r>
        <w:tab/>
        <w:t>1.013e0</w:t>
      </w:r>
    </w:p>
    <w:p w:rsidR="007B6A46" w:rsidRDefault="007B6A46" w:rsidP="007B6A46">
      <w:r>
        <w:t>640.7001</w:t>
      </w:r>
      <w:r>
        <w:tab/>
        <w:t>1.013e0</w:t>
      </w:r>
    </w:p>
    <w:p w:rsidR="007B6A46" w:rsidRDefault="007B6A46" w:rsidP="007B6A46">
      <w:r>
        <w:t>640.7111</w:t>
      </w:r>
      <w:r>
        <w:tab/>
        <w:t>1.013e0</w:t>
      </w:r>
    </w:p>
    <w:p w:rsidR="007B6A46" w:rsidRDefault="007B6A46" w:rsidP="007B6A46">
      <w:r>
        <w:t>640.7985</w:t>
      </w:r>
      <w:r>
        <w:tab/>
        <w:t>1.013e0</w:t>
      </w:r>
    </w:p>
    <w:p w:rsidR="007B6A46" w:rsidRDefault="007B6A46" w:rsidP="007B6A46">
      <w:r>
        <w:lastRenderedPageBreak/>
        <w:t>640.8292</w:t>
      </w:r>
      <w:r>
        <w:tab/>
        <w:t>2.025e0</w:t>
      </w:r>
    </w:p>
    <w:p w:rsidR="007B6A46" w:rsidRDefault="007B6A46" w:rsidP="007B6A46">
      <w:r>
        <w:t>640.8414</w:t>
      </w:r>
      <w:r>
        <w:tab/>
        <w:t>1.013e0</w:t>
      </w:r>
    </w:p>
    <w:p w:rsidR="007B6A46" w:rsidRDefault="007B6A46" w:rsidP="007B6A46">
      <w:r>
        <w:t>640.9210</w:t>
      </w:r>
      <w:r>
        <w:tab/>
        <w:t>2.025e0</w:t>
      </w:r>
    </w:p>
    <w:p w:rsidR="007B6A46" w:rsidRDefault="007B6A46" w:rsidP="007B6A46">
      <w:r>
        <w:t>640.9299</w:t>
      </w:r>
      <w:r>
        <w:tab/>
        <w:t>1.013e0</w:t>
      </w:r>
    </w:p>
    <w:p w:rsidR="007B6A46" w:rsidRDefault="007B6A46" w:rsidP="007B6A46">
      <w:r>
        <w:t>640.9845</w:t>
      </w:r>
      <w:r>
        <w:tab/>
        <w:t>1.013e0</w:t>
      </w:r>
    </w:p>
    <w:p w:rsidR="007B6A46" w:rsidRDefault="007B6A46" w:rsidP="007B6A46">
      <w:r>
        <w:t>640.9987</w:t>
      </w:r>
      <w:r>
        <w:tab/>
        <w:t>1.013e0</w:t>
      </w:r>
    </w:p>
    <w:p w:rsidR="007B6A46" w:rsidRDefault="007B6A46" w:rsidP="007B6A46">
      <w:r>
        <w:t>641.0163</w:t>
      </w:r>
      <w:r>
        <w:tab/>
        <w:t>1.013e0</w:t>
      </w:r>
    </w:p>
    <w:p w:rsidR="007B6A46" w:rsidRDefault="007B6A46" w:rsidP="007B6A46">
      <w:r>
        <w:t>641.0283</w:t>
      </w:r>
      <w:r>
        <w:tab/>
        <w:t>1.013e0</w:t>
      </w:r>
    </w:p>
    <w:p w:rsidR="007B6A46" w:rsidRDefault="007B6A46" w:rsidP="007B6A46">
      <w:r>
        <w:t>641.1158</w:t>
      </w:r>
      <w:r>
        <w:tab/>
        <w:t>1.013e0</w:t>
      </w:r>
    </w:p>
    <w:p w:rsidR="007B6A46" w:rsidRDefault="007B6A46" w:rsidP="007B6A46">
      <w:r>
        <w:t>641.1376</w:t>
      </w:r>
      <w:r>
        <w:tab/>
        <w:t>1.013e0</w:t>
      </w:r>
    </w:p>
    <w:p w:rsidR="007B6A46" w:rsidRDefault="007B6A46" w:rsidP="007B6A46">
      <w:r>
        <w:t>641.1585</w:t>
      </w:r>
      <w:r>
        <w:tab/>
        <w:t>1.013e0</w:t>
      </w:r>
    </w:p>
    <w:p w:rsidR="007B6A46" w:rsidRDefault="007B6A46" w:rsidP="007B6A46">
      <w:r>
        <w:t>641.1595</w:t>
      </w:r>
      <w:r>
        <w:tab/>
        <w:t>1.013e0</w:t>
      </w:r>
    </w:p>
    <w:p w:rsidR="007B6A46" w:rsidRDefault="007B6A46" w:rsidP="007B6A46">
      <w:r>
        <w:t>641.1694</w:t>
      </w:r>
      <w:r>
        <w:tab/>
        <w:t>1.013e0</w:t>
      </w:r>
    </w:p>
    <w:p w:rsidR="007B6A46" w:rsidRDefault="007B6A46" w:rsidP="007B6A46">
      <w:r>
        <w:t>641.2252</w:t>
      </w:r>
      <w:r>
        <w:tab/>
        <w:t>2.025e0</w:t>
      </w:r>
    </w:p>
    <w:p w:rsidR="007B6A46" w:rsidRDefault="007B6A46" w:rsidP="007B6A46">
      <w:r>
        <w:t>641.2899</w:t>
      </w:r>
      <w:r>
        <w:tab/>
        <w:t>1.013e0</w:t>
      </w:r>
    </w:p>
    <w:p w:rsidR="007B6A46" w:rsidRDefault="007B6A46" w:rsidP="007B6A46">
      <w:r>
        <w:t>641.3018</w:t>
      </w:r>
      <w:r>
        <w:tab/>
        <w:t>1.013e0</w:t>
      </w:r>
    </w:p>
    <w:p w:rsidR="007B6A46" w:rsidRDefault="007B6A46" w:rsidP="007B6A46">
      <w:r>
        <w:t>641.3146</w:t>
      </w:r>
      <w:r>
        <w:tab/>
        <w:t>1.013e0</w:t>
      </w:r>
    </w:p>
    <w:p w:rsidR="007B6A46" w:rsidRDefault="007B6A46" w:rsidP="007B6A46">
      <w:r>
        <w:t>641.3237</w:t>
      </w:r>
      <w:r>
        <w:tab/>
        <w:t>1.013e0</w:t>
      </w:r>
    </w:p>
    <w:p w:rsidR="007B6A46" w:rsidRDefault="007B6A46" w:rsidP="007B6A46">
      <w:r>
        <w:t>641.3840</w:t>
      </w:r>
      <w:r>
        <w:tab/>
        <w:t>1.013e0</w:t>
      </w:r>
    </w:p>
    <w:p w:rsidR="007B6A46" w:rsidRDefault="007B6A46" w:rsidP="007B6A46">
      <w:r>
        <w:lastRenderedPageBreak/>
        <w:t>641.4186</w:t>
      </w:r>
      <w:r>
        <w:tab/>
        <w:t>1.013e0</w:t>
      </w:r>
    </w:p>
    <w:p w:rsidR="007B6A46" w:rsidRDefault="007B6A46" w:rsidP="007B6A46">
      <w:r>
        <w:t>641.4212</w:t>
      </w:r>
      <w:r>
        <w:tab/>
        <w:t>1.013e0</w:t>
      </w:r>
    </w:p>
    <w:p w:rsidR="007B6A46" w:rsidRDefault="007B6A46" w:rsidP="007B6A46">
      <w:r>
        <w:t>641.4441</w:t>
      </w:r>
      <w:r>
        <w:tab/>
        <w:t>1.013e0</w:t>
      </w:r>
    </w:p>
    <w:p w:rsidR="007B6A46" w:rsidRDefault="007B6A46" w:rsidP="007B6A46">
      <w:r>
        <w:t>641.4525</w:t>
      </w:r>
      <w:r>
        <w:tab/>
        <w:t>1.013e0</w:t>
      </w:r>
    </w:p>
    <w:p w:rsidR="007B6A46" w:rsidRDefault="007B6A46" w:rsidP="007B6A46">
      <w:r>
        <w:t>641.4787</w:t>
      </w:r>
      <w:r>
        <w:tab/>
        <w:t>3.038e0</w:t>
      </w:r>
    </w:p>
    <w:p w:rsidR="007B6A46" w:rsidRDefault="007B6A46" w:rsidP="007B6A46">
      <w:r>
        <w:t>641.6083</w:t>
      </w:r>
      <w:r>
        <w:tab/>
        <w:t>2.025e0</w:t>
      </w:r>
    </w:p>
    <w:p w:rsidR="007B6A46" w:rsidRDefault="007B6A46" w:rsidP="007B6A46">
      <w:r>
        <w:t>641.6193</w:t>
      </w:r>
      <w:r>
        <w:tab/>
        <w:t>1.013e0</w:t>
      </w:r>
    </w:p>
    <w:p w:rsidR="007B6A46" w:rsidRDefault="007B6A46" w:rsidP="007B6A46">
      <w:r>
        <w:t>641.6798</w:t>
      </w:r>
      <w:r>
        <w:tab/>
        <w:t>1.013e0</w:t>
      </w:r>
    </w:p>
    <w:p w:rsidR="007B6A46" w:rsidRDefault="007B6A46" w:rsidP="007B6A46">
      <w:r>
        <w:t>641.6840</w:t>
      </w:r>
      <w:r>
        <w:tab/>
        <w:t>1.013e0</w:t>
      </w:r>
    </w:p>
    <w:p w:rsidR="007B6A46" w:rsidRDefault="007B6A46" w:rsidP="007B6A46">
      <w:r>
        <w:t>641.6990</w:t>
      </w:r>
      <w:r>
        <w:tab/>
        <w:t>1.013e0</w:t>
      </w:r>
    </w:p>
    <w:p w:rsidR="007B6A46" w:rsidRDefault="007B6A46" w:rsidP="007B6A46">
      <w:r>
        <w:t>641.7874</w:t>
      </w:r>
      <w:r>
        <w:tab/>
        <w:t>2.025e0</w:t>
      </w:r>
    </w:p>
    <w:p w:rsidR="007B6A46" w:rsidRDefault="007B6A46" w:rsidP="007B6A46">
      <w:r>
        <w:t>641.8557</w:t>
      </w:r>
      <w:r>
        <w:tab/>
        <w:t>1.013e0</w:t>
      </w:r>
    </w:p>
    <w:p w:rsidR="007B6A46" w:rsidRDefault="007B6A46" w:rsidP="007B6A46">
      <w:r>
        <w:t>641.9869</w:t>
      </w:r>
      <w:r>
        <w:tab/>
        <w:t>2.025e0</w:t>
      </w:r>
    </w:p>
    <w:p w:rsidR="007B6A46" w:rsidRDefault="007B6A46" w:rsidP="007B6A46">
      <w:r>
        <w:t>642.0345</w:t>
      </w:r>
      <w:r>
        <w:tab/>
        <w:t>1.013e0</w:t>
      </w:r>
    </w:p>
    <w:p w:rsidR="007B6A46" w:rsidRDefault="007B6A46" w:rsidP="007B6A46">
      <w:r>
        <w:t>642.0574</w:t>
      </w:r>
      <w:r>
        <w:tab/>
        <w:t>1.013e0</w:t>
      </w:r>
    </w:p>
    <w:p w:rsidR="007B6A46" w:rsidRDefault="007B6A46" w:rsidP="007B6A46">
      <w:r>
        <w:t>642.1111</w:t>
      </w:r>
      <w:r>
        <w:tab/>
        <w:t>1.013e0</w:t>
      </w:r>
    </w:p>
    <w:p w:rsidR="007B6A46" w:rsidRDefault="007B6A46" w:rsidP="007B6A46">
      <w:r>
        <w:t>642.1345</w:t>
      </w:r>
      <w:r>
        <w:tab/>
        <w:t>2.025e0</w:t>
      </w:r>
    </w:p>
    <w:p w:rsidR="007B6A46" w:rsidRDefault="007B6A46" w:rsidP="007B6A46">
      <w:r>
        <w:t>642.1708</w:t>
      </w:r>
      <w:r>
        <w:tab/>
        <w:t>1.013e0</w:t>
      </w:r>
    </w:p>
    <w:p w:rsidR="007B6A46" w:rsidRDefault="007B6A46" w:rsidP="007B6A46">
      <w:r>
        <w:t>642.2437</w:t>
      </w:r>
      <w:r>
        <w:tab/>
        <w:t>1.013e0</w:t>
      </w:r>
    </w:p>
    <w:p w:rsidR="007B6A46" w:rsidRDefault="007B6A46" w:rsidP="007B6A46">
      <w:r>
        <w:lastRenderedPageBreak/>
        <w:t>642.2646</w:t>
      </w:r>
      <w:r>
        <w:tab/>
        <w:t>1.013e0</w:t>
      </w:r>
    </w:p>
    <w:p w:rsidR="007B6A46" w:rsidRDefault="007B6A46" w:rsidP="007B6A46">
      <w:r>
        <w:t>642.2960</w:t>
      </w:r>
      <w:r>
        <w:tab/>
        <w:t>3.038e0</w:t>
      </w:r>
    </w:p>
    <w:p w:rsidR="007B6A46" w:rsidRDefault="007B6A46" w:rsidP="007B6A46">
      <w:r>
        <w:t>642.3094</w:t>
      </w:r>
      <w:r>
        <w:tab/>
        <w:t>1.013e0</w:t>
      </w:r>
    </w:p>
    <w:p w:rsidR="007B6A46" w:rsidRDefault="007B6A46" w:rsidP="007B6A46">
      <w:r>
        <w:t>642.3348</w:t>
      </w:r>
      <w:r>
        <w:tab/>
        <w:t>2.025e0</w:t>
      </w:r>
    </w:p>
    <w:p w:rsidR="007B6A46" w:rsidRDefault="007B6A46" w:rsidP="007B6A46">
      <w:r>
        <w:t>642.3623</w:t>
      </w:r>
      <w:r>
        <w:tab/>
        <w:t>1.013e0</w:t>
      </w:r>
    </w:p>
    <w:p w:rsidR="007B6A46" w:rsidRDefault="007B6A46" w:rsidP="007B6A46">
      <w:r>
        <w:t>642.3803</w:t>
      </w:r>
      <w:r>
        <w:tab/>
        <w:t>3.038e0</w:t>
      </w:r>
    </w:p>
    <w:p w:rsidR="007B6A46" w:rsidRDefault="007B6A46" w:rsidP="007B6A46">
      <w:r>
        <w:t>642.4070</w:t>
      </w:r>
      <w:r>
        <w:tab/>
        <w:t>1.013e0</w:t>
      </w:r>
    </w:p>
    <w:p w:rsidR="007B6A46" w:rsidRDefault="007B6A46" w:rsidP="007B6A46">
      <w:r>
        <w:t>642.4125</w:t>
      </w:r>
      <w:r>
        <w:tab/>
        <w:t>2.025e0</w:t>
      </w:r>
    </w:p>
    <w:p w:rsidR="007B6A46" w:rsidRDefault="007B6A46" w:rsidP="007B6A46">
      <w:r>
        <w:t>642.4520</w:t>
      </w:r>
      <w:r>
        <w:tab/>
        <w:t>1.013e0</w:t>
      </w:r>
    </w:p>
    <w:p w:rsidR="007B6A46" w:rsidRDefault="007B6A46" w:rsidP="007B6A46">
      <w:r>
        <w:t>642.4855</w:t>
      </w:r>
      <w:r>
        <w:tab/>
        <w:t>1.013e0</w:t>
      </w:r>
    </w:p>
    <w:p w:rsidR="007B6A46" w:rsidRDefault="007B6A46" w:rsidP="007B6A46">
      <w:r>
        <w:t>642.5013</w:t>
      </w:r>
      <w:r>
        <w:tab/>
        <w:t>2.025e0</w:t>
      </w:r>
    </w:p>
    <w:p w:rsidR="007B6A46" w:rsidRDefault="007B6A46" w:rsidP="007B6A46">
      <w:r>
        <w:t>642.5541</w:t>
      </w:r>
      <w:r>
        <w:tab/>
        <w:t>1.013e0</w:t>
      </w:r>
    </w:p>
    <w:p w:rsidR="007B6A46" w:rsidRDefault="007B6A46" w:rsidP="007B6A46">
      <w:r>
        <w:t>642.6075</w:t>
      </w:r>
      <w:r>
        <w:tab/>
        <w:t>2.025e0</w:t>
      </w:r>
    </w:p>
    <w:p w:rsidR="007B6A46" w:rsidRDefault="007B6A46" w:rsidP="007B6A46">
      <w:r>
        <w:t>642.6594</w:t>
      </w:r>
      <w:r>
        <w:tab/>
        <w:t>1.013e0</w:t>
      </w:r>
    </w:p>
    <w:p w:rsidR="007B6A46" w:rsidRDefault="007B6A46" w:rsidP="007B6A46">
      <w:r>
        <w:t>642.6942</w:t>
      </w:r>
      <w:r>
        <w:tab/>
        <w:t>1.013e0</w:t>
      </w:r>
    </w:p>
    <w:p w:rsidR="007B6A46" w:rsidRDefault="007B6A46" w:rsidP="007B6A46">
      <w:r>
        <w:t>642.7371</w:t>
      </w:r>
      <w:r>
        <w:tab/>
        <w:t>1.013e0</w:t>
      </w:r>
    </w:p>
    <w:p w:rsidR="007B6A46" w:rsidRDefault="007B6A46" w:rsidP="007B6A46">
      <w:r>
        <w:t>642.7579</w:t>
      </w:r>
      <w:r>
        <w:tab/>
        <w:t>1.013e0</w:t>
      </w:r>
    </w:p>
    <w:p w:rsidR="007B6A46" w:rsidRDefault="007B6A46" w:rsidP="007B6A46">
      <w:r>
        <w:t>642.7816</w:t>
      </w:r>
      <w:r>
        <w:tab/>
        <w:t>1.013e0</w:t>
      </w:r>
    </w:p>
    <w:p w:rsidR="007B6A46" w:rsidRDefault="007B6A46" w:rsidP="007B6A46">
      <w:r>
        <w:t>642.8138</w:t>
      </w:r>
      <w:r>
        <w:tab/>
        <w:t>1.013e0</w:t>
      </w:r>
    </w:p>
    <w:p w:rsidR="007B6A46" w:rsidRDefault="007B6A46" w:rsidP="007B6A46">
      <w:r>
        <w:lastRenderedPageBreak/>
        <w:t>642.8303</w:t>
      </w:r>
      <w:r>
        <w:tab/>
        <w:t>2.025e0</w:t>
      </w:r>
    </w:p>
    <w:p w:rsidR="007B6A46" w:rsidRDefault="007B6A46" w:rsidP="007B6A46">
      <w:r>
        <w:t>642.8687</w:t>
      </w:r>
      <w:r>
        <w:tab/>
        <w:t>1.013e0</w:t>
      </w:r>
    </w:p>
    <w:p w:rsidR="007B6A46" w:rsidRDefault="007B6A46" w:rsidP="007B6A46">
      <w:r>
        <w:t>642.9345</w:t>
      </w:r>
      <w:r>
        <w:tab/>
        <w:t>1.013e0</w:t>
      </w:r>
    </w:p>
    <w:p w:rsidR="007B6A46" w:rsidRDefault="007B6A46" w:rsidP="007B6A46">
      <w:r>
        <w:t>642.9730</w:t>
      </w:r>
      <w:r>
        <w:tab/>
        <w:t>1.013e0</w:t>
      </w:r>
    </w:p>
    <w:p w:rsidR="007B6A46" w:rsidRDefault="007B6A46" w:rsidP="007B6A46">
      <w:r>
        <w:t>642.9784</w:t>
      </w:r>
      <w:r>
        <w:tab/>
        <w:t>1.013e0</w:t>
      </w:r>
    </w:p>
    <w:p w:rsidR="007B6A46" w:rsidRDefault="007B6A46" w:rsidP="007B6A46">
      <w:r>
        <w:t>643.0651</w:t>
      </w:r>
      <w:r>
        <w:tab/>
        <w:t>1.013e0</w:t>
      </w:r>
    </w:p>
    <w:p w:rsidR="007B6A46" w:rsidRDefault="007B6A46" w:rsidP="007B6A46">
      <w:r>
        <w:t>643.0991</w:t>
      </w:r>
      <w:r>
        <w:tab/>
        <w:t>1.013e0</w:t>
      </w:r>
    </w:p>
    <w:p w:rsidR="007B6A46" w:rsidRDefault="007B6A46" w:rsidP="007B6A46">
      <w:r>
        <w:t>643.1100</w:t>
      </w:r>
      <w:r>
        <w:tab/>
        <w:t>1.013e0</w:t>
      </w:r>
    </w:p>
    <w:p w:rsidR="007B6A46" w:rsidRDefault="007B6A46" w:rsidP="007B6A46">
      <w:r>
        <w:t>643.1133</w:t>
      </w:r>
      <w:r>
        <w:tab/>
        <w:t>1.013e0</w:t>
      </w:r>
    </w:p>
    <w:p w:rsidR="007B6A46" w:rsidRDefault="007B6A46" w:rsidP="007B6A46">
      <w:r>
        <w:t>643.1310</w:t>
      </w:r>
      <w:r>
        <w:tab/>
        <w:t>1.013e0</w:t>
      </w:r>
    </w:p>
    <w:p w:rsidR="007B6A46" w:rsidRDefault="007B6A46" w:rsidP="007B6A46">
      <w:r>
        <w:t>643.1649</w:t>
      </w:r>
      <w:r>
        <w:tab/>
        <w:t>1.013e0</w:t>
      </w:r>
    </w:p>
    <w:p w:rsidR="007B6A46" w:rsidRDefault="007B6A46" w:rsidP="007B6A46">
      <w:r>
        <w:t>643.2184</w:t>
      </w:r>
      <w:r>
        <w:tab/>
        <w:t>1.013e0</w:t>
      </w:r>
    </w:p>
    <w:p w:rsidR="007B6A46" w:rsidRDefault="007B6A46" w:rsidP="007B6A46">
      <w:r>
        <w:t>643.2966</w:t>
      </w:r>
      <w:r>
        <w:tab/>
        <w:t>1.013e0</w:t>
      </w:r>
    </w:p>
    <w:p w:rsidR="007B6A46" w:rsidRDefault="007B6A46" w:rsidP="007B6A46">
      <w:r>
        <w:t>643.3405</w:t>
      </w:r>
      <w:r>
        <w:tab/>
        <w:t>1.013e0</w:t>
      </w:r>
    </w:p>
    <w:p w:rsidR="007B6A46" w:rsidRDefault="007B6A46" w:rsidP="007B6A46">
      <w:r>
        <w:t>643.3583</w:t>
      </w:r>
      <w:r>
        <w:tab/>
        <w:t>1.013e0</w:t>
      </w:r>
    </w:p>
    <w:p w:rsidR="007B6A46" w:rsidRDefault="007B6A46" w:rsidP="007B6A46">
      <w:r>
        <w:t>643.3610</w:t>
      </w:r>
      <w:r>
        <w:tab/>
        <w:t>2.025e0</w:t>
      </w:r>
    </w:p>
    <w:p w:rsidR="007B6A46" w:rsidRDefault="007B6A46" w:rsidP="007B6A46">
      <w:r>
        <w:t>643.4282</w:t>
      </w:r>
      <w:r>
        <w:tab/>
        <w:t>2.025e0</w:t>
      </w:r>
    </w:p>
    <w:p w:rsidR="007B6A46" w:rsidRDefault="007B6A46" w:rsidP="007B6A46">
      <w:r>
        <w:t>643.4447</w:t>
      </w:r>
      <w:r>
        <w:tab/>
        <w:t>4.051e0</w:t>
      </w:r>
    </w:p>
    <w:p w:rsidR="007B6A46" w:rsidRDefault="007B6A46" w:rsidP="007B6A46">
      <w:r>
        <w:t>643.4722</w:t>
      </w:r>
      <w:r>
        <w:tab/>
        <w:t>1.013e0</w:t>
      </w:r>
    </w:p>
    <w:p w:rsidR="007B6A46" w:rsidRDefault="007B6A46" w:rsidP="007B6A46">
      <w:r>
        <w:lastRenderedPageBreak/>
        <w:t>643.4942</w:t>
      </w:r>
      <w:r>
        <w:tab/>
        <w:t>1.013e0</w:t>
      </w:r>
    </w:p>
    <w:p w:rsidR="007B6A46" w:rsidRDefault="007B6A46" w:rsidP="007B6A46">
      <w:r>
        <w:t>643.5152</w:t>
      </w:r>
      <w:r>
        <w:tab/>
        <w:t>1.013e0</w:t>
      </w:r>
    </w:p>
    <w:p w:rsidR="007B6A46" w:rsidRDefault="007B6A46" w:rsidP="007B6A46">
      <w:r>
        <w:t>643.5496</w:t>
      </w:r>
      <w:r>
        <w:tab/>
        <w:t>2.025e0</w:t>
      </w:r>
    </w:p>
    <w:p w:rsidR="007B6A46" w:rsidRDefault="007B6A46" w:rsidP="007B6A46">
      <w:r>
        <w:t>643.5709</w:t>
      </w:r>
      <w:r>
        <w:tab/>
        <w:t>2.025e0</w:t>
      </w:r>
    </w:p>
    <w:p w:rsidR="007B6A46" w:rsidRDefault="007B6A46" w:rsidP="007B6A46">
      <w:r>
        <w:t>643.6553</w:t>
      </w:r>
      <w:r>
        <w:tab/>
        <w:t>1.013e0</w:t>
      </w:r>
    </w:p>
    <w:p w:rsidR="007B6A46" w:rsidRDefault="007B6A46" w:rsidP="007B6A46">
      <w:r>
        <w:t>643.7188</w:t>
      </w:r>
      <w:r>
        <w:tab/>
        <w:t>2.025e0</w:t>
      </w:r>
    </w:p>
    <w:p w:rsidR="007B6A46" w:rsidRDefault="007B6A46" w:rsidP="007B6A46">
      <w:r>
        <w:t>643.7678</w:t>
      </w:r>
      <w:r>
        <w:tab/>
        <w:t>1.013e0</w:t>
      </w:r>
    </w:p>
    <w:p w:rsidR="007B6A46" w:rsidRDefault="007B6A46" w:rsidP="007B6A46">
      <w:r>
        <w:t>643.8002</w:t>
      </w:r>
      <w:r>
        <w:tab/>
        <w:t>2.025e0</w:t>
      </w:r>
    </w:p>
    <w:p w:rsidR="007B6A46" w:rsidRDefault="007B6A46" w:rsidP="007B6A46">
      <w:r>
        <w:t>643.8115</w:t>
      </w:r>
      <w:r>
        <w:tab/>
        <w:t>1.013e0</w:t>
      </w:r>
    </w:p>
    <w:p w:rsidR="007B6A46" w:rsidRDefault="007B6A46" w:rsidP="007B6A46">
      <w:r>
        <w:t>643.8562</w:t>
      </w:r>
      <w:r>
        <w:tab/>
        <w:t>3.038e0</w:t>
      </w:r>
    </w:p>
    <w:p w:rsidR="007B6A46" w:rsidRDefault="007B6A46" w:rsidP="007B6A46">
      <w:r>
        <w:t>643.8666</w:t>
      </w:r>
      <w:r>
        <w:tab/>
        <w:t>2.025e0</w:t>
      </w:r>
    </w:p>
    <w:p w:rsidR="007B6A46" w:rsidRDefault="007B6A46" w:rsidP="007B6A46">
      <w:r>
        <w:t>643.9260</w:t>
      </w:r>
      <w:r>
        <w:tab/>
        <w:t>4.051e0</w:t>
      </w:r>
    </w:p>
    <w:p w:rsidR="007B6A46" w:rsidRDefault="007B6A46" w:rsidP="007B6A46">
      <w:r>
        <w:t>643.9756</w:t>
      </w:r>
      <w:r>
        <w:tab/>
        <w:t>2.025e0</w:t>
      </w:r>
    </w:p>
    <w:p w:rsidR="007B6A46" w:rsidRDefault="007B6A46" w:rsidP="007B6A46">
      <w:r>
        <w:t>644.0534</w:t>
      </w:r>
      <w:r>
        <w:tab/>
        <w:t>1.013e0</w:t>
      </w:r>
    </w:p>
    <w:p w:rsidR="007B6A46" w:rsidRDefault="007B6A46" w:rsidP="007B6A46">
      <w:r>
        <w:t>644.1974</w:t>
      </w:r>
      <w:r>
        <w:tab/>
        <w:t>1.013e0</w:t>
      </w:r>
    </w:p>
    <w:p w:rsidR="007B6A46" w:rsidRDefault="007B6A46" w:rsidP="007B6A46">
      <w:r>
        <w:t>644.2056</w:t>
      </w:r>
      <w:r>
        <w:tab/>
        <w:t>2.025e0</w:t>
      </w:r>
    </w:p>
    <w:p w:rsidR="007B6A46" w:rsidRDefault="007B6A46" w:rsidP="007B6A46">
      <w:r>
        <w:t>644.2852</w:t>
      </w:r>
      <w:r>
        <w:tab/>
        <w:t>1.013e0</w:t>
      </w:r>
    </w:p>
    <w:p w:rsidR="007B6A46" w:rsidRDefault="007B6A46" w:rsidP="007B6A46">
      <w:r>
        <w:t>644.3401</w:t>
      </w:r>
      <w:r>
        <w:tab/>
        <w:t>1.013e0</w:t>
      </w:r>
    </w:p>
    <w:p w:rsidR="007B6A46" w:rsidRDefault="007B6A46" w:rsidP="007B6A46">
      <w:r>
        <w:t>644.3502</w:t>
      </w:r>
      <w:r>
        <w:tab/>
        <w:t>1.013e0</w:t>
      </w:r>
    </w:p>
    <w:p w:rsidR="007B6A46" w:rsidRDefault="007B6A46" w:rsidP="007B6A46">
      <w:r>
        <w:lastRenderedPageBreak/>
        <w:t>644.3713</w:t>
      </w:r>
      <w:r>
        <w:tab/>
        <w:t>1.013e0</w:t>
      </w:r>
    </w:p>
    <w:p w:rsidR="007B6A46" w:rsidRDefault="007B6A46" w:rsidP="007B6A46">
      <w:r>
        <w:t>644.3893</w:t>
      </w:r>
      <w:r>
        <w:tab/>
        <w:t>2.025e0</w:t>
      </w:r>
    </w:p>
    <w:p w:rsidR="007B6A46" w:rsidRDefault="007B6A46" w:rsidP="007B6A46">
      <w:r>
        <w:t>644.4069</w:t>
      </w:r>
      <w:r>
        <w:tab/>
        <w:t>5.747e0</w:t>
      </w:r>
    </w:p>
    <w:p w:rsidR="007B6A46" w:rsidRDefault="007B6A46" w:rsidP="007B6A46">
      <w:r>
        <w:t>644.4534</w:t>
      </w:r>
      <w:r>
        <w:tab/>
        <w:t>4.051e0</w:t>
      </w:r>
    </w:p>
    <w:p w:rsidR="007B6A46" w:rsidRDefault="007B6A46" w:rsidP="007B6A46">
      <w:r>
        <w:t>644.4806</w:t>
      </w:r>
      <w:r>
        <w:tab/>
        <w:t>2.025e0</w:t>
      </w:r>
    </w:p>
    <w:p w:rsidR="007B6A46" w:rsidRDefault="007B6A46" w:rsidP="007B6A46">
      <w:r>
        <w:t>644.4854</w:t>
      </w:r>
      <w:r>
        <w:tab/>
        <w:t>3.038e0</w:t>
      </w:r>
    </w:p>
    <w:p w:rsidR="007B6A46" w:rsidRDefault="007B6A46" w:rsidP="007B6A46">
      <w:r>
        <w:t>644.4929</w:t>
      </w:r>
      <w:r>
        <w:tab/>
        <w:t>4.051e0</w:t>
      </w:r>
    </w:p>
    <w:p w:rsidR="007B6A46" w:rsidRDefault="007B6A46" w:rsidP="007B6A46">
      <w:r>
        <w:t>644.5090</w:t>
      </w:r>
      <w:r>
        <w:tab/>
        <w:t>4.051e0</w:t>
      </w:r>
    </w:p>
    <w:p w:rsidR="007B6A46" w:rsidRDefault="007B6A46" w:rsidP="007B6A46">
      <w:r>
        <w:t>644.5686</w:t>
      </w:r>
      <w:r>
        <w:tab/>
        <w:t>3.038e0</w:t>
      </w:r>
    </w:p>
    <w:p w:rsidR="007B6A46" w:rsidRDefault="007B6A46" w:rsidP="007B6A46">
      <w:r>
        <w:t>644.5811</w:t>
      </w:r>
      <w:r>
        <w:tab/>
        <w:t>2.025e0</w:t>
      </w:r>
    </w:p>
    <w:p w:rsidR="007B6A46" w:rsidRDefault="007B6A46" w:rsidP="007B6A46">
      <w:r>
        <w:t>644.6481</w:t>
      </w:r>
      <w:r>
        <w:tab/>
        <w:t>1.013e0</w:t>
      </w:r>
    </w:p>
    <w:p w:rsidR="007B6A46" w:rsidRDefault="007B6A46" w:rsidP="007B6A46">
      <w:r>
        <w:t>644.7031</w:t>
      </w:r>
      <w:r>
        <w:tab/>
        <w:t>1.013e0</w:t>
      </w:r>
    </w:p>
    <w:p w:rsidR="007B6A46" w:rsidRDefault="007B6A46" w:rsidP="007B6A46">
      <w:r>
        <w:t>644.7898</w:t>
      </w:r>
      <w:r>
        <w:tab/>
        <w:t>2.025e0</w:t>
      </w:r>
    </w:p>
    <w:p w:rsidR="007B6A46" w:rsidRDefault="007B6A46" w:rsidP="007B6A46">
      <w:r>
        <w:t>644.8021</w:t>
      </w:r>
      <w:r>
        <w:tab/>
        <w:t>1.013e0</w:t>
      </w:r>
    </w:p>
    <w:p w:rsidR="007B6A46" w:rsidRDefault="007B6A46" w:rsidP="007B6A46">
      <w:r>
        <w:t>644.9661</w:t>
      </w:r>
      <w:r>
        <w:tab/>
        <w:t>2.025e0</w:t>
      </w:r>
    </w:p>
    <w:p w:rsidR="007B6A46" w:rsidRDefault="007B6A46" w:rsidP="007B6A46">
      <w:r>
        <w:t>645.0981</w:t>
      </w:r>
      <w:r>
        <w:tab/>
        <w:t>3.038e0</w:t>
      </w:r>
    </w:p>
    <w:p w:rsidR="007B6A46" w:rsidRDefault="007B6A46" w:rsidP="007B6A46">
      <w:r>
        <w:t>645.0991</w:t>
      </w:r>
      <w:r>
        <w:tab/>
        <w:t>1.013e0</w:t>
      </w:r>
    </w:p>
    <w:p w:rsidR="007B6A46" w:rsidRDefault="007B6A46" w:rsidP="007B6A46">
      <w:r>
        <w:t>645.1321</w:t>
      </w:r>
      <w:r>
        <w:tab/>
        <w:t>2.025e0</w:t>
      </w:r>
    </w:p>
    <w:p w:rsidR="007B6A46" w:rsidRDefault="007B6A46" w:rsidP="007B6A46">
      <w:r>
        <w:t>645.1396</w:t>
      </w:r>
      <w:r>
        <w:tab/>
        <w:t>1.013e0</w:t>
      </w:r>
    </w:p>
    <w:p w:rsidR="007B6A46" w:rsidRDefault="007B6A46" w:rsidP="007B6A46">
      <w:r>
        <w:lastRenderedPageBreak/>
        <w:t>645.2189</w:t>
      </w:r>
      <w:r>
        <w:tab/>
        <w:t>2.025e0</w:t>
      </w:r>
    </w:p>
    <w:p w:rsidR="007B6A46" w:rsidRDefault="007B6A46" w:rsidP="007B6A46">
      <w:r>
        <w:t>645.2981</w:t>
      </w:r>
      <w:r>
        <w:tab/>
        <w:t>4.051e0</w:t>
      </w:r>
    </w:p>
    <w:p w:rsidR="007B6A46" w:rsidRDefault="007B6A46" w:rsidP="007B6A46">
      <w:r>
        <w:t>645.3325</w:t>
      </w:r>
      <w:r>
        <w:tab/>
        <w:t>1.013e0</w:t>
      </w:r>
    </w:p>
    <w:p w:rsidR="007B6A46" w:rsidRDefault="007B6A46" w:rsidP="007B6A46">
      <w:r>
        <w:t>645.3561</w:t>
      </w:r>
      <w:r>
        <w:tab/>
        <w:t>3.038e0</w:t>
      </w:r>
    </w:p>
    <w:p w:rsidR="007B6A46" w:rsidRDefault="007B6A46" w:rsidP="007B6A46">
      <w:r>
        <w:t>645.3673</w:t>
      </w:r>
      <w:r>
        <w:tab/>
        <w:t>3.038e0</w:t>
      </w:r>
    </w:p>
    <w:p w:rsidR="007B6A46" w:rsidRDefault="007B6A46" w:rsidP="007B6A46">
      <w:r>
        <w:t>645.3783</w:t>
      </w:r>
      <w:r>
        <w:tab/>
        <w:t>2.025e0</w:t>
      </w:r>
    </w:p>
    <w:p w:rsidR="007B6A46" w:rsidRDefault="007B6A46" w:rsidP="007B6A46">
      <w:r>
        <w:t>645.3916</w:t>
      </w:r>
      <w:r>
        <w:tab/>
        <w:t>3.038e0</w:t>
      </w:r>
    </w:p>
    <w:p w:rsidR="007B6A46" w:rsidRDefault="007B6A46" w:rsidP="007B6A46">
      <w:r>
        <w:t>645.4283</w:t>
      </w:r>
      <w:r>
        <w:tab/>
        <w:t>1.013e0</w:t>
      </w:r>
    </w:p>
    <w:p w:rsidR="007B6A46" w:rsidRDefault="007B6A46" w:rsidP="007B6A46">
      <w:r>
        <w:t>645.4767</w:t>
      </w:r>
      <w:r>
        <w:tab/>
        <w:t>4.051e0</w:t>
      </w:r>
    </w:p>
    <w:p w:rsidR="007B6A46" w:rsidRDefault="007B6A46" w:rsidP="007B6A46">
      <w:r>
        <w:t>645.4844</w:t>
      </w:r>
      <w:r>
        <w:tab/>
        <w:t>1.013e0</w:t>
      </w:r>
    </w:p>
    <w:p w:rsidR="007B6A46" w:rsidRDefault="007B6A46" w:rsidP="007B6A46">
      <w:r>
        <w:t>645.4944</w:t>
      </w:r>
      <w:r>
        <w:tab/>
        <w:t>1.013e0</w:t>
      </w:r>
    </w:p>
    <w:p w:rsidR="007B6A46" w:rsidRDefault="007B6A46" w:rsidP="007B6A46">
      <w:r>
        <w:t>645.5229</w:t>
      </w:r>
      <w:r>
        <w:tab/>
        <w:t>1.013e0</w:t>
      </w:r>
    </w:p>
    <w:p w:rsidR="007B6A46" w:rsidRDefault="007B6A46" w:rsidP="007B6A46">
      <w:r>
        <w:t>645.5836</w:t>
      </w:r>
      <w:r>
        <w:tab/>
        <w:t>1.013e0</w:t>
      </w:r>
    </w:p>
    <w:p w:rsidR="007B6A46" w:rsidRDefault="007B6A46" w:rsidP="007B6A46">
      <w:r>
        <w:t>645.6266</w:t>
      </w:r>
      <w:r>
        <w:tab/>
        <w:t>1.013e0</w:t>
      </w:r>
    </w:p>
    <w:p w:rsidR="007B6A46" w:rsidRDefault="007B6A46" w:rsidP="007B6A46">
      <w:r>
        <w:t>645.6293</w:t>
      </w:r>
      <w:r>
        <w:tab/>
        <w:t>1.013e0</w:t>
      </w:r>
    </w:p>
    <w:p w:rsidR="007B6A46" w:rsidRDefault="007B6A46" w:rsidP="007B6A46">
      <w:r>
        <w:t>645.6459</w:t>
      </w:r>
      <w:r>
        <w:tab/>
        <w:t>1.013e0</w:t>
      </w:r>
    </w:p>
    <w:p w:rsidR="007B6A46" w:rsidRDefault="007B6A46" w:rsidP="007B6A46">
      <w:r>
        <w:t>645.6631</w:t>
      </w:r>
      <w:r>
        <w:tab/>
        <w:t>1.013e0</w:t>
      </w:r>
    </w:p>
    <w:p w:rsidR="007B6A46" w:rsidRDefault="007B6A46" w:rsidP="007B6A46">
      <w:r>
        <w:t>645.6947</w:t>
      </w:r>
      <w:r>
        <w:tab/>
        <w:t>2.025e0</w:t>
      </w:r>
    </w:p>
    <w:p w:rsidR="007B6A46" w:rsidRDefault="007B6A46" w:rsidP="007B6A46">
      <w:r>
        <w:t>645.7090</w:t>
      </w:r>
      <w:r>
        <w:tab/>
        <w:t>2.025e0</w:t>
      </w:r>
    </w:p>
    <w:p w:rsidR="007B6A46" w:rsidRDefault="007B6A46" w:rsidP="007B6A46">
      <w:r>
        <w:lastRenderedPageBreak/>
        <w:t>645.8479</w:t>
      </w:r>
      <w:r>
        <w:tab/>
        <w:t>1.013e0</w:t>
      </w:r>
    </w:p>
    <w:p w:rsidR="007B6A46" w:rsidRDefault="007B6A46" w:rsidP="007B6A46">
      <w:r>
        <w:t>645.8736</w:t>
      </w:r>
      <w:r>
        <w:tab/>
        <w:t>1.013e0</w:t>
      </w:r>
    </w:p>
    <w:p w:rsidR="007B6A46" w:rsidRDefault="007B6A46" w:rsidP="007B6A46">
      <w:r>
        <w:t>645.9250</w:t>
      </w:r>
      <w:r>
        <w:tab/>
        <w:t>2.025e0</w:t>
      </w:r>
    </w:p>
    <w:p w:rsidR="007B6A46" w:rsidRDefault="007B6A46" w:rsidP="007B6A46">
      <w:r>
        <w:t>645.9783</w:t>
      </w:r>
      <w:r>
        <w:tab/>
        <w:t>2.025e0</w:t>
      </w:r>
    </w:p>
    <w:p w:rsidR="007B6A46" w:rsidRDefault="007B6A46" w:rsidP="007B6A46">
      <w:r>
        <w:t>646.1124</w:t>
      </w:r>
      <w:r>
        <w:tab/>
        <w:t>1.013e0</w:t>
      </w:r>
    </w:p>
    <w:p w:rsidR="007B6A46" w:rsidRDefault="007B6A46" w:rsidP="007B6A46">
      <w:r>
        <w:t>646.1512</w:t>
      </w:r>
      <w:r>
        <w:tab/>
        <w:t>3.038e0</w:t>
      </w:r>
    </w:p>
    <w:p w:rsidR="007B6A46" w:rsidRDefault="007B6A46" w:rsidP="007B6A46">
      <w:r>
        <w:t>646.1870</w:t>
      </w:r>
      <w:r>
        <w:tab/>
        <w:t>1.013e0</w:t>
      </w:r>
    </w:p>
    <w:p w:rsidR="007B6A46" w:rsidRDefault="007B6A46" w:rsidP="007B6A46">
      <w:r>
        <w:t>646.2336</w:t>
      </w:r>
      <w:r>
        <w:tab/>
        <w:t>1.013e0</w:t>
      </w:r>
    </w:p>
    <w:p w:rsidR="007B6A46" w:rsidRDefault="007B6A46" w:rsidP="007B6A46">
      <w:r>
        <w:t>646.2916</w:t>
      </w:r>
      <w:r>
        <w:tab/>
        <w:t>2.025e0</w:t>
      </w:r>
    </w:p>
    <w:p w:rsidR="007B6A46" w:rsidRDefault="007B6A46" w:rsidP="007B6A46">
      <w:r>
        <w:t>646.3082</w:t>
      </w:r>
      <w:r>
        <w:tab/>
        <w:t>1.013e0</w:t>
      </w:r>
    </w:p>
    <w:p w:rsidR="007B6A46" w:rsidRDefault="007B6A46" w:rsidP="007B6A46">
      <w:r>
        <w:t>646.3218</w:t>
      </w:r>
      <w:r>
        <w:tab/>
        <w:t>1.013e0</w:t>
      </w:r>
    </w:p>
    <w:p w:rsidR="007B6A46" w:rsidRDefault="007B6A46" w:rsidP="007B6A46">
      <w:r>
        <w:t>646.3314</w:t>
      </w:r>
      <w:r>
        <w:tab/>
        <w:t>2.068e0</w:t>
      </w:r>
    </w:p>
    <w:p w:rsidR="007B6A46" w:rsidRDefault="007B6A46" w:rsidP="007B6A46">
      <w:r>
        <w:t>646.3545</w:t>
      </w:r>
      <w:r>
        <w:tab/>
        <w:t>3.038e0</w:t>
      </w:r>
    </w:p>
    <w:p w:rsidR="007B6A46" w:rsidRDefault="007B6A46" w:rsidP="007B6A46">
      <w:r>
        <w:t>646.3660</w:t>
      </w:r>
      <w:r>
        <w:tab/>
        <w:t>3.038e0</w:t>
      </w:r>
    </w:p>
    <w:p w:rsidR="007B6A46" w:rsidRDefault="007B6A46" w:rsidP="007B6A46">
      <w:r>
        <w:t>646.3957</w:t>
      </w:r>
      <w:r>
        <w:tab/>
        <w:t>4.051e0</w:t>
      </w:r>
    </w:p>
    <w:p w:rsidR="007B6A46" w:rsidRDefault="007B6A46" w:rsidP="007B6A46">
      <w:r>
        <w:t>646.4581</w:t>
      </w:r>
      <w:r>
        <w:tab/>
        <w:t>2.025e0</w:t>
      </w:r>
    </w:p>
    <w:p w:rsidR="007B6A46" w:rsidRDefault="007B6A46" w:rsidP="007B6A46">
      <w:r>
        <w:t>646.4612</w:t>
      </w:r>
      <w:r>
        <w:tab/>
        <w:t>4.051e0</w:t>
      </w:r>
    </w:p>
    <w:p w:rsidR="007B6A46" w:rsidRDefault="007B6A46" w:rsidP="007B6A46">
      <w:r>
        <w:t>646.5020</w:t>
      </w:r>
      <w:r>
        <w:tab/>
        <w:t>1.013e0</w:t>
      </w:r>
    </w:p>
    <w:p w:rsidR="007B6A46" w:rsidRDefault="007B6A46" w:rsidP="007B6A46">
      <w:r>
        <w:t>646.6526</w:t>
      </w:r>
      <w:r>
        <w:tab/>
        <w:t>1.013e0</w:t>
      </w:r>
    </w:p>
    <w:p w:rsidR="007B6A46" w:rsidRDefault="007B6A46" w:rsidP="007B6A46">
      <w:r>
        <w:lastRenderedPageBreak/>
        <w:t>646.7619</w:t>
      </w:r>
      <w:r>
        <w:tab/>
        <w:t>1.013e0</w:t>
      </w:r>
    </w:p>
    <w:p w:rsidR="007B6A46" w:rsidRDefault="007B6A46" w:rsidP="007B6A46">
      <w:r>
        <w:t>646.7846</w:t>
      </w:r>
      <w:r>
        <w:tab/>
        <w:t>2.025e0</w:t>
      </w:r>
    </w:p>
    <w:p w:rsidR="007B6A46" w:rsidRDefault="007B6A46" w:rsidP="007B6A46">
      <w:r>
        <w:t>646.7977</w:t>
      </w:r>
      <w:r>
        <w:tab/>
        <w:t>1.013e0</w:t>
      </w:r>
    </w:p>
    <w:p w:rsidR="007B6A46" w:rsidRDefault="007B6A46" w:rsidP="007B6A46">
      <w:r>
        <w:t>646.8334</w:t>
      </w:r>
      <w:r>
        <w:tab/>
        <w:t>1.013e0</w:t>
      </w:r>
    </w:p>
    <w:p w:rsidR="007B6A46" w:rsidRDefault="007B6A46" w:rsidP="007B6A46">
      <w:r>
        <w:t>646.8507</w:t>
      </w:r>
      <w:r>
        <w:tab/>
        <w:t>4.051e0</w:t>
      </w:r>
    </w:p>
    <w:p w:rsidR="007B6A46" w:rsidRDefault="007B6A46" w:rsidP="007B6A46">
      <w:r>
        <w:t>646.9836</w:t>
      </w:r>
      <w:r>
        <w:tab/>
        <w:t>1.013e0</w:t>
      </w:r>
    </w:p>
    <w:p w:rsidR="007B6A46" w:rsidRDefault="007B6A46" w:rsidP="007B6A46">
      <w:r>
        <w:t>647.1285</w:t>
      </w:r>
      <w:r>
        <w:tab/>
        <w:t>2.025e0</w:t>
      </w:r>
    </w:p>
    <w:p w:rsidR="007B6A46" w:rsidRDefault="007B6A46" w:rsidP="007B6A46">
      <w:r>
        <w:t>647.2021</w:t>
      </w:r>
      <w:r>
        <w:tab/>
        <w:t>2.025e0</w:t>
      </w:r>
    </w:p>
    <w:p w:rsidR="007B6A46" w:rsidRDefault="007B6A46" w:rsidP="007B6A46">
      <w:r>
        <w:t>647.2375</w:t>
      </w:r>
      <w:r>
        <w:tab/>
        <w:t>1.013e0</w:t>
      </w:r>
    </w:p>
    <w:p w:rsidR="007B6A46" w:rsidRDefault="007B6A46" w:rsidP="007B6A46">
      <w:r>
        <w:t>647.2436</w:t>
      </w:r>
      <w:r>
        <w:tab/>
        <w:t>3.038e0</w:t>
      </w:r>
    </w:p>
    <w:p w:rsidR="007B6A46" w:rsidRDefault="007B6A46" w:rsidP="007B6A46">
      <w:r>
        <w:t>647.3248</w:t>
      </w:r>
      <w:r>
        <w:tab/>
        <w:t>2.025e0</w:t>
      </w:r>
    </w:p>
    <w:p w:rsidR="007B6A46" w:rsidRDefault="007B6A46" w:rsidP="007B6A46">
      <w:r>
        <w:t>647.3300</w:t>
      </w:r>
      <w:r>
        <w:tab/>
        <w:t>2.025e0</w:t>
      </w:r>
    </w:p>
    <w:p w:rsidR="007B6A46" w:rsidRDefault="007B6A46" w:rsidP="007B6A46">
      <w:r>
        <w:t>647.3426</w:t>
      </w:r>
      <w:r>
        <w:tab/>
        <w:t>3.038e0</w:t>
      </w:r>
    </w:p>
    <w:p w:rsidR="007B6A46" w:rsidRDefault="007B6A46" w:rsidP="007B6A46">
      <w:r>
        <w:t>647.3987</w:t>
      </w:r>
      <w:r>
        <w:tab/>
        <w:t>2.025e0</w:t>
      </w:r>
    </w:p>
    <w:p w:rsidR="007B6A46" w:rsidRDefault="007B6A46" w:rsidP="007B6A46">
      <w:r>
        <w:t>647.4353</w:t>
      </w:r>
      <w:r>
        <w:tab/>
        <w:t>3.038e0</w:t>
      </w:r>
    </w:p>
    <w:p w:rsidR="007B6A46" w:rsidRDefault="007B6A46" w:rsidP="007B6A46">
      <w:r>
        <w:t>647.4634</w:t>
      </w:r>
      <w:r>
        <w:tab/>
        <w:t>2.025e0</w:t>
      </w:r>
    </w:p>
    <w:p w:rsidR="007B6A46" w:rsidRDefault="007B6A46" w:rsidP="007B6A46">
      <w:r>
        <w:t>647.4794</w:t>
      </w:r>
      <w:r>
        <w:tab/>
        <w:t>1.013e0</w:t>
      </w:r>
    </w:p>
    <w:p w:rsidR="007B6A46" w:rsidRDefault="007B6A46" w:rsidP="007B6A46">
      <w:r>
        <w:t>647.6005</w:t>
      </w:r>
      <w:r>
        <w:tab/>
        <w:t>1.013e0</w:t>
      </w:r>
    </w:p>
    <w:p w:rsidR="007B6A46" w:rsidRDefault="007B6A46" w:rsidP="007B6A46">
      <w:r>
        <w:t>647.6183</w:t>
      </w:r>
      <w:r>
        <w:tab/>
        <w:t>2.025e0</w:t>
      </w:r>
    </w:p>
    <w:p w:rsidR="007B6A46" w:rsidRDefault="007B6A46" w:rsidP="007B6A46">
      <w:r>
        <w:lastRenderedPageBreak/>
        <w:t>647.6561</w:t>
      </w:r>
      <w:r>
        <w:tab/>
        <w:t>1.013e0</w:t>
      </w:r>
    </w:p>
    <w:p w:rsidR="007B6A46" w:rsidRDefault="007B6A46" w:rsidP="007B6A46">
      <w:r>
        <w:t>647.6815</w:t>
      </w:r>
      <w:r>
        <w:tab/>
        <w:t>2.025e0</w:t>
      </w:r>
    </w:p>
    <w:p w:rsidR="007B6A46" w:rsidRDefault="007B6A46" w:rsidP="007B6A46">
      <w:r>
        <w:t>647.7216</w:t>
      </w:r>
      <w:r>
        <w:tab/>
        <w:t>1.013e0</w:t>
      </w:r>
    </w:p>
    <w:p w:rsidR="007B6A46" w:rsidRDefault="007B6A46" w:rsidP="007B6A46">
      <w:r>
        <w:t>647.7455</w:t>
      </w:r>
      <w:r>
        <w:tab/>
        <w:t>1.013e0</w:t>
      </w:r>
    </w:p>
    <w:p w:rsidR="007B6A46" w:rsidRDefault="007B6A46" w:rsidP="007B6A46">
      <w:r>
        <w:t>647.7897</w:t>
      </w:r>
      <w:r>
        <w:tab/>
        <w:t>1.013e0</w:t>
      </w:r>
    </w:p>
    <w:p w:rsidR="007B6A46" w:rsidRDefault="007B6A46" w:rsidP="007B6A46">
      <w:r>
        <w:t>647.8438</w:t>
      </w:r>
      <w:r>
        <w:tab/>
        <w:t>1.013e0</w:t>
      </w:r>
    </w:p>
    <w:p w:rsidR="007B6A46" w:rsidRDefault="007B6A46" w:rsidP="007B6A46">
      <w:r>
        <w:t>647.8448</w:t>
      </w:r>
      <w:r>
        <w:tab/>
        <w:t>1.013e0</w:t>
      </w:r>
    </w:p>
    <w:p w:rsidR="007B6A46" w:rsidRDefault="007B6A46" w:rsidP="007B6A46">
      <w:r>
        <w:t>647.8805</w:t>
      </w:r>
      <w:r>
        <w:tab/>
        <w:t>1.013e0</w:t>
      </w:r>
    </w:p>
    <w:p w:rsidR="007B6A46" w:rsidRDefault="007B6A46" w:rsidP="007B6A46">
      <w:r>
        <w:t>647.9142</w:t>
      </w:r>
      <w:r>
        <w:tab/>
        <w:t>1.013e0</w:t>
      </w:r>
    </w:p>
    <w:p w:rsidR="007B6A46" w:rsidRDefault="007B6A46" w:rsidP="007B6A46">
      <w:r>
        <w:t>647.9152</w:t>
      </w:r>
      <w:r>
        <w:tab/>
        <w:t>1.013e0</w:t>
      </w:r>
    </w:p>
    <w:p w:rsidR="007B6A46" w:rsidRDefault="007B6A46" w:rsidP="007B6A46">
      <w:r>
        <w:t>647.9319</w:t>
      </w:r>
      <w:r>
        <w:tab/>
        <w:t>1.013e0</w:t>
      </w:r>
    </w:p>
    <w:p w:rsidR="007B6A46" w:rsidRDefault="007B6A46" w:rsidP="007B6A46">
      <w:r>
        <w:t>647.9554</w:t>
      </w:r>
      <w:r>
        <w:tab/>
        <w:t>1.013e0</w:t>
      </w:r>
    </w:p>
    <w:p w:rsidR="007B6A46" w:rsidRDefault="007B6A46" w:rsidP="007B6A46">
      <w:r>
        <w:t>648.0531</w:t>
      </w:r>
      <w:r>
        <w:tab/>
        <w:t>1.013e0</w:t>
      </w:r>
    </w:p>
    <w:p w:rsidR="007B6A46" w:rsidRDefault="007B6A46" w:rsidP="007B6A46">
      <w:r>
        <w:t>648.0660</w:t>
      </w:r>
      <w:r>
        <w:tab/>
        <w:t>2.025e0</w:t>
      </w:r>
    </w:p>
    <w:p w:rsidR="007B6A46" w:rsidRDefault="007B6A46" w:rsidP="007B6A46">
      <w:r>
        <w:t>648.2086</w:t>
      </w:r>
      <w:r>
        <w:tab/>
        <w:t>1.013e0</w:t>
      </w:r>
    </w:p>
    <w:p w:rsidR="007B6A46" w:rsidRDefault="007B6A46" w:rsidP="007B6A46">
      <w:r>
        <w:t>648.2429</w:t>
      </w:r>
      <w:r>
        <w:tab/>
        <w:t>1.013e0</w:t>
      </w:r>
    </w:p>
    <w:p w:rsidR="007B6A46" w:rsidRDefault="007B6A46" w:rsidP="007B6A46">
      <w:r>
        <w:t>648.3654</w:t>
      </w:r>
      <w:r>
        <w:tab/>
        <w:t>5.063e0</w:t>
      </w:r>
    </w:p>
    <w:p w:rsidR="007B6A46" w:rsidRDefault="007B6A46" w:rsidP="007B6A46">
      <w:r>
        <w:t>648.3677</w:t>
      </w:r>
      <w:r>
        <w:tab/>
        <w:t>3.038e0</w:t>
      </w:r>
    </w:p>
    <w:p w:rsidR="007B6A46" w:rsidRDefault="007B6A46" w:rsidP="007B6A46">
      <w:r>
        <w:t>648.3866</w:t>
      </w:r>
      <w:r>
        <w:tab/>
        <w:t>1.013e0</w:t>
      </w:r>
    </w:p>
    <w:p w:rsidR="007B6A46" w:rsidRDefault="007B6A46" w:rsidP="007B6A46">
      <w:r>
        <w:lastRenderedPageBreak/>
        <w:t>648.4151</w:t>
      </w:r>
      <w:r>
        <w:tab/>
        <w:t>3.038e0</w:t>
      </w:r>
    </w:p>
    <w:p w:rsidR="007B6A46" w:rsidRDefault="007B6A46" w:rsidP="007B6A46">
      <w:r>
        <w:t>648.4640</w:t>
      </w:r>
      <w:r>
        <w:tab/>
        <w:t>1.013e0</w:t>
      </w:r>
    </w:p>
    <w:p w:rsidR="007B6A46" w:rsidRDefault="007B6A46" w:rsidP="007B6A46">
      <w:r>
        <w:t>648.4851</w:t>
      </w:r>
      <w:r>
        <w:tab/>
        <w:t>1.013e0</w:t>
      </w:r>
    </w:p>
    <w:p w:rsidR="007B6A46" w:rsidRDefault="007B6A46" w:rsidP="007B6A46">
      <w:r>
        <w:t>648.5067</w:t>
      </w:r>
      <w:r>
        <w:tab/>
        <w:t>1.013e0</w:t>
      </w:r>
    </w:p>
    <w:p w:rsidR="007B6A46" w:rsidRDefault="007B6A46" w:rsidP="007B6A46">
      <w:r>
        <w:t>648.5077</w:t>
      </w:r>
      <w:r>
        <w:tab/>
        <w:t>1.013e0</w:t>
      </w:r>
    </w:p>
    <w:p w:rsidR="007B6A46" w:rsidRDefault="007B6A46" w:rsidP="007B6A46">
      <w:r>
        <w:t>648.5525</w:t>
      </w:r>
      <w:r>
        <w:tab/>
        <w:t>1.013e0</w:t>
      </w:r>
    </w:p>
    <w:p w:rsidR="007B6A46" w:rsidRDefault="007B6A46" w:rsidP="007B6A46">
      <w:r>
        <w:t>648.6188</w:t>
      </w:r>
      <w:r>
        <w:tab/>
        <w:t>1.013e0</w:t>
      </w:r>
    </w:p>
    <w:p w:rsidR="007B6A46" w:rsidRDefault="007B6A46" w:rsidP="007B6A46">
      <w:r>
        <w:t>648.6674</w:t>
      </w:r>
      <w:r>
        <w:tab/>
        <w:t>2.025e0</w:t>
      </w:r>
    </w:p>
    <w:p w:rsidR="007B6A46" w:rsidRDefault="007B6A46" w:rsidP="007B6A46">
      <w:r>
        <w:t>648.7184</w:t>
      </w:r>
      <w:r>
        <w:tab/>
        <w:t>1.013e0</w:t>
      </w:r>
    </w:p>
    <w:p w:rsidR="007B6A46" w:rsidRDefault="007B6A46" w:rsidP="007B6A46">
      <w:r>
        <w:t>648.7684</w:t>
      </w:r>
      <w:r>
        <w:tab/>
        <w:t>1.013e0</w:t>
      </w:r>
    </w:p>
    <w:p w:rsidR="007B6A46" w:rsidRDefault="007B6A46" w:rsidP="007B6A46">
      <w:r>
        <w:t>648.8747</w:t>
      </w:r>
      <w:r>
        <w:tab/>
        <w:t>1.013e0</w:t>
      </w:r>
    </w:p>
    <w:p w:rsidR="007B6A46" w:rsidRDefault="007B6A46" w:rsidP="007B6A46">
      <w:r>
        <w:t>648.8834</w:t>
      </w:r>
      <w:r>
        <w:tab/>
        <w:t>1.013e0</w:t>
      </w:r>
    </w:p>
    <w:p w:rsidR="007B6A46" w:rsidRDefault="007B6A46" w:rsidP="007B6A46">
      <w:r>
        <w:t>648.9619</w:t>
      </w:r>
      <w:r>
        <w:tab/>
        <w:t>1.013e0</w:t>
      </w:r>
    </w:p>
    <w:p w:rsidR="007B6A46" w:rsidRDefault="007B6A46" w:rsidP="007B6A46">
      <w:r>
        <w:t>648.9888</w:t>
      </w:r>
      <w:r>
        <w:tab/>
        <w:t>2.025e0</w:t>
      </w:r>
    </w:p>
    <w:p w:rsidR="007B6A46" w:rsidRDefault="007B6A46" w:rsidP="007B6A46">
      <w:r>
        <w:t>649.0472</w:t>
      </w:r>
      <w:r>
        <w:tab/>
        <w:t>1.013e0</w:t>
      </w:r>
    </w:p>
    <w:p w:rsidR="007B6A46" w:rsidRDefault="007B6A46" w:rsidP="007B6A46">
      <w:r>
        <w:t>649.0652</w:t>
      </w:r>
      <w:r>
        <w:tab/>
        <w:t>1.013e0</w:t>
      </w:r>
    </w:p>
    <w:p w:rsidR="007B6A46" w:rsidRDefault="007B6A46" w:rsidP="007B6A46">
      <w:r>
        <w:t>649.0998</w:t>
      </w:r>
      <w:r>
        <w:tab/>
        <w:t>1.013e0</w:t>
      </w:r>
    </w:p>
    <w:p w:rsidR="007B6A46" w:rsidRDefault="007B6A46" w:rsidP="007B6A46">
      <w:r>
        <w:t>649.1943</w:t>
      </w:r>
      <w:r>
        <w:tab/>
        <w:t>1.013e0</w:t>
      </w:r>
    </w:p>
    <w:p w:rsidR="007B6A46" w:rsidRDefault="007B6A46" w:rsidP="007B6A46">
      <w:r>
        <w:t>649.2164</w:t>
      </w:r>
      <w:r>
        <w:tab/>
        <w:t>1.013e0</w:t>
      </w:r>
    </w:p>
    <w:p w:rsidR="007B6A46" w:rsidRDefault="007B6A46" w:rsidP="007B6A46">
      <w:r>
        <w:lastRenderedPageBreak/>
        <w:t>649.2565</w:t>
      </w:r>
      <w:r>
        <w:tab/>
        <w:t>2.025e0</w:t>
      </w:r>
    </w:p>
    <w:p w:rsidR="007B6A46" w:rsidRDefault="007B6A46" w:rsidP="007B6A46">
      <w:r>
        <w:t>649.2597</w:t>
      </w:r>
      <w:r>
        <w:tab/>
        <w:t>1.013e0</w:t>
      </w:r>
    </w:p>
    <w:p w:rsidR="007B6A46" w:rsidRDefault="007B6A46" w:rsidP="007B6A46">
      <w:r>
        <w:t>649.3281</w:t>
      </w:r>
      <w:r>
        <w:tab/>
        <w:t>1.013e0</w:t>
      </w:r>
    </w:p>
    <w:p w:rsidR="007B6A46" w:rsidRDefault="007B6A46" w:rsidP="007B6A46">
      <w:r>
        <w:t>649.3483</w:t>
      </w:r>
      <w:r>
        <w:tab/>
        <w:t>1.013e0</w:t>
      </w:r>
    </w:p>
    <w:p w:rsidR="007B6A46" w:rsidRDefault="007B6A46" w:rsidP="007B6A46">
      <w:r>
        <w:t>649.3602</w:t>
      </w:r>
      <w:r>
        <w:tab/>
        <w:t>2.025e0</w:t>
      </w:r>
    </w:p>
    <w:p w:rsidR="007B6A46" w:rsidRDefault="007B6A46" w:rsidP="007B6A46">
      <w:r>
        <w:t>649.3899</w:t>
      </w:r>
      <w:r>
        <w:tab/>
        <w:t>3.038e0</w:t>
      </w:r>
    </w:p>
    <w:p w:rsidR="007B6A46" w:rsidRDefault="007B6A46" w:rsidP="007B6A46">
      <w:r>
        <w:t>649.4490</w:t>
      </w:r>
      <w:r>
        <w:tab/>
        <w:t>1.013e0</w:t>
      </w:r>
    </w:p>
    <w:p w:rsidR="007B6A46" w:rsidRDefault="007B6A46" w:rsidP="007B6A46">
      <w:r>
        <w:t>649.4600</w:t>
      </w:r>
      <w:r>
        <w:tab/>
        <w:t>1.013e0</w:t>
      </w:r>
    </w:p>
    <w:p w:rsidR="007B6A46" w:rsidRDefault="007B6A46" w:rsidP="007B6A46">
      <w:r>
        <w:t>649.4623</w:t>
      </w:r>
      <w:r>
        <w:tab/>
        <w:t>2.528e0</w:t>
      </w:r>
    </w:p>
    <w:p w:rsidR="007B6A46" w:rsidRDefault="007B6A46" w:rsidP="007B6A46">
      <w:r>
        <w:t>649.4659</w:t>
      </w:r>
      <w:r>
        <w:tab/>
        <w:t>1.013e0</w:t>
      </w:r>
    </w:p>
    <w:p w:rsidR="007B6A46" w:rsidRDefault="007B6A46" w:rsidP="007B6A46">
      <w:r>
        <w:t>649.5197</w:t>
      </w:r>
      <w:r>
        <w:tab/>
        <w:t>1.013e0</w:t>
      </w:r>
    </w:p>
    <w:p w:rsidR="007B6A46" w:rsidRDefault="007B6A46" w:rsidP="007B6A46">
      <w:r>
        <w:t>649.5633</w:t>
      </w:r>
      <w:r>
        <w:tab/>
        <w:t>2.025e0</w:t>
      </w:r>
    </w:p>
    <w:p w:rsidR="007B6A46" w:rsidRDefault="007B6A46" w:rsidP="007B6A46">
      <w:r>
        <w:t>649.6030</w:t>
      </w:r>
      <w:r>
        <w:tab/>
        <w:t>1.013e0</w:t>
      </w:r>
    </w:p>
    <w:p w:rsidR="007B6A46" w:rsidRDefault="007B6A46" w:rsidP="007B6A46">
      <w:r>
        <w:t>649.6237</w:t>
      </w:r>
      <w:r>
        <w:tab/>
        <w:t>1.013e0</w:t>
      </w:r>
    </w:p>
    <w:p w:rsidR="007B6A46" w:rsidRDefault="007B6A46" w:rsidP="007B6A46">
      <w:r>
        <w:t>649.6594</w:t>
      </w:r>
      <w:r>
        <w:tab/>
        <w:t>1.013e0</w:t>
      </w:r>
    </w:p>
    <w:p w:rsidR="007B6A46" w:rsidRDefault="007B6A46" w:rsidP="007B6A46">
      <w:r>
        <w:t>649.6805</w:t>
      </w:r>
      <w:r>
        <w:tab/>
        <w:t>1.013e0</w:t>
      </w:r>
    </w:p>
    <w:p w:rsidR="007B6A46" w:rsidRDefault="007B6A46" w:rsidP="007B6A46">
      <w:r>
        <w:t>649.6932</w:t>
      </w:r>
      <w:r>
        <w:tab/>
        <w:t>1.013e0</w:t>
      </w:r>
    </w:p>
    <w:p w:rsidR="007B6A46" w:rsidRDefault="007B6A46" w:rsidP="007B6A46">
      <w:r>
        <w:t>649.7910</w:t>
      </w:r>
      <w:r>
        <w:tab/>
        <w:t>4.051e0</w:t>
      </w:r>
    </w:p>
    <w:p w:rsidR="007B6A46" w:rsidRDefault="007B6A46" w:rsidP="007B6A46">
      <w:r>
        <w:t>649.7973</w:t>
      </w:r>
      <w:r>
        <w:tab/>
        <w:t>1.013e0</w:t>
      </w:r>
    </w:p>
    <w:p w:rsidR="007B6A46" w:rsidRDefault="007B6A46" w:rsidP="007B6A46">
      <w:r>
        <w:lastRenderedPageBreak/>
        <w:t>649.8367</w:t>
      </w:r>
      <w:r>
        <w:tab/>
        <w:t>1.013e0</w:t>
      </w:r>
    </w:p>
    <w:p w:rsidR="007B6A46" w:rsidRDefault="007B6A46" w:rsidP="007B6A46">
      <w:r>
        <w:t>649.8843</w:t>
      </w:r>
      <w:r>
        <w:tab/>
        <w:t>2.025e0</w:t>
      </w:r>
    </w:p>
    <w:p w:rsidR="007B6A46" w:rsidRDefault="007B6A46" w:rsidP="007B6A46">
      <w:r>
        <w:t>649.9275</w:t>
      </w:r>
      <w:r>
        <w:tab/>
        <w:t>3.038e0</w:t>
      </w:r>
    </w:p>
    <w:p w:rsidR="007B6A46" w:rsidRDefault="007B6A46" w:rsidP="007B6A46">
      <w:r>
        <w:t>650.0583</w:t>
      </w:r>
      <w:r>
        <w:tab/>
        <w:t>1.013e0</w:t>
      </w:r>
    </w:p>
    <w:p w:rsidR="007B6A46" w:rsidRDefault="007B6A46" w:rsidP="007B6A46">
      <w:r>
        <w:t>650.0952</w:t>
      </w:r>
      <w:r>
        <w:tab/>
        <w:t>1.013e0</w:t>
      </w:r>
    </w:p>
    <w:p w:rsidR="007B6A46" w:rsidRDefault="007B6A46" w:rsidP="007B6A46">
      <w:r>
        <w:t>650.2339</w:t>
      </w:r>
      <w:r>
        <w:tab/>
        <w:t>1.013e0</w:t>
      </w:r>
    </w:p>
    <w:p w:rsidR="007B6A46" w:rsidRDefault="007B6A46" w:rsidP="007B6A46">
      <w:r>
        <w:t>650.2519</w:t>
      </w:r>
      <w:r>
        <w:tab/>
        <w:t>1.013e0</w:t>
      </w:r>
    </w:p>
    <w:p w:rsidR="007B6A46" w:rsidRDefault="007B6A46" w:rsidP="007B6A46">
      <w:r>
        <w:t>650.2901</w:t>
      </w:r>
      <w:r>
        <w:tab/>
        <w:t>2.025e0</w:t>
      </w:r>
    </w:p>
    <w:p w:rsidR="007B6A46" w:rsidRDefault="007B6A46" w:rsidP="007B6A46">
      <w:r>
        <w:t>650.3540</w:t>
      </w:r>
      <w:r>
        <w:tab/>
        <w:t>4.051e0</w:t>
      </w:r>
    </w:p>
    <w:p w:rsidR="007B6A46" w:rsidRDefault="007B6A46" w:rsidP="007B6A46">
      <w:r>
        <w:t>650.3662</w:t>
      </w:r>
      <w:r>
        <w:tab/>
        <w:t>2.025e0</w:t>
      </w:r>
    </w:p>
    <w:p w:rsidR="007B6A46" w:rsidRDefault="007B6A46" w:rsidP="007B6A46">
      <w:r>
        <w:t>650.3739</w:t>
      </w:r>
      <w:r>
        <w:tab/>
        <w:t>1.013e0</w:t>
      </w:r>
    </w:p>
    <w:p w:rsidR="007B6A46" w:rsidRDefault="007B6A46" w:rsidP="007B6A46">
      <w:r>
        <w:t>650.4232</w:t>
      </w:r>
      <w:r>
        <w:tab/>
        <w:t>1.013e0</w:t>
      </w:r>
    </w:p>
    <w:p w:rsidR="007B6A46" w:rsidRDefault="007B6A46" w:rsidP="007B6A46">
      <w:r>
        <w:t>650.4421</w:t>
      </w:r>
      <w:r>
        <w:tab/>
        <w:t>3.038e0</w:t>
      </w:r>
    </w:p>
    <w:p w:rsidR="007B6A46" w:rsidRDefault="007B6A46" w:rsidP="007B6A46">
      <w:r>
        <w:t>650.4465</w:t>
      </w:r>
      <w:r>
        <w:tab/>
        <w:t>2.025e0</w:t>
      </w:r>
    </w:p>
    <w:p w:rsidR="007B6A46" w:rsidRDefault="007B6A46" w:rsidP="007B6A46">
      <w:r>
        <w:t>650.4660</w:t>
      </w:r>
      <w:r>
        <w:tab/>
        <w:t>2.025e0</w:t>
      </w:r>
    </w:p>
    <w:p w:rsidR="007B6A46" w:rsidRDefault="007B6A46" w:rsidP="007B6A46">
      <w:r>
        <w:t>650.4676</w:t>
      </w:r>
      <w:r>
        <w:tab/>
        <w:t>1.013e0</w:t>
      </w:r>
    </w:p>
    <w:p w:rsidR="007B6A46" w:rsidRDefault="007B6A46" w:rsidP="007B6A46">
      <w:r>
        <w:t>650.5899</w:t>
      </w:r>
      <w:r>
        <w:tab/>
        <w:t>2.025e0</w:t>
      </w:r>
    </w:p>
    <w:p w:rsidR="007B6A46" w:rsidRDefault="007B6A46" w:rsidP="007B6A46">
      <w:r>
        <w:t>650.6216</w:t>
      </w:r>
      <w:r>
        <w:tab/>
        <w:t>2.025e0</w:t>
      </w:r>
    </w:p>
    <w:p w:rsidR="007B6A46" w:rsidRDefault="007B6A46" w:rsidP="007B6A46">
      <w:r>
        <w:t>650.6349</w:t>
      </w:r>
      <w:r>
        <w:tab/>
        <w:t>1.013e0</w:t>
      </w:r>
    </w:p>
    <w:p w:rsidR="007B6A46" w:rsidRDefault="007B6A46" w:rsidP="007B6A46">
      <w:r>
        <w:lastRenderedPageBreak/>
        <w:t>650.7238</w:t>
      </w:r>
      <w:r>
        <w:tab/>
        <w:t>1.013e0</w:t>
      </w:r>
    </w:p>
    <w:p w:rsidR="007B6A46" w:rsidRDefault="007B6A46" w:rsidP="007B6A46">
      <w:r>
        <w:t>650.8126</w:t>
      </w:r>
      <w:r>
        <w:tab/>
        <w:t>1.013e0</w:t>
      </w:r>
    </w:p>
    <w:p w:rsidR="007B6A46" w:rsidRDefault="007B6A46" w:rsidP="007B6A46">
      <w:r>
        <w:t>650.9003</w:t>
      </w:r>
      <w:r>
        <w:tab/>
        <w:t>1.013e0</w:t>
      </w:r>
    </w:p>
    <w:p w:rsidR="007B6A46" w:rsidRDefault="007B6A46" w:rsidP="007B6A46">
      <w:r>
        <w:t>650.9124</w:t>
      </w:r>
      <w:r>
        <w:tab/>
        <w:t>1.013e0</w:t>
      </w:r>
    </w:p>
    <w:p w:rsidR="007B6A46" w:rsidRDefault="007B6A46" w:rsidP="007B6A46">
      <w:r>
        <w:t>650.9493</w:t>
      </w:r>
      <w:r>
        <w:tab/>
        <w:t>1.013e0</w:t>
      </w:r>
    </w:p>
    <w:p w:rsidR="007B6A46" w:rsidRDefault="007B6A46" w:rsidP="007B6A46">
      <w:r>
        <w:t>651.0522</w:t>
      </w:r>
      <w:r>
        <w:tab/>
        <w:t>1.013e0</w:t>
      </w:r>
    </w:p>
    <w:p w:rsidR="007B6A46" w:rsidRDefault="007B6A46" w:rsidP="007B6A46">
      <w:r>
        <w:t>651.0880</w:t>
      </w:r>
      <w:r>
        <w:tab/>
        <w:t>1.013e0</w:t>
      </w:r>
    </w:p>
    <w:p w:rsidR="007B6A46" w:rsidRDefault="007B6A46" w:rsidP="007B6A46">
      <w:r>
        <w:t>651.1001</w:t>
      </w:r>
      <w:r>
        <w:tab/>
        <w:t>1.013e0</w:t>
      </w:r>
    </w:p>
    <w:p w:rsidR="007B6A46" w:rsidRDefault="007B6A46" w:rsidP="007B6A46">
      <w:r>
        <w:t>651.1395</w:t>
      </w:r>
      <w:r>
        <w:tab/>
        <w:t>1.013e0</w:t>
      </w:r>
    </w:p>
    <w:p w:rsidR="007B6A46" w:rsidRDefault="007B6A46" w:rsidP="007B6A46">
      <w:r>
        <w:t>651.1899</w:t>
      </w:r>
      <w:r>
        <w:tab/>
        <w:t>1.013e0</w:t>
      </w:r>
    </w:p>
    <w:p w:rsidR="007B6A46" w:rsidRDefault="007B6A46" w:rsidP="007B6A46">
      <w:r>
        <w:t>651.2233</w:t>
      </w:r>
      <w:r>
        <w:tab/>
        <w:t>1.013e0</w:t>
      </w:r>
    </w:p>
    <w:p w:rsidR="007B6A46" w:rsidRDefault="007B6A46" w:rsidP="007B6A46">
      <w:r>
        <w:t>651.2439</w:t>
      </w:r>
      <w:r>
        <w:tab/>
        <w:t>1.013e0</w:t>
      </w:r>
    </w:p>
    <w:p w:rsidR="007B6A46" w:rsidRDefault="007B6A46" w:rsidP="007B6A46">
      <w:r>
        <w:t>651.3444</w:t>
      </w:r>
      <w:r>
        <w:tab/>
        <w:t>1.013e0</w:t>
      </w:r>
    </w:p>
    <w:p w:rsidR="007B6A46" w:rsidRDefault="007B6A46" w:rsidP="007B6A46">
      <w:r>
        <w:t>651.3500</w:t>
      </w:r>
      <w:r>
        <w:tab/>
        <w:t>2.025e0</w:t>
      </w:r>
    </w:p>
    <w:p w:rsidR="007B6A46" w:rsidRDefault="007B6A46" w:rsidP="007B6A46">
      <w:r>
        <w:t>651.3553</w:t>
      </w:r>
      <w:r>
        <w:tab/>
        <w:t>2.025e0</w:t>
      </w:r>
    </w:p>
    <w:p w:rsidR="007B6A46" w:rsidRDefault="007B6A46" w:rsidP="007B6A46">
      <w:r>
        <w:t>651.3669</w:t>
      </w:r>
      <w:r>
        <w:tab/>
        <w:t>1.013e0</w:t>
      </w:r>
    </w:p>
    <w:p w:rsidR="007B6A46" w:rsidRDefault="007B6A46" w:rsidP="007B6A46">
      <w:r>
        <w:t>651.4232</w:t>
      </w:r>
      <w:r>
        <w:tab/>
        <w:t>1.013e0</w:t>
      </w:r>
    </w:p>
    <w:p w:rsidR="007B6A46" w:rsidRDefault="007B6A46" w:rsidP="007B6A46">
      <w:r>
        <w:t>651.4540</w:t>
      </w:r>
      <w:r>
        <w:tab/>
        <w:t>1.013e0</w:t>
      </w:r>
    </w:p>
    <w:p w:rsidR="007B6A46" w:rsidRDefault="007B6A46" w:rsidP="007B6A46">
      <w:r>
        <w:t>651.4888</w:t>
      </w:r>
      <w:r>
        <w:tab/>
        <w:t>1.013e0</w:t>
      </w:r>
    </w:p>
    <w:p w:rsidR="007B6A46" w:rsidRDefault="007B6A46" w:rsidP="007B6A46">
      <w:r>
        <w:lastRenderedPageBreak/>
        <w:t>651.5120</w:t>
      </w:r>
      <w:r>
        <w:tab/>
        <w:t>1.013e0</w:t>
      </w:r>
    </w:p>
    <w:p w:rsidR="007B6A46" w:rsidRDefault="007B6A46" w:rsidP="007B6A46">
      <w:r>
        <w:t>651.5413</w:t>
      </w:r>
      <w:r>
        <w:tab/>
        <w:t>1.013e0</w:t>
      </w:r>
    </w:p>
    <w:p w:rsidR="007B6A46" w:rsidRDefault="007B6A46" w:rsidP="007B6A46">
      <w:r>
        <w:t>651.6109</w:t>
      </w:r>
      <w:r>
        <w:tab/>
        <w:t>1.013e0</w:t>
      </w:r>
    </w:p>
    <w:p w:rsidR="007B6A46" w:rsidRDefault="007B6A46" w:rsidP="007B6A46">
      <w:r>
        <w:t>651.7343</w:t>
      </w:r>
      <w:r>
        <w:tab/>
        <w:t>1.013e0</w:t>
      </w:r>
    </w:p>
    <w:p w:rsidR="007B6A46" w:rsidRDefault="007B6A46" w:rsidP="007B6A46">
      <w:r>
        <w:t>651.7388</w:t>
      </w:r>
      <w:r>
        <w:tab/>
        <w:t>2.025e0</w:t>
      </w:r>
    </w:p>
    <w:p w:rsidR="007B6A46" w:rsidRDefault="007B6A46" w:rsidP="007B6A46">
      <w:r>
        <w:t>651.8453</w:t>
      </w:r>
      <w:r>
        <w:tab/>
        <w:t>1.013e0</w:t>
      </w:r>
    </w:p>
    <w:p w:rsidR="007B6A46" w:rsidRDefault="007B6A46" w:rsidP="007B6A46">
      <w:r>
        <w:t>651.8835</w:t>
      </w:r>
      <w:r>
        <w:tab/>
        <w:t>2.025e0</w:t>
      </w:r>
    </w:p>
    <w:p w:rsidR="007B6A46" w:rsidRDefault="007B6A46" w:rsidP="007B6A46">
      <w:r>
        <w:t>651.9554</w:t>
      </w:r>
      <w:r>
        <w:tab/>
        <w:t>1.013e0</w:t>
      </w:r>
    </w:p>
    <w:p w:rsidR="007B6A46" w:rsidRDefault="007B6A46" w:rsidP="007B6A46">
      <w:r>
        <w:t>651.9565</w:t>
      </w:r>
      <w:r>
        <w:tab/>
        <w:t>1.013e0</w:t>
      </w:r>
    </w:p>
    <w:p w:rsidR="007B6A46" w:rsidRDefault="007B6A46" w:rsidP="007B6A46">
      <w:r>
        <w:t>651.9676</w:t>
      </w:r>
      <w:r>
        <w:tab/>
        <w:t>1.013e0</w:t>
      </w:r>
    </w:p>
    <w:p w:rsidR="007B6A46" w:rsidRDefault="007B6A46" w:rsidP="007B6A46">
      <w:r>
        <w:t>651.9757</w:t>
      </w:r>
      <w:r>
        <w:tab/>
        <w:t>1.013e0</w:t>
      </w:r>
    </w:p>
    <w:p w:rsidR="007B6A46" w:rsidRDefault="007B6A46" w:rsidP="007B6A46">
      <w:r>
        <w:t>652.0247</w:t>
      </w:r>
      <w:r>
        <w:tab/>
        <w:t>2.025e0</w:t>
      </w:r>
    </w:p>
    <w:p w:rsidR="007B6A46" w:rsidRDefault="007B6A46" w:rsidP="007B6A46">
      <w:r>
        <w:t>652.0333</w:t>
      </w:r>
      <w:r>
        <w:tab/>
        <w:t>1.013e0</w:t>
      </w:r>
    </w:p>
    <w:p w:rsidR="007B6A46" w:rsidRDefault="007B6A46" w:rsidP="007B6A46">
      <w:r>
        <w:t>652.0454</w:t>
      </w:r>
      <w:r>
        <w:tab/>
        <w:t>1.013e0</w:t>
      </w:r>
    </w:p>
    <w:p w:rsidR="007B6A46" w:rsidRDefault="007B6A46" w:rsidP="007B6A46">
      <w:r>
        <w:t>652.1677</w:t>
      </w:r>
      <w:r>
        <w:tab/>
        <w:t>1.013e0</w:t>
      </w:r>
    </w:p>
    <w:p w:rsidR="007B6A46" w:rsidRDefault="007B6A46" w:rsidP="007B6A46">
      <w:r>
        <w:t>652.2723</w:t>
      </w:r>
      <w:r>
        <w:tab/>
        <w:t>1.013e0</w:t>
      </w:r>
    </w:p>
    <w:p w:rsidR="007B6A46" w:rsidRDefault="007B6A46" w:rsidP="007B6A46">
      <w:r>
        <w:t>652.2956</w:t>
      </w:r>
      <w:r>
        <w:tab/>
        <w:t>2.025e0</w:t>
      </w:r>
    </w:p>
    <w:p w:rsidR="007B6A46" w:rsidRDefault="007B6A46" w:rsidP="007B6A46">
      <w:r>
        <w:t>652.3891</w:t>
      </w:r>
      <w:r>
        <w:tab/>
        <w:t>1.013e0</w:t>
      </w:r>
    </w:p>
    <w:p w:rsidR="007B6A46" w:rsidRDefault="007B6A46" w:rsidP="007B6A46">
      <w:r>
        <w:t>652.4012</w:t>
      </w:r>
      <w:r>
        <w:tab/>
        <w:t>1.013e0</w:t>
      </w:r>
    </w:p>
    <w:p w:rsidR="007B6A46" w:rsidRDefault="007B6A46" w:rsidP="007B6A46">
      <w:r>
        <w:lastRenderedPageBreak/>
        <w:t>652.4026</w:t>
      </w:r>
      <w:r>
        <w:tab/>
        <w:t>2.025e0</w:t>
      </w:r>
    </w:p>
    <w:p w:rsidR="007B6A46" w:rsidRDefault="007B6A46" w:rsidP="007B6A46">
      <w:r>
        <w:t>652.4235</w:t>
      </w:r>
      <w:r>
        <w:tab/>
        <w:t>1.013e0</w:t>
      </w:r>
    </w:p>
    <w:p w:rsidR="007B6A46" w:rsidRDefault="007B6A46" w:rsidP="007B6A46">
      <w:r>
        <w:t>652.4457</w:t>
      </w:r>
      <w:r>
        <w:tab/>
        <w:t>1.013e0</w:t>
      </w:r>
    </w:p>
    <w:p w:rsidR="007B6A46" w:rsidRDefault="007B6A46" w:rsidP="007B6A46">
      <w:r>
        <w:t>652.5856</w:t>
      </w:r>
      <w:r>
        <w:tab/>
        <w:t>1.013e0</w:t>
      </w:r>
    </w:p>
    <w:p w:rsidR="007B6A46" w:rsidRDefault="007B6A46" w:rsidP="007B6A46">
      <w:r>
        <w:t>652.5903</w:t>
      </w:r>
      <w:r>
        <w:tab/>
        <w:t>2.025e0</w:t>
      </w:r>
    </w:p>
    <w:p w:rsidR="007B6A46" w:rsidRDefault="007B6A46" w:rsidP="007B6A46">
      <w:r>
        <w:t>652.5941</w:t>
      </w:r>
      <w:r>
        <w:tab/>
        <w:t>2.025e0</w:t>
      </w:r>
    </w:p>
    <w:p w:rsidR="007B6A46" w:rsidRDefault="007B6A46" w:rsidP="007B6A46">
      <w:r>
        <w:t>652.6116</w:t>
      </w:r>
      <w:r>
        <w:tab/>
        <w:t>1.013e0</w:t>
      </w:r>
    </w:p>
    <w:p w:rsidR="007B6A46" w:rsidRDefault="007B6A46" w:rsidP="007B6A46">
      <w:r>
        <w:t>652.6394</w:t>
      </w:r>
      <w:r>
        <w:tab/>
        <w:t>1.013e0</w:t>
      </w:r>
    </w:p>
    <w:p w:rsidR="007B6A46" w:rsidRDefault="007B6A46" w:rsidP="007B6A46">
      <w:r>
        <w:t>652.6908</w:t>
      </w:r>
      <w:r>
        <w:tab/>
        <w:t>1.013e0</w:t>
      </w:r>
    </w:p>
    <w:p w:rsidR="007B6A46" w:rsidRDefault="007B6A46" w:rsidP="007B6A46">
      <w:r>
        <w:t>652.7016</w:t>
      </w:r>
      <w:r>
        <w:tab/>
        <w:t>1.013e0</w:t>
      </w:r>
    </w:p>
    <w:p w:rsidR="007B6A46" w:rsidRDefault="007B6A46" w:rsidP="007B6A46">
      <w:r>
        <w:t>652.7086</w:t>
      </w:r>
      <w:r>
        <w:tab/>
        <w:t>1.013e0</w:t>
      </w:r>
    </w:p>
    <w:p w:rsidR="007B6A46" w:rsidRDefault="007B6A46" w:rsidP="007B6A46">
      <w:r>
        <w:t>652.7562</w:t>
      </w:r>
      <w:r>
        <w:tab/>
        <w:t>1.013e0</w:t>
      </w:r>
    </w:p>
    <w:p w:rsidR="007B6A46" w:rsidRDefault="007B6A46" w:rsidP="007B6A46">
      <w:r>
        <w:t>652.7684</w:t>
      </w:r>
      <w:r>
        <w:tab/>
        <w:t>1.013e0</w:t>
      </w:r>
    </w:p>
    <w:p w:rsidR="007B6A46" w:rsidRDefault="007B6A46" w:rsidP="007B6A46">
      <w:r>
        <w:t>652.8123</w:t>
      </w:r>
      <w:r>
        <w:tab/>
        <w:t>2.025e0</w:t>
      </w:r>
    </w:p>
    <w:p w:rsidR="007B6A46" w:rsidRDefault="007B6A46" w:rsidP="007B6A46">
      <w:r>
        <w:t>652.8311</w:t>
      </w:r>
      <w:r>
        <w:tab/>
        <w:t>2.025e0</w:t>
      </w:r>
    </w:p>
    <w:p w:rsidR="007B6A46" w:rsidRDefault="007B6A46" w:rsidP="007B6A46">
      <w:r>
        <w:t>652.9120</w:t>
      </w:r>
      <w:r>
        <w:tab/>
        <w:t>1.013e0</w:t>
      </w:r>
    </w:p>
    <w:p w:rsidR="007B6A46" w:rsidRDefault="007B6A46" w:rsidP="007B6A46">
      <w:r>
        <w:t>652.9351</w:t>
      </w:r>
      <w:r>
        <w:tab/>
        <w:t>1.013e0</w:t>
      </w:r>
    </w:p>
    <w:p w:rsidR="007B6A46" w:rsidRDefault="007B6A46" w:rsidP="007B6A46">
      <w:r>
        <w:t>653.0011</w:t>
      </w:r>
      <w:r>
        <w:tab/>
        <w:t>1.013e0</w:t>
      </w:r>
    </w:p>
    <w:p w:rsidR="007B6A46" w:rsidRDefault="007B6A46" w:rsidP="007B6A46">
      <w:r>
        <w:t>653.0043</w:t>
      </w:r>
      <w:r>
        <w:tab/>
        <w:t>1.013e0</w:t>
      </w:r>
    </w:p>
    <w:p w:rsidR="007B6A46" w:rsidRDefault="007B6A46" w:rsidP="007B6A46">
      <w:r>
        <w:lastRenderedPageBreak/>
        <w:t>653.0057</w:t>
      </w:r>
      <w:r>
        <w:tab/>
        <w:t>4.051e0</w:t>
      </w:r>
    </w:p>
    <w:p w:rsidR="007B6A46" w:rsidRDefault="007B6A46" w:rsidP="007B6A46">
      <w:r>
        <w:t>653.1093</w:t>
      </w:r>
      <w:r>
        <w:tab/>
        <w:t>1.013e0</w:t>
      </w:r>
    </w:p>
    <w:p w:rsidR="007B6A46" w:rsidRDefault="007B6A46" w:rsidP="007B6A46">
      <w:r>
        <w:t>653.1469</w:t>
      </w:r>
      <w:r>
        <w:tab/>
        <w:t>1.013e0</w:t>
      </w:r>
    </w:p>
    <w:p w:rsidR="007B6A46" w:rsidRDefault="007B6A46" w:rsidP="007B6A46">
      <w:r>
        <w:t>653.1620</w:t>
      </w:r>
      <w:r>
        <w:tab/>
        <w:t>1.013e0</w:t>
      </w:r>
    </w:p>
    <w:p w:rsidR="007B6A46" w:rsidRDefault="007B6A46" w:rsidP="007B6A46">
      <w:r>
        <w:t>653.1904</w:t>
      </w:r>
      <w:r>
        <w:tab/>
        <w:t>1.013e0</w:t>
      </w:r>
    </w:p>
    <w:p w:rsidR="007B6A46" w:rsidRDefault="007B6A46" w:rsidP="007B6A46">
      <w:r>
        <w:t>653.1965</w:t>
      </w:r>
      <w:r>
        <w:tab/>
        <w:t>2.025e0</w:t>
      </w:r>
    </w:p>
    <w:p w:rsidR="007B6A46" w:rsidRDefault="007B6A46" w:rsidP="007B6A46">
      <w:r>
        <w:t>653.2144</w:t>
      </w:r>
      <w:r>
        <w:tab/>
        <w:t>1.013e0</w:t>
      </w:r>
    </w:p>
    <w:p w:rsidR="007B6A46" w:rsidRDefault="007B6A46" w:rsidP="007B6A46">
      <w:r>
        <w:t>653.2866</w:t>
      </w:r>
      <w:r>
        <w:tab/>
        <w:t>3.038e0</w:t>
      </w:r>
    </w:p>
    <w:p w:rsidR="007B6A46" w:rsidRDefault="007B6A46" w:rsidP="007B6A46">
      <w:r>
        <w:t>653.3177</w:t>
      </w:r>
      <w:r>
        <w:tab/>
        <w:t>1.013e0</w:t>
      </w:r>
    </w:p>
    <w:p w:rsidR="007B6A46" w:rsidRDefault="007B6A46" w:rsidP="007B6A46">
      <w:r>
        <w:t>653.3869</w:t>
      </w:r>
      <w:r>
        <w:tab/>
        <w:t>1.013e0</w:t>
      </w:r>
    </w:p>
    <w:p w:rsidR="007B6A46" w:rsidRDefault="007B6A46" w:rsidP="007B6A46">
      <w:r>
        <w:t>653.4020</w:t>
      </w:r>
      <w:r>
        <w:tab/>
        <w:t>2.025e0</w:t>
      </w:r>
    </w:p>
    <w:p w:rsidR="007B6A46" w:rsidRDefault="007B6A46" w:rsidP="007B6A46">
      <w:r>
        <w:t>653.4030</w:t>
      </w:r>
      <w:r>
        <w:tab/>
        <w:t>1.013e0</w:t>
      </w:r>
    </w:p>
    <w:p w:rsidR="007B6A46" w:rsidRDefault="007B6A46" w:rsidP="007B6A46">
      <w:r>
        <w:t>653.4141</w:t>
      </w:r>
      <w:r>
        <w:tab/>
        <w:t>1.013e0</w:t>
      </w:r>
    </w:p>
    <w:p w:rsidR="007B6A46" w:rsidRDefault="007B6A46" w:rsidP="007B6A46">
      <w:r>
        <w:t>653.4312</w:t>
      </w:r>
      <w:r>
        <w:tab/>
        <w:t>2.025e0</w:t>
      </w:r>
    </w:p>
    <w:p w:rsidR="007B6A46" w:rsidRDefault="007B6A46" w:rsidP="007B6A46">
      <w:r>
        <w:t>653.4825</w:t>
      </w:r>
      <w:r>
        <w:tab/>
        <w:t>2.025e0</w:t>
      </w:r>
    </w:p>
    <w:p w:rsidR="007B6A46" w:rsidRDefault="007B6A46" w:rsidP="007B6A46">
      <w:r>
        <w:t>653.5446</w:t>
      </w:r>
      <w:r>
        <w:tab/>
        <w:t>1.013e0</w:t>
      </w:r>
    </w:p>
    <w:p w:rsidR="007B6A46" w:rsidRDefault="007B6A46" w:rsidP="007B6A46">
      <w:r>
        <w:t>653.5521</w:t>
      </w:r>
      <w:r>
        <w:tab/>
        <w:t>3.038e0</w:t>
      </w:r>
    </w:p>
    <w:p w:rsidR="007B6A46" w:rsidRDefault="007B6A46" w:rsidP="007B6A46">
      <w:r>
        <w:t>653.6149</w:t>
      </w:r>
      <w:r>
        <w:tab/>
        <w:t>1.013e0</w:t>
      </w:r>
    </w:p>
    <w:p w:rsidR="007B6A46" w:rsidRDefault="007B6A46" w:rsidP="007B6A46">
      <w:r>
        <w:t>653.7594</w:t>
      </w:r>
      <w:r>
        <w:tab/>
        <w:t>5.063e0</w:t>
      </w:r>
    </w:p>
    <w:p w:rsidR="007B6A46" w:rsidRDefault="007B6A46" w:rsidP="007B6A46">
      <w:r>
        <w:lastRenderedPageBreak/>
        <w:t>653.8152</w:t>
      </w:r>
      <w:r>
        <w:tab/>
        <w:t>1.013e0</w:t>
      </w:r>
    </w:p>
    <w:p w:rsidR="007B6A46" w:rsidRDefault="007B6A46" w:rsidP="007B6A46">
      <w:r>
        <w:t>653.8930</w:t>
      </w:r>
      <w:r>
        <w:tab/>
        <w:t>1.013e0</w:t>
      </w:r>
    </w:p>
    <w:p w:rsidR="007B6A46" w:rsidRDefault="007B6A46" w:rsidP="007B6A46">
      <w:r>
        <w:t>653.9034</w:t>
      </w:r>
      <w:r>
        <w:tab/>
        <w:t>1.013e0</w:t>
      </w:r>
    </w:p>
    <w:p w:rsidR="007B6A46" w:rsidRDefault="007B6A46" w:rsidP="007B6A46">
      <w:r>
        <w:t>653.9480</w:t>
      </w:r>
      <w:r>
        <w:tab/>
        <w:t>1.013e0</w:t>
      </w:r>
    </w:p>
    <w:p w:rsidR="007B6A46" w:rsidRDefault="007B6A46" w:rsidP="007B6A46">
      <w:r>
        <w:t>653.9591</w:t>
      </w:r>
      <w:r>
        <w:tab/>
        <w:t>1.013e0</w:t>
      </w:r>
    </w:p>
    <w:p w:rsidR="007B6A46" w:rsidRDefault="007B6A46" w:rsidP="007B6A46">
      <w:r>
        <w:t>654.0372</w:t>
      </w:r>
      <w:r>
        <w:tab/>
        <w:t>1.013e0</w:t>
      </w:r>
    </w:p>
    <w:p w:rsidR="007B6A46" w:rsidRDefault="007B6A46" w:rsidP="007B6A46">
      <w:r>
        <w:t>654.0483</w:t>
      </w:r>
      <w:r>
        <w:tab/>
        <w:t>4.051e0</w:t>
      </w:r>
    </w:p>
    <w:p w:rsidR="007B6A46" w:rsidRDefault="007B6A46" w:rsidP="007B6A46">
      <w:r>
        <w:t>654.1721</w:t>
      </w:r>
      <w:r>
        <w:tab/>
        <w:t>1.013e0</w:t>
      </w:r>
    </w:p>
    <w:p w:rsidR="007B6A46" w:rsidRDefault="007B6A46" w:rsidP="007B6A46">
      <w:r>
        <w:t>654.1989</w:t>
      </w:r>
      <w:r>
        <w:tab/>
        <w:t>2.025e0</w:t>
      </w:r>
    </w:p>
    <w:p w:rsidR="007B6A46" w:rsidRDefault="007B6A46" w:rsidP="007B6A46">
      <w:r>
        <w:t>654.2156</w:t>
      </w:r>
      <w:r>
        <w:tab/>
        <w:t>1.013e0</w:t>
      </w:r>
    </w:p>
    <w:p w:rsidR="007B6A46" w:rsidRDefault="007B6A46" w:rsidP="007B6A46">
      <w:r>
        <w:t>654.2874</w:t>
      </w:r>
      <w:r>
        <w:tab/>
        <w:t>2.025e0</w:t>
      </w:r>
    </w:p>
    <w:p w:rsidR="007B6A46" w:rsidRDefault="007B6A46" w:rsidP="007B6A46">
      <w:r>
        <w:t>654.2947</w:t>
      </w:r>
      <w:r>
        <w:tab/>
        <w:t>1.013e0</w:t>
      </w:r>
    </w:p>
    <w:p w:rsidR="007B6A46" w:rsidRDefault="007B6A46" w:rsidP="007B6A46">
      <w:r>
        <w:t>654.3616</w:t>
      </w:r>
      <w:r>
        <w:tab/>
        <w:t>1.013e0</w:t>
      </w:r>
    </w:p>
    <w:p w:rsidR="007B6A46" w:rsidRDefault="007B6A46" w:rsidP="007B6A46">
      <w:r>
        <w:t>654.3890</w:t>
      </w:r>
      <w:r>
        <w:tab/>
        <w:t>2.025e0</w:t>
      </w:r>
    </w:p>
    <w:p w:rsidR="007B6A46" w:rsidRDefault="007B6A46" w:rsidP="007B6A46">
      <w:r>
        <w:t>654.3953</w:t>
      </w:r>
      <w:r>
        <w:tab/>
        <w:t>3.038e0</w:t>
      </w:r>
    </w:p>
    <w:p w:rsidR="007B6A46" w:rsidRDefault="007B6A46" w:rsidP="007B6A46">
      <w:r>
        <w:t>654.4508</w:t>
      </w:r>
      <w:r>
        <w:tab/>
        <w:t>1.013e0</w:t>
      </w:r>
    </w:p>
    <w:p w:rsidR="007B6A46" w:rsidRDefault="007B6A46" w:rsidP="007B6A46">
      <w:r>
        <w:t>654.4857</w:t>
      </w:r>
      <w:r>
        <w:tab/>
        <w:t>1.013e0</w:t>
      </w:r>
    </w:p>
    <w:p w:rsidR="007B6A46" w:rsidRDefault="007B6A46" w:rsidP="007B6A46">
      <w:r>
        <w:t>654.5064</w:t>
      </w:r>
      <w:r>
        <w:tab/>
        <w:t>3.038e0</w:t>
      </w:r>
    </w:p>
    <w:p w:rsidR="007B6A46" w:rsidRDefault="007B6A46" w:rsidP="007B6A46">
      <w:r>
        <w:t>654.6059</w:t>
      </w:r>
      <w:r>
        <w:tab/>
        <w:t>1.013e0</w:t>
      </w:r>
    </w:p>
    <w:p w:rsidR="007B6A46" w:rsidRDefault="007B6A46" w:rsidP="007B6A46">
      <w:r>
        <w:lastRenderedPageBreak/>
        <w:t>654.6293</w:t>
      </w:r>
      <w:r>
        <w:tab/>
        <w:t>1.013e0</w:t>
      </w:r>
    </w:p>
    <w:p w:rsidR="007B6A46" w:rsidRDefault="007B6A46" w:rsidP="007B6A46">
      <w:r>
        <w:t>654.6395</w:t>
      </w:r>
      <w:r>
        <w:tab/>
        <w:t>1.013e0</w:t>
      </w:r>
    </w:p>
    <w:p w:rsidR="007B6A46" w:rsidRDefault="007B6A46" w:rsidP="007B6A46">
      <w:r>
        <w:t>654.6591</w:t>
      </w:r>
      <w:r>
        <w:tab/>
        <w:t>1.013e0</w:t>
      </w:r>
    </w:p>
    <w:p w:rsidR="007B6A46" w:rsidRDefault="007B6A46" w:rsidP="007B6A46">
      <w:r>
        <w:t>654.7454</w:t>
      </w:r>
      <w:r>
        <w:tab/>
        <w:t>1.013e0</w:t>
      </w:r>
    </w:p>
    <w:p w:rsidR="007B6A46" w:rsidRDefault="007B6A46" w:rsidP="007B6A46">
      <w:r>
        <w:t>654.8339</w:t>
      </w:r>
      <w:r>
        <w:tab/>
        <w:t>1.013e0</w:t>
      </w:r>
    </w:p>
    <w:p w:rsidR="007B6A46" w:rsidRDefault="007B6A46" w:rsidP="007B6A46">
      <w:r>
        <w:t>654.8505</w:t>
      </w:r>
      <w:r>
        <w:tab/>
        <w:t>1.013e0</w:t>
      </w:r>
    </w:p>
    <w:p w:rsidR="007B6A46" w:rsidRDefault="007B6A46" w:rsidP="007B6A46">
      <w:r>
        <w:t>654.9296</w:t>
      </w:r>
      <w:r>
        <w:tab/>
        <w:t>1.013e0</w:t>
      </w:r>
    </w:p>
    <w:p w:rsidR="007B6A46" w:rsidRDefault="007B6A46" w:rsidP="007B6A46">
      <w:r>
        <w:t>654.9408</w:t>
      </w:r>
      <w:r>
        <w:tab/>
        <w:t>1.013e0</w:t>
      </w:r>
    </w:p>
    <w:p w:rsidR="007B6A46" w:rsidRDefault="007B6A46" w:rsidP="007B6A46">
      <w:r>
        <w:t>654.9695</w:t>
      </w:r>
      <w:r>
        <w:tab/>
        <w:t>3.038e0</w:t>
      </w:r>
    </w:p>
    <w:p w:rsidR="007B6A46" w:rsidRDefault="007B6A46" w:rsidP="007B6A46">
      <w:r>
        <w:t>654.9724</w:t>
      </w:r>
      <w:r>
        <w:tab/>
        <w:t>1.013e0</w:t>
      </w:r>
    </w:p>
    <w:p w:rsidR="007B6A46" w:rsidRDefault="007B6A46" w:rsidP="007B6A46">
      <w:r>
        <w:t>655.0597</w:t>
      </w:r>
      <w:r>
        <w:tab/>
        <w:t>1.013e0</w:t>
      </w:r>
    </w:p>
    <w:p w:rsidR="007B6A46" w:rsidRDefault="007B6A46" w:rsidP="007B6A46">
      <w:r>
        <w:t>655.1529</w:t>
      </w:r>
      <w:r>
        <w:tab/>
        <w:t>1.013e0</w:t>
      </w:r>
    </w:p>
    <w:p w:rsidR="007B6A46" w:rsidRDefault="007B6A46" w:rsidP="007B6A46">
      <w:r>
        <w:t>655.1874</w:t>
      </w:r>
      <w:r>
        <w:tab/>
        <w:t>2.025e0</w:t>
      </w:r>
    </w:p>
    <w:p w:rsidR="007B6A46" w:rsidRDefault="007B6A46" w:rsidP="007B6A46">
      <w:r>
        <w:t>655.2098</w:t>
      </w:r>
      <w:r>
        <w:tab/>
        <w:t>1.013e0</w:t>
      </w:r>
    </w:p>
    <w:p w:rsidR="007B6A46" w:rsidRDefault="007B6A46" w:rsidP="007B6A46">
      <w:r>
        <w:t>655.2880</w:t>
      </w:r>
      <w:r>
        <w:tab/>
        <w:t>1.013e0</w:t>
      </w:r>
    </w:p>
    <w:p w:rsidR="007B6A46" w:rsidRDefault="007B6A46" w:rsidP="007B6A46">
      <w:r>
        <w:t>655.3093</w:t>
      </w:r>
      <w:r>
        <w:tab/>
        <w:t>1.013e0</w:t>
      </w:r>
    </w:p>
    <w:p w:rsidR="007B6A46" w:rsidRDefault="007B6A46" w:rsidP="007B6A46">
      <w:r>
        <w:t>655.3103</w:t>
      </w:r>
      <w:r>
        <w:tab/>
        <w:t>1.013e0</w:t>
      </w:r>
    </w:p>
    <w:p w:rsidR="007B6A46" w:rsidRDefault="007B6A46" w:rsidP="007B6A46">
      <w:r>
        <w:t>655.3773</w:t>
      </w:r>
      <w:r>
        <w:tab/>
        <w:t>1.013e0</w:t>
      </w:r>
    </w:p>
    <w:p w:rsidR="007B6A46" w:rsidRDefault="007B6A46" w:rsidP="007B6A46">
      <w:r>
        <w:t>655.3885</w:t>
      </w:r>
      <w:r>
        <w:tab/>
        <w:t>1.013e0</w:t>
      </w:r>
    </w:p>
    <w:p w:rsidR="007B6A46" w:rsidRDefault="007B6A46" w:rsidP="007B6A46">
      <w:r>
        <w:lastRenderedPageBreak/>
        <w:t>655.4098</w:t>
      </w:r>
      <w:r>
        <w:tab/>
        <w:t>1.013e0</w:t>
      </w:r>
    </w:p>
    <w:p w:rsidR="007B6A46" w:rsidRDefault="007B6A46" w:rsidP="007B6A46">
      <w:r>
        <w:t>655.4332</w:t>
      </w:r>
      <w:r>
        <w:tab/>
        <w:t>1.013e0</w:t>
      </w:r>
    </w:p>
    <w:p w:rsidR="007B6A46" w:rsidRDefault="007B6A46" w:rsidP="007B6A46">
      <w:r>
        <w:t>655.4949</w:t>
      </w:r>
      <w:r>
        <w:tab/>
        <w:t>1.013e0</w:t>
      </w:r>
    </w:p>
    <w:p w:rsidR="007B6A46" w:rsidRDefault="007B6A46" w:rsidP="007B6A46">
      <w:r>
        <w:t>655.4991</w:t>
      </w:r>
      <w:r>
        <w:tab/>
        <w:t>1.013e0</w:t>
      </w:r>
    </w:p>
    <w:p w:rsidR="007B6A46" w:rsidRDefault="007B6A46" w:rsidP="007B6A46">
      <w:r>
        <w:t>655.5338</w:t>
      </w:r>
      <w:r>
        <w:tab/>
        <w:t>1.013e0</w:t>
      </w:r>
    </w:p>
    <w:p w:rsidR="007B6A46" w:rsidRDefault="007B6A46" w:rsidP="007B6A46">
      <w:r>
        <w:t>655.5662</w:t>
      </w:r>
      <w:r>
        <w:tab/>
        <w:t>1.013e0</w:t>
      </w:r>
    </w:p>
    <w:p w:rsidR="007B6A46" w:rsidRDefault="007B6A46" w:rsidP="007B6A46">
      <w:r>
        <w:t>655.5774</w:t>
      </w:r>
      <w:r>
        <w:tab/>
        <w:t>1.013e0</w:t>
      </w:r>
    </w:p>
    <w:p w:rsidR="007B6A46" w:rsidRDefault="007B6A46" w:rsidP="007B6A46">
      <w:r>
        <w:t>655.7014</w:t>
      </w:r>
      <w:r>
        <w:tab/>
        <w:t>1.013e0</w:t>
      </w:r>
    </w:p>
    <w:p w:rsidR="007B6A46" w:rsidRDefault="007B6A46" w:rsidP="007B6A46">
      <w:r>
        <w:t>655.7795</w:t>
      </w:r>
      <w:r>
        <w:tab/>
        <w:t>1.013e0</w:t>
      </w:r>
    </w:p>
    <w:p w:rsidR="007B6A46" w:rsidRDefault="007B6A46" w:rsidP="007B6A46">
      <w:r>
        <w:t>655.9025</w:t>
      </w:r>
      <w:r>
        <w:tab/>
        <w:t>1.013e0</w:t>
      </w:r>
    </w:p>
    <w:p w:rsidR="007B6A46" w:rsidRDefault="007B6A46" w:rsidP="007B6A46">
      <w:r>
        <w:t>655.9395</w:t>
      </w:r>
      <w:r>
        <w:tab/>
        <w:t>2.025e0</w:t>
      </w:r>
    </w:p>
    <w:p w:rsidR="007B6A46" w:rsidRDefault="007B6A46" w:rsidP="007B6A46">
      <w:r>
        <w:t>656.0468</w:t>
      </w:r>
      <w:r>
        <w:tab/>
        <w:t>1.013e0</w:t>
      </w:r>
    </w:p>
    <w:p w:rsidR="007B6A46" w:rsidRDefault="007B6A46" w:rsidP="007B6A46">
      <w:r>
        <w:t>656.2268</w:t>
      </w:r>
      <w:r>
        <w:tab/>
        <w:t>1.013e0</w:t>
      </w:r>
    </w:p>
    <w:p w:rsidR="007B6A46" w:rsidRDefault="007B6A46" w:rsidP="007B6A46">
      <w:r>
        <w:t>656.2380</w:t>
      </w:r>
      <w:r>
        <w:tab/>
        <w:t>1.013e0</w:t>
      </w:r>
    </w:p>
    <w:p w:rsidR="007B6A46" w:rsidRDefault="007B6A46" w:rsidP="007B6A46">
      <w:r>
        <w:t>656.2990</w:t>
      </w:r>
      <w:r>
        <w:tab/>
        <w:t>2.025e0</w:t>
      </w:r>
    </w:p>
    <w:p w:rsidR="007B6A46" w:rsidRDefault="007B6A46" w:rsidP="007B6A46">
      <w:r>
        <w:t>656.3051</w:t>
      </w:r>
      <w:r>
        <w:tab/>
        <w:t>1.013e0</w:t>
      </w:r>
    </w:p>
    <w:p w:rsidR="007B6A46" w:rsidRDefault="007B6A46" w:rsidP="007B6A46">
      <w:r>
        <w:t>656.3610</w:t>
      </w:r>
      <w:r>
        <w:tab/>
        <w:t>1.013e0</w:t>
      </w:r>
    </w:p>
    <w:p w:rsidR="007B6A46" w:rsidRDefault="007B6A46" w:rsidP="007B6A46">
      <w:r>
        <w:t>656.3834</w:t>
      </w:r>
      <w:r>
        <w:tab/>
        <w:t>2.025e0</w:t>
      </w:r>
    </w:p>
    <w:p w:rsidR="007B6A46" w:rsidRDefault="007B6A46" w:rsidP="007B6A46">
      <w:r>
        <w:t>656.3990</w:t>
      </w:r>
      <w:r>
        <w:tab/>
        <w:t>1.013e0</w:t>
      </w:r>
    </w:p>
    <w:p w:rsidR="007B6A46" w:rsidRDefault="007B6A46" w:rsidP="007B6A46">
      <w:r>
        <w:lastRenderedPageBreak/>
        <w:t>656.4047</w:t>
      </w:r>
      <w:r>
        <w:tab/>
        <w:t>1.013e0</w:t>
      </w:r>
    </w:p>
    <w:p w:rsidR="007B6A46" w:rsidRDefault="007B6A46" w:rsidP="007B6A46">
      <w:r>
        <w:t>656.4345</w:t>
      </w:r>
      <w:r>
        <w:tab/>
        <w:t>3.038e0</w:t>
      </w:r>
    </w:p>
    <w:p w:rsidR="007B6A46" w:rsidRDefault="007B6A46" w:rsidP="007B6A46">
      <w:r>
        <w:t>656.4515</w:t>
      </w:r>
      <w:r>
        <w:tab/>
        <w:t>1.013e0</w:t>
      </w:r>
    </w:p>
    <w:p w:rsidR="007B6A46" w:rsidRDefault="007B6A46" w:rsidP="007B6A46">
      <w:r>
        <w:t>656.4702</w:t>
      </w:r>
      <w:r>
        <w:tab/>
        <w:t>2.025e0</w:t>
      </w:r>
    </w:p>
    <w:p w:rsidR="007B6A46" w:rsidRDefault="007B6A46" w:rsidP="007B6A46">
      <w:r>
        <w:t>656.4942</w:t>
      </w:r>
      <w:r>
        <w:tab/>
        <w:t>1.013e0</w:t>
      </w:r>
    </w:p>
    <w:p w:rsidR="007B6A46" w:rsidRDefault="007B6A46" w:rsidP="007B6A46">
      <w:r>
        <w:t>656.5041</w:t>
      </w:r>
      <w:r>
        <w:tab/>
        <w:t>1.013e0</w:t>
      </w:r>
    </w:p>
    <w:p w:rsidR="007B6A46" w:rsidRDefault="007B6A46" w:rsidP="007B6A46">
      <w:r>
        <w:t>656.5278</w:t>
      </w:r>
      <w:r>
        <w:tab/>
        <w:t>1.013e0</w:t>
      </w:r>
    </w:p>
    <w:p w:rsidR="007B6A46" w:rsidRDefault="007B6A46" w:rsidP="007B6A46">
      <w:r>
        <w:t>656.5400</w:t>
      </w:r>
      <w:r>
        <w:tab/>
        <w:t>2.025e0</w:t>
      </w:r>
    </w:p>
    <w:p w:rsidR="007B6A46" w:rsidRDefault="007B6A46" w:rsidP="007B6A46">
      <w:r>
        <w:t>656.5733</w:t>
      </w:r>
      <w:r>
        <w:tab/>
        <w:t>1.013e0</w:t>
      </w:r>
    </w:p>
    <w:p w:rsidR="007B6A46" w:rsidRDefault="007B6A46" w:rsidP="007B6A46">
      <w:r>
        <w:t>656.6509</w:t>
      </w:r>
      <w:r>
        <w:tab/>
        <w:t>1.013e0</w:t>
      </w:r>
    </w:p>
    <w:p w:rsidR="007B6A46" w:rsidRDefault="007B6A46" w:rsidP="007B6A46">
      <w:r>
        <w:t>656.6631</w:t>
      </w:r>
      <w:r>
        <w:tab/>
        <w:t>1.013e0</w:t>
      </w:r>
    </w:p>
    <w:p w:rsidR="007B6A46" w:rsidRDefault="007B6A46" w:rsidP="007B6A46">
      <w:r>
        <w:t>656.6686</w:t>
      </w:r>
      <w:r>
        <w:tab/>
        <w:t>2.025e0</w:t>
      </w:r>
    </w:p>
    <w:p w:rsidR="007B6A46" w:rsidRDefault="007B6A46" w:rsidP="007B6A46">
      <w:r>
        <w:t>656.7852</w:t>
      </w:r>
      <w:r>
        <w:tab/>
        <w:t>2.025e0</w:t>
      </w:r>
    </w:p>
    <w:p w:rsidR="007B6A46" w:rsidRDefault="007B6A46" w:rsidP="007B6A46">
      <w:r>
        <w:t>656.8310</w:t>
      </w:r>
      <w:r>
        <w:tab/>
        <w:t>1.013e0</w:t>
      </w:r>
    </w:p>
    <w:p w:rsidR="007B6A46" w:rsidRDefault="007B6A46" w:rsidP="007B6A46">
      <w:r>
        <w:t>656.8342</w:t>
      </w:r>
      <w:r>
        <w:tab/>
        <w:t>1.013e0</w:t>
      </w:r>
    </w:p>
    <w:p w:rsidR="007B6A46" w:rsidRDefault="007B6A46" w:rsidP="007B6A46">
      <w:r>
        <w:t>656.8646</w:t>
      </w:r>
      <w:r>
        <w:tab/>
        <w:t>1.013e0</w:t>
      </w:r>
    </w:p>
    <w:p w:rsidR="007B6A46" w:rsidRDefault="007B6A46" w:rsidP="007B6A46">
      <w:r>
        <w:t>656.9083</w:t>
      </w:r>
      <w:r>
        <w:tab/>
        <w:t>1.013e0</w:t>
      </w:r>
    </w:p>
    <w:p w:rsidR="007B6A46" w:rsidRDefault="007B6A46" w:rsidP="007B6A46">
      <w:r>
        <w:t>657.0096</w:t>
      </w:r>
      <w:r>
        <w:tab/>
        <w:t>2.025e0</w:t>
      </w:r>
    </w:p>
    <w:p w:rsidR="007B6A46" w:rsidRDefault="007B6A46" w:rsidP="007B6A46">
      <w:r>
        <w:t>657.0690</w:t>
      </w:r>
      <w:r>
        <w:tab/>
        <w:t>2.025e0</w:t>
      </w:r>
    </w:p>
    <w:p w:rsidR="007B6A46" w:rsidRDefault="007B6A46" w:rsidP="007B6A46">
      <w:r>
        <w:lastRenderedPageBreak/>
        <w:t>657.2341</w:t>
      </w:r>
      <w:r>
        <w:tab/>
        <w:t>1.013e0</w:t>
      </w:r>
    </w:p>
    <w:p w:rsidR="007B6A46" w:rsidRDefault="007B6A46" w:rsidP="007B6A46">
      <w:r>
        <w:t>657.2601</w:t>
      </w:r>
      <w:r>
        <w:tab/>
        <w:t>4.051e0</w:t>
      </w:r>
    </w:p>
    <w:p w:rsidR="007B6A46" w:rsidRDefault="007B6A46" w:rsidP="007B6A46">
      <w:r>
        <w:t>657.2870</w:t>
      </w:r>
      <w:r>
        <w:tab/>
        <w:t>1.013e0</w:t>
      </w:r>
    </w:p>
    <w:p w:rsidR="007B6A46" w:rsidRDefault="007B6A46" w:rsidP="007B6A46">
      <w:r>
        <w:t>657.3307</w:t>
      </w:r>
      <w:r>
        <w:tab/>
        <w:t>2.025e0</w:t>
      </w:r>
    </w:p>
    <w:p w:rsidR="007B6A46" w:rsidRDefault="007B6A46" w:rsidP="007B6A46">
      <w:r>
        <w:t>657.3387</w:t>
      </w:r>
      <w:r>
        <w:tab/>
        <w:t>1.013e0</w:t>
      </w:r>
    </w:p>
    <w:p w:rsidR="007B6A46" w:rsidRDefault="007B6A46" w:rsidP="007B6A46">
      <w:r>
        <w:t>657.3796</w:t>
      </w:r>
      <w:r>
        <w:tab/>
        <w:t>1.013e0</w:t>
      </w:r>
    </w:p>
    <w:p w:rsidR="007B6A46" w:rsidRDefault="007B6A46" w:rsidP="007B6A46">
      <w:r>
        <w:t>657.4275</w:t>
      </w:r>
      <w:r>
        <w:tab/>
        <w:t>4.051e0</w:t>
      </w:r>
    </w:p>
    <w:p w:rsidR="007B6A46" w:rsidRDefault="007B6A46" w:rsidP="007B6A46">
      <w:r>
        <w:t>657.4360</w:t>
      </w:r>
      <w:r>
        <w:tab/>
        <w:t>2.025e0</w:t>
      </w:r>
    </w:p>
    <w:p w:rsidR="007B6A46" w:rsidRDefault="007B6A46" w:rsidP="007B6A46">
      <w:r>
        <w:t>657.4606</w:t>
      </w:r>
      <w:r>
        <w:tab/>
        <w:t>1.013e0</w:t>
      </w:r>
    </w:p>
    <w:p w:rsidR="007B6A46" w:rsidRDefault="007B6A46" w:rsidP="007B6A46">
      <w:r>
        <w:t>657.5131</w:t>
      </w:r>
      <w:r>
        <w:tab/>
        <w:t>1.013e0</w:t>
      </w:r>
    </w:p>
    <w:p w:rsidR="007B6A46" w:rsidRDefault="007B6A46" w:rsidP="007B6A46">
      <w:r>
        <w:t>657.5299</w:t>
      </w:r>
      <w:r>
        <w:tab/>
        <w:t>1.013e0</w:t>
      </w:r>
    </w:p>
    <w:p w:rsidR="007B6A46" w:rsidRDefault="007B6A46" w:rsidP="007B6A46">
      <w:r>
        <w:t>657.6350</w:t>
      </w:r>
      <w:r>
        <w:tab/>
        <w:t>1.013e0</w:t>
      </w:r>
    </w:p>
    <w:p w:rsidR="007B6A46" w:rsidRDefault="007B6A46" w:rsidP="007B6A46">
      <w:r>
        <w:t>657.6710</w:t>
      </w:r>
      <w:r>
        <w:tab/>
        <w:t>1.013e0</w:t>
      </w:r>
    </w:p>
    <w:p w:rsidR="007B6A46" w:rsidRDefault="007B6A46" w:rsidP="007B6A46">
      <w:r>
        <w:t>657.7568</w:t>
      </w:r>
      <w:r>
        <w:tab/>
        <w:t>1.013e0</w:t>
      </w:r>
    </w:p>
    <w:p w:rsidR="007B6A46" w:rsidRDefault="007B6A46" w:rsidP="007B6A46">
      <w:r>
        <w:t>657.9117</w:t>
      </w:r>
      <w:r>
        <w:tab/>
        <w:t>2.025e0</w:t>
      </w:r>
    </w:p>
    <w:p w:rsidR="007B6A46" w:rsidRDefault="007B6A46" w:rsidP="007B6A46">
      <w:r>
        <w:t>658.0167</w:t>
      </w:r>
      <w:r>
        <w:tab/>
        <w:t>1.013e0</w:t>
      </w:r>
    </w:p>
    <w:p w:rsidR="007B6A46" w:rsidRDefault="007B6A46" w:rsidP="007B6A46">
      <w:r>
        <w:t>658.0623</w:t>
      </w:r>
      <w:r>
        <w:tab/>
        <w:t>1.013e0</w:t>
      </w:r>
    </w:p>
    <w:p w:rsidR="007B6A46" w:rsidRDefault="007B6A46" w:rsidP="007B6A46">
      <w:r>
        <w:t>658.1217</w:t>
      </w:r>
      <w:r>
        <w:tab/>
        <w:t>1.013e0</w:t>
      </w:r>
    </w:p>
    <w:p w:rsidR="007B6A46" w:rsidRDefault="007B6A46" w:rsidP="007B6A46">
      <w:r>
        <w:t>658.1564</w:t>
      </w:r>
      <w:r>
        <w:tab/>
        <w:t>2.025e0</w:t>
      </w:r>
    </w:p>
    <w:p w:rsidR="007B6A46" w:rsidRDefault="007B6A46" w:rsidP="007B6A46">
      <w:r>
        <w:lastRenderedPageBreak/>
        <w:t>658.2096</w:t>
      </w:r>
      <w:r>
        <w:tab/>
        <w:t>1.013e0</w:t>
      </w:r>
    </w:p>
    <w:p w:rsidR="007B6A46" w:rsidRDefault="007B6A46" w:rsidP="007B6A46">
      <w:r>
        <w:t>658.2529</w:t>
      </w:r>
      <w:r>
        <w:tab/>
        <w:t>1.013e0</w:t>
      </w:r>
    </w:p>
    <w:p w:rsidR="007B6A46" w:rsidRDefault="007B6A46" w:rsidP="007B6A46">
      <w:r>
        <w:t>658.2612</w:t>
      </w:r>
      <w:r>
        <w:tab/>
        <w:t>1.013e0</w:t>
      </w:r>
    </w:p>
    <w:p w:rsidR="007B6A46" w:rsidRDefault="007B6A46" w:rsidP="007B6A46">
      <w:r>
        <w:t>658.3103</w:t>
      </w:r>
      <w:r>
        <w:tab/>
        <w:t>2.025e0</w:t>
      </w:r>
    </w:p>
    <w:p w:rsidR="007B6A46" w:rsidRDefault="007B6A46" w:rsidP="007B6A46">
      <w:r>
        <w:t>658.3569</w:t>
      </w:r>
      <w:r>
        <w:tab/>
        <w:t>2.025e0</w:t>
      </w:r>
    </w:p>
    <w:p w:rsidR="007B6A46" w:rsidRDefault="007B6A46" w:rsidP="007B6A46">
      <w:r>
        <w:t>658.3757</w:t>
      </w:r>
      <w:r>
        <w:tab/>
        <w:t>4.051e0</w:t>
      </w:r>
    </w:p>
    <w:p w:rsidR="007B6A46" w:rsidRDefault="007B6A46" w:rsidP="007B6A46">
      <w:r>
        <w:t>658.3832</w:t>
      </w:r>
      <w:r>
        <w:tab/>
        <w:t>2.025e0</w:t>
      </w:r>
    </w:p>
    <w:p w:rsidR="007B6A46" w:rsidRDefault="007B6A46" w:rsidP="007B6A46">
      <w:r>
        <w:t>658.3861</w:t>
      </w:r>
      <w:r>
        <w:tab/>
        <w:t>2.025e0</w:t>
      </w:r>
    </w:p>
    <w:p w:rsidR="007B6A46" w:rsidRDefault="007B6A46" w:rsidP="007B6A46">
      <w:r>
        <w:t>658.4294</w:t>
      </w:r>
      <w:r>
        <w:tab/>
        <w:t>3.038e0</w:t>
      </w:r>
    </w:p>
    <w:p w:rsidR="007B6A46" w:rsidRDefault="007B6A46" w:rsidP="007B6A46">
      <w:r>
        <w:t>658.4335</w:t>
      </w:r>
      <w:r>
        <w:tab/>
        <w:t>1.013e0</w:t>
      </w:r>
    </w:p>
    <w:p w:rsidR="007B6A46" w:rsidRDefault="007B6A46" w:rsidP="007B6A46">
      <w:r>
        <w:t>658.4987</w:t>
      </w:r>
      <w:r>
        <w:tab/>
        <w:t>3.038e0</w:t>
      </w:r>
    </w:p>
    <w:p w:rsidR="007B6A46" w:rsidRDefault="007B6A46" w:rsidP="007B6A46">
      <w:r>
        <w:t>658.5145</w:t>
      </w:r>
      <w:r>
        <w:tab/>
        <w:t>3.038e0</w:t>
      </w:r>
    </w:p>
    <w:p w:rsidR="007B6A46" w:rsidRDefault="007B6A46" w:rsidP="007B6A46">
      <w:r>
        <w:t>658.5181</w:t>
      </w:r>
      <w:r>
        <w:tab/>
        <w:t>7.544e0</w:t>
      </w:r>
    </w:p>
    <w:p w:rsidR="007B6A46" w:rsidRDefault="007B6A46" w:rsidP="007B6A46">
      <w:r>
        <w:t>658.5239</w:t>
      </w:r>
      <w:r>
        <w:tab/>
        <w:t>3.038e0</w:t>
      </w:r>
    </w:p>
    <w:p w:rsidR="007B6A46" w:rsidRDefault="007B6A46" w:rsidP="007B6A46">
      <w:r>
        <w:t>658.5299</w:t>
      </w:r>
      <w:r>
        <w:tab/>
        <w:t>2.025e0</w:t>
      </w:r>
    </w:p>
    <w:p w:rsidR="007B6A46" w:rsidRDefault="007B6A46" w:rsidP="007B6A46">
      <w:r>
        <w:t>658.6354</w:t>
      </w:r>
      <w:r>
        <w:tab/>
        <w:t>1.013e0</w:t>
      </w:r>
    </w:p>
    <w:p w:rsidR="007B6A46" w:rsidRDefault="007B6A46" w:rsidP="007B6A46">
      <w:r>
        <w:t>658.8351</w:t>
      </w:r>
      <w:r>
        <w:tab/>
        <w:t>2.025e0</w:t>
      </w:r>
    </w:p>
    <w:p w:rsidR="007B6A46" w:rsidRDefault="007B6A46" w:rsidP="007B6A46">
      <w:r>
        <w:t>658.8364</w:t>
      </w:r>
      <w:r>
        <w:tab/>
        <w:t>1.013e0</w:t>
      </w:r>
    </w:p>
    <w:p w:rsidR="007B6A46" w:rsidRDefault="007B6A46" w:rsidP="007B6A46">
      <w:r>
        <w:t>658.9385</w:t>
      </w:r>
      <w:r>
        <w:tab/>
        <w:t>1.013e0</w:t>
      </w:r>
    </w:p>
    <w:p w:rsidR="007B6A46" w:rsidRDefault="007B6A46" w:rsidP="007B6A46">
      <w:r>
        <w:lastRenderedPageBreak/>
        <w:t>659.1047</w:t>
      </w:r>
      <w:r>
        <w:tab/>
        <w:t>2.025e0</w:t>
      </w:r>
    </w:p>
    <w:p w:rsidR="007B6A46" w:rsidRDefault="007B6A46" w:rsidP="007B6A46">
      <w:r>
        <w:t>659.1481</w:t>
      </w:r>
      <w:r>
        <w:tab/>
        <w:t>1.013e0</w:t>
      </w:r>
    </w:p>
    <w:p w:rsidR="007B6A46" w:rsidRDefault="007B6A46" w:rsidP="007B6A46">
      <w:r>
        <w:t>659.1998</w:t>
      </w:r>
      <w:r>
        <w:tab/>
        <w:t>1.013e0</w:t>
      </w:r>
    </w:p>
    <w:p w:rsidR="007B6A46" w:rsidRDefault="007B6A46" w:rsidP="007B6A46">
      <w:r>
        <w:t>659.2294</w:t>
      </w:r>
      <w:r>
        <w:tab/>
        <w:t>1.013e0</w:t>
      </w:r>
    </w:p>
    <w:p w:rsidR="007B6A46" w:rsidRDefault="007B6A46" w:rsidP="007B6A46">
      <w:r>
        <w:t>659.2642</w:t>
      </w:r>
      <w:r>
        <w:tab/>
        <w:t>1.013e0</w:t>
      </w:r>
    </w:p>
    <w:p w:rsidR="007B6A46" w:rsidRDefault="007B6A46" w:rsidP="007B6A46">
      <w:r>
        <w:t>659.3653</w:t>
      </w:r>
      <w:r>
        <w:tab/>
        <w:t>1.013e0</w:t>
      </w:r>
    </w:p>
    <w:p w:rsidR="007B6A46" w:rsidRDefault="007B6A46" w:rsidP="007B6A46">
      <w:r>
        <w:t>659.3755</w:t>
      </w:r>
      <w:r>
        <w:tab/>
        <w:t>2.025e0</w:t>
      </w:r>
    </w:p>
    <w:p w:rsidR="007B6A46" w:rsidRDefault="007B6A46" w:rsidP="007B6A46">
      <w:r>
        <w:t>659.3801</w:t>
      </w:r>
      <w:r>
        <w:tab/>
        <w:t>4.051e0</w:t>
      </w:r>
    </w:p>
    <w:p w:rsidR="007B6A46" w:rsidRDefault="007B6A46" w:rsidP="007B6A46">
      <w:r>
        <w:t>659.3922</w:t>
      </w:r>
      <w:r>
        <w:tab/>
        <w:t>1.013e0</w:t>
      </w:r>
    </w:p>
    <w:p w:rsidR="007B6A46" w:rsidRDefault="007B6A46" w:rsidP="007B6A46">
      <w:r>
        <w:t>659.4492</w:t>
      </w:r>
      <w:r>
        <w:tab/>
        <w:t>2.025e0</w:t>
      </w:r>
    </w:p>
    <w:p w:rsidR="007B6A46" w:rsidRDefault="007B6A46" w:rsidP="007B6A46">
      <w:r>
        <w:t>659.4566</w:t>
      </w:r>
      <w:r>
        <w:tab/>
        <w:t>2.025e0</w:t>
      </w:r>
    </w:p>
    <w:p w:rsidR="007B6A46" w:rsidRDefault="007B6A46" w:rsidP="007B6A46">
      <w:r>
        <w:t>659.4959</w:t>
      </w:r>
      <w:r>
        <w:tab/>
        <w:t>5.063e0</w:t>
      </w:r>
    </w:p>
    <w:p w:rsidR="007B6A46" w:rsidRDefault="007B6A46" w:rsidP="007B6A46">
      <w:r>
        <w:t>659.5001</w:t>
      </w:r>
      <w:r>
        <w:tab/>
        <w:t>1.013e0</w:t>
      </w:r>
    </w:p>
    <w:p w:rsidR="007B6A46" w:rsidRDefault="007B6A46" w:rsidP="007B6A46">
      <w:r>
        <w:t>659.5256</w:t>
      </w:r>
      <w:r>
        <w:tab/>
        <w:t>2.025e0</w:t>
      </w:r>
    </w:p>
    <w:p w:rsidR="007B6A46" w:rsidRDefault="007B6A46" w:rsidP="007B6A46">
      <w:r>
        <w:t>659.6002</w:t>
      </w:r>
      <w:r>
        <w:tab/>
        <w:t>1.013e0</w:t>
      </w:r>
    </w:p>
    <w:p w:rsidR="007B6A46" w:rsidRDefault="007B6A46" w:rsidP="007B6A46">
      <w:r>
        <w:t>659.6339</w:t>
      </w:r>
      <w:r>
        <w:tab/>
        <w:t>1.013e0</w:t>
      </w:r>
    </w:p>
    <w:p w:rsidR="007B6A46" w:rsidRDefault="007B6A46" w:rsidP="007B6A46">
      <w:r>
        <w:t>659.6525</w:t>
      </w:r>
      <w:r>
        <w:tab/>
        <w:t>1.013e0</w:t>
      </w:r>
    </w:p>
    <w:p w:rsidR="007B6A46" w:rsidRDefault="007B6A46" w:rsidP="007B6A46">
      <w:r>
        <w:t>659.8091</w:t>
      </w:r>
      <w:r>
        <w:tab/>
        <w:t>1.013e0</w:t>
      </w:r>
    </w:p>
    <w:p w:rsidR="007B6A46" w:rsidRDefault="007B6A46" w:rsidP="007B6A46">
      <w:r>
        <w:t>659.8812</w:t>
      </w:r>
      <w:r>
        <w:tab/>
        <w:t>1.013e0</w:t>
      </w:r>
    </w:p>
    <w:p w:rsidR="007B6A46" w:rsidRDefault="007B6A46" w:rsidP="007B6A46">
      <w:r>
        <w:lastRenderedPageBreak/>
        <w:t>660.0004</w:t>
      </w:r>
      <w:r>
        <w:tab/>
        <w:t>1.013e0</w:t>
      </w:r>
    </w:p>
    <w:p w:rsidR="007B6A46" w:rsidRDefault="007B6A46" w:rsidP="007B6A46">
      <w:r>
        <w:t>660.0350</w:t>
      </w:r>
      <w:r>
        <w:tab/>
        <w:t>1.013e0</w:t>
      </w:r>
    </w:p>
    <w:p w:rsidR="007B6A46" w:rsidRDefault="007B6A46" w:rsidP="007B6A46">
      <w:r>
        <w:t>660.1033</w:t>
      </w:r>
      <w:r>
        <w:tab/>
        <w:t>1.013e0</w:t>
      </w:r>
    </w:p>
    <w:p w:rsidR="007B6A46" w:rsidRDefault="007B6A46" w:rsidP="007B6A46">
      <w:r>
        <w:t>660.1224</w:t>
      </w:r>
      <w:r>
        <w:tab/>
        <w:t>1.013e0</w:t>
      </w:r>
    </w:p>
    <w:p w:rsidR="007B6A46" w:rsidRDefault="007B6A46" w:rsidP="007B6A46">
      <w:r>
        <w:t>660.2093</w:t>
      </w:r>
      <w:r>
        <w:tab/>
        <w:t>1.013e0</w:t>
      </w:r>
    </w:p>
    <w:p w:rsidR="007B6A46" w:rsidRDefault="007B6A46" w:rsidP="007B6A46">
      <w:r>
        <w:t>660.2308</w:t>
      </w:r>
      <w:r>
        <w:tab/>
        <w:t>1.013e0</w:t>
      </w:r>
    </w:p>
    <w:p w:rsidR="007B6A46" w:rsidRDefault="007B6A46" w:rsidP="007B6A46">
      <w:r>
        <w:t>660.2392</w:t>
      </w:r>
      <w:r>
        <w:tab/>
        <w:t>3.038e0</w:t>
      </w:r>
    </w:p>
    <w:p w:rsidR="007B6A46" w:rsidRDefault="007B6A46" w:rsidP="007B6A46">
      <w:r>
        <w:t>660.3126</w:t>
      </w:r>
      <w:r>
        <w:tab/>
        <w:t>1.013e0</w:t>
      </w:r>
    </w:p>
    <w:p w:rsidR="007B6A46" w:rsidRDefault="007B6A46" w:rsidP="007B6A46">
      <w:r>
        <w:t>660.3596</w:t>
      </w:r>
      <w:r>
        <w:tab/>
        <w:t>2.025e0</w:t>
      </w:r>
    </w:p>
    <w:p w:rsidR="007B6A46" w:rsidRDefault="007B6A46" w:rsidP="007B6A46">
      <w:r>
        <w:t>660.3671</w:t>
      </w:r>
      <w:r>
        <w:tab/>
        <w:t>5.063e0</w:t>
      </w:r>
    </w:p>
    <w:p w:rsidR="007B6A46" w:rsidRDefault="007B6A46" w:rsidP="007B6A46">
      <w:r>
        <w:t>660.3760</w:t>
      </w:r>
      <w:r>
        <w:tab/>
        <w:t>1.013e0</w:t>
      </w:r>
    </w:p>
    <w:p w:rsidR="007B6A46" w:rsidRDefault="007B6A46" w:rsidP="007B6A46">
      <w:r>
        <w:t>660.3842</w:t>
      </w:r>
      <w:r>
        <w:tab/>
        <w:t>5.063e0</w:t>
      </w:r>
    </w:p>
    <w:p w:rsidR="007B6A46" w:rsidRDefault="007B6A46" w:rsidP="007B6A46">
      <w:r>
        <w:t>660.3976</w:t>
      </w:r>
      <w:r>
        <w:tab/>
        <w:t>7.089e0</w:t>
      </w:r>
    </w:p>
    <w:p w:rsidR="007B6A46" w:rsidRDefault="007B6A46" w:rsidP="007B6A46">
      <w:r>
        <w:t>660.4671</w:t>
      </w:r>
      <w:r>
        <w:tab/>
        <w:t>2.025e0</w:t>
      </w:r>
    </w:p>
    <w:p w:rsidR="007B6A46" w:rsidRDefault="007B6A46" w:rsidP="007B6A46">
      <w:r>
        <w:t>660.4684</w:t>
      </w:r>
      <w:r>
        <w:tab/>
        <w:t>2.025e0</w:t>
      </w:r>
    </w:p>
    <w:p w:rsidR="007B6A46" w:rsidRDefault="007B6A46" w:rsidP="007B6A46">
      <w:r>
        <w:t>660.5898</w:t>
      </w:r>
      <w:r>
        <w:tab/>
        <w:t>1.013e0</w:t>
      </w:r>
    </w:p>
    <w:p w:rsidR="007B6A46" w:rsidRDefault="007B6A46" w:rsidP="007B6A46">
      <w:r>
        <w:t>660.6769</w:t>
      </w:r>
      <w:r>
        <w:tab/>
        <w:t>1.013e0</w:t>
      </w:r>
    </w:p>
    <w:p w:rsidR="007B6A46" w:rsidRDefault="007B6A46" w:rsidP="007B6A46">
      <w:r>
        <w:t>660.7232</w:t>
      </w:r>
      <w:r>
        <w:tab/>
        <w:t>3.038e0</w:t>
      </w:r>
    </w:p>
    <w:p w:rsidR="007B6A46" w:rsidRDefault="007B6A46" w:rsidP="007B6A46">
      <w:r>
        <w:t>660.7260</w:t>
      </w:r>
      <w:r>
        <w:tab/>
        <w:t>1.013e0</w:t>
      </w:r>
    </w:p>
    <w:p w:rsidR="007B6A46" w:rsidRDefault="007B6A46" w:rsidP="007B6A46">
      <w:r>
        <w:lastRenderedPageBreak/>
        <w:t>660.7270</w:t>
      </w:r>
      <w:r>
        <w:tab/>
        <w:t>2.025e0</w:t>
      </w:r>
    </w:p>
    <w:p w:rsidR="007B6A46" w:rsidRDefault="007B6A46" w:rsidP="007B6A46">
      <w:r>
        <w:t>660.8273</w:t>
      </w:r>
      <w:r>
        <w:tab/>
        <w:t>2.025e0</w:t>
      </w:r>
    </w:p>
    <w:p w:rsidR="007B6A46" w:rsidRDefault="007B6A46" w:rsidP="007B6A46">
      <w:r>
        <w:t>660.8514</w:t>
      </w:r>
      <w:r>
        <w:tab/>
        <w:t>1.013e0</w:t>
      </w:r>
    </w:p>
    <w:p w:rsidR="007B6A46" w:rsidRDefault="007B6A46" w:rsidP="007B6A46">
      <w:r>
        <w:t>660.9565</w:t>
      </w:r>
      <w:r>
        <w:tab/>
        <w:t>1.013e0</w:t>
      </w:r>
    </w:p>
    <w:p w:rsidR="007B6A46" w:rsidRDefault="007B6A46" w:rsidP="007B6A46">
      <w:r>
        <w:t>661.1652</w:t>
      </w:r>
      <w:r>
        <w:tab/>
        <w:t>1.013e0</w:t>
      </w:r>
    </w:p>
    <w:p w:rsidR="007B6A46" w:rsidRDefault="007B6A46" w:rsidP="007B6A46">
      <w:r>
        <w:t>661.2090</w:t>
      </w:r>
      <w:r>
        <w:tab/>
        <w:t>1.013e0</w:t>
      </w:r>
    </w:p>
    <w:p w:rsidR="007B6A46" w:rsidRDefault="007B6A46" w:rsidP="007B6A46">
      <w:r>
        <w:t>661.3002</w:t>
      </w:r>
      <w:r>
        <w:tab/>
        <w:t>1.013e0</w:t>
      </w:r>
    </w:p>
    <w:p w:rsidR="007B6A46" w:rsidRDefault="007B6A46" w:rsidP="007B6A46">
      <w:r>
        <w:t>661.3043</w:t>
      </w:r>
      <w:r>
        <w:tab/>
        <w:t>1.013e0</w:t>
      </w:r>
    </w:p>
    <w:p w:rsidR="007B6A46" w:rsidRDefault="007B6A46" w:rsidP="007B6A46">
      <w:r>
        <w:t>661.3115</w:t>
      </w:r>
      <w:r>
        <w:tab/>
        <w:t>1.013e0</w:t>
      </w:r>
    </w:p>
    <w:p w:rsidR="007B6A46" w:rsidRDefault="007B6A46" w:rsidP="007B6A46">
      <w:r>
        <w:t>661.3559</w:t>
      </w:r>
      <w:r>
        <w:tab/>
        <w:t>1.013e0</w:t>
      </w:r>
    </w:p>
    <w:p w:rsidR="007B6A46" w:rsidRDefault="007B6A46" w:rsidP="007B6A46">
      <w:r>
        <w:t>661.3903</w:t>
      </w:r>
      <w:r>
        <w:tab/>
        <w:t>3.038e0</w:t>
      </w:r>
    </w:p>
    <w:p w:rsidR="007B6A46" w:rsidRDefault="007B6A46" w:rsidP="007B6A46">
      <w:r>
        <w:t>661.4231</w:t>
      </w:r>
      <w:r>
        <w:tab/>
        <w:t>1.013e0</w:t>
      </w:r>
    </w:p>
    <w:p w:rsidR="007B6A46" w:rsidRDefault="007B6A46" w:rsidP="007B6A46">
      <w:r>
        <w:t>661.4427</w:t>
      </w:r>
      <w:r>
        <w:tab/>
        <w:t>1.013e0</w:t>
      </w:r>
    </w:p>
    <w:p w:rsidR="007B6A46" w:rsidRDefault="007B6A46" w:rsidP="007B6A46">
      <w:r>
        <w:t>661.4560</w:t>
      </w:r>
      <w:r>
        <w:tab/>
        <w:t>4.051e0</w:t>
      </w:r>
    </w:p>
    <w:p w:rsidR="007B6A46" w:rsidRDefault="007B6A46" w:rsidP="007B6A46">
      <w:r>
        <w:t>661.4929</w:t>
      </w:r>
      <w:r>
        <w:tab/>
        <w:t>5.063e0</w:t>
      </w:r>
    </w:p>
    <w:p w:rsidR="007B6A46" w:rsidRDefault="007B6A46" w:rsidP="007B6A46">
      <w:r>
        <w:t>661.5594</w:t>
      </w:r>
      <w:r>
        <w:tab/>
        <w:t>1.013e0</w:t>
      </w:r>
    </w:p>
    <w:p w:rsidR="007B6A46" w:rsidRDefault="007B6A46" w:rsidP="007B6A46">
      <w:r>
        <w:t>661.6160</w:t>
      </w:r>
      <w:r>
        <w:tab/>
        <w:t>1.013e0</w:t>
      </w:r>
    </w:p>
    <w:p w:rsidR="007B6A46" w:rsidRDefault="007B6A46" w:rsidP="007B6A46">
      <w:r>
        <w:t>661.6374</w:t>
      </w:r>
      <w:r>
        <w:tab/>
        <w:t>2.025e0</w:t>
      </w:r>
    </w:p>
    <w:p w:rsidR="007B6A46" w:rsidRDefault="007B6A46" w:rsidP="007B6A46">
      <w:r>
        <w:t>661.6721</w:t>
      </w:r>
      <w:r>
        <w:tab/>
        <w:t>1.013e0</w:t>
      </w:r>
    </w:p>
    <w:p w:rsidR="007B6A46" w:rsidRDefault="007B6A46" w:rsidP="007B6A46">
      <w:r>
        <w:lastRenderedPageBreak/>
        <w:t>661.8063</w:t>
      </w:r>
      <w:r>
        <w:tab/>
        <w:t>1.013e0</w:t>
      </w:r>
    </w:p>
    <w:p w:rsidR="007B6A46" w:rsidRDefault="007B6A46" w:rsidP="007B6A46">
      <w:r>
        <w:t>661.8082</w:t>
      </w:r>
      <w:r>
        <w:tab/>
        <w:t>1.013e0</w:t>
      </w:r>
    </w:p>
    <w:p w:rsidR="007B6A46" w:rsidRDefault="007B6A46" w:rsidP="007B6A46">
      <w:r>
        <w:t>661.8186</w:t>
      </w:r>
      <w:r>
        <w:tab/>
        <w:t>1.013e0</w:t>
      </w:r>
    </w:p>
    <w:p w:rsidR="007B6A46" w:rsidRDefault="007B6A46" w:rsidP="007B6A46">
      <w:r>
        <w:t>661.8524</w:t>
      </w:r>
      <w:r>
        <w:tab/>
        <w:t>1.013e0</w:t>
      </w:r>
    </w:p>
    <w:p w:rsidR="007B6A46" w:rsidRDefault="007B6A46" w:rsidP="007B6A46">
      <w:r>
        <w:t>661.8862</w:t>
      </w:r>
      <w:r>
        <w:tab/>
        <w:t>1.013e0</w:t>
      </w:r>
    </w:p>
    <w:p w:rsidR="007B6A46" w:rsidRDefault="007B6A46" w:rsidP="007B6A46">
      <w:r>
        <w:t>661.8934</w:t>
      </w:r>
      <w:r>
        <w:tab/>
        <w:t>1.013e0</w:t>
      </w:r>
    </w:p>
    <w:p w:rsidR="007B6A46" w:rsidRDefault="007B6A46" w:rsidP="007B6A46">
      <w:r>
        <w:t>662.0084</w:t>
      </w:r>
      <w:r>
        <w:tab/>
        <w:t>3.038e0</w:t>
      </w:r>
    </w:p>
    <w:p w:rsidR="007B6A46" w:rsidRDefault="007B6A46" w:rsidP="007B6A46">
      <w:r>
        <w:t>662.0882</w:t>
      </w:r>
      <w:r>
        <w:tab/>
        <w:t>1.013e0</w:t>
      </w:r>
    </w:p>
    <w:p w:rsidR="007B6A46" w:rsidRDefault="007B6A46" w:rsidP="007B6A46">
      <w:r>
        <w:t>662.1541</w:t>
      </w:r>
      <w:r>
        <w:tab/>
        <w:t>1.013e0</w:t>
      </w:r>
    </w:p>
    <w:p w:rsidR="007B6A46" w:rsidRDefault="007B6A46" w:rsidP="007B6A46">
      <w:r>
        <w:t>662.1551</w:t>
      </w:r>
      <w:r>
        <w:tab/>
        <w:t>1.013e0</w:t>
      </w:r>
    </w:p>
    <w:p w:rsidR="007B6A46" w:rsidRDefault="007B6A46" w:rsidP="007B6A46">
      <w:r>
        <w:t>662.2076</w:t>
      </w:r>
      <w:r>
        <w:tab/>
        <w:t>1.013e0</w:t>
      </w:r>
    </w:p>
    <w:p w:rsidR="007B6A46" w:rsidRDefault="007B6A46" w:rsidP="007B6A46">
      <w:r>
        <w:t>662.2122</w:t>
      </w:r>
      <w:r>
        <w:tab/>
        <w:t>1.013e0</w:t>
      </w:r>
    </w:p>
    <w:p w:rsidR="007B6A46" w:rsidRDefault="007B6A46" w:rsidP="007B6A46">
      <w:r>
        <w:t>662.3261</w:t>
      </w:r>
      <w:r>
        <w:tab/>
        <w:t>2.025e0</w:t>
      </w:r>
    </w:p>
    <w:p w:rsidR="007B6A46" w:rsidRDefault="007B6A46" w:rsidP="007B6A46">
      <w:r>
        <w:t>662.3707</w:t>
      </w:r>
      <w:r>
        <w:tab/>
        <w:t>3.235e0</w:t>
      </w:r>
    </w:p>
    <w:p w:rsidR="007B6A46" w:rsidRDefault="007B6A46" w:rsidP="007B6A46">
      <w:r>
        <w:t>662.3938</w:t>
      </w:r>
      <w:r>
        <w:tab/>
        <w:t>3.038e0</w:t>
      </w:r>
    </w:p>
    <w:p w:rsidR="007B6A46" w:rsidRDefault="007B6A46" w:rsidP="007B6A46">
      <w:r>
        <w:t>662.3973</w:t>
      </w:r>
      <w:r>
        <w:tab/>
        <w:t>4.051e0</w:t>
      </w:r>
    </w:p>
    <w:p w:rsidR="007B6A46" w:rsidRDefault="007B6A46" w:rsidP="007B6A46">
      <w:r>
        <w:t>662.4153</w:t>
      </w:r>
      <w:r>
        <w:tab/>
        <w:t>1.013e0</w:t>
      </w:r>
    </w:p>
    <w:p w:rsidR="007B6A46" w:rsidRDefault="007B6A46" w:rsidP="007B6A46">
      <w:r>
        <w:t>662.4333</w:t>
      </w:r>
      <w:r>
        <w:tab/>
        <w:t>2.025e0</w:t>
      </w:r>
    </w:p>
    <w:p w:rsidR="007B6A46" w:rsidRDefault="007B6A46" w:rsidP="007B6A46">
      <w:r>
        <w:t>662.5179</w:t>
      </w:r>
      <w:r>
        <w:tab/>
        <w:t>4.051e0</w:t>
      </w:r>
    </w:p>
    <w:p w:rsidR="007B6A46" w:rsidRDefault="007B6A46" w:rsidP="007B6A46">
      <w:r>
        <w:lastRenderedPageBreak/>
        <w:t>662.6759</w:t>
      </w:r>
      <w:r>
        <w:tab/>
        <w:t>1.013e0</w:t>
      </w:r>
    </w:p>
    <w:p w:rsidR="007B6A46" w:rsidRDefault="007B6A46" w:rsidP="007B6A46">
      <w:r>
        <w:t>662.7454</w:t>
      </w:r>
      <w:r>
        <w:tab/>
        <w:t>1.013e0</w:t>
      </w:r>
    </w:p>
    <w:p w:rsidR="007B6A46" w:rsidRDefault="007B6A46" w:rsidP="007B6A46">
      <w:r>
        <w:t>662.7631</w:t>
      </w:r>
      <w:r>
        <w:tab/>
        <w:t>1.013e0</w:t>
      </w:r>
    </w:p>
    <w:p w:rsidR="007B6A46" w:rsidRDefault="007B6A46" w:rsidP="007B6A46">
      <w:r>
        <w:t>662.8158</w:t>
      </w:r>
      <w:r>
        <w:tab/>
        <w:t>2.025e0</w:t>
      </w:r>
    </w:p>
    <w:p w:rsidR="007B6A46" w:rsidRDefault="007B6A46" w:rsidP="007B6A46">
      <w:r>
        <w:t>662.8504</w:t>
      </w:r>
      <w:r>
        <w:tab/>
        <w:t>1.013e0</w:t>
      </w:r>
    </w:p>
    <w:p w:rsidR="007B6A46" w:rsidRDefault="007B6A46" w:rsidP="007B6A46">
      <w:r>
        <w:t>662.8851</w:t>
      </w:r>
      <w:r>
        <w:tab/>
        <w:t>3.038e0</w:t>
      </w:r>
    </w:p>
    <w:p w:rsidR="007B6A46" w:rsidRDefault="007B6A46" w:rsidP="007B6A46">
      <w:r>
        <w:t>663.0030</w:t>
      </w:r>
      <w:r>
        <w:tab/>
        <w:t>3.038e0</w:t>
      </w:r>
    </w:p>
    <w:p w:rsidR="007B6A46" w:rsidRDefault="007B6A46" w:rsidP="007B6A46">
      <w:r>
        <w:t>663.0752</w:t>
      </w:r>
      <w:r>
        <w:tab/>
        <w:t>1.013e0</w:t>
      </w:r>
    </w:p>
    <w:p w:rsidR="007B6A46" w:rsidRDefault="007B6A46" w:rsidP="007B6A46">
      <w:r>
        <w:t>663.1440</w:t>
      </w:r>
      <w:r>
        <w:tab/>
        <w:t>2.025e0</w:t>
      </w:r>
    </w:p>
    <w:p w:rsidR="007B6A46" w:rsidRDefault="007B6A46" w:rsidP="007B6A46">
      <w:r>
        <w:t>663.1454</w:t>
      </w:r>
      <w:r>
        <w:tab/>
        <w:t>1.013e0</w:t>
      </w:r>
    </w:p>
    <w:p w:rsidR="007B6A46" w:rsidRDefault="007B6A46" w:rsidP="007B6A46">
      <w:r>
        <w:t>663.3706</w:t>
      </w:r>
      <w:r>
        <w:tab/>
        <w:t>2.025e0</w:t>
      </w:r>
    </w:p>
    <w:p w:rsidR="007B6A46" w:rsidRDefault="007B6A46" w:rsidP="007B6A46">
      <w:r>
        <w:t>663.3906</w:t>
      </w:r>
      <w:r>
        <w:tab/>
        <w:t>5.767e0</w:t>
      </w:r>
    </w:p>
    <w:p w:rsidR="007B6A46" w:rsidRDefault="007B6A46" w:rsidP="007B6A46">
      <w:r>
        <w:t>663.3934</w:t>
      </w:r>
      <w:r>
        <w:tab/>
        <w:t>2.835e1</w:t>
      </w:r>
    </w:p>
    <w:p w:rsidR="007B6A46" w:rsidRDefault="007B6A46" w:rsidP="007B6A46">
      <w:r>
        <w:t>663.4035</w:t>
      </w:r>
      <w:r>
        <w:tab/>
        <w:t>8.101e0</w:t>
      </w:r>
    </w:p>
    <w:p w:rsidR="007B6A46" w:rsidRDefault="007B6A46" w:rsidP="007B6A46">
      <w:r>
        <w:t>663.4427</w:t>
      </w:r>
      <w:r>
        <w:tab/>
        <w:t>2.025e0</w:t>
      </w:r>
    </w:p>
    <w:p w:rsidR="007B6A46" w:rsidRDefault="007B6A46" w:rsidP="007B6A46">
      <w:r>
        <w:t>663.4816</w:t>
      </w:r>
      <w:r>
        <w:tab/>
        <w:t>3.038e0</w:t>
      </w:r>
    </w:p>
    <w:p w:rsidR="007B6A46" w:rsidRDefault="007B6A46" w:rsidP="007B6A46">
      <w:r>
        <w:t>663.5042</w:t>
      </w:r>
      <w:r>
        <w:tab/>
        <w:t>2.736e0</w:t>
      </w:r>
    </w:p>
    <w:p w:rsidR="007B6A46" w:rsidRDefault="007B6A46" w:rsidP="007B6A46">
      <w:r>
        <w:t>663.5908</w:t>
      </w:r>
      <w:r>
        <w:tab/>
        <w:t>1.013e0</w:t>
      </w:r>
    </w:p>
    <w:p w:rsidR="007B6A46" w:rsidRDefault="007B6A46" w:rsidP="007B6A46">
      <w:r>
        <w:t>663.6462</w:t>
      </w:r>
      <w:r>
        <w:tab/>
        <w:t>1.013e0</w:t>
      </w:r>
    </w:p>
    <w:p w:rsidR="007B6A46" w:rsidRDefault="007B6A46" w:rsidP="007B6A46">
      <w:r>
        <w:lastRenderedPageBreak/>
        <w:t>663.6561</w:t>
      </w:r>
      <w:r>
        <w:tab/>
        <w:t>2.025e0</w:t>
      </w:r>
    </w:p>
    <w:p w:rsidR="007B6A46" w:rsidRDefault="007B6A46" w:rsidP="007B6A46">
      <w:r>
        <w:t>663.7154</w:t>
      </w:r>
      <w:r>
        <w:tab/>
        <w:t>2.025e0</w:t>
      </w:r>
    </w:p>
    <w:p w:rsidR="007B6A46" w:rsidRDefault="007B6A46" w:rsidP="007B6A46">
      <w:r>
        <w:t>663.7480</w:t>
      </w:r>
      <w:r>
        <w:tab/>
        <w:t>1.013e0</w:t>
      </w:r>
    </w:p>
    <w:p w:rsidR="007B6A46" w:rsidRDefault="007B6A46" w:rsidP="007B6A46">
      <w:r>
        <w:t>663.7696</w:t>
      </w:r>
      <w:r>
        <w:tab/>
        <w:t>1.013e0</w:t>
      </w:r>
    </w:p>
    <w:p w:rsidR="007B6A46" w:rsidRDefault="007B6A46" w:rsidP="007B6A46">
      <w:r>
        <w:t>663.7800</w:t>
      </w:r>
      <w:r>
        <w:tab/>
        <w:t>2.025e0</w:t>
      </w:r>
    </w:p>
    <w:p w:rsidR="007B6A46" w:rsidRDefault="007B6A46" w:rsidP="007B6A46">
      <w:r>
        <w:t>663.7999</w:t>
      </w:r>
      <w:r>
        <w:tab/>
        <w:t>2.025e0</w:t>
      </w:r>
    </w:p>
    <w:p w:rsidR="007B6A46" w:rsidRDefault="007B6A46" w:rsidP="007B6A46">
      <w:r>
        <w:t>663.8282</w:t>
      </w:r>
      <w:r>
        <w:tab/>
        <w:t>1.013e0</w:t>
      </w:r>
    </w:p>
    <w:p w:rsidR="007B6A46" w:rsidRDefault="007B6A46" w:rsidP="007B6A46">
      <w:r>
        <w:t>663.8307</w:t>
      </w:r>
      <w:r>
        <w:tab/>
        <w:t>2.025e0</w:t>
      </w:r>
    </w:p>
    <w:p w:rsidR="007B6A46" w:rsidRDefault="007B6A46" w:rsidP="007B6A46">
      <w:r>
        <w:t>663.8770</w:t>
      </w:r>
      <w:r>
        <w:tab/>
        <w:t>3.038e0</w:t>
      </w:r>
    </w:p>
    <w:p w:rsidR="007B6A46" w:rsidRDefault="007B6A46" w:rsidP="007B6A46">
      <w:r>
        <w:t>663.9967</w:t>
      </w:r>
      <w:r>
        <w:tab/>
        <w:t>1.013e0</w:t>
      </w:r>
    </w:p>
    <w:p w:rsidR="007B6A46" w:rsidRDefault="007B6A46" w:rsidP="007B6A46">
      <w:r>
        <w:t>664.1011</w:t>
      </w:r>
      <w:r>
        <w:tab/>
        <w:t>1.013e0</w:t>
      </w:r>
    </w:p>
    <w:p w:rsidR="007B6A46" w:rsidRDefault="007B6A46" w:rsidP="007B6A46">
      <w:r>
        <w:t>664.1211</w:t>
      </w:r>
      <w:r>
        <w:tab/>
        <w:t>1.013e0</w:t>
      </w:r>
    </w:p>
    <w:p w:rsidR="007B6A46" w:rsidRDefault="007B6A46" w:rsidP="007B6A46">
      <w:r>
        <w:t>664.1787</w:t>
      </w:r>
      <w:r>
        <w:tab/>
        <w:t>1.013e0</w:t>
      </w:r>
    </w:p>
    <w:p w:rsidR="007B6A46" w:rsidRDefault="007B6A46" w:rsidP="007B6A46">
      <w:r>
        <w:t>664.2014</w:t>
      </w:r>
      <w:r>
        <w:tab/>
        <w:t>1.013e0</w:t>
      </w:r>
    </w:p>
    <w:p w:rsidR="007B6A46" w:rsidRDefault="007B6A46" w:rsidP="007B6A46">
      <w:r>
        <w:t>664.3032</w:t>
      </w:r>
      <w:r>
        <w:tab/>
        <w:t>1.013e0</w:t>
      </w:r>
    </w:p>
    <w:p w:rsidR="007B6A46" w:rsidRDefault="007B6A46" w:rsidP="007B6A46">
      <w:r>
        <w:t>664.4010</w:t>
      </w:r>
      <w:r>
        <w:tab/>
        <w:t>4.051e0</w:t>
      </w:r>
    </w:p>
    <w:p w:rsidR="007B6A46" w:rsidRDefault="007B6A46" w:rsidP="007B6A46">
      <w:r>
        <w:t>664.4026</w:t>
      </w:r>
      <w:r>
        <w:tab/>
        <w:t>9.114e0</w:t>
      </w:r>
    </w:p>
    <w:p w:rsidR="007B6A46" w:rsidRDefault="007B6A46" w:rsidP="007B6A46">
      <w:r>
        <w:t>664.4193</w:t>
      </w:r>
      <w:r>
        <w:tab/>
        <w:t>8.101e0</w:t>
      </w:r>
    </w:p>
    <w:p w:rsidR="007B6A46" w:rsidRDefault="007B6A46" w:rsidP="007B6A46">
      <w:r>
        <w:t>664.4892</w:t>
      </w:r>
      <w:r>
        <w:tab/>
        <w:t>4.051e0</w:t>
      </w:r>
    </w:p>
    <w:p w:rsidR="007B6A46" w:rsidRDefault="007B6A46" w:rsidP="007B6A46">
      <w:r>
        <w:lastRenderedPageBreak/>
        <w:t>664.4952</w:t>
      </w:r>
      <w:r>
        <w:tab/>
        <w:t>2.430e0</w:t>
      </w:r>
    </w:p>
    <w:p w:rsidR="007B6A46" w:rsidRDefault="007B6A46" w:rsidP="007B6A46">
      <w:r>
        <w:t>664.5357</w:t>
      </w:r>
      <w:r>
        <w:tab/>
        <w:t>3.038e0</w:t>
      </w:r>
    </w:p>
    <w:p w:rsidR="007B6A46" w:rsidRDefault="007B6A46" w:rsidP="007B6A46">
      <w:r>
        <w:t>664.6422</w:t>
      </w:r>
      <w:r>
        <w:tab/>
        <w:t>2.025e0</w:t>
      </w:r>
    </w:p>
    <w:p w:rsidR="007B6A46" w:rsidRDefault="007B6A46" w:rsidP="007B6A46">
      <w:r>
        <w:t>664.6904</w:t>
      </w:r>
      <w:r>
        <w:tab/>
        <w:t>1.013e0</w:t>
      </w:r>
    </w:p>
    <w:p w:rsidR="007B6A46" w:rsidRDefault="007B6A46" w:rsidP="007B6A46">
      <w:r>
        <w:t>664.7083</w:t>
      </w:r>
      <w:r>
        <w:tab/>
        <w:t>1.013e0</w:t>
      </w:r>
    </w:p>
    <w:p w:rsidR="007B6A46" w:rsidRDefault="007B6A46" w:rsidP="007B6A46">
      <w:r>
        <w:t>664.7559</w:t>
      </w:r>
      <w:r>
        <w:tab/>
        <w:t>2.025e0</w:t>
      </w:r>
    </w:p>
    <w:p w:rsidR="007B6A46" w:rsidRDefault="007B6A46" w:rsidP="007B6A46">
      <w:r>
        <w:t>664.8591</w:t>
      </w:r>
      <w:r>
        <w:tab/>
        <w:t>3.038e0</w:t>
      </w:r>
    </w:p>
    <w:p w:rsidR="007B6A46" w:rsidRDefault="007B6A46" w:rsidP="007B6A46">
      <w:r>
        <w:t>664.8906</w:t>
      </w:r>
      <w:r>
        <w:tab/>
        <w:t>1.013e0</w:t>
      </w:r>
    </w:p>
    <w:p w:rsidR="007B6A46" w:rsidRDefault="007B6A46" w:rsidP="007B6A46">
      <w:r>
        <w:t>664.9257</w:t>
      </w:r>
      <w:r>
        <w:tab/>
        <w:t>1.013e0</w:t>
      </w:r>
    </w:p>
    <w:p w:rsidR="007B6A46" w:rsidRDefault="007B6A46" w:rsidP="007B6A46">
      <w:r>
        <w:t>664.9866</w:t>
      </w:r>
      <w:r>
        <w:tab/>
        <w:t>1.013e0</w:t>
      </w:r>
    </w:p>
    <w:p w:rsidR="007B6A46" w:rsidRDefault="007B6A46" w:rsidP="007B6A46">
      <w:r>
        <w:t>665.0152</w:t>
      </w:r>
      <w:r>
        <w:tab/>
        <w:t>1.013e0</w:t>
      </w:r>
    </w:p>
    <w:p w:rsidR="007B6A46" w:rsidRDefault="007B6A46" w:rsidP="007B6A46">
      <w:r>
        <w:t>665.0507</w:t>
      </w:r>
      <w:r>
        <w:tab/>
        <w:t>2.025e0</w:t>
      </w:r>
    </w:p>
    <w:p w:rsidR="007B6A46" w:rsidRDefault="007B6A46" w:rsidP="007B6A46">
      <w:r>
        <w:t>665.1082</w:t>
      </w:r>
      <w:r>
        <w:tab/>
        <w:t>1.013e0</w:t>
      </w:r>
    </w:p>
    <w:p w:rsidR="007B6A46" w:rsidRDefault="007B6A46" w:rsidP="007B6A46">
      <w:r>
        <w:t>665.1597</w:t>
      </w:r>
      <w:r>
        <w:tab/>
        <w:t>1.013e0</w:t>
      </w:r>
    </w:p>
    <w:p w:rsidR="007B6A46" w:rsidRDefault="007B6A46" w:rsidP="007B6A46">
      <w:r>
        <w:t>665.1748</w:t>
      </w:r>
      <w:r>
        <w:tab/>
        <w:t>1.013e0</w:t>
      </w:r>
    </w:p>
    <w:p w:rsidR="007B6A46" w:rsidRDefault="007B6A46" w:rsidP="007B6A46">
      <w:r>
        <w:t>665.2314</w:t>
      </w:r>
      <w:r>
        <w:tab/>
        <w:t>1.013e0</w:t>
      </w:r>
    </w:p>
    <w:p w:rsidR="007B6A46" w:rsidRDefault="007B6A46" w:rsidP="007B6A46">
      <w:r>
        <w:t>665.2732</w:t>
      </w:r>
      <w:r>
        <w:tab/>
        <w:t>2.025e0</w:t>
      </w:r>
    </w:p>
    <w:p w:rsidR="007B6A46" w:rsidRDefault="007B6A46" w:rsidP="007B6A46">
      <w:r>
        <w:t>665.3674</w:t>
      </w:r>
      <w:r>
        <w:tab/>
        <w:t>1.013e0</w:t>
      </w:r>
    </w:p>
    <w:p w:rsidR="007B6A46" w:rsidRDefault="007B6A46" w:rsidP="007B6A46">
      <w:r>
        <w:t>665.4017</w:t>
      </w:r>
      <w:r>
        <w:tab/>
        <w:t>2.025e0</w:t>
      </w:r>
    </w:p>
    <w:p w:rsidR="007B6A46" w:rsidRDefault="007B6A46" w:rsidP="007B6A46">
      <w:r>
        <w:lastRenderedPageBreak/>
        <w:t>665.4451</w:t>
      </w:r>
      <w:r>
        <w:tab/>
        <w:t>3.038e0</w:t>
      </w:r>
    </w:p>
    <w:p w:rsidR="007B6A46" w:rsidRDefault="007B6A46" w:rsidP="007B6A46">
      <w:r>
        <w:t>665.4921</w:t>
      </w:r>
      <w:r>
        <w:tab/>
        <w:t>2.025e0</w:t>
      </w:r>
    </w:p>
    <w:p w:rsidR="007B6A46" w:rsidRDefault="007B6A46" w:rsidP="007B6A46">
      <w:r>
        <w:t>665.5263</w:t>
      </w:r>
      <w:r>
        <w:tab/>
        <w:t>2.025e0</w:t>
      </w:r>
    </w:p>
    <w:p w:rsidR="007B6A46" w:rsidRDefault="007B6A46" w:rsidP="007B6A46">
      <w:r>
        <w:t>665.5714</w:t>
      </w:r>
      <w:r>
        <w:tab/>
        <w:t>1.013e0</w:t>
      </w:r>
    </w:p>
    <w:p w:rsidR="007B6A46" w:rsidRDefault="007B6A46" w:rsidP="007B6A46">
      <w:r>
        <w:t>665.6270</w:t>
      </w:r>
      <w:r>
        <w:tab/>
        <w:t>1.013e0</w:t>
      </w:r>
    </w:p>
    <w:p w:rsidR="007B6A46" w:rsidRDefault="007B6A46" w:rsidP="007B6A46">
      <w:r>
        <w:t>665.6343</w:t>
      </w:r>
      <w:r>
        <w:tab/>
        <w:t>2.025e0</w:t>
      </w:r>
    </w:p>
    <w:p w:rsidR="007B6A46" w:rsidRDefault="007B6A46" w:rsidP="007B6A46">
      <w:r>
        <w:t>665.6837</w:t>
      </w:r>
      <w:r>
        <w:tab/>
        <w:t>1.013e0</w:t>
      </w:r>
    </w:p>
    <w:p w:rsidR="007B6A46" w:rsidRDefault="007B6A46" w:rsidP="007B6A46">
      <w:r>
        <w:t>665.8182</w:t>
      </w:r>
      <w:r>
        <w:tab/>
        <w:t>1.013e0</w:t>
      </w:r>
    </w:p>
    <w:p w:rsidR="007B6A46" w:rsidRDefault="007B6A46" w:rsidP="007B6A46">
      <w:r>
        <w:t>665.8537</w:t>
      </w:r>
      <w:r>
        <w:tab/>
        <w:t>1.013e0</w:t>
      </w:r>
    </w:p>
    <w:p w:rsidR="007B6A46" w:rsidRDefault="007B6A46" w:rsidP="007B6A46">
      <w:r>
        <w:t>665.9331</w:t>
      </w:r>
      <w:r>
        <w:tab/>
        <w:t>1.013e0</w:t>
      </w:r>
    </w:p>
    <w:p w:rsidR="007B6A46" w:rsidRDefault="007B6A46" w:rsidP="007B6A46">
      <w:r>
        <w:t>665.9409</w:t>
      </w:r>
      <w:r>
        <w:tab/>
        <w:t>1.013e0</w:t>
      </w:r>
    </w:p>
    <w:p w:rsidR="007B6A46" w:rsidRDefault="007B6A46" w:rsidP="007B6A46">
      <w:r>
        <w:t>665.9445</w:t>
      </w:r>
      <w:r>
        <w:tab/>
        <w:t>1.013e0</w:t>
      </w:r>
    </w:p>
    <w:p w:rsidR="007B6A46" w:rsidRDefault="007B6A46" w:rsidP="007B6A46">
      <w:r>
        <w:t>665.9795</w:t>
      </w:r>
      <w:r>
        <w:tab/>
        <w:t>1.013e0</w:t>
      </w:r>
    </w:p>
    <w:p w:rsidR="007B6A46" w:rsidRDefault="007B6A46" w:rsidP="007B6A46">
      <w:r>
        <w:t>666.0618</w:t>
      </w:r>
      <w:r>
        <w:tab/>
        <w:t>1.013e0</w:t>
      </w:r>
    </w:p>
    <w:p w:rsidR="007B6A46" w:rsidRDefault="007B6A46" w:rsidP="007B6A46">
      <w:r>
        <w:t>666.2291</w:t>
      </w:r>
      <w:r>
        <w:tab/>
        <w:t>1.013e0</w:t>
      </w:r>
    </w:p>
    <w:p w:rsidR="007B6A46" w:rsidRDefault="007B6A46" w:rsidP="007B6A46">
      <w:r>
        <w:t>666.2507</w:t>
      </w:r>
      <w:r>
        <w:tab/>
        <w:t>1.013e0</w:t>
      </w:r>
    </w:p>
    <w:p w:rsidR="007B6A46" w:rsidRDefault="007B6A46" w:rsidP="007B6A46">
      <w:r>
        <w:t>666.2734</w:t>
      </w:r>
      <w:r>
        <w:tab/>
        <w:t>1.013e0</w:t>
      </w:r>
    </w:p>
    <w:p w:rsidR="007B6A46" w:rsidRDefault="007B6A46" w:rsidP="007B6A46">
      <w:r>
        <w:t>666.3560</w:t>
      </w:r>
      <w:r>
        <w:tab/>
        <w:t>2.025e0</w:t>
      </w:r>
    </w:p>
    <w:p w:rsidR="007B6A46" w:rsidRDefault="007B6A46" w:rsidP="007B6A46">
      <w:r>
        <w:t>666.3990</w:t>
      </w:r>
      <w:r>
        <w:tab/>
        <w:t>3.038e0</w:t>
      </w:r>
    </w:p>
    <w:p w:rsidR="007B6A46" w:rsidRDefault="007B6A46" w:rsidP="007B6A46">
      <w:r>
        <w:lastRenderedPageBreak/>
        <w:t>666.4106</w:t>
      </w:r>
      <w:r>
        <w:tab/>
        <w:t>2.025e0</w:t>
      </w:r>
    </w:p>
    <w:p w:rsidR="007B6A46" w:rsidRDefault="007B6A46" w:rsidP="007B6A46">
      <w:r>
        <w:t>666.4155</w:t>
      </w:r>
      <w:r>
        <w:tab/>
        <w:t>5.772e0</w:t>
      </w:r>
    </w:p>
    <w:p w:rsidR="007B6A46" w:rsidRDefault="007B6A46" w:rsidP="007B6A46">
      <w:r>
        <w:t>666.4963</w:t>
      </w:r>
      <w:r>
        <w:tab/>
        <w:t>1.013e0</w:t>
      </w:r>
    </w:p>
    <w:p w:rsidR="007B6A46" w:rsidRDefault="007B6A46" w:rsidP="007B6A46">
      <w:r>
        <w:t>666.5483</w:t>
      </w:r>
      <w:r>
        <w:tab/>
        <w:t>2.025e0</w:t>
      </w:r>
    </w:p>
    <w:p w:rsidR="007B6A46" w:rsidRDefault="007B6A46" w:rsidP="007B6A46">
      <w:r>
        <w:t>666.6378</w:t>
      </w:r>
      <w:r>
        <w:tab/>
        <w:t>9.114e0</w:t>
      </w:r>
    </w:p>
    <w:p w:rsidR="007B6A46" w:rsidRDefault="007B6A46" w:rsidP="007B6A46">
      <w:r>
        <w:t>666.6403</w:t>
      </w:r>
      <w:r>
        <w:tab/>
        <w:t>5.063e0</w:t>
      </w:r>
    </w:p>
    <w:p w:rsidR="007B6A46" w:rsidRDefault="007B6A46" w:rsidP="007B6A46">
      <w:r>
        <w:t>666.6429</w:t>
      </w:r>
      <w:r>
        <w:tab/>
        <w:t>4.051e0</w:t>
      </w:r>
    </w:p>
    <w:p w:rsidR="007B6A46" w:rsidRDefault="007B6A46" w:rsidP="007B6A46">
      <w:r>
        <w:t>666.6606</w:t>
      </w:r>
      <w:r>
        <w:tab/>
        <w:t>3.038e0</w:t>
      </w:r>
    </w:p>
    <w:p w:rsidR="007B6A46" w:rsidRDefault="007B6A46" w:rsidP="007B6A46">
      <w:r>
        <w:t>666.7056</w:t>
      </w:r>
      <w:r>
        <w:tab/>
        <w:t>1.013e0</w:t>
      </w:r>
    </w:p>
    <w:p w:rsidR="007B6A46" w:rsidRDefault="007B6A46" w:rsidP="007B6A46">
      <w:r>
        <w:t>666.7227</w:t>
      </w:r>
      <w:r>
        <w:tab/>
        <w:t>2.025e0</w:t>
      </w:r>
    </w:p>
    <w:p w:rsidR="007B6A46" w:rsidRDefault="007B6A46" w:rsidP="007B6A46">
      <w:r>
        <w:t>666.7851</w:t>
      </w:r>
      <w:r>
        <w:tab/>
        <w:t>1.013e0</w:t>
      </w:r>
    </w:p>
    <w:p w:rsidR="007B6A46" w:rsidRDefault="007B6A46" w:rsidP="007B6A46">
      <w:r>
        <w:t>666.8190</w:t>
      </w:r>
      <w:r>
        <w:tab/>
        <w:t>2.025e0</w:t>
      </w:r>
    </w:p>
    <w:p w:rsidR="007B6A46" w:rsidRDefault="007B6A46" w:rsidP="007B6A46">
      <w:r>
        <w:t>666.9781</w:t>
      </w:r>
      <w:r>
        <w:tab/>
        <w:t>1.013e0</w:t>
      </w:r>
    </w:p>
    <w:p w:rsidR="007B6A46" w:rsidRDefault="007B6A46" w:rsidP="007B6A46">
      <w:r>
        <w:t>667.0225</w:t>
      </w:r>
      <w:r>
        <w:tab/>
        <w:t>1.013e0</w:t>
      </w:r>
    </w:p>
    <w:p w:rsidR="007B6A46" w:rsidRDefault="007B6A46" w:rsidP="007B6A46">
      <w:r>
        <w:t>667.0331</w:t>
      </w:r>
      <w:r>
        <w:tab/>
        <w:t>1.013e0</w:t>
      </w:r>
    </w:p>
    <w:p w:rsidR="007B6A46" w:rsidRDefault="007B6A46" w:rsidP="007B6A46">
      <w:r>
        <w:t>667.1371</w:t>
      </w:r>
      <w:r>
        <w:tab/>
        <w:t>1.013e0</w:t>
      </w:r>
    </w:p>
    <w:p w:rsidR="007B6A46" w:rsidRDefault="007B6A46" w:rsidP="007B6A46">
      <w:r>
        <w:t>667.1712</w:t>
      </w:r>
      <w:r>
        <w:tab/>
        <w:t>1.013e0</w:t>
      </w:r>
    </w:p>
    <w:p w:rsidR="007B6A46" w:rsidRDefault="007B6A46" w:rsidP="007B6A46">
      <w:r>
        <w:t>667.1892</w:t>
      </w:r>
      <w:r>
        <w:tab/>
        <w:t>1.013e0</w:t>
      </w:r>
    </w:p>
    <w:p w:rsidR="007B6A46" w:rsidRDefault="007B6A46" w:rsidP="007B6A46">
      <w:r>
        <w:t>667.2280</w:t>
      </w:r>
      <w:r>
        <w:tab/>
        <w:t>1.013e0</w:t>
      </w:r>
    </w:p>
    <w:p w:rsidR="007B6A46" w:rsidRDefault="007B6A46" w:rsidP="007B6A46">
      <w:r>
        <w:lastRenderedPageBreak/>
        <w:t>667.4098</w:t>
      </w:r>
      <w:r>
        <w:tab/>
        <w:t>1.013e0</w:t>
      </w:r>
    </w:p>
    <w:p w:rsidR="007B6A46" w:rsidRDefault="007B6A46" w:rsidP="007B6A46">
      <w:r>
        <w:t>667.4495</w:t>
      </w:r>
      <w:r>
        <w:tab/>
        <w:t>1.013e0</w:t>
      </w:r>
    </w:p>
    <w:p w:rsidR="007B6A46" w:rsidRDefault="007B6A46" w:rsidP="007B6A46">
      <w:r>
        <w:t>667.4612</w:t>
      </w:r>
      <w:r>
        <w:tab/>
        <w:t>1.968e0</w:t>
      </w:r>
    </w:p>
    <w:p w:rsidR="007B6A46" w:rsidRDefault="007B6A46" w:rsidP="007B6A46">
      <w:r>
        <w:t>667.4673</w:t>
      </w:r>
      <w:r>
        <w:tab/>
        <w:t>1.013e0</w:t>
      </w:r>
    </w:p>
    <w:p w:rsidR="007B6A46" w:rsidRDefault="007B6A46" w:rsidP="007B6A46">
      <w:r>
        <w:t>667.4989</w:t>
      </w:r>
      <w:r>
        <w:tab/>
        <w:t>4.051e0</w:t>
      </w:r>
    </w:p>
    <w:p w:rsidR="007B6A46" w:rsidRDefault="007B6A46" w:rsidP="007B6A46">
      <w:r>
        <w:t>667.5789</w:t>
      </w:r>
      <w:r>
        <w:tab/>
        <w:t>1.971e0</w:t>
      </w:r>
    </w:p>
    <w:p w:rsidR="007B6A46" w:rsidRDefault="007B6A46" w:rsidP="007B6A46">
      <w:r>
        <w:t>667.6123</w:t>
      </w:r>
      <w:r>
        <w:tab/>
        <w:t>2.025e0</w:t>
      </w:r>
    </w:p>
    <w:p w:rsidR="007B6A46" w:rsidRDefault="007B6A46" w:rsidP="007B6A46">
      <w:r>
        <w:t>667.6436</w:t>
      </w:r>
      <w:r>
        <w:tab/>
        <w:t>3.038e0</w:t>
      </w:r>
    </w:p>
    <w:p w:rsidR="007B6A46" w:rsidRDefault="007B6A46" w:rsidP="007B6A46">
      <w:r>
        <w:t>667.6588</w:t>
      </w:r>
      <w:r>
        <w:tab/>
        <w:t>1.013e0</w:t>
      </w:r>
    </w:p>
    <w:p w:rsidR="007B6A46" w:rsidRDefault="007B6A46" w:rsidP="007B6A46">
      <w:r>
        <w:t>667.6599</w:t>
      </w:r>
      <w:r>
        <w:tab/>
        <w:t>2.025e0</w:t>
      </w:r>
    </w:p>
    <w:p w:rsidR="007B6A46" w:rsidRDefault="007B6A46" w:rsidP="007B6A46">
      <w:r>
        <w:t>667.7100</w:t>
      </w:r>
      <w:r>
        <w:tab/>
        <w:t>1.013e0</w:t>
      </w:r>
    </w:p>
    <w:p w:rsidR="007B6A46" w:rsidRDefault="007B6A46" w:rsidP="007B6A46">
      <w:r>
        <w:t>667.7383</w:t>
      </w:r>
      <w:r>
        <w:tab/>
        <w:t>2.025e0</w:t>
      </w:r>
    </w:p>
    <w:p w:rsidR="007B6A46" w:rsidRDefault="007B6A46" w:rsidP="007B6A46">
      <w:r>
        <w:t>667.7508</w:t>
      </w:r>
      <w:r>
        <w:tab/>
        <w:t>1.013e0</w:t>
      </w:r>
    </w:p>
    <w:p w:rsidR="007B6A46" w:rsidRDefault="007B6A46" w:rsidP="007B6A46">
      <w:r>
        <w:t>667.8328</w:t>
      </w:r>
      <w:r>
        <w:tab/>
        <w:t>1.013e0</w:t>
      </w:r>
    </w:p>
    <w:p w:rsidR="007B6A46" w:rsidRDefault="007B6A46" w:rsidP="007B6A46">
      <w:r>
        <w:t>667.8484</w:t>
      </w:r>
      <w:r>
        <w:tab/>
        <w:t>1.013e0</w:t>
      </w:r>
    </w:p>
    <w:p w:rsidR="007B6A46" w:rsidRDefault="007B6A46" w:rsidP="007B6A46">
      <w:r>
        <w:t>667.8842</w:t>
      </w:r>
      <w:r>
        <w:tab/>
        <w:t>1.013e0</w:t>
      </w:r>
    </w:p>
    <w:p w:rsidR="007B6A46" w:rsidRDefault="007B6A46" w:rsidP="007B6A46">
      <w:r>
        <w:t>667.8872</w:t>
      </w:r>
      <w:r>
        <w:tab/>
        <w:t>1.013e0</w:t>
      </w:r>
    </w:p>
    <w:p w:rsidR="007B6A46" w:rsidRDefault="007B6A46" w:rsidP="007B6A46">
      <w:r>
        <w:t>667.9076</w:t>
      </w:r>
      <w:r>
        <w:tab/>
        <w:t>2.025e0</w:t>
      </w:r>
    </w:p>
    <w:p w:rsidR="007B6A46" w:rsidRDefault="007B6A46" w:rsidP="007B6A46">
      <w:r>
        <w:t>667.9885</w:t>
      </w:r>
      <w:r>
        <w:tab/>
        <w:t>1.013e0</w:t>
      </w:r>
    </w:p>
    <w:p w:rsidR="007B6A46" w:rsidRDefault="007B6A46" w:rsidP="007B6A46">
      <w:r>
        <w:lastRenderedPageBreak/>
        <w:t>668.0396</w:t>
      </w:r>
      <w:r>
        <w:tab/>
        <w:t>1.013e0</w:t>
      </w:r>
    </w:p>
    <w:p w:rsidR="007B6A46" w:rsidRDefault="007B6A46" w:rsidP="007B6A46">
      <w:r>
        <w:t>668.0406</w:t>
      </w:r>
      <w:r>
        <w:tab/>
        <w:t>1.013e0</w:t>
      </w:r>
    </w:p>
    <w:p w:rsidR="007B6A46" w:rsidRDefault="007B6A46" w:rsidP="007B6A46">
      <w:r>
        <w:t>668.0581</w:t>
      </w:r>
      <w:r>
        <w:tab/>
        <w:t>1.013e0</w:t>
      </w:r>
    </w:p>
    <w:p w:rsidR="007B6A46" w:rsidRDefault="007B6A46" w:rsidP="007B6A46">
      <w:r>
        <w:t>668.0806</w:t>
      </w:r>
      <w:r>
        <w:tab/>
        <w:t>1.013e0</w:t>
      </w:r>
    </w:p>
    <w:p w:rsidR="007B6A46" w:rsidRDefault="007B6A46" w:rsidP="007B6A46">
      <w:r>
        <w:t>668.1136</w:t>
      </w:r>
      <w:r>
        <w:tab/>
        <w:t>1.013e0</w:t>
      </w:r>
    </w:p>
    <w:p w:rsidR="007B6A46" w:rsidRDefault="007B6A46" w:rsidP="007B6A46">
      <w:r>
        <w:t>668.1541</w:t>
      </w:r>
      <w:r>
        <w:tab/>
        <w:t>2.025e0</w:t>
      </w:r>
    </w:p>
    <w:p w:rsidR="007B6A46" w:rsidRDefault="007B6A46" w:rsidP="007B6A46">
      <w:r>
        <w:t>668.1932</w:t>
      </w:r>
      <w:r>
        <w:tab/>
        <w:t>1.013e0</w:t>
      </w:r>
    </w:p>
    <w:p w:rsidR="007B6A46" w:rsidRDefault="007B6A46" w:rsidP="007B6A46">
      <w:r>
        <w:t>668.2318</w:t>
      </w:r>
      <w:r>
        <w:tab/>
        <w:t>1.013e0</w:t>
      </w:r>
    </w:p>
    <w:p w:rsidR="007B6A46" w:rsidRDefault="007B6A46" w:rsidP="007B6A46">
      <w:r>
        <w:t>668.2615</w:t>
      </w:r>
      <w:r>
        <w:tab/>
        <w:t>1.013e0</w:t>
      </w:r>
    </w:p>
    <w:p w:rsidR="007B6A46" w:rsidRDefault="007B6A46" w:rsidP="007B6A46">
      <w:r>
        <w:t>668.2739</w:t>
      </w:r>
      <w:r>
        <w:tab/>
        <w:t>1.013e0</w:t>
      </w:r>
    </w:p>
    <w:p w:rsidR="007B6A46" w:rsidRDefault="007B6A46" w:rsidP="007B6A46">
      <w:r>
        <w:t>668.3080</w:t>
      </w:r>
      <w:r>
        <w:tab/>
        <w:t>1.013e0</w:t>
      </w:r>
    </w:p>
    <w:p w:rsidR="007B6A46" w:rsidRDefault="007B6A46" w:rsidP="007B6A46">
      <w:r>
        <w:t>668.3525</w:t>
      </w:r>
      <w:r>
        <w:tab/>
        <w:t>1.013e0</w:t>
      </w:r>
    </w:p>
    <w:p w:rsidR="007B6A46" w:rsidRDefault="007B6A46" w:rsidP="007B6A46">
      <w:r>
        <w:t>668.3703</w:t>
      </w:r>
      <w:r>
        <w:tab/>
        <w:t>1.013e0</w:t>
      </w:r>
    </w:p>
    <w:p w:rsidR="007B6A46" w:rsidRDefault="007B6A46" w:rsidP="007B6A46">
      <w:r>
        <w:t>668.4393</w:t>
      </w:r>
      <w:r>
        <w:tab/>
        <w:t>2.025e0</w:t>
      </w:r>
    </w:p>
    <w:p w:rsidR="007B6A46" w:rsidRDefault="007B6A46" w:rsidP="007B6A46">
      <w:r>
        <w:t>668.4560</w:t>
      </w:r>
      <w:r>
        <w:tab/>
        <w:t>2.025e0</w:t>
      </w:r>
    </w:p>
    <w:p w:rsidR="007B6A46" w:rsidRDefault="007B6A46" w:rsidP="007B6A46">
      <w:r>
        <w:t>668.5015</w:t>
      </w:r>
      <w:r>
        <w:tab/>
        <w:t>1.013e0</w:t>
      </w:r>
    </w:p>
    <w:p w:rsidR="007B6A46" w:rsidRDefault="007B6A46" w:rsidP="007B6A46">
      <w:r>
        <w:t>668.5460</w:t>
      </w:r>
      <w:r>
        <w:tab/>
        <w:t>1.013e0</w:t>
      </w:r>
    </w:p>
    <w:p w:rsidR="007B6A46" w:rsidRDefault="007B6A46" w:rsidP="007B6A46">
      <w:r>
        <w:t>668.5621</w:t>
      </w:r>
      <w:r>
        <w:tab/>
        <w:t>3.038e0</w:t>
      </w:r>
    </w:p>
    <w:p w:rsidR="007B6A46" w:rsidRDefault="007B6A46" w:rsidP="007B6A46">
      <w:r>
        <w:t>668.6117</w:t>
      </w:r>
      <w:r>
        <w:tab/>
        <w:t>1.013e0</w:t>
      </w:r>
    </w:p>
    <w:p w:rsidR="007B6A46" w:rsidRDefault="007B6A46" w:rsidP="007B6A46">
      <w:r>
        <w:lastRenderedPageBreak/>
        <w:t>668.6127</w:t>
      </w:r>
      <w:r>
        <w:tab/>
        <w:t>1.013e0</w:t>
      </w:r>
    </w:p>
    <w:p w:rsidR="007B6A46" w:rsidRDefault="007B6A46" w:rsidP="007B6A46">
      <w:r>
        <w:t>668.6381</w:t>
      </w:r>
      <w:r>
        <w:tab/>
        <w:t>1.013e0</w:t>
      </w:r>
    </w:p>
    <w:p w:rsidR="007B6A46" w:rsidRDefault="007B6A46" w:rsidP="007B6A46">
      <w:r>
        <w:t>668.6653</w:t>
      </w:r>
      <w:r>
        <w:tab/>
        <w:t>1.013e0</w:t>
      </w:r>
    </w:p>
    <w:p w:rsidR="007B6A46" w:rsidRDefault="007B6A46" w:rsidP="007B6A46">
      <w:r>
        <w:t>668.7731</w:t>
      </w:r>
      <w:r>
        <w:tab/>
        <w:t>2.025e0</w:t>
      </w:r>
    </w:p>
    <w:p w:rsidR="007B6A46" w:rsidRDefault="007B6A46" w:rsidP="007B6A46">
      <w:r>
        <w:t>668.7856</w:t>
      </w:r>
      <w:r>
        <w:tab/>
        <w:t>1.013e0</w:t>
      </w:r>
    </w:p>
    <w:p w:rsidR="007B6A46" w:rsidRDefault="007B6A46" w:rsidP="007B6A46">
      <w:r>
        <w:t>668.8203</w:t>
      </w:r>
      <w:r>
        <w:tab/>
        <w:t>1.013e0</w:t>
      </w:r>
    </w:p>
    <w:p w:rsidR="007B6A46" w:rsidRDefault="007B6A46" w:rsidP="007B6A46">
      <w:r>
        <w:t>668.9113</w:t>
      </w:r>
      <w:r>
        <w:tab/>
        <w:t>1.013e0</w:t>
      </w:r>
    </w:p>
    <w:p w:rsidR="007B6A46" w:rsidRDefault="007B6A46" w:rsidP="007B6A46">
      <w:r>
        <w:t>668.9498</w:t>
      </w:r>
      <w:r>
        <w:tab/>
        <w:t>2.025e0</w:t>
      </w:r>
    </w:p>
    <w:p w:rsidR="007B6A46" w:rsidRDefault="007B6A46" w:rsidP="007B6A46">
      <w:r>
        <w:t>669.0014</w:t>
      </w:r>
      <w:r>
        <w:tab/>
        <w:t>1.013e0</w:t>
      </w:r>
    </w:p>
    <w:p w:rsidR="007B6A46" w:rsidRDefault="007B6A46" w:rsidP="007B6A46">
      <w:r>
        <w:t>669.0139</w:t>
      </w:r>
      <w:r>
        <w:tab/>
        <w:t>1.013e0</w:t>
      </w:r>
    </w:p>
    <w:p w:rsidR="007B6A46" w:rsidRDefault="007B6A46" w:rsidP="007B6A46">
      <w:r>
        <w:t>669.0453</w:t>
      </w:r>
      <w:r>
        <w:tab/>
        <w:t>1.013e0</w:t>
      </w:r>
    </w:p>
    <w:p w:rsidR="007B6A46" w:rsidRDefault="007B6A46" w:rsidP="007B6A46">
      <w:r>
        <w:t>669.0977</w:t>
      </w:r>
      <w:r>
        <w:tab/>
        <w:t>1.013e0</w:t>
      </w:r>
    </w:p>
    <w:p w:rsidR="007B6A46" w:rsidRDefault="007B6A46" w:rsidP="007B6A46">
      <w:r>
        <w:t>669.1153</w:t>
      </w:r>
      <w:r>
        <w:tab/>
        <w:t>1.013e0</w:t>
      </w:r>
    </w:p>
    <w:p w:rsidR="007B6A46" w:rsidRDefault="007B6A46" w:rsidP="007B6A46">
      <w:r>
        <w:t>669.1391</w:t>
      </w:r>
      <w:r>
        <w:tab/>
        <w:t>1.013e0</w:t>
      </w:r>
    </w:p>
    <w:p w:rsidR="007B6A46" w:rsidRDefault="007B6A46" w:rsidP="007B6A46">
      <w:r>
        <w:t>669.2075</w:t>
      </w:r>
      <w:r>
        <w:tab/>
        <w:t>1.013e0</w:t>
      </w:r>
    </w:p>
    <w:p w:rsidR="007B6A46" w:rsidRDefault="007B6A46" w:rsidP="007B6A46">
      <w:r>
        <w:t>669.3203</w:t>
      </w:r>
      <w:r>
        <w:tab/>
        <w:t>1.013e0</w:t>
      </w:r>
    </w:p>
    <w:p w:rsidR="007B6A46" w:rsidRDefault="007B6A46" w:rsidP="007B6A46">
      <w:r>
        <w:t>669.3431</w:t>
      </w:r>
      <w:r>
        <w:tab/>
        <w:t>1.013e0</w:t>
      </w:r>
    </w:p>
    <w:p w:rsidR="007B6A46" w:rsidRDefault="007B6A46" w:rsidP="007B6A46">
      <w:r>
        <w:t>669.4016</w:t>
      </w:r>
      <w:r>
        <w:tab/>
        <w:t>4.051e0</w:t>
      </w:r>
    </w:p>
    <w:p w:rsidR="007B6A46" w:rsidRDefault="007B6A46" w:rsidP="007B6A46">
      <w:r>
        <w:t>669.4127</w:t>
      </w:r>
      <w:r>
        <w:tab/>
        <w:t>2.025e0</w:t>
      </w:r>
    </w:p>
    <w:p w:rsidR="007B6A46" w:rsidRDefault="007B6A46" w:rsidP="007B6A46">
      <w:r>
        <w:lastRenderedPageBreak/>
        <w:t>669.4371</w:t>
      </w:r>
      <w:r>
        <w:tab/>
        <w:t>3.038e0</w:t>
      </w:r>
    </w:p>
    <w:p w:rsidR="007B6A46" w:rsidRDefault="007B6A46" w:rsidP="007B6A46">
      <w:r>
        <w:t>669.4913</w:t>
      </w:r>
      <w:r>
        <w:tab/>
        <w:t>1.013e0</w:t>
      </w:r>
    </w:p>
    <w:p w:rsidR="007B6A46" w:rsidRDefault="007B6A46" w:rsidP="007B6A46">
      <w:r>
        <w:t>669.5369</w:t>
      </w:r>
      <w:r>
        <w:tab/>
        <w:t>1.013e0</w:t>
      </w:r>
    </w:p>
    <w:p w:rsidR="007B6A46" w:rsidRDefault="007B6A46" w:rsidP="007B6A46">
      <w:r>
        <w:t>669.5607</w:t>
      </w:r>
      <w:r>
        <w:tab/>
        <w:t>1.013e0</w:t>
      </w:r>
    </w:p>
    <w:p w:rsidR="007B6A46" w:rsidRDefault="007B6A46" w:rsidP="007B6A46">
      <w:r>
        <w:t>669.5721</w:t>
      </w:r>
      <w:r>
        <w:tab/>
        <w:t>1.013e0</w:t>
      </w:r>
    </w:p>
    <w:p w:rsidR="007B6A46" w:rsidRDefault="007B6A46" w:rsidP="007B6A46">
      <w:r>
        <w:t>669.5835</w:t>
      </w:r>
      <w:r>
        <w:tab/>
        <w:t>1.013e0</w:t>
      </w:r>
    </w:p>
    <w:p w:rsidR="007B6A46" w:rsidRDefault="007B6A46" w:rsidP="007B6A46">
      <w:r>
        <w:t>669.6166</w:t>
      </w:r>
      <w:r>
        <w:tab/>
        <w:t>1.013e0</w:t>
      </w:r>
    </w:p>
    <w:p w:rsidR="007B6A46" w:rsidRDefault="007B6A46" w:rsidP="007B6A46">
      <w:r>
        <w:t>669.6291</w:t>
      </w:r>
      <w:r>
        <w:tab/>
        <w:t>1.013e0</w:t>
      </w:r>
    </w:p>
    <w:p w:rsidR="007B6A46" w:rsidRDefault="007B6A46" w:rsidP="007B6A46">
      <w:r>
        <w:t>669.6696</w:t>
      </w:r>
      <w:r>
        <w:tab/>
        <w:t>1.013e0</w:t>
      </w:r>
    </w:p>
    <w:p w:rsidR="007B6A46" w:rsidRDefault="007B6A46" w:rsidP="007B6A46">
      <w:r>
        <w:t>669.7203</w:t>
      </w:r>
      <w:r>
        <w:tab/>
        <w:t>2.025e0</w:t>
      </w:r>
    </w:p>
    <w:p w:rsidR="007B6A46" w:rsidRDefault="007B6A46" w:rsidP="007B6A46">
      <w:r>
        <w:t>669.7762</w:t>
      </w:r>
      <w:r>
        <w:tab/>
        <w:t>1.013e0</w:t>
      </w:r>
    </w:p>
    <w:p w:rsidR="007B6A46" w:rsidRDefault="007B6A46" w:rsidP="007B6A46">
      <w:r>
        <w:t>669.8560</w:t>
      </w:r>
      <w:r>
        <w:tab/>
        <w:t>1.013e0</w:t>
      </w:r>
    </w:p>
    <w:p w:rsidR="007B6A46" w:rsidRDefault="007B6A46" w:rsidP="007B6A46">
      <w:r>
        <w:t>669.8608</w:t>
      </w:r>
      <w:r>
        <w:tab/>
        <w:t>1.013e0</w:t>
      </w:r>
    </w:p>
    <w:p w:rsidR="007B6A46" w:rsidRDefault="007B6A46" w:rsidP="007B6A46">
      <w:r>
        <w:t>670.0157</w:t>
      </w:r>
      <w:r>
        <w:tab/>
        <w:t>1.013e0</w:t>
      </w:r>
    </w:p>
    <w:p w:rsidR="007B6A46" w:rsidRDefault="007B6A46" w:rsidP="007B6A46">
      <w:r>
        <w:t>670.0179</w:t>
      </w:r>
      <w:r>
        <w:tab/>
        <w:t>1.013e0</w:t>
      </w:r>
    </w:p>
    <w:p w:rsidR="007B6A46" w:rsidRDefault="007B6A46" w:rsidP="007B6A46">
      <w:r>
        <w:t>670.0526</w:t>
      </w:r>
      <w:r>
        <w:tab/>
        <w:t>1.013e0</w:t>
      </w:r>
    </w:p>
    <w:p w:rsidR="007B6A46" w:rsidRDefault="007B6A46" w:rsidP="007B6A46">
      <w:r>
        <w:t>670.0626</w:t>
      </w:r>
      <w:r>
        <w:tab/>
        <w:t>3.038e0</w:t>
      </w:r>
    </w:p>
    <w:p w:rsidR="007B6A46" w:rsidRDefault="007B6A46" w:rsidP="007B6A46">
      <w:r>
        <w:t>670.0966</w:t>
      </w:r>
      <w:r>
        <w:tab/>
        <w:t>1.013e0</w:t>
      </w:r>
    </w:p>
    <w:p w:rsidR="007B6A46" w:rsidRDefault="007B6A46" w:rsidP="007B6A46">
      <w:r>
        <w:t>670.1412</w:t>
      </w:r>
      <w:r>
        <w:tab/>
        <w:t>1.013e0</w:t>
      </w:r>
    </w:p>
    <w:p w:rsidR="007B6A46" w:rsidRDefault="007B6A46" w:rsidP="007B6A46">
      <w:r>
        <w:lastRenderedPageBreak/>
        <w:t>670.1879</w:t>
      </w:r>
      <w:r>
        <w:tab/>
        <w:t>1.013e0</w:t>
      </w:r>
    </w:p>
    <w:p w:rsidR="007B6A46" w:rsidRDefault="007B6A46" w:rsidP="007B6A46">
      <w:r>
        <w:t>670.2953</w:t>
      </w:r>
      <w:r>
        <w:tab/>
        <w:t>1.013e0</w:t>
      </w:r>
    </w:p>
    <w:p w:rsidR="007B6A46" w:rsidRDefault="007B6A46" w:rsidP="007B6A46">
      <w:r>
        <w:t>670.3818</w:t>
      </w:r>
      <w:r>
        <w:tab/>
        <w:t>2.025e0</w:t>
      </w:r>
    </w:p>
    <w:p w:rsidR="007B6A46" w:rsidRDefault="007B6A46" w:rsidP="007B6A46">
      <w:r>
        <w:t>670.3980</w:t>
      </w:r>
      <w:r>
        <w:tab/>
        <w:t>1.013e0</w:t>
      </w:r>
    </w:p>
    <w:p w:rsidR="007B6A46" w:rsidRDefault="007B6A46" w:rsidP="007B6A46">
      <w:r>
        <w:t>670.3990</w:t>
      </w:r>
      <w:r>
        <w:tab/>
        <w:t>1.013e0</w:t>
      </w:r>
    </w:p>
    <w:p w:rsidR="007B6A46" w:rsidRDefault="007B6A46" w:rsidP="007B6A46">
      <w:r>
        <w:t>670.4590</w:t>
      </w:r>
      <w:r>
        <w:tab/>
        <w:t>2.025e0</w:t>
      </w:r>
    </w:p>
    <w:p w:rsidR="007B6A46" w:rsidRDefault="007B6A46" w:rsidP="007B6A46">
      <w:r>
        <w:t>670.5029</w:t>
      </w:r>
      <w:r>
        <w:tab/>
        <w:t>1.013e0</w:t>
      </w:r>
    </w:p>
    <w:p w:rsidR="007B6A46" w:rsidRDefault="007B6A46" w:rsidP="007B6A46">
      <w:r>
        <w:t>670.5722</w:t>
      </w:r>
      <w:r>
        <w:tab/>
        <w:t>1.013e0</w:t>
      </w:r>
    </w:p>
    <w:p w:rsidR="007B6A46" w:rsidRDefault="007B6A46" w:rsidP="007B6A46">
      <w:r>
        <w:t>670.6058</w:t>
      </w:r>
      <w:r>
        <w:tab/>
        <w:t>1.013e0</w:t>
      </w:r>
    </w:p>
    <w:p w:rsidR="007B6A46" w:rsidRDefault="007B6A46" w:rsidP="007B6A46">
      <w:r>
        <w:t>670.6422</w:t>
      </w:r>
      <w:r>
        <w:tab/>
        <w:t>2.025e0</w:t>
      </w:r>
    </w:p>
    <w:p w:rsidR="007B6A46" w:rsidRDefault="007B6A46" w:rsidP="007B6A46">
      <w:r>
        <w:t>670.6785</w:t>
      </w:r>
      <w:r>
        <w:tab/>
        <w:t>1.013e0</w:t>
      </w:r>
    </w:p>
    <w:p w:rsidR="007B6A46" w:rsidRDefault="007B6A46" w:rsidP="007B6A46">
      <w:r>
        <w:t>670.6934</w:t>
      </w:r>
      <w:r>
        <w:tab/>
        <w:t>2.025e0</w:t>
      </w:r>
    </w:p>
    <w:p w:rsidR="007B6A46" w:rsidRDefault="007B6A46" w:rsidP="007B6A46">
      <w:r>
        <w:t>670.7231</w:t>
      </w:r>
      <w:r>
        <w:tab/>
        <w:t>1.013e0</w:t>
      </w:r>
    </w:p>
    <w:p w:rsidR="007B6A46" w:rsidRDefault="007B6A46" w:rsidP="007B6A46">
      <w:r>
        <w:t>670.7699</w:t>
      </w:r>
      <w:r>
        <w:tab/>
        <w:t>1.013e0</w:t>
      </w:r>
    </w:p>
    <w:p w:rsidR="007B6A46" w:rsidRDefault="007B6A46" w:rsidP="007B6A46">
      <w:r>
        <w:t>670.7802</w:t>
      </w:r>
      <w:r>
        <w:tab/>
        <w:t>1.013e0</w:t>
      </w:r>
    </w:p>
    <w:p w:rsidR="007B6A46" w:rsidRDefault="007B6A46" w:rsidP="007B6A46">
      <w:r>
        <w:t>670.9297</w:t>
      </w:r>
      <w:r>
        <w:tab/>
        <w:t>1.013e0</w:t>
      </w:r>
    </w:p>
    <w:p w:rsidR="007B6A46" w:rsidRDefault="007B6A46" w:rsidP="007B6A46">
      <w:r>
        <w:t>670.9630</w:t>
      </w:r>
      <w:r>
        <w:tab/>
        <w:t>1.013e0</w:t>
      </w:r>
    </w:p>
    <w:p w:rsidR="007B6A46" w:rsidRDefault="007B6A46" w:rsidP="007B6A46">
      <w:r>
        <w:t>671.0035</w:t>
      </w:r>
      <w:r>
        <w:tab/>
        <w:t>2.025e0</w:t>
      </w:r>
    </w:p>
    <w:p w:rsidR="007B6A46" w:rsidRDefault="007B6A46" w:rsidP="007B6A46">
      <w:r>
        <w:t>671.0758</w:t>
      </w:r>
      <w:r>
        <w:tab/>
        <w:t>2.025e0</w:t>
      </w:r>
    </w:p>
    <w:p w:rsidR="007B6A46" w:rsidRDefault="007B6A46" w:rsidP="007B6A46">
      <w:r>
        <w:lastRenderedPageBreak/>
        <w:t>671.0886</w:t>
      </w:r>
      <w:r>
        <w:tab/>
        <w:t>2.025e0</w:t>
      </w:r>
    </w:p>
    <w:p w:rsidR="007B6A46" w:rsidRDefault="007B6A46" w:rsidP="007B6A46">
      <w:r>
        <w:t>671.1125</w:t>
      </w:r>
      <w:r>
        <w:tab/>
        <w:t>1.013e0</w:t>
      </w:r>
    </w:p>
    <w:p w:rsidR="007B6A46" w:rsidRDefault="007B6A46" w:rsidP="007B6A46">
      <w:r>
        <w:t>671.2313</w:t>
      </w:r>
      <w:r>
        <w:tab/>
        <w:t>1.013e0</w:t>
      </w:r>
    </w:p>
    <w:p w:rsidR="007B6A46" w:rsidRDefault="007B6A46" w:rsidP="007B6A46">
      <w:r>
        <w:t>671.2646</w:t>
      </w:r>
      <w:r>
        <w:tab/>
        <w:t>2.025e0</w:t>
      </w:r>
    </w:p>
    <w:p w:rsidR="007B6A46" w:rsidRDefault="007B6A46" w:rsidP="007B6A46">
      <w:r>
        <w:t>671.2830</w:t>
      </w:r>
      <w:r>
        <w:tab/>
        <w:t>1.013e0</w:t>
      </w:r>
    </w:p>
    <w:p w:rsidR="007B6A46" w:rsidRDefault="007B6A46" w:rsidP="007B6A46">
      <w:r>
        <w:t>671.3513</w:t>
      </w:r>
      <w:r>
        <w:tab/>
        <w:t>1.013e0</w:t>
      </w:r>
    </w:p>
    <w:p w:rsidR="007B6A46" w:rsidRDefault="007B6A46" w:rsidP="007B6A46">
      <w:r>
        <w:t>671.3638</w:t>
      </w:r>
      <w:r>
        <w:tab/>
        <w:t>1.013e0</w:t>
      </w:r>
    </w:p>
    <w:p w:rsidR="007B6A46" w:rsidRDefault="007B6A46" w:rsidP="007B6A46">
      <w:r>
        <w:t>671.3698</w:t>
      </w:r>
      <w:r>
        <w:tab/>
        <w:t>1.013e0</w:t>
      </w:r>
    </w:p>
    <w:p w:rsidR="007B6A46" w:rsidRDefault="007B6A46" w:rsidP="007B6A46">
      <w:r>
        <w:t>671.3855</w:t>
      </w:r>
      <w:r>
        <w:tab/>
        <w:t>3.038e0</w:t>
      </w:r>
    </w:p>
    <w:p w:rsidR="007B6A46" w:rsidRDefault="007B6A46" w:rsidP="007B6A46">
      <w:r>
        <w:t>671.3970</w:t>
      </w:r>
      <w:r>
        <w:tab/>
        <w:t>1.013e0</w:t>
      </w:r>
    </w:p>
    <w:p w:rsidR="007B6A46" w:rsidRDefault="007B6A46" w:rsidP="007B6A46">
      <w:r>
        <w:t>671.4194</w:t>
      </w:r>
      <w:r>
        <w:tab/>
        <w:t>2.025e0</w:t>
      </w:r>
    </w:p>
    <w:p w:rsidR="007B6A46" w:rsidRDefault="007B6A46" w:rsidP="007B6A46">
      <w:r>
        <w:t>671.5009</w:t>
      </w:r>
      <w:r>
        <w:tab/>
        <w:t>1.013e0</w:t>
      </w:r>
    </w:p>
    <w:p w:rsidR="007B6A46" w:rsidRDefault="007B6A46" w:rsidP="007B6A46">
      <w:r>
        <w:t>671.5159</w:t>
      </w:r>
      <w:r>
        <w:tab/>
        <w:t>4.051e0</w:t>
      </w:r>
    </w:p>
    <w:p w:rsidR="007B6A46" w:rsidRDefault="007B6A46" w:rsidP="007B6A46">
      <w:r>
        <w:t>671.5227</w:t>
      </w:r>
      <w:r>
        <w:tab/>
        <w:t>1.013e0</w:t>
      </w:r>
    </w:p>
    <w:p w:rsidR="007B6A46" w:rsidRDefault="007B6A46" w:rsidP="007B6A46">
      <w:r>
        <w:t>671.6345</w:t>
      </w:r>
      <w:r>
        <w:tab/>
        <w:t>2.025e0</w:t>
      </w:r>
    </w:p>
    <w:p w:rsidR="007B6A46" w:rsidRDefault="007B6A46" w:rsidP="007B6A46">
      <w:r>
        <w:t>671.7162</w:t>
      </w:r>
      <w:r>
        <w:tab/>
        <w:t>1.013e0</w:t>
      </w:r>
    </w:p>
    <w:p w:rsidR="007B6A46" w:rsidRDefault="007B6A46" w:rsidP="007B6A46">
      <w:r>
        <w:t>671.7329</w:t>
      </w:r>
      <w:r>
        <w:tab/>
        <w:t>1.013e0</w:t>
      </w:r>
    </w:p>
    <w:p w:rsidR="007B6A46" w:rsidRDefault="007B6A46" w:rsidP="007B6A46">
      <w:r>
        <w:t>671.7856</w:t>
      </w:r>
      <w:r>
        <w:tab/>
        <w:t>1.013e0</w:t>
      </w:r>
    </w:p>
    <w:p w:rsidR="007B6A46" w:rsidRDefault="007B6A46" w:rsidP="007B6A46">
      <w:r>
        <w:t>671.8203</w:t>
      </w:r>
      <w:r>
        <w:tab/>
        <w:t>1.013e0</w:t>
      </w:r>
    </w:p>
    <w:p w:rsidR="007B6A46" w:rsidRDefault="007B6A46" w:rsidP="007B6A46">
      <w:r>
        <w:lastRenderedPageBreak/>
        <w:t>671.8439</w:t>
      </w:r>
      <w:r>
        <w:tab/>
        <w:t>1.013e0</w:t>
      </w:r>
    </w:p>
    <w:p w:rsidR="007B6A46" w:rsidRDefault="007B6A46" w:rsidP="007B6A46">
      <w:r>
        <w:t>671.9070</w:t>
      </w:r>
      <w:r>
        <w:tab/>
        <w:t>1.013e0</w:t>
      </w:r>
    </w:p>
    <w:p w:rsidR="007B6A46" w:rsidRDefault="007B6A46" w:rsidP="007B6A46">
      <w:r>
        <w:t>671.9734</w:t>
      </w:r>
      <w:r>
        <w:tab/>
        <w:t>4.051e0</w:t>
      </w:r>
    </w:p>
    <w:p w:rsidR="007B6A46" w:rsidRDefault="007B6A46" w:rsidP="007B6A46">
      <w:r>
        <w:t>671.9926</w:t>
      </w:r>
      <w:r>
        <w:tab/>
        <w:t>2.025e0</w:t>
      </w:r>
    </w:p>
    <w:p w:rsidR="007B6A46" w:rsidRDefault="007B6A46" w:rsidP="007B6A46">
      <w:r>
        <w:t>672.0969</w:t>
      </w:r>
      <w:r>
        <w:tab/>
        <w:t>1.013e0</w:t>
      </w:r>
    </w:p>
    <w:p w:rsidR="007B6A46" w:rsidRDefault="007B6A46" w:rsidP="007B6A46">
      <w:r>
        <w:t>672.1755</w:t>
      </w:r>
      <w:r>
        <w:tab/>
        <w:t>1.013e0</w:t>
      </w:r>
    </w:p>
    <w:p w:rsidR="007B6A46" w:rsidRDefault="007B6A46" w:rsidP="007B6A46">
      <w:r>
        <w:t>672.2088</w:t>
      </w:r>
      <w:r>
        <w:tab/>
        <w:t>1.013e0</w:t>
      </w:r>
    </w:p>
    <w:p w:rsidR="007B6A46" w:rsidRDefault="007B6A46" w:rsidP="007B6A46">
      <w:r>
        <w:t>672.2188</w:t>
      </w:r>
      <w:r>
        <w:tab/>
        <w:t>1.013e0</w:t>
      </w:r>
    </w:p>
    <w:p w:rsidR="007B6A46" w:rsidRDefault="007B6A46" w:rsidP="007B6A46">
      <w:r>
        <w:t>672.2469</w:t>
      </w:r>
      <w:r>
        <w:tab/>
        <w:t>2.025e0</w:t>
      </w:r>
    </w:p>
    <w:p w:rsidR="007B6A46" w:rsidRDefault="007B6A46" w:rsidP="007B6A46">
      <w:r>
        <w:t>672.2546</w:t>
      </w:r>
      <w:r>
        <w:tab/>
        <w:t>1.013e0</w:t>
      </w:r>
    </w:p>
    <w:p w:rsidR="007B6A46" w:rsidRDefault="007B6A46" w:rsidP="007B6A46">
      <w:r>
        <w:t>672.2671</w:t>
      </w:r>
      <w:r>
        <w:tab/>
        <w:t>1.013e0</w:t>
      </w:r>
    </w:p>
    <w:p w:rsidR="007B6A46" w:rsidRDefault="007B6A46" w:rsidP="007B6A46">
      <w:r>
        <w:t>672.3129</w:t>
      </w:r>
      <w:r>
        <w:tab/>
        <w:t>1.013e0</w:t>
      </w:r>
    </w:p>
    <w:p w:rsidR="007B6A46" w:rsidRDefault="007B6A46" w:rsidP="007B6A46">
      <w:r>
        <w:t>672.3228</w:t>
      </w:r>
      <w:r>
        <w:tab/>
        <w:t>1.013e0</w:t>
      </w:r>
    </w:p>
    <w:p w:rsidR="007B6A46" w:rsidRDefault="007B6A46" w:rsidP="007B6A46">
      <w:r>
        <w:t>672.3294</w:t>
      </w:r>
      <w:r>
        <w:tab/>
        <w:t>2.025e0</w:t>
      </w:r>
    </w:p>
    <w:p w:rsidR="007B6A46" w:rsidRDefault="007B6A46" w:rsidP="007B6A46">
      <w:r>
        <w:t>672.4537</w:t>
      </w:r>
      <w:r>
        <w:tab/>
        <w:t>1.509e0</w:t>
      </w:r>
    </w:p>
    <w:p w:rsidR="007B6A46" w:rsidRDefault="007B6A46" w:rsidP="007B6A46">
      <w:r>
        <w:t>672.4789</w:t>
      </w:r>
      <w:r>
        <w:tab/>
        <w:t>1.013e0</w:t>
      </w:r>
    </w:p>
    <w:p w:rsidR="007B6A46" w:rsidRDefault="007B6A46" w:rsidP="007B6A46">
      <w:r>
        <w:t>672.4807</w:t>
      </w:r>
      <w:r>
        <w:tab/>
        <w:t>4.051e0</w:t>
      </w:r>
    </w:p>
    <w:p w:rsidR="007B6A46" w:rsidRDefault="007B6A46" w:rsidP="007B6A46">
      <w:r>
        <w:t>672.5393</w:t>
      </w:r>
      <w:r>
        <w:tab/>
        <w:t>5.063e0</w:t>
      </w:r>
    </w:p>
    <w:p w:rsidR="007B6A46" w:rsidRDefault="007B6A46" w:rsidP="007B6A46">
      <w:r>
        <w:t>672.5417</w:t>
      </w:r>
      <w:r>
        <w:tab/>
        <w:t>1.013e0</w:t>
      </w:r>
    </w:p>
    <w:p w:rsidR="007B6A46" w:rsidRDefault="007B6A46" w:rsidP="007B6A46">
      <w:r>
        <w:lastRenderedPageBreak/>
        <w:t>672.5432</w:t>
      </w:r>
      <w:r>
        <w:tab/>
        <w:t>3.038e0</w:t>
      </w:r>
    </w:p>
    <w:p w:rsidR="007B6A46" w:rsidRDefault="007B6A46" w:rsidP="007B6A46">
      <w:r>
        <w:t>672.5512</w:t>
      </w:r>
      <w:r>
        <w:tab/>
        <w:t>2.025e0</w:t>
      </w:r>
    </w:p>
    <w:p w:rsidR="007B6A46" w:rsidRDefault="007B6A46" w:rsidP="007B6A46">
      <w:r>
        <w:t>672.5704</w:t>
      </w:r>
      <w:r>
        <w:tab/>
        <w:t>3.038e0</w:t>
      </w:r>
    </w:p>
    <w:p w:rsidR="007B6A46" w:rsidRDefault="007B6A46" w:rsidP="007B6A46">
      <w:r>
        <w:t>672.6351</w:t>
      </w:r>
      <w:r>
        <w:tab/>
        <w:t>1.013e0</w:t>
      </w:r>
    </w:p>
    <w:p w:rsidR="007B6A46" w:rsidRDefault="007B6A46" w:rsidP="007B6A46">
      <w:r>
        <w:t>672.6499</w:t>
      </w:r>
      <w:r>
        <w:tab/>
        <w:t>2.025e0</w:t>
      </w:r>
    </w:p>
    <w:p w:rsidR="007B6A46" w:rsidRDefault="007B6A46" w:rsidP="007B6A46">
      <w:r>
        <w:t>672.7706</w:t>
      </w:r>
      <w:r>
        <w:tab/>
        <w:t>2.025e0</w:t>
      </w:r>
    </w:p>
    <w:p w:rsidR="007B6A46" w:rsidRDefault="007B6A46" w:rsidP="007B6A46">
      <w:r>
        <w:t>672.8084</w:t>
      </w:r>
      <w:r>
        <w:tab/>
        <w:t>1.013e0</w:t>
      </w:r>
    </w:p>
    <w:p w:rsidR="007B6A46" w:rsidRDefault="007B6A46" w:rsidP="007B6A46">
      <w:r>
        <w:t>672.8248</w:t>
      </w:r>
      <w:r>
        <w:tab/>
        <w:t>3.038e0</w:t>
      </w:r>
    </w:p>
    <w:p w:rsidR="007B6A46" w:rsidRDefault="007B6A46" w:rsidP="007B6A46">
      <w:r>
        <w:t>672.8394</w:t>
      </w:r>
      <w:r>
        <w:tab/>
        <w:t>1.013e0</w:t>
      </w:r>
    </w:p>
    <w:p w:rsidR="007B6A46" w:rsidRDefault="007B6A46" w:rsidP="007B6A46">
      <w:r>
        <w:t>672.9081</w:t>
      </w:r>
      <w:r>
        <w:tab/>
        <w:t>1.013e0</w:t>
      </w:r>
    </w:p>
    <w:p w:rsidR="007B6A46" w:rsidRDefault="007B6A46" w:rsidP="007B6A46">
      <w:r>
        <w:t>673.0054</w:t>
      </w:r>
      <w:r>
        <w:tab/>
        <w:t>2.025e0</w:t>
      </w:r>
    </w:p>
    <w:p w:rsidR="007B6A46" w:rsidRDefault="007B6A46" w:rsidP="007B6A46">
      <w:r>
        <w:t>673.1374</w:t>
      </w:r>
      <w:r>
        <w:tab/>
        <w:t>1.013e0</w:t>
      </w:r>
    </w:p>
    <w:p w:rsidR="007B6A46" w:rsidRDefault="007B6A46" w:rsidP="007B6A46">
      <w:r>
        <w:t>673.1442</w:t>
      </w:r>
      <w:r>
        <w:tab/>
        <w:t>2.025e0</w:t>
      </w:r>
    </w:p>
    <w:p w:rsidR="007B6A46" w:rsidRDefault="007B6A46" w:rsidP="007B6A46">
      <w:r>
        <w:t>673.2119</w:t>
      </w:r>
      <w:r>
        <w:tab/>
        <w:t>2.025e0</w:t>
      </w:r>
    </w:p>
    <w:p w:rsidR="007B6A46" w:rsidRDefault="007B6A46" w:rsidP="007B6A46">
      <w:r>
        <w:t>673.2807</w:t>
      </w:r>
      <w:r>
        <w:tab/>
        <w:t>2.025e0</w:t>
      </w:r>
    </w:p>
    <w:p w:rsidR="007B6A46" w:rsidRDefault="007B6A46" w:rsidP="007B6A46">
      <w:r>
        <w:t>673.3950</w:t>
      </w:r>
      <w:r>
        <w:tab/>
        <w:t>3.160e1</w:t>
      </w:r>
    </w:p>
    <w:p w:rsidR="007B6A46" w:rsidRDefault="007B6A46" w:rsidP="007B6A46">
      <w:r>
        <w:t>673.4031</w:t>
      </w:r>
      <w:r>
        <w:tab/>
        <w:t>4.010e1</w:t>
      </w:r>
    </w:p>
    <w:p w:rsidR="007B6A46" w:rsidRDefault="007B6A46" w:rsidP="007B6A46">
      <w:r>
        <w:t>673.4052</w:t>
      </w:r>
      <w:r>
        <w:tab/>
        <w:t>2.937e1</w:t>
      </w:r>
    </w:p>
    <w:p w:rsidR="007B6A46" w:rsidRDefault="007B6A46" w:rsidP="007B6A46">
      <w:r>
        <w:t>673.4070</w:t>
      </w:r>
      <w:r>
        <w:tab/>
        <w:t>2.025e1</w:t>
      </w:r>
    </w:p>
    <w:p w:rsidR="007B6A46" w:rsidRDefault="007B6A46" w:rsidP="007B6A46">
      <w:r>
        <w:lastRenderedPageBreak/>
        <w:t>673.4135</w:t>
      </w:r>
      <w:r>
        <w:tab/>
        <w:t>2.430e1</w:t>
      </w:r>
    </w:p>
    <w:p w:rsidR="007B6A46" w:rsidRDefault="007B6A46" w:rsidP="007B6A46">
      <w:r>
        <w:t>673.5143</w:t>
      </w:r>
      <w:r>
        <w:tab/>
        <w:t>2.025e0</w:t>
      </w:r>
    </w:p>
    <w:p w:rsidR="007B6A46" w:rsidRDefault="007B6A46" w:rsidP="007B6A46">
      <w:r>
        <w:t>673.5862</w:t>
      </w:r>
      <w:r>
        <w:tab/>
        <w:t>2.025e0</w:t>
      </w:r>
    </w:p>
    <w:p w:rsidR="007B6A46" w:rsidRDefault="007B6A46" w:rsidP="007B6A46">
      <w:r>
        <w:t>673.6058</w:t>
      </w:r>
      <w:r>
        <w:tab/>
        <w:t>1.013e0</w:t>
      </w:r>
    </w:p>
    <w:p w:rsidR="007B6A46" w:rsidRDefault="007B6A46" w:rsidP="007B6A46">
      <w:r>
        <w:t>673.6298</w:t>
      </w:r>
      <w:r>
        <w:tab/>
        <w:t>1.013e0</w:t>
      </w:r>
    </w:p>
    <w:p w:rsidR="007B6A46" w:rsidRDefault="007B6A46" w:rsidP="007B6A46">
      <w:r>
        <w:t>673.6528</w:t>
      </w:r>
      <w:r>
        <w:tab/>
        <w:t>1.013e0</w:t>
      </w:r>
    </w:p>
    <w:p w:rsidR="007B6A46" w:rsidRDefault="007B6A46" w:rsidP="007B6A46">
      <w:r>
        <w:t>673.7424</w:t>
      </w:r>
      <w:r>
        <w:tab/>
        <w:t>1.013e0</w:t>
      </w:r>
    </w:p>
    <w:p w:rsidR="007B6A46" w:rsidRDefault="007B6A46" w:rsidP="007B6A46">
      <w:r>
        <w:t>673.7596</w:t>
      </w:r>
      <w:r>
        <w:tab/>
        <w:t>2.025e0</w:t>
      </w:r>
    </w:p>
    <w:p w:rsidR="007B6A46" w:rsidRDefault="007B6A46" w:rsidP="007B6A46">
      <w:r>
        <w:t>673.7654</w:t>
      </w:r>
      <w:r>
        <w:tab/>
        <w:t>2.025e0</w:t>
      </w:r>
    </w:p>
    <w:p w:rsidR="007B6A46" w:rsidRDefault="007B6A46" w:rsidP="007B6A46">
      <w:r>
        <w:t>673.8303</w:t>
      </w:r>
      <w:r>
        <w:tab/>
        <w:t>1.013e0</w:t>
      </w:r>
    </w:p>
    <w:p w:rsidR="007B6A46" w:rsidRDefault="007B6A46" w:rsidP="007B6A46">
      <w:r>
        <w:t>673.8823</w:t>
      </w:r>
      <w:r>
        <w:tab/>
        <w:t>1.013e0</w:t>
      </w:r>
    </w:p>
    <w:p w:rsidR="007B6A46" w:rsidRDefault="007B6A46" w:rsidP="007B6A46">
      <w:r>
        <w:t>673.8995</w:t>
      </w:r>
      <w:r>
        <w:tab/>
        <w:t>1.013e0</w:t>
      </w:r>
    </w:p>
    <w:p w:rsidR="007B6A46" w:rsidRDefault="007B6A46" w:rsidP="007B6A46">
      <w:r>
        <w:t>673.9156</w:t>
      </w:r>
      <w:r>
        <w:tab/>
        <w:t>2.025e0</w:t>
      </w:r>
    </w:p>
    <w:p w:rsidR="007B6A46" w:rsidRDefault="007B6A46" w:rsidP="007B6A46">
      <w:r>
        <w:t>673.9687</w:t>
      </w:r>
      <w:r>
        <w:tab/>
        <w:t>1.013e0</w:t>
      </w:r>
    </w:p>
    <w:p w:rsidR="007B6A46" w:rsidRDefault="007B6A46" w:rsidP="007B6A46">
      <w:r>
        <w:t>674.0406</w:t>
      </w:r>
      <w:r>
        <w:tab/>
        <w:t>2.025e0</w:t>
      </w:r>
    </w:p>
    <w:p w:rsidR="007B6A46" w:rsidRDefault="007B6A46" w:rsidP="007B6A46">
      <w:r>
        <w:t>674.0715</w:t>
      </w:r>
      <w:r>
        <w:tab/>
        <w:t>1.013e0</w:t>
      </w:r>
    </w:p>
    <w:p w:rsidR="007B6A46" w:rsidRDefault="007B6A46" w:rsidP="007B6A46">
      <w:r>
        <w:t>674.1803</w:t>
      </w:r>
      <w:r>
        <w:tab/>
        <w:t>1.013e0</w:t>
      </w:r>
    </w:p>
    <w:p w:rsidR="007B6A46" w:rsidRDefault="007B6A46" w:rsidP="007B6A46">
      <w:r>
        <w:t>674.2133</w:t>
      </w:r>
      <w:r>
        <w:tab/>
        <w:t>2.025e0</w:t>
      </w:r>
    </w:p>
    <w:p w:rsidR="007B6A46" w:rsidRDefault="007B6A46" w:rsidP="007B6A46">
      <w:r>
        <w:t>674.2147</w:t>
      </w:r>
      <w:r>
        <w:tab/>
        <w:t>1.013e0</w:t>
      </w:r>
    </w:p>
    <w:p w:rsidR="007B6A46" w:rsidRDefault="007B6A46" w:rsidP="007B6A46">
      <w:r>
        <w:lastRenderedPageBreak/>
        <w:t>674.2196</w:t>
      </w:r>
      <w:r>
        <w:tab/>
        <w:t>2.025e0</w:t>
      </w:r>
    </w:p>
    <w:p w:rsidR="007B6A46" w:rsidRDefault="007B6A46" w:rsidP="007B6A46">
      <w:r>
        <w:t>674.3621</w:t>
      </w:r>
      <w:r>
        <w:tab/>
        <w:t>5.027e0</w:t>
      </w:r>
    </w:p>
    <w:p w:rsidR="007B6A46" w:rsidRDefault="007B6A46" w:rsidP="007B6A46">
      <w:r>
        <w:t>674.3854</w:t>
      </w:r>
      <w:r>
        <w:tab/>
        <w:t>2.127e1</w:t>
      </w:r>
    </w:p>
    <w:p w:rsidR="007B6A46" w:rsidRDefault="007B6A46" w:rsidP="007B6A46">
      <w:r>
        <w:t>674.3947</w:t>
      </w:r>
      <w:r>
        <w:tab/>
        <w:t>2.430e1</w:t>
      </w:r>
    </w:p>
    <w:p w:rsidR="007B6A46" w:rsidRDefault="007B6A46" w:rsidP="007B6A46">
      <w:r>
        <w:t>674.4174</w:t>
      </w:r>
      <w:r>
        <w:tab/>
        <w:t>2.939e1</w:t>
      </w:r>
    </w:p>
    <w:p w:rsidR="007B6A46" w:rsidRDefault="007B6A46" w:rsidP="007B6A46">
      <w:r>
        <w:t>674.4513</w:t>
      </w:r>
      <w:r>
        <w:tab/>
        <w:t>6.076e0</w:t>
      </w:r>
    </w:p>
    <w:p w:rsidR="007B6A46" w:rsidRDefault="007B6A46" w:rsidP="007B6A46">
      <w:r>
        <w:t>674.5228</w:t>
      </w:r>
      <w:r>
        <w:tab/>
        <w:t>2.025e0</w:t>
      </w:r>
    </w:p>
    <w:p w:rsidR="007B6A46" w:rsidRDefault="007B6A46" w:rsidP="007B6A46">
      <w:r>
        <w:t>674.6444</w:t>
      </w:r>
      <w:r>
        <w:tab/>
        <w:t>1.013e0</w:t>
      </w:r>
    </w:p>
    <w:p w:rsidR="007B6A46" w:rsidRDefault="007B6A46" w:rsidP="007B6A46">
      <w:r>
        <w:t>674.6614</w:t>
      </w:r>
      <w:r>
        <w:tab/>
        <w:t>1.013e0</w:t>
      </w:r>
    </w:p>
    <w:p w:rsidR="007B6A46" w:rsidRDefault="007B6A46" w:rsidP="007B6A46">
      <w:r>
        <w:t>674.8104</w:t>
      </w:r>
      <w:r>
        <w:tab/>
        <w:t>1.013e0</w:t>
      </w:r>
    </w:p>
    <w:p w:rsidR="007B6A46" w:rsidRDefault="007B6A46" w:rsidP="007B6A46">
      <w:r>
        <w:t>674.8163</w:t>
      </w:r>
      <w:r>
        <w:tab/>
        <w:t>1.013e0</w:t>
      </w:r>
    </w:p>
    <w:p w:rsidR="007B6A46" w:rsidRDefault="007B6A46" w:rsidP="007B6A46">
      <w:r>
        <w:t>674.8520</w:t>
      </w:r>
      <w:r>
        <w:tab/>
        <w:t>1.013e0</w:t>
      </w:r>
    </w:p>
    <w:p w:rsidR="007B6A46" w:rsidRDefault="007B6A46" w:rsidP="007B6A46">
      <w:r>
        <w:t>674.8679</w:t>
      </w:r>
      <w:r>
        <w:tab/>
        <w:t>1.013e0</w:t>
      </w:r>
    </w:p>
    <w:p w:rsidR="007B6A46" w:rsidRDefault="007B6A46" w:rsidP="007B6A46">
      <w:r>
        <w:t>674.9712</w:t>
      </w:r>
      <w:r>
        <w:tab/>
        <w:t>1.013e0</w:t>
      </w:r>
    </w:p>
    <w:p w:rsidR="007B6A46" w:rsidRDefault="007B6A46" w:rsidP="007B6A46">
      <w:r>
        <w:t>674.9723</w:t>
      </w:r>
      <w:r>
        <w:tab/>
        <w:t>1.013e0</w:t>
      </w:r>
    </w:p>
    <w:p w:rsidR="007B6A46" w:rsidRDefault="007B6A46" w:rsidP="007B6A46">
      <w:r>
        <w:t>674.9838</w:t>
      </w:r>
      <w:r>
        <w:tab/>
        <w:t>1.013e0</w:t>
      </w:r>
    </w:p>
    <w:p w:rsidR="007B6A46" w:rsidRDefault="007B6A46" w:rsidP="007B6A46">
      <w:r>
        <w:t>675.0286</w:t>
      </w:r>
      <w:r>
        <w:tab/>
        <w:t>1.013e0</w:t>
      </w:r>
    </w:p>
    <w:p w:rsidR="007B6A46" w:rsidRDefault="007B6A46" w:rsidP="007B6A46">
      <w:r>
        <w:t>675.0943</w:t>
      </w:r>
      <w:r>
        <w:tab/>
        <w:t>2.025e0</w:t>
      </w:r>
    </w:p>
    <w:p w:rsidR="007B6A46" w:rsidRDefault="007B6A46" w:rsidP="007B6A46">
      <w:r>
        <w:t>675.0983</w:t>
      </w:r>
      <w:r>
        <w:tab/>
        <w:t>3.038e0</w:t>
      </w:r>
    </w:p>
    <w:p w:rsidR="007B6A46" w:rsidRDefault="007B6A46" w:rsidP="007B6A46">
      <w:r>
        <w:lastRenderedPageBreak/>
        <w:t>675.1090</w:t>
      </w:r>
      <w:r>
        <w:tab/>
        <w:t>1.013e0</w:t>
      </w:r>
    </w:p>
    <w:p w:rsidR="007B6A46" w:rsidRDefault="007B6A46" w:rsidP="007B6A46">
      <w:r>
        <w:t>675.1952</w:t>
      </w:r>
      <w:r>
        <w:tab/>
        <w:t>2.025e0</w:t>
      </w:r>
    </w:p>
    <w:p w:rsidR="007B6A46" w:rsidRDefault="007B6A46" w:rsidP="007B6A46">
      <w:r>
        <w:t>675.2160</w:t>
      </w:r>
      <w:r>
        <w:tab/>
        <w:t>1.013e0</w:t>
      </w:r>
    </w:p>
    <w:p w:rsidR="007B6A46" w:rsidRDefault="007B6A46" w:rsidP="007B6A46">
      <w:r>
        <w:t>675.2584</w:t>
      </w:r>
      <w:r>
        <w:tab/>
        <w:t>1.013e0</w:t>
      </w:r>
    </w:p>
    <w:p w:rsidR="007B6A46" w:rsidRDefault="007B6A46" w:rsidP="007B6A46">
      <w:r>
        <w:t>675.3495</w:t>
      </w:r>
      <w:r>
        <w:tab/>
        <w:t>1.316e1</w:t>
      </w:r>
    </w:p>
    <w:p w:rsidR="007B6A46" w:rsidRDefault="007B6A46" w:rsidP="007B6A46">
      <w:r>
        <w:t>675.3640</w:t>
      </w:r>
      <w:r>
        <w:tab/>
        <w:t>7.419e0</w:t>
      </w:r>
    </w:p>
    <w:p w:rsidR="007B6A46" w:rsidRDefault="007B6A46" w:rsidP="007B6A46">
      <w:r>
        <w:t>675.3814</w:t>
      </w:r>
      <w:r>
        <w:tab/>
        <w:t>7.089e0</w:t>
      </w:r>
    </w:p>
    <w:p w:rsidR="007B6A46" w:rsidRDefault="007B6A46" w:rsidP="007B6A46">
      <w:r>
        <w:t>675.4013</w:t>
      </w:r>
      <w:r>
        <w:tab/>
        <w:t>2.735e1</w:t>
      </w:r>
    </w:p>
    <w:p w:rsidR="007B6A46" w:rsidRDefault="007B6A46" w:rsidP="007B6A46">
      <w:r>
        <w:t>675.4116</w:t>
      </w:r>
      <w:r>
        <w:tab/>
        <w:t>3.038e0</w:t>
      </w:r>
    </w:p>
    <w:p w:rsidR="007B6A46" w:rsidRDefault="007B6A46" w:rsidP="007B6A46">
      <w:r>
        <w:t>675.4893</w:t>
      </w:r>
      <w:r>
        <w:tab/>
        <w:t>1.013e0</w:t>
      </w:r>
    </w:p>
    <w:p w:rsidR="007B6A46" w:rsidRDefault="007B6A46" w:rsidP="007B6A46">
      <w:r>
        <w:t>675.4996</w:t>
      </w:r>
      <w:r>
        <w:tab/>
        <w:t>1.013e0</w:t>
      </w:r>
    </w:p>
    <w:p w:rsidR="007B6A46" w:rsidRDefault="007B6A46" w:rsidP="007B6A46">
      <w:r>
        <w:t>675.5270</w:t>
      </w:r>
      <w:r>
        <w:tab/>
        <w:t>3.038e0</w:t>
      </w:r>
    </w:p>
    <w:p w:rsidR="007B6A46" w:rsidRDefault="007B6A46" w:rsidP="007B6A46">
      <w:r>
        <w:t>675.5449</w:t>
      </w:r>
      <w:r>
        <w:tab/>
        <w:t>2.025e0</w:t>
      </w:r>
    </w:p>
    <w:p w:rsidR="007B6A46" w:rsidRDefault="007B6A46" w:rsidP="007B6A46">
      <w:r>
        <w:t>675.5467</w:t>
      </w:r>
      <w:r>
        <w:tab/>
        <w:t>2.025e0</w:t>
      </w:r>
    </w:p>
    <w:p w:rsidR="007B6A46" w:rsidRDefault="007B6A46" w:rsidP="007B6A46">
      <w:r>
        <w:t>675.5801</w:t>
      </w:r>
      <w:r>
        <w:tab/>
        <w:t>1.013e0</w:t>
      </w:r>
    </w:p>
    <w:p w:rsidR="007B6A46" w:rsidRDefault="007B6A46" w:rsidP="007B6A46">
      <w:r>
        <w:t>675.5927</w:t>
      </w:r>
      <w:r>
        <w:tab/>
        <w:t>1.013e0</w:t>
      </w:r>
    </w:p>
    <w:p w:rsidR="007B6A46" w:rsidRDefault="007B6A46" w:rsidP="007B6A46">
      <w:r>
        <w:t>675.6329</w:t>
      </w:r>
      <w:r>
        <w:tab/>
        <w:t>3.038e0</w:t>
      </w:r>
    </w:p>
    <w:p w:rsidR="007B6A46" w:rsidRDefault="007B6A46" w:rsidP="007B6A46">
      <w:r>
        <w:t>675.6376</w:t>
      </w:r>
      <w:r>
        <w:tab/>
        <w:t>1.013e0</w:t>
      </w:r>
    </w:p>
    <w:p w:rsidR="007B6A46" w:rsidRDefault="007B6A46" w:rsidP="007B6A46">
      <w:r>
        <w:t>675.6830</w:t>
      </w:r>
      <w:r>
        <w:tab/>
        <w:t>1.013e0</w:t>
      </w:r>
    </w:p>
    <w:p w:rsidR="007B6A46" w:rsidRDefault="007B6A46" w:rsidP="007B6A46">
      <w:r>
        <w:lastRenderedPageBreak/>
        <w:t>675.7307</w:t>
      </w:r>
      <w:r>
        <w:tab/>
        <w:t>1.013e0</w:t>
      </w:r>
    </w:p>
    <w:p w:rsidR="007B6A46" w:rsidRDefault="007B6A46" w:rsidP="007B6A46">
      <w:r>
        <w:t>675.7523</w:t>
      </w:r>
      <w:r>
        <w:tab/>
        <w:t>1.013e0</w:t>
      </w:r>
    </w:p>
    <w:p w:rsidR="007B6A46" w:rsidRDefault="007B6A46" w:rsidP="007B6A46">
      <w:r>
        <w:t>675.8215</w:t>
      </w:r>
      <w:r>
        <w:tab/>
        <w:t>1.013e0</w:t>
      </w:r>
    </w:p>
    <w:p w:rsidR="007B6A46" w:rsidRDefault="007B6A46" w:rsidP="007B6A46">
      <w:r>
        <w:t>675.8330</w:t>
      </w:r>
      <w:r>
        <w:tab/>
        <w:t>1.013e0</w:t>
      </w:r>
    </w:p>
    <w:p w:rsidR="007B6A46" w:rsidRDefault="007B6A46" w:rsidP="007B6A46">
      <w:r>
        <w:t>675.8746</w:t>
      </w:r>
      <w:r>
        <w:tab/>
        <w:t>2.025e0</w:t>
      </w:r>
    </w:p>
    <w:p w:rsidR="007B6A46" w:rsidRDefault="007B6A46" w:rsidP="007B6A46">
      <w:r>
        <w:t>675.9250</w:t>
      </w:r>
      <w:r>
        <w:tab/>
        <w:t>1.013e0</w:t>
      </w:r>
    </w:p>
    <w:p w:rsidR="007B6A46" w:rsidRDefault="007B6A46" w:rsidP="007B6A46">
      <w:r>
        <w:t>675.9601</w:t>
      </w:r>
      <w:r>
        <w:tab/>
        <w:t>1.013e0</w:t>
      </w:r>
    </w:p>
    <w:p w:rsidR="007B6A46" w:rsidRDefault="007B6A46" w:rsidP="007B6A46">
      <w:r>
        <w:t>675.9721</w:t>
      </w:r>
      <w:r>
        <w:tab/>
        <w:t>1.013e0</w:t>
      </w:r>
    </w:p>
    <w:p w:rsidR="007B6A46" w:rsidRDefault="007B6A46" w:rsidP="007B6A46">
      <w:r>
        <w:t>676.0411</w:t>
      </w:r>
      <w:r>
        <w:tab/>
        <w:t>1.013e0</w:t>
      </w:r>
    </w:p>
    <w:p w:rsidR="007B6A46" w:rsidRDefault="007B6A46" w:rsidP="007B6A46">
      <w:r>
        <w:t>676.0977</w:t>
      </w:r>
      <w:r>
        <w:tab/>
        <w:t>1.013e0</w:t>
      </w:r>
    </w:p>
    <w:p w:rsidR="007B6A46" w:rsidRDefault="007B6A46" w:rsidP="007B6A46">
      <w:r>
        <w:t>676.1550</w:t>
      </w:r>
      <w:r>
        <w:tab/>
        <w:t>1.013e0</w:t>
      </w:r>
    </w:p>
    <w:p w:rsidR="007B6A46" w:rsidRDefault="007B6A46" w:rsidP="007B6A46">
      <w:r>
        <w:t>676.2356</w:t>
      </w:r>
      <w:r>
        <w:tab/>
        <w:t>1.013e0</w:t>
      </w:r>
    </w:p>
    <w:p w:rsidR="007B6A46" w:rsidRDefault="007B6A46" w:rsidP="007B6A46">
      <w:r>
        <w:t>676.2373</w:t>
      </w:r>
      <w:r>
        <w:tab/>
        <w:t>1.013e0</w:t>
      </w:r>
    </w:p>
    <w:p w:rsidR="007B6A46" w:rsidRDefault="007B6A46" w:rsidP="007B6A46">
      <w:r>
        <w:t>676.3448</w:t>
      </w:r>
      <w:r>
        <w:tab/>
        <w:t>4.051e0</w:t>
      </w:r>
    </w:p>
    <w:p w:rsidR="007B6A46" w:rsidRDefault="007B6A46" w:rsidP="007B6A46">
      <w:r>
        <w:t>676.3613</w:t>
      </w:r>
      <w:r>
        <w:tab/>
        <w:t>5.170e0</w:t>
      </w:r>
    </w:p>
    <w:p w:rsidR="007B6A46" w:rsidRDefault="007B6A46" w:rsidP="007B6A46">
      <w:r>
        <w:t>676.3815</w:t>
      </w:r>
      <w:r>
        <w:tab/>
        <w:t>6.076e0</w:t>
      </w:r>
    </w:p>
    <w:p w:rsidR="007B6A46" w:rsidRDefault="007B6A46" w:rsidP="007B6A46">
      <w:r>
        <w:t>676.3885</w:t>
      </w:r>
      <w:r>
        <w:tab/>
        <w:t>5.063e0</w:t>
      </w:r>
    </w:p>
    <w:p w:rsidR="007B6A46" w:rsidRDefault="007B6A46" w:rsidP="007B6A46">
      <w:r>
        <w:t>676.4377</w:t>
      </w:r>
      <w:r>
        <w:tab/>
        <w:t>4.051e0</w:t>
      </w:r>
    </w:p>
    <w:p w:rsidR="007B6A46" w:rsidRDefault="007B6A46" w:rsidP="007B6A46">
      <w:r>
        <w:t>676.4772</w:t>
      </w:r>
      <w:r>
        <w:tab/>
        <w:t>1.013e0</w:t>
      </w:r>
    </w:p>
    <w:p w:rsidR="007B6A46" w:rsidRDefault="007B6A46" w:rsidP="007B6A46">
      <w:r>
        <w:lastRenderedPageBreak/>
        <w:t>676.5358</w:t>
      </w:r>
      <w:r>
        <w:tab/>
        <w:t>1.013e0</w:t>
      </w:r>
    </w:p>
    <w:p w:rsidR="007B6A46" w:rsidRDefault="007B6A46" w:rsidP="007B6A46">
      <w:r>
        <w:t>676.5886</w:t>
      </w:r>
      <w:r>
        <w:tab/>
        <w:t>2.025e0</w:t>
      </w:r>
    </w:p>
    <w:p w:rsidR="007B6A46" w:rsidRDefault="007B6A46" w:rsidP="007B6A46">
      <w:r>
        <w:t>676.6268</w:t>
      </w:r>
      <w:r>
        <w:tab/>
        <w:t>1.013e0</w:t>
      </w:r>
    </w:p>
    <w:p w:rsidR="007B6A46" w:rsidRDefault="007B6A46" w:rsidP="007B6A46">
      <w:r>
        <w:t>676.6740</w:t>
      </w:r>
      <w:r>
        <w:tab/>
        <w:t>1.013e0</w:t>
      </w:r>
    </w:p>
    <w:p w:rsidR="007B6A46" w:rsidRDefault="007B6A46" w:rsidP="007B6A46">
      <w:r>
        <w:t>676.7776</w:t>
      </w:r>
      <w:r>
        <w:tab/>
        <w:t>1.013e0</w:t>
      </w:r>
    </w:p>
    <w:p w:rsidR="007B6A46" w:rsidRDefault="007B6A46" w:rsidP="007B6A46">
      <w:r>
        <w:t>676.8236</w:t>
      </w:r>
      <w:r>
        <w:tab/>
        <w:t>1.013e0</w:t>
      </w:r>
    </w:p>
    <w:p w:rsidR="007B6A46" w:rsidRDefault="007B6A46" w:rsidP="007B6A46">
      <w:r>
        <w:t>676.8422</w:t>
      </w:r>
      <w:r>
        <w:tab/>
        <w:t>2.025e0</w:t>
      </w:r>
    </w:p>
    <w:p w:rsidR="007B6A46" w:rsidRDefault="007B6A46" w:rsidP="007B6A46">
      <w:r>
        <w:t>676.8697</w:t>
      </w:r>
      <w:r>
        <w:tab/>
        <w:t>1.013e0</w:t>
      </w:r>
    </w:p>
    <w:p w:rsidR="007B6A46" w:rsidRDefault="007B6A46" w:rsidP="007B6A46">
      <w:r>
        <w:t>676.8774</w:t>
      </w:r>
      <w:r>
        <w:tab/>
        <w:t>1.013e0</w:t>
      </w:r>
    </w:p>
    <w:p w:rsidR="007B6A46" w:rsidRDefault="007B6A46" w:rsidP="007B6A46">
      <w:r>
        <w:t>677.1346</w:t>
      </w:r>
      <w:r>
        <w:tab/>
        <w:t>1.013e0</w:t>
      </w:r>
    </w:p>
    <w:p w:rsidR="007B6A46" w:rsidRDefault="007B6A46" w:rsidP="007B6A46">
      <w:r>
        <w:t>677.2068</w:t>
      </w:r>
      <w:r>
        <w:tab/>
        <w:t>1.013e0</w:t>
      </w:r>
    </w:p>
    <w:p w:rsidR="007B6A46" w:rsidRDefault="007B6A46" w:rsidP="007B6A46">
      <w:r>
        <w:t>677.2256</w:t>
      </w:r>
      <w:r>
        <w:tab/>
        <w:t>1.013e0</w:t>
      </w:r>
    </w:p>
    <w:p w:rsidR="007B6A46" w:rsidRDefault="007B6A46" w:rsidP="007B6A46">
      <w:r>
        <w:t>677.2843</w:t>
      </w:r>
      <w:r>
        <w:tab/>
        <w:t>2.025e0</w:t>
      </w:r>
    </w:p>
    <w:p w:rsidR="007B6A46" w:rsidRDefault="007B6A46" w:rsidP="007B6A46">
      <w:r>
        <w:t>677.2948</w:t>
      </w:r>
      <w:r>
        <w:tab/>
        <w:t>1.013e0</w:t>
      </w:r>
    </w:p>
    <w:p w:rsidR="007B6A46" w:rsidRDefault="007B6A46" w:rsidP="007B6A46">
      <w:r>
        <w:t>677.3080</w:t>
      </w:r>
      <w:r>
        <w:tab/>
        <w:t>2.025e0</w:t>
      </w:r>
    </w:p>
    <w:p w:rsidR="007B6A46" w:rsidRDefault="007B6A46" w:rsidP="007B6A46">
      <w:r>
        <w:t>677.3217</w:t>
      </w:r>
      <w:r>
        <w:tab/>
        <w:t>2.025e0</w:t>
      </w:r>
    </w:p>
    <w:p w:rsidR="007B6A46" w:rsidRDefault="007B6A46" w:rsidP="007B6A46">
      <w:r>
        <w:t>677.3293</w:t>
      </w:r>
      <w:r>
        <w:tab/>
        <w:t>1.013e0</w:t>
      </w:r>
    </w:p>
    <w:p w:rsidR="007B6A46" w:rsidRDefault="007B6A46" w:rsidP="007B6A46">
      <w:r>
        <w:t>677.3788</w:t>
      </w:r>
      <w:r>
        <w:tab/>
        <w:t>1.013e0</w:t>
      </w:r>
    </w:p>
    <w:p w:rsidR="007B6A46" w:rsidRDefault="007B6A46" w:rsidP="007B6A46">
      <w:r>
        <w:t>677.4111</w:t>
      </w:r>
      <w:r>
        <w:tab/>
        <w:t>2.025e0</w:t>
      </w:r>
    </w:p>
    <w:p w:rsidR="007B6A46" w:rsidRDefault="007B6A46" w:rsidP="007B6A46">
      <w:r>
        <w:lastRenderedPageBreak/>
        <w:t>677.4145</w:t>
      </w:r>
      <w:r>
        <w:tab/>
        <w:t>1.013e0</w:t>
      </w:r>
    </w:p>
    <w:p w:rsidR="007B6A46" w:rsidRDefault="007B6A46" w:rsidP="007B6A46">
      <w:r>
        <w:t>677.4341</w:t>
      </w:r>
      <w:r>
        <w:tab/>
        <w:t>1.013e0</w:t>
      </w:r>
    </w:p>
    <w:p w:rsidR="007B6A46" w:rsidRDefault="007B6A46" w:rsidP="007B6A46">
      <w:r>
        <w:t>677.4387</w:t>
      </w:r>
      <w:r>
        <w:tab/>
        <w:t>2.025e0</w:t>
      </w:r>
    </w:p>
    <w:p w:rsidR="007B6A46" w:rsidRDefault="007B6A46" w:rsidP="007B6A46">
      <w:r>
        <w:t>677.4677</w:t>
      </w:r>
      <w:r>
        <w:tab/>
        <w:t>1.013e0</w:t>
      </w:r>
    </w:p>
    <w:p w:rsidR="007B6A46" w:rsidRDefault="007B6A46" w:rsidP="007B6A46">
      <w:r>
        <w:t>677.4837</w:t>
      </w:r>
      <w:r>
        <w:tab/>
        <w:t>1.013e0</w:t>
      </w:r>
    </w:p>
    <w:p w:rsidR="007B6A46" w:rsidRDefault="007B6A46" w:rsidP="007B6A46">
      <w:r>
        <w:t>677.5172</w:t>
      </w:r>
      <w:r>
        <w:tab/>
        <w:t>2.025e0</w:t>
      </w:r>
    </w:p>
    <w:p w:rsidR="007B6A46" w:rsidRDefault="007B6A46" w:rsidP="007B6A46">
      <w:r>
        <w:t>677.5494</w:t>
      </w:r>
      <w:r>
        <w:tab/>
        <w:t>1.013e0</w:t>
      </w:r>
    </w:p>
    <w:p w:rsidR="007B6A46" w:rsidRDefault="007B6A46" w:rsidP="007B6A46">
      <w:r>
        <w:t>677.5697</w:t>
      </w:r>
      <w:r>
        <w:tab/>
        <w:t>1.013e0</w:t>
      </w:r>
    </w:p>
    <w:p w:rsidR="007B6A46" w:rsidRDefault="007B6A46" w:rsidP="007B6A46">
      <w:r>
        <w:t>677.6070</w:t>
      </w:r>
      <w:r>
        <w:tab/>
        <w:t>1.013e0</w:t>
      </w:r>
    </w:p>
    <w:p w:rsidR="007B6A46" w:rsidRDefault="007B6A46" w:rsidP="007B6A46">
      <w:r>
        <w:t>677.6389</w:t>
      </w:r>
      <w:r>
        <w:tab/>
        <w:t>1.013e0</w:t>
      </w:r>
    </w:p>
    <w:p w:rsidR="007B6A46" w:rsidRDefault="007B6A46" w:rsidP="007B6A46">
      <w:r>
        <w:t>677.7427</w:t>
      </w:r>
      <w:r>
        <w:tab/>
        <w:t>1.013e0</w:t>
      </w:r>
    </w:p>
    <w:p w:rsidR="007B6A46" w:rsidRDefault="007B6A46" w:rsidP="007B6A46">
      <w:r>
        <w:t>677.7606</w:t>
      </w:r>
      <w:r>
        <w:tab/>
        <w:t>1.013e0</w:t>
      </w:r>
    </w:p>
    <w:p w:rsidR="007B6A46" w:rsidRDefault="007B6A46" w:rsidP="007B6A46">
      <w:r>
        <w:t>677.8019</w:t>
      </w:r>
      <w:r>
        <w:tab/>
        <w:t>1.013e0</w:t>
      </w:r>
    </w:p>
    <w:p w:rsidR="007B6A46" w:rsidRDefault="007B6A46" w:rsidP="007B6A46">
      <w:r>
        <w:t>677.8644</w:t>
      </w:r>
      <w:r>
        <w:tab/>
        <w:t>1.013e0</w:t>
      </w:r>
    </w:p>
    <w:p w:rsidR="007B6A46" w:rsidRDefault="007B6A46" w:rsidP="007B6A46">
      <w:r>
        <w:t>677.9413</w:t>
      </w:r>
      <w:r>
        <w:tab/>
        <w:t>1.013e0</w:t>
      </w:r>
    </w:p>
    <w:p w:rsidR="007B6A46" w:rsidRDefault="007B6A46" w:rsidP="007B6A46">
      <w:r>
        <w:t>677.9504</w:t>
      </w:r>
      <w:r>
        <w:tab/>
        <w:t>1.013e0</w:t>
      </w:r>
    </w:p>
    <w:p w:rsidR="007B6A46" w:rsidRDefault="007B6A46" w:rsidP="007B6A46">
      <w:r>
        <w:t>678.0567</w:t>
      </w:r>
      <w:r>
        <w:tab/>
        <w:t>1.013e0</w:t>
      </w:r>
    </w:p>
    <w:p w:rsidR="007B6A46" w:rsidRDefault="007B6A46" w:rsidP="007B6A46">
      <w:r>
        <w:t>678.0624</w:t>
      </w:r>
      <w:r>
        <w:tab/>
        <w:t>2.025e0</w:t>
      </w:r>
    </w:p>
    <w:p w:rsidR="007B6A46" w:rsidRDefault="007B6A46" w:rsidP="007B6A46">
      <w:r>
        <w:t>678.1234</w:t>
      </w:r>
      <w:r>
        <w:tab/>
        <w:t>1.013e0</w:t>
      </w:r>
    </w:p>
    <w:p w:rsidR="007B6A46" w:rsidRDefault="007B6A46" w:rsidP="007B6A46">
      <w:r>
        <w:lastRenderedPageBreak/>
        <w:t>678.1375</w:t>
      </w:r>
      <w:r>
        <w:tab/>
        <w:t>1.013e0</w:t>
      </w:r>
    </w:p>
    <w:p w:rsidR="007B6A46" w:rsidRDefault="007B6A46" w:rsidP="007B6A46">
      <w:r>
        <w:t>678.2094</w:t>
      </w:r>
      <w:r>
        <w:tab/>
        <w:t>1.013e0</w:t>
      </w:r>
    </w:p>
    <w:p w:rsidR="007B6A46" w:rsidRDefault="007B6A46" w:rsidP="007B6A46">
      <w:r>
        <w:t>678.2124</w:t>
      </w:r>
      <w:r>
        <w:tab/>
        <w:t>2.025e0</w:t>
      </w:r>
    </w:p>
    <w:p w:rsidR="007B6A46" w:rsidRDefault="007B6A46" w:rsidP="007B6A46">
      <w:r>
        <w:t>678.2272</w:t>
      </w:r>
      <w:r>
        <w:tab/>
        <w:t>1.013e0</w:t>
      </w:r>
    </w:p>
    <w:p w:rsidR="007B6A46" w:rsidRDefault="007B6A46" w:rsidP="007B6A46">
      <w:r>
        <w:t>678.3311</w:t>
      </w:r>
      <w:r>
        <w:tab/>
        <w:t>1.013e0</w:t>
      </w:r>
    </w:p>
    <w:p w:rsidR="007B6A46" w:rsidRDefault="007B6A46" w:rsidP="007B6A46">
      <w:r>
        <w:t>678.3394</w:t>
      </w:r>
      <w:r>
        <w:tab/>
        <w:t>2.025e0</w:t>
      </w:r>
    </w:p>
    <w:p w:rsidR="007B6A46" w:rsidRDefault="007B6A46" w:rsidP="007B6A46">
      <w:r>
        <w:t>678.3992</w:t>
      </w:r>
      <w:r>
        <w:tab/>
        <w:t>1.013e0</w:t>
      </w:r>
    </w:p>
    <w:p w:rsidR="007B6A46" w:rsidRDefault="007B6A46" w:rsidP="007B6A46">
      <w:r>
        <w:t>678.4086</w:t>
      </w:r>
      <w:r>
        <w:tab/>
        <w:t>2.025e0</w:t>
      </w:r>
    </w:p>
    <w:p w:rsidR="007B6A46" w:rsidRDefault="007B6A46" w:rsidP="007B6A46">
      <w:r>
        <w:t>678.4201</w:t>
      </w:r>
      <w:r>
        <w:tab/>
        <w:t>2.025e0</w:t>
      </w:r>
    </w:p>
    <w:p w:rsidR="007B6A46" w:rsidRDefault="007B6A46" w:rsidP="007B6A46">
      <w:r>
        <w:t>678.4308</w:t>
      </w:r>
      <w:r>
        <w:tab/>
        <w:t>4.051e0</w:t>
      </w:r>
    </w:p>
    <w:p w:rsidR="007B6A46" w:rsidRDefault="007B6A46" w:rsidP="007B6A46">
      <w:r>
        <w:t>678.4684</w:t>
      </w:r>
      <w:r>
        <w:tab/>
        <w:t>1.013e0</w:t>
      </w:r>
    </w:p>
    <w:p w:rsidR="007B6A46" w:rsidRDefault="007B6A46" w:rsidP="007B6A46">
      <w:r>
        <w:t>678.4904</w:t>
      </w:r>
      <w:r>
        <w:tab/>
        <w:t>3.038e0</w:t>
      </w:r>
    </w:p>
    <w:p w:rsidR="007B6A46" w:rsidRDefault="007B6A46" w:rsidP="007B6A46">
      <w:r>
        <w:t>678.5041</w:t>
      </w:r>
      <w:r>
        <w:tab/>
        <w:t>1.013e0</w:t>
      </w:r>
    </w:p>
    <w:p w:rsidR="007B6A46" w:rsidRDefault="007B6A46" w:rsidP="007B6A46">
      <w:r>
        <w:t>678.5295</w:t>
      </w:r>
      <w:r>
        <w:tab/>
        <w:t>2.025e0</w:t>
      </w:r>
    </w:p>
    <w:p w:rsidR="007B6A46" w:rsidRDefault="007B6A46" w:rsidP="007B6A46">
      <w:r>
        <w:t>678.5376</w:t>
      </w:r>
      <w:r>
        <w:tab/>
        <w:t>1.013e0</w:t>
      </w:r>
    </w:p>
    <w:p w:rsidR="007B6A46" w:rsidRDefault="007B6A46" w:rsidP="007B6A46">
      <w:r>
        <w:t>678.5722</w:t>
      </w:r>
      <w:r>
        <w:tab/>
        <w:t>1.013e0</w:t>
      </w:r>
    </w:p>
    <w:p w:rsidR="007B6A46" w:rsidRDefault="007B6A46" w:rsidP="007B6A46">
      <w:r>
        <w:t>678.6556</w:t>
      </w:r>
      <w:r>
        <w:tab/>
        <w:t>1.013e0</w:t>
      </w:r>
    </w:p>
    <w:p w:rsidR="007B6A46" w:rsidRDefault="007B6A46" w:rsidP="007B6A46">
      <w:r>
        <w:t>678.7422</w:t>
      </w:r>
      <w:r>
        <w:tab/>
        <w:t>4.051e0</w:t>
      </w:r>
    </w:p>
    <w:p w:rsidR="007B6A46" w:rsidRDefault="007B6A46" w:rsidP="007B6A46">
      <w:r>
        <w:t>678.7826</w:t>
      </w:r>
      <w:r>
        <w:tab/>
        <w:t>1.013e0</w:t>
      </w:r>
    </w:p>
    <w:p w:rsidR="007B6A46" w:rsidRDefault="007B6A46" w:rsidP="007B6A46">
      <w:r>
        <w:lastRenderedPageBreak/>
        <w:t>678.8010</w:t>
      </w:r>
      <w:r>
        <w:tab/>
        <w:t>2.025e0</w:t>
      </w:r>
    </w:p>
    <w:p w:rsidR="007B6A46" w:rsidRDefault="007B6A46" w:rsidP="007B6A46">
      <w:r>
        <w:t>678.8836</w:t>
      </w:r>
      <w:r>
        <w:tab/>
        <w:t>1.013e0</w:t>
      </w:r>
    </w:p>
    <w:p w:rsidR="007B6A46" w:rsidRDefault="007B6A46" w:rsidP="007B6A46">
      <w:r>
        <w:t>678.8847</w:t>
      </w:r>
      <w:r>
        <w:tab/>
        <w:t>1.013e0</w:t>
      </w:r>
    </w:p>
    <w:p w:rsidR="007B6A46" w:rsidRDefault="007B6A46" w:rsidP="007B6A46">
      <w:r>
        <w:t>678.9339</w:t>
      </w:r>
      <w:r>
        <w:tab/>
        <w:t>2.025e0</w:t>
      </w:r>
    </w:p>
    <w:p w:rsidR="007B6A46" w:rsidRDefault="007B6A46" w:rsidP="007B6A46">
      <w:r>
        <w:t>679.0063</w:t>
      </w:r>
      <w:r>
        <w:tab/>
        <w:t>1.013e0</w:t>
      </w:r>
    </w:p>
    <w:p w:rsidR="007B6A46" w:rsidRDefault="007B6A46" w:rsidP="007B6A46">
      <w:r>
        <w:t>679.0251</w:t>
      </w:r>
      <w:r>
        <w:tab/>
        <w:t>1.013e0</w:t>
      </w:r>
    </w:p>
    <w:p w:rsidR="007B6A46" w:rsidRDefault="007B6A46" w:rsidP="007B6A46">
      <w:r>
        <w:t>679.0493</w:t>
      </w:r>
      <w:r>
        <w:tab/>
        <w:t>2.025e0</w:t>
      </w:r>
    </w:p>
    <w:p w:rsidR="007B6A46" w:rsidRDefault="007B6A46" w:rsidP="007B6A46">
      <w:r>
        <w:t>679.1301</w:t>
      </w:r>
      <w:r>
        <w:tab/>
        <w:t>1.013e0</w:t>
      </w:r>
    </w:p>
    <w:p w:rsidR="007B6A46" w:rsidRDefault="007B6A46" w:rsidP="007B6A46">
      <w:r>
        <w:t>679.1604</w:t>
      </w:r>
      <w:r>
        <w:tab/>
        <w:t>1.013e0</w:t>
      </w:r>
    </w:p>
    <w:p w:rsidR="007B6A46" w:rsidRDefault="007B6A46" w:rsidP="007B6A46">
      <w:r>
        <w:t>679.2296</w:t>
      </w:r>
      <w:r>
        <w:tab/>
        <w:t>1.013e0</w:t>
      </w:r>
    </w:p>
    <w:p w:rsidR="007B6A46" w:rsidRDefault="007B6A46" w:rsidP="007B6A46">
      <w:r>
        <w:t>679.2330</w:t>
      </w:r>
      <w:r>
        <w:tab/>
        <w:t>1.013e0</w:t>
      </w:r>
    </w:p>
    <w:p w:rsidR="007B6A46" w:rsidRDefault="007B6A46" w:rsidP="007B6A46">
      <w:r>
        <w:t>679.2820</w:t>
      </w:r>
      <w:r>
        <w:tab/>
        <w:t>1.013e0</w:t>
      </w:r>
    </w:p>
    <w:p w:rsidR="007B6A46" w:rsidRDefault="007B6A46" w:rsidP="007B6A46">
      <w:r>
        <w:t>679.3334</w:t>
      </w:r>
      <w:r>
        <w:tab/>
        <w:t>1.013e0</w:t>
      </w:r>
    </w:p>
    <w:p w:rsidR="007B6A46" w:rsidRDefault="007B6A46" w:rsidP="007B6A46">
      <w:r>
        <w:t>679.3666</w:t>
      </w:r>
      <w:r>
        <w:tab/>
        <w:t>3.038e0</w:t>
      </w:r>
    </w:p>
    <w:p w:rsidR="007B6A46" w:rsidRDefault="007B6A46" w:rsidP="007B6A46">
      <w:r>
        <w:t>679.4597</w:t>
      </w:r>
      <w:r>
        <w:tab/>
        <w:t>1.916e0</w:t>
      </w:r>
    </w:p>
    <w:p w:rsidR="007B6A46" w:rsidRDefault="007B6A46" w:rsidP="007B6A46">
      <w:r>
        <w:t>679.4865</w:t>
      </w:r>
      <w:r>
        <w:tab/>
        <w:t>4.051e0</w:t>
      </w:r>
    </w:p>
    <w:p w:rsidR="007B6A46" w:rsidRDefault="007B6A46" w:rsidP="007B6A46">
      <w:r>
        <w:t>679.5229</w:t>
      </w:r>
      <w:r>
        <w:tab/>
        <w:t>1.013e0</w:t>
      </w:r>
    </w:p>
    <w:p w:rsidR="007B6A46" w:rsidRDefault="007B6A46" w:rsidP="007B6A46">
      <w:r>
        <w:t>679.5450</w:t>
      </w:r>
      <w:r>
        <w:tab/>
        <w:t>1.013e0</w:t>
      </w:r>
    </w:p>
    <w:p w:rsidR="007B6A46" w:rsidRDefault="007B6A46" w:rsidP="007B6A46">
      <w:r>
        <w:t>679.5853</w:t>
      </w:r>
      <w:r>
        <w:tab/>
        <w:t>2.025e0</w:t>
      </w:r>
    </w:p>
    <w:p w:rsidR="007B6A46" w:rsidRDefault="007B6A46" w:rsidP="007B6A46">
      <w:r>
        <w:lastRenderedPageBreak/>
        <w:t>679.5912</w:t>
      </w:r>
      <w:r>
        <w:tab/>
        <w:t>2.025e0</w:t>
      </w:r>
    </w:p>
    <w:p w:rsidR="007B6A46" w:rsidRDefault="007B6A46" w:rsidP="007B6A46">
      <w:r>
        <w:t>679.5923</w:t>
      </w:r>
      <w:r>
        <w:tab/>
        <w:t>1.013e0</w:t>
      </w:r>
    </w:p>
    <w:p w:rsidR="007B6A46" w:rsidRDefault="007B6A46" w:rsidP="007B6A46">
      <w:r>
        <w:t>679.6465</w:t>
      </w:r>
      <w:r>
        <w:tab/>
        <w:t>2.025e0</w:t>
      </w:r>
    </w:p>
    <w:p w:rsidR="007B6A46" w:rsidRDefault="007B6A46" w:rsidP="007B6A46">
      <w:r>
        <w:t>679.7236</w:t>
      </w:r>
      <w:r>
        <w:tab/>
        <w:t>2.025e0</w:t>
      </w:r>
    </w:p>
    <w:p w:rsidR="007B6A46" w:rsidRDefault="007B6A46" w:rsidP="007B6A46">
      <w:r>
        <w:t>679.7486</w:t>
      </w:r>
      <w:r>
        <w:tab/>
        <w:t>1.013e0</w:t>
      </w:r>
    </w:p>
    <w:p w:rsidR="007B6A46" w:rsidRDefault="007B6A46" w:rsidP="007B6A46">
      <w:r>
        <w:t>679.7878</w:t>
      </w:r>
      <w:r>
        <w:tab/>
        <w:t>1.013e0</w:t>
      </w:r>
    </w:p>
    <w:p w:rsidR="007B6A46" w:rsidRDefault="007B6A46" w:rsidP="007B6A46">
      <w:r>
        <w:t>679.8069</w:t>
      </w:r>
      <w:r>
        <w:tab/>
        <w:t>2.025e0</w:t>
      </w:r>
    </w:p>
    <w:p w:rsidR="007B6A46" w:rsidRDefault="007B6A46" w:rsidP="007B6A46">
      <w:r>
        <w:t>679.8527</w:t>
      </w:r>
      <w:r>
        <w:tab/>
        <w:t>3.038e0</w:t>
      </w:r>
    </w:p>
    <w:p w:rsidR="007B6A46" w:rsidRDefault="007B6A46" w:rsidP="007B6A46">
      <w:r>
        <w:t>679.8701</w:t>
      </w:r>
      <w:r>
        <w:tab/>
        <w:t>1.013e0</w:t>
      </w:r>
    </w:p>
    <w:p w:rsidR="007B6A46" w:rsidRDefault="007B6A46" w:rsidP="007B6A46">
      <w:r>
        <w:t>679.9557</w:t>
      </w:r>
      <w:r>
        <w:tab/>
        <w:t>4.051e0</w:t>
      </w:r>
    </w:p>
    <w:p w:rsidR="007B6A46" w:rsidRDefault="007B6A46" w:rsidP="007B6A46">
      <w:r>
        <w:t>680.0265</w:t>
      </w:r>
      <w:r>
        <w:tab/>
        <w:t>1.013e0</w:t>
      </w:r>
    </w:p>
    <w:p w:rsidR="007B6A46" w:rsidRDefault="007B6A46" w:rsidP="007B6A46">
      <w:r>
        <w:t>680.1116</w:t>
      </w:r>
      <w:r>
        <w:tab/>
        <w:t>1.013e0</w:t>
      </w:r>
    </w:p>
    <w:p w:rsidR="007B6A46" w:rsidRDefault="007B6A46" w:rsidP="007B6A46">
      <w:r>
        <w:t>680.3209</w:t>
      </w:r>
      <w:r>
        <w:tab/>
        <w:t>2.025e0</w:t>
      </w:r>
    </w:p>
    <w:p w:rsidR="007B6A46" w:rsidRDefault="007B6A46" w:rsidP="007B6A46">
      <w:r>
        <w:t>680.3263</w:t>
      </w:r>
      <w:r>
        <w:tab/>
        <w:t>2.025e0</w:t>
      </w:r>
    </w:p>
    <w:p w:rsidR="007B6A46" w:rsidRDefault="007B6A46" w:rsidP="007B6A46">
      <w:r>
        <w:t>680.3467</w:t>
      </w:r>
      <w:r>
        <w:tab/>
        <w:t>4.051e0</w:t>
      </w:r>
    </w:p>
    <w:p w:rsidR="007B6A46" w:rsidRDefault="007B6A46" w:rsidP="007B6A46">
      <w:r>
        <w:t>680.3977</w:t>
      </w:r>
      <w:r>
        <w:tab/>
        <w:t>3.038e0</w:t>
      </w:r>
    </w:p>
    <w:p w:rsidR="007B6A46" w:rsidRDefault="007B6A46" w:rsidP="007B6A46">
      <w:r>
        <w:t>680.4174</w:t>
      </w:r>
      <w:r>
        <w:tab/>
        <w:t>3.249e0</w:t>
      </w:r>
    </w:p>
    <w:p w:rsidR="007B6A46" w:rsidRDefault="007B6A46" w:rsidP="007B6A46">
      <w:r>
        <w:t>680.4501</w:t>
      </w:r>
      <w:r>
        <w:tab/>
        <w:t>3.038e0</w:t>
      </w:r>
    </w:p>
    <w:p w:rsidR="007B6A46" w:rsidRDefault="007B6A46" w:rsidP="007B6A46">
      <w:r>
        <w:t>680.4661</w:t>
      </w:r>
      <w:r>
        <w:tab/>
        <w:t>4.911e0</w:t>
      </w:r>
    </w:p>
    <w:p w:rsidR="007B6A46" w:rsidRDefault="007B6A46" w:rsidP="007B6A46">
      <w:r>
        <w:lastRenderedPageBreak/>
        <w:t>680.4772</w:t>
      </w:r>
      <w:r>
        <w:tab/>
        <w:t>3.038e0</w:t>
      </w:r>
    </w:p>
    <w:p w:rsidR="007B6A46" w:rsidRDefault="007B6A46" w:rsidP="007B6A46">
      <w:r>
        <w:t>680.4848</w:t>
      </w:r>
      <w:r>
        <w:tab/>
        <w:t>6.980e0</w:t>
      </w:r>
    </w:p>
    <w:p w:rsidR="007B6A46" w:rsidRDefault="007B6A46" w:rsidP="007B6A46">
      <w:r>
        <w:t>680.4956</w:t>
      </w:r>
      <w:r>
        <w:tab/>
        <w:t>6.003e0</w:t>
      </w:r>
    </w:p>
    <w:p w:rsidR="007B6A46" w:rsidRDefault="007B6A46" w:rsidP="007B6A46">
      <w:r>
        <w:t>680.5292</w:t>
      </w:r>
      <w:r>
        <w:tab/>
        <w:t>1.013e0</w:t>
      </w:r>
    </w:p>
    <w:p w:rsidR="007B6A46" w:rsidRDefault="007B6A46" w:rsidP="007B6A46">
      <w:r>
        <w:t>680.5626</w:t>
      </w:r>
      <w:r>
        <w:tab/>
        <w:t>1.013e0</w:t>
      </w:r>
    </w:p>
    <w:p w:rsidR="007B6A46" w:rsidRDefault="007B6A46" w:rsidP="007B6A46">
      <w:r>
        <w:t>680.6483</w:t>
      </w:r>
      <w:r>
        <w:tab/>
        <w:t>1.013e0</w:t>
      </w:r>
    </w:p>
    <w:p w:rsidR="007B6A46" w:rsidRDefault="007B6A46" w:rsidP="007B6A46">
      <w:r>
        <w:t>680.6680</w:t>
      </w:r>
      <w:r>
        <w:tab/>
        <w:t>1.013e0</w:t>
      </w:r>
    </w:p>
    <w:p w:rsidR="007B6A46" w:rsidRDefault="007B6A46" w:rsidP="007B6A46">
      <w:r>
        <w:t>680.6836</w:t>
      </w:r>
      <w:r>
        <w:tab/>
        <w:t>2.025e0</w:t>
      </w:r>
    </w:p>
    <w:p w:rsidR="007B6A46" w:rsidRDefault="007B6A46" w:rsidP="007B6A46">
      <w:r>
        <w:t>680.7722</w:t>
      </w:r>
      <w:r>
        <w:tab/>
        <w:t>1.013e0</w:t>
      </w:r>
    </w:p>
    <w:p w:rsidR="007B6A46" w:rsidRDefault="007B6A46" w:rsidP="007B6A46">
      <w:r>
        <w:t>680.8477</w:t>
      </w:r>
      <w:r>
        <w:tab/>
        <w:t>2.025e0</w:t>
      </w:r>
    </w:p>
    <w:p w:rsidR="007B6A46" w:rsidRDefault="007B6A46" w:rsidP="007B6A46">
      <w:r>
        <w:t>680.8880</w:t>
      </w:r>
      <w:r>
        <w:tab/>
        <w:t>1.013e0</w:t>
      </w:r>
    </w:p>
    <w:p w:rsidR="007B6A46" w:rsidRDefault="007B6A46" w:rsidP="007B6A46">
      <w:r>
        <w:t>680.8904</w:t>
      </w:r>
      <w:r>
        <w:tab/>
        <w:t>1.013e0</w:t>
      </w:r>
    </w:p>
    <w:p w:rsidR="007B6A46" w:rsidRDefault="007B6A46" w:rsidP="007B6A46">
      <w:r>
        <w:t>680.9994</w:t>
      </w:r>
      <w:r>
        <w:tab/>
        <w:t>2.025e0</w:t>
      </w:r>
    </w:p>
    <w:p w:rsidR="007B6A46" w:rsidRDefault="007B6A46" w:rsidP="007B6A46">
      <w:r>
        <w:t>681.0121</w:t>
      </w:r>
      <w:r>
        <w:tab/>
        <w:t>1.013e0</w:t>
      </w:r>
    </w:p>
    <w:p w:rsidR="007B6A46" w:rsidRDefault="007B6A46" w:rsidP="007B6A46">
      <w:r>
        <w:t>681.0489</w:t>
      </w:r>
      <w:r>
        <w:tab/>
        <w:t>2.025e0</w:t>
      </w:r>
    </w:p>
    <w:p w:rsidR="007B6A46" w:rsidRDefault="007B6A46" w:rsidP="007B6A46">
      <w:r>
        <w:t>681.0617</w:t>
      </w:r>
      <w:r>
        <w:tab/>
        <w:t>1.013e0</w:t>
      </w:r>
    </w:p>
    <w:p w:rsidR="007B6A46" w:rsidRDefault="007B6A46" w:rsidP="007B6A46">
      <w:r>
        <w:t>681.0645</w:t>
      </w:r>
      <w:r>
        <w:tab/>
        <w:t>1.013e0</w:t>
      </w:r>
    </w:p>
    <w:p w:rsidR="007B6A46" w:rsidRDefault="007B6A46" w:rsidP="007B6A46">
      <w:r>
        <w:t>681.2410</w:t>
      </w:r>
      <w:r>
        <w:tab/>
        <w:t>2.025e0</w:t>
      </w:r>
    </w:p>
    <w:p w:rsidR="007B6A46" w:rsidRDefault="007B6A46" w:rsidP="007B6A46">
      <w:r>
        <w:t>681.2715</w:t>
      </w:r>
      <w:r>
        <w:tab/>
        <w:t>2.025e0</w:t>
      </w:r>
    </w:p>
    <w:p w:rsidR="007B6A46" w:rsidRDefault="007B6A46" w:rsidP="007B6A46">
      <w:r>
        <w:lastRenderedPageBreak/>
        <w:t>681.4082</w:t>
      </w:r>
      <w:r>
        <w:tab/>
        <w:t>1.013e0</w:t>
      </w:r>
    </w:p>
    <w:p w:rsidR="007B6A46" w:rsidRDefault="007B6A46" w:rsidP="007B6A46">
      <w:r>
        <w:t>681.5082</w:t>
      </w:r>
      <w:r>
        <w:tab/>
        <w:t>3.038e0</w:t>
      </w:r>
    </w:p>
    <w:p w:rsidR="007B6A46" w:rsidRDefault="007B6A46" w:rsidP="007B6A46">
      <w:r>
        <w:t>681.5268</w:t>
      </w:r>
      <w:r>
        <w:tab/>
        <w:t>4.051e0</w:t>
      </w:r>
    </w:p>
    <w:p w:rsidR="007B6A46" w:rsidRDefault="007B6A46" w:rsidP="007B6A46">
      <w:r>
        <w:t>681.5309</w:t>
      </w:r>
      <w:r>
        <w:tab/>
        <w:t>2.025e0</w:t>
      </w:r>
    </w:p>
    <w:p w:rsidR="007B6A46" w:rsidRDefault="007B6A46" w:rsidP="007B6A46">
      <w:r>
        <w:t>681.6174</w:t>
      </w:r>
      <w:r>
        <w:tab/>
        <w:t>1.013e0</w:t>
      </w:r>
    </w:p>
    <w:p w:rsidR="007B6A46" w:rsidRDefault="007B6A46" w:rsidP="007B6A46">
      <w:r>
        <w:t>681.7722</w:t>
      </w:r>
      <w:r>
        <w:tab/>
        <w:t>1.013e0</w:t>
      </w:r>
    </w:p>
    <w:p w:rsidR="007B6A46" w:rsidRDefault="007B6A46" w:rsidP="007B6A46">
      <w:r>
        <w:t>681.7752</w:t>
      </w:r>
      <w:r>
        <w:tab/>
        <w:t>2.025e0</w:t>
      </w:r>
    </w:p>
    <w:p w:rsidR="007B6A46" w:rsidRDefault="007B6A46" w:rsidP="007B6A46">
      <w:r>
        <w:t>681.8845</w:t>
      </w:r>
      <w:r>
        <w:tab/>
        <w:t>1.013e0</w:t>
      </w:r>
    </w:p>
    <w:p w:rsidR="007B6A46" w:rsidRDefault="007B6A46" w:rsidP="007B6A46">
      <w:r>
        <w:t>681.8961</w:t>
      </w:r>
      <w:r>
        <w:tab/>
        <w:t>1.013e0</w:t>
      </w:r>
    </w:p>
    <w:p w:rsidR="007B6A46" w:rsidRDefault="007B6A46" w:rsidP="007B6A46">
      <w:r>
        <w:t>681.9882</w:t>
      </w:r>
      <w:r>
        <w:tab/>
        <w:t>2.025e0</w:t>
      </w:r>
    </w:p>
    <w:p w:rsidR="007B6A46" w:rsidRDefault="007B6A46" w:rsidP="007B6A46">
      <w:r>
        <w:t>682.0005</w:t>
      </w:r>
      <w:r>
        <w:tab/>
        <w:t>2.025e0</w:t>
      </w:r>
    </w:p>
    <w:p w:rsidR="007B6A46" w:rsidRDefault="007B6A46" w:rsidP="007B6A46">
      <w:r>
        <w:t>682.1191</w:t>
      </w:r>
      <w:r>
        <w:tab/>
        <w:t>2.025e0</w:t>
      </w:r>
    </w:p>
    <w:p w:rsidR="007B6A46" w:rsidRDefault="007B6A46" w:rsidP="007B6A46">
      <w:r>
        <w:t>682.1428</w:t>
      </w:r>
      <w:r>
        <w:tab/>
        <w:t>2.025e0</w:t>
      </w:r>
    </w:p>
    <w:p w:rsidR="007B6A46" w:rsidRDefault="007B6A46" w:rsidP="007B6A46">
      <w:r>
        <w:t>682.1628</w:t>
      </w:r>
      <w:r>
        <w:tab/>
        <w:t>1.013e0</w:t>
      </w:r>
    </w:p>
    <w:p w:rsidR="007B6A46" w:rsidRDefault="007B6A46" w:rsidP="007B6A46">
      <w:r>
        <w:t>682.2228</w:t>
      </w:r>
      <w:r>
        <w:tab/>
        <w:t>1.013e0</w:t>
      </w:r>
    </w:p>
    <w:p w:rsidR="007B6A46" w:rsidRDefault="007B6A46" w:rsidP="007B6A46">
      <w:r>
        <w:t>682.2789</w:t>
      </w:r>
      <w:r>
        <w:tab/>
        <w:t>1.013e0</w:t>
      </w:r>
    </w:p>
    <w:p w:rsidR="007B6A46" w:rsidRDefault="007B6A46" w:rsidP="007B6A46">
      <w:r>
        <w:t>682.3253</w:t>
      </w:r>
      <w:r>
        <w:tab/>
        <w:t>1.013e0</w:t>
      </w:r>
    </w:p>
    <w:p w:rsidR="007B6A46" w:rsidRDefault="007B6A46" w:rsidP="007B6A46">
      <w:r>
        <w:t>682.3390</w:t>
      </w:r>
      <w:r>
        <w:tab/>
        <w:t>2.025e0</w:t>
      </w:r>
    </w:p>
    <w:p w:rsidR="007B6A46" w:rsidRDefault="007B6A46" w:rsidP="007B6A46">
      <w:r>
        <w:t>682.3554</w:t>
      </w:r>
      <w:r>
        <w:tab/>
        <w:t>3.038e0</w:t>
      </w:r>
    </w:p>
    <w:p w:rsidR="007B6A46" w:rsidRDefault="007B6A46" w:rsidP="007B6A46">
      <w:r>
        <w:lastRenderedPageBreak/>
        <w:t>682.4125</w:t>
      </w:r>
      <w:r>
        <w:tab/>
        <w:t>2.428e0</w:t>
      </w:r>
    </w:p>
    <w:p w:rsidR="007B6A46" w:rsidRDefault="007B6A46" w:rsidP="007B6A46">
      <w:r>
        <w:t>682.4466</w:t>
      </w:r>
      <w:r>
        <w:tab/>
        <w:t>3.781e0</w:t>
      </w:r>
    </w:p>
    <w:p w:rsidR="007B6A46" w:rsidRDefault="007B6A46" w:rsidP="007B6A46">
      <w:r>
        <w:t>682.4750</w:t>
      </w:r>
      <w:r>
        <w:tab/>
        <w:t>1.013e0</w:t>
      </w:r>
    </w:p>
    <w:p w:rsidR="007B6A46" w:rsidRDefault="007B6A46" w:rsidP="007B6A46">
      <w:r>
        <w:t>682.5326</w:t>
      </w:r>
      <w:r>
        <w:tab/>
        <w:t>2.025e0</w:t>
      </w:r>
    </w:p>
    <w:p w:rsidR="007B6A46" w:rsidRDefault="007B6A46" w:rsidP="007B6A46">
      <w:r>
        <w:t>682.5337</w:t>
      </w:r>
      <w:r>
        <w:tab/>
        <w:t>1.013e0</w:t>
      </w:r>
    </w:p>
    <w:p w:rsidR="007B6A46" w:rsidRDefault="007B6A46" w:rsidP="007B6A46">
      <w:r>
        <w:t>682.6096</w:t>
      </w:r>
      <w:r>
        <w:tab/>
        <w:t>2.025e0</w:t>
      </w:r>
    </w:p>
    <w:p w:rsidR="007B6A46" w:rsidRDefault="007B6A46" w:rsidP="007B6A46">
      <w:r>
        <w:t>682.6192</w:t>
      </w:r>
      <w:r>
        <w:tab/>
        <w:t>1.013e0</w:t>
      </w:r>
    </w:p>
    <w:p w:rsidR="007B6A46" w:rsidRDefault="007B6A46" w:rsidP="007B6A46">
      <w:r>
        <w:t>682.6718</w:t>
      </w:r>
      <w:r>
        <w:tab/>
        <w:t>1.013e0</w:t>
      </w:r>
    </w:p>
    <w:p w:rsidR="007B6A46" w:rsidRDefault="007B6A46" w:rsidP="007B6A46">
      <w:r>
        <w:t>682.7057</w:t>
      </w:r>
      <w:r>
        <w:tab/>
        <w:t>2.025e0</w:t>
      </w:r>
    </w:p>
    <w:p w:rsidR="007B6A46" w:rsidRDefault="007B6A46" w:rsidP="007B6A46">
      <w:r>
        <w:t>682.7230</w:t>
      </w:r>
      <w:r>
        <w:tab/>
        <w:t>1.013e0</w:t>
      </w:r>
    </w:p>
    <w:p w:rsidR="007B6A46" w:rsidRDefault="007B6A46" w:rsidP="007B6A46">
      <w:r>
        <w:t>682.7480</w:t>
      </w:r>
      <w:r>
        <w:tab/>
        <w:t>2.025e0</w:t>
      </w:r>
    </w:p>
    <w:p w:rsidR="007B6A46" w:rsidRDefault="007B6A46" w:rsidP="007B6A46">
      <w:r>
        <w:t>682.7755</w:t>
      </w:r>
      <w:r>
        <w:tab/>
        <w:t>1.013e0</w:t>
      </w:r>
    </w:p>
    <w:p w:rsidR="007B6A46" w:rsidRDefault="007B6A46" w:rsidP="007B6A46">
      <w:r>
        <w:t>682.8058</w:t>
      </w:r>
      <w:r>
        <w:tab/>
        <w:t>2.025e0</w:t>
      </w:r>
    </w:p>
    <w:p w:rsidR="007B6A46" w:rsidRDefault="007B6A46" w:rsidP="007B6A46">
      <w:r>
        <w:t>682.8100</w:t>
      </w:r>
      <w:r>
        <w:tab/>
        <w:t>1.013e0</w:t>
      </w:r>
    </w:p>
    <w:p w:rsidR="007B6A46" w:rsidRDefault="007B6A46" w:rsidP="007B6A46">
      <w:r>
        <w:t>682.8446</w:t>
      </w:r>
      <w:r>
        <w:tab/>
        <w:t>1.013e0</w:t>
      </w:r>
    </w:p>
    <w:p w:rsidR="007B6A46" w:rsidRDefault="007B6A46" w:rsidP="007B6A46">
      <w:r>
        <w:t>682.9427</w:t>
      </w:r>
      <w:r>
        <w:tab/>
        <w:t>3.038e0</w:t>
      </w:r>
    </w:p>
    <w:p w:rsidR="007B6A46" w:rsidRDefault="007B6A46" w:rsidP="007B6A46">
      <w:r>
        <w:t>682.9753</w:t>
      </w:r>
      <w:r>
        <w:tab/>
        <w:t>1.013e0</w:t>
      </w:r>
    </w:p>
    <w:p w:rsidR="007B6A46" w:rsidRDefault="007B6A46" w:rsidP="007B6A46">
      <w:r>
        <w:t>682.9822</w:t>
      </w:r>
      <w:r>
        <w:tab/>
        <w:t>2.025e0</w:t>
      </w:r>
    </w:p>
    <w:p w:rsidR="007B6A46" w:rsidRDefault="007B6A46" w:rsidP="007B6A46">
      <w:r>
        <w:t>683.0005</w:t>
      </w:r>
      <w:r>
        <w:tab/>
        <w:t>1.013e0</w:t>
      </w:r>
    </w:p>
    <w:p w:rsidR="007B6A46" w:rsidRDefault="007B6A46" w:rsidP="007B6A46">
      <w:r>
        <w:lastRenderedPageBreak/>
        <w:t>683.1722</w:t>
      </w:r>
      <w:r>
        <w:tab/>
        <w:t>2.025e0</w:t>
      </w:r>
    </w:p>
    <w:p w:rsidR="007B6A46" w:rsidRDefault="007B6A46" w:rsidP="007B6A46">
      <w:r>
        <w:t>683.1777</w:t>
      </w:r>
      <w:r>
        <w:tab/>
        <w:t>2.025e0</w:t>
      </w:r>
    </w:p>
    <w:p w:rsidR="007B6A46" w:rsidRDefault="007B6A46" w:rsidP="007B6A46">
      <w:r>
        <w:t>683.1843</w:t>
      </w:r>
      <w:r>
        <w:tab/>
        <w:t>1.013e0</w:t>
      </w:r>
    </w:p>
    <w:p w:rsidR="007B6A46" w:rsidRDefault="007B6A46" w:rsidP="007B6A46">
      <w:r>
        <w:t>683.2715</w:t>
      </w:r>
      <w:r>
        <w:tab/>
        <w:t>2.025e0</w:t>
      </w:r>
    </w:p>
    <w:p w:rsidR="007B6A46" w:rsidRDefault="007B6A46" w:rsidP="007B6A46">
      <w:r>
        <w:t>683.2848</w:t>
      </w:r>
      <w:r>
        <w:tab/>
        <w:t>2.025e0</w:t>
      </w:r>
    </w:p>
    <w:p w:rsidR="007B6A46" w:rsidRDefault="007B6A46" w:rsidP="007B6A46">
      <w:r>
        <w:t>683.3237</w:t>
      </w:r>
      <w:r>
        <w:tab/>
        <w:t>1.013e0</w:t>
      </w:r>
    </w:p>
    <w:p w:rsidR="007B6A46" w:rsidRDefault="007B6A46" w:rsidP="007B6A46">
      <w:r>
        <w:t>683.3343</w:t>
      </w:r>
      <w:r>
        <w:tab/>
        <w:t>2.025e0</w:t>
      </w:r>
    </w:p>
    <w:p w:rsidR="007B6A46" w:rsidRDefault="007B6A46" w:rsidP="007B6A46">
      <w:r>
        <w:t>683.3398</w:t>
      </w:r>
      <w:r>
        <w:tab/>
        <w:t>3.038e0</w:t>
      </w:r>
    </w:p>
    <w:p w:rsidR="007B6A46" w:rsidRDefault="007B6A46" w:rsidP="007B6A46">
      <w:r>
        <w:t>683.3588</w:t>
      </w:r>
      <w:r>
        <w:tab/>
        <w:t>2.464e0</w:t>
      </w:r>
    </w:p>
    <w:p w:rsidR="007B6A46" w:rsidRDefault="007B6A46" w:rsidP="007B6A46">
      <w:r>
        <w:t>683.4276</w:t>
      </w:r>
      <w:r>
        <w:tab/>
        <w:t>1.823e0</w:t>
      </w:r>
    </w:p>
    <w:p w:rsidR="007B6A46" w:rsidRDefault="007B6A46" w:rsidP="007B6A46">
      <w:r>
        <w:t>683.5155</w:t>
      </w:r>
      <w:r>
        <w:tab/>
        <w:t>2.025e0</w:t>
      </w:r>
    </w:p>
    <w:p w:rsidR="007B6A46" w:rsidRDefault="007B6A46" w:rsidP="007B6A46">
      <w:r>
        <w:t>683.5286</w:t>
      </w:r>
      <w:r>
        <w:tab/>
        <w:t>2.025e0</w:t>
      </w:r>
    </w:p>
    <w:p w:rsidR="007B6A46" w:rsidRDefault="007B6A46" w:rsidP="007B6A46">
      <w:r>
        <w:t>683.5667</w:t>
      </w:r>
      <w:r>
        <w:tab/>
        <w:t>1.013e0</w:t>
      </w:r>
    </w:p>
    <w:p w:rsidR="007B6A46" w:rsidRDefault="007B6A46" w:rsidP="007B6A46">
      <w:r>
        <w:t>683.6735</w:t>
      </w:r>
      <w:r>
        <w:tab/>
        <w:t>1.013e0</w:t>
      </w:r>
    </w:p>
    <w:p w:rsidR="007B6A46" w:rsidRDefault="007B6A46" w:rsidP="007B6A46">
      <w:r>
        <w:t>683.6956</w:t>
      </w:r>
      <w:r>
        <w:tab/>
        <w:t>1.013e0</w:t>
      </w:r>
    </w:p>
    <w:p w:rsidR="007B6A46" w:rsidRDefault="007B6A46" w:rsidP="007B6A46">
      <w:r>
        <w:t>683.7260</w:t>
      </w:r>
      <w:r>
        <w:tab/>
        <w:t>1.013e0</w:t>
      </w:r>
    </w:p>
    <w:p w:rsidR="007B6A46" w:rsidRDefault="007B6A46" w:rsidP="007B6A46">
      <w:r>
        <w:t>683.7421</w:t>
      </w:r>
      <w:r>
        <w:tab/>
        <w:t>1.013e0</w:t>
      </w:r>
    </w:p>
    <w:p w:rsidR="007B6A46" w:rsidRDefault="007B6A46" w:rsidP="007B6A46">
      <w:r>
        <w:t>683.7771</w:t>
      </w:r>
      <w:r>
        <w:tab/>
        <w:t>1.013e0</w:t>
      </w:r>
    </w:p>
    <w:p w:rsidR="007B6A46" w:rsidRDefault="007B6A46" w:rsidP="007B6A46">
      <w:r>
        <w:t>683.7875</w:t>
      </w:r>
      <w:r>
        <w:tab/>
        <w:t>1.013e0</w:t>
      </w:r>
    </w:p>
    <w:p w:rsidR="007B6A46" w:rsidRDefault="007B6A46" w:rsidP="007B6A46">
      <w:r>
        <w:lastRenderedPageBreak/>
        <w:t>683.9038</w:t>
      </w:r>
      <w:r>
        <w:tab/>
        <w:t>2.025e0</w:t>
      </w:r>
    </w:p>
    <w:p w:rsidR="007B6A46" w:rsidRDefault="007B6A46" w:rsidP="007B6A46">
      <w:r>
        <w:t>684.0342</w:t>
      </w:r>
      <w:r>
        <w:tab/>
        <w:t>2.025e0</w:t>
      </w:r>
    </w:p>
    <w:p w:rsidR="007B6A46" w:rsidRDefault="007B6A46" w:rsidP="007B6A46">
      <w:r>
        <w:t>684.1055</w:t>
      </w:r>
      <w:r>
        <w:tab/>
        <w:t>1.013e0</w:t>
      </w:r>
    </w:p>
    <w:p w:rsidR="007B6A46" w:rsidRDefault="007B6A46" w:rsidP="007B6A46">
      <w:r>
        <w:t>684.1674</w:t>
      </w:r>
      <w:r>
        <w:tab/>
        <w:t>3.038e0</w:t>
      </w:r>
    </w:p>
    <w:p w:rsidR="007B6A46" w:rsidRDefault="007B6A46" w:rsidP="007B6A46">
      <w:r>
        <w:t>684.1841</w:t>
      </w:r>
      <w:r>
        <w:tab/>
        <w:t>2.025e0</w:t>
      </w:r>
    </w:p>
    <w:p w:rsidR="007B6A46" w:rsidRDefault="007B6A46" w:rsidP="007B6A46">
      <w:r>
        <w:t>684.2617</w:t>
      </w:r>
      <w:r>
        <w:tab/>
        <w:t>1.013e0</w:t>
      </w:r>
    </w:p>
    <w:p w:rsidR="007B6A46" w:rsidRDefault="007B6A46" w:rsidP="007B6A46">
      <w:r>
        <w:t>684.2951</w:t>
      </w:r>
      <w:r>
        <w:tab/>
        <w:t>1.013e0</w:t>
      </w:r>
    </w:p>
    <w:p w:rsidR="007B6A46" w:rsidRDefault="007B6A46" w:rsidP="007B6A46">
      <w:r>
        <w:t>684.3308</w:t>
      </w:r>
      <w:r>
        <w:tab/>
        <w:t>1.013e0</w:t>
      </w:r>
    </w:p>
    <w:p w:rsidR="007B6A46" w:rsidRDefault="007B6A46" w:rsidP="007B6A46">
      <w:r>
        <w:t>684.4491</w:t>
      </w:r>
      <w:r>
        <w:tab/>
        <w:t>2.225e0</w:t>
      </w:r>
    </w:p>
    <w:p w:rsidR="007B6A46" w:rsidRDefault="007B6A46" w:rsidP="007B6A46">
      <w:r>
        <w:t>684.4681</w:t>
      </w:r>
      <w:r>
        <w:tab/>
        <w:t>1.013e0</w:t>
      </w:r>
    </w:p>
    <w:p w:rsidR="007B6A46" w:rsidRDefault="007B6A46" w:rsidP="007B6A46">
      <w:r>
        <w:t>684.5038</w:t>
      </w:r>
      <w:r>
        <w:tab/>
        <w:t>2.025e0</w:t>
      </w:r>
    </w:p>
    <w:p w:rsidR="007B6A46" w:rsidRDefault="007B6A46" w:rsidP="007B6A46">
      <w:r>
        <w:t>684.5385</w:t>
      </w:r>
      <w:r>
        <w:tab/>
        <w:t>2.917e0</w:t>
      </w:r>
    </w:p>
    <w:p w:rsidR="007B6A46" w:rsidRDefault="007B6A46" w:rsidP="007B6A46">
      <w:r>
        <w:t>684.5396</w:t>
      </w:r>
      <w:r>
        <w:tab/>
        <w:t>2.025e0</w:t>
      </w:r>
    </w:p>
    <w:p w:rsidR="007B6A46" w:rsidRDefault="007B6A46" w:rsidP="007B6A46">
      <w:r>
        <w:t>684.6122</w:t>
      </w:r>
      <w:r>
        <w:tab/>
        <w:t>3.038e0</w:t>
      </w:r>
    </w:p>
    <w:p w:rsidR="007B6A46" w:rsidRDefault="007B6A46" w:rsidP="007B6A46">
      <w:r>
        <w:t>684.6727</w:t>
      </w:r>
      <w:r>
        <w:tab/>
        <w:t>1.013e0</w:t>
      </w:r>
    </w:p>
    <w:p w:rsidR="007B6A46" w:rsidRDefault="007B6A46" w:rsidP="007B6A46">
      <w:r>
        <w:t>684.7113</w:t>
      </w:r>
      <w:r>
        <w:tab/>
        <w:t>1.013e0</w:t>
      </w:r>
    </w:p>
    <w:p w:rsidR="007B6A46" w:rsidRDefault="007B6A46" w:rsidP="007B6A46">
      <w:r>
        <w:t>684.8706</w:t>
      </w:r>
      <w:r>
        <w:tab/>
        <w:t>1.013e0</w:t>
      </w:r>
    </w:p>
    <w:p w:rsidR="007B6A46" w:rsidRDefault="007B6A46" w:rsidP="007B6A46">
      <w:r>
        <w:t>684.9161</w:t>
      </w:r>
      <w:r>
        <w:tab/>
        <w:t>1.013e0</w:t>
      </w:r>
    </w:p>
    <w:p w:rsidR="007B6A46" w:rsidRDefault="007B6A46" w:rsidP="007B6A46">
      <w:r>
        <w:t>684.9172</w:t>
      </w:r>
      <w:r>
        <w:tab/>
        <w:t>1.013e0</w:t>
      </w:r>
    </w:p>
    <w:p w:rsidR="007B6A46" w:rsidRDefault="007B6A46" w:rsidP="007B6A46">
      <w:r>
        <w:lastRenderedPageBreak/>
        <w:t>684.9530</w:t>
      </w:r>
      <w:r>
        <w:tab/>
        <w:t>1.013e0</w:t>
      </w:r>
    </w:p>
    <w:p w:rsidR="007B6A46" w:rsidRDefault="007B6A46" w:rsidP="007B6A46">
      <w:r>
        <w:t>684.9802</w:t>
      </w:r>
      <w:r>
        <w:tab/>
        <w:t>2.025e0</w:t>
      </w:r>
    </w:p>
    <w:p w:rsidR="007B6A46" w:rsidRDefault="007B6A46" w:rsidP="007B6A46">
      <w:r>
        <w:t>685.0569</w:t>
      </w:r>
      <w:r>
        <w:tab/>
        <w:t>2.025e0</w:t>
      </w:r>
    </w:p>
    <w:p w:rsidR="007B6A46" w:rsidRDefault="007B6A46" w:rsidP="007B6A46">
      <w:r>
        <w:t>685.1075</w:t>
      </w:r>
      <w:r>
        <w:tab/>
        <w:t>1.013e0</w:t>
      </w:r>
    </w:p>
    <w:p w:rsidR="007B6A46" w:rsidRDefault="007B6A46" w:rsidP="007B6A46">
      <w:r>
        <w:t>685.2123</w:t>
      </w:r>
      <w:r>
        <w:tab/>
        <w:t>1.013e0</w:t>
      </w:r>
    </w:p>
    <w:p w:rsidR="007B6A46" w:rsidRDefault="007B6A46" w:rsidP="007B6A46">
      <w:r>
        <w:t>685.3285</w:t>
      </w:r>
      <w:r>
        <w:tab/>
        <w:t>3.038e0</w:t>
      </w:r>
    </w:p>
    <w:p w:rsidR="007B6A46" w:rsidRDefault="007B6A46" w:rsidP="007B6A46">
      <w:r>
        <w:t>685.3383</w:t>
      </w:r>
      <w:r>
        <w:tab/>
        <w:t>4.051e0</w:t>
      </w:r>
    </w:p>
    <w:p w:rsidR="007B6A46" w:rsidRDefault="007B6A46" w:rsidP="007B6A46">
      <w:r>
        <w:t>685.3937</w:t>
      </w:r>
      <w:r>
        <w:tab/>
        <w:t>1.013e0</w:t>
      </w:r>
    </w:p>
    <w:p w:rsidR="007B6A46" w:rsidRDefault="007B6A46" w:rsidP="007B6A46">
      <w:r>
        <w:t>685.4369</w:t>
      </w:r>
      <w:r>
        <w:tab/>
        <w:t>2.025e0</w:t>
      </w:r>
    </w:p>
    <w:p w:rsidR="007B6A46" w:rsidRDefault="007B6A46" w:rsidP="007B6A46">
      <w:r>
        <w:t>685.5176</w:t>
      </w:r>
      <w:r>
        <w:tab/>
        <w:t>3.038e0</w:t>
      </w:r>
    </w:p>
    <w:p w:rsidR="007B6A46" w:rsidRDefault="007B6A46" w:rsidP="007B6A46">
      <w:r>
        <w:t>685.5229</w:t>
      </w:r>
      <w:r>
        <w:tab/>
        <w:t>1.013e0</w:t>
      </w:r>
    </w:p>
    <w:p w:rsidR="007B6A46" w:rsidRDefault="007B6A46" w:rsidP="007B6A46">
      <w:r>
        <w:t>685.5261</w:t>
      </w:r>
      <w:r>
        <w:tab/>
        <w:t>4.051e0</w:t>
      </w:r>
    </w:p>
    <w:p w:rsidR="007B6A46" w:rsidRDefault="007B6A46" w:rsidP="007B6A46">
      <w:r>
        <w:t>685.5812</w:t>
      </w:r>
      <w:r>
        <w:tab/>
        <w:t>1.013e0</w:t>
      </w:r>
    </w:p>
    <w:p w:rsidR="007B6A46" w:rsidRDefault="007B6A46" w:rsidP="007B6A46">
      <w:r>
        <w:t>685.5928</w:t>
      </w:r>
      <w:r>
        <w:tab/>
        <w:t>1.013e0</w:t>
      </w:r>
    </w:p>
    <w:p w:rsidR="007B6A46" w:rsidRDefault="007B6A46" w:rsidP="007B6A46">
      <w:r>
        <w:t>685.6095</w:t>
      </w:r>
      <w:r>
        <w:tab/>
        <w:t>1.013e0</w:t>
      </w:r>
    </w:p>
    <w:p w:rsidR="007B6A46" w:rsidRDefault="007B6A46" w:rsidP="007B6A46">
      <w:r>
        <w:t>685.6978</w:t>
      </w:r>
      <w:r>
        <w:tab/>
        <w:t>1.013e0</w:t>
      </w:r>
    </w:p>
    <w:p w:rsidR="007B6A46" w:rsidRDefault="007B6A46" w:rsidP="007B6A46">
      <w:r>
        <w:t>685.8132</w:t>
      </w:r>
      <w:r>
        <w:tab/>
        <w:t>1.013e0</w:t>
      </w:r>
    </w:p>
    <w:p w:rsidR="007B6A46" w:rsidRDefault="007B6A46" w:rsidP="007B6A46">
      <w:r>
        <w:t>685.8726</w:t>
      </w:r>
      <w:r>
        <w:tab/>
        <w:t>1.013e0</w:t>
      </w:r>
    </w:p>
    <w:p w:rsidR="007B6A46" w:rsidRDefault="007B6A46" w:rsidP="007B6A46">
      <w:r>
        <w:t>685.8848</w:t>
      </w:r>
      <w:r>
        <w:tab/>
        <w:t>1.013e0</w:t>
      </w:r>
    </w:p>
    <w:p w:rsidR="007B6A46" w:rsidRDefault="007B6A46" w:rsidP="007B6A46">
      <w:r>
        <w:lastRenderedPageBreak/>
        <w:t>686.1104</w:t>
      </w:r>
      <w:r>
        <w:tab/>
        <w:t>1.013e0</w:t>
      </w:r>
    </w:p>
    <w:p w:rsidR="007B6A46" w:rsidRDefault="007B6A46" w:rsidP="007B6A46">
      <w:r>
        <w:t>686.2820</w:t>
      </w:r>
      <w:r>
        <w:tab/>
        <w:t>1.013e0</w:t>
      </w:r>
    </w:p>
    <w:p w:rsidR="007B6A46" w:rsidRDefault="007B6A46" w:rsidP="007B6A46">
      <w:r>
        <w:t>686.3176</w:t>
      </w:r>
      <w:r>
        <w:tab/>
        <w:t>1.013e0</w:t>
      </w:r>
    </w:p>
    <w:p w:rsidR="007B6A46" w:rsidRDefault="007B6A46" w:rsidP="007B6A46">
      <w:r>
        <w:t>686.3625</w:t>
      </w:r>
      <w:r>
        <w:tab/>
        <w:t>1.013e0</w:t>
      </w:r>
    </w:p>
    <w:p w:rsidR="007B6A46" w:rsidRDefault="007B6A46" w:rsidP="007B6A46">
      <w:r>
        <w:t>686.4160</w:t>
      </w:r>
      <w:r>
        <w:tab/>
        <w:t>3.038e0</w:t>
      </w:r>
    </w:p>
    <w:p w:rsidR="007B6A46" w:rsidRDefault="007B6A46" w:rsidP="007B6A46">
      <w:r>
        <w:t>686.4382</w:t>
      </w:r>
      <w:r>
        <w:tab/>
        <w:t>1.800e0</w:t>
      </w:r>
    </w:p>
    <w:p w:rsidR="007B6A46" w:rsidRDefault="007B6A46" w:rsidP="007B6A46">
      <w:r>
        <w:t>686.4773</w:t>
      </w:r>
      <w:r>
        <w:tab/>
        <w:t>1.674e0</w:t>
      </w:r>
    </w:p>
    <w:p w:rsidR="007B6A46" w:rsidRDefault="007B6A46" w:rsidP="007B6A46">
      <w:r>
        <w:t>686.5236</w:t>
      </w:r>
      <w:r>
        <w:tab/>
        <w:t>1.013e0</w:t>
      </w:r>
    </w:p>
    <w:p w:rsidR="007B6A46" w:rsidRDefault="007B6A46" w:rsidP="007B6A46">
      <w:r>
        <w:t>686.5401</w:t>
      </w:r>
      <w:r>
        <w:tab/>
        <w:t>4.051e0</w:t>
      </w:r>
    </w:p>
    <w:p w:rsidR="007B6A46" w:rsidRDefault="007B6A46" w:rsidP="007B6A46">
      <w:r>
        <w:t>686.5958</w:t>
      </w:r>
      <w:r>
        <w:tab/>
        <w:t>2.025e0</w:t>
      </w:r>
    </w:p>
    <w:p w:rsidR="007B6A46" w:rsidRDefault="007B6A46" w:rsidP="007B6A46">
      <w:r>
        <w:t>686.6064</w:t>
      </w:r>
      <w:r>
        <w:tab/>
        <w:t>1.013e0</w:t>
      </w:r>
    </w:p>
    <w:p w:rsidR="007B6A46" w:rsidRDefault="007B6A46" w:rsidP="007B6A46">
      <w:r>
        <w:t>686.6281</w:t>
      </w:r>
      <w:r>
        <w:tab/>
        <w:t>1.013e0</w:t>
      </w:r>
    </w:p>
    <w:p w:rsidR="007B6A46" w:rsidRDefault="007B6A46" w:rsidP="007B6A46">
      <w:r>
        <w:t>686.8009</w:t>
      </w:r>
      <w:r>
        <w:tab/>
        <w:t>1.013e0</w:t>
      </w:r>
    </w:p>
    <w:p w:rsidR="007B6A46" w:rsidRDefault="007B6A46" w:rsidP="007B6A46">
      <w:r>
        <w:t>686.8874</w:t>
      </w:r>
      <w:r>
        <w:tab/>
        <w:t>1.013e0</w:t>
      </w:r>
    </w:p>
    <w:p w:rsidR="007B6A46" w:rsidRDefault="007B6A46" w:rsidP="007B6A46">
      <w:r>
        <w:t>686.9110</w:t>
      </w:r>
      <w:r>
        <w:tab/>
        <w:t>1.013e0</w:t>
      </w:r>
    </w:p>
    <w:p w:rsidR="007B6A46" w:rsidRDefault="007B6A46" w:rsidP="007B6A46">
      <w:r>
        <w:t>686.9219</w:t>
      </w:r>
      <w:r>
        <w:tab/>
        <w:t>1.013e0</w:t>
      </w:r>
    </w:p>
    <w:p w:rsidR="007B6A46" w:rsidRDefault="007B6A46" w:rsidP="007B6A46">
      <w:r>
        <w:t>686.9552</w:t>
      </w:r>
      <w:r>
        <w:tab/>
        <w:t>1.013e0</w:t>
      </w:r>
    </w:p>
    <w:p w:rsidR="007B6A46" w:rsidRDefault="007B6A46" w:rsidP="007B6A46">
      <w:r>
        <w:t>686.9683</w:t>
      </w:r>
      <w:r>
        <w:tab/>
        <w:t>1.013e0</w:t>
      </w:r>
    </w:p>
    <w:p w:rsidR="007B6A46" w:rsidRDefault="007B6A46" w:rsidP="007B6A46">
      <w:r>
        <w:t>686.9927</w:t>
      </w:r>
      <w:r>
        <w:tab/>
        <w:t>1.013e0</w:t>
      </w:r>
    </w:p>
    <w:p w:rsidR="007B6A46" w:rsidRDefault="007B6A46" w:rsidP="007B6A46">
      <w:r>
        <w:lastRenderedPageBreak/>
        <w:t>687.1506</w:t>
      </w:r>
      <w:r>
        <w:tab/>
        <w:t>2.025e0</w:t>
      </w:r>
    </w:p>
    <w:p w:rsidR="007B6A46" w:rsidRDefault="007B6A46" w:rsidP="007B6A46">
      <w:r>
        <w:t>687.2144</w:t>
      </w:r>
      <w:r>
        <w:tab/>
        <w:t>1.013e0</w:t>
      </w:r>
    </w:p>
    <w:p w:rsidR="007B6A46" w:rsidRDefault="007B6A46" w:rsidP="007B6A46">
      <w:r>
        <w:t>687.2155</w:t>
      </w:r>
      <w:r>
        <w:tab/>
        <w:t>1.013e0</w:t>
      </w:r>
    </w:p>
    <w:p w:rsidR="007B6A46" w:rsidRDefault="007B6A46" w:rsidP="007B6A46">
      <w:r>
        <w:t>687.3179</w:t>
      </w:r>
      <w:r>
        <w:tab/>
        <w:t>1.013e0</w:t>
      </w:r>
    </w:p>
    <w:p w:rsidR="007B6A46" w:rsidRDefault="007B6A46" w:rsidP="007B6A46">
      <w:r>
        <w:t>687.3198</w:t>
      </w:r>
      <w:r>
        <w:tab/>
        <w:t>2.025e0</w:t>
      </w:r>
    </w:p>
    <w:p w:rsidR="007B6A46" w:rsidRDefault="007B6A46" w:rsidP="007B6A46">
      <w:r>
        <w:t>687.3535</w:t>
      </w:r>
      <w:r>
        <w:tab/>
        <w:t>1.013e0</w:t>
      </w:r>
    </w:p>
    <w:p w:rsidR="007B6A46" w:rsidRDefault="007B6A46" w:rsidP="007B6A46">
      <w:r>
        <w:t>687.4058</w:t>
      </w:r>
      <w:r>
        <w:tab/>
        <w:t>3.038e0</w:t>
      </w:r>
    </w:p>
    <w:p w:rsidR="007B6A46" w:rsidRDefault="007B6A46" w:rsidP="007B6A46">
      <w:r>
        <w:t>687.4130</w:t>
      </w:r>
      <w:r>
        <w:tab/>
        <w:t>5.063e0</w:t>
      </w:r>
    </w:p>
    <w:p w:rsidR="007B6A46" w:rsidRDefault="007B6A46" w:rsidP="007B6A46">
      <w:r>
        <w:t>687.4301</w:t>
      </w:r>
      <w:r>
        <w:tab/>
        <w:t>3.038e0</w:t>
      </w:r>
    </w:p>
    <w:p w:rsidR="007B6A46" w:rsidRDefault="007B6A46" w:rsidP="007B6A46">
      <w:r>
        <w:t>687.4315</w:t>
      </w:r>
      <w:r>
        <w:tab/>
        <w:t>5.197e0</w:t>
      </w:r>
    </w:p>
    <w:p w:rsidR="007B6A46" w:rsidRDefault="007B6A46" w:rsidP="007B6A46">
      <w:r>
        <w:t>687.4955</w:t>
      </w:r>
      <w:r>
        <w:tab/>
        <w:t>3.038e0</w:t>
      </w:r>
    </w:p>
    <w:p w:rsidR="007B6A46" w:rsidRDefault="007B6A46" w:rsidP="007B6A46">
      <w:r>
        <w:t>687.5781</w:t>
      </w:r>
      <w:r>
        <w:tab/>
        <w:t>1.013e0</w:t>
      </w:r>
    </w:p>
    <w:p w:rsidR="007B6A46" w:rsidRDefault="007B6A46" w:rsidP="007B6A46">
      <w:r>
        <w:t>687.6990</w:t>
      </w:r>
      <w:r>
        <w:tab/>
        <w:t>2.025e0</w:t>
      </w:r>
    </w:p>
    <w:p w:rsidR="007B6A46" w:rsidRDefault="007B6A46" w:rsidP="007B6A46">
      <w:r>
        <w:t>687.7150</w:t>
      </w:r>
      <w:r>
        <w:tab/>
        <w:t>1.013e0</w:t>
      </w:r>
    </w:p>
    <w:p w:rsidR="007B6A46" w:rsidRDefault="007B6A46" w:rsidP="007B6A46">
      <w:r>
        <w:t>687.8106</w:t>
      </w:r>
      <w:r>
        <w:tab/>
        <w:t>1.013e0</w:t>
      </w:r>
    </w:p>
    <w:p w:rsidR="007B6A46" w:rsidRDefault="007B6A46" w:rsidP="007B6A46">
      <w:r>
        <w:t>687.8807</w:t>
      </w:r>
      <w:r>
        <w:tab/>
        <w:t>1.013e0</w:t>
      </w:r>
    </w:p>
    <w:p w:rsidR="007B6A46" w:rsidRDefault="007B6A46" w:rsidP="007B6A46">
      <w:r>
        <w:t>687.8875</w:t>
      </w:r>
      <w:r>
        <w:tab/>
        <w:t>1.013e0</w:t>
      </w:r>
    </w:p>
    <w:p w:rsidR="007B6A46" w:rsidRDefault="007B6A46" w:rsidP="007B6A46">
      <w:r>
        <w:t>687.9221</w:t>
      </w:r>
      <w:r>
        <w:tab/>
        <w:t>1.013e0</w:t>
      </w:r>
    </w:p>
    <w:p w:rsidR="007B6A46" w:rsidRDefault="007B6A46" w:rsidP="007B6A46">
      <w:r>
        <w:t>687.9363</w:t>
      </w:r>
      <w:r>
        <w:tab/>
        <w:t>3.038e0</w:t>
      </w:r>
    </w:p>
    <w:p w:rsidR="007B6A46" w:rsidRDefault="007B6A46" w:rsidP="007B6A46">
      <w:r>
        <w:lastRenderedPageBreak/>
        <w:t>687.9566</w:t>
      </w:r>
      <w:r>
        <w:tab/>
        <w:t>1.013e0</w:t>
      </w:r>
    </w:p>
    <w:p w:rsidR="007B6A46" w:rsidRDefault="007B6A46" w:rsidP="007B6A46">
      <w:r>
        <w:t>688.0317</w:t>
      </w:r>
      <w:r>
        <w:tab/>
        <w:t>1.013e0</w:t>
      </w:r>
    </w:p>
    <w:p w:rsidR="007B6A46" w:rsidRDefault="007B6A46" w:rsidP="007B6A46">
      <w:r>
        <w:t>688.0948</w:t>
      </w:r>
      <w:r>
        <w:tab/>
        <w:t>2.025e0</w:t>
      </w:r>
    </w:p>
    <w:p w:rsidR="007B6A46" w:rsidRDefault="007B6A46" w:rsidP="007B6A46">
      <w:r>
        <w:t>688.1476</w:t>
      </w:r>
      <w:r>
        <w:tab/>
        <w:t>1.013e0</w:t>
      </w:r>
    </w:p>
    <w:p w:rsidR="007B6A46" w:rsidRDefault="007B6A46" w:rsidP="007B6A46">
      <w:r>
        <w:t>688.1486</w:t>
      </w:r>
      <w:r>
        <w:tab/>
        <w:t>1.013e0</w:t>
      </w:r>
    </w:p>
    <w:p w:rsidR="007B6A46" w:rsidRDefault="007B6A46" w:rsidP="007B6A46">
      <w:r>
        <w:t>688.2166</w:t>
      </w:r>
      <w:r>
        <w:tab/>
        <w:t>1.013e0</w:t>
      </w:r>
    </w:p>
    <w:p w:rsidR="007B6A46" w:rsidRDefault="007B6A46" w:rsidP="007B6A46">
      <w:r>
        <w:t>688.2488</w:t>
      </w:r>
      <w:r>
        <w:tab/>
        <w:t>2.025e0</w:t>
      </w:r>
    </w:p>
    <w:p w:rsidR="007B6A46" w:rsidRDefault="007B6A46" w:rsidP="007B6A46">
      <w:r>
        <w:t>688.3021</w:t>
      </w:r>
      <w:r>
        <w:tab/>
        <w:t>1.013e0</w:t>
      </w:r>
    </w:p>
    <w:p w:rsidR="007B6A46" w:rsidRDefault="007B6A46" w:rsidP="007B6A46">
      <w:r>
        <w:t>688.3369</w:t>
      </w:r>
      <w:r>
        <w:tab/>
        <w:t>1.013e0</w:t>
      </w:r>
    </w:p>
    <w:p w:rsidR="007B6A46" w:rsidRDefault="007B6A46" w:rsidP="007B6A46">
      <w:r>
        <w:t>688.3603</w:t>
      </w:r>
      <w:r>
        <w:tab/>
        <w:t>2.861e0</w:t>
      </w:r>
    </w:p>
    <w:p w:rsidR="007B6A46" w:rsidRDefault="007B6A46" w:rsidP="007B6A46">
      <w:r>
        <w:t>688.3708</w:t>
      </w:r>
      <w:r>
        <w:tab/>
        <w:t>1.013e0</w:t>
      </w:r>
    </w:p>
    <w:p w:rsidR="007B6A46" w:rsidRDefault="007B6A46" w:rsidP="007B6A46">
      <w:r>
        <w:t>688.3975</w:t>
      </w:r>
      <w:r>
        <w:tab/>
        <w:t>3.001e0</w:t>
      </w:r>
    </w:p>
    <w:p w:rsidR="007B6A46" w:rsidRDefault="007B6A46" w:rsidP="007B6A46">
      <w:r>
        <w:t>688.4023</w:t>
      </w:r>
      <w:r>
        <w:tab/>
        <w:t>4.051e0</w:t>
      </w:r>
    </w:p>
    <w:p w:rsidR="007B6A46" w:rsidRDefault="007B6A46" w:rsidP="007B6A46">
      <w:r>
        <w:t>688.4260</w:t>
      </w:r>
      <w:r>
        <w:tab/>
        <w:t>4.630e0</w:t>
      </w:r>
    </w:p>
    <w:p w:rsidR="007B6A46" w:rsidRDefault="007B6A46" w:rsidP="007B6A46">
      <w:r>
        <w:t>688.4410</w:t>
      </w:r>
      <w:r>
        <w:tab/>
        <w:t>1.013e0</w:t>
      </w:r>
    </w:p>
    <w:p w:rsidR="007B6A46" w:rsidRDefault="007B6A46" w:rsidP="007B6A46">
      <w:r>
        <w:t>688.4843</w:t>
      </w:r>
      <w:r>
        <w:tab/>
        <w:t>5.063e0</w:t>
      </w:r>
    </w:p>
    <w:p w:rsidR="007B6A46" w:rsidRDefault="007B6A46" w:rsidP="007B6A46">
      <w:r>
        <w:t>688.5104</w:t>
      </w:r>
      <w:r>
        <w:tab/>
        <w:t>3.001e0</w:t>
      </w:r>
    </w:p>
    <w:p w:rsidR="007B6A46" w:rsidRDefault="007B6A46" w:rsidP="007B6A46">
      <w:r>
        <w:t>688.5239</w:t>
      </w:r>
      <w:r>
        <w:tab/>
        <w:t>2.025e0</w:t>
      </w:r>
    </w:p>
    <w:p w:rsidR="007B6A46" w:rsidRDefault="007B6A46" w:rsidP="007B6A46">
      <w:r>
        <w:t>688.5269</w:t>
      </w:r>
      <w:r>
        <w:tab/>
        <w:t>3.038e0</w:t>
      </w:r>
    </w:p>
    <w:p w:rsidR="007B6A46" w:rsidRDefault="007B6A46" w:rsidP="007B6A46">
      <w:r>
        <w:lastRenderedPageBreak/>
        <w:t>688.5320</w:t>
      </w:r>
      <w:r>
        <w:tab/>
        <w:t>3.038e0</w:t>
      </w:r>
    </w:p>
    <w:p w:rsidR="007B6A46" w:rsidRDefault="007B6A46" w:rsidP="007B6A46">
      <w:r>
        <w:t>688.5790</w:t>
      </w:r>
      <w:r>
        <w:tab/>
        <w:t>4.051e0</w:t>
      </w:r>
    </w:p>
    <w:p w:rsidR="007B6A46" w:rsidRDefault="007B6A46" w:rsidP="007B6A46">
      <w:r>
        <w:t>688.5866</w:t>
      </w:r>
      <w:r>
        <w:tab/>
        <w:t>2.025e0</w:t>
      </w:r>
    </w:p>
    <w:p w:rsidR="007B6A46" w:rsidRDefault="007B6A46" w:rsidP="007B6A46">
      <w:r>
        <w:t>688.7123</w:t>
      </w:r>
      <w:r>
        <w:tab/>
        <w:t>2.025e0</w:t>
      </w:r>
    </w:p>
    <w:p w:rsidR="007B6A46" w:rsidRDefault="007B6A46" w:rsidP="007B6A46">
      <w:r>
        <w:t>688.7454</w:t>
      </w:r>
      <w:r>
        <w:tab/>
        <w:t>2.025e0</w:t>
      </w:r>
    </w:p>
    <w:p w:rsidR="007B6A46" w:rsidRDefault="007B6A46" w:rsidP="007B6A46">
      <w:r>
        <w:t>688.8517</w:t>
      </w:r>
      <w:r>
        <w:tab/>
        <w:t>1.013e0</w:t>
      </w:r>
    </w:p>
    <w:p w:rsidR="007B6A46" w:rsidRDefault="007B6A46" w:rsidP="007B6A46">
      <w:r>
        <w:t>688.9443</w:t>
      </w:r>
      <w:r>
        <w:tab/>
        <w:t>1.013e0</w:t>
      </w:r>
    </w:p>
    <w:p w:rsidR="007B6A46" w:rsidRDefault="007B6A46" w:rsidP="007B6A46">
      <w:r>
        <w:t>688.9806</w:t>
      </w:r>
      <w:r>
        <w:tab/>
        <w:t>1.013e0</w:t>
      </w:r>
    </w:p>
    <w:p w:rsidR="007B6A46" w:rsidRDefault="007B6A46" w:rsidP="007B6A46">
      <w:r>
        <w:t>689.0146</w:t>
      </w:r>
      <w:r>
        <w:tab/>
        <w:t>1.013e0</w:t>
      </w:r>
    </w:p>
    <w:p w:rsidR="007B6A46" w:rsidRDefault="007B6A46" w:rsidP="007B6A46">
      <w:r>
        <w:t>689.0263</w:t>
      </w:r>
      <w:r>
        <w:tab/>
        <w:t>1.013e0</w:t>
      </w:r>
    </w:p>
    <w:p w:rsidR="007B6A46" w:rsidRDefault="007B6A46" w:rsidP="007B6A46">
      <w:r>
        <w:t>689.0281</w:t>
      </w:r>
      <w:r>
        <w:tab/>
        <w:t>1.013e0</w:t>
      </w:r>
    </w:p>
    <w:p w:rsidR="007B6A46" w:rsidRDefault="007B6A46" w:rsidP="007B6A46">
      <w:r>
        <w:t>689.0540</w:t>
      </w:r>
      <w:r>
        <w:tab/>
        <w:t>2.025e0</w:t>
      </w:r>
    </w:p>
    <w:p w:rsidR="007B6A46" w:rsidRDefault="007B6A46" w:rsidP="007B6A46">
      <w:r>
        <w:t>689.0799</w:t>
      </w:r>
      <w:r>
        <w:tab/>
        <w:t>1.013e0</w:t>
      </w:r>
    </w:p>
    <w:p w:rsidR="007B6A46" w:rsidRDefault="007B6A46" w:rsidP="007B6A46">
      <w:r>
        <w:t>689.1328</w:t>
      </w:r>
      <w:r>
        <w:tab/>
        <w:t>2.025e0</w:t>
      </w:r>
    </w:p>
    <w:p w:rsidR="007B6A46" w:rsidRDefault="007B6A46" w:rsidP="007B6A46">
      <w:r>
        <w:t>689.1434</w:t>
      </w:r>
      <w:r>
        <w:tab/>
        <w:t>1.013e0</w:t>
      </w:r>
    </w:p>
    <w:p w:rsidR="007B6A46" w:rsidRDefault="007B6A46" w:rsidP="007B6A46">
      <w:r>
        <w:t>689.1679</w:t>
      </w:r>
      <w:r>
        <w:tab/>
        <w:t>2.025e0</w:t>
      </w:r>
    </w:p>
    <w:p w:rsidR="007B6A46" w:rsidRDefault="007B6A46" w:rsidP="007B6A46">
      <w:r>
        <w:t>689.2515</w:t>
      </w:r>
      <w:r>
        <w:tab/>
        <w:t>1.013e0</w:t>
      </w:r>
    </w:p>
    <w:p w:rsidR="007B6A46" w:rsidRDefault="007B6A46" w:rsidP="007B6A46">
      <w:r>
        <w:t>689.3723</w:t>
      </w:r>
      <w:r>
        <w:tab/>
        <w:t>1.130e2</w:t>
      </w:r>
    </w:p>
    <w:p w:rsidR="007B6A46" w:rsidRDefault="007B6A46" w:rsidP="007B6A46">
      <w:r>
        <w:t>689.3760</w:t>
      </w:r>
      <w:r>
        <w:tab/>
        <w:t>1.027e2</w:t>
      </w:r>
    </w:p>
    <w:p w:rsidR="007B6A46" w:rsidRDefault="007B6A46" w:rsidP="007B6A46">
      <w:r>
        <w:lastRenderedPageBreak/>
        <w:t>689.3782</w:t>
      </w:r>
      <w:r>
        <w:tab/>
        <w:t>4.852e2</w:t>
      </w:r>
    </w:p>
    <w:p w:rsidR="007B6A46" w:rsidRDefault="007B6A46" w:rsidP="007B6A46">
      <w:r>
        <w:t>689.5113</w:t>
      </w:r>
      <w:r>
        <w:tab/>
        <w:t>3.038e0</w:t>
      </w:r>
    </w:p>
    <w:p w:rsidR="007B6A46" w:rsidRDefault="007B6A46" w:rsidP="007B6A46">
      <w:r>
        <w:t>689.5143</w:t>
      </w:r>
      <w:r>
        <w:tab/>
        <w:t>3.038e0</w:t>
      </w:r>
    </w:p>
    <w:p w:rsidR="007B6A46" w:rsidRDefault="007B6A46" w:rsidP="007B6A46">
      <w:r>
        <w:t>689.5281</w:t>
      </w:r>
      <w:r>
        <w:tab/>
        <w:t>2.025e0</w:t>
      </w:r>
    </w:p>
    <w:p w:rsidR="007B6A46" w:rsidRDefault="007B6A46" w:rsidP="007B6A46">
      <w:r>
        <w:t>689.5650</w:t>
      </w:r>
      <w:r>
        <w:tab/>
        <w:t>2.025e0</w:t>
      </w:r>
    </w:p>
    <w:p w:rsidR="007B6A46" w:rsidRDefault="007B6A46" w:rsidP="007B6A46">
      <w:r>
        <w:t>689.6237</w:t>
      </w:r>
      <w:r>
        <w:tab/>
        <w:t>1.013e0</w:t>
      </w:r>
    </w:p>
    <w:p w:rsidR="007B6A46" w:rsidRDefault="007B6A46" w:rsidP="007B6A46">
      <w:r>
        <w:t>689.6483</w:t>
      </w:r>
      <w:r>
        <w:tab/>
        <w:t>1.013e0</w:t>
      </w:r>
    </w:p>
    <w:p w:rsidR="007B6A46" w:rsidRDefault="007B6A46" w:rsidP="007B6A46">
      <w:r>
        <w:t>689.6665</w:t>
      </w:r>
      <w:r>
        <w:tab/>
        <w:t>1.013e0</w:t>
      </w:r>
    </w:p>
    <w:p w:rsidR="007B6A46" w:rsidRDefault="007B6A46" w:rsidP="007B6A46">
      <w:r>
        <w:t>689.6717</w:t>
      </w:r>
      <w:r>
        <w:tab/>
        <w:t>1.013e0</w:t>
      </w:r>
    </w:p>
    <w:p w:rsidR="007B6A46" w:rsidRDefault="007B6A46" w:rsidP="007B6A46">
      <w:r>
        <w:t>689.6838</w:t>
      </w:r>
      <w:r>
        <w:tab/>
        <w:t>1.013e0</w:t>
      </w:r>
    </w:p>
    <w:p w:rsidR="007B6A46" w:rsidRDefault="007B6A46" w:rsidP="007B6A46">
      <w:r>
        <w:t>689.7421</w:t>
      </w:r>
      <w:r>
        <w:tab/>
        <w:t>1.013e0</w:t>
      </w:r>
    </w:p>
    <w:p w:rsidR="007B6A46" w:rsidRDefault="007B6A46" w:rsidP="007B6A46">
      <w:r>
        <w:t>689.7772</w:t>
      </w:r>
      <w:r>
        <w:tab/>
        <w:t>1.013e0</w:t>
      </w:r>
    </w:p>
    <w:p w:rsidR="007B6A46" w:rsidRDefault="007B6A46" w:rsidP="007B6A46">
      <w:r>
        <w:t>689.8124</w:t>
      </w:r>
      <w:r>
        <w:tab/>
        <w:t>4.051e0</w:t>
      </w:r>
    </w:p>
    <w:p w:rsidR="007B6A46" w:rsidRDefault="007B6A46" w:rsidP="007B6A46">
      <w:r>
        <w:t>689.8827</w:t>
      </w:r>
      <w:r>
        <w:tab/>
        <w:t>3.038e0</w:t>
      </w:r>
    </w:p>
    <w:p w:rsidR="007B6A46" w:rsidRDefault="007B6A46" w:rsidP="007B6A46">
      <w:r>
        <w:t>689.9253</w:t>
      </w:r>
      <w:r>
        <w:tab/>
        <w:t>1.013e0</w:t>
      </w:r>
    </w:p>
    <w:p w:rsidR="007B6A46" w:rsidRDefault="007B6A46" w:rsidP="007B6A46">
      <w:r>
        <w:t>689.9573</w:t>
      </w:r>
      <w:r>
        <w:tab/>
        <w:t>2.025e0</w:t>
      </w:r>
    </w:p>
    <w:p w:rsidR="007B6A46" w:rsidRDefault="007B6A46" w:rsidP="007B6A46">
      <w:r>
        <w:t>689.9647</w:t>
      </w:r>
      <w:r>
        <w:tab/>
        <w:t>3.038e0</w:t>
      </w:r>
    </w:p>
    <w:p w:rsidR="007B6A46" w:rsidRDefault="007B6A46" w:rsidP="007B6A46">
      <w:r>
        <w:t>689.9882</w:t>
      </w:r>
      <w:r>
        <w:tab/>
        <w:t>1.013e0</w:t>
      </w:r>
    </w:p>
    <w:p w:rsidR="007B6A46" w:rsidRDefault="007B6A46" w:rsidP="007B6A46">
      <w:r>
        <w:t>689.9901</w:t>
      </w:r>
      <w:r>
        <w:tab/>
        <w:t>2.025e0</w:t>
      </w:r>
    </w:p>
    <w:p w:rsidR="007B6A46" w:rsidRDefault="007B6A46" w:rsidP="007B6A46">
      <w:r>
        <w:lastRenderedPageBreak/>
        <w:t>690.0455</w:t>
      </w:r>
      <w:r>
        <w:tab/>
        <w:t>2.025e0</w:t>
      </w:r>
    </w:p>
    <w:p w:rsidR="007B6A46" w:rsidRDefault="007B6A46" w:rsidP="007B6A46">
      <w:r>
        <w:t>690.0471</w:t>
      </w:r>
      <w:r>
        <w:tab/>
        <w:t>3.038e0</w:t>
      </w:r>
    </w:p>
    <w:p w:rsidR="007B6A46" w:rsidRDefault="007B6A46" w:rsidP="007B6A46">
      <w:r>
        <w:t>690.1277</w:t>
      </w:r>
      <w:r>
        <w:tab/>
        <w:t>3.028e0</w:t>
      </w:r>
    </w:p>
    <w:p w:rsidR="007B6A46" w:rsidRDefault="007B6A46" w:rsidP="007B6A46">
      <w:r>
        <w:t>690.1795</w:t>
      </w:r>
      <w:r>
        <w:tab/>
        <w:t>3.038e0</w:t>
      </w:r>
    </w:p>
    <w:p w:rsidR="007B6A46" w:rsidRDefault="007B6A46" w:rsidP="007B6A46">
      <w:r>
        <w:t>690.2006</w:t>
      </w:r>
      <w:r>
        <w:tab/>
        <w:t>2.025e0</w:t>
      </w:r>
    </w:p>
    <w:p w:rsidR="007B6A46" w:rsidRDefault="007B6A46" w:rsidP="007B6A46">
      <w:r>
        <w:t>690.2111</w:t>
      </w:r>
      <w:r>
        <w:tab/>
        <w:t>1.013e0</w:t>
      </w:r>
    </w:p>
    <w:p w:rsidR="007B6A46" w:rsidRDefault="007B6A46" w:rsidP="007B6A46">
      <w:r>
        <w:t>690.2345</w:t>
      </w:r>
      <w:r>
        <w:tab/>
        <w:t>1.013e0</w:t>
      </w:r>
    </w:p>
    <w:p w:rsidR="007B6A46" w:rsidRDefault="007B6A46" w:rsidP="007B6A46">
      <w:r>
        <w:t>690.3767</w:t>
      </w:r>
      <w:r>
        <w:tab/>
        <w:t>5.791e1</w:t>
      </w:r>
    </w:p>
    <w:p w:rsidR="007B6A46" w:rsidRDefault="007B6A46" w:rsidP="007B6A46">
      <w:r>
        <w:t>690.3846</w:t>
      </w:r>
      <w:r>
        <w:tab/>
        <w:t>1.536e2</w:t>
      </w:r>
    </w:p>
    <w:p w:rsidR="007B6A46" w:rsidRDefault="007B6A46" w:rsidP="007B6A46">
      <w:r>
        <w:t>690.3871</w:t>
      </w:r>
      <w:r>
        <w:tab/>
        <w:t>7.559e1</w:t>
      </w:r>
    </w:p>
    <w:p w:rsidR="007B6A46" w:rsidRDefault="007B6A46" w:rsidP="007B6A46">
      <w:r>
        <w:t>690.3890</w:t>
      </w:r>
      <w:r>
        <w:tab/>
        <w:t>5.895e1</w:t>
      </w:r>
    </w:p>
    <w:p w:rsidR="007B6A46" w:rsidRDefault="007B6A46" w:rsidP="007B6A46">
      <w:r>
        <w:t>690.5096</w:t>
      </w:r>
      <w:r>
        <w:tab/>
        <w:t>5.063e0</w:t>
      </w:r>
    </w:p>
    <w:p w:rsidR="007B6A46" w:rsidRDefault="007B6A46" w:rsidP="007B6A46">
      <w:r>
        <w:t>690.5454</w:t>
      </w:r>
      <w:r>
        <w:tab/>
        <w:t>1.013e0</w:t>
      </w:r>
    </w:p>
    <w:p w:rsidR="007B6A46" w:rsidRDefault="007B6A46" w:rsidP="007B6A46">
      <w:r>
        <w:t>690.5747</w:t>
      </w:r>
      <w:r>
        <w:tab/>
        <w:t>1.013e0</w:t>
      </w:r>
    </w:p>
    <w:p w:rsidR="007B6A46" w:rsidRDefault="007B6A46" w:rsidP="007B6A46">
      <w:r>
        <w:t>690.5864</w:t>
      </w:r>
      <w:r>
        <w:tab/>
        <w:t>1.013e0</w:t>
      </w:r>
    </w:p>
    <w:p w:rsidR="007B6A46" w:rsidRDefault="007B6A46" w:rsidP="007B6A46">
      <w:r>
        <w:t>690.6146</w:t>
      </w:r>
      <w:r>
        <w:tab/>
        <w:t>1.013e0</w:t>
      </w:r>
    </w:p>
    <w:p w:rsidR="007B6A46" w:rsidRDefault="007B6A46" w:rsidP="007B6A46">
      <w:r>
        <w:t>690.6159</w:t>
      </w:r>
      <w:r>
        <w:tab/>
        <w:t>4.051e0</w:t>
      </w:r>
    </w:p>
    <w:p w:rsidR="007B6A46" w:rsidRDefault="007B6A46" w:rsidP="007B6A46">
      <w:r>
        <w:t>690.6205</w:t>
      </w:r>
      <w:r>
        <w:tab/>
        <w:t>1.013e0</w:t>
      </w:r>
    </w:p>
    <w:p w:rsidR="007B6A46" w:rsidRDefault="007B6A46" w:rsidP="007B6A46">
      <w:r>
        <w:t>690.7007</w:t>
      </w:r>
      <w:r>
        <w:tab/>
        <w:t>1.013e0</w:t>
      </w:r>
    </w:p>
    <w:p w:rsidR="007B6A46" w:rsidRDefault="007B6A46" w:rsidP="007B6A46">
      <w:r>
        <w:lastRenderedPageBreak/>
        <w:t>690.7352</w:t>
      </w:r>
      <w:r>
        <w:tab/>
        <w:t>1.013e0</w:t>
      </w:r>
    </w:p>
    <w:p w:rsidR="007B6A46" w:rsidRDefault="007B6A46" w:rsidP="007B6A46">
      <w:r>
        <w:t>690.7363</w:t>
      </w:r>
      <w:r>
        <w:tab/>
        <w:t>1.013e0</w:t>
      </w:r>
    </w:p>
    <w:p w:rsidR="007B6A46" w:rsidRDefault="007B6A46" w:rsidP="007B6A46">
      <w:r>
        <w:t>690.7390</w:t>
      </w:r>
      <w:r>
        <w:tab/>
        <w:t>1.013e0</w:t>
      </w:r>
    </w:p>
    <w:p w:rsidR="007B6A46" w:rsidRDefault="007B6A46" w:rsidP="007B6A46">
      <w:r>
        <w:t>690.8094</w:t>
      </w:r>
      <w:r>
        <w:tab/>
        <w:t>1.013e0</w:t>
      </w:r>
    </w:p>
    <w:p w:rsidR="007B6A46" w:rsidRDefault="007B6A46" w:rsidP="007B6A46">
      <w:r>
        <w:t>690.8141</w:t>
      </w:r>
      <w:r>
        <w:tab/>
        <w:t>2.025e0</w:t>
      </w:r>
    </w:p>
    <w:p w:rsidR="007B6A46" w:rsidRDefault="007B6A46" w:rsidP="007B6A46">
      <w:r>
        <w:t>690.8916</w:t>
      </w:r>
      <w:r>
        <w:tab/>
        <w:t>1.013e0</w:t>
      </w:r>
    </w:p>
    <w:p w:rsidR="007B6A46" w:rsidRDefault="007B6A46" w:rsidP="007B6A46">
      <w:r>
        <w:t>690.9023</w:t>
      </w:r>
      <w:r>
        <w:tab/>
        <w:t>1.013e0</w:t>
      </w:r>
    </w:p>
    <w:p w:rsidR="007B6A46" w:rsidRDefault="007B6A46" w:rsidP="007B6A46">
      <w:r>
        <w:t>690.9268</w:t>
      </w:r>
      <w:r>
        <w:tab/>
        <w:t>1.013e0</w:t>
      </w:r>
    </w:p>
    <w:p w:rsidR="007B6A46" w:rsidRDefault="007B6A46" w:rsidP="007B6A46">
      <w:r>
        <w:t>690.9451</w:t>
      </w:r>
      <w:r>
        <w:tab/>
        <w:t>3.038e0</w:t>
      </w:r>
    </w:p>
    <w:p w:rsidR="007B6A46" w:rsidRDefault="007B6A46" w:rsidP="007B6A46">
      <w:r>
        <w:t>690.9903</w:t>
      </w:r>
      <w:r>
        <w:tab/>
        <w:t>2.025e0</w:t>
      </w:r>
    </w:p>
    <w:p w:rsidR="007B6A46" w:rsidRDefault="007B6A46" w:rsidP="007B6A46">
      <w:r>
        <w:t>691.0027</w:t>
      </w:r>
      <w:r>
        <w:tab/>
        <w:t>2.025e0</w:t>
      </w:r>
    </w:p>
    <w:p w:rsidR="007B6A46" w:rsidRDefault="007B6A46" w:rsidP="007B6A46">
      <w:r>
        <w:t>691.0443</w:t>
      </w:r>
      <w:r>
        <w:tab/>
        <w:t>1.013e0</w:t>
      </w:r>
    </w:p>
    <w:p w:rsidR="007B6A46" w:rsidRDefault="007B6A46" w:rsidP="007B6A46">
      <w:r>
        <w:t>691.1136</w:t>
      </w:r>
      <w:r>
        <w:tab/>
        <w:t>2.025e0</w:t>
      </w:r>
    </w:p>
    <w:p w:rsidR="007B6A46" w:rsidRDefault="007B6A46" w:rsidP="007B6A46">
      <w:r>
        <w:t>691.1150</w:t>
      </w:r>
      <w:r>
        <w:tab/>
        <w:t>1.013e0</w:t>
      </w:r>
    </w:p>
    <w:p w:rsidR="007B6A46" w:rsidRDefault="007B6A46" w:rsidP="007B6A46">
      <w:r>
        <w:t>691.1969</w:t>
      </w:r>
      <w:r>
        <w:tab/>
        <w:t>1.013e0</w:t>
      </w:r>
    </w:p>
    <w:p w:rsidR="007B6A46" w:rsidRDefault="007B6A46" w:rsidP="007B6A46">
      <w:r>
        <w:t>691.2067</w:t>
      </w:r>
      <w:r>
        <w:tab/>
        <w:t>2.025e0</w:t>
      </w:r>
    </w:p>
    <w:p w:rsidR="007B6A46" w:rsidRDefault="007B6A46" w:rsidP="007B6A46">
      <w:r>
        <w:t>691.2439</w:t>
      </w:r>
      <w:r>
        <w:tab/>
        <w:t>1.013e0</w:t>
      </w:r>
    </w:p>
    <w:p w:rsidR="007B6A46" w:rsidRDefault="007B6A46" w:rsidP="007B6A46">
      <w:r>
        <w:t>691.2555</w:t>
      </w:r>
      <w:r>
        <w:tab/>
        <w:t>2.025e0</w:t>
      </w:r>
    </w:p>
    <w:p w:rsidR="007B6A46" w:rsidRDefault="007B6A46" w:rsidP="007B6A46">
      <w:r>
        <w:t>691.3784</w:t>
      </w:r>
      <w:r>
        <w:tab/>
        <w:t>1.316e1</w:t>
      </w:r>
    </w:p>
    <w:p w:rsidR="007B6A46" w:rsidRDefault="007B6A46" w:rsidP="007B6A46">
      <w:r>
        <w:lastRenderedPageBreak/>
        <w:t>691.3810</w:t>
      </w:r>
      <w:r>
        <w:tab/>
        <w:t>2.937e1</w:t>
      </w:r>
    </w:p>
    <w:p w:rsidR="007B6A46" w:rsidRDefault="007B6A46" w:rsidP="007B6A46">
      <w:r>
        <w:t>691.3937</w:t>
      </w:r>
      <w:r>
        <w:tab/>
        <w:t>1.418e1</w:t>
      </w:r>
    </w:p>
    <w:p w:rsidR="007B6A46" w:rsidRDefault="007B6A46" w:rsidP="007B6A46">
      <w:r>
        <w:t>691.3969</w:t>
      </w:r>
      <w:r>
        <w:tab/>
        <w:t>2.025e1</w:t>
      </w:r>
    </w:p>
    <w:p w:rsidR="007B6A46" w:rsidRDefault="007B6A46" w:rsidP="007B6A46">
      <w:r>
        <w:t>691.4186</w:t>
      </w:r>
      <w:r>
        <w:tab/>
        <w:t>1.001e1</w:t>
      </w:r>
    </w:p>
    <w:p w:rsidR="007B6A46" w:rsidRDefault="007B6A46" w:rsidP="007B6A46">
      <w:r>
        <w:t>691.4573</w:t>
      </w:r>
      <w:r>
        <w:tab/>
        <w:t>3.038e0</w:t>
      </w:r>
    </w:p>
    <w:p w:rsidR="007B6A46" w:rsidRDefault="007B6A46" w:rsidP="007B6A46">
      <w:r>
        <w:t>691.5023</w:t>
      </w:r>
      <w:r>
        <w:tab/>
        <w:t>2.025e0</w:t>
      </w:r>
    </w:p>
    <w:p w:rsidR="007B6A46" w:rsidRDefault="007B6A46" w:rsidP="007B6A46">
      <w:r>
        <w:t>691.5365</w:t>
      </w:r>
      <w:r>
        <w:tab/>
        <w:t>1.013e0</w:t>
      </w:r>
    </w:p>
    <w:p w:rsidR="007B6A46" w:rsidRDefault="007B6A46" w:rsidP="007B6A46">
      <w:r>
        <w:t>691.5479</w:t>
      </w:r>
      <w:r>
        <w:tab/>
        <w:t>2.025e0</w:t>
      </w:r>
    </w:p>
    <w:p w:rsidR="007B6A46" w:rsidRDefault="007B6A46" w:rsidP="007B6A46">
      <w:r>
        <w:t>691.5654</w:t>
      </w:r>
      <w:r>
        <w:tab/>
        <w:t>6.076e0</w:t>
      </w:r>
    </w:p>
    <w:p w:rsidR="007B6A46" w:rsidRDefault="007B6A46" w:rsidP="007B6A46">
      <w:r>
        <w:t>691.5815</w:t>
      </w:r>
      <w:r>
        <w:tab/>
        <w:t>1.013e0</w:t>
      </w:r>
    </w:p>
    <w:p w:rsidR="007B6A46" w:rsidRDefault="007B6A46" w:rsidP="007B6A46">
      <w:r>
        <w:t>691.6337</w:t>
      </w:r>
      <w:r>
        <w:tab/>
        <w:t>1.013e0</w:t>
      </w:r>
    </w:p>
    <w:p w:rsidR="007B6A46" w:rsidRDefault="007B6A46" w:rsidP="007B6A46">
      <w:r>
        <w:t>691.6540</w:t>
      </w:r>
      <w:r>
        <w:tab/>
        <w:t>1.013e0</w:t>
      </w:r>
    </w:p>
    <w:p w:rsidR="007B6A46" w:rsidRDefault="007B6A46" w:rsidP="007B6A46">
      <w:r>
        <w:t>691.7197</w:t>
      </w:r>
      <w:r>
        <w:tab/>
        <w:t>1.013e0</w:t>
      </w:r>
    </w:p>
    <w:p w:rsidR="007B6A46" w:rsidRDefault="007B6A46" w:rsidP="007B6A46">
      <w:r>
        <w:t>691.7360</w:t>
      </w:r>
      <w:r>
        <w:tab/>
        <w:t>1.013e0</w:t>
      </w:r>
    </w:p>
    <w:p w:rsidR="007B6A46" w:rsidRDefault="007B6A46" w:rsidP="007B6A46">
      <w:r>
        <w:t>691.7714</w:t>
      </w:r>
      <w:r>
        <w:tab/>
        <w:t>1.013e0</w:t>
      </w:r>
    </w:p>
    <w:p w:rsidR="007B6A46" w:rsidRDefault="007B6A46" w:rsidP="007B6A46">
      <w:r>
        <w:t>691.7950</w:t>
      </w:r>
      <w:r>
        <w:tab/>
        <w:t>1.013e0</w:t>
      </w:r>
    </w:p>
    <w:p w:rsidR="007B6A46" w:rsidRDefault="007B6A46" w:rsidP="007B6A46">
      <w:r>
        <w:t>691.8068</w:t>
      </w:r>
      <w:r>
        <w:tab/>
        <w:t>1.013e0</w:t>
      </w:r>
    </w:p>
    <w:p w:rsidR="007B6A46" w:rsidRDefault="007B6A46" w:rsidP="007B6A46">
      <w:r>
        <w:t>691.8133</w:t>
      </w:r>
      <w:r>
        <w:tab/>
        <w:t>3.038e0</w:t>
      </w:r>
    </w:p>
    <w:p w:rsidR="007B6A46" w:rsidRDefault="007B6A46" w:rsidP="007B6A46">
      <w:r>
        <w:t>691.8666</w:t>
      </w:r>
      <w:r>
        <w:tab/>
        <w:t>1.013e0</w:t>
      </w:r>
    </w:p>
    <w:p w:rsidR="007B6A46" w:rsidRDefault="007B6A46" w:rsidP="007B6A46">
      <w:r>
        <w:lastRenderedPageBreak/>
        <w:t>691.9478</w:t>
      </w:r>
      <w:r>
        <w:tab/>
        <w:t>1.013e0</w:t>
      </w:r>
    </w:p>
    <w:p w:rsidR="007B6A46" w:rsidRDefault="007B6A46" w:rsidP="007B6A46">
      <w:r>
        <w:t>691.9603</w:t>
      </w:r>
      <w:r>
        <w:tab/>
        <w:t>3.038e0</w:t>
      </w:r>
    </w:p>
    <w:p w:rsidR="007B6A46" w:rsidRDefault="007B6A46" w:rsidP="007B6A46">
      <w:r>
        <w:t>692.0195</w:t>
      </w:r>
      <w:r>
        <w:tab/>
        <w:t>1.013e0</w:t>
      </w:r>
    </w:p>
    <w:p w:rsidR="007B6A46" w:rsidRDefault="007B6A46" w:rsidP="007B6A46">
      <w:r>
        <w:t>692.0291</w:t>
      </w:r>
      <w:r>
        <w:tab/>
        <w:t>1.013e0</w:t>
      </w:r>
    </w:p>
    <w:p w:rsidR="007B6A46" w:rsidRDefault="007B6A46" w:rsidP="007B6A46">
      <w:r>
        <w:t>692.0782</w:t>
      </w:r>
      <w:r>
        <w:tab/>
        <w:t>1.013e0</w:t>
      </w:r>
    </w:p>
    <w:p w:rsidR="007B6A46" w:rsidRDefault="007B6A46" w:rsidP="007B6A46">
      <w:r>
        <w:t>692.0811</w:t>
      </w:r>
      <w:r>
        <w:tab/>
        <w:t>1.013e0</w:t>
      </w:r>
    </w:p>
    <w:p w:rsidR="007B6A46" w:rsidRDefault="007B6A46" w:rsidP="007B6A46">
      <w:r>
        <w:t>692.0934</w:t>
      </w:r>
      <w:r>
        <w:tab/>
        <w:t>2.025e0</w:t>
      </w:r>
    </w:p>
    <w:p w:rsidR="007B6A46" w:rsidRDefault="007B6A46" w:rsidP="007B6A46">
      <w:r>
        <w:t>692.1680</w:t>
      </w:r>
      <w:r>
        <w:tab/>
        <w:t>1.013e0</w:t>
      </w:r>
    </w:p>
    <w:p w:rsidR="007B6A46" w:rsidRDefault="007B6A46" w:rsidP="007B6A46">
      <w:r>
        <w:t>692.1855</w:t>
      </w:r>
      <w:r>
        <w:tab/>
        <w:t>1.013e0</w:t>
      </w:r>
    </w:p>
    <w:p w:rsidR="007B6A46" w:rsidRDefault="007B6A46" w:rsidP="007B6A46">
      <w:r>
        <w:t>692.3387</w:t>
      </w:r>
      <w:r>
        <w:tab/>
        <w:t>3.038e0</w:t>
      </w:r>
    </w:p>
    <w:p w:rsidR="007B6A46" w:rsidRDefault="007B6A46" w:rsidP="007B6A46">
      <w:r>
        <w:t>692.3566</w:t>
      </w:r>
      <w:r>
        <w:tab/>
        <w:t>3.038e0</w:t>
      </w:r>
    </w:p>
    <w:p w:rsidR="007B6A46" w:rsidRDefault="007B6A46" w:rsidP="007B6A46">
      <w:r>
        <w:t>692.3834</w:t>
      </w:r>
      <w:r>
        <w:tab/>
        <w:t>5.063e0</w:t>
      </w:r>
    </w:p>
    <w:p w:rsidR="007B6A46" w:rsidRDefault="007B6A46" w:rsidP="007B6A46">
      <w:r>
        <w:t>692.3864</w:t>
      </w:r>
      <w:r>
        <w:tab/>
        <w:t>6.161e0</w:t>
      </w:r>
    </w:p>
    <w:p w:rsidR="007B6A46" w:rsidRDefault="007B6A46" w:rsidP="007B6A46">
      <w:r>
        <w:t>692.3992</w:t>
      </w:r>
      <w:r>
        <w:tab/>
        <w:t>3.225e0</w:t>
      </w:r>
    </w:p>
    <w:p w:rsidR="007B6A46" w:rsidRDefault="007B6A46" w:rsidP="007B6A46">
      <w:r>
        <w:t>692.4125</w:t>
      </w:r>
      <w:r>
        <w:tab/>
        <w:t>2.025e0</w:t>
      </w:r>
    </w:p>
    <w:p w:rsidR="007B6A46" w:rsidRDefault="007B6A46" w:rsidP="007B6A46">
      <w:r>
        <w:t>692.4899</w:t>
      </w:r>
      <w:r>
        <w:tab/>
        <w:t>1.013e0</w:t>
      </w:r>
    </w:p>
    <w:p w:rsidR="007B6A46" w:rsidRDefault="007B6A46" w:rsidP="007B6A46">
      <w:r>
        <w:t>692.4948</w:t>
      </w:r>
      <w:r>
        <w:tab/>
        <w:t>1.013e0</w:t>
      </w:r>
    </w:p>
    <w:p w:rsidR="007B6A46" w:rsidRDefault="007B6A46" w:rsidP="007B6A46">
      <w:r>
        <w:t>692.5135</w:t>
      </w:r>
      <w:r>
        <w:tab/>
        <w:t>1.013e0</w:t>
      </w:r>
    </w:p>
    <w:p w:rsidR="007B6A46" w:rsidRDefault="007B6A46" w:rsidP="007B6A46">
      <w:r>
        <w:t>692.5477</w:t>
      </w:r>
      <w:r>
        <w:tab/>
        <w:t>1.013e0</w:t>
      </w:r>
    </w:p>
    <w:p w:rsidR="007B6A46" w:rsidRDefault="007B6A46" w:rsidP="007B6A46">
      <w:r>
        <w:lastRenderedPageBreak/>
        <w:t>692.5723</w:t>
      </w:r>
      <w:r>
        <w:tab/>
        <w:t>1.013e0</w:t>
      </w:r>
    </w:p>
    <w:p w:rsidR="007B6A46" w:rsidRDefault="007B6A46" w:rsidP="007B6A46">
      <w:r>
        <w:t>692.6429</w:t>
      </w:r>
      <w:r>
        <w:tab/>
        <w:t>1.013e0</w:t>
      </w:r>
    </w:p>
    <w:p w:rsidR="007B6A46" w:rsidRDefault="007B6A46" w:rsidP="007B6A46">
      <w:r>
        <w:t>692.7018</w:t>
      </w:r>
      <w:r>
        <w:tab/>
        <w:t>1.013e0</w:t>
      </w:r>
    </w:p>
    <w:p w:rsidR="007B6A46" w:rsidRDefault="007B6A46" w:rsidP="007B6A46">
      <w:r>
        <w:t>692.7080</w:t>
      </w:r>
      <w:r>
        <w:tab/>
        <w:t>2.025e0</w:t>
      </w:r>
    </w:p>
    <w:p w:rsidR="007B6A46" w:rsidRDefault="007B6A46" w:rsidP="007B6A46">
      <w:r>
        <w:t>692.7379</w:t>
      </w:r>
      <w:r>
        <w:tab/>
        <w:t>2.025e0</w:t>
      </w:r>
    </w:p>
    <w:p w:rsidR="007B6A46" w:rsidRDefault="007B6A46" w:rsidP="007B6A46">
      <w:r>
        <w:t>692.8052</w:t>
      </w:r>
      <w:r>
        <w:tab/>
        <w:t>1.013e0</w:t>
      </w:r>
    </w:p>
    <w:p w:rsidR="007B6A46" w:rsidRDefault="007B6A46" w:rsidP="007B6A46">
      <w:r>
        <w:t>692.8740</w:t>
      </w:r>
      <w:r>
        <w:tab/>
        <w:t>1.013e0</w:t>
      </w:r>
    </w:p>
    <w:p w:rsidR="007B6A46" w:rsidRDefault="007B6A46" w:rsidP="007B6A46">
      <w:r>
        <w:t>692.8751</w:t>
      </w:r>
      <w:r>
        <w:tab/>
        <w:t>1.013e0</w:t>
      </w:r>
    </w:p>
    <w:p w:rsidR="007B6A46" w:rsidRDefault="007B6A46" w:rsidP="007B6A46">
      <w:r>
        <w:t>692.9176</w:t>
      </w:r>
      <w:r>
        <w:tab/>
        <w:t>3.038e0</w:t>
      </w:r>
    </w:p>
    <w:p w:rsidR="007B6A46" w:rsidRDefault="007B6A46" w:rsidP="007B6A46">
      <w:r>
        <w:t>693.0078</w:t>
      </w:r>
      <w:r>
        <w:tab/>
        <w:t>1.013e0</w:t>
      </w:r>
    </w:p>
    <w:p w:rsidR="007B6A46" w:rsidRDefault="007B6A46" w:rsidP="007B6A46">
      <w:r>
        <w:t>693.0302</w:t>
      </w:r>
      <w:r>
        <w:tab/>
        <w:t>1.013e0</w:t>
      </w:r>
    </w:p>
    <w:p w:rsidR="007B6A46" w:rsidRDefault="007B6A46" w:rsidP="007B6A46">
      <w:r>
        <w:t>693.0381</w:t>
      </w:r>
      <w:r>
        <w:tab/>
        <w:t>2.025e0</w:t>
      </w:r>
    </w:p>
    <w:p w:rsidR="007B6A46" w:rsidRDefault="007B6A46" w:rsidP="007B6A46">
      <w:r>
        <w:t>693.1774</w:t>
      </w:r>
      <w:r>
        <w:tab/>
        <w:t>2.025e0</w:t>
      </w:r>
    </w:p>
    <w:p w:rsidR="007B6A46" w:rsidRDefault="007B6A46" w:rsidP="007B6A46">
      <w:r>
        <w:t>693.1844</w:t>
      </w:r>
      <w:r>
        <w:tab/>
        <w:t>1.013e0</w:t>
      </w:r>
    </w:p>
    <w:p w:rsidR="007B6A46" w:rsidRDefault="007B6A46" w:rsidP="007B6A46">
      <w:r>
        <w:t>693.1858</w:t>
      </w:r>
      <w:r>
        <w:tab/>
        <w:t>1.013e0</w:t>
      </w:r>
    </w:p>
    <w:p w:rsidR="007B6A46" w:rsidRDefault="007B6A46" w:rsidP="007B6A46">
      <w:r>
        <w:t>693.2374</w:t>
      </w:r>
      <w:r>
        <w:tab/>
        <w:t>1.013e0</w:t>
      </w:r>
    </w:p>
    <w:p w:rsidR="007B6A46" w:rsidRDefault="007B6A46" w:rsidP="007B6A46">
      <w:r>
        <w:t>693.2786</w:t>
      </w:r>
      <w:r>
        <w:tab/>
        <w:t>1.013e0</w:t>
      </w:r>
    </w:p>
    <w:p w:rsidR="007B6A46" w:rsidRDefault="007B6A46" w:rsidP="007B6A46">
      <w:r>
        <w:t>693.3486</w:t>
      </w:r>
      <w:r>
        <w:tab/>
        <w:t>2.025e0</w:t>
      </w:r>
    </w:p>
    <w:p w:rsidR="007B6A46" w:rsidRDefault="007B6A46" w:rsidP="007B6A46">
      <w:r>
        <w:t>693.3670</w:t>
      </w:r>
      <w:r>
        <w:tab/>
        <w:t>2.025e0</w:t>
      </w:r>
    </w:p>
    <w:p w:rsidR="007B6A46" w:rsidRDefault="007B6A46" w:rsidP="007B6A46">
      <w:r>
        <w:lastRenderedPageBreak/>
        <w:t>693.3725</w:t>
      </w:r>
      <w:r>
        <w:tab/>
        <w:t>1.672e0</w:t>
      </w:r>
    </w:p>
    <w:p w:rsidR="007B6A46" w:rsidRDefault="007B6A46" w:rsidP="007B6A46">
      <w:r>
        <w:t>693.3864</w:t>
      </w:r>
      <w:r>
        <w:tab/>
        <w:t>2.025e0</w:t>
      </w:r>
    </w:p>
    <w:p w:rsidR="007B6A46" w:rsidRDefault="007B6A46" w:rsidP="007B6A46">
      <w:r>
        <w:t>693.4048</w:t>
      </w:r>
      <w:r>
        <w:tab/>
        <w:t>2.125e0</w:t>
      </w:r>
    </w:p>
    <w:p w:rsidR="007B6A46" w:rsidRDefault="007B6A46" w:rsidP="007B6A46">
      <w:r>
        <w:t>693.4521</w:t>
      </w:r>
      <w:r>
        <w:tab/>
        <w:t>2.025e0</w:t>
      </w:r>
    </w:p>
    <w:p w:rsidR="007B6A46" w:rsidRDefault="007B6A46" w:rsidP="007B6A46">
      <w:r>
        <w:t>693.4656</w:t>
      </w:r>
      <w:r>
        <w:tab/>
        <w:t>2.025e0</w:t>
      </w:r>
    </w:p>
    <w:p w:rsidR="007B6A46" w:rsidRDefault="007B6A46" w:rsidP="007B6A46">
      <w:r>
        <w:t>693.4919</w:t>
      </w:r>
      <w:r>
        <w:tab/>
        <w:t>2.025e0</w:t>
      </w:r>
    </w:p>
    <w:p w:rsidR="007B6A46" w:rsidRDefault="007B6A46" w:rsidP="007B6A46">
      <w:r>
        <w:t>693.5086</w:t>
      </w:r>
      <w:r>
        <w:tab/>
        <w:t>3.038e0</w:t>
      </w:r>
    </w:p>
    <w:p w:rsidR="007B6A46" w:rsidRDefault="007B6A46" w:rsidP="007B6A46">
      <w:r>
        <w:t>693.5133</w:t>
      </w:r>
      <w:r>
        <w:tab/>
        <w:t>1.013e0</w:t>
      </w:r>
    </w:p>
    <w:p w:rsidR="007B6A46" w:rsidRDefault="007B6A46" w:rsidP="007B6A46">
      <w:r>
        <w:t>693.5435</w:t>
      </w:r>
      <w:r>
        <w:tab/>
        <w:t>2.025e0</w:t>
      </w:r>
    </w:p>
    <w:p w:rsidR="007B6A46" w:rsidRDefault="007B6A46" w:rsidP="007B6A46">
      <w:r>
        <w:t>693.5810</w:t>
      </w:r>
      <w:r>
        <w:tab/>
        <w:t>1.013e0</w:t>
      </w:r>
    </w:p>
    <w:p w:rsidR="007B6A46" w:rsidRDefault="007B6A46" w:rsidP="007B6A46">
      <w:r>
        <w:t>693.6910</w:t>
      </w:r>
      <w:r>
        <w:tab/>
        <w:t>1.013e0</w:t>
      </w:r>
    </w:p>
    <w:p w:rsidR="007B6A46" w:rsidRDefault="007B6A46" w:rsidP="007B6A46">
      <w:r>
        <w:t>693.7028</w:t>
      </w:r>
      <w:r>
        <w:tab/>
        <w:t>1.013e0</w:t>
      </w:r>
    </w:p>
    <w:p w:rsidR="007B6A46" w:rsidRDefault="007B6A46" w:rsidP="007B6A46">
      <w:r>
        <w:t>693.7971</w:t>
      </w:r>
      <w:r>
        <w:tab/>
        <w:t>2.025e0</w:t>
      </w:r>
    </w:p>
    <w:p w:rsidR="007B6A46" w:rsidRDefault="007B6A46" w:rsidP="007B6A46">
      <w:r>
        <w:t>693.8206</w:t>
      </w:r>
      <w:r>
        <w:tab/>
        <w:t>1.013e0</w:t>
      </w:r>
    </w:p>
    <w:p w:rsidR="007B6A46" w:rsidRDefault="007B6A46" w:rsidP="007B6A46">
      <w:r>
        <w:t>693.9384</w:t>
      </w:r>
      <w:r>
        <w:tab/>
        <w:t>5.063e0</w:t>
      </w:r>
    </w:p>
    <w:p w:rsidR="007B6A46" w:rsidRDefault="007B6A46" w:rsidP="007B6A46">
      <w:r>
        <w:t>694.0081</w:t>
      </w:r>
      <w:r>
        <w:tab/>
        <w:t>1.013e0</w:t>
      </w:r>
    </w:p>
    <w:p w:rsidR="007B6A46" w:rsidRDefault="007B6A46" w:rsidP="007B6A46">
      <w:r>
        <w:t>694.0480</w:t>
      </w:r>
      <w:r>
        <w:tab/>
        <w:t>3.038e0</w:t>
      </w:r>
    </w:p>
    <w:p w:rsidR="007B6A46" w:rsidRDefault="007B6A46" w:rsidP="007B6A46">
      <w:r>
        <w:t>694.1083</w:t>
      </w:r>
      <w:r>
        <w:tab/>
        <w:t>2.025e0</w:t>
      </w:r>
    </w:p>
    <w:p w:rsidR="007B6A46" w:rsidRDefault="007B6A46" w:rsidP="007B6A46">
      <w:r>
        <w:t>694.1674</w:t>
      </w:r>
      <w:r>
        <w:tab/>
        <w:t>1.013e0</w:t>
      </w:r>
    </w:p>
    <w:p w:rsidR="007B6A46" w:rsidRDefault="007B6A46" w:rsidP="007B6A46">
      <w:r>
        <w:lastRenderedPageBreak/>
        <w:t>694.2031</w:t>
      </w:r>
      <w:r>
        <w:tab/>
        <w:t>1.013e0</w:t>
      </w:r>
    </w:p>
    <w:p w:rsidR="007B6A46" w:rsidRDefault="007B6A46" w:rsidP="007B6A46">
      <w:r>
        <w:t>694.3165</w:t>
      </w:r>
      <w:r>
        <w:tab/>
        <w:t>3.038e0</w:t>
      </w:r>
    </w:p>
    <w:p w:rsidR="007B6A46" w:rsidRDefault="007B6A46" w:rsidP="007B6A46">
      <w:r>
        <w:t>694.3480</w:t>
      </w:r>
      <w:r>
        <w:tab/>
        <w:t>2.022e0</w:t>
      </w:r>
    </w:p>
    <w:p w:rsidR="007B6A46" w:rsidRDefault="007B6A46" w:rsidP="007B6A46">
      <w:r>
        <w:t>694.3742</w:t>
      </w:r>
      <w:r>
        <w:tab/>
        <w:t>1.013e0</w:t>
      </w:r>
    </w:p>
    <w:p w:rsidR="007B6A46" w:rsidRDefault="007B6A46" w:rsidP="007B6A46">
      <w:r>
        <w:t>694.3801</w:t>
      </w:r>
      <w:r>
        <w:tab/>
        <w:t>2.684e0</w:t>
      </w:r>
    </w:p>
    <w:p w:rsidR="007B6A46" w:rsidRDefault="007B6A46" w:rsidP="007B6A46">
      <w:r>
        <w:t>694.3973</w:t>
      </w:r>
      <w:r>
        <w:tab/>
        <w:t>1.013e0</w:t>
      </w:r>
    </w:p>
    <w:p w:rsidR="007B6A46" w:rsidRDefault="007B6A46" w:rsidP="007B6A46">
      <w:r>
        <w:t>694.4025</w:t>
      </w:r>
      <w:r>
        <w:tab/>
        <w:t>1.304e0</w:t>
      </w:r>
    </w:p>
    <w:p w:rsidR="007B6A46" w:rsidRDefault="007B6A46" w:rsidP="007B6A46">
      <w:r>
        <w:t>694.4986</w:t>
      </w:r>
      <w:r>
        <w:tab/>
        <w:t>3.038e0</w:t>
      </w:r>
    </w:p>
    <w:p w:rsidR="007B6A46" w:rsidRDefault="007B6A46" w:rsidP="007B6A46">
      <w:r>
        <w:t>694.5045</w:t>
      </w:r>
      <w:r>
        <w:tab/>
        <w:t>1.013e0</w:t>
      </w:r>
    </w:p>
    <w:p w:rsidR="007B6A46" w:rsidRDefault="007B6A46" w:rsidP="007B6A46">
      <w:r>
        <w:t>694.5157</w:t>
      </w:r>
      <w:r>
        <w:tab/>
        <w:t>8.101e0</w:t>
      </w:r>
    </w:p>
    <w:p w:rsidR="007B6A46" w:rsidRDefault="007B6A46" w:rsidP="007B6A46">
      <w:r>
        <w:t>694.5210</w:t>
      </w:r>
      <w:r>
        <w:tab/>
        <w:t>2.025e0</w:t>
      </w:r>
    </w:p>
    <w:p w:rsidR="007B6A46" w:rsidRDefault="007B6A46" w:rsidP="007B6A46">
      <w:r>
        <w:t>694.5359</w:t>
      </w:r>
      <w:r>
        <w:tab/>
        <w:t>6.076e0</w:t>
      </w:r>
    </w:p>
    <w:p w:rsidR="007B6A46" w:rsidRDefault="007B6A46" w:rsidP="007B6A46">
      <w:r>
        <w:t>694.5978</w:t>
      </w:r>
      <w:r>
        <w:tab/>
        <w:t>2.025e0</w:t>
      </w:r>
    </w:p>
    <w:p w:rsidR="007B6A46" w:rsidRDefault="007B6A46" w:rsidP="007B6A46">
      <w:r>
        <w:t>694.6579</w:t>
      </w:r>
      <w:r>
        <w:tab/>
        <w:t>1.013e0</w:t>
      </w:r>
    </w:p>
    <w:p w:rsidR="007B6A46" w:rsidRDefault="007B6A46" w:rsidP="007B6A46">
      <w:r>
        <w:t>694.6848</w:t>
      </w:r>
      <w:r>
        <w:tab/>
        <w:t>1.013e0</w:t>
      </w:r>
    </w:p>
    <w:p w:rsidR="007B6A46" w:rsidRDefault="007B6A46" w:rsidP="007B6A46">
      <w:r>
        <w:t>694.7246</w:t>
      </w:r>
      <w:r>
        <w:tab/>
        <w:t>2.025e0</w:t>
      </w:r>
    </w:p>
    <w:p w:rsidR="007B6A46" w:rsidRDefault="007B6A46" w:rsidP="007B6A46">
      <w:r>
        <w:t>694.7537</w:t>
      </w:r>
      <w:r>
        <w:tab/>
        <w:t>1.013e0</w:t>
      </w:r>
    </w:p>
    <w:p w:rsidR="007B6A46" w:rsidRDefault="007B6A46" w:rsidP="007B6A46">
      <w:r>
        <w:t>694.7548</w:t>
      </w:r>
      <w:r>
        <w:tab/>
        <w:t>1.013e0</w:t>
      </w:r>
    </w:p>
    <w:p w:rsidR="007B6A46" w:rsidRDefault="007B6A46" w:rsidP="007B6A46">
      <w:r>
        <w:t>694.8051</w:t>
      </w:r>
      <w:r>
        <w:tab/>
        <w:t>1.013e0</w:t>
      </w:r>
    </w:p>
    <w:p w:rsidR="007B6A46" w:rsidRDefault="007B6A46" w:rsidP="007B6A46">
      <w:r>
        <w:lastRenderedPageBreak/>
        <w:t>694.8233</w:t>
      </w:r>
      <w:r>
        <w:tab/>
        <w:t>2.025e0</w:t>
      </w:r>
    </w:p>
    <w:p w:rsidR="007B6A46" w:rsidRDefault="007B6A46" w:rsidP="007B6A46">
      <w:r>
        <w:t>694.8397</w:t>
      </w:r>
      <w:r>
        <w:tab/>
        <w:t>1.013e0</w:t>
      </w:r>
    </w:p>
    <w:p w:rsidR="007B6A46" w:rsidRDefault="007B6A46" w:rsidP="007B6A46">
      <w:r>
        <w:t>694.8927</w:t>
      </w:r>
      <w:r>
        <w:tab/>
        <w:t>3.038e0</w:t>
      </w:r>
    </w:p>
    <w:p w:rsidR="007B6A46" w:rsidRDefault="007B6A46" w:rsidP="007B6A46">
      <w:r>
        <w:t>694.9488</w:t>
      </w:r>
      <w:r>
        <w:tab/>
        <w:t>2.025e0</w:t>
      </w:r>
    </w:p>
    <w:p w:rsidR="007B6A46" w:rsidRDefault="007B6A46" w:rsidP="007B6A46">
      <w:r>
        <w:t>694.9530</w:t>
      </w:r>
      <w:r>
        <w:tab/>
        <w:t>1.013e0</w:t>
      </w:r>
    </w:p>
    <w:p w:rsidR="007B6A46" w:rsidRDefault="007B6A46" w:rsidP="007B6A46">
      <w:r>
        <w:t>694.9637</w:t>
      </w:r>
      <w:r>
        <w:tab/>
        <w:t>1.013e0</w:t>
      </w:r>
    </w:p>
    <w:p w:rsidR="007B6A46" w:rsidRDefault="007B6A46" w:rsidP="007B6A46">
      <w:r>
        <w:t>695.0464</w:t>
      </w:r>
      <w:r>
        <w:tab/>
        <w:t>1.013e0</w:t>
      </w:r>
    </w:p>
    <w:p w:rsidR="007B6A46" w:rsidRDefault="007B6A46" w:rsidP="007B6A46">
      <w:r>
        <w:t>695.0649</w:t>
      </w:r>
      <w:r>
        <w:tab/>
        <w:t>1.013e0</w:t>
      </w:r>
    </w:p>
    <w:p w:rsidR="007B6A46" w:rsidRDefault="007B6A46" w:rsidP="007B6A46">
      <w:r>
        <w:t>695.0822</w:t>
      </w:r>
      <w:r>
        <w:tab/>
        <w:t>1.013e0</w:t>
      </w:r>
    </w:p>
    <w:p w:rsidR="007B6A46" w:rsidRDefault="007B6A46" w:rsidP="007B6A46">
      <w:r>
        <w:t>695.1685</w:t>
      </w:r>
      <w:r>
        <w:tab/>
        <w:t>1.013e0</w:t>
      </w:r>
    </w:p>
    <w:p w:rsidR="007B6A46" w:rsidRDefault="007B6A46" w:rsidP="007B6A46">
      <w:r>
        <w:t>695.2029</w:t>
      </w:r>
      <w:r>
        <w:tab/>
        <w:t>1.013e0</w:t>
      </w:r>
    </w:p>
    <w:p w:rsidR="007B6A46" w:rsidRDefault="007B6A46" w:rsidP="007B6A46">
      <w:r>
        <w:t>695.2535</w:t>
      </w:r>
      <w:r>
        <w:tab/>
        <w:t>2.025e0</w:t>
      </w:r>
    </w:p>
    <w:p w:rsidR="007B6A46" w:rsidRDefault="007B6A46" w:rsidP="007B6A46">
      <w:r>
        <w:t>695.3190</w:t>
      </w:r>
      <w:r>
        <w:tab/>
        <w:t>1.013e0</w:t>
      </w:r>
    </w:p>
    <w:p w:rsidR="007B6A46" w:rsidRDefault="007B6A46" w:rsidP="007B6A46">
      <w:r>
        <w:t>695.3238</w:t>
      </w:r>
      <w:r>
        <w:tab/>
        <w:t>2.025e0</w:t>
      </w:r>
    </w:p>
    <w:p w:rsidR="007B6A46" w:rsidRDefault="007B6A46" w:rsidP="007B6A46">
      <w:r>
        <w:t>695.3663</w:t>
      </w:r>
      <w:r>
        <w:tab/>
        <w:t>1.937e0</w:t>
      </w:r>
    </w:p>
    <w:p w:rsidR="007B6A46" w:rsidRDefault="007B6A46" w:rsidP="007B6A46">
      <w:r>
        <w:t>695.3888</w:t>
      </w:r>
      <w:r>
        <w:tab/>
        <w:t>2.025e0</w:t>
      </w:r>
    </w:p>
    <w:p w:rsidR="007B6A46" w:rsidRDefault="007B6A46" w:rsidP="007B6A46">
      <w:r>
        <w:t>695.4216</w:t>
      </w:r>
      <w:r>
        <w:tab/>
        <w:t>2.861e0</w:t>
      </w:r>
    </w:p>
    <w:p w:rsidR="007B6A46" w:rsidRDefault="007B6A46" w:rsidP="007B6A46">
      <w:r>
        <w:t>695.5198</w:t>
      </w:r>
      <w:r>
        <w:tab/>
        <w:t>1.013e0</w:t>
      </w:r>
    </w:p>
    <w:p w:rsidR="007B6A46" w:rsidRDefault="007B6A46" w:rsidP="007B6A46">
      <w:r>
        <w:t>695.5305</w:t>
      </w:r>
      <w:r>
        <w:tab/>
        <w:t>1.013e0</w:t>
      </w:r>
    </w:p>
    <w:p w:rsidR="007B6A46" w:rsidRDefault="007B6A46" w:rsidP="007B6A46">
      <w:r>
        <w:lastRenderedPageBreak/>
        <w:t>695.5424</w:t>
      </w:r>
      <w:r>
        <w:tab/>
        <w:t>1.013e0</w:t>
      </w:r>
    </w:p>
    <w:p w:rsidR="007B6A46" w:rsidRDefault="007B6A46" w:rsidP="007B6A46">
      <w:r>
        <w:t>695.5574</w:t>
      </w:r>
      <w:r>
        <w:tab/>
        <w:t>4.051e0</w:t>
      </w:r>
    </w:p>
    <w:p w:rsidR="007B6A46" w:rsidRDefault="007B6A46" w:rsidP="007B6A46">
      <w:r>
        <w:t>695.5822</w:t>
      </w:r>
      <w:r>
        <w:tab/>
        <w:t>1.013e0</w:t>
      </w:r>
    </w:p>
    <w:p w:rsidR="007B6A46" w:rsidRDefault="007B6A46" w:rsidP="007B6A46">
      <w:r>
        <w:t>695.7089</w:t>
      </w:r>
      <w:r>
        <w:tab/>
        <w:t>1.013e0</w:t>
      </w:r>
    </w:p>
    <w:p w:rsidR="007B6A46" w:rsidRDefault="007B6A46" w:rsidP="007B6A46">
      <w:r>
        <w:t>695.7542</w:t>
      </w:r>
      <w:r>
        <w:tab/>
        <w:t>1.013e0</w:t>
      </w:r>
    </w:p>
    <w:p w:rsidR="007B6A46" w:rsidRDefault="007B6A46" w:rsidP="007B6A46">
      <w:r>
        <w:t>695.8093</w:t>
      </w:r>
      <w:r>
        <w:tab/>
        <w:t>2.025e0</w:t>
      </w:r>
    </w:p>
    <w:p w:rsidR="007B6A46" w:rsidRDefault="007B6A46" w:rsidP="007B6A46">
      <w:r>
        <w:t>695.8458</w:t>
      </w:r>
      <w:r>
        <w:tab/>
        <w:t>2.025e0</w:t>
      </w:r>
    </w:p>
    <w:p w:rsidR="007B6A46" w:rsidRDefault="007B6A46" w:rsidP="007B6A46">
      <w:r>
        <w:t>696.0087</w:t>
      </w:r>
      <w:r>
        <w:tab/>
        <w:t>2.025e0</w:t>
      </w:r>
    </w:p>
    <w:p w:rsidR="007B6A46" w:rsidRDefault="007B6A46" w:rsidP="007B6A46">
      <w:r>
        <w:t>696.0151</w:t>
      </w:r>
      <w:r>
        <w:tab/>
        <w:t>1.013e0</w:t>
      </w:r>
    </w:p>
    <w:p w:rsidR="007B6A46" w:rsidRDefault="007B6A46" w:rsidP="007B6A46">
      <w:r>
        <w:t>696.0162</w:t>
      </w:r>
      <w:r>
        <w:tab/>
        <w:t>1.013e0</w:t>
      </w:r>
    </w:p>
    <w:p w:rsidR="007B6A46" w:rsidRDefault="007B6A46" w:rsidP="007B6A46">
      <w:r>
        <w:t>696.0871</w:t>
      </w:r>
      <w:r>
        <w:tab/>
        <w:t>1.013e0</w:t>
      </w:r>
    </w:p>
    <w:p w:rsidR="007B6A46" w:rsidRDefault="007B6A46" w:rsidP="007B6A46">
      <w:r>
        <w:t>696.2042</w:t>
      </w:r>
      <w:r>
        <w:tab/>
        <w:t>1.013e0</w:t>
      </w:r>
    </w:p>
    <w:p w:rsidR="007B6A46" w:rsidRDefault="007B6A46" w:rsidP="007B6A46">
      <w:r>
        <w:t>696.2198</w:t>
      </w:r>
      <w:r>
        <w:tab/>
        <w:t>1.013e0</w:t>
      </w:r>
    </w:p>
    <w:p w:rsidR="007B6A46" w:rsidRDefault="007B6A46" w:rsidP="007B6A46">
      <w:r>
        <w:t>696.2283</w:t>
      </w:r>
      <w:r>
        <w:tab/>
        <w:t>2.025e0</w:t>
      </w:r>
    </w:p>
    <w:p w:rsidR="007B6A46" w:rsidRDefault="007B6A46" w:rsidP="007B6A46">
      <w:r>
        <w:t>696.2397</w:t>
      </w:r>
      <w:r>
        <w:tab/>
        <w:t>1.013e0</w:t>
      </w:r>
    </w:p>
    <w:p w:rsidR="007B6A46" w:rsidRDefault="007B6A46" w:rsidP="007B6A46">
      <w:r>
        <w:t>696.3058</w:t>
      </w:r>
      <w:r>
        <w:tab/>
        <w:t>1.013e0</w:t>
      </w:r>
    </w:p>
    <w:p w:rsidR="007B6A46" w:rsidRDefault="007B6A46" w:rsidP="007B6A46">
      <w:r>
        <w:t>696.3392</w:t>
      </w:r>
      <w:r>
        <w:tab/>
        <w:t>2.025e0</w:t>
      </w:r>
    </w:p>
    <w:p w:rsidR="007B6A46" w:rsidRDefault="007B6A46" w:rsidP="007B6A46">
      <w:r>
        <w:t>696.3633</w:t>
      </w:r>
      <w:r>
        <w:tab/>
        <w:t>2.025e0</w:t>
      </w:r>
    </w:p>
    <w:p w:rsidR="007B6A46" w:rsidRDefault="007B6A46" w:rsidP="007B6A46">
      <w:r>
        <w:t>696.4064</w:t>
      </w:r>
      <w:r>
        <w:tab/>
        <w:t>1.452e0</w:t>
      </w:r>
    </w:p>
    <w:p w:rsidR="007B6A46" w:rsidRDefault="007B6A46" w:rsidP="007B6A46">
      <w:r>
        <w:lastRenderedPageBreak/>
        <w:t>696.4449</w:t>
      </w:r>
      <w:r>
        <w:tab/>
        <w:t>3.472e0</w:t>
      </w:r>
    </w:p>
    <w:p w:rsidR="007B6A46" w:rsidRDefault="007B6A46" w:rsidP="007B6A46">
      <w:r>
        <w:t>696.4470</w:t>
      </w:r>
      <w:r>
        <w:tab/>
        <w:t>2.583e0</w:t>
      </w:r>
    </w:p>
    <w:p w:rsidR="007B6A46" w:rsidRDefault="007B6A46" w:rsidP="007B6A46">
      <w:r>
        <w:t>696.4552</w:t>
      </w:r>
      <w:r>
        <w:tab/>
        <w:t>4.909e0</w:t>
      </w:r>
    </w:p>
    <w:p w:rsidR="007B6A46" w:rsidRDefault="007B6A46" w:rsidP="007B6A46">
      <w:r>
        <w:t>696.4585</w:t>
      </w:r>
      <w:r>
        <w:tab/>
        <w:t>2.931e0</w:t>
      </w:r>
    </w:p>
    <w:p w:rsidR="007B6A46" w:rsidRDefault="007B6A46" w:rsidP="007B6A46">
      <w:r>
        <w:t>696.4873</w:t>
      </w:r>
      <w:r>
        <w:tab/>
        <w:t>4.051e0</w:t>
      </w:r>
    </w:p>
    <w:p w:rsidR="007B6A46" w:rsidRDefault="007B6A46" w:rsidP="007B6A46">
      <w:r>
        <w:t>696.5262</w:t>
      </w:r>
      <w:r>
        <w:tab/>
        <w:t>3.038e0</w:t>
      </w:r>
    </w:p>
    <w:p w:rsidR="007B6A46" w:rsidRDefault="007B6A46" w:rsidP="007B6A46">
      <w:r>
        <w:t>696.5483</w:t>
      </w:r>
      <w:r>
        <w:tab/>
        <w:t>1.013e0</w:t>
      </w:r>
    </w:p>
    <w:p w:rsidR="007B6A46" w:rsidRDefault="007B6A46" w:rsidP="007B6A46">
      <w:r>
        <w:t>696.6837</w:t>
      </w:r>
      <w:r>
        <w:tab/>
        <w:t>1.013e0</w:t>
      </w:r>
    </w:p>
    <w:p w:rsidR="007B6A46" w:rsidRDefault="007B6A46" w:rsidP="007B6A46">
      <w:r>
        <w:t>696.7021</w:t>
      </w:r>
      <w:r>
        <w:tab/>
        <w:t>1.013e0</w:t>
      </w:r>
    </w:p>
    <w:p w:rsidR="007B6A46" w:rsidRDefault="007B6A46" w:rsidP="007B6A46">
      <w:r>
        <w:t>696.7667</w:t>
      </w:r>
      <w:r>
        <w:tab/>
        <w:t>3.038e0</w:t>
      </w:r>
    </w:p>
    <w:p w:rsidR="007B6A46" w:rsidRDefault="007B6A46" w:rsidP="007B6A46">
      <w:r>
        <w:t>696.7709</w:t>
      </w:r>
      <w:r>
        <w:tab/>
        <w:t>1.013e0</w:t>
      </w:r>
    </w:p>
    <w:p w:rsidR="007B6A46" w:rsidRDefault="007B6A46" w:rsidP="007B6A46">
      <w:r>
        <w:t>696.7720</w:t>
      </w:r>
      <w:r>
        <w:tab/>
        <w:t>1.013e0</w:t>
      </w:r>
    </w:p>
    <w:p w:rsidR="007B6A46" w:rsidRDefault="007B6A46" w:rsidP="007B6A46">
      <w:r>
        <w:t>696.8667</w:t>
      </w:r>
      <w:r>
        <w:tab/>
        <w:t>1.013e0</w:t>
      </w:r>
    </w:p>
    <w:p w:rsidR="007B6A46" w:rsidRDefault="007B6A46" w:rsidP="007B6A46">
      <w:r>
        <w:t>696.9270</w:t>
      </w:r>
      <w:r>
        <w:tab/>
        <w:t>1.013e0</w:t>
      </w:r>
    </w:p>
    <w:p w:rsidR="007B6A46" w:rsidRDefault="007B6A46" w:rsidP="007B6A46">
      <w:r>
        <w:t>696.9448</w:t>
      </w:r>
      <w:r>
        <w:tab/>
        <w:t>2.025e0</w:t>
      </w:r>
    </w:p>
    <w:p w:rsidR="007B6A46" w:rsidRDefault="007B6A46" w:rsidP="007B6A46">
      <w:r>
        <w:t>696.9594</w:t>
      </w:r>
      <w:r>
        <w:tab/>
        <w:t>1.013e0</w:t>
      </w:r>
    </w:p>
    <w:p w:rsidR="007B6A46" w:rsidRDefault="007B6A46" w:rsidP="007B6A46">
      <w:r>
        <w:t>696.9780</w:t>
      </w:r>
      <w:r>
        <w:tab/>
        <w:t>1.013e0</w:t>
      </w:r>
    </w:p>
    <w:p w:rsidR="007B6A46" w:rsidRDefault="007B6A46" w:rsidP="007B6A46">
      <w:r>
        <w:t>697.0335</w:t>
      </w:r>
      <w:r>
        <w:tab/>
        <w:t>2.025e0</w:t>
      </w:r>
    </w:p>
    <w:p w:rsidR="007B6A46" w:rsidRDefault="007B6A46" w:rsidP="007B6A46">
      <w:r>
        <w:t>697.1993</w:t>
      </w:r>
      <w:r>
        <w:tab/>
        <w:t>1.013e0</w:t>
      </w:r>
    </w:p>
    <w:p w:rsidR="007B6A46" w:rsidRDefault="007B6A46" w:rsidP="007B6A46">
      <w:r>
        <w:lastRenderedPageBreak/>
        <w:t>697.2940</w:t>
      </w:r>
      <w:r>
        <w:tab/>
        <w:t>1.013e0</w:t>
      </w:r>
    </w:p>
    <w:p w:rsidR="007B6A46" w:rsidRDefault="007B6A46" w:rsidP="007B6A46">
      <w:r>
        <w:t>697.3350</w:t>
      </w:r>
      <w:r>
        <w:tab/>
        <w:t>3.027e0</w:t>
      </w:r>
    </w:p>
    <w:p w:rsidR="007B6A46" w:rsidRDefault="007B6A46" w:rsidP="007B6A46">
      <w:r>
        <w:t>697.4775</w:t>
      </w:r>
      <w:r>
        <w:tab/>
        <w:t>1.013e0</w:t>
      </w:r>
    </w:p>
    <w:p w:rsidR="007B6A46" w:rsidRDefault="007B6A46" w:rsidP="007B6A46">
      <w:r>
        <w:t>697.4819</w:t>
      </w:r>
      <w:r>
        <w:tab/>
        <w:t>1.814e0</w:t>
      </w:r>
    </w:p>
    <w:p w:rsidR="007B6A46" w:rsidRDefault="007B6A46" w:rsidP="007B6A46">
      <w:r>
        <w:t>697.5179</w:t>
      </w:r>
      <w:r>
        <w:tab/>
        <w:t>1.013e0</w:t>
      </w:r>
    </w:p>
    <w:p w:rsidR="007B6A46" w:rsidRDefault="007B6A46" w:rsidP="007B6A46">
      <w:r>
        <w:t>697.5634</w:t>
      </w:r>
      <w:r>
        <w:tab/>
        <w:t>1.013e0</w:t>
      </w:r>
    </w:p>
    <w:p w:rsidR="007B6A46" w:rsidRDefault="007B6A46" w:rsidP="007B6A46">
      <w:r>
        <w:t>697.5771</w:t>
      </w:r>
      <w:r>
        <w:tab/>
        <w:t>3.038e0</w:t>
      </w:r>
    </w:p>
    <w:p w:rsidR="007B6A46" w:rsidRDefault="007B6A46" w:rsidP="007B6A46">
      <w:r>
        <w:t>697.6020</w:t>
      </w:r>
      <w:r>
        <w:tab/>
        <w:t>1.013e0</w:t>
      </w:r>
    </w:p>
    <w:p w:rsidR="007B6A46" w:rsidRDefault="007B6A46" w:rsidP="007B6A46">
      <w:r>
        <w:t>697.6052</w:t>
      </w:r>
      <w:r>
        <w:tab/>
        <w:t>2.025e0</w:t>
      </w:r>
    </w:p>
    <w:p w:rsidR="007B6A46" w:rsidRDefault="007B6A46" w:rsidP="007B6A46">
      <w:r>
        <w:t>697.6154</w:t>
      </w:r>
      <w:r>
        <w:tab/>
        <w:t>1.013e0</w:t>
      </w:r>
    </w:p>
    <w:p w:rsidR="007B6A46" w:rsidRDefault="007B6A46" w:rsidP="007B6A46">
      <w:r>
        <w:t>697.6670</w:t>
      </w:r>
      <w:r>
        <w:tab/>
        <w:t>1.013e0</w:t>
      </w:r>
    </w:p>
    <w:p w:rsidR="007B6A46" w:rsidRDefault="007B6A46" w:rsidP="007B6A46">
      <w:r>
        <w:t>697.6849</w:t>
      </w:r>
      <w:r>
        <w:tab/>
        <w:t>1.013e0</w:t>
      </w:r>
    </w:p>
    <w:p w:rsidR="007B6A46" w:rsidRDefault="007B6A46" w:rsidP="007B6A46">
      <w:r>
        <w:t>697.7361</w:t>
      </w:r>
      <w:r>
        <w:tab/>
        <w:t>1.013e0</w:t>
      </w:r>
    </w:p>
    <w:p w:rsidR="007B6A46" w:rsidRDefault="007B6A46" w:rsidP="007B6A46">
      <w:r>
        <w:t>697.9047</w:t>
      </w:r>
      <w:r>
        <w:tab/>
        <w:t>3.038e0</w:t>
      </w:r>
    </w:p>
    <w:p w:rsidR="007B6A46" w:rsidRDefault="007B6A46" w:rsidP="007B6A46">
      <w:r>
        <w:t>697.9089</w:t>
      </w:r>
      <w:r>
        <w:tab/>
        <w:t>1.013e0</w:t>
      </w:r>
    </w:p>
    <w:p w:rsidR="007B6A46" w:rsidRDefault="007B6A46" w:rsidP="007B6A46">
      <w:r>
        <w:t>698.0167</w:t>
      </w:r>
      <w:r>
        <w:tab/>
        <w:t>1.013e0</w:t>
      </w:r>
    </w:p>
    <w:p w:rsidR="007B6A46" w:rsidRDefault="007B6A46" w:rsidP="007B6A46">
      <w:r>
        <w:t>698.0632</w:t>
      </w:r>
      <w:r>
        <w:tab/>
        <w:t>1.013e0</w:t>
      </w:r>
    </w:p>
    <w:p w:rsidR="007B6A46" w:rsidRDefault="007B6A46" w:rsidP="007B6A46">
      <w:r>
        <w:t>698.0698</w:t>
      </w:r>
      <w:r>
        <w:tab/>
        <w:t>2.025e0</w:t>
      </w:r>
    </w:p>
    <w:p w:rsidR="007B6A46" w:rsidRDefault="007B6A46" w:rsidP="007B6A46">
      <w:r>
        <w:t>698.0760</w:t>
      </w:r>
      <w:r>
        <w:tab/>
        <w:t>1.013e0</w:t>
      </w:r>
    </w:p>
    <w:p w:rsidR="007B6A46" w:rsidRDefault="007B6A46" w:rsidP="007B6A46">
      <w:r>
        <w:lastRenderedPageBreak/>
        <w:t>698.0868</w:t>
      </w:r>
      <w:r>
        <w:tab/>
        <w:t>1.013e0</w:t>
      </w:r>
    </w:p>
    <w:p w:rsidR="007B6A46" w:rsidRDefault="007B6A46" w:rsidP="007B6A46">
      <w:r>
        <w:t>698.1990</w:t>
      </w:r>
      <w:r>
        <w:tab/>
        <w:t>3.038e0</w:t>
      </w:r>
    </w:p>
    <w:p w:rsidR="007B6A46" w:rsidRDefault="007B6A46" w:rsidP="007B6A46">
      <w:r>
        <w:t>698.2302</w:t>
      </w:r>
      <w:r>
        <w:tab/>
        <w:t>1.013e0</w:t>
      </w:r>
    </w:p>
    <w:p w:rsidR="007B6A46" w:rsidRDefault="007B6A46" w:rsidP="007B6A46">
      <w:r>
        <w:t>698.3002</w:t>
      </w:r>
      <w:r>
        <w:tab/>
        <w:t>2.025e0</w:t>
      </w:r>
    </w:p>
    <w:p w:rsidR="007B6A46" w:rsidRDefault="007B6A46" w:rsidP="007B6A46">
      <w:r>
        <w:t>698.3090</w:t>
      </w:r>
      <w:r>
        <w:tab/>
        <w:t>2.025e0</w:t>
      </w:r>
    </w:p>
    <w:p w:rsidR="007B6A46" w:rsidRDefault="007B6A46" w:rsidP="007B6A46">
      <w:r>
        <w:t>698.3120</w:t>
      </w:r>
      <w:r>
        <w:tab/>
        <w:t>1.013e0</w:t>
      </w:r>
    </w:p>
    <w:p w:rsidR="007B6A46" w:rsidRDefault="007B6A46" w:rsidP="007B6A46">
      <w:r>
        <w:t>698.3132</w:t>
      </w:r>
      <w:r>
        <w:tab/>
        <w:t>1.013e0</w:t>
      </w:r>
    </w:p>
    <w:p w:rsidR="007B6A46" w:rsidRDefault="007B6A46" w:rsidP="007B6A46">
      <w:r>
        <w:t>698.4425</w:t>
      </w:r>
      <w:r>
        <w:tab/>
        <w:t>1.770e0</w:t>
      </w:r>
    </w:p>
    <w:p w:rsidR="007B6A46" w:rsidRDefault="007B6A46" w:rsidP="007B6A46">
      <w:r>
        <w:t>698.4879</w:t>
      </w:r>
      <w:r>
        <w:tab/>
        <w:t>2.991e0</w:t>
      </w:r>
    </w:p>
    <w:p w:rsidR="007B6A46" w:rsidRDefault="007B6A46" w:rsidP="007B6A46">
      <w:r>
        <w:t>698.5148</w:t>
      </w:r>
      <w:r>
        <w:tab/>
        <w:t>1.013e0</w:t>
      </w:r>
    </w:p>
    <w:p w:rsidR="007B6A46" w:rsidRDefault="007B6A46" w:rsidP="007B6A46">
      <w:r>
        <w:t>698.5972</w:t>
      </w:r>
      <w:r>
        <w:tab/>
        <w:t>1.013e0</w:t>
      </w:r>
    </w:p>
    <w:p w:rsidR="007B6A46" w:rsidRDefault="007B6A46" w:rsidP="007B6A46">
      <w:r>
        <w:t>698.6086</w:t>
      </w:r>
      <w:r>
        <w:tab/>
        <w:t>1.013e0</w:t>
      </w:r>
    </w:p>
    <w:p w:rsidR="007B6A46" w:rsidRDefault="007B6A46" w:rsidP="007B6A46">
      <w:r>
        <w:t>698.6453</w:t>
      </w:r>
      <w:r>
        <w:tab/>
        <w:t>1.013e0</w:t>
      </w:r>
    </w:p>
    <w:p w:rsidR="007B6A46" w:rsidRDefault="007B6A46" w:rsidP="007B6A46">
      <w:r>
        <w:t>698.7178</w:t>
      </w:r>
      <w:r>
        <w:tab/>
        <w:t>1.013e0</w:t>
      </w:r>
    </w:p>
    <w:p w:rsidR="007B6A46" w:rsidRDefault="007B6A46" w:rsidP="007B6A46">
      <w:r>
        <w:t>698.7639</w:t>
      </w:r>
      <w:r>
        <w:tab/>
        <w:t>1.013e0</w:t>
      </w:r>
    </w:p>
    <w:p w:rsidR="007B6A46" w:rsidRDefault="007B6A46" w:rsidP="007B6A46">
      <w:r>
        <w:t>698.8102</w:t>
      </w:r>
      <w:r>
        <w:tab/>
        <w:t>1.013e0</w:t>
      </w:r>
    </w:p>
    <w:p w:rsidR="007B6A46" w:rsidRDefault="007B6A46" w:rsidP="007B6A46">
      <w:r>
        <w:t>698.8351</w:t>
      </w:r>
      <w:r>
        <w:tab/>
        <w:t>1.013e0</w:t>
      </w:r>
    </w:p>
    <w:p w:rsidR="007B6A46" w:rsidRDefault="007B6A46" w:rsidP="007B6A46">
      <w:r>
        <w:t>698.8696</w:t>
      </w:r>
      <w:r>
        <w:tab/>
        <w:t>1.013e0</w:t>
      </w:r>
    </w:p>
    <w:p w:rsidR="007B6A46" w:rsidRDefault="007B6A46" w:rsidP="007B6A46">
      <w:r>
        <w:t>699.0120</w:t>
      </w:r>
      <w:r>
        <w:tab/>
        <w:t>2.025e0</w:t>
      </w:r>
    </w:p>
    <w:p w:rsidR="007B6A46" w:rsidRDefault="007B6A46" w:rsidP="007B6A46">
      <w:r>
        <w:lastRenderedPageBreak/>
        <w:t>699.0369</w:t>
      </w:r>
      <w:r>
        <w:tab/>
        <w:t>1.013e0</w:t>
      </w:r>
    </w:p>
    <w:p w:rsidR="007B6A46" w:rsidRDefault="007B6A46" w:rsidP="007B6A46">
      <w:r>
        <w:t>699.0595</w:t>
      </w:r>
      <w:r>
        <w:tab/>
        <w:t>1.013e0</w:t>
      </w:r>
    </w:p>
    <w:p w:rsidR="007B6A46" w:rsidRDefault="007B6A46" w:rsidP="007B6A46">
      <w:r>
        <w:t>699.1998</w:t>
      </w:r>
      <w:r>
        <w:tab/>
        <w:t>1.013e0</w:t>
      </w:r>
    </w:p>
    <w:p w:rsidR="007B6A46" w:rsidRDefault="007B6A46" w:rsidP="007B6A46">
      <w:r>
        <w:t>699.2862</w:t>
      </w:r>
      <w:r>
        <w:tab/>
        <w:t>2.025e0</w:t>
      </w:r>
    </w:p>
    <w:p w:rsidR="007B6A46" w:rsidRDefault="007B6A46" w:rsidP="007B6A46">
      <w:r>
        <w:t>699.3326</w:t>
      </w:r>
      <w:r>
        <w:tab/>
        <w:t>1.013e0</w:t>
      </w:r>
    </w:p>
    <w:p w:rsidR="007B6A46" w:rsidRDefault="007B6A46" w:rsidP="007B6A46">
      <w:r>
        <w:t>699.3563</w:t>
      </w:r>
      <w:r>
        <w:tab/>
        <w:t>1.013e0</w:t>
      </w:r>
    </w:p>
    <w:p w:rsidR="007B6A46" w:rsidRDefault="007B6A46" w:rsidP="007B6A46">
      <w:r>
        <w:t>699.4540</w:t>
      </w:r>
      <w:r>
        <w:tab/>
        <w:t>1.834e0</w:t>
      </w:r>
    </w:p>
    <w:p w:rsidR="007B6A46" w:rsidRDefault="007B6A46" w:rsidP="007B6A46">
      <w:r>
        <w:t>699.4661</w:t>
      </w:r>
      <w:r>
        <w:tab/>
        <w:t>1.848e0</w:t>
      </w:r>
    </w:p>
    <w:p w:rsidR="007B6A46" w:rsidRDefault="007B6A46" w:rsidP="007B6A46">
      <w:r>
        <w:t>699.4773</w:t>
      </w:r>
      <w:r>
        <w:tab/>
        <w:t>1.804e0</w:t>
      </w:r>
    </w:p>
    <w:p w:rsidR="007B6A46" w:rsidRDefault="007B6A46" w:rsidP="007B6A46">
      <w:r>
        <w:t>699.5961</w:t>
      </w:r>
      <w:r>
        <w:tab/>
        <w:t>1.013e0</w:t>
      </w:r>
    </w:p>
    <w:p w:rsidR="007B6A46" w:rsidRDefault="007B6A46" w:rsidP="007B6A46">
      <w:r>
        <w:t>699.6357</w:t>
      </w:r>
      <w:r>
        <w:tab/>
        <w:t>2.025e0</w:t>
      </w:r>
    </w:p>
    <w:p w:rsidR="007B6A46" w:rsidRDefault="007B6A46" w:rsidP="007B6A46">
      <w:r>
        <w:t>699.6467</w:t>
      </w:r>
      <w:r>
        <w:tab/>
        <w:t>2.025e0</w:t>
      </w:r>
    </w:p>
    <w:p w:rsidR="007B6A46" w:rsidRDefault="007B6A46" w:rsidP="007B6A46">
      <w:r>
        <w:t>699.7138</w:t>
      </w:r>
      <w:r>
        <w:tab/>
        <w:t>1.013e0</w:t>
      </w:r>
    </w:p>
    <w:p w:rsidR="007B6A46" w:rsidRDefault="007B6A46" w:rsidP="007B6A46">
      <w:r>
        <w:t>699.7325</w:t>
      </w:r>
      <w:r>
        <w:tab/>
        <w:t>1.013e0</w:t>
      </w:r>
    </w:p>
    <w:p w:rsidR="007B6A46" w:rsidRDefault="007B6A46" w:rsidP="007B6A46">
      <w:r>
        <w:t>699.7502</w:t>
      </w:r>
      <w:r>
        <w:tab/>
        <w:t>3.038e0</w:t>
      </w:r>
    </w:p>
    <w:p w:rsidR="007B6A46" w:rsidRDefault="007B6A46" w:rsidP="007B6A46">
      <w:r>
        <w:t>699.7853</w:t>
      </w:r>
      <w:r>
        <w:tab/>
        <w:t>1.013e0</w:t>
      </w:r>
    </w:p>
    <w:p w:rsidR="007B6A46" w:rsidRDefault="007B6A46" w:rsidP="007B6A46">
      <w:r>
        <w:t>699.8196</w:t>
      </w:r>
      <w:r>
        <w:tab/>
        <w:t>1.013e0</w:t>
      </w:r>
    </w:p>
    <w:p w:rsidR="007B6A46" w:rsidRDefault="007B6A46" w:rsidP="007B6A46">
      <w:r>
        <w:t>699.9220</w:t>
      </w:r>
      <w:r>
        <w:tab/>
        <w:t>1.013e0</w:t>
      </w:r>
    </w:p>
    <w:p w:rsidR="007B6A46" w:rsidRDefault="007B6A46" w:rsidP="007B6A46">
      <w:r>
        <w:t>699.9576</w:t>
      </w:r>
      <w:r>
        <w:tab/>
        <w:t>1.013e0</w:t>
      </w:r>
    </w:p>
    <w:p w:rsidR="007B6A46" w:rsidRDefault="007B6A46" w:rsidP="007B6A46">
      <w:r>
        <w:lastRenderedPageBreak/>
        <w:t>699.9922</w:t>
      </w:r>
      <w:r>
        <w:tab/>
        <w:t>1.013e0</w:t>
      </w:r>
    </w:p>
    <w:p w:rsidR="007B6A46" w:rsidRDefault="007B6A46" w:rsidP="007B6A46">
      <w:r>
        <w:t>700.0267</w:t>
      </w:r>
      <w:r>
        <w:tab/>
        <w:t>1.013e0</w:t>
      </w:r>
    </w:p>
    <w:p w:rsidR="007B6A46" w:rsidRDefault="007B6A46" w:rsidP="007B6A46">
      <w:r>
        <w:t>700.0436</w:t>
      </w:r>
      <w:r>
        <w:tab/>
        <w:t>1.013e0</w:t>
      </w:r>
    </w:p>
    <w:p w:rsidR="007B6A46" w:rsidRDefault="007B6A46" w:rsidP="007B6A46">
      <w:r>
        <w:t>700.0454</w:t>
      </w:r>
      <w:r>
        <w:tab/>
        <w:t>1.013e0</w:t>
      </w:r>
    </w:p>
    <w:p w:rsidR="007B6A46" w:rsidRDefault="007B6A46" w:rsidP="007B6A46">
      <w:r>
        <w:t>700.0770</w:t>
      </w:r>
      <w:r>
        <w:tab/>
        <w:t>1.013e0</w:t>
      </w:r>
    </w:p>
    <w:p w:rsidR="007B6A46" w:rsidRDefault="007B6A46" w:rsidP="007B6A46">
      <w:r>
        <w:t>700.1125</w:t>
      </w:r>
      <w:r>
        <w:tab/>
        <w:t>1.013e0</w:t>
      </w:r>
    </w:p>
    <w:p w:rsidR="007B6A46" w:rsidRDefault="007B6A46" w:rsidP="007B6A46">
      <w:r>
        <w:t>700.1975</w:t>
      </w:r>
      <w:r>
        <w:tab/>
        <w:t>1.013e0</w:t>
      </w:r>
    </w:p>
    <w:p w:rsidR="007B6A46" w:rsidRDefault="007B6A46" w:rsidP="007B6A46">
      <w:r>
        <w:t>700.2238</w:t>
      </w:r>
      <w:r>
        <w:tab/>
        <w:t>1.013e0</w:t>
      </w:r>
    </w:p>
    <w:p w:rsidR="007B6A46" w:rsidRDefault="007B6A46" w:rsidP="007B6A46">
      <w:r>
        <w:t>700.2330</w:t>
      </w:r>
      <w:r>
        <w:tab/>
        <w:t>1.013e0</w:t>
      </w:r>
    </w:p>
    <w:p w:rsidR="007B6A46" w:rsidRDefault="007B6A46" w:rsidP="007B6A46">
      <w:r>
        <w:t>700.3312</w:t>
      </w:r>
      <w:r>
        <w:tab/>
        <w:t>1.584e0</w:t>
      </w:r>
    </w:p>
    <w:p w:rsidR="007B6A46" w:rsidRDefault="007B6A46" w:rsidP="007B6A46">
      <w:r>
        <w:t>700.3873</w:t>
      </w:r>
      <w:r>
        <w:tab/>
        <w:t>4.661e0</w:t>
      </w:r>
    </w:p>
    <w:p w:rsidR="007B6A46" w:rsidRDefault="007B6A46" w:rsidP="007B6A46">
      <w:r>
        <w:t>700.4377</w:t>
      </w:r>
      <w:r>
        <w:tab/>
        <w:t>1.013e0</w:t>
      </w:r>
    </w:p>
    <w:p w:rsidR="007B6A46" w:rsidRDefault="007B6A46" w:rsidP="007B6A46">
      <w:r>
        <w:t>700.4854</w:t>
      </w:r>
      <w:r>
        <w:tab/>
        <w:t>1.013e0</w:t>
      </w:r>
    </w:p>
    <w:p w:rsidR="007B6A46" w:rsidRDefault="007B6A46" w:rsidP="007B6A46">
      <w:r>
        <w:t>700.4902</w:t>
      </w:r>
      <w:r>
        <w:tab/>
        <w:t>2.025e0</w:t>
      </w:r>
    </w:p>
    <w:p w:rsidR="007B6A46" w:rsidRDefault="007B6A46" w:rsidP="007B6A46">
      <w:r>
        <w:t>700.4913</w:t>
      </w:r>
      <w:r>
        <w:tab/>
        <w:t>2.025e0</w:t>
      </w:r>
    </w:p>
    <w:p w:rsidR="007B6A46" w:rsidRDefault="007B6A46" w:rsidP="007B6A46">
      <w:r>
        <w:t>700.5774</w:t>
      </w:r>
      <w:r>
        <w:tab/>
        <w:t>1.013e0</w:t>
      </w:r>
    </w:p>
    <w:p w:rsidR="007B6A46" w:rsidRDefault="007B6A46" w:rsidP="007B6A46">
      <w:r>
        <w:t>700.5986</w:t>
      </w:r>
      <w:r>
        <w:tab/>
        <w:t>2.025e0</w:t>
      </w:r>
    </w:p>
    <w:p w:rsidR="007B6A46" w:rsidRDefault="007B6A46" w:rsidP="007B6A46">
      <w:r>
        <w:t>700.6757</w:t>
      </w:r>
      <w:r>
        <w:tab/>
        <w:t>1.013e0</w:t>
      </w:r>
    </w:p>
    <w:p w:rsidR="007B6A46" w:rsidRDefault="007B6A46" w:rsidP="007B6A46">
      <w:r>
        <w:t>700.6859</w:t>
      </w:r>
      <w:r>
        <w:tab/>
        <w:t>2.025e0</w:t>
      </w:r>
    </w:p>
    <w:p w:rsidR="007B6A46" w:rsidRDefault="007B6A46" w:rsidP="007B6A46">
      <w:r>
        <w:lastRenderedPageBreak/>
        <w:t>700.6995</w:t>
      </w:r>
      <w:r>
        <w:tab/>
        <w:t>2.025e0</w:t>
      </w:r>
    </w:p>
    <w:p w:rsidR="007B6A46" w:rsidRDefault="007B6A46" w:rsidP="007B6A46">
      <w:r>
        <w:t>700.7719</w:t>
      </w:r>
      <w:r>
        <w:tab/>
        <w:t>1.013e0</w:t>
      </w:r>
    </w:p>
    <w:p w:rsidR="007B6A46" w:rsidRDefault="007B6A46" w:rsidP="007B6A46">
      <w:r>
        <w:t>700.8076</w:t>
      </w:r>
      <w:r>
        <w:tab/>
        <w:t>1.013e0</w:t>
      </w:r>
    </w:p>
    <w:p w:rsidR="007B6A46" w:rsidRDefault="007B6A46" w:rsidP="007B6A46">
      <w:r>
        <w:t>700.9028</w:t>
      </w:r>
      <w:r>
        <w:tab/>
        <w:t>1.013e0</w:t>
      </w:r>
    </w:p>
    <w:p w:rsidR="007B6A46" w:rsidRDefault="007B6A46" w:rsidP="007B6A46">
      <w:r>
        <w:t>700.9207</w:t>
      </w:r>
      <w:r>
        <w:tab/>
        <w:t>1.013e0</w:t>
      </w:r>
    </w:p>
    <w:p w:rsidR="007B6A46" w:rsidRDefault="007B6A46" w:rsidP="007B6A46">
      <w:r>
        <w:t>700.9725</w:t>
      </w:r>
      <w:r>
        <w:tab/>
        <w:t>1.013e0</w:t>
      </w:r>
    </w:p>
    <w:p w:rsidR="007B6A46" w:rsidRDefault="007B6A46" w:rsidP="007B6A46">
      <w:r>
        <w:t>701.3999</w:t>
      </w:r>
      <w:r>
        <w:tab/>
        <w:t>3.993e0</w:t>
      </w:r>
    </w:p>
    <w:p w:rsidR="007B6A46" w:rsidRDefault="007B6A46" w:rsidP="007B6A46">
      <w:r>
        <w:t>701.4266</w:t>
      </w:r>
      <w:r>
        <w:tab/>
        <w:t>1.190e0</w:t>
      </w:r>
    </w:p>
    <w:p w:rsidR="007B6A46" w:rsidRDefault="007B6A46" w:rsidP="007B6A46">
      <w:r>
        <w:t>701.4458</w:t>
      </w:r>
      <w:r>
        <w:tab/>
        <w:t>2.025e0</w:t>
      </w:r>
    </w:p>
    <w:p w:rsidR="007B6A46" w:rsidRDefault="007B6A46" w:rsidP="007B6A46">
      <w:r>
        <w:t>701.4556</w:t>
      </w:r>
      <w:r>
        <w:tab/>
        <w:t>1.013e0</w:t>
      </w:r>
    </w:p>
    <w:p w:rsidR="007B6A46" w:rsidRDefault="007B6A46" w:rsidP="007B6A46">
      <w:r>
        <w:t>701.5235</w:t>
      </w:r>
      <w:r>
        <w:tab/>
        <w:t>3.038e0</w:t>
      </w:r>
    </w:p>
    <w:p w:rsidR="007B6A46" w:rsidRDefault="007B6A46" w:rsidP="007B6A46">
      <w:r>
        <w:t>701.5247</w:t>
      </w:r>
      <w:r>
        <w:tab/>
        <w:t>3.038e0</w:t>
      </w:r>
    </w:p>
    <w:p w:rsidR="007B6A46" w:rsidRDefault="007B6A46" w:rsidP="007B6A46">
      <w:r>
        <w:t>701.5279</w:t>
      </w:r>
      <w:r>
        <w:tab/>
        <w:t>2.025e0</w:t>
      </w:r>
    </w:p>
    <w:p w:rsidR="007B6A46" w:rsidRDefault="007B6A46" w:rsidP="007B6A46">
      <w:r>
        <w:t>701.6105</w:t>
      </w:r>
      <w:r>
        <w:tab/>
        <w:t>1.013e0</w:t>
      </w:r>
    </w:p>
    <w:p w:rsidR="007B6A46" w:rsidRDefault="007B6A46" w:rsidP="007B6A46">
      <w:r>
        <w:t>701.6161</w:t>
      </w:r>
      <w:r>
        <w:tab/>
        <w:t>1.013e0</w:t>
      </w:r>
    </w:p>
    <w:p w:rsidR="007B6A46" w:rsidRDefault="007B6A46" w:rsidP="007B6A46">
      <w:r>
        <w:t>701.6637</w:t>
      </w:r>
      <w:r>
        <w:tab/>
        <w:t>1.013e0</w:t>
      </w:r>
    </w:p>
    <w:p w:rsidR="007B6A46" w:rsidRDefault="007B6A46" w:rsidP="007B6A46">
      <w:r>
        <w:t>701.6816</w:t>
      </w:r>
      <w:r>
        <w:tab/>
        <w:t>2.025e0</w:t>
      </w:r>
    </w:p>
    <w:p w:rsidR="007B6A46" w:rsidRDefault="007B6A46" w:rsidP="007B6A46">
      <w:r>
        <w:t>701.7770</w:t>
      </w:r>
      <w:r>
        <w:tab/>
        <w:t>2.025e0</w:t>
      </w:r>
    </w:p>
    <w:p w:rsidR="007B6A46" w:rsidRDefault="007B6A46" w:rsidP="007B6A46">
      <w:r>
        <w:t>701.7839</w:t>
      </w:r>
      <w:r>
        <w:tab/>
        <w:t>2.025e0</w:t>
      </w:r>
    </w:p>
    <w:p w:rsidR="007B6A46" w:rsidRDefault="007B6A46" w:rsidP="007B6A46">
      <w:r>
        <w:lastRenderedPageBreak/>
        <w:t>701.9865</w:t>
      </w:r>
      <w:r>
        <w:tab/>
        <w:t>2.025e0</w:t>
      </w:r>
    </w:p>
    <w:p w:rsidR="007B6A46" w:rsidRDefault="007B6A46" w:rsidP="007B6A46">
      <w:r>
        <w:t>702.0461</w:t>
      </w:r>
      <w:r>
        <w:tab/>
        <w:t>1.013e0</w:t>
      </w:r>
    </w:p>
    <w:p w:rsidR="007B6A46" w:rsidRDefault="007B6A46" w:rsidP="007B6A46">
      <w:r>
        <w:t>702.0580</w:t>
      </w:r>
      <w:r>
        <w:tab/>
        <w:t>1.013e0</w:t>
      </w:r>
    </w:p>
    <w:p w:rsidR="007B6A46" w:rsidRDefault="007B6A46" w:rsidP="007B6A46">
      <w:r>
        <w:t>702.2124</w:t>
      </w:r>
      <w:r>
        <w:tab/>
        <w:t>2.025e0</w:t>
      </w:r>
    </w:p>
    <w:p w:rsidR="007B6A46" w:rsidRDefault="007B6A46" w:rsidP="007B6A46">
      <w:r>
        <w:t>702.3620</w:t>
      </w:r>
      <w:r>
        <w:tab/>
        <w:t>2.018e0</w:t>
      </w:r>
    </w:p>
    <w:p w:rsidR="007B6A46" w:rsidRDefault="007B6A46" w:rsidP="007B6A46">
      <w:r>
        <w:t>702.3693</w:t>
      </w:r>
      <w:r>
        <w:tab/>
        <w:t>1.891e0</w:t>
      </w:r>
    </w:p>
    <w:p w:rsidR="007B6A46" w:rsidRDefault="007B6A46" w:rsidP="007B6A46">
      <w:r>
        <w:t>702.3815</w:t>
      </w:r>
      <w:r>
        <w:tab/>
        <w:t>3.038e0</w:t>
      </w:r>
    </w:p>
    <w:p w:rsidR="007B6A46" w:rsidRDefault="007B6A46" w:rsidP="007B6A46">
      <w:r>
        <w:t>702.3831</w:t>
      </w:r>
      <w:r>
        <w:tab/>
        <w:t>2.993e0</w:t>
      </w:r>
    </w:p>
    <w:p w:rsidR="007B6A46" w:rsidRDefault="007B6A46" w:rsidP="007B6A46">
      <w:r>
        <w:t>702.4540</w:t>
      </w:r>
      <w:r>
        <w:tab/>
        <w:t>1.013e0</w:t>
      </w:r>
    </w:p>
    <w:p w:rsidR="007B6A46" w:rsidRDefault="007B6A46" w:rsidP="007B6A46">
      <w:r>
        <w:t>702.5063</w:t>
      </w:r>
      <w:r>
        <w:tab/>
        <w:t>3.038e0</w:t>
      </w:r>
    </w:p>
    <w:p w:rsidR="007B6A46" w:rsidRDefault="007B6A46" w:rsidP="007B6A46">
      <w:r>
        <w:t>702.5110</w:t>
      </w:r>
      <w:r>
        <w:tab/>
        <w:t>1.013e0</w:t>
      </w:r>
    </w:p>
    <w:p w:rsidR="007B6A46" w:rsidRDefault="007B6A46" w:rsidP="007B6A46">
      <w:r>
        <w:t>702.5232</w:t>
      </w:r>
      <w:r>
        <w:tab/>
        <w:t>5.063e0</w:t>
      </w:r>
    </w:p>
    <w:p w:rsidR="007B6A46" w:rsidRDefault="007B6A46" w:rsidP="007B6A46">
      <w:r>
        <w:t>702.5338</w:t>
      </w:r>
      <w:r>
        <w:tab/>
        <w:t>1.013e0</w:t>
      </w:r>
    </w:p>
    <w:p w:rsidR="007B6A46" w:rsidRDefault="007B6A46" w:rsidP="007B6A46">
      <w:r>
        <w:t>702.5700</w:t>
      </w:r>
      <w:r>
        <w:tab/>
        <w:t>2.025e0</w:t>
      </w:r>
    </w:p>
    <w:p w:rsidR="007B6A46" w:rsidRDefault="007B6A46" w:rsidP="007B6A46">
      <w:r>
        <w:t>702.6508</w:t>
      </w:r>
      <w:r>
        <w:tab/>
        <w:t>2.025e0</w:t>
      </w:r>
    </w:p>
    <w:p w:rsidR="007B6A46" w:rsidRDefault="007B6A46" w:rsidP="007B6A46">
      <w:r>
        <w:t>702.7452</w:t>
      </w:r>
      <w:r>
        <w:tab/>
        <w:t>1.013e0</w:t>
      </w:r>
    </w:p>
    <w:p w:rsidR="007B6A46" w:rsidRDefault="007B6A46" w:rsidP="007B6A46">
      <w:r>
        <w:t>702.8201</w:t>
      </w:r>
      <w:r>
        <w:tab/>
        <w:t>1.013e0</w:t>
      </w:r>
    </w:p>
    <w:p w:rsidR="007B6A46" w:rsidRDefault="007B6A46" w:rsidP="007B6A46">
      <w:r>
        <w:t>702.8320</w:t>
      </w:r>
      <w:r>
        <w:tab/>
        <w:t>1.013e0</w:t>
      </w:r>
    </w:p>
    <w:p w:rsidR="007B6A46" w:rsidRDefault="007B6A46" w:rsidP="007B6A46">
      <w:r>
        <w:t>702.8331</w:t>
      </w:r>
      <w:r>
        <w:tab/>
        <w:t>1.013e0</w:t>
      </w:r>
    </w:p>
    <w:p w:rsidR="007B6A46" w:rsidRDefault="007B6A46" w:rsidP="007B6A46">
      <w:r>
        <w:lastRenderedPageBreak/>
        <w:t>702.8570</w:t>
      </w:r>
      <w:r>
        <w:tab/>
        <w:t>1.013e0</w:t>
      </w:r>
    </w:p>
    <w:p w:rsidR="007B6A46" w:rsidRDefault="007B6A46" w:rsidP="007B6A46">
      <w:r>
        <w:t>702.9167</w:t>
      </w:r>
      <w:r>
        <w:tab/>
        <w:t>1.013e0</w:t>
      </w:r>
    </w:p>
    <w:p w:rsidR="007B6A46" w:rsidRDefault="007B6A46" w:rsidP="007B6A46">
      <w:r>
        <w:t>702.9275</w:t>
      </w:r>
      <w:r>
        <w:tab/>
        <w:t>1.013e0</w:t>
      </w:r>
    </w:p>
    <w:p w:rsidR="007B6A46" w:rsidRDefault="007B6A46" w:rsidP="007B6A46">
      <w:r>
        <w:t>702.9286</w:t>
      </w:r>
      <w:r>
        <w:tab/>
        <w:t>1.013e0</w:t>
      </w:r>
    </w:p>
    <w:p w:rsidR="007B6A46" w:rsidRDefault="007B6A46" w:rsidP="007B6A46">
      <w:r>
        <w:t>702.9763</w:t>
      </w:r>
      <w:r>
        <w:tab/>
        <w:t>1.013e0</w:t>
      </w:r>
    </w:p>
    <w:p w:rsidR="007B6A46" w:rsidRDefault="007B6A46" w:rsidP="007B6A46">
      <w:r>
        <w:t>702.9863</w:t>
      </w:r>
      <w:r>
        <w:tab/>
        <w:t>1.013e0</w:t>
      </w:r>
    </w:p>
    <w:p w:rsidR="007B6A46" w:rsidRDefault="007B6A46" w:rsidP="007B6A46">
      <w:r>
        <w:t>703.0560</w:t>
      </w:r>
      <w:r>
        <w:tab/>
        <w:t>1.013e0</w:t>
      </w:r>
    </w:p>
    <w:p w:rsidR="007B6A46" w:rsidRDefault="007B6A46" w:rsidP="007B6A46">
      <w:r>
        <w:t>703.0583</w:t>
      </w:r>
      <w:r>
        <w:tab/>
        <w:t>2.025e0</w:t>
      </w:r>
    </w:p>
    <w:p w:rsidR="007B6A46" w:rsidRDefault="007B6A46" w:rsidP="007B6A46">
      <w:r>
        <w:t>703.1315</w:t>
      </w:r>
      <w:r>
        <w:tab/>
        <w:t>1.013e0</w:t>
      </w:r>
    </w:p>
    <w:p w:rsidR="007B6A46" w:rsidRDefault="007B6A46" w:rsidP="007B6A46">
      <w:r>
        <w:t>703.2389</w:t>
      </w:r>
      <w:r>
        <w:tab/>
        <w:t>1.013e0</w:t>
      </w:r>
    </w:p>
    <w:p w:rsidR="007B6A46" w:rsidRDefault="007B6A46" w:rsidP="007B6A46">
      <w:r>
        <w:t>703.2617</w:t>
      </w:r>
      <w:r>
        <w:tab/>
        <w:t>1.013e0</w:t>
      </w:r>
    </w:p>
    <w:p w:rsidR="007B6A46" w:rsidRDefault="007B6A46" w:rsidP="007B6A46">
      <w:r>
        <w:t>703.2845</w:t>
      </w:r>
      <w:r>
        <w:tab/>
        <w:t>2.025e0</w:t>
      </w:r>
    </w:p>
    <w:p w:rsidR="007B6A46" w:rsidRDefault="007B6A46" w:rsidP="007B6A46">
      <w:r>
        <w:t>703.3256</w:t>
      </w:r>
      <w:r>
        <w:tab/>
        <w:t>2.025e0</w:t>
      </w:r>
    </w:p>
    <w:p w:rsidR="007B6A46" w:rsidRDefault="007B6A46" w:rsidP="007B6A46">
      <w:r>
        <w:t>703.3693</w:t>
      </w:r>
      <w:r>
        <w:tab/>
        <w:t>2.317e0</w:t>
      </w:r>
    </w:p>
    <w:p w:rsidR="007B6A46" w:rsidRDefault="007B6A46" w:rsidP="007B6A46">
      <w:r>
        <w:t>703.3854</w:t>
      </w:r>
      <w:r>
        <w:tab/>
        <w:t>1.316e1</w:t>
      </w:r>
    </w:p>
    <w:p w:rsidR="007B6A46" w:rsidRDefault="007B6A46" w:rsidP="007B6A46">
      <w:r>
        <w:t>703.3943</w:t>
      </w:r>
      <w:r>
        <w:tab/>
        <w:t>7.089e0</w:t>
      </w:r>
    </w:p>
    <w:p w:rsidR="007B6A46" w:rsidRDefault="007B6A46" w:rsidP="007B6A46">
      <w:r>
        <w:t>703.3957</w:t>
      </w:r>
      <w:r>
        <w:tab/>
        <w:t>6.076e0</w:t>
      </w:r>
    </w:p>
    <w:p w:rsidR="007B6A46" w:rsidRDefault="007B6A46" w:rsidP="007B6A46">
      <w:r>
        <w:t>703.4092</w:t>
      </w:r>
      <w:r>
        <w:tab/>
        <w:t>7.074e0</w:t>
      </w:r>
    </w:p>
    <w:p w:rsidR="007B6A46" w:rsidRDefault="007B6A46" w:rsidP="007B6A46">
      <w:r>
        <w:t>703.4722</w:t>
      </w:r>
      <w:r>
        <w:tab/>
        <w:t>2.025e0</w:t>
      </w:r>
    </w:p>
    <w:p w:rsidR="007B6A46" w:rsidRDefault="007B6A46" w:rsidP="007B6A46">
      <w:r>
        <w:lastRenderedPageBreak/>
        <w:t>703.4862</w:t>
      </w:r>
      <w:r>
        <w:tab/>
        <w:t>1.013e0</w:t>
      </w:r>
    </w:p>
    <w:p w:rsidR="007B6A46" w:rsidRDefault="007B6A46" w:rsidP="007B6A46">
      <w:r>
        <w:t>703.5234</w:t>
      </w:r>
      <w:r>
        <w:tab/>
        <w:t>2.025e0</w:t>
      </w:r>
    </w:p>
    <w:p w:rsidR="007B6A46" w:rsidRDefault="007B6A46" w:rsidP="007B6A46">
      <w:r>
        <w:t>703.5378</w:t>
      </w:r>
      <w:r>
        <w:tab/>
        <w:t>1.013e0</w:t>
      </w:r>
    </w:p>
    <w:p w:rsidR="007B6A46" w:rsidRDefault="007B6A46" w:rsidP="007B6A46">
      <w:r>
        <w:t>703.5429</w:t>
      </w:r>
      <w:r>
        <w:tab/>
        <w:t>2.025e0</w:t>
      </w:r>
    </w:p>
    <w:p w:rsidR="007B6A46" w:rsidRDefault="007B6A46" w:rsidP="007B6A46">
      <w:r>
        <w:t>703.5860</w:t>
      </w:r>
      <w:r>
        <w:tab/>
        <w:t>2.025e0</w:t>
      </w:r>
    </w:p>
    <w:p w:rsidR="007B6A46" w:rsidRDefault="007B6A46" w:rsidP="007B6A46">
      <w:r>
        <w:t>703.6557</w:t>
      </w:r>
      <w:r>
        <w:tab/>
        <w:t>2.025e0</w:t>
      </w:r>
    </w:p>
    <w:p w:rsidR="007B6A46" w:rsidRDefault="007B6A46" w:rsidP="007B6A46">
      <w:r>
        <w:t>703.6584</w:t>
      </w:r>
      <w:r>
        <w:tab/>
        <w:t>1.013e0</w:t>
      </w:r>
    </w:p>
    <w:p w:rsidR="007B6A46" w:rsidRDefault="007B6A46" w:rsidP="007B6A46">
      <w:r>
        <w:t>703.7790</w:t>
      </w:r>
      <w:r>
        <w:tab/>
        <w:t>1.013e0</w:t>
      </w:r>
    </w:p>
    <w:p w:rsidR="007B6A46" w:rsidRDefault="007B6A46" w:rsidP="007B6A46">
      <w:r>
        <w:t>703.8121</w:t>
      </w:r>
      <w:r>
        <w:tab/>
        <w:t>1.013e0</w:t>
      </w:r>
    </w:p>
    <w:p w:rsidR="007B6A46" w:rsidRDefault="007B6A46" w:rsidP="007B6A46">
      <w:r>
        <w:t>703.8480</w:t>
      </w:r>
      <w:r>
        <w:tab/>
        <w:t>1.013e0</w:t>
      </w:r>
    </w:p>
    <w:p w:rsidR="007B6A46" w:rsidRDefault="007B6A46" w:rsidP="007B6A46">
      <w:r>
        <w:t>703.8639</w:t>
      </w:r>
      <w:r>
        <w:tab/>
        <w:t>1.013e0</w:t>
      </w:r>
    </w:p>
    <w:p w:rsidR="007B6A46" w:rsidRDefault="007B6A46" w:rsidP="007B6A46">
      <w:r>
        <w:t>703.8984</w:t>
      </w:r>
      <w:r>
        <w:tab/>
        <w:t>1.013e0</w:t>
      </w:r>
    </w:p>
    <w:p w:rsidR="007B6A46" w:rsidRDefault="007B6A46" w:rsidP="007B6A46">
      <w:r>
        <w:t>703.9794</w:t>
      </w:r>
      <w:r>
        <w:tab/>
        <w:t>1.013e0</w:t>
      </w:r>
    </w:p>
    <w:p w:rsidR="007B6A46" w:rsidRDefault="007B6A46" w:rsidP="007B6A46">
      <w:r>
        <w:t>704.0027</w:t>
      </w:r>
      <w:r>
        <w:tab/>
        <w:t>1.013e0</w:t>
      </w:r>
    </w:p>
    <w:p w:rsidR="007B6A46" w:rsidRDefault="007B6A46" w:rsidP="007B6A46">
      <w:r>
        <w:t>704.0649</w:t>
      </w:r>
      <w:r>
        <w:tab/>
        <w:t>2.025e0</w:t>
      </w:r>
    </w:p>
    <w:p w:rsidR="007B6A46" w:rsidRDefault="007B6A46" w:rsidP="007B6A46">
      <w:r>
        <w:t>704.0701</w:t>
      </w:r>
      <w:r>
        <w:tab/>
        <w:t>1.013e0</w:t>
      </w:r>
    </w:p>
    <w:p w:rsidR="007B6A46" w:rsidRDefault="007B6A46" w:rsidP="007B6A46">
      <w:r>
        <w:t>704.0750</w:t>
      </w:r>
      <w:r>
        <w:tab/>
        <w:t>1.013e0</w:t>
      </w:r>
    </w:p>
    <w:p w:rsidR="007B6A46" w:rsidRDefault="007B6A46" w:rsidP="007B6A46">
      <w:r>
        <w:t>704.1403</w:t>
      </w:r>
      <w:r>
        <w:tab/>
        <w:t>1.013e0</w:t>
      </w:r>
    </w:p>
    <w:p w:rsidR="007B6A46" w:rsidRDefault="007B6A46" w:rsidP="007B6A46">
      <w:r>
        <w:t>704.2422</w:t>
      </w:r>
      <w:r>
        <w:tab/>
        <w:t>1.013e0</w:t>
      </w:r>
    </w:p>
    <w:p w:rsidR="007B6A46" w:rsidRDefault="007B6A46" w:rsidP="007B6A46">
      <w:r>
        <w:lastRenderedPageBreak/>
        <w:t>704.2514</w:t>
      </w:r>
      <w:r>
        <w:tab/>
        <w:t>2.025e0</w:t>
      </w:r>
    </w:p>
    <w:p w:rsidR="007B6A46" w:rsidRDefault="007B6A46" w:rsidP="007B6A46">
      <w:r>
        <w:t>704.2606</w:t>
      </w:r>
      <w:r>
        <w:tab/>
        <w:t>1.013e0</w:t>
      </w:r>
    </w:p>
    <w:p w:rsidR="007B6A46" w:rsidRDefault="007B6A46" w:rsidP="007B6A46">
      <w:r>
        <w:t>704.3485</w:t>
      </w:r>
      <w:r>
        <w:tab/>
        <w:t>2.025e0</w:t>
      </w:r>
    </w:p>
    <w:p w:rsidR="007B6A46" w:rsidRDefault="007B6A46" w:rsidP="007B6A46">
      <w:r>
        <w:t>704.3862</w:t>
      </w:r>
      <w:r>
        <w:tab/>
        <w:t>3.111e0</w:t>
      </w:r>
    </w:p>
    <w:p w:rsidR="007B6A46" w:rsidRDefault="007B6A46" w:rsidP="007B6A46">
      <w:r>
        <w:t>704.3925</w:t>
      </w:r>
      <w:r>
        <w:tab/>
        <w:t>5.063e0</w:t>
      </w:r>
    </w:p>
    <w:p w:rsidR="007B6A46" w:rsidRDefault="007B6A46" w:rsidP="007B6A46">
      <w:r>
        <w:t>704.3936</w:t>
      </w:r>
      <w:r>
        <w:tab/>
        <w:t>5.063e0</w:t>
      </w:r>
    </w:p>
    <w:p w:rsidR="007B6A46" w:rsidRDefault="007B6A46" w:rsidP="007B6A46">
      <w:r>
        <w:t>704.4102</w:t>
      </w:r>
      <w:r>
        <w:tab/>
        <w:t>2.025e0</w:t>
      </w:r>
    </w:p>
    <w:p w:rsidR="007B6A46" w:rsidRDefault="007B6A46" w:rsidP="007B6A46">
      <w:r>
        <w:t>704.4198</w:t>
      </w:r>
      <w:r>
        <w:tab/>
        <w:t>7.070e0</w:t>
      </w:r>
    </w:p>
    <w:p w:rsidR="007B6A46" w:rsidRDefault="007B6A46" w:rsidP="007B6A46">
      <w:r>
        <w:t>704.4514</w:t>
      </w:r>
      <w:r>
        <w:tab/>
        <w:t>4.051e0</w:t>
      </w:r>
    </w:p>
    <w:p w:rsidR="007B6A46" w:rsidRDefault="007B6A46" w:rsidP="007B6A46">
      <w:r>
        <w:t>704.5013</w:t>
      </w:r>
      <w:r>
        <w:tab/>
        <w:t>2.025e0</w:t>
      </w:r>
    </w:p>
    <w:p w:rsidR="007B6A46" w:rsidRDefault="007B6A46" w:rsidP="007B6A46">
      <w:r>
        <w:t>704.5341</w:t>
      </w:r>
      <w:r>
        <w:tab/>
        <w:t>2.025e0</w:t>
      </w:r>
    </w:p>
    <w:p w:rsidR="007B6A46" w:rsidRDefault="007B6A46" w:rsidP="007B6A46">
      <w:r>
        <w:t>704.5521</w:t>
      </w:r>
      <w:r>
        <w:tab/>
        <w:t>1.013e0</w:t>
      </w:r>
    </w:p>
    <w:p w:rsidR="007B6A46" w:rsidRDefault="007B6A46" w:rsidP="007B6A46">
      <w:r>
        <w:t>704.6218</w:t>
      </w:r>
      <w:r>
        <w:tab/>
        <w:t>1.013e0</w:t>
      </w:r>
    </w:p>
    <w:p w:rsidR="007B6A46" w:rsidRDefault="007B6A46" w:rsidP="007B6A46">
      <w:r>
        <w:t>704.6238</w:t>
      </w:r>
      <w:r>
        <w:tab/>
        <w:t>1.013e0</w:t>
      </w:r>
    </w:p>
    <w:p w:rsidR="007B6A46" w:rsidRDefault="007B6A46" w:rsidP="007B6A46">
      <w:r>
        <w:t>704.6392</w:t>
      </w:r>
      <w:r>
        <w:tab/>
        <w:t>1.013e0</w:t>
      </w:r>
    </w:p>
    <w:p w:rsidR="007B6A46" w:rsidRDefault="007B6A46" w:rsidP="007B6A46">
      <w:r>
        <w:t>704.6907</w:t>
      </w:r>
      <w:r>
        <w:tab/>
        <w:t>1.013e0</w:t>
      </w:r>
    </w:p>
    <w:p w:rsidR="007B6A46" w:rsidRDefault="007B6A46" w:rsidP="007B6A46">
      <w:r>
        <w:t>704.9958</w:t>
      </w:r>
      <w:r>
        <w:tab/>
        <w:t>1.013e0</w:t>
      </w:r>
    </w:p>
    <w:p w:rsidR="007B6A46" w:rsidRDefault="007B6A46" w:rsidP="007B6A46">
      <w:r>
        <w:t>705.1035</w:t>
      </w:r>
      <w:r>
        <w:tab/>
        <w:t>1.013e0</w:t>
      </w:r>
    </w:p>
    <w:p w:rsidR="007B6A46" w:rsidRDefault="007B6A46" w:rsidP="007B6A46">
      <w:r>
        <w:t>705.1693</w:t>
      </w:r>
      <w:r>
        <w:tab/>
        <w:t>2.025e0</w:t>
      </w:r>
    </w:p>
    <w:p w:rsidR="007B6A46" w:rsidRDefault="007B6A46" w:rsidP="007B6A46">
      <w:r>
        <w:lastRenderedPageBreak/>
        <w:t>705.1711</w:t>
      </w:r>
      <w:r>
        <w:tab/>
        <w:t>1.013e0</w:t>
      </w:r>
    </w:p>
    <w:p w:rsidR="007B6A46" w:rsidRDefault="007B6A46" w:rsidP="007B6A46">
      <w:r>
        <w:t>705.1753</w:t>
      </w:r>
      <w:r>
        <w:tab/>
        <w:t>1.013e0</w:t>
      </w:r>
    </w:p>
    <w:p w:rsidR="007B6A46" w:rsidRDefault="007B6A46" w:rsidP="007B6A46">
      <w:r>
        <w:t>705.2585</w:t>
      </w:r>
      <w:r>
        <w:tab/>
        <w:t>1.013e0</w:t>
      </w:r>
    </w:p>
    <w:p w:rsidR="007B6A46" w:rsidRDefault="007B6A46" w:rsidP="007B6A46">
      <w:r>
        <w:t>705.3309</w:t>
      </w:r>
      <w:r>
        <w:tab/>
        <w:t>1.013e0</w:t>
      </w:r>
    </w:p>
    <w:p w:rsidR="007B6A46" w:rsidRDefault="007B6A46" w:rsidP="007B6A46">
      <w:r>
        <w:t>705.3417</w:t>
      </w:r>
      <w:r>
        <w:tab/>
        <w:t>1.013e0</w:t>
      </w:r>
    </w:p>
    <w:p w:rsidR="007B6A46" w:rsidRDefault="007B6A46" w:rsidP="007B6A46">
      <w:r>
        <w:t>705.3670</w:t>
      </w:r>
      <w:r>
        <w:tab/>
        <w:t>4.043e0</w:t>
      </w:r>
    </w:p>
    <w:p w:rsidR="007B6A46" w:rsidRDefault="007B6A46" w:rsidP="007B6A46">
      <w:r>
        <w:t>705.3798</w:t>
      </w:r>
      <w:r>
        <w:tab/>
        <w:t>3.038e0</w:t>
      </w:r>
    </w:p>
    <w:p w:rsidR="007B6A46" w:rsidRDefault="007B6A46" w:rsidP="007B6A46">
      <w:r>
        <w:t>705.4073</w:t>
      </w:r>
      <w:r>
        <w:tab/>
        <w:t>1.564e0</w:t>
      </w:r>
    </w:p>
    <w:p w:rsidR="007B6A46" w:rsidRDefault="007B6A46" w:rsidP="007B6A46">
      <w:r>
        <w:t>705.4221</w:t>
      </w:r>
      <w:r>
        <w:tab/>
        <w:t>3.038e0</w:t>
      </w:r>
    </w:p>
    <w:p w:rsidR="007B6A46" w:rsidRDefault="007B6A46" w:rsidP="007B6A46">
      <w:r>
        <w:t>705.4241</w:t>
      </w:r>
      <w:r>
        <w:tab/>
        <w:t>5.063e0</w:t>
      </w:r>
    </w:p>
    <w:p w:rsidR="007B6A46" w:rsidRDefault="007B6A46" w:rsidP="007B6A46">
      <w:r>
        <w:t>705.4474</w:t>
      </w:r>
      <w:r>
        <w:tab/>
        <w:t>2.025e0</w:t>
      </w:r>
    </w:p>
    <w:p w:rsidR="007B6A46" w:rsidRDefault="007B6A46" w:rsidP="007B6A46">
      <w:r>
        <w:t>705.4686</w:t>
      </w:r>
      <w:r>
        <w:tab/>
        <w:t>2.025e0</w:t>
      </w:r>
    </w:p>
    <w:p w:rsidR="007B6A46" w:rsidRDefault="007B6A46" w:rsidP="007B6A46">
      <w:r>
        <w:t>705.4735</w:t>
      </w:r>
      <w:r>
        <w:tab/>
        <w:t>2.025e0</w:t>
      </w:r>
    </w:p>
    <w:p w:rsidR="007B6A46" w:rsidRDefault="007B6A46" w:rsidP="007B6A46">
      <w:r>
        <w:t>705.5153</w:t>
      </w:r>
      <w:r>
        <w:tab/>
        <w:t>1.013e0</w:t>
      </w:r>
    </w:p>
    <w:p w:rsidR="007B6A46" w:rsidRDefault="007B6A46" w:rsidP="007B6A46">
      <w:r>
        <w:t>705.5326</w:t>
      </w:r>
      <w:r>
        <w:tab/>
        <w:t>1.013e0</w:t>
      </w:r>
    </w:p>
    <w:p w:rsidR="007B6A46" w:rsidRDefault="007B6A46" w:rsidP="007B6A46">
      <w:r>
        <w:t>705.5823</w:t>
      </w:r>
      <w:r>
        <w:tab/>
        <w:t>1.013e0</w:t>
      </w:r>
    </w:p>
    <w:p w:rsidR="007B6A46" w:rsidRDefault="007B6A46" w:rsidP="007B6A46">
      <w:r>
        <w:t>705.6367</w:t>
      </w:r>
      <w:r>
        <w:tab/>
        <w:t>1.013e0</w:t>
      </w:r>
    </w:p>
    <w:p w:rsidR="007B6A46" w:rsidRDefault="007B6A46" w:rsidP="007B6A46">
      <w:r>
        <w:t>705.6531</w:t>
      </w:r>
      <w:r>
        <w:tab/>
        <w:t>1.013e0</w:t>
      </w:r>
    </w:p>
    <w:p w:rsidR="007B6A46" w:rsidRDefault="007B6A46" w:rsidP="007B6A46">
      <w:r>
        <w:t>705.6674</w:t>
      </w:r>
      <w:r>
        <w:tab/>
        <w:t>2.025e0</w:t>
      </w:r>
    </w:p>
    <w:p w:rsidR="007B6A46" w:rsidRDefault="007B6A46" w:rsidP="007B6A46">
      <w:r>
        <w:lastRenderedPageBreak/>
        <w:t>705.6901</w:t>
      </w:r>
      <w:r>
        <w:tab/>
        <w:t>1.013e0</w:t>
      </w:r>
    </w:p>
    <w:p w:rsidR="007B6A46" w:rsidRDefault="007B6A46" w:rsidP="007B6A46">
      <w:r>
        <w:t>705.7571</w:t>
      </w:r>
      <w:r>
        <w:tab/>
        <w:t>1.013e0</w:t>
      </w:r>
    </w:p>
    <w:p w:rsidR="007B6A46" w:rsidRDefault="007B6A46" w:rsidP="007B6A46">
      <w:r>
        <w:t>705.8089</w:t>
      </w:r>
      <w:r>
        <w:tab/>
        <w:t>1.013e0</w:t>
      </w:r>
    </w:p>
    <w:p w:rsidR="007B6A46" w:rsidRDefault="007B6A46" w:rsidP="007B6A46">
      <w:r>
        <w:t>705.8320</w:t>
      </w:r>
      <w:r>
        <w:tab/>
        <w:t>3.038e0</w:t>
      </w:r>
    </w:p>
    <w:p w:rsidR="007B6A46" w:rsidRDefault="007B6A46" w:rsidP="007B6A46">
      <w:r>
        <w:t>705.8774</w:t>
      </w:r>
      <w:r>
        <w:tab/>
        <w:t>1.013e0</w:t>
      </w:r>
    </w:p>
    <w:p w:rsidR="007B6A46" w:rsidRDefault="007B6A46" w:rsidP="007B6A46">
      <w:r>
        <w:t>705.9108</w:t>
      </w:r>
      <w:r>
        <w:tab/>
        <w:t>1.013e0</w:t>
      </w:r>
    </w:p>
    <w:p w:rsidR="007B6A46" w:rsidRDefault="007B6A46" w:rsidP="007B6A46">
      <w:r>
        <w:t>706.0963</w:t>
      </w:r>
      <w:r>
        <w:tab/>
        <w:t>1.013e0</w:t>
      </w:r>
    </w:p>
    <w:p w:rsidR="007B6A46" w:rsidRDefault="007B6A46" w:rsidP="007B6A46">
      <w:r>
        <w:t>706.1872</w:t>
      </w:r>
      <w:r>
        <w:tab/>
        <w:t>1.013e0</w:t>
      </w:r>
    </w:p>
    <w:p w:rsidR="007B6A46" w:rsidRDefault="007B6A46" w:rsidP="007B6A46">
      <w:r>
        <w:t>706.2053</w:t>
      </w:r>
      <w:r>
        <w:tab/>
        <w:t>1.013e0</w:t>
      </w:r>
    </w:p>
    <w:p w:rsidR="007B6A46" w:rsidRDefault="007B6A46" w:rsidP="007B6A46">
      <w:r>
        <w:t>706.2413</w:t>
      </w:r>
      <w:r>
        <w:tab/>
        <w:t>1.013e0</w:t>
      </w:r>
    </w:p>
    <w:p w:rsidR="007B6A46" w:rsidRDefault="007B6A46" w:rsidP="007B6A46">
      <w:r>
        <w:t>706.2761</w:t>
      </w:r>
      <w:r>
        <w:tab/>
        <w:t>1.013e0</w:t>
      </w:r>
    </w:p>
    <w:p w:rsidR="007B6A46" w:rsidRDefault="007B6A46" w:rsidP="007B6A46">
      <w:r>
        <w:t>706.2772</w:t>
      </w:r>
      <w:r>
        <w:tab/>
        <w:t>1.013e0</w:t>
      </w:r>
    </w:p>
    <w:p w:rsidR="007B6A46" w:rsidRDefault="007B6A46" w:rsidP="007B6A46">
      <w:r>
        <w:t>706.3983</w:t>
      </w:r>
      <w:r>
        <w:tab/>
        <w:t>2.127e1</w:t>
      </w:r>
    </w:p>
    <w:p w:rsidR="007B6A46" w:rsidRDefault="007B6A46" w:rsidP="007B6A46">
      <w:r>
        <w:t>706.4028</w:t>
      </w:r>
      <w:r>
        <w:tab/>
        <w:t>1.812e1</w:t>
      </w:r>
    </w:p>
    <w:p w:rsidR="007B6A46" w:rsidRDefault="007B6A46" w:rsidP="007B6A46">
      <w:r>
        <w:t>706.4080</w:t>
      </w:r>
      <w:r>
        <w:tab/>
        <w:t>3.038e1</w:t>
      </w:r>
    </w:p>
    <w:p w:rsidR="007B6A46" w:rsidRDefault="007B6A46" w:rsidP="007B6A46">
      <w:r>
        <w:t>706.4166</w:t>
      </w:r>
      <w:r>
        <w:tab/>
        <w:t>1.215e1</w:t>
      </w:r>
    </w:p>
    <w:p w:rsidR="007B6A46" w:rsidRDefault="007B6A46" w:rsidP="007B6A46">
      <w:r>
        <w:t>706.4205</w:t>
      </w:r>
      <w:r>
        <w:tab/>
        <w:t>1.706e1</w:t>
      </w:r>
    </w:p>
    <w:p w:rsidR="007B6A46" w:rsidRDefault="007B6A46" w:rsidP="007B6A46">
      <w:r>
        <w:t>706.6680</w:t>
      </w:r>
      <w:r>
        <w:tab/>
        <w:t>2.025e0</w:t>
      </w:r>
    </w:p>
    <w:p w:rsidR="007B6A46" w:rsidRDefault="007B6A46" w:rsidP="007B6A46">
      <w:r>
        <w:t>706.6774</w:t>
      </w:r>
      <w:r>
        <w:tab/>
        <w:t>2.025e0</w:t>
      </w:r>
    </w:p>
    <w:p w:rsidR="007B6A46" w:rsidRDefault="007B6A46" w:rsidP="007B6A46">
      <w:r>
        <w:lastRenderedPageBreak/>
        <w:t>706.7076</w:t>
      </w:r>
      <w:r>
        <w:tab/>
        <w:t>4.051e0</w:t>
      </w:r>
    </w:p>
    <w:p w:rsidR="007B6A46" w:rsidRDefault="007B6A46" w:rsidP="007B6A46">
      <w:r>
        <w:t>706.7650</w:t>
      </w:r>
      <w:r>
        <w:tab/>
        <w:t>3.038e0</w:t>
      </w:r>
    </w:p>
    <w:p w:rsidR="007B6A46" w:rsidRDefault="007B6A46" w:rsidP="007B6A46">
      <w:r>
        <w:t>706.7878</w:t>
      </w:r>
      <w:r>
        <w:tab/>
        <w:t>1.013e0</w:t>
      </w:r>
    </w:p>
    <w:p w:rsidR="007B6A46" w:rsidRDefault="007B6A46" w:rsidP="007B6A46">
      <w:r>
        <w:t>706.8288</w:t>
      </w:r>
      <w:r>
        <w:tab/>
        <w:t>1.013e0</w:t>
      </w:r>
    </w:p>
    <w:p w:rsidR="007B6A46" w:rsidRDefault="007B6A46" w:rsidP="007B6A46">
      <w:r>
        <w:t>706.8579</w:t>
      </w:r>
      <w:r>
        <w:tab/>
        <w:t>1.013e0</w:t>
      </w:r>
    </w:p>
    <w:p w:rsidR="007B6A46" w:rsidRDefault="007B6A46" w:rsidP="007B6A46">
      <w:r>
        <w:t>706.9315</w:t>
      </w:r>
      <w:r>
        <w:tab/>
        <w:t>3.038e0</w:t>
      </w:r>
    </w:p>
    <w:p w:rsidR="007B6A46" w:rsidRDefault="007B6A46" w:rsidP="007B6A46">
      <w:r>
        <w:t>706.9381</w:t>
      </w:r>
      <w:r>
        <w:tab/>
        <w:t>3.038e0</w:t>
      </w:r>
    </w:p>
    <w:p w:rsidR="007B6A46" w:rsidRDefault="007B6A46" w:rsidP="007B6A46">
      <w:r>
        <w:t>706.9437</w:t>
      </w:r>
      <w:r>
        <w:tab/>
        <w:t>1.013e0</w:t>
      </w:r>
    </w:p>
    <w:p w:rsidR="007B6A46" w:rsidRDefault="007B6A46" w:rsidP="007B6A46">
      <w:r>
        <w:t>706.9956</w:t>
      </w:r>
      <w:r>
        <w:tab/>
        <w:t>1.013e0</w:t>
      </w:r>
    </w:p>
    <w:p w:rsidR="007B6A46" w:rsidRDefault="007B6A46" w:rsidP="007B6A46">
      <w:r>
        <w:t>707.1331</w:t>
      </w:r>
      <w:r>
        <w:tab/>
        <w:t>1.013e0</w:t>
      </w:r>
    </w:p>
    <w:p w:rsidR="007B6A46" w:rsidRDefault="007B6A46" w:rsidP="007B6A46">
      <w:r>
        <w:t>707.1833</w:t>
      </w:r>
      <w:r>
        <w:tab/>
        <w:t>1.013e0</w:t>
      </w:r>
    </w:p>
    <w:p w:rsidR="007B6A46" w:rsidRDefault="007B6A46" w:rsidP="007B6A46">
      <w:r>
        <w:t>707.2116</w:t>
      </w:r>
      <w:r>
        <w:tab/>
        <w:t>1.013e0</w:t>
      </w:r>
    </w:p>
    <w:p w:rsidR="007B6A46" w:rsidRDefault="007B6A46" w:rsidP="007B6A46">
      <w:r>
        <w:t>707.2712</w:t>
      </w:r>
      <w:r>
        <w:tab/>
        <w:t>2.025e0</w:t>
      </w:r>
    </w:p>
    <w:p w:rsidR="007B6A46" w:rsidRDefault="007B6A46" w:rsidP="007B6A46">
      <w:r>
        <w:t>707.2909</w:t>
      </w:r>
      <w:r>
        <w:tab/>
        <w:t>3.038e0</w:t>
      </w:r>
    </w:p>
    <w:p w:rsidR="007B6A46" w:rsidRDefault="007B6A46" w:rsidP="007B6A46">
      <w:r>
        <w:t>707.3806</w:t>
      </w:r>
      <w:r>
        <w:tab/>
        <w:t>1.215e1</w:t>
      </w:r>
    </w:p>
    <w:p w:rsidR="007B6A46" w:rsidRDefault="007B6A46" w:rsidP="007B6A46">
      <w:r>
        <w:t>707.4099</w:t>
      </w:r>
      <w:r>
        <w:tab/>
        <w:t>5.591e0</w:t>
      </w:r>
    </w:p>
    <w:p w:rsidR="007B6A46" w:rsidRDefault="007B6A46" w:rsidP="007B6A46">
      <w:r>
        <w:t>707.4177</w:t>
      </w:r>
      <w:r>
        <w:tab/>
        <w:t>2.116e1</w:t>
      </w:r>
    </w:p>
    <w:p w:rsidR="007B6A46" w:rsidRDefault="007B6A46" w:rsidP="007B6A46">
      <w:r>
        <w:t>707.4214</w:t>
      </w:r>
      <w:r>
        <w:tab/>
        <w:t>1.013e1</w:t>
      </w:r>
    </w:p>
    <w:p w:rsidR="007B6A46" w:rsidRDefault="007B6A46" w:rsidP="007B6A46">
      <w:r>
        <w:t>707.5541</w:t>
      </w:r>
      <w:r>
        <w:tab/>
        <w:t>2.025e0</w:t>
      </w:r>
    </w:p>
    <w:p w:rsidR="007B6A46" w:rsidRDefault="007B6A46" w:rsidP="007B6A46">
      <w:r>
        <w:lastRenderedPageBreak/>
        <w:t>707.5618</w:t>
      </w:r>
      <w:r>
        <w:tab/>
        <w:t>1.013e0</w:t>
      </w:r>
    </w:p>
    <w:p w:rsidR="007B6A46" w:rsidRDefault="007B6A46" w:rsidP="007B6A46">
      <w:r>
        <w:t>707.6006</w:t>
      </w:r>
      <w:r>
        <w:tab/>
        <w:t>3.038e0</w:t>
      </w:r>
    </w:p>
    <w:p w:rsidR="007B6A46" w:rsidRDefault="007B6A46" w:rsidP="007B6A46">
      <w:r>
        <w:t>707.6489</w:t>
      </w:r>
      <w:r>
        <w:tab/>
        <w:t>1.013e0</w:t>
      </w:r>
    </w:p>
    <w:p w:rsidR="007B6A46" w:rsidRDefault="007B6A46" w:rsidP="007B6A46">
      <w:r>
        <w:t>707.7169</w:t>
      </w:r>
      <w:r>
        <w:tab/>
        <w:t>3.038e0</w:t>
      </w:r>
    </w:p>
    <w:p w:rsidR="007B6A46" w:rsidRDefault="007B6A46" w:rsidP="007B6A46">
      <w:r>
        <w:t>707.7410</w:t>
      </w:r>
      <w:r>
        <w:tab/>
        <w:t>1.013e0</w:t>
      </w:r>
    </w:p>
    <w:p w:rsidR="007B6A46" w:rsidRDefault="007B6A46" w:rsidP="007B6A46">
      <w:r>
        <w:t>707.7529</w:t>
      </w:r>
      <w:r>
        <w:tab/>
        <w:t>1.013e0</w:t>
      </w:r>
    </w:p>
    <w:p w:rsidR="007B6A46" w:rsidRDefault="007B6A46" w:rsidP="007B6A46">
      <w:r>
        <w:t>707.8130</w:t>
      </w:r>
      <w:r>
        <w:tab/>
        <w:t>1.013e0</w:t>
      </w:r>
    </w:p>
    <w:p w:rsidR="007B6A46" w:rsidRDefault="007B6A46" w:rsidP="007B6A46">
      <w:r>
        <w:t>707.8491</w:t>
      </w:r>
      <w:r>
        <w:tab/>
        <w:t>1.013e0</w:t>
      </w:r>
    </w:p>
    <w:p w:rsidR="007B6A46" w:rsidRDefault="007B6A46" w:rsidP="007B6A46">
      <w:r>
        <w:t>707.8840</w:t>
      </w:r>
      <w:r>
        <w:tab/>
        <w:t>1.013e0</w:t>
      </w:r>
    </w:p>
    <w:p w:rsidR="007B6A46" w:rsidRDefault="007B6A46" w:rsidP="007B6A46">
      <w:r>
        <w:t>707.8971</w:t>
      </w:r>
      <w:r>
        <w:tab/>
        <w:t>1.013e0</w:t>
      </w:r>
    </w:p>
    <w:p w:rsidR="007B6A46" w:rsidRDefault="007B6A46" w:rsidP="007B6A46">
      <w:r>
        <w:t>708.0281</w:t>
      </w:r>
      <w:r>
        <w:tab/>
        <w:t>1.013e0</w:t>
      </w:r>
    </w:p>
    <w:p w:rsidR="007B6A46" w:rsidRDefault="007B6A46" w:rsidP="007B6A46">
      <w:r>
        <w:t>708.1002</w:t>
      </w:r>
      <w:r>
        <w:tab/>
        <w:t>1.013e0</w:t>
      </w:r>
    </w:p>
    <w:p w:rsidR="007B6A46" w:rsidRDefault="007B6A46" w:rsidP="007B6A46">
      <w:r>
        <w:t>708.1313</w:t>
      </w:r>
      <w:r>
        <w:tab/>
        <w:t>2.025e0</w:t>
      </w:r>
    </w:p>
    <w:p w:rsidR="007B6A46" w:rsidRDefault="007B6A46" w:rsidP="007B6A46">
      <w:r>
        <w:t>708.1483</w:t>
      </w:r>
      <w:r>
        <w:tab/>
        <w:t>1.013e0</w:t>
      </w:r>
    </w:p>
    <w:p w:rsidR="007B6A46" w:rsidRDefault="007B6A46" w:rsidP="007B6A46">
      <w:r>
        <w:t>708.1909</w:t>
      </w:r>
      <w:r>
        <w:tab/>
        <w:t>2.025e0</w:t>
      </w:r>
    </w:p>
    <w:p w:rsidR="007B6A46" w:rsidRDefault="007B6A46" w:rsidP="007B6A46">
      <w:r>
        <w:t>708.2203</w:t>
      </w:r>
      <w:r>
        <w:tab/>
        <w:t>1.013e0</w:t>
      </w:r>
    </w:p>
    <w:p w:rsidR="007B6A46" w:rsidRDefault="007B6A46" w:rsidP="007B6A46">
      <w:r>
        <w:t>708.2335</w:t>
      </w:r>
      <w:r>
        <w:tab/>
        <w:t>2.025e0</w:t>
      </w:r>
    </w:p>
    <w:p w:rsidR="007B6A46" w:rsidRDefault="007B6A46" w:rsidP="007B6A46">
      <w:r>
        <w:t>708.2455</w:t>
      </w:r>
      <w:r>
        <w:tab/>
        <w:t>2.025e0</w:t>
      </w:r>
    </w:p>
    <w:p w:rsidR="007B6A46" w:rsidRDefault="007B6A46" w:rsidP="007B6A46">
      <w:r>
        <w:t>708.3669</w:t>
      </w:r>
      <w:r>
        <w:tab/>
        <w:t>2.025e0</w:t>
      </w:r>
    </w:p>
    <w:p w:rsidR="007B6A46" w:rsidRDefault="007B6A46" w:rsidP="007B6A46">
      <w:r>
        <w:lastRenderedPageBreak/>
        <w:t>708.3947</w:t>
      </w:r>
      <w:r>
        <w:tab/>
        <w:t>3.089e0</w:t>
      </w:r>
    </w:p>
    <w:p w:rsidR="007B6A46" w:rsidRDefault="007B6A46" w:rsidP="007B6A46">
      <w:r>
        <w:t>708.4182</w:t>
      </w:r>
      <w:r>
        <w:tab/>
        <w:t>6.344e0</w:t>
      </w:r>
    </w:p>
    <w:p w:rsidR="007B6A46" w:rsidRDefault="007B6A46" w:rsidP="007B6A46">
      <w:r>
        <w:t>708.4243</w:t>
      </w:r>
      <w:r>
        <w:tab/>
        <w:t>6.076e0</w:t>
      </w:r>
    </w:p>
    <w:p w:rsidR="007B6A46" w:rsidRDefault="007B6A46" w:rsidP="007B6A46">
      <w:r>
        <w:t>708.4553</w:t>
      </w:r>
      <w:r>
        <w:tab/>
        <w:t>3.038e0</w:t>
      </w:r>
    </w:p>
    <w:p w:rsidR="007B6A46" w:rsidRDefault="007B6A46" w:rsidP="007B6A46">
      <w:r>
        <w:t>708.4728</w:t>
      </w:r>
      <w:r>
        <w:tab/>
        <w:t>2.025e0</w:t>
      </w:r>
    </w:p>
    <w:p w:rsidR="007B6A46" w:rsidRDefault="007B6A46" w:rsidP="007B6A46">
      <w:r>
        <w:t>708.5086</w:t>
      </w:r>
      <w:r>
        <w:tab/>
        <w:t>6.941e0</w:t>
      </w:r>
    </w:p>
    <w:p w:rsidR="007B6A46" w:rsidRDefault="007B6A46" w:rsidP="007B6A46">
      <w:r>
        <w:t>708.5377</w:t>
      </w:r>
      <w:r>
        <w:tab/>
        <w:t>3.038e0</w:t>
      </w:r>
    </w:p>
    <w:p w:rsidR="007B6A46" w:rsidRDefault="007B6A46" w:rsidP="007B6A46">
      <w:r>
        <w:t>708.5415</w:t>
      </w:r>
      <w:r>
        <w:tab/>
        <w:t>1.013e0</w:t>
      </w:r>
    </w:p>
    <w:p w:rsidR="007B6A46" w:rsidRDefault="007B6A46" w:rsidP="007B6A46">
      <w:r>
        <w:t>708.5655</w:t>
      </w:r>
      <w:r>
        <w:tab/>
        <w:t>2.025e0</w:t>
      </w:r>
    </w:p>
    <w:p w:rsidR="007B6A46" w:rsidRDefault="007B6A46" w:rsidP="007B6A46">
      <w:r>
        <w:t>708.6116</w:t>
      </w:r>
      <w:r>
        <w:tab/>
        <w:t>1.013e0</w:t>
      </w:r>
    </w:p>
    <w:p w:rsidR="007B6A46" w:rsidRDefault="007B6A46" w:rsidP="007B6A46">
      <w:r>
        <w:t>708.7144</w:t>
      </w:r>
      <w:r>
        <w:tab/>
        <w:t>1.013e0</w:t>
      </w:r>
    </w:p>
    <w:p w:rsidR="007B6A46" w:rsidRDefault="007B6A46" w:rsidP="007B6A46">
      <w:r>
        <w:t>708.7854</w:t>
      </w:r>
      <w:r>
        <w:tab/>
        <w:t>1.013e0</w:t>
      </w:r>
    </w:p>
    <w:p w:rsidR="007B6A46" w:rsidRDefault="007B6A46" w:rsidP="007B6A46">
      <w:r>
        <w:t>708.8511</w:t>
      </w:r>
      <w:r>
        <w:tab/>
        <w:t>1.013e0</w:t>
      </w:r>
    </w:p>
    <w:p w:rsidR="007B6A46" w:rsidRDefault="007B6A46" w:rsidP="007B6A46">
      <w:r>
        <w:t>708.8694</w:t>
      </w:r>
      <w:r>
        <w:tab/>
        <w:t>1.013e0</w:t>
      </w:r>
    </w:p>
    <w:p w:rsidR="007B6A46" w:rsidRDefault="007B6A46" w:rsidP="007B6A46">
      <w:r>
        <w:t>708.8828</w:t>
      </w:r>
      <w:r>
        <w:tab/>
        <w:t>1.013e0</w:t>
      </w:r>
    </w:p>
    <w:p w:rsidR="007B6A46" w:rsidRDefault="007B6A46" w:rsidP="007B6A46">
      <w:r>
        <w:t>708.9549</w:t>
      </w:r>
      <w:r>
        <w:tab/>
        <w:t>1.013e0</w:t>
      </w:r>
    </w:p>
    <w:p w:rsidR="007B6A46" w:rsidRDefault="007B6A46" w:rsidP="007B6A46">
      <w:r>
        <w:t>709.2131</w:t>
      </w:r>
      <w:r>
        <w:tab/>
        <w:t>1.013e0</w:t>
      </w:r>
    </w:p>
    <w:p w:rsidR="007B6A46" w:rsidRDefault="007B6A46" w:rsidP="007B6A46">
      <w:r>
        <w:t>709.2292</w:t>
      </w:r>
      <w:r>
        <w:tab/>
        <w:t>1.013e0</w:t>
      </w:r>
    </w:p>
    <w:p w:rsidR="007B6A46" w:rsidRDefault="007B6A46" w:rsidP="007B6A46">
      <w:r>
        <w:t>709.3038</w:t>
      </w:r>
      <w:r>
        <w:tab/>
        <w:t>1.013e0</w:t>
      </w:r>
    </w:p>
    <w:p w:rsidR="007B6A46" w:rsidRDefault="007B6A46" w:rsidP="007B6A46">
      <w:r>
        <w:lastRenderedPageBreak/>
        <w:t>709.3508</w:t>
      </w:r>
      <w:r>
        <w:tab/>
        <w:t>1.013e0</w:t>
      </w:r>
    </w:p>
    <w:p w:rsidR="007B6A46" w:rsidRDefault="007B6A46" w:rsidP="007B6A46">
      <w:r>
        <w:t>709.3881</w:t>
      </w:r>
      <w:r>
        <w:tab/>
        <w:t>1.013e0</w:t>
      </w:r>
    </w:p>
    <w:p w:rsidR="007B6A46" w:rsidRDefault="007B6A46" w:rsidP="007B6A46">
      <w:r>
        <w:t>709.3972</w:t>
      </w:r>
      <w:r>
        <w:tab/>
        <w:t>1.086e0</w:t>
      </w:r>
    </w:p>
    <w:p w:rsidR="007B6A46" w:rsidRDefault="007B6A46" w:rsidP="007B6A46">
      <w:r>
        <w:t>709.4182</w:t>
      </w:r>
      <w:r>
        <w:tab/>
        <w:t>1.013e0</w:t>
      </w:r>
    </w:p>
    <w:p w:rsidR="007B6A46" w:rsidRDefault="007B6A46" w:rsidP="007B6A46">
      <w:r>
        <w:t>709.4724</w:t>
      </w:r>
      <w:r>
        <w:tab/>
        <w:t>2.025e0</w:t>
      </w:r>
    </w:p>
    <w:p w:rsidR="007B6A46" w:rsidRDefault="007B6A46" w:rsidP="007B6A46">
      <w:r>
        <w:t>709.4955</w:t>
      </w:r>
      <w:r>
        <w:tab/>
        <w:t>2.025e0</w:t>
      </w:r>
    </w:p>
    <w:p w:rsidR="007B6A46" w:rsidRDefault="007B6A46" w:rsidP="007B6A46">
      <w:r>
        <w:t>709.5396</w:t>
      </w:r>
      <w:r>
        <w:tab/>
        <w:t>3.038e0</w:t>
      </w:r>
    </w:p>
    <w:p w:rsidR="007B6A46" w:rsidRDefault="007B6A46" w:rsidP="007B6A46">
      <w:r>
        <w:t>709.5555</w:t>
      </w:r>
      <w:r>
        <w:tab/>
        <w:t>1.013e0</w:t>
      </w:r>
    </w:p>
    <w:p w:rsidR="007B6A46" w:rsidRDefault="007B6A46" w:rsidP="007B6A46">
      <w:r>
        <w:t>709.5737</w:t>
      </w:r>
      <w:r>
        <w:tab/>
        <w:t>3.038e0</w:t>
      </w:r>
    </w:p>
    <w:p w:rsidR="007B6A46" w:rsidRDefault="007B6A46" w:rsidP="007B6A46">
      <w:r>
        <w:t>709.6199</w:t>
      </w:r>
      <w:r>
        <w:tab/>
        <w:t>2.025e0</w:t>
      </w:r>
    </w:p>
    <w:p w:rsidR="007B6A46" w:rsidRDefault="007B6A46" w:rsidP="007B6A46">
      <w:r>
        <w:t>709.6770</w:t>
      </w:r>
      <w:r>
        <w:tab/>
        <w:t>1.013e0</w:t>
      </w:r>
    </w:p>
    <w:p w:rsidR="007B6A46" w:rsidRDefault="007B6A46" w:rsidP="007B6A46">
      <w:r>
        <w:t>709.7613</w:t>
      </w:r>
      <w:r>
        <w:tab/>
        <w:t>1.013e0</w:t>
      </w:r>
    </w:p>
    <w:p w:rsidR="007B6A46" w:rsidRDefault="007B6A46" w:rsidP="007B6A46">
      <w:r>
        <w:t>709.8094</w:t>
      </w:r>
      <w:r>
        <w:tab/>
        <w:t>1.013e0</w:t>
      </w:r>
    </w:p>
    <w:p w:rsidR="007B6A46" w:rsidRDefault="007B6A46" w:rsidP="007B6A46">
      <w:r>
        <w:t>709.8890</w:t>
      </w:r>
      <w:r>
        <w:tab/>
        <w:t>2.025e0</w:t>
      </w:r>
    </w:p>
    <w:p w:rsidR="007B6A46" w:rsidRDefault="007B6A46" w:rsidP="007B6A46">
      <w:r>
        <w:t>709.9174</w:t>
      </w:r>
      <w:r>
        <w:tab/>
        <w:t>3.038e0</w:t>
      </w:r>
    </w:p>
    <w:p w:rsidR="007B6A46" w:rsidRDefault="007B6A46" w:rsidP="007B6A46">
      <w:r>
        <w:t>709.9310</w:t>
      </w:r>
      <w:r>
        <w:tab/>
        <w:t>2.025e0</w:t>
      </w:r>
    </w:p>
    <w:p w:rsidR="007B6A46" w:rsidRDefault="007B6A46" w:rsidP="007B6A46">
      <w:r>
        <w:t>710.0554</w:t>
      </w:r>
      <w:r>
        <w:tab/>
        <w:t>1.013e0</w:t>
      </w:r>
    </w:p>
    <w:p w:rsidR="007B6A46" w:rsidRDefault="007B6A46" w:rsidP="007B6A46">
      <w:r>
        <w:t>710.0897</w:t>
      </w:r>
      <w:r>
        <w:tab/>
        <w:t>1.013e0</w:t>
      </w:r>
    </w:p>
    <w:p w:rsidR="007B6A46" w:rsidRDefault="007B6A46" w:rsidP="007B6A46">
      <w:r>
        <w:t>710.0918</w:t>
      </w:r>
      <w:r>
        <w:tab/>
        <w:t>2.025e0</w:t>
      </w:r>
    </w:p>
    <w:p w:rsidR="007B6A46" w:rsidRDefault="007B6A46" w:rsidP="007B6A46">
      <w:r>
        <w:lastRenderedPageBreak/>
        <w:t>710.1367</w:t>
      </w:r>
      <w:r>
        <w:tab/>
        <w:t>2.025e0</w:t>
      </w:r>
    </w:p>
    <w:p w:rsidR="007B6A46" w:rsidRDefault="007B6A46" w:rsidP="007B6A46">
      <w:r>
        <w:t>710.2672</w:t>
      </w:r>
      <w:r>
        <w:tab/>
        <w:t>1.013e0</w:t>
      </w:r>
    </w:p>
    <w:p w:rsidR="007B6A46" w:rsidRDefault="007B6A46" w:rsidP="007B6A46">
      <w:r>
        <w:t>710.3120</w:t>
      </w:r>
      <w:r>
        <w:tab/>
        <w:t>2.025e0</w:t>
      </w:r>
    </w:p>
    <w:p w:rsidR="007B6A46" w:rsidRDefault="007B6A46" w:rsidP="007B6A46">
      <w:r>
        <w:t>710.3568</w:t>
      </w:r>
      <w:r>
        <w:tab/>
        <w:t>2.227e0</w:t>
      </w:r>
    </w:p>
    <w:p w:rsidR="007B6A46" w:rsidRDefault="007B6A46" w:rsidP="007B6A46">
      <w:r>
        <w:t>710.3637</w:t>
      </w:r>
      <w:r>
        <w:tab/>
        <w:t>1.979e0</w:t>
      </w:r>
    </w:p>
    <w:p w:rsidR="007B6A46" w:rsidRDefault="007B6A46" w:rsidP="007B6A46">
      <w:r>
        <w:t>710.4264</w:t>
      </w:r>
      <w:r>
        <w:tab/>
        <w:t>2.980e0</w:t>
      </w:r>
    </w:p>
    <w:p w:rsidR="007B6A46" w:rsidRDefault="007B6A46" w:rsidP="007B6A46">
      <w:r>
        <w:t>710.4379</w:t>
      </w:r>
      <w:r>
        <w:tab/>
        <w:t>3.038e0</w:t>
      </w:r>
    </w:p>
    <w:p w:rsidR="007B6A46" w:rsidRDefault="007B6A46" w:rsidP="007B6A46">
      <w:r>
        <w:t>710.4656</w:t>
      </w:r>
      <w:r>
        <w:tab/>
        <w:t>1.739e0</w:t>
      </w:r>
    </w:p>
    <w:p w:rsidR="007B6A46" w:rsidRDefault="007B6A46" w:rsidP="007B6A46">
      <w:r>
        <w:t>710.4830</w:t>
      </w:r>
      <w:r>
        <w:tab/>
        <w:t>1.013e0</w:t>
      </w:r>
    </w:p>
    <w:p w:rsidR="007B6A46" w:rsidRDefault="007B6A46" w:rsidP="007B6A46">
      <w:r>
        <w:t>710.5118</w:t>
      </w:r>
      <w:r>
        <w:tab/>
        <w:t>1.992e0</w:t>
      </w:r>
    </w:p>
    <w:p w:rsidR="007B6A46" w:rsidRDefault="007B6A46" w:rsidP="007B6A46">
      <w:r>
        <w:t>710.5203</w:t>
      </w:r>
      <w:r>
        <w:tab/>
        <w:t>1.013e0</w:t>
      </w:r>
    </w:p>
    <w:p w:rsidR="007B6A46" w:rsidRDefault="007B6A46" w:rsidP="007B6A46">
      <w:r>
        <w:t>710.5878</w:t>
      </w:r>
      <w:r>
        <w:tab/>
        <w:t>1.013e0</w:t>
      </w:r>
    </w:p>
    <w:p w:rsidR="007B6A46" w:rsidRDefault="007B6A46" w:rsidP="007B6A46">
      <w:r>
        <w:t>710.6182</w:t>
      </w:r>
      <w:r>
        <w:tab/>
        <w:t>2.025e0</w:t>
      </w:r>
    </w:p>
    <w:p w:rsidR="007B6A46" w:rsidRDefault="007B6A46" w:rsidP="007B6A46">
      <w:r>
        <w:t>710.6288</w:t>
      </w:r>
      <w:r>
        <w:tab/>
        <w:t>1.013e0</w:t>
      </w:r>
    </w:p>
    <w:p w:rsidR="007B6A46" w:rsidRDefault="007B6A46" w:rsidP="007B6A46">
      <w:r>
        <w:t>710.6771</w:t>
      </w:r>
      <w:r>
        <w:tab/>
        <w:t>1.013e0</w:t>
      </w:r>
    </w:p>
    <w:p w:rsidR="007B6A46" w:rsidRDefault="007B6A46" w:rsidP="007B6A46">
      <w:r>
        <w:t>710.7598</w:t>
      </w:r>
      <w:r>
        <w:tab/>
        <w:t>1.013e0</w:t>
      </w:r>
    </w:p>
    <w:p w:rsidR="007B6A46" w:rsidRDefault="007B6A46" w:rsidP="007B6A46">
      <w:r>
        <w:t>710.8458</w:t>
      </w:r>
      <w:r>
        <w:tab/>
        <w:t>1.013e0</w:t>
      </w:r>
    </w:p>
    <w:p w:rsidR="007B6A46" w:rsidRDefault="007B6A46" w:rsidP="007B6A46">
      <w:r>
        <w:t>710.8962</w:t>
      </w:r>
      <w:r>
        <w:tab/>
        <w:t>1.013e0</w:t>
      </w:r>
    </w:p>
    <w:p w:rsidR="007B6A46" w:rsidRDefault="007B6A46" w:rsidP="007B6A46">
      <w:r>
        <w:t>710.9664</w:t>
      </w:r>
      <w:r>
        <w:tab/>
        <w:t>1.013e0</w:t>
      </w:r>
    </w:p>
    <w:p w:rsidR="007B6A46" w:rsidRDefault="007B6A46" w:rsidP="007B6A46">
      <w:r>
        <w:lastRenderedPageBreak/>
        <w:t>710.9894</w:t>
      </w:r>
      <w:r>
        <w:tab/>
        <w:t>1.013e0</w:t>
      </w:r>
    </w:p>
    <w:p w:rsidR="007B6A46" w:rsidRDefault="007B6A46" w:rsidP="007B6A46">
      <w:r>
        <w:t>711.0244</w:t>
      </w:r>
      <w:r>
        <w:tab/>
        <w:t>2.025e0</w:t>
      </w:r>
    </w:p>
    <w:p w:rsidR="007B6A46" w:rsidRDefault="007B6A46" w:rsidP="007B6A46">
      <w:r>
        <w:t>711.0629</w:t>
      </w:r>
      <w:r>
        <w:tab/>
        <w:t>1.013e0</w:t>
      </w:r>
    </w:p>
    <w:p w:rsidR="007B6A46" w:rsidRDefault="007B6A46" w:rsidP="007B6A46">
      <w:r>
        <w:t>711.0853</w:t>
      </w:r>
      <w:r>
        <w:tab/>
        <w:t>1.013e0</w:t>
      </w:r>
    </w:p>
    <w:p w:rsidR="007B6A46" w:rsidRDefault="007B6A46" w:rsidP="007B6A46">
      <w:r>
        <w:t>711.0864</w:t>
      </w:r>
      <w:r>
        <w:tab/>
        <w:t>1.013e0</w:t>
      </w:r>
    </w:p>
    <w:p w:rsidR="007B6A46" w:rsidRDefault="007B6A46" w:rsidP="007B6A46">
      <w:r>
        <w:t>711.2066</w:t>
      </w:r>
      <w:r>
        <w:tab/>
        <w:t>1.013e0</w:t>
      </w:r>
    </w:p>
    <w:p w:rsidR="007B6A46" w:rsidRDefault="007B6A46" w:rsidP="007B6A46">
      <w:r>
        <w:t>711.2408</w:t>
      </w:r>
      <w:r>
        <w:tab/>
        <w:t>1.013e0</w:t>
      </w:r>
    </w:p>
    <w:p w:rsidR="007B6A46" w:rsidRDefault="007B6A46" w:rsidP="007B6A46">
      <w:r>
        <w:t>711.3135</w:t>
      </w:r>
      <w:r>
        <w:tab/>
        <w:t>3.038e0</w:t>
      </w:r>
    </w:p>
    <w:p w:rsidR="007B6A46" w:rsidRDefault="007B6A46" w:rsidP="007B6A46">
      <w:r>
        <w:t>711.3405</w:t>
      </w:r>
      <w:r>
        <w:tab/>
        <w:t>1.013e0</w:t>
      </w:r>
    </w:p>
    <w:p w:rsidR="007B6A46" w:rsidRDefault="007B6A46" w:rsidP="007B6A46">
      <w:r>
        <w:t>711.3495</w:t>
      </w:r>
      <w:r>
        <w:tab/>
        <w:t>3.038e0</w:t>
      </w:r>
    </w:p>
    <w:p w:rsidR="007B6A46" w:rsidRDefault="007B6A46" w:rsidP="007B6A46">
      <w:r>
        <w:t>711.3683</w:t>
      </w:r>
      <w:r>
        <w:tab/>
        <w:t>1.545e0</w:t>
      </w:r>
    </w:p>
    <w:p w:rsidR="007B6A46" w:rsidRDefault="007B6A46" w:rsidP="007B6A46">
      <w:r>
        <w:t>711.4028</w:t>
      </w:r>
      <w:r>
        <w:tab/>
        <w:t>2.025e0</w:t>
      </w:r>
    </w:p>
    <w:p w:rsidR="007B6A46" w:rsidRDefault="007B6A46" w:rsidP="007B6A46">
      <w:r>
        <w:t>711.4209</w:t>
      </w:r>
      <w:r>
        <w:tab/>
        <w:t>1.699e0</w:t>
      </w:r>
    </w:p>
    <w:p w:rsidR="007B6A46" w:rsidRDefault="007B6A46" w:rsidP="007B6A46">
      <w:r>
        <w:t>711.4249</w:t>
      </w:r>
      <w:r>
        <w:tab/>
        <w:t>1.013e0</w:t>
      </w:r>
    </w:p>
    <w:p w:rsidR="007B6A46" w:rsidRDefault="007B6A46" w:rsidP="007B6A46">
      <w:r>
        <w:t>711.4619</w:t>
      </w:r>
      <w:r>
        <w:tab/>
        <w:t>4.051e0</w:t>
      </w:r>
    </w:p>
    <w:p w:rsidR="007B6A46" w:rsidRDefault="007B6A46" w:rsidP="007B6A46">
      <w:r>
        <w:t>711.5332</w:t>
      </w:r>
      <w:r>
        <w:tab/>
        <w:t>1.013e0</w:t>
      </w:r>
    </w:p>
    <w:p w:rsidR="007B6A46" w:rsidRDefault="007B6A46" w:rsidP="007B6A46">
      <w:r>
        <w:t>711.5503</w:t>
      </w:r>
      <w:r>
        <w:tab/>
        <w:t>1.013e0</w:t>
      </w:r>
    </w:p>
    <w:p w:rsidR="007B6A46" w:rsidRDefault="007B6A46" w:rsidP="007B6A46">
      <w:r>
        <w:t>711.6360</w:t>
      </w:r>
      <w:r>
        <w:tab/>
        <w:t>2.025e0</w:t>
      </w:r>
    </w:p>
    <w:p w:rsidR="007B6A46" w:rsidRDefault="007B6A46" w:rsidP="007B6A46">
      <w:r>
        <w:t>711.6694</w:t>
      </w:r>
      <w:r>
        <w:tab/>
        <w:t>1.013e0</w:t>
      </w:r>
    </w:p>
    <w:p w:rsidR="007B6A46" w:rsidRDefault="007B6A46" w:rsidP="007B6A46">
      <w:r>
        <w:lastRenderedPageBreak/>
        <w:t>711.6773</w:t>
      </w:r>
      <w:r>
        <w:tab/>
        <w:t>1.013e0</w:t>
      </w:r>
    </w:p>
    <w:p w:rsidR="007B6A46" w:rsidRDefault="007B6A46" w:rsidP="007B6A46">
      <w:r>
        <w:t>711.6875</w:t>
      </w:r>
      <w:r>
        <w:tab/>
        <w:t>1.013e0</w:t>
      </w:r>
    </w:p>
    <w:p w:rsidR="007B6A46" w:rsidRDefault="007B6A46" w:rsidP="007B6A46">
      <w:r>
        <w:t>711.7218</w:t>
      </w:r>
      <w:r>
        <w:tab/>
        <w:t>1.013e0</w:t>
      </w:r>
    </w:p>
    <w:p w:rsidR="007B6A46" w:rsidRDefault="007B6A46" w:rsidP="007B6A46">
      <w:r>
        <w:t>711.7618</w:t>
      </w:r>
      <w:r>
        <w:tab/>
        <w:t>1.013e0</w:t>
      </w:r>
    </w:p>
    <w:p w:rsidR="007B6A46" w:rsidRDefault="007B6A46" w:rsidP="007B6A46">
      <w:r>
        <w:t>711.8837</w:t>
      </w:r>
      <w:r>
        <w:tab/>
        <w:t>1.013e0</w:t>
      </w:r>
    </w:p>
    <w:p w:rsidR="007B6A46" w:rsidRDefault="007B6A46" w:rsidP="007B6A46">
      <w:r>
        <w:t>711.9787</w:t>
      </w:r>
      <w:r>
        <w:tab/>
        <w:t>1.013e0</w:t>
      </w:r>
    </w:p>
    <w:p w:rsidR="007B6A46" w:rsidRDefault="007B6A46" w:rsidP="007B6A46">
      <w:r>
        <w:t>712.1011</w:t>
      </w:r>
      <w:r>
        <w:tab/>
        <w:t>1.013e0</w:t>
      </w:r>
    </w:p>
    <w:p w:rsidR="007B6A46" w:rsidRDefault="007B6A46" w:rsidP="007B6A46">
      <w:r>
        <w:t>712.1301</w:t>
      </w:r>
      <w:r>
        <w:tab/>
        <w:t>2.025e0</w:t>
      </w:r>
    </w:p>
    <w:p w:rsidR="007B6A46" w:rsidRDefault="007B6A46" w:rsidP="007B6A46">
      <w:r>
        <w:t>712.1330</w:t>
      </w:r>
      <w:r>
        <w:tab/>
        <w:t>2.025e0</w:t>
      </w:r>
    </w:p>
    <w:p w:rsidR="007B6A46" w:rsidRDefault="007B6A46" w:rsidP="007B6A46">
      <w:r>
        <w:t>712.1342</w:t>
      </w:r>
      <w:r>
        <w:tab/>
        <w:t>1.013e0</w:t>
      </w:r>
    </w:p>
    <w:p w:rsidR="007B6A46" w:rsidRDefault="007B6A46" w:rsidP="007B6A46">
      <w:r>
        <w:t>712.1929</w:t>
      </w:r>
      <w:r>
        <w:tab/>
        <w:t>2.025e0</w:t>
      </w:r>
    </w:p>
    <w:p w:rsidR="007B6A46" w:rsidRDefault="007B6A46" w:rsidP="007B6A46">
      <w:r>
        <w:t>712.3063</w:t>
      </w:r>
      <w:r>
        <w:tab/>
        <w:t>1.013e0</w:t>
      </w:r>
    </w:p>
    <w:p w:rsidR="007B6A46" w:rsidRDefault="007B6A46" w:rsidP="007B6A46">
      <w:r>
        <w:t>712.3222</w:t>
      </w:r>
      <w:r>
        <w:tab/>
        <w:t>1.013e0</w:t>
      </w:r>
    </w:p>
    <w:p w:rsidR="007B6A46" w:rsidRDefault="007B6A46" w:rsidP="007B6A46">
      <w:r>
        <w:t>712.3416</w:t>
      </w:r>
      <w:r>
        <w:tab/>
        <w:t>1.013e0</w:t>
      </w:r>
    </w:p>
    <w:p w:rsidR="007B6A46" w:rsidRDefault="007B6A46" w:rsidP="007B6A46">
      <w:r>
        <w:t>712.3577</w:t>
      </w:r>
      <w:r>
        <w:tab/>
        <w:t>1.013e0</w:t>
      </w:r>
    </w:p>
    <w:p w:rsidR="007B6A46" w:rsidRDefault="007B6A46" w:rsidP="007B6A46">
      <w:r>
        <w:t>712.3633</w:t>
      </w:r>
      <w:r>
        <w:tab/>
        <w:t>1.972e0</w:t>
      </w:r>
    </w:p>
    <w:p w:rsidR="007B6A46" w:rsidRDefault="007B6A46" w:rsidP="007B6A46">
      <w:r>
        <w:t>712.3778</w:t>
      </w:r>
      <w:r>
        <w:tab/>
        <w:t>1.013e0</w:t>
      </w:r>
    </w:p>
    <w:p w:rsidR="007B6A46" w:rsidRDefault="007B6A46" w:rsidP="007B6A46">
      <w:r>
        <w:t>712.4477</w:t>
      </w:r>
      <w:r>
        <w:tab/>
        <w:t>1.686e0</w:t>
      </w:r>
    </w:p>
    <w:p w:rsidR="007B6A46" w:rsidRDefault="007B6A46" w:rsidP="007B6A46">
      <w:r>
        <w:t>712.4615</w:t>
      </w:r>
      <w:r>
        <w:tab/>
        <w:t>3.038e0</w:t>
      </w:r>
    </w:p>
    <w:p w:rsidR="007B6A46" w:rsidRDefault="007B6A46" w:rsidP="007B6A46">
      <w:r>
        <w:lastRenderedPageBreak/>
        <w:t>712.4692</w:t>
      </w:r>
      <w:r>
        <w:tab/>
        <w:t>2.025e0</w:t>
      </w:r>
    </w:p>
    <w:p w:rsidR="007B6A46" w:rsidRDefault="007B6A46" w:rsidP="007B6A46">
      <w:r>
        <w:t>712.5240</w:t>
      </w:r>
      <w:r>
        <w:tab/>
        <w:t>1.013e0</w:t>
      </w:r>
    </w:p>
    <w:p w:rsidR="007B6A46" w:rsidRDefault="007B6A46" w:rsidP="007B6A46">
      <w:r>
        <w:t>712.5349</w:t>
      </w:r>
      <w:r>
        <w:tab/>
        <w:t>1.013e0</w:t>
      </w:r>
    </w:p>
    <w:p w:rsidR="007B6A46" w:rsidRDefault="007B6A46" w:rsidP="007B6A46">
      <w:r>
        <w:t>712.5969</w:t>
      </w:r>
      <w:r>
        <w:tab/>
        <w:t>1.013e0</w:t>
      </w:r>
    </w:p>
    <w:p w:rsidR="007B6A46" w:rsidRDefault="007B6A46" w:rsidP="007B6A46">
      <w:r>
        <w:t>712.6558</w:t>
      </w:r>
      <w:r>
        <w:tab/>
        <w:t>1.013e0</w:t>
      </w:r>
    </w:p>
    <w:p w:rsidR="007B6A46" w:rsidRDefault="007B6A46" w:rsidP="007B6A46">
      <w:r>
        <w:t>712.6840</w:t>
      </w:r>
      <w:r>
        <w:tab/>
        <w:t>1.013e0</w:t>
      </w:r>
    </w:p>
    <w:p w:rsidR="007B6A46" w:rsidRDefault="007B6A46" w:rsidP="007B6A46">
      <w:r>
        <w:t>712.7010</w:t>
      </w:r>
      <w:r>
        <w:tab/>
        <w:t>1.013e0</w:t>
      </w:r>
    </w:p>
    <w:p w:rsidR="007B6A46" w:rsidRDefault="007B6A46" w:rsidP="007B6A46">
      <w:r>
        <w:t>712.7174</w:t>
      </w:r>
      <w:r>
        <w:tab/>
        <w:t>1.013e0</w:t>
      </w:r>
    </w:p>
    <w:p w:rsidR="007B6A46" w:rsidRDefault="007B6A46" w:rsidP="007B6A46">
      <w:r>
        <w:t>713.0065</w:t>
      </w:r>
      <w:r>
        <w:tab/>
        <w:t>1.013e0</w:t>
      </w:r>
    </w:p>
    <w:p w:rsidR="007B6A46" w:rsidRDefault="007B6A46" w:rsidP="007B6A46">
      <w:r>
        <w:t>713.0092</w:t>
      </w:r>
      <w:r>
        <w:tab/>
        <w:t>1.013e0</w:t>
      </w:r>
    </w:p>
    <w:p w:rsidR="007B6A46" w:rsidRDefault="007B6A46" w:rsidP="007B6A46">
      <w:r>
        <w:t>713.0197</w:t>
      </w:r>
      <w:r>
        <w:tab/>
        <w:t>1.013e0</w:t>
      </w:r>
    </w:p>
    <w:p w:rsidR="007B6A46" w:rsidRDefault="007B6A46" w:rsidP="007B6A46">
      <w:r>
        <w:t>713.1274</w:t>
      </w:r>
      <w:r>
        <w:tab/>
        <w:t>1.013e0</w:t>
      </w:r>
    </w:p>
    <w:p w:rsidR="007B6A46" w:rsidRDefault="007B6A46" w:rsidP="007B6A46">
      <w:r>
        <w:t>713.1769</w:t>
      </w:r>
      <w:r>
        <w:tab/>
        <w:t>1.013e0</w:t>
      </w:r>
    </w:p>
    <w:p w:rsidR="007B6A46" w:rsidRDefault="007B6A46" w:rsidP="007B6A46">
      <w:r>
        <w:t>713.2121</w:t>
      </w:r>
      <w:r>
        <w:tab/>
        <w:t>1.013e0</w:t>
      </w:r>
    </w:p>
    <w:p w:rsidR="007B6A46" w:rsidRDefault="007B6A46" w:rsidP="007B6A46">
      <w:r>
        <w:t>713.2484</w:t>
      </w:r>
      <w:r>
        <w:tab/>
        <w:t>1.013e0</w:t>
      </w:r>
    </w:p>
    <w:p w:rsidR="007B6A46" w:rsidRDefault="007B6A46" w:rsidP="007B6A46">
      <w:r>
        <w:t>713.2605</w:t>
      </w:r>
      <w:r>
        <w:tab/>
        <w:t>1.013e0</w:t>
      </w:r>
    </w:p>
    <w:p w:rsidR="007B6A46" w:rsidRDefault="007B6A46" w:rsidP="007B6A46">
      <w:r>
        <w:t>713.2920</w:t>
      </w:r>
      <w:r>
        <w:tab/>
        <w:t>2.025e0</w:t>
      </w:r>
    </w:p>
    <w:p w:rsidR="007B6A46" w:rsidRDefault="007B6A46" w:rsidP="007B6A46">
      <w:r>
        <w:t>713.3281</w:t>
      </w:r>
      <w:r>
        <w:tab/>
        <w:t>2.025e0</w:t>
      </w:r>
    </w:p>
    <w:p w:rsidR="007B6A46" w:rsidRDefault="007B6A46" w:rsidP="007B6A46">
      <w:r>
        <w:t>713.3686</w:t>
      </w:r>
      <w:r>
        <w:tab/>
        <w:t>1.740e0</w:t>
      </w:r>
    </w:p>
    <w:p w:rsidR="007B6A46" w:rsidRDefault="007B6A46" w:rsidP="007B6A46">
      <w:r>
        <w:lastRenderedPageBreak/>
        <w:t>713.3707</w:t>
      </w:r>
      <w:r>
        <w:tab/>
        <w:t>1.013e0</w:t>
      </w:r>
    </w:p>
    <w:p w:rsidR="007B6A46" w:rsidRDefault="007B6A46" w:rsidP="007B6A46">
      <w:r>
        <w:t>713.4178</w:t>
      </w:r>
      <w:r>
        <w:tab/>
        <w:t>1.013e0</w:t>
      </w:r>
    </w:p>
    <w:p w:rsidR="007B6A46" w:rsidRDefault="007B6A46" w:rsidP="007B6A46">
      <w:r>
        <w:t>713.4739</w:t>
      </w:r>
      <w:r>
        <w:tab/>
        <w:t>1.013e0</w:t>
      </w:r>
    </w:p>
    <w:p w:rsidR="007B6A46" w:rsidRDefault="007B6A46" w:rsidP="007B6A46">
      <w:r>
        <w:t>713.5931</w:t>
      </w:r>
      <w:r>
        <w:tab/>
        <w:t>1.013e0</w:t>
      </w:r>
    </w:p>
    <w:p w:rsidR="007B6A46" w:rsidRDefault="007B6A46" w:rsidP="007B6A46">
      <w:r>
        <w:t>713.6193</w:t>
      </w:r>
      <w:r>
        <w:tab/>
        <w:t>2.025e0</w:t>
      </w:r>
    </w:p>
    <w:p w:rsidR="007B6A46" w:rsidRDefault="007B6A46" w:rsidP="007B6A46">
      <w:r>
        <w:t>713.7809</w:t>
      </w:r>
      <w:r>
        <w:tab/>
        <w:t>1.013e0</w:t>
      </w:r>
    </w:p>
    <w:p w:rsidR="007B6A46" w:rsidRDefault="007B6A46" w:rsidP="007B6A46">
      <w:r>
        <w:t>713.8535</w:t>
      </w:r>
      <w:r>
        <w:tab/>
        <w:t>1.013e0</w:t>
      </w:r>
    </w:p>
    <w:p w:rsidR="007B6A46" w:rsidRDefault="007B6A46" w:rsidP="007B6A46">
      <w:r>
        <w:t>713.8788</w:t>
      </w:r>
      <w:r>
        <w:tab/>
        <w:t>1.013e0</w:t>
      </w:r>
    </w:p>
    <w:p w:rsidR="007B6A46" w:rsidRDefault="007B6A46" w:rsidP="007B6A46">
      <w:r>
        <w:t>713.9206</w:t>
      </w:r>
      <w:r>
        <w:tab/>
        <w:t>1.013e0</w:t>
      </w:r>
    </w:p>
    <w:p w:rsidR="007B6A46" w:rsidRDefault="007B6A46" w:rsidP="007B6A46">
      <w:r>
        <w:t>714.0242</w:t>
      </w:r>
      <w:r>
        <w:tab/>
        <w:t>1.013e0</w:t>
      </w:r>
    </w:p>
    <w:p w:rsidR="007B6A46" w:rsidRDefault="007B6A46" w:rsidP="007B6A46">
      <w:r>
        <w:t>714.0363</w:t>
      </w:r>
      <w:r>
        <w:tab/>
        <w:t>1.013e0</w:t>
      </w:r>
    </w:p>
    <w:p w:rsidR="007B6A46" w:rsidRDefault="007B6A46" w:rsidP="007B6A46">
      <w:r>
        <w:t>714.0397</w:t>
      </w:r>
      <w:r>
        <w:tab/>
        <w:t>1.013e0</w:t>
      </w:r>
    </w:p>
    <w:p w:rsidR="007B6A46" w:rsidRDefault="007B6A46" w:rsidP="007B6A46">
      <w:r>
        <w:t>714.0726</w:t>
      </w:r>
      <w:r>
        <w:tab/>
        <w:t>2.025e0</w:t>
      </w:r>
    </w:p>
    <w:p w:rsidR="007B6A46" w:rsidRDefault="007B6A46" w:rsidP="007B6A46">
      <w:r>
        <w:t>714.1089</w:t>
      </w:r>
      <w:r>
        <w:tab/>
        <w:t>1.013e0</w:t>
      </w:r>
    </w:p>
    <w:p w:rsidR="007B6A46" w:rsidRDefault="007B6A46" w:rsidP="007B6A46">
      <w:r>
        <w:t>714.1199</w:t>
      </w:r>
      <w:r>
        <w:tab/>
        <w:t>1.013e0</w:t>
      </w:r>
    </w:p>
    <w:p w:rsidR="007B6A46" w:rsidRDefault="007B6A46" w:rsidP="007B6A46">
      <w:r>
        <w:t>714.1332</w:t>
      </w:r>
      <w:r>
        <w:tab/>
        <w:t>1.013e0</w:t>
      </w:r>
    </w:p>
    <w:p w:rsidR="007B6A46" w:rsidRDefault="007B6A46" w:rsidP="007B6A46">
      <w:r>
        <w:t>714.2112</w:t>
      </w:r>
      <w:r>
        <w:tab/>
        <w:t>1.013e0</w:t>
      </w:r>
    </w:p>
    <w:p w:rsidR="007B6A46" w:rsidRDefault="007B6A46" w:rsidP="007B6A46">
      <w:r>
        <w:t>714.2235</w:t>
      </w:r>
      <w:r>
        <w:tab/>
        <w:t>2.025e0</w:t>
      </w:r>
    </w:p>
    <w:p w:rsidR="007B6A46" w:rsidRDefault="007B6A46" w:rsidP="007B6A46">
      <w:r>
        <w:t>714.2288</w:t>
      </w:r>
      <w:r>
        <w:tab/>
        <w:t>1.013e0</w:t>
      </w:r>
    </w:p>
    <w:p w:rsidR="007B6A46" w:rsidRDefault="007B6A46" w:rsidP="007B6A46">
      <w:r>
        <w:lastRenderedPageBreak/>
        <w:t>714.2422</w:t>
      </w:r>
      <w:r>
        <w:tab/>
        <w:t>1.013e0</w:t>
      </w:r>
    </w:p>
    <w:p w:rsidR="007B6A46" w:rsidRDefault="007B6A46" w:rsidP="007B6A46">
      <w:r>
        <w:t>714.3502</w:t>
      </w:r>
      <w:r>
        <w:tab/>
        <w:t>2.025e0</w:t>
      </w:r>
    </w:p>
    <w:p w:rsidR="007B6A46" w:rsidRDefault="007B6A46" w:rsidP="007B6A46">
      <w:r>
        <w:t>714.3775</w:t>
      </w:r>
      <w:r>
        <w:tab/>
        <w:t>2.025e0</w:t>
      </w:r>
    </w:p>
    <w:p w:rsidR="007B6A46" w:rsidRDefault="007B6A46" w:rsidP="007B6A46">
      <w:r>
        <w:t>714.3848</w:t>
      </w:r>
      <w:r>
        <w:tab/>
        <w:t>2.025e0</w:t>
      </w:r>
    </w:p>
    <w:p w:rsidR="007B6A46" w:rsidRDefault="007B6A46" w:rsidP="007B6A46">
      <w:r>
        <w:t>714.4791</w:t>
      </w:r>
      <w:r>
        <w:tab/>
        <w:t>1.811e0</w:t>
      </w:r>
    </w:p>
    <w:p w:rsidR="007B6A46" w:rsidRDefault="007B6A46" w:rsidP="007B6A46">
      <w:r>
        <w:t>714.5042</w:t>
      </w:r>
      <w:r>
        <w:tab/>
        <w:t>1.013e0</w:t>
      </w:r>
    </w:p>
    <w:p w:rsidR="007B6A46" w:rsidRDefault="007B6A46" w:rsidP="007B6A46">
      <w:r>
        <w:t>714.5087</w:t>
      </w:r>
      <w:r>
        <w:tab/>
        <w:t>1.013e0</w:t>
      </w:r>
    </w:p>
    <w:p w:rsidR="007B6A46" w:rsidRDefault="007B6A46" w:rsidP="007B6A46">
      <w:r>
        <w:t>714.5282</w:t>
      </w:r>
      <w:r>
        <w:tab/>
        <w:t>3.038e0</w:t>
      </w:r>
    </w:p>
    <w:p w:rsidR="007B6A46" w:rsidRDefault="007B6A46" w:rsidP="007B6A46">
      <w:r>
        <w:t>714.5909</w:t>
      </w:r>
      <w:r>
        <w:tab/>
        <w:t>2.025e0</w:t>
      </w:r>
    </w:p>
    <w:p w:rsidR="007B6A46" w:rsidRDefault="007B6A46" w:rsidP="007B6A46">
      <w:r>
        <w:t>714.5992</w:t>
      </w:r>
      <w:r>
        <w:tab/>
        <w:t>2.025e0</w:t>
      </w:r>
    </w:p>
    <w:p w:rsidR="007B6A46" w:rsidRDefault="007B6A46" w:rsidP="007B6A46">
      <w:r>
        <w:t>714.6046</w:t>
      </w:r>
      <w:r>
        <w:tab/>
        <w:t>1.013e0</w:t>
      </w:r>
    </w:p>
    <w:p w:rsidR="007B6A46" w:rsidRDefault="007B6A46" w:rsidP="007B6A46">
      <w:r>
        <w:t>714.6274</w:t>
      </w:r>
      <w:r>
        <w:tab/>
        <w:t>2.025e0</w:t>
      </w:r>
    </w:p>
    <w:p w:rsidR="007B6A46" w:rsidRDefault="007B6A46" w:rsidP="007B6A46">
      <w:r>
        <w:t>714.6749</w:t>
      </w:r>
      <w:r>
        <w:tab/>
        <w:t>1.013e0</w:t>
      </w:r>
    </w:p>
    <w:p w:rsidR="007B6A46" w:rsidRDefault="007B6A46" w:rsidP="007B6A46">
      <w:r>
        <w:t>714.7148</w:t>
      </w:r>
      <w:r>
        <w:tab/>
        <w:t>1.013e0</w:t>
      </w:r>
    </w:p>
    <w:p w:rsidR="007B6A46" w:rsidRDefault="007B6A46" w:rsidP="007B6A46">
      <w:r>
        <w:t>714.7273</w:t>
      </w:r>
      <w:r>
        <w:tab/>
        <w:t>1.013e0</w:t>
      </w:r>
    </w:p>
    <w:p w:rsidR="007B6A46" w:rsidRDefault="007B6A46" w:rsidP="007B6A46">
      <w:r>
        <w:t>714.7620</w:t>
      </w:r>
      <w:r>
        <w:tab/>
        <w:t>1.013e0</w:t>
      </w:r>
    </w:p>
    <w:p w:rsidR="007B6A46" w:rsidRDefault="007B6A46" w:rsidP="007B6A46">
      <w:r>
        <w:t>714.7864</w:t>
      </w:r>
      <w:r>
        <w:tab/>
        <w:t>2.025e0</w:t>
      </w:r>
    </w:p>
    <w:p w:rsidR="007B6A46" w:rsidRDefault="007B6A46" w:rsidP="007B6A46">
      <w:r>
        <w:t>714.8481</w:t>
      </w:r>
      <w:r>
        <w:tab/>
        <w:t>1.013e0</w:t>
      </w:r>
    </w:p>
    <w:p w:rsidR="007B6A46" w:rsidRDefault="007B6A46" w:rsidP="007B6A46">
      <w:r>
        <w:t>714.8845</w:t>
      </w:r>
      <w:r>
        <w:tab/>
        <w:t>2.025e0</w:t>
      </w:r>
    </w:p>
    <w:p w:rsidR="007B6A46" w:rsidRDefault="007B6A46" w:rsidP="007B6A46">
      <w:r>
        <w:lastRenderedPageBreak/>
        <w:t>714.9937</w:t>
      </w:r>
      <w:r>
        <w:tab/>
        <w:t>1.013e0</w:t>
      </w:r>
    </w:p>
    <w:p w:rsidR="007B6A46" w:rsidRDefault="007B6A46" w:rsidP="007B6A46">
      <w:r>
        <w:t>715.0774</w:t>
      </w:r>
      <w:r>
        <w:tab/>
        <w:t>1.013e0</w:t>
      </w:r>
    </w:p>
    <w:p w:rsidR="007B6A46" w:rsidRDefault="007B6A46" w:rsidP="007B6A46">
      <w:r>
        <w:t>715.0881</w:t>
      </w:r>
      <w:r>
        <w:tab/>
        <w:t>1.013e0</w:t>
      </w:r>
    </w:p>
    <w:p w:rsidR="007B6A46" w:rsidRDefault="007B6A46" w:rsidP="007B6A46">
      <w:r>
        <w:t>715.1729</w:t>
      </w:r>
      <w:r>
        <w:tab/>
        <w:t>1.013e0</w:t>
      </w:r>
    </w:p>
    <w:p w:rsidR="007B6A46" w:rsidRDefault="007B6A46" w:rsidP="007B6A46">
      <w:r>
        <w:t>715.1998</w:t>
      </w:r>
      <w:r>
        <w:tab/>
        <w:t>1.013e0</w:t>
      </w:r>
    </w:p>
    <w:p w:rsidR="007B6A46" w:rsidRDefault="007B6A46" w:rsidP="007B6A46">
      <w:r>
        <w:t>715.2028</w:t>
      </w:r>
      <w:r>
        <w:tab/>
        <w:t>2.025e0</w:t>
      </w:r>
    </w:p>
    <w:p w:rsidR="007B6A46" w:rsidRDefault="007B6A46" w:rsidP="007B6A46">
      <w:r>
        <w:t>715.2070</w:t>
      </w:r>
      <w:r>
        <w:tab/>
        <w:t>1.013e0</w:t>
      </w:r>
    </w:p>
    <w:p w:rsidR="007B6A46" w:rsidRDefault="007B6A46" w:rsidP="007B6A46">
      <w:r>
        <w:t>715.2673</w:t>
      </w:r>
      <w:r>
        <w:tab/>
        <w:t>2.025e0</w:t>
      </w:r>
    </w:p>
    <w:p w:rsidR="007B6A46" w:rsidRDefault="007B6A46" w:rsidP="007B6A46">
      <w:r>
        <w:t>715.2771</w:t>
      </w:r>
      <w:r>
        <w:tab/>
        <w:t>1.013e0</w:t>
      </w:r>
    </w:p>
    <w:p w:rsidR="007B6A46" w:rsidRDefault="007B6A46" w:rsidP="007B6A46">
      <w:r>
        <w:t>715.3322</w:t>
      </w:r>
      <w:r>
        <w:tab/>
        <w:t>2.025e0</w:t>
      </w:r>
    </w:p>
    <w:p w:rsidR="007B6A46" w:rsidRDefault="007B6A46" w:rsidP="007B6A46">
      <w:r>
        <w:t>715.3435</w:t>
      </w:r>
      <w:r>
        <w:tab/>
        <w:t>5.063e0</w:t>
      </w:r>
    </w:p>
    <w:p w:rsidR="007B6A46" w:rsidRDefault="007B6A46" w:rsidP="007B6A46">
      <w:r>
        <w:t>715.4208</w:t>
      </w:r>
      <w:r>
        <w:tab/>
        <w:t>1.911e0</w:t>
      </w:r>
    </w:p>
    <w:p w:rsidR="007B6A46" w:rsidRDefault="007B6A46" w:rsidP="007B6A46">
      <w:r>
        <w:t>715.4230</w:t>
      </w:r>
      <w:r>
        <w:tab/>
        <w:t>3.038e0</w:t>
      </w:r>
    </w:p>
    <w:p w:rsidR="007B6A46" w:rsidRDefault="007B6A46" w:rsidP="007B6A46">
      <w:r>
        <w:t>715.4424</w:t>
      </w:r>
      <w:r>
        <w:tab/>
        <w:t>1.013e0</w:t>
      </w:r>
    </w:p>
    <w:p w:rsidR="007B6A46" w:rsidRDefault="007B6A46" w:rsidP="007B6A46">
      <w:r>
        <w:t>715.5213</w:t>
      </w:r>
      <w:r>
        <w:tab/>
        <w:t>2.025e0</w:t>
      </w:r>
    </w:p>
    <w:p w:rsidR="007B6A46" w:rsidRDefault="007B6A46" w:rsidP="007B6A46">
      <w:r>
        <w:t>715.5297</w:t>
      </w:r>
      <w:r>
        <w:tab/>
        <w:t>2.025e0</w:t>
      </w:r>
    </w:p>
    <w:p w:rsidR="007B6A46" w:rsidRDefault="007B6A46" w:rsidP="007B6A46">
      <w:r>
        <w:t>715.5505</w:t>
      </w:r>
      <w:r>
        <w:tab/>
        <w:t>1.013e0</w:t>
      </w:r>
    </w:p>
    <w:p w:rsidR="007B6A46" w:rsidRDefault="007B6A46" w:rsidP="007B6A46">
      <w:r>
        <w:t>715.5748</w:t>
      </w:r>
      <w:r>
        <w:tab/>
        <w:t>1.013e0</w:t>
      </w:r>
    </w:p>
    <w:p w:rsidR="007B6A46" w:rsidRDefault="007B6A46" w:rsidP="007B6A46">
      <w:r>
        <w:t>715.5860</w:t>
      </w:r>
      <w:r>
        <w:tab/>
        <w:t>1.013e0</w:t>
      </w:r>
    </w:p>
    <w:p w:rsidR="007B6A46" w:rsidRDefault="007B6A46" w:rsidP="007B6A46">
      <w:r>
        <w:lastRenderedPageBreak/>
        <w:t>715.6078</w:t>
      </w:r>
      <w:r>
        <w:tab/>
        <w:t>2.025e0</w:t>
      </w:r>
    </w:p>
    <w:p w:rsidR="007B6A46" w:rsidRDefault="007B6A46" w:rsidP="007B6A46">
      <w:r>
        <w:t>715.6708</w:t>
      </w:r>
      <w:r>
        <w:tab/>
        <w:t>1.013e0</w:t>
      </w:r>
    </w:p>
    <w:p w:rsidR="007B6A46" w:rsidRDefault="007B6A46" w:rsidP="007B6A46">
      <w:r>
        <w:t>715.7750</w:t>
      </w:r>
      <w:r>
        <w:tab/>
        <w:t>1.013e0</w:t>
      </w:r>
    </w:p>
    <w:p w:rsidR="007B6A46" w:rsidRDefault="007B6A46" w:rsidP="007B6A46">
      <w:r>
        <w:t>715.7920</w:t>
      </w:r>
      <w:r>
        <w:tab/>
        <w:t>1.013e0</w:t>
      </w:r>
    </w:p>
    <w:p w:rsidR="007B6A46" w:rsidRDefault="007B6A46" w:rsidP="007B6A46">
      <w:r>
        <w:t>715.8596</w:t>
      </w:r>
      <w:r>
        <w:tab/>
        <w:t>1.013e0</w:t>
      </w:r>
    </w:p>
    <w:p w:rsidR="007B6A46" w:rsidRDefault="007B6A46" w:rsidP="007B6A46">
      <w:r>
        <w:t>715.8652</w:t>
      </w:r>
      <w:r>
        <w:tab/>
        <w:t>2.025e0</w:t>
      </w:r>
    </w:p>
    <w:p w:rsidR="007B6A46" w:rsidRDefault="007B6A46" w:rsidP="007B6A46">
      <w:r>
        <w:t>715.9810</w:t>
      </w:r>
      <w:r>
        <w:tab/>
        <w:t>1.013e0</w:t>
      </w:r>
    </w:p>
    <w:p w:rsidR="007B6A46" w:rsidRDefault="007B6A46" w:rsidP="007B6A46">
      <w:r>
        <w:t>715.9934</w:t>
      </w:r>
      <w:r>
        <w:tab/>
        <w:t>2.025e0</w:t>
      </w:r>
    </w:p>
    <w:p w:rsidR="007B6A46" w:rsidRDefault="007B6A46" w:rsidP="007B6A46">
      <w:r>
        <w:t>716.0858</w:t>
      </w:r>
      <w:r>
        <w:tab/>
        <w:t>2.025e0</w:t>
      </w:r>
    </w:p>
    <w:p w:rsidR="007B6A46" w:rsidRDefault="007B6A46" w:rsidP="007B6A46">
      <w:r>
        <w:t>716.1000</w:t>
      </w:r>
      <w:r>
        <w:tab/>
        <w:t>1.013e0</w:t>
      </w:r>
    </w:p>
    <w:p w:rsidR="007B6A46" w:rsidRDefault="007B6A46" w:rsidP="007B6A46">
      <w:r>
        <w:t>716.1586</w:t>
      </w:r>
      <w:r>
        <w:tab/>
        <w:t>1.013e0</w:t>
      </w:r>
    </w:p>
    <w:p w:rsidR="007B6A46" w:rsidRDefault="007B6A46" w:rsidP="007B6A46">
      <w:r>
        <w:t>716.2061</w:t>
      </w:r>
      <w:r>
        <w:tab/>
        <w:t>1.013e0</w:t>
      </w:r>
    </w:p>
    <w:p w:rsidR="007B6A46" w:rsidRDefault="007B6A46" w:rsidP="007B6A46">
      <w:r>
        <w:t>716.2072</w:t>
      </w:r>
      <w:r>
        <w:tab/>
        <w:t>1.013e0</w:t>
      </w:r>
    </w:p>
    <w:p w:rsidR="007B6A46" w:rsidRDefault="007B6A46" w:rsidP="007B6A46">
      <w:r>
        <w:t>716.2922</w:t>
      </w:r>
      <w:r>
        <w:tab/>
        <w:t>1.013e0</w:t>
      </w:r>
    </w:p>
    <w:p w:rsidR="007B6A46" w:rsidRDefault="007B6A46" w:rsidP="007B6A46">
      <w:r>
        <w:t>716.3408</w:t>
      </w:r>
      <w:r>
        <w:tab/>
        <w:t>2.025e0</w:t>
      </w:r>
    </w:p>
    <w:p w:rsidR="007B6A46" w:rsidRDefault="007B6A46" w:rsidP="007B6A46">
      <w:r>
        <w:t>716.3746</w:t>
      </w:r>
      <w:r>
        <w:tab/>
        <w:t>1.013e0</w:t>
      </w:r>
    </w:p>
    <w:p w:rsidR="007B6A46" w:rsidRDefault="007B6A46" w:rsidP="007B6A46">
      <w:r>
        <w:t>716.3806</w:t>
      </w:r>
      <w:r>
        <w:tab/>
        <w:t>3.038e0</w:t>
      </w:r>
    </w:p>
    <w:p w:rsidR="007B6A46" w:rsidRDefault="007B6A46" w:rsidP="007B6A46">
      <w:r>
        <w:t>716.3911</w:t>
      </w:r>
      <w:r>
        <w:tab/>
        <w:t>2.924e0</w:t>
      </w:r>
    </w:p>
    <w:p w:rsidR="007B6A46" w:rsidRDefault="007B6A46" w:rsidP="007B6A46">
      <w:r>
        <w:t>716.4016</w:t>
      </w:r>
      <w:r>
        <w:tab/>
        <w:t>1.849e0</w:t>
      </w:r>
    </w:p>
    <w:p w:rsidR="007B6A46" w:rsidRDefault="007B6A46" w:rsidP="007B6A46">
      <w:r>
        <w:lastRenderedPageBreak/>
        <w:t>716.4155</w:t>
      </w:r>
      <w:r>
        <w:tab/>
        <w:t>4.051e0</w:t>
      </w:r>
    </w:p>
    <w:p w:rsidR="007B6A46" w:rsidRDefault="007B6A46" w:rsidP="007B6A46">
      <w:r>
        <w:t>716.4692</w:t>
      </w:r>
      <w:r>
        <w:tab/>
        <w:t>3.038e0</w:t>
      </w:r>
    </w:p>
    <w:p w:rsidR="007B6A46" w:rsidRDefault="007B6A46" w:rsidP="007B6A46">
      <w:r>
        <w:t>716.5180</w:t>
      </w:r>
      <w:r>
        <w:tab/>
        <w:t>3.038e0</w:t>
      </w:r>
    </w:p>
    <w:p w:rsidR="007B6A46" w:rsidRDefault="007B6A46" w:rsidP="007B6A46">
      <w:r>
        <w:t>716.5264</w:t>
      </w:r>
      <w:r>
        <w:tab/>
        <w:t>2.025e0</w:t>
      </w:r>
    </w:p>
    <w:p w:rsidR="007B6A46" w:rsidRDefault="007B6A46" w:rsidP="007B6A46">
      <w:r>
        <w:t>716.5461</w:t>
      </w:r>
      <w:r>
        <w:tab/>
        <w:t>2.025e0</w:t>
      </w:r>
    </w:p>
    <w:p w:rsidR="007B6A46" w:rsidRDefault="007B6A46" w:rsidP="007B6A46">
      <w:r>
        <w:t>716.5732</w:t>
      </w:r>
      <w:r>
        <w:tab/>
        <w:t>3.038e0</w:t>
      </w:r>
    </w:p>
    <w:p w:rsidR="007B6A46" w:rsidRDefault="007B6A46" w:rsidP="007B6A46">
      <w:r>
        <w:t>716.5838</w:t>
      </w:r>
      <w:r>
        <w:tab/>
        <w:t>1.013e0</w:t>
      </w:r>
    </w:p>
    <w:p w:rsidR="007B6A46" w:rsidRDefault="007B6A46" w:rsidP="007B6A46">
      <w:r>
        <w:t>716.6158</w:t>
      </w:r>
      <w:r>
        <w:tab/>
        <w:t>1.013e0</w:t>
      </w:r>
    </w:p>
    <w:p w:rsidR="007B6A46" w:rsidRDefault="007B6A46" w:rsidP="007B6A46">
      <w:r>
        <w:t>716.6616</w:t>
      </w:r>
      <w:r>
        <w:tab/>
        <w:t>2.025e0</w:t>
      </w:r>
    </w:p>
    <w:p w:rsidR="007B6A46" w:rsidRDefault="007B6A46" w:rsidP="007B6A46">
      <w:r>
        <w:t>716.7535</w:t>
      </w:r>
      <w:r>
        <w:tab/>
        <w:t>1.013e0</w:t>
      </w:r>
    </w:p>
    <w:p w:rsidR="007B6A46" w:rsidRDefault="007B6A46" w:rsidP="007B6A46">
      <w:r>
        <w:t>716.8390</w:t>
      </w:r>
      <w:r>
        <w:tab/>
        <w:t>1.013e0</w:t>
      </w:r>
    </w:p>
    <w:p w:rsidR="007B6A46" w:rsidRDefault="007B6A46" w:rsidP="007B6A46">
      <w:r>
        <w:t>716.8599</w:t>
      </w:r>
      <w:r>
        <w:tab/>
        <w:t>2.025e0</w:t>
      </w:r>
    </w:p>
    <w:p w:rsidR="007B6A46" w:rsidRDefault="007B6A46" w:rsidP="007B6A46">
      <w:r>
        <w:t>716.9209</w:t>
      </w:r>
      <w:r>
        <w:tab/>
        <w:t>3.038e0</w:t>
      </w:r>
    </w:p>
    <w:p w:rsidR="007B6A46" w:rsidRDefault="007B6A46" w:rsidP="007B6A46">
      <w:r>
        <w:t>716.9765</w:t>
      </w:r>
      <w:r>
        <w:tab/>
        <w:t>1.013e0</w:t>
      </w:r>
    </w:p>
    <w:p w:rsidR="007B6A46" w:rsidRDefault="007B6A46" w:rsidP="007B6A46">
      <w:r>
        <w:t>716.9923</w:t>
      </w:r>
      <w:r>
        <w:tab/>
        <w:t>1.013e0</w:t>
      </w:r>
    </w:p>
    <w:p w:rsidR="007B6A46" w:rsidRDefault="007B6A46" w:rsidP="007B6A46">
      <w:r>
        <w:t>717.0267</w:t>
      </w:r>
      <w:r>
        <w:tab/>
        <w:t>1.013e0</w:t>
      </w:r>
    </w:p>
    <w:p w:rsidR="007B6A46" w:rsidRDefault="007B6A46" w:rsidP="007B6A46">
      <w:r>
        <w:t>717.1481</w:t>
      </w:r>
      <w:r>
        <w:tab/>
        <w:t>1.013e0</w:t>
      </w:r>
    </w:p>
    <w:p w:rsidR="007B6A46" w:rsidRDefault="007B6A46" w:rsidP="007B6A46">
      <w:r>
        <w:t>717.1641</w:t>
      </w:r>
      <w:r>
        <w:tab/>
        <w:t>1.013e0</w:t>
      </w:r>
    </w:p>
    <w:p w:rsidR="007B6A46" w:rsidRDefault="007B6A46" w:rsidP="007B6A46">
      <w:r>
        <w:t>717.1813</w:t>
      </w:r>
      <w:r>
        <w:tab/>
        <w:t>1.013e0</w:t>
      </w:r>
    </w:p>
    <w:p w:rsidR="007B6A46" w:rsidRDefault="007B6A46" w:rsidP="007B6A46">
      <w:r>
        <w:lastRenderedPageBreak/>
        <w:t>717.2037</w:t>
      </w:r>
      <w:r>
        <w:tab/>
        <w:t>1.013e0</w:t>
      </w:r>
    </w:p>
    <w:p w:rsidR="007B6A46" w:rsidRDefault="007B6A46" w:rsidP="007B6A46">
      <w:r>
        <w:t>717.2878</w:t>
      </w:r>
      <w:r>
        <w:tab/>
        <w:t>1.013e0</w:t>
      </w:r>
    </w:p>
    <w:p w:rsidR="007B6A46" w:rsidRDefault="007B6A46" w:rsidP="007B6A46">
      <w:r>
        <w:t>717.3860</w:t>
      </w:r>
      <w:r>
        <w:tab/>
        <w:t>4.051e0</w:t>
      </w:r>
    </w:p>
    <w:p w:rsidR="007B6A46" w:rsidRDefault="007B6A46" w:rsidP="007B6A46">
      <w:r>
        <w:t>717.3958</w:t>
      </w:r>
      <w:r>
        <w:tab/>
        <w:t>4.051e0</w:t>
      </w:r>
    </w:p>
    <w:p w:rsidR="007B6A46" w:rsidRDefault="007B6A46" w:rsidP="007B6A46">
      <w:r>
        <w:t>717.3995</w:t>
      </w:r>
      <w:r>
        <w:tab/>
        <w:t>6.076e0</w:t>
      </w:r>
    </w:p>
    <w:p w:rsidR="007B6A46" w:rsidRDefault="007B6A46" w:rsidP="007B6A46">
      <w:r>
        <w:t>717.4038</w:t>
      </w:r>
      <w:r>
        <w:tab/>
        <w:t>1.720e1</w:t>
      </w:r>
    </w:p>
    <w:p w:rsidR="007B6A46" w:rsidRDefault="007B6A46" w:rsidP="007B6A46">
      <w:r>
        <w:t>717.4764</w:t>
      </w:r>
      <w:r>
        <w:tab/>
        <w:t>3.038e0</w:t>
      </w:r>
    </w:p>
    <w:p w:rsidR="007B6A46" w:rsidRDefault="007B6A46" w:rsidP="007B6A46">
      <w:r>
        <w:t>717.4954</w:t>
      </w:r>
      <w:r>
        <w:tab/>
        <w:t>3.053e0</w:t>
      </w:r>
    </w:p>
    <w:p w:rsidR="007B6A46" w:rsidRDefault="007B6A46" w:rsidP="007B6A46">
      <w:r>
        <w:t>717.5067</w:t>
      </w:r>
      <w:r>
        <w:tab/>
        <w:t>1.013e0</w:t>
      </w:r>
    </w:p>
    <w:p w:rsidR="007B6A46" w:rsidRDefault="007B6A46" w:rsidP="007B6A46">
      <w:r>
        <w:t>717.5078</w:t>
      </w:r>
      <w:r>
        <w:tab/>
        <w:t>2.025e0</w:t>
      </w:r>
    </w:p>
    <w:p w:rsidR="007B6A46" w:rsidRDefault="007B6A46" w:rsidP="007B6A46">
      <w:r>
        <w:t>717.5706</w:t>
      </w:r>
      <w:r>
        <w:tab/>
        <w:t>2.025e0</w:t>
      </w:r>
    </w:p>
    <w:p w:rsidR="007B6A46" w:rsidRDefault="007B6A46" w:rsidP="007B6A46">
      <w:r>
        <w:t>717.5758</w:t>
      </w:r>
      <w:r>
        <w:tab/>
        <w:t>1.013e0</w:t>
      </w:r>
    </w:p>
    <w:p w:rsidR="007B6A46" w:rsidRDefault="007B6A46" w:rsidP="007B6A46">
      <w:r>
        <w:t>717.5994</w:t>
      </w:r>
      <w:r>
        <w:tab/>
        <w:t>2.025e0</w:t>
      </w:r>
    </w:p>
    <w:p w:rsidR="007B6A46" w:rsidRDefault="007B6A46" w:rsidP="007B6A46">
      <w:r>
        <w:t>717.7015</w:t>
      </w:r>
      <w:r>
        <w:tab/>
        <w:t>2.025e0</w:t>
      </w:r>
    </w:p>
    <w:p w:rsidR="007B6A46" w:rsidRDefault="007B6A46" w:rsidP="007B6A46">
      <w:r>
        <w:t>717.7801</w:t>
      </w:r>
      <w:r>
        <w:tab/>
        <w:t>2.025e0</w:t>
      </w:r>
    </w:p>
    <w:p w:rsidR="007B6A46" w:rsidRDefault="007B6A46" w:rsidP="007B6A46">
      <w:r>
        <w:t>717.7988</w:t>
      </w:r>
      <w:r>
        <w:tab/>
        <w:t>1.013e0</w:t>
      </w:r>
    </w:p>
    <w:p w:rsidR="007B6A46" w:rsidRDefault="007B6A46" w:rsidP="007B6A46">
      <w:r>
        <w:t>717.8973</w:t>
      </w:r>
      <w:r>
        <w:tab/>
        <w:t>1.013e0</w:t>
      </w:r>
    </w:p>
    <w:p w:rsidR="007B6A46" w:rsidRDefault="007B6A46" w:rsidP="007B6A46">
      <w:r>
        <w:t>717.9204</w:t>
      </w:r>
      <w:r>
        <w:tab/>
        <w:t>1.013e0</w:t>
      </w:r>
    </w:p>
    <w:p w:rsidR="007B6A46" w:rsidRDefault="007B6A46" w:rsidP="007B6A46">
      <w:r>
        <w:t>717.9448</w:t>
      </w:r>
      <w:r>
        <w:tab/>
        <w:t>1.013e0</w:t>
      </w:r>
    </w:p>
    <w:p w:rsidR="007B6A46" w:rsidRDefault="007B6A46" w:rsidP="007B6A46">
      <w:r>
        <w:lastRenderedPageBreak/>
        <w:t>717.9534</w:t>
      </w:r>
      <w:r>
        <w:tab/>
        <w:t>1.013e0</w:t>
      </w:r>
    </w:p>
    <w:p w:rsidR="007B6A46" w:rsidRDefault="007B6A46" w:rsidP="007B6A46">
      <w:r>
        <w:t>717.9935</w:t>
      </w:r>
      <w:r>
        <w:tab/>
        <w:t>1.013e0</w:t>
      </w:r>
    </w:p>
    <w:p w:rsidR="007B6A46" w:rsidRDefault="007B6A46" w:rsidP="007B6A46">
      <w:r>
        <w:t>718.0403</w:t>
      </w:r>
      <w:r>
        <w:tab/>
        <w:t>1.013e0</w:t>
      </w:r>
    </w:p>
    <w:p w:rsidR="007B6A46" w:rsidRDefault="007B6A46" w:rsidP="007B6A46">
      <w:r>
        <w:t>718.1593</w:t>
      </w:r>
      <w:r>
        <w:tab/>
        <w:t>1.013e0</w:t>
      </w:r>
    </w:p>
    <w:p w:rsidR="007B6A46" w:rsidRDefault="007B6A46" w:rsidP="007B6A46">
      <w:r>
        <w:t>718.2017</w:t>
      </w:r>
      <w:r>
        <w:tab/>
        <w:t>1.013e0</w:t>
      </w:r>
    </w:p>
    <w:p w:rsidR="007B6A46" w:rsidRDefault="007B6A46" w:rsidP="007B6A46">
      <w:r>
        <w:t>718.2121</w:t>
      </w:r>
      <w:r>
        <w:tab/>
        <w:t>1.013e0</w:t>
      </w:r>
    </w:p>
    <w:p w:rsidR="007B6A46" w:rsidRDefault="007B6A46" w:rsidP="007B6A46">
      <w:r>
        <w:t>718.2504</w:t>
      </w:r>
      <w:r>
        <w:tab/>
        <w:t>1.013e0</w:t>
      </w:r>
    </w:p>
    <w:p w:rsidR="007B6A46" w:rsidRDefault="007B6A46" w:rsidP="007B6A46">
      <w:r>
        <w:t>718.2625</w:t>
      </w:r>
      <w:r>
        <w:tab/>
        <w:t>1.013e0</w:t>
      </w:r>
    </w:p>
    <w:p w:rsidR="007B6A46" w:rsidRDefault="007B6A46" w:rsidP="007B6A46">
      <w:r>
        <w:t>718.3843</w:t>
      </w:r>
      <w:r>
        <w:tab/>
        <w:t>5.063e0</w:t>
      </w:r>
    </w:p>
    <w:p w:rsidR="007B6A46" w:rsidRDefault="007B6A46" w:rsidP="007B6A46">
      <w:r>
        <w:t>718.3887</w:t>
      </w:r>
      <w:r>
        <w:tab/>
        <w:t>6.076e0</w:t>
      </w:r>
    </w:p>
    <w:p w:rsidR="007B6A46" w:rsidRDefault="007B6A46" w:rsidP="007B6A46">
      <w:r>
        <w:t>718.3997</w:t>
      </w:r>
      <w:r>
        <w:tab/>
        <w:t>3.038e0</w:t>
      </w:r>
    </w:p>
    <w:p w:rsidR="007B6A46" w:rsidRDefault="007B6A46" w:rsidP="007B6A46">
      <w:r>
        <w:t>718.4044</w:t>
      </w:r>
      <w:r>
        <w:tab/>
        <w:t>8.101e0</w:t>
      </w:r>
    </w:p>
    <w:p w:rsidR="007B6A46" w:rsidRDefault="007B6A46" w:rsidP="007B6A46">
      <w:r>
        <w:t>718.4261</w:t>
      </w:r>
      <w:r>
        <w:tab/>
        <w:t>7.089e0</w:t>
      </w:r>
    </w:p>
    <w:p w:rsidR="007B6A46" w:rsidRDefault="007B6A46" w:rsidP="007B6A46">
      <w:r>
        <w:t>718.4516</w:t>
      </w:r>
      <w:r>
        <w:tab/>
        <w:t>4.051e0</w:t>
      </w:r>
    </w:p>
    <w:p w:rsidR="007B6A46" w:rsidRDefault="007B6A46" w:rsidP="007B6A46">
      <w:r>
        <w:t>718.4550</w:t>
      </w:r>
      <w:r>
        <w:tab/>
        <w:t>2.025e0</w:t>
      </w:r>
    </w:p>
    <w:p w:rsidR="007B6A46" w:rsidRDefault="007B6A46" w:rsidP="007B6A46">
      <w:r>
        <w:t>718.5123</w:t>
      </w:r>
      <w:r>
        <w:tab/>
        <w:t>2.025e0</w:t>
      </w:r>
    </w:p>
    <w:p w:rsidR="007B6A46" w:rsidRDefault="007B6A46" w:rsidP="007B6A46">
      <w:r>
        <w:t>718.5611</w:t>
      </w:r>
      <w:r>
        <w:tab/>
        <w:t>2.025e0</w:t>
      </w:r>
    </w:p>
    <w:p w:rsidR="007B6A46" w:rsidRDefault="007B6A46" w:rsidP="007B6A46">
      <w:r>
        <w:t>718.6407</w:t>
      </w:r>
      <w:r>
        <w:tab/>
        <w:t>1.013e0</w:t>
      </w:r>
    </w:p>
    <w:p w:rsidR="007B6A46" w:rsidRDefault="007B6A46" w:rsidP="007B6A46">
      <w:r>
        <w:t>718.6889</w:t>
      </w:r>
      <w:r>
        <w:tab/>
        <w:t>1.013e0</w:t>
      </w:r>
    </w:p>
    <w:p w:rsidR="007B6A46" w:rsidRDefault="007B6A46" w:rsidP="007B6A46">
      <w:r>
        <w:lastRenderedPageBreak/>
        <w:t>718.7623</w:t>
      </w:r>
      <w:r>
        <w:tab/>
        <w:t>3.038e0</w:t>
      </w:r>
    </w:p>
    <w:p w:rsidR="007B6A46" w:rsidRDefault="007B6A46" w:rsidP="007B6A46">
      <w:r>
        <w:t>718.7784</w:t>
      </w:r>
      <w:r>
        <w:tab/>
        <w:t>1.013e0</w:t>
      </w:r>
    </w:p>
    <w:p w:rsidR="007B6A46" w:rsidRDefault="007B6A46" w:rsidP="007B6A46">
      <w:r>
        <w:t>718.7974</w:t>
      </w:r>
      <w:r>
        <w:tab/>
        <w:t>1.013e0</w:t>
      </w:r>
    </w:p>
    <w:p w:rsidR="007B6A46" w:rsidRDefault="007B6A46" w:rsidP="007B6A46">
      <w:r>
        <w:t>718.8595</w:t>
      </w:r>
      <w:r>
        <w:tab/>
        <w:t>1.013e0</w:t>
      </w:r>
    </w:p>
    <w:p w:rsidR="007B6A46" w:rsidRDefault="007B6A46" w:rsidP="007B6A46">
      <w:r>
        <w:t>718.8641</w:t>
      </w:r>
      <w:r>
        <w:tab/>
        <w:t>1.013e0</w:t>
      </w:r>
    </w:p>
    <w:p w:rsidR="007B6A46" w:rsidRDefault="007B6A46" w:rsidP="007B6A46">
      <w:r>
        <w:t>718.8972</w:t>
      </w:r>
      <w:r>
        <w:tab/>
        <w:t>1.013e0</w:t>
      </w:r>
    </w:p>
    <w:p w:rsidR="007B6A46" w:rsidRDefault="007B6A46" w:rsidP="007B6A46">
      <w:r>
        <w:t>718.9315</w:t>
      </w:r>
      <w:r>
        <w:tab/>
        <w:t>1.013e0</w:t>
      </w:r>
    </w:p>
    <w:p w:rsidR="007B6A46" w:rsidRDefault="007B6A46" w:rsidP="007B6A46">
      <w:r>
        <w:t>718.9326</w:t>
      </w:r>
      <w:r>
        <w:tab/>
        <w:t>1.013e0</w:t>
      </w:r>
    </w:p>
    <w:p w:rsidR="007B6A46" w:rsidRDefault="007B6A46" w:rsidP="007B6A46">
      <w:r>
        <w:t>719.0179</w:t>
      </w:r>
      <w:r>
        <w:tab/>
        <w:t>1.013e0</w:t>
      </w:r>
    </w:p>
    <w:p w:rsidR="007B6A46" w:rsidRDefault="007B6A46" w:rsidP="007B6A46">
      <w:r>
        <w:t>719.0700</w:t>
      </w:r>
      <w:r>
        <w:tab/>
        <w:t>1.013e0</w:t>
      </w:r>
    </w:p>
    <w:p w:rsidR="007B6A46" w:rsidRDefault="007B6A46" w:rsidP="007B6A46">
      <w:r>
        <w:t>719.1155</w:t>
      </w:r>
      <w:r>
        <w:tab/>
        <w:t>3.038e0</w:t>
      </w:r>
    </w:p>
    <w:p w:rsidR="007B6A46" w:rsidRDefault="007B6A46" w:rsidP="007B6A46">
      <w:r>
        <w:t>719.1399</w:t>
      </w:r>
      <w:r>
        <w:tab/>
        <w:t>1.013e0</w:t>
      </w:r>
    </w:p>
    <w:p w:rsidR="007B6A46" w:rsidRDefault="007B6A46" w:rsidP="007B6A46">
      <w:r>
        <w:t>719.2485</w:t>
      </w:r>
      <w:r>
        <w:tab/>
        <w:t>1.013e0</w:t>
      </w:r>
    </w:p>
    <w:p w:rsidR="007B6A46" w:rsidRDefault="007B6A46" w:rsidP="007B6A46">
      <w:r>
        <w:t>719.3318</w:t>
      </w:r>
      <w:r>
        <w:tab/>
        <w:t>3.038e0</w:t>
      </w:r>
    </w:p>
    <w:p w:rsidR="007B6A46" w:rsidRDefault="007B6A46" w:rsidP="007B6A46">
      <w:r>
        <w:t>719.3645</w:t>
      </w:r>
      <w:r>
        <w:tab/>
        <w:t>3.038e0</w:t>
      </w:r>
    </w:p>
    <w:p w:rsidR="007B6A46" w:rsidRDefault="007B6A46" w:rsidP="007B6A46">
      <w:r>
        <w:t>719.3948</w:t>
      </w:r>
      <w:r>
        <w:tab/>
        <w:t>3.038e0</w:t>
      </w:r>
    </w:p>
    <w:p w:rsidR="007B6A46" w:rsidRDefault="007B6A46" w:rsidP="007B6A46">
      <w:r>
        <w:t>719.3959</w:t>
      </w:r>
      <w:r>
        <w:tab/>
        <w:t>1.013e0</w:t>
      </w:r>
    </w:p>
    <w:p w:rsidR="007B6A46" w:rsidRDefault="007B6A46" w:rsidP="007B6A46">
      <w:r>
        <w:t>719.4179</w:t>
      </w:r>
      <w:r>
        <w:tab/>
        <w:t>2.025e0</w:t>
      </w:r>
    </w:p>
    <w:p w:rsidR="007B6A46" w:rsidRDefault="007B6A46" w:rsidP="007B6A46">
      <w:r>
        <w:t>719.4394</w:t>
      </w:r>
      <w:r>
        <w:tab/>
        <w:t>2.025e0</w:t>
      </w:r>
    </w:p>
    <w:p w:rsidR="007B6A46" w:rsidRDefault="007B6A46" w:rsidP="007B6A46">
      <w:r>
        <w:lastRenderedPageBreak/>
        <w:t>719.5009</w:t>
      </w:r>
      <w:r>
        <w:tab/>
        <w:t>3.631e0</w:t>
      </w:r>
    </w:p>
    <w:p w:rsidR="007B6A46" w:rsidRDefault="007B6A46" w:rsidP="007B6A46">
      <w:r>
        <w:t>719.5046</w:t>
      </w:r>
      <w:r>
        <w:tab/>
        <w:t>1.013e0</w:t>
      </w:r>
    </w:p>
    <w:p w:rsidR="007B6A46" w:rsidRDefault="007B6A46" w:rsidP="007B6A46">
      <w:r>
        <w:t>719.5168</w:t>
      </w:r>
      <w:r>
        <w:tab/>
        <w:t>1.013e0</w:t>
      </w:r>
    </w:p>
    <w:p w:rsidR="007B6A46" w:rsidRDefault="007B6A46" w:rsidP="007B6A46">
      <w:r>
        <w:t>719.5558</w:t>
      </w:r>
      <w:r>
        <w:tab/>
        <w:t>2.932e0</w:t>
      </w:r>
    </w:p>
    <w:p w:rsidR="007B6A46" w:rsidRDefault="007B6A46" w:rsidP="007B6A46">
      <w:r>
        <w:t>719.6359</w:t>
      </w:r>
      <w:r>
        <w:tab/>
        <w:t>1.013e0</w:t>
      </w:r>
    </w:p>
    <w:p w:rsidR="007B6A46" w:rsidRDefault="007B6A46" w:rsidP="007B6A46">
      <w:r>
        <w:t>719.6381</w:t>
      </w:r>
      <w:r>
        <w:tab/>
        <w:t>2.025e0</w:t>
      </w:r>
    </w:p>
    <w:p w:rsidR="007B6A46" w:rsidRDefault="007B6A46" w:rsidP="007B6A46">
      <w:r>
        <w:t>719.6887</w:t>
      </w:r>
      <w:r>
        <w:tab/>
        <w:t>1.013e0</w:t>
      </w:r>
    </w:p>
    <w:p w:rsidR="007B6A46" w:rsidRDefault="007B6A46" w:rsidP="007B6A46">
      <w:r>
        <w:t>719.7389</w:t>
      </w:r>
      <w:r>
        <w:tab/>
        <w:t>1.013e0</w:t>
      </w:r>
    </w:p>
    <w:p w:rsidR="007B6A46" w:rsidRDefault="007B6A46" w:rsidP="007B6A46">
      <w:r>
        <w:t>719.7486</w:t>
      </w:r>
      <w:r>
        <w:tab/>
        <w:t>1.013e0</w:t>
      </w:r>
    </w:p>
    <w:p w:rsidR="007B6A46" w:rsidRDefault="007B6A46" w:rsidP="007B6A46">
      <w:r>
        <w:t>719.7498</w:t>
      </w:r>
      <w:r>
        <w:tab/>
        <w:t>1.013e0</w:t>
      </w:r>
    </w:p>
    <w:p w:rsidR="007B6A46" w:rsidRDefault="007B6A46" w:rsidP="007B6A46">
      <w:r>
        <w:t>719.7736</w:t>
      </w:r>
      <w:r>
        <w:tab/>
        <w:t>1.013e0</w:t>
      </w:r>
    </w:p>
    <w:p w:rsidR="007B6A46" w:rsidRDefault="007B6A46" w:rsidP="007B6A46">
      <w:r>
        <w:t>719.8076</w:t>
      </w:r>
      <w:r>
        <w:tab/>
        <w:t>2.025e0</w:t>
      </w:r>
    </w:p>
    <w:p w:rsidR="007B6A46" w:rsidRDefault="007B6A46" w:rsidP="007B6A46">
      <w:r>
        <w:t>719.8752</w:t>
      </w:r>
      <w:r>
        <w:tab/>
        <w:t>1.013e0</w:t>
      </w:r>
    </w:p>
    <w:p w:rsidR="007B6A46" w:rsidRDefault="007B6A46" w:rsidP="007B6A46">
      <w:r>
        <w:t>719.9328</w:t>
      </w:r>
      <w:r>
        <w:tab/>
        <w:t>1.013e0</w:t>
      </w:r>
    </w:p>
    <w:p w:rsidR="007B6A46" w:rsidRDefault="007B6A46" w:rsidP="007B6A46">
      <w:r>
        <w:t>719.9438</w:t>
      </w:r>
      <w:r>
        <w:tab/>
        <w:t>1.013e0</w:t>
      </w:r>
    </w:p>
    <w:p w:rsidR="007B6A46" w:rsidRDefault="007B6A46" w:rsidP="007B6A46">
      <w:r>
        <w:t>719.9450</w:t>
      </w:r>
      <w:r>
        <w:tab/>
        <w:t>1.013e0</w:t>
      </w:r>
    </w:p>
    <w:p w:rsidR="007B6A46" w:rsidRDefault="007B6A46" w:rsidP="007B6A46">
      <w:r>
        <w:t>720.0415</w:t>
      </w:r>
      <w:r>
        <w:tab/>
        <w:t>1.013e0</w:t>
      </w:r>
    </w:p>
    <w:p w:rsidR="007B6A46" w:rsidRDefault="007B6A46" w:rsidP="007B6A46">
      <w:r>
        <w:t>720.0638</w:t>
      </w:r>
      <w:r>
        <w:tab/>
        <w:t>1.013e0</w:t>
      </w:r>
    </w:p>
    <w:p w:rsidR="007B6A46" w:rsidRDefault="007B6A46" w:rsidP="007B6A46">
      <w:r>
        <w:t>720.1147</w:t>
      </w:r>
      <w:r>
        <w:tab/>
        <w:t>1.013e0</w:t>
      </w:r>
    </w:p>
    <w:p w:rsidR="007B6A46" w:rsidRDefault="007B6A46" w:rsidP="007B6A46">
      <w:r>
        <w:lastRenderedPageBreak/>
        <w:t>720.1679</w:t>
      </w:r>
      <w:r>
        <w:tab/>
        <w:t>1.013e0</w:t>
      </w:r>
    </w:p>
    <w:p w:rsidR="007B6A46" w:rsidRDefault="007B6A46" w:rsidP="007B6A46">
      <w:r>
        <w:t>720.1849</w:t>
      </w:r>
      <w:r>
        <w:tab/>
        <w:t>1.013e0</w:t>
      </w:r>
    </w:p>
    <w:p w:rsidR="007B6A46" w:rsidRDefault="007B6A46" w:rsidP="007B6A46">
      <w:r>
        <w:t>720.1880</w:t>
      </w:r>
      <w:r>
        <w:tab/>
        <w:t>1.013e0</w:t>
      </w:r>
    </w:p>
    <w:p w:rsidR="007B6A46" w:rsidRDefault="007B6A46" w:rsidP="007B6A46">
      <w:r>
        <w:t>720.2612</w:t>
      </w:r>
      <w:r>
        <w:tab/>
        <w:t>1.013e0</w:t>
      </w:r>
    </w:p>
    <w:p w:rsidR="007B6A46" w:rsidRDefault="007B6A46" w:rsidP="007B6A46">
      <w:r>
        <w:t>720.2660</w:t>
      </w:r>
      <w:r>
        <w:tab/>
        <w:t>2.025e0</w:t>
      </w:r>
    </w:p>
    <w:p w:rsidR="007B6A46" w:rsidRDefault="007B6A46" w:rsidP="007B6A46">
      <w:r>
        <w:t>720.2868</w:t>
      </w:r>
      <w:r>
        <w:tab/>
        <w:t>1.013e0</w:t>
      </w:r>
    </w:p>
    <w:p w:rsidR="007B6A46" w:rsidRDefault="007B6A46" w:rsidP="007B6A46">
      <w:r>
        <w:t>720.3479</w:t>
      </w:r>
      <w:r>
        <w:tab/>
        <w:t>2.025e0</w:t>
      </w:r>
    </w:p>
    <w:p w:rsidR="007B6A46" w:rsidRDefault="007B6A46" w:rsidP="007B6A46">
      <w:r>
        <w:t>720.3953</w:t>
      </w:r>
      <w:r>
        <w:tab/>
        <w:t>3.038e0</w:t>
      </w:r>
    </w:p>
    <w:p w:rsidR="007B6A46" w:rsidRDefault="007B6A46" w:rsidP="007B6A46">
      <w:r>
        <w:t>720.4050</w:t>
      </w:r>
      <w:r>
        <w:tab/>
        <w:t>3.038e0</w:t>
      </w:r>
    </w:p>
    <w:p w:rsidR="007B6A46" w:rsidRDefault="007B6A46" w:rsidP="007B6A46">
      <w:r>
        <w:t>720.4177</w:t>
      </w:r>
      <w:r>
        <w:tab/>
        <w:t>5.063e0</w:t>
      </w:r>
    </w:p>
    <w:p w:rsidR="007B6A46" w:rsidRDefault="007B6A46" w:rsidP="007B6A46">
      <w:r>
        <w:t>720.4267</w:t>
      </w:r>
      <w:r>
        <w:tab/>
        <w:t>5.063e0</w:t>
      </w:r>
    </w:p>
    <w:p w:rsidR="007B6A46" w:rsidRDefault="007B6A46" w:rsidP="007B6A46">
      <w:r>
        <w:t>720.4688</w:t>
      </w:r>
      <w:r>
        <w:tab/>
        <w:t>4.943e0</w:t>
      </w:r>
    </w:p>
    <w:p w:rsidR="007B6A46" w:rsidRDefault="007B6A46" w:rsidP="007B6A46">
      <w:r>
        <w:t>720.4944</w:t>
      </w:r>
      <w:r>
        <w:tab/>
        <w:t>1.013e0</w:t>
      </w:r>
    </w:p>
    <w:p w:rsidR="007B6A46" w:rsidRDefault="007B6A46" w:rsidP="007B6A46">
      <w:r>
        <w:t>720.5099</w:t>
      </w:r>
      <w:r>
        <w:tab/>
        <w:t>1.013e0</w:t>
      </w:r>
    </w:p>
    <w:p w:rsidR="007B6A46" w:rsidRDefault="007B6A46" w:rsidP="007B6A46">
      <w:r>
        <w:t>720.5787</w:t>
      </w:r>
      <w:r>
        <w:tab/>
        <w:t>1.013e0</w:t>
      </w:r>
    </w:p>
    <w:p w:rsidR="007B6A46" w:rsidRDefault="007B6A46" w:rsidP="007B6A46">
      <w:r>
        <w:t>720.6887</w:t>
      </w:r>
      <w:r>
        <w:tab/>
        <w:t>1.013e0</w:t>
      </w:r>
    </w:p>
    <w:p w:rsidR="007B6A46" w:rsidRDefault="007B6A46" w:rsidP="007B6A46">
      <w:r>
        <w:t>720.7781</w:t>
      </w:r>
      <w:r>
        <w:tab/>
        <w:t>2.025e0</w:t>
      </w:r>
    </w:p>
    <w:p w:rsidR="007B6A46" w:rsidRDefault="007B6A46" w:rsidP="007B6A46">
      <w:r>
        <w:t>720.8195</w:t>
      </w:r>
      <w:r>
        <w:tab/>
        <w:t>1.013e0</w:t>
      </w:r>
    </w:p>
    <w:p w:rsidR="007B6A46" w:rsidRDefault="007B6A46" w:rsidP="007B6A46">
      <w:r>
        <w:t>720.8354</w:t>
      </w:r>
      <w:r>
        <w:tab/>
        <w:t>1.013e0</w:t>
      </w:r>
    </w:p>
    <w:p w:rsidR="007B6A46" w:rsidRDefault="007B6A46" w:rsidP="007B6A46">
      <w:r>
        <w:lastRenderedPageBreak/>
        <w:t>720.8976</w:t>
      </w:r>
      <w:r>
        <w:tab/>
        <w:t>2.025e0</w:t>
      </w:r>
    </w:p>
    <w:p w:rsidR="007B6A46" w:rsidRDefault="007B6A46" w:rsidP="007B6A46">
      <w:r>
        <w:t>720.9042</w:t>
      </w:r>
      <w:r>
        <w:tab/>
        <w:t>1.013e0</w:t>
      </w:r>
    </w:p>
    <w:p w:rsidR="007B6A46" w:rsidRDefault="007B6A46" w:rsidP="007B6A46">
      <w:r>
        <w:t>720.9569</w:t>
      </w:r>
      <w:r>
        <w:tab/>
        <w:t>1.013e0</w:t>
      </w:r>
    </w:p>
    <w:p w:rsidR="007B6A46" w:rsidRDefault="007B6A46" w:rsidP="007B6A46">
      <w:r>
        <w:t>721.0080</w:t>
      </w:r>
      <w:r>
        <w:tab/>
        <w:t>1.013e0</w:t>
      </w:r>
    </w:p>
    <w:p w:rsidR="007B6A46" w:rsidRDefault="007B6A46" w:rsidP="007B6A46">
      <w:r>
        <w:t>721.0496</w:t>
      </w:r>
      <w:r>
        <w:tab/>
        <w:t>2.025e0</w:t>
      </w:r>
    </w:p>
    <w:p w:rsidR="007B6A46" w:rsidRDefault="007B6A46" w:rsidP="007B6A46">
      <w:r>
        <w:t>721.1274</w:t>
      </w:r>
      <w:r>
        <w:tab/>
        <w:t>1.013e0</w:t>
      </w:r>
    </w:p>
    <w:p w:rsidR="007B6A46" w:rsidRDefault="007B6A46" w:rsidP="007B6A46">
      <w:r>
        <w:t>721.1420</w:t>
      </w:r>
      <w:r>
        <w:tab/>
        <w:t>2.025e0</w:t>
      </w:r>
    </w:p>
    <w:p w:rsidR="007B6A46" w:rsidRDefault="007B6A46" w:rsidP="007B6A46">
      <w:r>
        <w:t>721.2020</w:t>
      </w:r>
      <w:r>
        <w:tab/>
        <w:t>1.013e0</w:t>
      </w:r>
    </w:p>
    <w:p w:rsidR="007B6A46" w:rsidRDefault="007B6A46" w:rsidP="007B6A46">
      <w:r>
        <w:t>721.2314</w:t>
      </w:r>
      <w:r>
        <w:tab/>
        <w:t>1.013e0</w:t>
      </w:r>
    </w:p>
    <w:p w:rsidR="007B6A46" w:rsidRDefault="007B6A46" w:rsidP="007B6A46">
      <w:r>
        <w:t>721.3575</w:t>
      </w:r>
      <w:r>
        <w:tab/>
        <w:t>2.025e0</w:t>
      </w:r>
    </w:p>
    <w:p w:rsidR="007B6A46" w:rsidRDefault="007B6A46" w:rsidP="007B6A46">
      <w:r>
        <w:t>721.3621</w:t>
      </w:r>
      <w:r>
        <w:tab/>
        <w:t>1.013e0</w:t>
      </w:r>
    </w:p>
    <w:p w:rsidR="007B6A46" w:rsidRDefault="007B6A46" w:rsidP="007B6A46">
      <w:r>
        <w:t>721.3866</w:t>
      </w:r>
      <w:r>
        <w:tab/>
        <w:t>1.013e0</w:t>
      </w:r>
    </w:p>
    <w:p w:rsidR="007B6A46" w:rsidRDefault="007B6A46" w:rsidP="007B6A46">
      <w:r>
        <w:t>721.4705</w:t>
      </w:r>
      <w:r>
        <w:tab/>
        <w:t>1.013e0</w:t>
      </w:r>
    </w:p>
    <w:p w:rsidR="007B6A46" w:rsidRDefault="007B6A46" w:rsidP="007B6A46">
      <w:r>
        <w:t>721.4863</w:t>
      </w:r>
      <w:r>
        <w:tab/>
        <w:t>3.038e0</w:t>
      </w:r>
    </w:p>
    <w:p w:rsidR="007B6A46" w:rsidRDefault="007B6A46" w:rsidP="007B6A46">
      <w:r>
        <w:t>721.5215</w:t>
      </w:r>
      <w:r>
        <w:tab/>
        <w:t>1.013e0</w:t>
      </w:r>
    </w:p>
    <w:p w:rsidR="007B6A46" w:rsidRDefault="007B6A46" w:rsidP="007B6A46">
      <w:r>
        <w:t>721.5574</w:t>
      </w:r>
      <w:r>
        <w:tab/>
        <w:t>1.013e0</w:t>
      </w:r>
    </w:p>
    <w:p w:rsidR="007B6A46" w:rsidRDefault="007B6A46" w:rsidP="007B6A46">
      <w:r>
        <w:t>721.5911</w:t>
      </w:r>
      <w:r>
        <w:tab/>
        <w:t>2.025e0</w:t>
      </w:r>
    </w:p>
    <w:p w:rsidR="007B6A46" w:rsidRDefault="007B6A46" w:rsidP="007B6A46">
      <w:r>
        <w:t>721.6432</w:t>
      </w:r>
      <w:r>
        <w:tab/>
        <w:t>1.013e0</w:t>
      </w:r>
    </w:p>
    <w:p w:rsidR="007B6A46" w:rsidRDefault="007B6A46" w:rsidP="007B6A46">
      <w:r>
        <w:t>721.6554</w:t>
      </w:r>
      <w:r>
        <w:tab/>
        <w:t>2.025e0</w:t>
      </w:r>
    </w:p>
    <w:p w:rsidR="007B6A46" w:rsidRDefault="007B6A46" w:rsidP="007B6A46">
      <w:r>
        <w:lastRenderedPageBreak/>
        <w:t>721.7646</w:t>
      </w:r>
      <w:r>
        <w:tab/>
        <w:t>1.013e0</w:t>
      </w:r>
    </w:p>
    <w:p w:rsidR="007B6A46" w:rsidRDefault="007B6A46" w:rsidP="007B6A46">
      <w:r>
        <w:t>721.8646</w:t>
      </w:r>
      <w:r>
        <w:tab/>
        <w:t>1.013e0</w:t>
      </w:r>
    </w:p>
    <w:p w:rsidR="007B6A46" w:rsidRDefault="007B6A46" w:rsidP="007B6A46">
      <w:r>
        <w:t>721.9431</w:t>
      </w:r>
      <w:r>
        <w:tab/>
        <w:t>2.025e0</w:t>
      </w:r>
    </w:p>
    <w:p w:rsidR="007B6A46" w:rsidRDefault="007B6A46" w:rsidP="007B6A46">
      <w:r>
        <w:t>721.9946</w:t>
      </w:r>
      <w:r>
        <w:tab/>
        <w:t>2.025e0</w:t>
      </w:r>
    </w:p>
    <w:p w:rsidR="007B6A46" w:rsidRDefault="007B6A46" w:rsidP="007B6A46">
      <w:r>
        <w:t>722.1072</w:t>
      </w:r>
      <w:r>
        <w:tab/>
        <w:t>2.025e0</w:t>
      </w:r>
    </w:p>
    <w:p w:rsidR="007B6A46" w:rsidRDefault="007B6A46" w:rsidP="007B6A46">
      <w:r>
        <w:t>722.2419</w:t>
      </w:r>
      <w:r>
        <w:tab/>
        <w:t>1.013e0</w:t>
      </w:r>
    </w:p>
    <w:p w:rsidR="007B6A46" w:rsidRDefault="007B6A46" w:rsidP="007B6A46">
      <w:r>
        <w:t>722.2773</w:t>
      </w:r>
      <w:r>
        <w:tab/>
        <w:t>2.025e0</w:t>
      </w:r>
    </w:p>
    <w:p w:rsidR="007B6A46" w:rsidRDefault="007B6A46" w:rsidP="007B6A46">
      <w:r>
        <w:t>722.3434</w:t>
      </w:r>
      <w:r>
        <w:tab/>
        <w:t>3.038e0</w:t>
      </w:r>
    </w:p>
    <w:p w:rsidR="007B6A46" w:rsidRDefault="007B6A46" w:rsidP="007B6A46">
      <w:r>
        <w:t>722.3544</w:t>
      </w:r>
      <w:r>
        <w:tab/>
        <w:t>4.051e0</w:t>
      </w:r>
    </w:p>
    <w:p w:rsidR="007B6A46" w:rsidRDefault="007B6A46" w:rsidP="007B6A46">
      <w:r>
        <w:t>722.4512</w:t>
      </w:r>
      <w:r>
        <w:tab/>
        <w:t>1.013e0</w:t>
      </w:r>
    </w:p>
    <w:p w:rsidR="007B6A46" w:rsidRDefault="007B6A46" w:rsidP="007B6A46">
      <w:r>
        <w:t>722.4705</w:t>
      </w:r>
      <w:r>
        <w:tab/>
        <w:t>7.089e0</w:t>
      </w:r>
    </w:p>
    <w:p w:rsidR="007B6A46" w:rsidRDefault="007B6A46" w:rsidP="007B6A46">
      <w:r>
        <w:t>722.4720</w:t>
      </w:r>
      <w:r>
        <w:tab/>
        <w:t>5.956e0</w:t>
      </w:r>
    </w:p>
    <w:p w:rsidR="007B6A46" w:rsidRDefault="007B6A46" w:rsidP="007B6A46">
      <w:r>
        <w:t>722.4841</w:t>
      </w:r>
      <w:r>
        <w:tab/>
        <w:t>4.051e0</w:t>
      </w:r>
    </w:p>
    <w:p w:rsidR="007B6A46" w:rsidRDefault="007B6A46" w:rsidP="007B6A46">
      <w:r>
        <w:t>722.4985</w:t>
      </w:r>
      <w:r>
        <w:tab/>
        <w:t>4.051e0</w:t>
      </w:r>
    </w:p>
    <w:p w:rsidR="007B6A46" w:rsidRDefault="007B6A46" w:rsidP="007B6A46">
      <w:r>
        <w:t>722.5295</w:t>
      </w:r>
      <w:r>
        <w:tab/>
        <w:t>2.879e0</w:t>
      </w:r>
    </w:p>
    <w:p w:rsidR="007B6A46" w:rsidRDefault="007B6A46" w:rsidP="007B6A46">
      <w:r>
        <w:t>722.5369</w:t>
      </w:r>
      <w:r>
        <w:tab/>
        <w:t>2.025e0</w:t>
      </w:r>
    </w:p>
    <w:p w:rsidR="007B6A46" w:rsidRDefault="007B6A46" w:rsidP="007B6A46">
      <w:r>
        <w:t>722.5664</w:t>
      </w:r>
      <w:r>
        <w:tab/>
        <w:t>2.025e0</w:t>
      </w:r>
    </w:p>
    <w:p w:rsidR="007B6A46" w:rsidRDefault="007B6A46" w:rsidP="007B6A46">
      <w:r>
        <w:t>722.6337</w:t>
      </w:r>
      <w:r>
        <w:tab/>
        <w:t>1.013e0</w:t>
      </w:r>
    </w:p>
    <w:p w:rsidR="007B6A46" w:rsidRDefault="007B6A46" w:rsidP="007B6A46">
      <w:r>
        <w:t>722.6594</w:t>
      </w:r>
      <w:r>
        <w:tab/>
        <w:t>1.013e0</w:t>
      </w:r>
    </w:p>
    <w:p w:rsidR="007B6A46" w:rsidRDefault="007B6A46" w:rsidP="007B6A46">
      <w:r>
        <w:lastRenderedPageBreak/>
        <w:t>722.6633</w:t>
      </w:r>
      <w:r>
        <w:tab/>
        <w:t>2.025e0</w:t>
      </w:r>
    </w:p>
    <w:p w:rsidR="007B6A46" w:rsidRDefault="007B6A46" w:rsidP="007B6A46">
      <w:r>
        <w:t>722.7049</w:t>
      </w:r>
      <w:r>
        <w:tab/>
        <w:t>1.013e0</w:t>
      </w:r>
    </w:p>
    <w:p w:rsidR="007B6A46" w:rsidRDefault="007B6A46" w:rsidP="007B6A46">
      <w:r>
        <w:t>722.7808</w:t>
      </w:r>
      <w:r>
        <w:tab/>
        <w:t>1.013e0</w:t>
      </w:r>
    </w:p>
    <w:p w:rsidR="007B6A46" w:rsidRDefault="007B6A46" w:rsidP="007B6A46">
      <w:r>
        <w:t>722.9155</w:t>
      </w:r>
      <w:r>
        <w:tab/>
        <w:t>1.013e0</w:t>
      </w:r>
    </w:p>
    <w:p w:rsidR="007B6A46" w:rsidRDefault="007B6A46" w:rsidP="007B6A46">
      <w:r>
        <w:t>722.9289</w:t>
      </w:r>
      <w:r>
        <w:tab/>
        <w:t>1.013e0</w:t>
      </w:r>
    </w:p>
    <w:p w:rsidR="007B6A46" w:rsidRDefault="007B6A46" w:rsidP="007B6A46">
      <w:r>
        <w:t>722.9779</w:t>
      </w:r>
      <w:r>
        <w:tab/>
        <w:t>1.013e0</w:t>
      </w:r>
    </w:p>
    <w:p w:rsidR="007B6A46" w:rsidRDefault="007B6A46" w:rsidP="007B6A46">
      <w:r>
        <w:t>722.9890</w:t>
      </w:r>
      <w:r>
        <w:tab/>
        <w:t>1.013e0</w:t>
      </w:r>
    </w:p>
    <w:p w:rsidR="007B6A46" w:rsidRDefault="007B6A46" w:rsidP="007B6A46">
      <w:r>
        <w:t>723.0307</w:t>
      </w:r>
      <w:r>
        <w:tab/>
        <w:t>1.013e0</w:t>
      </w:r>
    </w:p>
    <w:p w:rsidR="007B6A46" w:rsidRDefault="007B6A46" w:rsidP="007B6A46">
      <w:r>
        <w:t>723.0319</w:t>
      </w:r>
      <w:r>
        <w:tab/>
        <w:t>1.013e0</w:t>
      </w:r>
    </w:p>
    <w:p w:rsidR="007B6A46" w:rsidRDefault="007B6A46" w:rsidP="007B6A46">
      <w:r>
        <w:t>723.0871</w:t>
      </w:r>
      <w:r>
        <w:tab/>
        <w:t>1.013e0</w:t>
      </w:r>
    </w:p>
    <w:p w:rsidR="007B6A46" w:rsidRDefault="007B6A46" w:rsidP="007B6A46">
      <w:r>
        <w:t>723.1606</w:t>
      </w:r>
      <w:r>
        <w:tab/>
        <w:t>1.013e0</w:t>
      </w:r>
    </w:p>
    <w:p w:rsidR="007B6A46" w:rsidRDefault="007B6A46" w:rsidP="007B6A46">
      <w:r>
        <w:t>723.1782</w:t>
      </w:r>
      <w:r>
        <w:tab/>
        <w:t>2.025e0</w:t>
      </w:r>
    </w:p>
    <w:p w:rsidR="007B6A46" w:rsidRDefault="007B6A46" w:rsidP="007B6A46">
      <w:r>
        <w:t>723.3220</w:t>
      </w:r>
      <w:r>
        <w:tab/>
        <w:t>1.013e0</w:t>
      </w:r>
    </w:p>
    <w:p w:rsidR="007B6A46" w:rsidRDefault="007B6A46" w:rsidP="007B6A46">
      <w:r>
        <w:t>723.3371</w:t>
      </w:r>
      <w:r>
        <w:tab/>
        <w:t>2.025e0</w:t>
      </w:r>
    </w:p>
    <w:p w:rsidR="007B6A46" w:rsidRDefault="007B6A46" w:rsidP="007B6A46">
      <w:r>
        <w:t>723.3579</w:t>
      </w:r>
      <w:r>
        <w:tab/>
        <w:t>1.013e0</w:t>
      </w:r>
    </w:p>
    <w:p w:rsidR="007B6A46" w:rsidRDefault="007B6A46" w:rsidP="007B6A46">
      <w:r>
        <w:t>723.3989</w:t>
      </w:r>
      <w:r>
        <w:tab/>
        <w:t>2.025e0</w:t>
      </w:r>
    </w:p>
    <w:p w:rsidR="007B6A46" w:rsidRDefault="007B6A46" w:rsidP="007B6A46">
      <w:r>
        <w:t>723.4089</w:t>
      </w:r>
      <w:r>
        <w:tab/>
        <w:t>1.013e0</w:t>
      </w:r>
    </w:p>
    <w:p w:rsidR="007B6A46" w:rsidRDefault="007B6A46" w:rsidP="007B6A46">
      <w:r>
        <w:t>723.4249</w:t>
      </w:r>
      <w:r>
        <w:tab/>
        <w:t>1.013e0</w:t>
      </w:r>
    </w:p>
    <w:p w:rsidR="007B6A46" w:rsidRDefault="007B6A46" w:rsidP="007B6A46">
      <w:r>
        <w:t>723.4765</w:t>
      </w:r>
      <w:r>
        <w:tab/>
        <w:t>3.765e0</w:t>
      </w:r>
    </w:p>
    <w:p w:rsidR="007B6A46" w:rsidRDefault="007B6A46" w:rsidP="007B6A46">
      <w:r>
        <w:lastRenderedPageBreak/>
        <w:t>723.4916</w:t>
      </w:r>
      <w:r>
        <w:tab/>
        <w:t>1.013e0</w:t>
      </w:r>
    </w:p>
    <w:p w:rsidR="007B6A46" w:rsidRDefault="007B6A46" w:rsidP="007B6A46">
      <w:r>
        <w:t>723.4940</w:t>
      </w:r>
      <w:r>
        <w:tab/>
        <w:t>3.839e0</w:t>
      </w:r>
    </w:p>
    <w:p w:rsidR="007B6A46" w:rsidRDefault="007B6A46" w:rsidP="007B6A46">
      <w:r>
        <w:t>723.5157</w:t>
      </w:r>
      <w:r>
        <w:tab/>
        <w:t>2.025e0</w:t>
      </w:r>
    </w:p>
    <w:p w:rsidR="007B6A46" w:rsidRDefault="007B6A46" w:rsidP="007B6A46">
      <w:r>
        <w:t>723.5422</w:t>
      </w:r>
      <w:r>
        <w:tab/>
        <w:t>2.025e0</w:t>
      </w:r>
    </w:p>
    <w:p w:rsidR="007B6A46" w:rsidRDefault="007B6A46" w:rsidP="007B6A46">
      <w:r>
        <w:t>723.5610</w:t>
      </w:r>
      <w:r>
        <w:tab/>
        <w:t>2.985e0</w:t>
      </w:r>
    </w:p>
    <w:p w:rsidR="007B6A46" w:rsidRDefault="007B6A46" w:rsidP="007B6A46">
      <w:r>
        <w:t>723.5663</w:t>
      </w:r>
      <w:r>
        <w:tab/>
        <w:t>1.013e0</w:t>
      </w:r>
    </w:p>
    <w:p w:rsidR="007B6A46" w:rsidRDefault="007B6A46" w:rsidP="007B6A46">
      <w:r>
        <w:t>723.6143</w:t>
      </w:r>
      <w:r>
        <w:tab/>
        <w:t>1.013e0</w:t>
      </w:r>
    </w:p>
    <w:p w:rsidR="007B6A46" w:rsidRDefault="007B6A46" w:rsidP="007B6A46">
      <w:r>
        <w:t>723.6489</w:t>
      </w:r>
      <w:r>
        <w:tab/>
        <w:t>2.025e0</w:t>
      </w:r>
    </w:p>
    <w:p w:rsidR="007B6A46" w:rsidRDefault="007B6A46" w:rsidP="007B6A46">
      <w:r>
        <w:t>723.7503</w:t>
      </w:r>
      <w:r>
        <w:tab/>
        <w:t>1.013e0</w:t>
      </w:r>
    </w:p>
    <w:p w:rsidR="007B6A46" w:rsidRDefault="007B6A46" w:rsidP="007B6A46">
      <w:r>
        <w:t>723.8033</w:t>
      </w:r>
      <w:r>
        <w:tab/>
        <w:t>1.013e0</w:t>
      </w:r>
    </w:p>
    <w:p w:rsidR="007B6A46" w:rsidRDefault="007B6A46" w:rsidP="007B6A46">
      <w:r>
        <w:t>723.8116</w:t>
      </w:r>
      <w:r>
        <w:tab/>
        <w:t>1.013e0</w:t>
      </w:r>
    </w:p>
    <w:p w:rsidR="007B6A46" w:rsidRDefault="007B6A46" w:rsidP="007B6A46">
      <w:r>
        <w:t>723.8350</w:t>
      </w:r>
      <w:r>
        <w:tab/>
        <w:t>1.013e0</w:t>
      </w:r>
    </w:p>
    <w:p w:rsidR="007B6A46" w:rsidRDefault="007B6A46" w:rsidP="007B6A46">
      <w:r>
        <w:t>723.8373</w:t>
      </w:r>
      <w:r>
        <w:tab/>
        <w:t>1.013e0</w:t>
      </w:r>
    </w:p>
    <w:p w:rsidR="007B6A46" w:rsidRDefault="007B6A46" w:rsidP="007B6A46">
      <w:r>
        <w:t>723.9060</w:t>
      </w:r>
      <w:r>
        <w:tab/>
        <w:t>1.013e0</w:t>
      </w:r>
    </w:p>
    <w:p w:rsidR="007B6A46" w:rsidRDefault="007B6A46" w:rsidP="007B6A46">
      <w:r>
        <w:t>723.9219</w:t>
      </w:r>
      <w:r>
        <w:tab/>
        <w:t>1.013e0</w:t>
      </w:r>
    </w:p>
    <w:p w:rsidR="007B6A46" w:rsidRDefault="007B6A46" w:rsidP="007B6A46">
      <w:r>
        <w:t>723.9911</w:t>
      </w:r>
      <w:r>
        <w:tab/>
        <w:t>3.038e0</w:t>
      </w:r>
    </w:p>
    <w:p w:rsidR="007B6A46" w:rsidRDefault="007B6A46" w:rsidP="007B6A46">
      <w:r>
        <w:t>724.0422</w:t>
      </w:r>
      <w:r>
        <w:tab/>
        <w:t>1.013e0</w:t>
      </w:r>
    </w:p>
    <w:p w:rsidR="007B6A46" w:rsidRDefault="007B6A46" w:rsidP="007B6A46">
      <w:r>
        <w:t>724.0434</w:t>
      </w:r>
      <w:r>
        <w:tab/>
        <w:t>1.013e0</w:t>
      </w:r>
    </w:p>
    <w:p w:rsidR="007B6A46" w:rsidRDefault="007B6A46" w:rsidP="007B6A46">
      <w:r>
        <w:t>724.0815</w:t>
      </w:r>
      <w:r>
        <w:tab/>
        <w:t>1.013e0</w:t>
      </w:r>
    </w:p>
    <w:p w:rsidR="007B6A46" w:rsidRDefault="007B6A46" w:rsidP="007B6A46">
      <w:r>
        <w:lastRenderedPageBreak/>
        <w:t>724.1792</w:t>
      </w:r>
      <w:r>
        <w:tab/>
        <w:t>2.025e0</w:t>
      </w:r>
    </w:p>
    <w:p w:rsidR="007B6A46" w:rsidRDefault="007B6A46" w:rsidP="007B6A46">
      <w:r>
        <w:t>724.3175</w:t>
      </w:r>
      <w:r>
        <w:tab/>
        <w:t>1.013e0</w:t>
      </w:r>
    </w:p>
    <w:p w:rsidR="007B6A46" w:rsidRDefault="007B6A46" w:rsidP="007B6A46">
      <w:r>
        <w:t>724.3259</w:t>
      </w:r>
      <w:r>
        <w:tab/>
        <w:t>1.013e0</w:t>
      </w:r>
    </w:p>
    <w:p w:rsidR="007B6A46" w:rsidRDefault="007B6A46" w:rsidP="007B6A46">
      <w:r>
        <w:t>724.3372</w:t>
      </w:r>
      <w:r>
        <w:tab/>
        <w:t>1.923e0</w:t>
      </w:r>
    </w:p>
    <w:p w:rsidR="007B6A46" w:rsidRDefault="007B6A46" w:rsidP="007B6A46">
      <w:r>
        <w:t>724.3516</w:t>
      </w:r>
      <w:r>
        <w:tab/>
        <w:t>1.013e0</w:t>
      </w:r>
    </w:p>
    <w:p w:rsidR="007B6A46" w:rsidRDefault="007B6A46" w:rsidP="007B6A46">
      <w:r>
        <w:t>724.3589</w:t>
      </w:r>
      <w:r>
        <w:tab/>
        <w:t>2.025e0</w:t>
      </w:r>
    </w:p>
    <w:p w:rsidR="007B6A46" w:rsidRDefault="007B6A46" w:rsidP="007B6A46">
      <w:r>
        <w:t>724.4551</w:t>
      </w:r>
      <w:r>
        <w:tab/>
        <w:t>3.038e0</w:t>
      </w:r>
    </w:p>
    <w:p w:rsidR="007B6A46" w:rsidRDefault="007B6A46" w:rsidP="007B6A46">
      <w:r>
        <w:t>724.4818</w:t>
      </w:r>
      <w:r>
        <w:tab/>
        <w:t>6.943e0</w:t>
      </w:r>
    </w:p>
    <w:p w:rsidR="007B6A46" w:rsidRDefault="007B6A46" w:rsidP="007B6A46">
      <w:r>
        <w:t>724.4949</w:t>
      </w:r>
      <w:r>
        <w:tab/>
        <w:t>3.786e0</w:t>
      </w:r>
    </w:p>
    <w:p w:rsidR="007B6A46" w:rsidRDefault="007B6A46" w:rsidP="007B6A46">
      <w:r>
        <w:t>724.4973</w:t>
      </w:r>
      <w:r>
        <w:tab/>
        <w:t>4.051e0</w:t>
      </w:r>
    </w:p>
    <w:p w:rsidR="007B6A46" w:rsidRDefault="007B6A46" w:rsidP="007B6A46">
      <w:r>
        <w:t>724.5849</w:t>
      </w:r>
      <w:r>
        <w:tab/>
        <w:t>1.013e0</w:t>
      </w:r>
    </w:p>
    <w:p w:rsidR="007B6A46" w:rsidRDefault="007B6A46" w:rsidP="007B6A46">
      <w:r>
        <w:t>724.6217</w:t>
      </w:r>
      <w:r>
        <w:tab/>
        <w:t>1.013e0</w:t>
      </w:r>
    </w:p>
    <w:p w:rsidR="007B6A46" w:rsidRDefault="007B6A46" w:rsidP="007B6A46">
      <w:r>
        <w:t>724.6451</w:t>
      </w:r>
      <w:r>
        <w:tab/>
        <w:t>1.013e0</w:t>
      </w:r>
    </w:p>
    <w:p w:rsidR="007B6A46" w:rsidRDefault="007B6A46" w:rsidP="007B6A46">
      <w:r>
        <w:t>724.7691</w:t>
      </w:r>
      <w:r>
        <w:tab/>
        <w:t>1.013e0</w:t>
      </w:r>
    </w:p>
    <w:p w:rsidR="007B6A46" w:rsidRDefault="007B6A46" w:rsidP="007B6A46">
      <w:r>
        <w:t>724.8048</w:t>
      </w:r>
      <w:r>
        <w:tab/>
        <w:t>1.013e0</w:t>
      </w:r>
    </w:p>
    <w:p w:rsidR="007B6A46" w:rsidRDefault="007B6A46" w:rsidP="007B6A46">
      <w:r>
        <w:t>724.8832</w:t>
      </w:r>
      <w:r>
        <w:tab/>
        <w:t>1.013e0</w:t>
      </w:r>
    </w:p>
    <w:p w:rsidR="007B6A46" w:rsidRDefault="007B6A46" w:rsidP="007B6A46">
      <w:r>
        <w:t>724.9171</w:t>
      </w:r>
      <w:r>
        <w:tab/>
        <w:t>1.013e0</w:t>
      </w:r>
    </w:p>
    <w:p w:rsidR="007B6A46" w:rsidRDefault="007B6A46" w:rsidP="007B6A46">
      <w:r>
        <w:t>724.9779</w:t>
      </w:r>
      <w:r>
        <w:tab/>
        <w:t>1.013e0</w:t>
      </w:r>
    </w:p>
    <w:p w:rsidR="007B6A46" w:rsidRDefault="007B6A46" w:rsidP="007B6A46">
      <w:r>
        <w:t>724.9816</w:t>
      </w:r>
      <w:r>
        <w:tab/>
        <w:t>2.025e0</w:t>
      </w:r>
    </w:p>
    <w:p w:rsidR="007B6A46" w:rsidRDefault="007B6A46" w:rsidP="007B6A46">
      <w:r>
        <w:lastRenderedPageBreak/>
        <w:t>724.9859</w:t>
      </w:r>
      <w:r>
        <w:tab/>
        <w:t>1.013e0</w:t>
      </w:r>
    </w:p>
    <w:p w:rsidR="007B6A46" w:rsidRDefault="007B6A46" w:rsidP="007B6A46">
      <w:r>
        <w:t>725.0716</w:t>
      </w:r>
      <w:r>
        <w:tab/>
        <w:t>1.013e0</w:t>
      </w:r>
    </w:p>
    <w:p w:rsidR="007B6A46" w:rsidRDefault="007B6A46" w:rsidP="007B6A46">
      <w:r>
        <w:t>725.1622</w:t>
      </w:r>
      <w:r>
        <w:tab/>
        <w:t>1.013e0</w:t>
      </w:r>
    </w:p>
    <w:p w:rsidR="007B6A46" w:rsidRDefault="007B6A46" w:rsidP="007B6A46">
      <w:r>
        <w:t>725.1906</w:t>
      </w:r>
      <w:r>
        <w:tab/>
        <w:t>1.013e0</w:t>
      </w:r>
    </w:p>
    <w:p w:rsidR="007B6A46" w:rsidRDefault="007B6A46" w:rsidP="007B6A46">
      <w:r>
        <w:t>725.2028</w:t>
      </w:r>
      <w:r>
        <w:tab/>
        <w:t>2.025e0</w:t>
      </w:r>
    </w:p>
    <w:p w:rsidR="007B6A46" w:rsidRDefault="007B6A46" w:rsidP="007B6A46">
      <w:r>
        <w:t>725.2259</w:t>
      </w:r>
      <w:r>
        <w:tab/>
        <w:t>1.013e0</w:t>
      </w:r>
    </w:p>
    <w:p w:rsidR="007B6A46" w:rsidRDefault="007B6A46" w:rsidP="007B6A46">
      <w:r>
        <w:t>725.2763</w:t>
      </w:r>
      <w:r>
        <w:tab/>
        <w:t>2.025e0</w:t>
      </w:r>
    </w:p>
    <w:p w:rsidR="007B6A46" w:rsidRDefault="007B6A46" w:rsidP="007B6A46">
      <w:r>
        <w:t>725.2944</w:t>
      </w:r>
      <w:r>
        <w:tab/>
        <w:t>1.013e0</w:t>
      </w:r>
    </w:p>
    <w:p w:rsidR="007B6A46" w:rsidRDefault="007B6A46" w:rsidP="007B6A46">
      <w:r>
        <w:t>725.3097</w:t>
      </w:r>
      <w:r>
        <w:tab/>
        <w:t>1.013e0</w:t>
      </w:r>
    </w:p>
    <w:p w:rsidR="007B6A46" w:rsidRDefault="007B6A46" w:rsidP="007B6A46">
      <w:r>
        <w:t>725.4102</w:t>
      </w:r>
      <w:r>
        <w:tab/>
        <w:t>1.890e0</w:t>
      </w:r>
    </w:p>
    <w:p w:rsidR="007B6A46" w:rsidRDefault="007B6A46" w:rsidP="007B6A46">
      <w:r>
        <w:t>725.4387</w:t>
      </w:r>
      <w:r>
        <w:tab/>
        <w:t>1.433e0</w:t>
      </w:r>
    </w:p>
    <w:p w:rsidR="007B6A46" w:rsidRDefault="007B6A46" w:rsidP="007B6A46">
      <w:r>
        <w:t>725.5074</w:t>
      </w:r>
      <w:r>
        <w:tab/>
        <w:t>2.025e0</w:t>
      </w:r>
    </w:p>
    <w:p w:rsidR="007B6A46" w:rsidRDefault="007B6A46" w:rsidP="007B6A46">
      <w:r>
        <w:t>725.5345</w:t>
      </w:r>
      <w:r>
        <w:tab/>
        <w:t>1.013e0</w:t>
      </w:r>
    </w:p>
    <w:p w:rsidR="007B6A46" w:rsidRDefault="007B6A46" w:rsidP="007B6A46">
      <w:r>
        <w:t>725.5433</w:t>
      </w:r>
      <w:r>
        <w:tab/>
        <w:t>1.013e0</w:t>
      </w:r>
    </w:p>
    <w:p w:rsidR="007B6A46" w:rsidRDefault="007B6A46" w:rsidP="007B6A46">
      <w:r>
        <w:t>725.6259</w:t>
      </w:r>
      <w:r>
        <w:tab/>
        <w:t>2.025e0</w:t>
      </w:r>
    </w:p>
    <w:p w:rsidR="007B6A46" w:rsidRDefault="007B6A46" w:rsidP="007B6A46">
      <w:r>
        <w:t>725.6371</w:t>
      </w:r>
      <w:r>
        <w:tab/>
        <w:t>1.013e0</w:t>
      </w:r>
    </w:p>
    <w:p w:rsidR="007B6A46" w:rsidRDefault="007B6A46" w:rsidP="007B6A46">
      <w:r>
        <w:t>725.6539</w:t>
      </w:r>
      <w:r>
        <w:tab/>
        <w:t>1.013e0</w:t>
      </w:r>
    </w:p>
    <w:p w:rsidR="007B6A46" w:rsidRDefault="007B6A46" w:rsidP="007B6A46">
      <w:r>
        <w:t>725.7155</w:t>
      </w:r>
      <w:r>
        <w:tab/>
        <w:t>1.013e0</w:t>
      </w:r>
    </w:p>
    <w:p w:rsidR="007B6A46" w:rsidRDefault="007B6A46" w:rsidP="007B6A46">
      <w:r>
        <w:t>725.7881</w:t>
      </w:r>
      <w:r>
        <w:tab/>
        <w:t>1.013e0</w:t>
      </w:r>
    </w:p>
    <w:p w:rsidR="007B6A46" w:rsidRDefault="007B6A46" w:rsidP="007B6A46">
      <w:r>
        <w:lastRenderedPageBreak/>
        <w:t>725.7977</w:t>
      </w:r>
      <w:r>
        <w:tab/>
        <w:t>2.025e0</w:t>
      </w:r>
    </w:p>
    <w:p w:rsidR="007B6A46" w:rsidRDefault="007B6A46" w:rsidP="007B6A46">
      <w:r>
        <w:t>725.8887</w:t>
      </w:r>
      <w:r>
        <w:tab/>
        <w:t>2.025e0</w:t>
      </w:r>
    </w:p>
    <w:p w:rsidR="007B6A46" w:rsidRDefault="007B6A46" w:rsidP="007B6A46">
      <w:r>
        <w:t>726.0352</w:t>
      </w:r>
      <w:r>
        <w:tab/>
        <w:t>1.013e0</w:t>
      </w:r>
    </w:p>
    <w:p w:rsidR="007B6A46" w:rsidRDefault="007B6A46" w:rsidP="007B6A46">
      <w:r>
        <w:t>726.0833</w:t>
      </w:r>
      <w:r>
        <w:tab/>
        <w:t>1.013e0</w:t>
      </w:r>
    </w:p>
    <w:p w:rsidR="007B6A46" w:rsidRDefault="007B6A46" w:rsidP="007B6A46">
      <w:r>
        <w:t>726.1503</w:t>
      </w:r>
      <w:r>
        <w:tab/>
        <w:t>1.013e0</w:t>
      </w:r>
    </w:p>
    <w:p w:rsidR="007B6A46" w:rsidRDefault="007B6A46" w:rsidP="007B6A46">
      <w:r>
        <w:t>726.2075</w:t>
      </w:r>
      <w:r>
        <w:tab/>
        <w:t>2.025e0</w:t>
      </w:r>
    </w:p>
    <w:p w:rsidR="007B6A46" w:rsidRDefault="007B6A46" w:rsidP="007B6A46">
      <w:r>
        <w:t>726.2690</w:t>
      </w:r>
      <w:r>
        <w:tab/>
        <w:t>1.013e0</w:t>
      </w:r>
    </w:p>
    <w:p w:rsidR="007B6A46" w:rsidRDefault="007B6A46" w:rsidP="007B6A46">
      <w:r>
        <w:t>726.3306</w:t>
      </w:r>
      <w:r>
        <w:tab/>
        <w:t>1.013e0</w:t>
      </w:r>
    </w:p>
    <w:p w:rsidR="007B6A46" w:rsidRDefault="007B6A46" w:rsidP="007B6A46">
      <w:r>
        <w:t>726.3506</w:t>
      </w:r>
      <w:r>
        <w:tab/>
        <w:t>3.038e0</w:t>
      </w:r>
    </w:p>
    <w:p w:rsidR="007B6A46" w:rsidRDefault="007B6A46" w:rsidP="007B6A46">
      <w:r>
        <w:t>726.3557</w:t>
      </w:r>
      <w:r>
        <w:tab/>
        <w:t>1.013e0</w:t>
      </w:r>
    </w:p>
    <w:p w:rsidR="007B6A46" w:rsidRDefault="007B6A46" w:rsidP="007B6A46">
      <w:r>
        <w:t>726.4573</w:t>
      </w:r>
      <w:r>
        <w:tab/>
        <w:t>1.240e1</w:t>
      </w:r>
    </w:p>
    <w:p w:rsidR="007B6A46" w:rsidRDefault="007B6A46" w:rsidP="007B6A46">
      <w:r>
        <w:t>726.5145</w:t>
      </w:r>
      <w:r>
        <w:tab/>
        <w:t>2.025e0</w:t>
      </w:r>
    </w:p>
    <w:p w:rsidR="007B6A46" w:rsidRDefault="007B6A46" w:rsidP="007B6A46">
      <w:r>
        <w:t>726.5264</w:t>
      </w:r>
      <w:r>
        <w:tab/>
        <w:t>2.025e0</w:t>
      </w:r>
    </w:p>
    <w:p w:rsidR="007B6A46" w:rsidRDefault="007B6A46" w:rsidP="007B6A46">
      <w:r>
        <w:t>726.5770</w:t>
      </w:r>
      <w:r>
        <w:tab/>
        <w:t>2.025e0</w:t>
      </w:r>
    </w:p>
    <w:p w:rsidR="007B6A46" w:rsidRDefault="007B6A46" w:rsidP="007B6A46">
      <w:r>
        <w:t>726.5956</w:t>
      </w:r>
      <w:r>
        <w:tab/>
        <w:t>1.013e0</w:t>
      </w:r>
    </w:p>
    <w:p w:rsidR="007B6A46" w:rsidRDefault="007B6A46" w:rsidP="007B6A46">
      <w:r>
        <w:t>726.6003</w:t>
      </w:r>
      <w:r>
        <w:tab/>
        <w:t>2.025e0</w:t>
      </w:r>
    </w:p>
    <w:p w:rsidR="007B6A46" w:rsidRDefault="007B6A46" w:rsidP="007B6A46">
      <w:r>
        <w:t>726.6672</w:t>
      </w:r>
      <w:r>
        <w:tab/>
        <w:t>4.051e0</w:t>
      </w:r>
    </w:p>
    <w:p w:rsidR="007B6A46" w:rsidRDefault="007B6A46" w:rsidP="007B6A46">
      <w:r>
        <w:t>726.8014</w:t>
      </w:r>
      <w:r>
        <w:tab/>
        <w:t>1.013e0</w:t>
      </w:r>
    </w:p>
    <w:p w:rsidR="007B6A46" w:rsidRDefault="007B6A46" w:rsidP="007B6A46">
      <w:r>
        <w:t>726.8465</w:t>
      </w:r>
      <w:r>
        <w:tab/>
        <w:t>1.013e0</w:t>
      </w:r>
    </w:p>
    <w:p w:rsidR="007B6A46" w:rsidRDefault="007B6A46" w:rsidP="007B6A46">
      <w:r>
        <w:lastRenderedPageBreak/>
        <w:t>726.8712</w:t>
      </w:r>
      <w:r>
        <w:tab/>
        <w:t>1.013e0</w:t>
      </w:r>
    </w:p>
    <w:p w:rsidR="007B6A46" w:rsidRDefault="007B6A46" w:rsidP="007B6A46">
      <w:r>
        <w:t>726.9092</w:t>
      </w:r>
      <w:r>
        <w:tab/>
        <w:t>1.013e0</w:t>
      </w:r>
    </w:p>
    <w:p w:rsidR="007B6A46" w:rsidRDefault="007B6A46" w:rsidP="007B6A46">
      <w:r>
        <w:t>727.0424</w:t>
      </w:r>
      <w:r>
        <w:tab/>
        <w:t>2.025e0</w:t>
      </w:r>
    </w:p>
    <w:p w:rsidR="007B6A46" w:rsidRDefault="007B6A46" w:rsidP="007B6A46">
      <w:r>
        <w:t>727.0682</w:t>
      </w:r>
      <w:r>
        <w:tab/>
        <w:t>1.013e0</w:t>
      </w:r>
    </w:p>
    <w:p w:rsidR="007B6A46" w:rsidRDefault="007B6A46" w:rsidP="007B6A46">
      <w:r>
        <w:t>727.1450</w:t>
      </w:r>
      <w:r>
        <w:tab/>
        <w:t>1.013e0</w:t>
      </w:r>
    </w:p>
    <w:p w:rsidR="007B6A46" w:rsidRDefault="007B6A46" w:rsidP="007B6A46">
      <w:r>
        <w:t>727.1680</w:t>
      </w:r>
      <w:r>
        <w:tab/>
        <w:t>1.013e0</w:t>
      </w:r>
    </w:p>
    <w:p w:rsidR="007B6A46" w:rsidRDefault="007B6A46" w:rsidP="007B6A46">
      <w:r>
        <w:t>727.1967</w:t>
      </w:r>
      <w:r>
        <w:tab/>
        <w:t>1.013e0</w:t>
      </w:r>
    </w:p>
    <w:p w:rsidR="007B6A46" w:rsidRDefault="007B6A46" w:rsidP="007B6A46">
      <w:r>
        <w:t>727.3110</w:t>
      </w:r>
      <w:r>
        <w:tab/>
        <w:t>4.051e0</w:t>
      </w:r>
    </w:p>
    <w:p w:rsidR="007B6A46" w:rsidRDefault="007B6A46" w:rsidP="007B6A46">
      <w:r>
        <w:t>727.3154</w:t>
      </w:r>
      <w:r>
        <w:tab/>
        <w:t>5.063e0</w:t>
      </w:r>
    </w:p>
    <w:p w:rsidR="007B6A46" w:rsidRDefault="007B6A46" w:rsidP="007B6A46">
      <w:r>
        <w:t>727.3276</w:t>
      </w:r>
      <w:r>
        <w:tab/>
        <w:t>6.076e0</w:t>
      </w:r>
    </w:p>
    <w:p w:rsidR="007B6A46" w:rsidRDefault="007B6A46" w:rsidP="007B6A46">
      <w:r>
        <w:t>727.3330</w:t>
      </w:r>
      <w:r>
        <w:tab/>
        <w:t>8.028e0</w:t>
      </w:r>
    </w:p>
    <w:p w:rsidR="007B6A46" w:rsidRDefault="007B6A46" w:rsidP="007B6A46">
      <w:r>
        <w:t>727.3427</w:t>
      </w:r>
      <w:r>
        <w:tab/>
        <w:t>5.940e0</w:t>
      </w:r>
    </w:p>
    <w:p w:rsidR="007B6A46" w:rsidRDefault="007B6A46" w:rsidP="007B6A46">
      <w:r>
        <w:t>727.4485</w:t>
      </w:r>
      <w:r>
        <w:tab/>
        <w:t>3.038e0</w:t>
      </w:r>
    </w:p>
    <w:p w:rsidR="007B6A46" w:rsidRDefault="007B6A46" w:rsidP="007B6A46">
      <w:r>
        <w:t>727.4957</w:t>
      </w:r>
      <w:r>
        <w:tab/>
        <w:t>1.867e0</w:t>
      </w:r>
    </w:p>
    <w:p w:rsidR="007B6A46" w:rsidRDefault="007B6A46" w:rsidP="007B6A46">
      <w:r>
        <w:t>727.5307</w:t>
      </w:r>
      <w:r>
        <w:tab/>
        <w:t>2.025e0</w:t>
      </w:r>
    </w:p>
    <w:p w:rsidR="007B6A46" w:rsidRDefault="007B6A46" w:rsidP="007B6A46">
      <w:r>
        <w:t>727.5378</w:t>
      </w:r>
      <w:r>
        <w:tab/>
        <w:t>1.013e0</w:t>
      </w:r>
    </w:p>
    <w:p w:rsidR="007B6A46" w:rsidRDefault="007B6A46" w:rsidP="007B6A46">
      <w:r>
        <w:t>727.5438</w:t>
      </w:r>
      <w:r>
        <w:tab/>
        <w:t>2.025e0</w:t>
      </w:r>
    </w:p>
    <w:p w:rsidR="007B6A46" w:rsidRDefault="007B6A46" w:rsidP="007B6A46">
      <w:r>
        <w:t>727.6116</w:t>
      </w:r>
      <w:r>
        <w:tab/>
        <w:t>1.013e0</w:t>
      </w:r>
    </w:p>
    <w:p w:rsidR="007B6A46" w:rsidRDefault="007B6A46" w:rsidP="007B6A46">
      <w:r>
        <w:t>727.6581</w:t>
      </w:r>
      <w:r>
        <w:tab/>
        <w:t>1.013e0</w:t>
      </w:r>
    </w:p>
    <w:p w:rsidR="007B6A46" w:rsidRDefault="007B6A46" w:rsidP="007B6A46">
      <w:r>
        <w:lastRenderedPageBreak/>
        <w:t>727.6676</w:t>
      </w:r>
      <w:r>
        <w:tab/>
        <w:t>2.025e0</w:t>
      </w:r>
    </w:p>
    <w:p w:rsidR="007B6A46" w:rsidRDefault="007B6A46" w:rsidP="007B6A46">
      <w:r>
        <w:t>727.7214</w:t>
      </w:r>
      <w:r>
        <w:tab/>
        <w:t>1.013e0</w:t>
      </w:r>
    </w:p>
    <w:p w:rsidR="007B6A46" w:rsidRDefault="007B6A46" w:rsidP="007B6A46">
      <w:r>
        <w:t>727.7437</w:t>
      </w:r>
      <w:r>
        <w:tab/>
        <w:t>1.013e0</w:t>
      </w:r>
    </w:p>
    <w:p w:rsidR="007B6A46" w:rsidRDefault="007B6A46" w:rsidP="007B6A46">
      <w:r>
        <w:t>727.8160</w:t>
      </w:r>
      <w:r>
        <w:tab/>
        <w:t>2.025e0</w:t>
      </w:r>
    </w:p>
    <w:p w:rsidR="007B6A46" w:rsidRDefault="007B6A46" w:rsidP="007B6A46">
      <w:r>
        <w:t>727.8324</w:t>
      </w:r>
      <w:r>
        <w:tab/>
        <w:t>1.013e0</w:t>
      </w:r>
    </w:p>
    <w:p w:rsidR="007B6A46" w:rsidRDefault="007B6A46" w:rsidP="007B6A46">
      <w:r>
        <w:t>727.9395</w:t>
      </w:r>
      <w:r>
        <w:tab/>
        <w:t>3.038e0</w:t>
      </w:r>
    </w:p>
    <w:p w:rsidR="007B6A46" w:rsidRDefault="007B6A46" w:rsidP="007B6A46">
      <w:r>
        <w:t>727.9504</w:t>
      </w:r>
      <w:r>
        <w:tab/>
        <w:t>1.013e0</w:t>
      </w:r>
    </w:p>
    <w:p w:rsidR="007B6A46" w:rsidRDefault="007B6A46" w:rsidP="007B6A46">
      <w:r>
        <w:t>727.9665</w:t>
      </w:r>
      <w:r>
        <w:tab/>
        <w:t>1.013e0</w:t>
      </w:r>
    </w:p>
    <w:p w:rsidR="007B6A46" w:rsidRDefault="007B6A46" w:rsidP="007B6A46">
      <w:r>
        <w:t>728.0679</w:t>
      </w:r>
      <w:r>
        <w:tab/>
        <w:t>1.013e0</w:t>
      </w:r>
    </w:p>
    <w:p w:rsidR="007B6A46" w:rsidRDefault="007B6A46" w:rsidP="007B6A46">
      <w:r>
        <w:t>728.1419</w:t>
      </w:r>
      <w:r>
        <w:tab/>
        <w:t>1.013e0</w:t>
      </w:r>
    </w:p>
    <w:p w:rsidR="007B6A46" w:rsidRDefault="007B6A46" w:rsidP="007B6A46">
      <w:r>
        <w:t>728.3270</w:t>
      </w:r>
      <w:r>
        <w:tab/>
        <w:t>1.013e0</w:t>
      </w:r>
    </w:p>
    <w:p w:rsidR="007B6A46" w:rsidRDefault="007B6A46" w:rsidP="007B6A46">
      <w:r>
        <w:t>728.3476</w:t>
      </w:r>
      <w:r>
        <w:tab/>
        <w:t>3.038e0</w:t>
      </w:r>
    </w:p>
    <w:p w:rsidR="007B6A46" w:rsidRDefault="007B6A46" w:rsidP="007B6A46">
      <w:r>
        <w:t>728.3763</w:t>
      </w:r>
      <w:r>
        <w:tab/>
        <w:t>1.013e0</w:t>
      </w:r>
    </w:p>
    <w:p w:rsidR="007B6A46" w:rsidRDefault="007B6A46" w:rsidP="007B6A46">
      <w:r>
        <w:t>728.4205</w:t>
      </w:r>
      <w:r>
        <w:tab/>
        <w:t>1.849e0</w:t>
      </w:r>
    </w:p>
    <w:p w:rsidR="007B6A46" w:rsidRDefault="007B6A46" w:rsidP="007B6A46">
      <w:r>
        <w:t>728.4986</w:t>
      </w:r>
      <w:r>
        <w:tab/>
        <w:t>1.013e0</w:t>
      </w:r>
    </w:p>
    <w:p w:rsidR="007B6A46" w:rsidRDefault="007B6A46" w:rsidP="007B6A46">
      <w:r>
        <w:t>728.5368</w:t>
      </w:r>
      <w:r>
        <w:tab/>
        <w:t>2.025e0</w:t>
      </w:r>
    </w:p>
    <w:p w:rsidR="007B6A46" w:rsidRDefault="007B6A46" w:rsidP="007B6A46">
      <w:r>
        <w:t>728.5564</w:t>
      </w:r>
      <w:r>
        <w:tab/>
        <w:t>2.025e0</w:t>
      </w:r>
    </w:p>
    <w:p w:rsidR="007B6A46" w:rsidRDefault="007B6A46" w:rsidP="007B6A46">
      <w:r>
        <w:t>728.6108</w:t>
      </w:r>
      <w:r>
        <w:tab/>
        <w:t>1.013e0</w:t>
      </w:r>
    </w:p>
    <w:p w:rsidR="007B6A46" w:rsidRDefault="007B6A46" w:rsidP="007B6A46">
      <w:r>
        <w:t>728.6141</w:t>
      </w:r>
      <w:r>
        <w:tab/>
        <w:t>2.025e0</w:t>
      </w:r>
    </w:p>
    <w:p w:rsidR="007B6A46" w:rsidRDefault="007B6A46" w:rsidP="007B6A46">
      <w:r>
        <w:lastRenderedPageBreak/>
        <w:t>728.6155</w:t>
      </w:r>
      <w:r>
        <w:tab/>
        <w:t>3.038e0</w:t>
      </w:r>
    </w:p>
    <w:p w:rsidR="007B6A46" w:rsidRDefault="007B6A46" w:rsidP="007B6A46">
      <w:r>
        <w:t>728.7040</w:t>
      </w:r>
      <w:r>
        <w:tab/>
        <w:t>1.013e0</w:t>
      </w:r>
    </w:p>
    <w:p w:rsidR="007B6A46" w:rsidRDefault="007B6A46" w:rsidP="007B6A46">
      <w:r>
        <w:t>728.7136</w:t>
      </w:r>
      <w:r>
        <w:tab/>
        <w:t>2.025e0</w:t>
      </w:r>
    </w:p>
    <w:p w:rsidR="007B6A46" w:rsidRDefault="007B6A46" w:rsidP="007B6A46">
      <w:r>
        <w:t>728.8004</w:t>
      </w:r>
      <w:r>
        <w:tab/>
        <w:t>3.038e0</w:t>
      </w:r>
    </w:p>
    <w:p w:rsidR="007B6A46" w:rsidRDefault="007B6A46" w:rsidP="007B6A46">
      <w:r>
        <w:t>728.8331</w:t>
      </w:r>
      <w:r>
        <w:tab/>
        <w:t>1.013e0</w:t>
      </w:r>
    </w:p>
    <w:p w:rsidR="007B6A46" w:rsidRDefault="007B6A46" w:rsidP="007B6A46">
      <w:r>
        <w:t>728.8443</w:t>
      </w:r>
      <w:r>
        <w:tab/>
        <w:t>1.013e0</w:t>
      </w:r>
    </w:p>
    <w:p w:rsidR="007B6A46" w:rsidRDefault="007B6A46" w:rsidP="007B6A46">
      <w:r>
        <w:t>728.9442</w:t>
      </w:r>
      <w:r>
        <w:tab/>
        <w:t>1.013e0</w:t>
      </w:r>
    </w:p>
    <w:p w:rsidR="007B6A46" w:rsidRDefault="007B6A46" w:rsidP="007B6A46">
      <w:r>
        <w:t>728.9924</w:t>
      </w:r>
      <w:r>
        <w:tab/>
        <w:t>1.013e0</w:t>
      </w:r>
    </w:p>
    <w:p w:rsidR="007B6A46" w:rsidRDefault="007B6A46" w:rsidP="007B6A46">
      <w:r>
        <w:t>729.0455</w:t>
      </w:r>
      <w:r>
        <w:tab/>
        <w:t>1.013e0</w:t>
      </w:r>
    </w:p>
    <w:p w:rsidR="007B6A46" w:rsidRDefault="007B6A46" w:rsidP="007B6A46">
      <w:r>
        <w:t>729.0522</w:t>
      </w:r>
      <w:r>
        <w:tab/>
        <w:t>2.025e0</w:t>
      </w:r>
    </w:p>
    <w:p w:rsidR="007B6A46" w:rsidRDefault="007B6A46" w:rsidP="007B6A46">
      <w:r>
        <w:t>729.0666</w:t>
      </w:r>
      <w:r>
        <w:tab/>
        <w:t>1.013e0</w:t>
      </w:r>
    </w:p>
    <w:p w:rsidR="007B6A46" w:rsidRDefault="007B6A46" w:rsidP="007B6A46">
      <w:r>
        <w:t>729.1592</w:t>
      </w:r>
      <w:r>
        <w:tab/>
        <w:t>2.025e0</w:t>
      </w:r>
    </w:p>
    <w:p w:rsidR="007B6A46" w:rsidRDefault="007B6A46" w:rsidP="007B6A46">
      <w:r>
        <w:t>729.1901</w:t>
      </w:r>
      <w:r>
        <w:tab/>
        <w:t>1.013e0</w:t>
      </w:r>
    </w:p>
    <w:p w:rsidR="007B6A46" w:rsidRDefault="007B6A46" w:rsidP="007B6A46">
      <w:r>
        <w:t>729.2025</w:t>
      </w:r>
      <w:r>
        <w:tab/>
        <w:t>2.025e0</w:t>
      </w:r>
    </w:p>
    <w:p w:rsidR="007B6A46" w:rsidRDefault="007B6A46" w:rsidP="007B6A46">
      <w:r>
        <w:t>729.2514</w:t>
      </w:r>
      <w:r>
        <w:tab/>
        <w:t>1.013e0</w:t>
      </w:r>
    </w:p>
    <w:p w:rsidR="007B6A46" w:rsidRDefault="007B6A46" w:rsidP="007B6A46">
      <w:r>
        <w:t>729.2530</w:t>
      </w:r>
      <w:r>
        <w:tab/>
        <w:t>1.013e0</w:t>
      </w:r>
    </w:p>
    <w:p w:rsidR="007B6A46" w:rsidRDefault="007B6A46" w:rsidP="007B6A46">
      <w:r>
        <w:t>729.3013</w:t>
      </w:r>
      <w:r>
        <w:tab/>
        <w:t>1.013e0</w:t>
      </w:r>
    </w:p>
    <w:p w:rsidR="007B6A46" w:rsidRDefault="007B6A46" w:rsidP="007B6A46">
      <w:r>
        <w:t>729.3395</w:t>
      </w:r>
      <w:r>
        <w:tab/>
        <w:t>1.013e0</w:t>
      </w:r>
    </w:p>
    <w:p w:rsidR="007B6A46" w:rsidRDefault="007B6A46" w:rsidP="007B6A46">
      <w:r>
        <w:t>729.4407</w:t>
      </w:r>
      <w:r>
        <w:tab/>
        <w:t>1.805e0</w:t>
      </w:r>
    </w:p>
    <w:p w:rsidR="007B6A46" w:rsidRDefault="007B6A46" w:rsidP="007B6A46">
      <w:r>
        <w:lastRenderedPageBreak/>
        <w:t>729.4741</w:t>
      </w:r>
      <w:r>
        <w:tab/>
        <w:t>3.260e0</w:t>
      </w:r>
    </w:p>
    <w:p w:rsidR="007B6A46" w:rsidRDefault="007B6A46" w:rsidP="007B6A46">
      <w:r>
        <w:t>729.4754</w:t>
      </w:r>
      <w:r>
        <w:tab/>
        <w:t>1.013e0</w:t>
      </w:r>
    </w:p>
    <w:p w:rsidR="007B6A46" w:rsidRDefault="007B6A46" w:rsidP="007B6A46">
      <w:r>
        <w:t>729.5372</w:t>
      </w:r>
      <w:r>
        <w:tab/>
        <w:t>1.013e0</w:t>
      </w:r>
    </w:p>
    <w:p w:rsidR="007B6A46" w:rsidRDefault="007B6A46" w:rsidP="007B6A46">
      <w:r>
        <w:t>729.5490</w:t>
      </w:r>
      <w:r>
        <w:tab/>
        <w:t>4.051e0</w:t>
      </w:r>
    </w:p>
    <w:p w:rsidR="007B6A46" w:rsidRDefault="007B6A46" w:rsidP="007B6A46">
      <w:r>
        <w:t>729.5580</w:t>
      </w:r>
      <w:r>
        <w:tab/>
        <w:t>2.932e0</w:t>
      </w:r>
    </w:p>
    <w:p w:rsidR="007B6A46" w:rsidRDefault="007B6A46" w:rsidP="007B6A46">
      <w:r>
        <w:t>729.6237</w:t>
      </w:r>
      <w:r>
        <w:tab/>
        <w:t>1.013e0</w:t>
      </w:r>
    </w:p>
    <w:p w:rsidR="007B6A46" w:rsidRDefault="007B6A46" w:rsidP="007B6A46">
      <w:r>
        <w:t>729.6361</w:t>
      </w:r>
      <w:r>
        <w:tab/>
        <w:t>1.013e0</w:t>
      </w:r>
    </w:p>
    <w:p w:rsidR="007B6A46" w:rsidRDefault="007B6A46" w:rsidP="007B6A46">
      <w:r>
        <w:t>729.6979</w:t>
      </w:r>
      <w:r>
        <w:tab/>
        <w:t>1.013e0</w:t>
      </w:r>
    </w:p>
    <w:p w:rsidR="007B6A46" w:rsidRDefault="007B6A46" w:rsidP="007B6A46">
      <w:r>
        <w:t>729.7604</w:t>
      </w:r>
      <w:r>
        <w:tab/>
        <w:t>2.025e0</w:t>
      </w:r>
    </w:p>
    <w:p w:rsidR="007B6A46" w:rsidRDefault="007B6A46" w:rsidP="007B6A46">
      <w:r>
        <w:t>729.8215</w:t>
      </w:r>
      <w:r>
        <w:tab/>
        <w:t>1.013e0</w:t>
      </w:r>
    </w:p>
    <w:p w:rsidR="007B6A46" w:rsidRDefault="007B6A46" w:rsidP="007B6A46">
      <w:r>
        <w:t>729.8329</w:t>
      </w:r>
      <w:r>
        <w:tab/>
        <w:t>1.013e0</w:t>
      </w:r>
    </w:p>
    <w:p w:rsidR="007B6A46" w:rsidRDefault="007B6A46" w:rsidP="007B6A46">
      <w:r>
        <w:t>729.8858</w:t>
      </w:r>
      <w:r>
        <w:tab/>
        <w:t>1.013e0</w:t>
      </w:r>
    </w:p>
    <w:p w:rsidR="007B6A46" w:rsidRDefault="007B6A46" w:rsidP="007B6A46">
      <w:r>
        <w:t>729.9763</w:t>
      </w:r>
      <w:r>
        <w:tab/>
        <w:t>2.025e0</w:t>
      </w:r>
    </w:p>
    <w:p w:rsidR="007B6A46" w:rsidRDefault="007B6A46" w:rsidP="007B6A46">
      <w:r>
        <w:t>730.0555</w:t>
      </w:r>
      <w:r>
        <w:tab/>
        <w:t>1.013e0</w:t>
      </w:r>
    </w:p>
    <w:p w:rsidR="007B6A46" w:rsidRDefault="007B6A46" w:rsidP="007B6A46">
      <w:r>
        <w:t>730.1431</w:t>
      </w:r>
      <w:r>
        <w:tab/>
        <w:t>2.025e0</w:t>
      </w:r>
    </w:p>
    <w:p w:rsidR="007B6A46" w:rsidRDefault="007B6A46" w:rsidP="007B6A46">
      <w:r>
        <w:t>730.2101</w:t>
      </w:r>
      <w:r>
        <w:tab/>
        <w:t>1.013e0</w:t>
      </w:r>
    </w:p>
    <w:p w:rsidR="007B6A46" w:rsidRDefault="007B6A46" w:rsidP="007B6A46">
      <w:r>
        <w:t>730.3860</w:t>
      </w:r>
      <w:r>
        <w:tab/>
        <w:t>4.051e0</w:t>
      </w:r>
    </w:p>
    <w:p w:rsidR="007B6A46" w:rsidRDefault="007B6A46" w:rsidP="007B6A46">
      <w:r>
        <w:t>730.3897</w:t>
      </w:r>
      <w:r>
        <w:tab/>
        <w:t>9.943e0</w:t>
      </w:r>
    </w:p>
    <w:p w:rsidR="007B6A46" w:rsidRDefault="007B6A46" w:rsidP="007B6A46">
      <w:r>
        <w:t>730.4141</w:t>
      </w:r>
      <w:r>
        <w:tab/>
        <w:t>2.025e0</w:t>
      </w:r>
    </w:p>
    <w:p w:rsidR="007B6A46" w:rsidRDefault="007B6A46" w:rsidP="007B6A46">
      <w:r>
        <w:lastRenderedPageBreak/>
        <w:t>730.4169</w:t>
      </w:r>
      <w:r>
        <w:tab/>
        <w:t>3.818e0</w:t>
      </w:r>
    </w:p>
    <w:p w:rsidR="007B6A46" w:rsidRDefault="007B6A46" w:rsidP="007B6A46">
      <w:r>
        <w:t>730.5328</w:t>
      </w:r>
      <w:r>
        <w:tab/>
        <w:t>2.025e0</w:t>
      </w:r>
    </w:p>
    <w:p w:rsidR="007B6A46" w:rsidRDefault="007B6A46" w:rsidP="007B6A46">
      <w:r>
        <w:t>730.5389</w:t>
      </w:r>
      <w:r>
        <w:tab/>
        <w:t>1.013e0</w:t>
      </w:r>
    </w:p>
    <w:p w:rsidR="007B6A46" w:rsidRDefault="007B6A46" w:rsidP="007B6A46">
      <w:r>
        <w:t>730.5525</w:t>
      </w:r>
      <w:r>
        <w:tab/>
        <w:t>1.013e0</w:t>
      </w:r>
    </w:p>
    <w:p w:rsidR="007B6A46" w:rsidRDefault="007B6A46" w:rsidP="007B6A46">
      <w:r>
        <w:t>730.5735</w:t>
      </w:r>
      <w:r>
        <w:tab/>
        <w:t>3.038e0</w:t>
      </w:r>
    </w:p>
    <w:p w:rsidR="007B6A46" w:rsidRDefault="007B6A46" w:rsidP="007B6A46">
      <w:r>
        <w:t>730.6132</w:t>
      </w:r>
      <w:r>
        <w:tab/>
        <w:t>2.025e0</w:t>
      </w:r>
    </w:p>
    <w:p w:rsidR="007B6A46" w:rsidRDefault="007B6A46" w:rsidP="007B6A46">
      <w:r>
        <w:t>730.6164</w:t>
      </w:r>
      <w:r>
        <w:tab/>
        <w:t>4.051e0</w:t>
      </w:r>
    </w:p>
    <w:p w:rsidR="007B6A46" w:rsidRDefault="007B6A46" w:rsidP="007B6A46">
      <w:r>
        <w:t>730.6597</w:t>
      </w:r>
      <w:r>
        <w:tab/>
        <w:t>2.025e0</w:t>
      </w:r>
    </w:p>
    <w:p w:rsidR="007B6A46" w:rsidRDefault="007B6A46" w:rsidP="007B6A46">
      <w:r>
        <w:t>730.7178</w:t>
      </w:r>
      <w:r>
        <w:tab/>
        <w:t>2.025e0</w:t>
      </w:r>
    </w:p>
    <w:p w:rsidR="007B6A46" w:rsidRDefault="007B6A46" w:rsidP="007B6A46">
      <w:r>
        <w:t>730.8112</w:t>
      </w:r>
      <w:r>
        <w:tab/>
        <w:t>1.013e0</w:t>
      </w:r>
    </w:p>
    <w:p w:rsidR="007B6A46" w:rsidRDefault="007B6A46" w:rsidP="007B6A46">
      <w:r>
        <w:t>730.8608</w:t>
      </w:r>
      <w:r>
        <w:tab/>
        <w:t>1.013e0</w:t>
      </w:r>
    </w:p>
    <w:p w:rsidR="007B6A46" w:rsidRDefault="007B6A46" w:rsidP="007B6A46">
      <w:r>
        <w:t>730.9351</w:t>
      </w:r>
      <w:r>
        <w:tab/>
        <w:t>1.013e0</w:t>
      </w:r>
    </w:p>
    <w:p w:rsidR="007B6A46" w:rsidRDefault="007B6A46" w:rsidP="007B6A46">
      <w:r>
        <w:t>730.9474</w:t>
      </w:r>
      <w:r>
        <w:tab/>
        <w:t>1.013e0</w:t>
      </w:r>
    </w:p>
    <w:p w:rsidR="007B6A46" w:rsidRDefault="007B6A46" w:rsidP="007B6A46">
      <w:r>
        <w:t>731.1520</w:t>
      </w:r>
      <w:r>
        <w:tab/>
        <w:t>2.025e0</w:t>
      </w:r>
    </w:p>
    <w:p w:rsidR="007B6A46" w:rsidRDefault="007B6A46" w:rsidP="007B6A46">
      <w:r>
        <w:t>731.2129</w:t>
      </w:r>
      <w:r>
        <w:tab/>
        <w:t>2.025e0</w:t>
      </w:r>
    </w:p>
    <w:p w:rsidR="007B6A46" w:rsidRDefault="007B6A46" w:rsidP="007B6A46">
      <w:r>
        <w:t>731.3066</w:t>
      </w:r>
      <w:r>
        <w:tab/>
        <w:t>1.013e0</w:t>
      </w:r>
    </w:p>
    <w:p w:rsidR="007B6A46" w:rsidRDefault="007B6A46" w:rsidP="007B6A46">
      <w:r>
        <w:t>731.3242</w:t>
      </w:r>
      <w:r>
        <w:tab/>
        <w:t>2.025e0</w:t>
      </w:r>
    </w:p>
    <w:p w:rsidR="007B6A46" w:rsidRDefault="007B6A46" w:rsidP="007B6A46">
      <w:r>
        <w:t>731.3381</w:t>
      </w:r>
      <w:r>
        <w:tab/>
        <w:t>3.038e0</w:t>
      </w:r>
    </w:p>
    <w:p w:rsidR="007B6A46" w:rsidRDefault="007B6A46" w:rsidP="007B6A46">
      <w:r>
        <w:t>731.3871</w:t>
      </w:r>
      <w:r>
        <w:tab/>
        <w:t>2.025e0</w:t>
      </w:r>
    </w:p>
    <w:p w:rsidR="007B6A46" w:rsidRDefault="007B6A46" w:rsidP="007B6A46">
      <w:r>
        <w:lastRenderedPageBreak/>
        <w:t>731.4014</w:t>
      </w:r>
      <w:r>
        <w:tab/>
        <w:t>1.889e0</w:t>
      </w:r>
    </w:p>
    <w:p w:rsidR="007B6A46" w:rsidRDefault="007B6A46" w:rsidP="007B6A46">
      <w:r>
        <w:t>731.4165</w:t>
      </w:r>
      <w:r>
        <w:tab/>
        <w:t>9.778e0</w:t>
      </w:r>
    </w:p>
    <w:p w:rsidR="007B6A46" w:rsidRDefault="007B6A46" w:rsidP="007B6A46">
      <w:r>
        <w:t>731.4239</w:t>
      </w:r>
      <w:r>
        <w:tab/>
        <w:t>1.890e0</w:t>
      </w:r>
    </w:p>
    <w:p w:rsidR="007B6A46" w:rsidRDefault="007B6A46" w:rsidP="007B6A46">
      <w:r>
        <w:t>731.4924</w:t>
      </w:r>
      <w:r>
        <w:tab/>
        <w:t>1.013e0</w:t>
      </w:r>
    </w:p>
    <w:p w:rsidR="007B6A46" w:rsidRDefault="007B6A46" w:rsidP="007B6A46">
      <w:r>
        <w:t>731.5160</w:t>
      </w:r>
      <w:r>
        <w:tab/>
        <w:t>2.025e0</w:t>
      </w:r>
    </w:p>
    <w:p w:rsidR="007B6A46" w:rsidRDefault="007B6A46" w:rsidP="007B6A46">
      <w:r>
        <w:t>731.5322</w:t>
      </w:r>
      <w:r>
        <w:tab/>
        <w:t>3.038e0</w:t>
      </w:r>
    </w:p>
    <w:p w:rsidR="007B6A46" w:rsidRDefault="007B6A46" w:rsidP="007B6A46">
      <w:r>
        <w:t>731.5408</w:t>
      </w:r>
      <w:r>
        <w:tab/>
        <w:t>1.013e0</w:t>
      </w:r>
    </w:p>
    <w:p w:rsidR="007B6A46" w:rsidRDefault="007B6A46" w:rsidP="007B6A46">
      <w:r>
        <w:t>731.5981</w:t>
      </w:r>
      <w:r>
        <w:tab/>
        <w:t>1.013e0</w:t>
      </w:r>
    </w:p>
    <w:p w:rsidR="007B6A46" w:rsidRDefault="007B6A46" w:rsidP="007B6A46">
      <w:r>
        <w:t>731.6535</w:t>
      </w:r>
      <w:r>
        <w:tab/>
        <w:t>1.013e0</w:t>
      </w:r>
    </w:p>
    <w:p w:rsidR="007B6A46" w:rsidRDefault="007B6A46" w:rsidP="007B6A46">
      <w:r>
        <w:t>731.6771</w:t>
      </w:r>
      <w:r>
        <w:tab/>
        <w:t>1.013e0</w:t>
      </w:r>
    </w:p>
    <w:p w:rsidR="007B6A46" w:rsidRDefault="007B6A46" w:rsidP="007B6A46">
      <w:r>
        <w:t>731.7083</w:t>
      </w:r>
      <w:r>
        <w:tab/>
        <w:t>2.025e0</w:t>
      </w:r>
    </w:p>
    <w:p w:rsidR="007B6A46" w:rsidRDefault="007B6A46" w:rsidP="007B6A46">
      <w:r>
        <w:t>731.8146</w:t>
      </w:r>
      <w:r>
        <w:tab/>
        <w:t>1.013e0</w:t>
      </w:r>
    </w:p>
    <w:p w:rsidR="007B6A46" w:rsidRDefault="007B6A46" w:rsidP="007B6A46">
      <w:r>
        <w:t>731.8207</w:t>
      </w:r>
      <w:r>
        <w:tab/>
        <w:t>1.013e0</w:t>
      </w:r>
    </w:p>
    <w:p w:rsidR="007B6A46" w:rsidRDefault="007B6A46" w:rsidP="007B6A46">
      <w:r>
        <w:t>731.8428</w:t>
      </w:r>
      <w:r>
        <w:tab/>
        <w:t>3.038e0</w:t>
      </w:r>
    </w:p>
    <w:p w:rsidR="007B6A46" w:rsidRDefault="007B6A46" w:rsidP="007B6A46">
      <w:r>
        <w:t>731.8720</w:t>
      </w:r>
      <w:r>
        <w:tab/>
        <w:t>1.013e0</w:t>
      </w:r>
    </w:p>
    <w:p w:rsidR="007B6A46" w:rsidRDefault="007B6A46" w:rsidP="007B6A46">
      <w:r>
        <w:t>731.9235</w:t>
      </w:r>
      <w:r>
        <w:tab/>
        <w:t>1.013e0</w:t>
      </w:r>
    </w:p>
    <w:p w:rsidR="007B6A46" w:rsidRDefault="007B6A46" w:rsidP="007B6A46">
      <w:r>
        <w:t>731.9386</w:t>
      </w:r>
      <w:r>
        <w:tab/>
        <w:t>1.013e0</w:t>
      </w:r>
    </w:p>
    <w:p w:rsidR="007B6A46" w:rsidRDefault="007B6A46" w:rsidP="007B6A46">
      <w:r>
        <w:t>731.9622</w:t>
      </w:r>
      <w:r>
        <w:tab/>
        <w:t>1.013e0</w:t>
      </w:r>
    </w:p>
    <w:p w:rsidR="007B6A46" w:rsidRDefault="007B6A46" w:rsidP="007B6A46">
      <w:r>
        <w:t>732.0775</w:t>
      </w:r>
      <w:r>
        <w:tab/>
        <w:t>1.013e0</w:t>
      </w:r>
    </w:p>
    <w:p w:rsidR="007B6A46" w:rsidRDefault="007B6A46" w:rsidP="007B6A46">
      <w:r>
        <w:lastRenderedPageBreak/>
        <w:t>732.1278</w:t>
      </w:r>
      <w:r>
        <w:tab/>
        <w:t>1.013e0</w:t>
      </w:r>
    </w:p>
    <w:p w:rsidR="007B6A46" w:rsidRDefault="007B6A46" w:rsidP="007B6A46">
      <w:r>
        <w:t>732.1494</w:t>
      </w:r>
      <w:r>
        <w:tab/>
        <w:t>1.013e0</w:t>
      </w:r>
    </w:p>
    <w:p w:rsidR="007B6A46" w:rsidRDefault="007B6A46" w:rsidP="007B6A46">
      <w:r>
        <w:t>732.1707</w:t>
      </w:r>
      <w:r>
        <w:tab/>
        <w:t>2.025e0</w:t>
      </w:r>
    </w:p>
    <w:p w:rsidR="007B6A46" w:rsidRDefault="007B6A46" w:rsidP="007B6A46">
      <w:r>
        <w:t>732.2486</w:t>
      </w:r>
      <w:r>
        <w:tab/>
        <w:t>1.013e0</w:t>
      </w:r>
    </w:p>
    <w:p w:rsidR="007B6A46" w:rsidRDefault="007B6A46" w:rsidP="007B6A46">
      <w:r>
        <w:t>732.2982</w:t>
      </w:r>
      <w:r>
        <w:tab/>
        <w:t>1.013e0</w:t>
      </w:r>
    </w:p>
    <w:p w:rsidR="007B6A46" w:rsidRDefault="007B6A46" w:rsidP="007B6A46">
      <w:r>
        <w:t>732.4037</w:t>
      </w:r>
      <w:r>
        <w:tab/>
        <w:t>1.620e1</w:t>
      </w:r>
    </w:p>
    <w:p w:rsidR="007B6A46" w:rsidRDefault="007B6A46" w:rsidP="007B6A46">
      <w:r>
        <w:t>732.4125</w:t>
      </w:r>
      <w:r>
        <w:tab/>
        <w:t>1.783e1</w:t>
      </w:r>
    </w:p>
    <w:p w:rsidR="007B6A46" w:rsidRDefault="007B6A46" w:rsidP="007B6A46">
      <w:r>
        <w:t>732.4182</w:t>
      </w:r>
      <w:r>
        <w:tab/>
        <w:t>1.134e1</w:t>
      </w:r>
    </w:p>
    <w:p w:rsidR="007B6A46" w:rsidRDefault="007B6A46" w:rsidP="007B6A46">
      <w:r>
        <w:t>732.4256</w:t>
      </w:r>
      <w:r>
        <w:tab/>
        <w:t>1.776e1</w:t>
      </w:r>
    </w:p>
    <w:p w:rsidR="007B6A46" w:rsidRDefault="007B6A46" w:rsidP="007B6A46">
      <w:r>
        <w:t>732.4269</w:t>
      </w:r>
      <w:r>
        <w:tab/>
        <w:t>1.205e1</w:t>
      </w:r>
    </w:p>
    <w:p w:rsidR="007B6A46" w:rsidRDefault="007B6A46" w:rsidP="007B6A46">
      <w:r>
        <w:t>732.5531</w:t>
      </w:r>
      <w:r>
        <w:tab/>
        <w:t>8.081e0</w:t>
      </w:r>
    </w:p>
    <w:p w:rsidR="007B6A46" w:rsidRDefault="007B6A46" w:rsidP="007B6A46">
      <w:r>
        <w:t>732.5699</w:t>
      </w:r>
      <w:r>
        <w:tab/>
        <w:t>1.013e0</w:t>
      </w:r>
    </w:p>
    <w:p w:rsidR="007B6A46" w:rsidRDefault="007B6A46" w:rsidP="007B6A46">
      <w:r>
        <w:t>732.6456</w:t>
      </w:r>
      <w:r>
        <w:tab/>
        <w:t>1.013e0</w:t>
      </w:r>
    </w:p>
    <w:p w:rsidR="007B6A46" w:rsidRDefault="007B6A46" w:rsidP="007B6A46">
      <w:r>
        <w:t>732.7065</w:t>
      </w:r>
      <w:r>
        <w:tab/>
        <w:t>1.013e0</w:t>
      </w:r>
    </w:p>
    <w:p w:rsidR="007B6A46" w:rsidRDefault="007B6A46" w:rsidP="007B6A46">
      <w:r>
        <w:t>732.7102</w:t>
      </w:r>
      <w:r>
        <w:tab/>
        <w:t>2.025e0</w:t>
      </w:r>
    </w:p>
    <w:p w:rsidR="007B6A46" w:rsidRDefault="007B6A46" w:rsidP="007B6A46">
      <w:r>
        <w:t>732.7964</w:t>
      </w:r>
      <w:r>
        <w:tab/>
        <w:t>1.013e0</w:t>
      </w:r>
    </w:p>
    <w:p w:rsidR="007B6A46" w:rsidRDefault="007B6A46" w:rsidP="007B6A46">
      <w:r>
        <w:t>732.8182</w:t>
      </w:r>
      <w:r>
        <w:tab/>
        <w:t>1.013e0</w:t>
      </w:r>
    </w:p>
    <w:p w:rsidR="007B6A46" w:rsidRDefault="007B6A46" w:rsidP="007B6A46">
      <w:r>
        <w:t>732.8690</w:t>
      </w:r>
      <w:r>
        <w:tab/>
        <w:t>1.013e0</w:t>
      </w:r>
    </w:p>
    <w:p w:rsidR="007B6A46" w:rsidRDefault="007B6A46" w:rsidP="007B6A46">
      <w:r>
        <w:t>732.9505</w:t>
      </w:r>
      <w:r>
        <w:tab/>
        <w:t>1.013e0</w:t>
      </w:r>
    </w:p>
    <w:p w:rsidR="007B6A46" w:rsidRDefault="007B6A46" w:rsidP="007B6A46">
      <w:r>
        <w:lastRenderedPageBreak/>
        <w:t>732.9807</w:t>
      </w:r>
      <w:r>
        <w:tab/>
        <w:t>1.013e0</w:t>
      </w:r>
    </w:p>
    <w:p w:rsidR="007B6A46" w:rsidRDefault="007B6A46" w:rsidP="007B6A46">
      <w:r>
        <w:t>733.0690</w:t>
      </w:r>
      <w:r>
        <w:tab/>
        <w:t>2.025e0</w:t>
      </w:r>
    </w:p>
    <w:p w:rsidR="007B6A46" w:rsidRDefault="007B6A46" w:rsidP="007B6A46">
      <w:r>
        <w:t>733.1049</w:t>
      </w:r>
      <w:r>
        <w:tab/>
        <w:t>1.013e0</w:t>
      </w:r>
    </w:p>
    <w:p w:rsidR="007B6A46" w:rsidRDefault="007B6A46" w:rsidP="007B6A46">
      <w:r>
        <w:t>733.3035</w:t>
      </w:r>
      <w:r>
        <w:tab/>
        <w:t>1.013e0</w:t>
      </w:r>
    </w:p>
    <w:p w:rsidR="007B6A46" w:rsidRDefault="007B6A46" w:rsidP="007B6A46">
      <w:r>
        <w:t>733.3100</w:t>
      </w:r>
      <w:r>
        <w:tab/>
        <w:t>1.013e0</w:t>
      </w:r>
    </w:p>
    <w:p w:rsidR="007B6A46" w:rsidRDefault="007B6A46" w:rsidP="007B6A46">
      <w:r>
        <w:t>733.3263</w:t>
      </w:r>
      <w:r>
        <w:tab/>
        <w:t>1.013e0</w:t>
      </w:r>
    </w:p>
    <w:p w:rsidR="007B6A46" w:rsidRDefault="007B6A46" w:rsidP="007B6A46">
      <w:r>
        <w:t>733.3819</w:t>
      </w:r>
      <w:r>
        <w:tab/>
        <w:t>3.038e0</w:t>
      </w:r>
    </w:p>
    <w:p w:rsidR="007B6A46" w:rsidRDefault="007B6A46" w:rsidP="007B6A46">
      <w:r>
        <w:t>733.3960</w:t>
      </w:r>
      <w:r>
        <w:tab/>
        <w:t>7.089e0</w:t>
      </w:r>
    </w:p>
    <w:p w:rsidR="007B6A46" w:rsidRDefault="007B6A46" w:rsidP="007B6A46">
      <w:r>
        <w:t>733.4183</w:t>
      </w:r>
      <w:r>
        <w:tab/>
        <w:t>4.051e0</w:t>
      </w:r>
    </w:p>
    <w:p w:rsidR="007B6A46" w:rsidRDefault="007B6A46" w:rsidP="007B6A46">
      <w:r>
        <w:t>733.4297</w:t>
      </w:r>
      <w:r>
        <w:tab/>
        <w:t>1.270e1</w:t>
      </w:r>
    </w:p>
    <w:p w:rsidR="007B6A46" w:rsidRDefault="007B6A46" w:rsidP="007B6A46">
      <w:r>
        <w:t>733.4386</w:t>
      </w:r>
      <w:r>
        <w:tab/>
        <w:t>7.874e0</w:t>
      </w:r>
    </w:p>
    <w:p w:rsidR="007B6A46" w:rsidRDefault="007B6A46" w:rsidP="007B6A46">
      <w:r>
        <w:t>733.4650</w:t>
      </w:r>
      <w:r>
        <w:tab/>
        <w:t>1.905e0</w:t>
      </w:r>
    </w:p>
    <w:p w:rsidR="007B6A46" w:rsidRDefault="007B6A46" w:rsidP="007B6A46">
      <w:r>
        <w:t>733.4971</w:t>
      </w:r>
      <w:r>
        <w:tab/>
        <w:t>1.013e0</w:t>
      </w:r>
    </w:p>
    <w:p w:rsidR="007B6A46" w:rsidRDefault="007B6A46" w:rsidP="007B6A46">
      <w:r>
        <w:t>733.5230</w:t>
      </w:r>
      <w:r>
        <w:tab/>
        <w:t>2.025e0</w:t>
      </w:r>
    </w:p>
    <w:p w:rsidR="007B6A46" w:rsidRDefault="007B6A46" w:rsidP="007B6A46">
      <w:r>
        <w:t>733.5326</w:t>
      </w:r>
      <w:r>
        <w:tab/>
        <w:t>1.013e0</w:t>
      </w:r>
    </w:p>
    <w:p w:rsidR="007B6A46" w:rsidRDefault="007B6A46" w:rsidP="007B6A46">
      <w:r>
        <w:t>733.5508</w:t>
      </w:r>
      <w:r>
        <w:tab/>
        <w:t>2.025e0</w:t>
      </w:r>
    </w:p>
    <w:p w:rsidR="007B6A46" w:rsidRDefault="007B6A46" w:rsidP="007B6A46">
      <w:r>
        <w:t>733.6514</w:t>
      </w:r>
      <w:r>
        <w:tab/>
        <w:t>1.013e0</w:t>
      </w:r>
    </w:p>
    <w:p w:rsidR="007B6A46" w:rsidRDefault="007B6A46" w:rsidP="007B6A46">
      <w:r>
        <w:t>733.6762</w:t>
      </w:r>
      <w:r>
        <w:tab/>
        <w:t>1.013e0</w:t>
      </w:r>
    </w:p>
    <w:p w:rsidR="007B6A46" w:rsidRDefault="007B6A46" w:rsidP="007B6A46">
      <w:r>
        <w:t>733.6970</w:t>
      </w:r>
      <w:r>
        <w:tab/>
        <w:t>3.038e0</w:t>
      </w:r>
    </w:p>
    <w:p w:rsidR="007B6A46" w:rsidRDefault="007B6A46" w:rsidP="007B6A46">
      <w:r>
        <w:lastRenderedPageBreak/>
        <w:t>733.7123</w:t>
      </w:r>
      <w:r>
        <w:tab/>
        <w:t>2.025e0</w:t>
      </w:r>
    </w:p>
    <w:p w:rsidR="007B6A46" w:rsidRDefault="007B6A46" w:rsidP="007B6A46">
      <w:r>
        <w:t>733.7238</w:t>
      </w:r>
      <w:r>
        <w:tab/>
        <w:t>2.025e0</w:t>
      </w:r>
    </w:p>
    <w:p w:rsidR="007B6A46" w:rsidRDefault="007B6A46" w:rsidP="007B6A46">
      <w:r>
        <w:t>733.7878</w:t>
      </w:r>
      <w:r>
        <w:tab/>
        <w:t>1.013e0</w:t>
      </w:r>
    </w:p>
    <w:p w:rsidR="007B6A46" w:rsidRDefault="007B6A46" w:rsidP="007B6A46">
      <w:r>
        <w:t>733.8615</w:t>
      </w:r>
      <w:r>
        <w:tab/>
        <w:t>1.013e0</w:t>
      </w:r>
    </w:p>
    <w:p w:rsidR="007B6A46" w:rsidRDefault="007B6A46" w:rsidP="007B6A46">
      <w:r>
        <w:t>733.9478</w:t>
      </w:r>
      <w:r>
        <w:tab/>
        <w:t>2.025e0</w:t>
      </w:r>
    </w:p>
    <w:p w:rsidR="007B6A46" w:rsidRDefault="007B6A46" w:rsidP="007B6A46">
      <w:r>
        <w:t>733.9609</w:t>
      </w:r>
      <w:r>
        <w:tab/>
        <w:t>1.013e0</w:t>
      </w:r>
    </w:p>
    <w:p w:rsidR="007B6A46" w:rsidRDefault="007B6A46" w:rsidP="007B6A46">
      <w:r>
        <w:t>734.0479</w:t>
      </w:r>
      <w:r>
        <w:tab/>
        <w:t>2.025e0</w:t>
      </w:r>
    </w:p>
    <w:p w:rsidR="007B6A46" w:rsidRDefault="007B6A46" w:rsidP="007B6A46">
      <w:r>
        <w:t>734.0603</w:t>
      </w:r>
      <w:r>
        <w:tab/>
        <w:t>1.013e0</w:t>
      </w:r>
    </w:p>
    <w:p w:rsidR="007B6A46" w:rsidRDefault="007B6A46" w:rsidP="007B6A46">
      <w:r>
        <w:t>734.0760</w:t>
      </w:r>
      <w:r>
        <w:tab/>
        <w:t>2.025e0</w:t>
      </w:r>
    </w:p>
    <w:p w:rsidR="007B6A46" w:rsidRDefault="007B6A46" w:rsidP="007B6A46">
      <w:r>
        <w:t>734.1598</w:t>
      </w:r>
      <w:r>
        <w:tab/>
        <w:t>1.013e0</w:t>
      </w:r>
    </w:p>
    <w:p w:rsidR="007B6A46" w:rsidRDefault="007B6A46" w:rsidP="007B6A46">
      <w:r>
        <w:t>734.2556</w:t>
      </w:r>
      <w:r>
        <w:tab/>
        <w:t>2.025e0</w:t>
      </w:r>
    </w:p>
    <w:p w:rsidR="007B6A46" w:rsidRDefault="007B6A46" w:rsidP="007B6A46">
      <w:r>
        <w:t>734.3350</w:t>
      </w:r>
      <w:r>
        <w:tab/>
        <w:t>1.013e0</w:t>
      </w:r>
    </w:p>
    <w:p w:rsidR="007B6A46" w:rsidRDefault="007B6A46" w:rsidP="007B6A46">
      <w:r>
        <w:t>734.4145</w:t>
      </w:r>
      <w:r>
        <w:tab/>
        <w:t>7.109e0</w:t>
      </w:r>
    </w:p>
    <w:p w:rsidR="007B6A46" w:rsidRDefault="007B6A46" w:rsidP="007B6A46">
      <w:r>
        <w:t>734.4337</w:t>
      </w:r>
      <w:r>
        <w:tab/>
        <w:t>1.776e1</w:t>
      </w:r>
    </w:p>
    <w:p w:rsidR="007B6A46" w:rsidRDefault="007B6A46" w:rsidP="007B6A46">
      <w:r>
        <w:t>734.4358</w:t>
      </w:r>
      <w:r>
        <w:tab/>
        <w:t>1.075e1</w:t>
      </w:r>
    </w:p>
    <w:p w:rsidR="007B6A46" w:rsidRDefault="007B6A46" w:rsidP="007B6A46">
      <w:r>
        <w:t>734.4381</w:t>
      </w:r>
      <w:r>
        <w:tab/>
        <w:t>1.418e1</w:t>
      </w:r>
    </w:p>
    <w:p w:rsidR="007B6A46" w:rsidRDefault="007B6A46" w:rsidP="007B6A46">
      <w:r>
        <w:t>734.4510</w:t>
      </w:r>
      <w:r>
        <w:tab/>
        <w:t>1.013e1</w:t>
      </w:r>
    </w:p>
    <w:p w:rsidR="007B6A46" w:rsidRDefault="007B6A46" w:rsidP="007B6A46">
      <w:r>
        <w:t>734.4885</w:t>
      </w:r>
      <w:r>
        <w:tab/>
        <w:t>3.018e0</w:t>
      </w:r>
    </w:p>
    <w:p w:rsidR="007B6A46" w:rsidRDefault="007B6A46" w:rsidP="007B6A46">
      <w:r>
        <w:t>734.5577</w:t>
      </w:r>
      <w:r>
        <w:tab/>
        <w:t>2.025e0</w:t>
      </w:r>
    </w:p>
    <w:p w:rsidR="007B6A46" w:rsidRDefault="007B6A46" w:rsidP="007B6A46">
      <w:r>
        <w:lastRenderedPageBreak/>
        <w:t>734.5838</w:t>
      </w:r>
      <w:r>
        <w:tab/>
        <w:t>1.013e0</w:t>
      </w:r>
    </w:p>
    <w:p w:rsidR="007B6A46" w:rsidRDefault="007B6A46" w:rsidP="007B6A46">
      <w:r>
        <w:t>734.5850</w:t>
      </w:r>
      <w:r>
        <w:tab/>
        <w:t>2.025e0</w:t>
      </w:r>
    </w:p>
    <w:p w:rsidR="007B6A46" w:rsidRDefault="007B6A46" w:rsidP="007B6A46">
      <w:r>
        <w:t>734.6738</w:t>
      </w:r>
      <w:r>
        <w:tab/>
        <w:t>2.025e0</w:t>
      </w:r>
    </w:p>
    <w:p w:rsidR="007B6A46" w:rsidRDefault="007B6A46" w:rsidP="007B6A46">
      <w:r>
        <w:t>734.6833</w:t>
      </w:r>
      <w:r>
        <w:tab/>
        <w:t>1.013e0</w:t>
      </w:r>
    </w:p>
    <w:p w:rsidR="007B6A46" w:rsidRDefault="007B6A46" w:rsidP="007B6A46">
      <w:r>
        <w:t>734.6871</w:t>
      </w:r>
      <w:r>
        <w:tab/>
        <w:t>3.038e0</w:t>
      </w:r>
    </w:p>
    <w:p w:rsidR="007B6A46" w:rsidRDefault="007B6A46" w:rsidP="007B6A46">
      <w:r>
        <w:t>734.7720</w:t>
      </w:r>
      <w:r>
        <w:tab/>
        <w:t>2.025e0</w:t>
      </w:r>
    </w:p>
    <w:p w:rsidR="007B6A46" w:rsidRDefault="007B6A46" w:rsidP="007B6A46">
      <w:r>
        <w:t>734.9683</w:t>
      </w:r>
      <w:r>
        <w:tab/>
        <w:t>1.013e0</w:t>
      </w:r>
    </w:p>
    <w:p w:rsidR="007B6A46" w:rsidRDefault="007B6A46" w:rsidP="007B6A46">
      <w:r>
        <w:t>734.9819</w:t>
      </w:r>
      <w:r>
        <w:tab/>
        <w:t>1.013e0</w:t>
      </w:r>
    </w:p>
    <w:p w:rsidR="007B6A46" w:rsidRDefault="007B6A46" w:rsidP="007B6A46">
      <w:r>
        <w:t>735.0373</w:t>
      </w:r>
      <w:r>
        <w:tab/>
        <w:t>1.013e0</w:t>
      </w:r>
    </w:p>
    <w:p w:rsidR="007B6A46" w:rsidRDefault="007B6A46" w:rsidP="007B6A46">
      <w:r>
        <w:t>735.1189</w:t>
      </w:r>
      <w:r>
        <w:tab/>
        <w:t>1.013e0</w:t>
      </w:r>
    </w:p>
    <w:p w:rsidR="007B6A46" w:rsidRDefault="007B6A46" w:rsidP="007B6A46">
      <w:r>
        <w:t>735.1302</w:t>
      </w:r>
      <w:r>
        <w:tab/>
        <w:t>1.013e0</w:t>
      </w:r>
    </w:p>
    <w:p w:rsidR="007B6A46" w:rsidRDefault="007B6A46" w:rsidP="007B6A46">
      <w:r>
        <w:t>735.1724</w:t>
      </w:r>
      <w:r>
        <w:tab/>
        <w:t>2.025e0</w:t>
      </w:r>
    </w:p>
    <w:p w:rsidR="007B6A46" w:rsidRDefault="007B6A46" w:rsidP="007B6A46">
      <w:r>
        <w:t>735.2738</w:t>
      </w:r>
      <w:r>
        <w:tab/>
        <w:t>3.038e0</w:t>
      </w:r>
    </w:p>
    <w:p w:rsidR="007B6A46" w:rsidRDefault="007B6A46" w:rsidP="007B6A46">
      <w:r>
        <w:t>735.2781</w:t>
      </w:r>
      <w:r>
        <w:tab/>
        <w:t>1.013e0</w:t>
      </w:r>
    </w:p>
    <w:p w:rsidR="007B6A46" w:rsidRDefault="007B6A46" w:rsidP="007B6A46">
      <w:r>
        <w:t>735.2807</w:t>
      </w:r>
      <w:r>
        <w:tab/>
        <w:t>1.013e0</w:t>
      </w:r>
    </w:p>
    <w:p w:rsidR="007B6A46" w:rsidRDefault="007B6A46" w:rsidP="007B6A46">
      <w:r>
        <w:t>735.3044</w:t>
      </w:r>
      <w:r>
        <w:tab/>
        <w:t>1.013e0</w:t>
      </w:r>
    </w:p>
    <w:p w:rsidR="007B6A46" w:rsidRDefault="007B6A46" w:rsidP="007B6A46">
      <w:r>
        <w:t>735.4099</w:t>
      </w:r>
      <w:r>
        <w:tab/>
        <w:t>2.646e0</w:t>
      </w:r>
    </w:p>
    <w:p w:rsidR="007B6A46" w:rsidRDefault="007B6A46" w:rsidP="007B6A46">
      <w:r>
        <w:t>735.4253</w:t>
      </w:r>
      <w:r>
        <w:tab/>
        <w:t>5.063e0</w:t>
      </w:r>
    </w:p>
    <w:p w:rsidR="007B6A46" w:rsidRDefault="007B6A46" w:rsidP="007B6A46">
      <w:r>
        <w:t>735.4279</w:t>
      </w:r>
      <w:r>
        <w:tab/>
        <w:t>9.659e0</w:t>
      </w:r>
    </w:p>
    <w:p w:rsidR="007B6A46" w:rsidRDefault="007B6A46" w:rsidP="007B6A46">
      <w:r>
        <w:lastRenderedPageBreak/>
        <w:t>735.4404</w:t>
      </w:r>
      <w:r>
        <w:tab/>
        <w:t>4.721e0</w:t>
      </w:r>
    </w:p>
    <w:p w:rsidR="007B6A46" w:rsidRDefault="007B6A46" w:rsidP="007B6A46">
      <w:r>
        <w:t>735.4848</w:t>
      </w:r>
      <w:r>
        <w:tab/>
        <w:t>4.051e0</w:t>
      </w:r>
    </w:p>
    <w:p w:rsidR="007B6A46" w:rsidRDefault="007B6A46" w:rsidP="007B6A46">
      <w:r>
        <w:t>735.5092</w:t>
      </w:r>
      <w:r>
        <w:tab/>
        <w:t>3.038e0</w:t>
      </w:r>
    </w:p>
    <w:p w:rsidR="007B6A46" w:rsidRDefault="007B6A46" w:rsidP="007B6A46">
      <w:r>
        <w:t>735.5660</w:t>
      </w:r>
      <w:r>
        <w:tab/>
        <w:t>2.025e0</w:t>
      </w:r>
    </w:p>
    <w:p w:rsidR="007B6A46" w:rsidRDefault="007B6A46" w:rsidP="007B6A46">
      <w:r>
        <w:t>735.6170</w:t>
      </w:r>
      <w:r>
        <w:tab/>
        <w:t>1.013e0</w:t>
      </w:r>
    </w:p>
    <w:p w:rsidR="007B6A46" w:rsidRDefault="007B6A46" w:rsidP="007B6A46">
      <w:r>
        <w:t>735.6205</w:t>
      </w:r>
      <w:r>
        <w:tab/>
        <w:t>2.025e0</w:t>
      </w:r>
    </w:p>
    <w:p w:rsidR="007B6A46" w:rsidRDefault="007B6A46" w:rsidP="007B6A46">
      <w:r>
        <w:t>735.6544</w:t>
      </w:r>
      <w:r>
        <w:tab/>
        <w:t>1.013e0</w:t>
      </w:r>
    </w:p>
    <w:p w:rsidR="007B6A46" w:rsidRDefault="007B6A46" w:rsidP="007B6A46">
      <w:r>
        <w:t>735.6917</w:t>
      </w:r>
      <w:r>
        <w:tab/>
        <w:t>1.013e0</w:t>
      </w:r>
    </w:p>
    <w:p w:rsidR="007B6A46" w:rsidRDefault="007B6A46" w:rsidP="007B6A46">
      <w:r>
        <w:t>735.7731</w:t>
      </w:r>
      <w:r>
        <w:tab/>
        <w:t>1.013e0</w:t>
      </w:r>
    </w:p>
    <w:p w:rsidR="007B6A46" w:rsidRDefault="007B6A46" w:rsidP="007B6A46">
      <w:r>
        <w:t>735.8343</w:t>
      </w:r>
      <w:r>
        <w:tab/>
        <w:t>2.025e0</w:t>
      </w:r>
    </w:p>
    <w:p w:rsidR="007B6A46" w:rsidRDefault="007B6A46" w:rsidP="007B6A46">
      <w:r>
        <w:t>735.8537</w:t>
      </w:r>
      <w:r>
        <w:tab/>
        <w:t>1.013e0</w:t>
      </w:r>
    </w:p>
    <w:p w:rsidR="007B6A46" w:rsidRDefault="007B6A46" w:rsidP="007B6A46">
      <w:r>
        <w:t>735.8587</w:t>
      </w:r>
      <w:r>
        <w:tab/>
        <w:t>1.013e0</w:t>
      </w:r>
    </w:p>
    <w:p w:rsidR="007B6A46" w:rsidRDefault="007B6A46" w:rsidP="007B6A46">
      <w:r>
        <w:t>735.9273</w:t>
      </w:r>
      <w:r>
        <w:tab/>
        <w:t>2.025e0</w:t>
      </w:r>
    </w:p>
    <w:p w:rsidR="007B6A46" w:rsidRDefault="007B6A46" w:rsidP="007B6A46">
      <w:r>
        <w:t>735.9625</w:t>
      </w:r>
      <w:r>
        <w:tab/>
        <w:t>1.013e0</w:t>
      </w:r>
    </w:p>
    <w:p w:rsidR="007B6A46" w:rsidRDefault="007B6A46" w:rsidP="007B6A46">
      <w:r>
        <w:t>736.0128</w:t>
      </w:r>
      <w:r>
        <w:tab/>
        <w:t>1.013e0</w:t>
      </w:r>
    </w:p>
    <w:p w:rsidR="007B6A46" w:rsidRDefault="007B6A46" w:rsidP="007B6A46">
      <w:r>
        <w:t>736.0281</w:t>
      </w:r>
      <w:r>
        <w:tab/>
        <w:t>1.013e0</w:t>
      </w:r>
    </w:p>
    <w:p w:rsidR="007B6A46" w:rsidRDefault="007B6A46" w:rsidP="007B6A46">
      <w:r>
        <w:t>736.0575</w:t>
      </w:r>
      <w:r>
        <w:tab/>
        <w:t>2.025e0</w:t>
      </w:r>
    </w:p>
    <w:p w:rsidR="007B6A46" w:rsidRDefault="007B6A46" w:rsidP="007B6A46">
      <w:r>
        <w:t>736.0993</w:t>
      </w:r>
      <w:r>
        <w:tab/>
        <w:t>1.013e0</w:t>
      </w:r>
    </w:p>
    <w:p w:rsidR="007B6A46" w:rsidRDefault="007B6A46" w:rsidP="007B6A46">
      <w:r>
        <w:t>736.1848</w:t>
      </w:r>
      <w:r>
        <w:tab/>
        <w:t>1.013e0</w:t>
      </w:r>
    </w:p>
    <w:p w:rsidR="007B6A46" w:rsidRDefault="007B6A46" w:rsidP="007B6A46">
      <w:r>
        <w:lastRenderedPageBreak/>
        <w:t>736.2276</w:t>
      </w:r>
      <w:r>
        <w:tab/>
        <w:t>1.013e0</w:t>
      </w:r>
    </w:p>
    <w:p w:rsidR="007B6A46" w:rsidRDefault="007B6A46" w:rsidP="007B6A46">
      <w:r>
        <w:t>736.2389</w:t>
      </w:r>
      <w:r>
        <w:tab/>
        <w:t>1.013e0</w:t>
      </w:r>
    </w:p>
    <w:p w:rsidR="007B6A46" w:rsidRDefault="007B6A46" w:rsidP="007B6A46">
      <w:r>
        <w:t>736.2775</w:t>
      </w:r>
      <w:r>
        <w:tab/>
        <w:t>1.013e0</w:t>
      </w:r>
    </w:p>
    <w:p w:rsidR="007B6A46" w:rsidRDefault="007B6A46" w:rsidP="007B6A46">
      <w:r>
        <w:t>736.2888</w:t>
      </w:r>
      <w:r>
        <w:tab/>
        <w:t>1.013e0</w:t>
      </w:r>
    </w:p>
    <w:p w:rsidR="007B6A46" w:rsidRDefault="007B6A46" w:rsidP="007B6A46">
      <w:r>
        <w:t>736.3034</w:t>
      </w:r>
      <w:r>
        <w:tab/>
        <w:t>1.013e0</w:t>
      </w:r>
    </w:p>
    <w:p w:rsidR="007B6A46" w:rsidRDefault="007B6A46" w:rsidP="007B6A46">
      <w:r>
        <w:t>736.3757</w:t>
      </w:r>
      <w:r>
        <w:tab/>
        <w:t>5.063e0</w:t>
      </w:r>
    </w:p>
    <w:p w:rsidR="007B6A46" w:rsidRDefault="007B6A46" w:rsidP="007B6A46">
      <w:r>
        <w:t>736.3802</w:t>
      </w:r>
      <w:r>
        <w:tab/>
        <w:t>3.038e0</w:t>
      </w:r>
    </w:p>
    <w:p w:rsidR="007B6A46" w:rsidRDefault="007B6A46" w:rsidP="007B6A46">
      <w:r>
        <w:t>736.3826</w:t>
      </w:r>
      <w:r>
        <w:tab/>
        <w:t>1.581e0</w:t>
      </w:r>
    </w:p>
    <w:p w:rsidR="007B6A46" w:rsidRDefault="007B6A46" w:rsidP="007B6A46">
      <w:r>
        <w:t>736.4009</w:t>
      </w:r>
      <w:r>
        <w:tab/>
        <w:t>4.671e0</w:t>
      </w:r>
    </w:p>
    <w:p w:rsidR="007B6A46" w:rsidRDefault="007B6A46" w:rsidP="007B6A46">
      <w:r>
        <w:t>736.4156</w:t>
      </w:r>
      <w:r>
        <w:tab/>
        <w:t>7.633e0</w:t>
      </w:r>
    </w:p>
    <w:p w:rsidR="007B6A46" w:rsidRDefault="007B6A46" w:rsidP="007B6A46">
      <w:r>
        <w:t>736.4682</w:t>
      </w:r>
      <w:r>
        <w:tab/>
        <w:t>4.051e0</w:t>
      </w:r>
    </w:p>
    <w:p w:rsidR="007B6A46" w:rsidRDefault="007B6A46" w:rsidP="007B6A46">
      <w:r>
        <w:t>736.5015</w:t>
      </w:r>
      <w:r>
        <w:tab/>
        <w:t>2.025e0</w:t>
      </w:r>
    </w:p>
    <w:p w:rsidR="007B6A46" w:rsidRDefault="007B6A46" w:rsidP="007B6A46">
      <w:r>
        <w:t>736.5269</w:t>
      </w:r>
      <w:r>
        <w:tab/>
        <w:t>1.013e0</w:t>
      </w:r>
    </w:p>
    <w:p w:rsidR="007B6A46" w:rsidRDefault="007B6A46" w:rsidP="007B6A46">
      <w:r>
        <w:t>736.5414</w:t>
      </w:r>
      <w:r>
        <w:tab/>
        <w:t>4.051e0</w:t>
      </w:r>
    </w:p>
    <w:p w:rsidR="007B6A46" w:rsidRDefault="007B6A46" w:rsidP="007B6A46">
      <w:r>
        <w:t>736.5770</w:t>
      </w:r>
      <w:r>
        <w:tab/>
        <w:t>1.013e0</w:t>
      </w:r>
    </w:p>
    <w:p w:rsidR="007B6A46" w:rsidRDefault="007B6A46" w:rsidP="007B6A46">
      <w:r>
        <w:t>736.5859</w:t>
      </w:r>
      <w:r>
        <w:tab/>
        <w:t>2.025e0</w:t>
      </w:r>
    </w:p>
    <w:p w:rsidR="007B6A46" w:rsidRDefault="007B6A46" w:rsidP="007B6A46">
      <w:r>
        <w:t>736.6383</w:t>
      </w:r>
      <w:r>
        <w:tab/>
        <w:t>2.025e0</w:t>
      </w:r>
    </w:p>
    <w:p w:rsidR="007B6A46" w:rsidRDefault="007B6A46" w:rsidP="007B6A46">
      <w:r>
        <w:t>736.6811</w:t>
      </w:r>
      <w:r>
        <w:tab/>
        <w:t>1.013e0</w:t>
      </w:r>
    </w:p>
    <w:p w:rsidR="007B6A46" w:rsidRDefault="007B6A46" w:rsidP="007B6A46">
      <w:r>
        <w:t>736.7014</w:t>
      </w:r>
      <w:r>
        <w:tab/>
        <w:t>1.013e0</w:t>
      </w:r>
    </w:p>
    <w:p w:rsidR="007B6A46" w:rsidRDefault="007B6A46" w:rsidP="007B6A46">
      <w:r>
        <w:lastRenderedPageBreak/>
        <w:t>736.7426</w:t>
      </w:r>
      <w:r>
        <w:tab/>
        <w:t>3.038e0</w:t>
      </w:r>
    </w:p>
    <w:p w:rsidR="007B6A46" w:rsidRDefault="007B6A46" w:rsidP="007B6A46">
      <w:r>
        <w:t>736.7496</w:t>
      </w:r>
      <w:r>
        <w:tab/>
        <w:t>1.013e0</w:t>
      </w:r>
    </w:p>
    <w:p w:rsidR="007B6A46" w:rsidRDefault="007B6A46" w:rsidP="007B6A46">
      <w:r>
        <w:t>736.8517</w:t>
      </w:r>
      <w:r>
        <w:tab/>
        <w:t>1.013e0</w:t>
      </w:r>
    </w:p>
    <w:p w:rsidR="007B6A46" w:rsidRDefault="007B6A46" w:rsidP="007B6A46">
      <w:r>
        <w:t>736.9205</w:t>
      </w:r>
      <w:r>
        <w:tab/>
        <w:t>1.013e0</w:t>
      </w:r>
    </w:p>
    <w:p w:rsidR="007B6A46" w:rsidRDefault="007B6A46" w:rsidP="007B6A46">
      <w:r>
        <w:t>736.9260</w:t>
      </w:r>
      <w:r>
        <w:tab/>
        <w:t>1.013e0</w:t>
      </w:r>
    </w:p>
    <w:p w:rsidR="007B6A46" w:rsidRDefault="007B6A46" w:rsidP="007B6A46">
      <w:r>
        <w:t>736.9498</w:t>
      </w:r>
      <w:r>
        <w:tab/>
        <w:t>1.013e0</w:t>
      </w:r>
    </w:p>
    <w:p w:rsidR="007B6A46" w:rsidRDefault="007B6A46" w:rsidP="007B6A46">
      <w:r>
        <w:t>737.0371</w:t>
      </w:r>
      <w:r>
        <w:tab/>
        <w:t>1.013e0</w:t>
      </w:r>
    </w:p>
    <w:p w:rsidR="007B6A46" w:rsidRDefault="007B6A46" w:rsidP="007B6A46">
      <w:r>
        <w:t>737.0882</w:t>
      </w:r>
      <w:r>
        <w:tab/>
        <w:t>1.013e0</w:t>
      </w:r>
    </w:p>
    <w:p w:rsidR="007B6A46" w:rsidRDefault="007B6A46" w:rsidP="007B6A46">
      <w:r>
        <w:t>737.1257</w:t>
      </w:r>
      <w:r>
        <w:tab/>
        <w:t>1.013e0</w:t>
      </w:r>
    </w:p>
    <w:p w:rsidR="007B6A46" w:rsidRDefault="007B6A46" w:rsidP="007B6A46">
      <w:r>
        <w:t>737.2380</w:t>
      </w:r>
      <w:r>
        <w:tab/>
        <w:t>1.013e0</w:t>
      </w:r>
    </w:p>
    <w:p w:rsidR="007B6A46" w:rsidRDefault="007B6A46" w:rsidP="007B6A46">
      <w:r>
        <w:t>737.2859</w:t>
      </w:r>
      <w:r>
        <w:tab/>
        <w:t>2.025e0</w:t>
      </w:r>
    </w:p>
    <w:p w:rsidR="007B6A46" w:rsidRDefault="007B6A46" w:rsidP="007B6A46">
      <w:r>
        <w:t>737.3381</w:t>
      </w:r>
      <w:r>
        <w:tab/>
        <w:t>2.025e0</w:t>
      </w:r>
    </w:p>
    <w:p w:rsidR="007B6A46" w:rsidRDefault="007B6A46" w:rsidP="007B6A46">
      <w:r>
        <w:t>737.3692</w:t>
      </w:r>
      <w:r>
        <w:tab/>
        <w:t>2.025e0</w:t>
      </w:r>
    </w:p>
    <w:p w:rsidR="007B6A46" w:rsidRDefault="007B6A46" w:rsidP="007B6A46">
      <w:r>
        <w:t>737.4000</w:t>
      </w:r>
      <w:r>
        <w:tab/>
        <w:t>1.013e0</w:t>
      </w:r>
    </w:p>
    <w:p w:rsidR="007B6A46" w:rsidRDefault="007B6A46" w:rsidP="007B6A46">
      <w:r>
        <w:t>737.4390</w:t>
      </w:r>
      <w:r>
        <w:tab/>
        <w:t>5.293e0</w:t>
      </w:r>
    </w:p>
    <w:p w:rsidR="007B6A46" w:rsidRDefault="007B6A46" w:rsidP="007B6A46">
      <w:r>
        <w:t>737.4636</w:t>
      </w:r>
      <w:r>
        <w:tab/>
        <w:t>2.025e0</w:t>
      </w:r>
    </w:p>
    <w:p w:rsidR="007B6A46" w:rsidRDefault="007B6A46" w:rsidP="007B6A46">
      <w:r>
        <w:t>737.4812</w:t>
      </w:r>
      <w:r>
        <w:tab/>
        <w:t>2.025e0</w:t>
      </w:r>
    </w:p>
    <w:p w:rsidR="007B6A46" w:rsidRDefault="007B6A46" w:rsidP="007B6A46">
      <w:r>
        <w:t>737.4990</w:t>
      </w:r>
      <w:r>
        <w:tab/>
        <w:t>1.013e0</w:t>
      </w:r>
    </w:p>
    <w:p w:rsidR="007B6A46" w:rsidRDefault="007B6A46" w:rsidP="007B6A46">
      <w:r>
        <w:t>737.5295</w:t>
      </w:r>
      <w:r>
        <w:tab/>
        <w:t>3.038e0</w:t>
      </w:r>
    </w:p>
    <w:p w:rsidR="007B6A46" w:rsidRDefault="007B6A46" w:rsidP="007B6A46">
      <w:r>
        <w:lastRenderedPageBreak/>
        <w:t>737.5876</w:t>
      </w:r>
      <w:r>
        <w:tab/>
        <w:t>1.013e0</w:t>
      </w:r>
    </w:p>
    <w:p w:rsidR="007B6A46" w:rsidRDefault="007B6A46" w:rsidP="007B6A46">
      <w:r>
        <w:t>737.6001</w:t>
      </w:r>
      <w:r>
        <w:tab/>
        <w:t>1.013e0</w:t>
      </w:r>
    </w:p>
    <w:p w:rsidR="007B6A46" w:rsidRDefault="007B6A46" w:rsidP="007B6A46">
      <w:r>
        <w:t>737.6738</w:t>
      </w:r>
      <w:r>
        <w:tab/>
        <w:t>1.013e0</w:t>
      </w:r>
    </w:p>
    <w:p w:rsidR="007B6A46" w:rsidRDefault="007B6A46" w:rsidP="007B6A46">
      <w:r>
        <w:t>737.7416</w:t>
      </w:r>
      <w:r>
        <w:tab/>
        <w:t>1.013e0</w:t>
      </w:r>
    </w:p>
    <w:p w:rsidR="007B6A46" w:rsidRDefault="007B6A46" w:rsidP="007B6A46">
      <w:r>
        <w:t>737.7625</w:t>
      </w:r>
      <w:r>
        <w:tab/>
        <w:t>1.013e0</w:t>
      </w:r>
    </w:p>
    <w:p w:rsidR="007B6A46" w:rsidRDefault="007B6A46" w:rsidP="007B6A46">
      <w:r>
        <w:t>737.8943</w:t>
      </w:r>
      <w:r>
        <w:tab/>
        <w:t>1.013e0</w:t>
      </w:r>
    </w:p>
    <w:p w:rsidR="007B6A46" w:rsidRDefault="007B6A46" w:rsidP="007B6A46">
      <w:r>
        <w:t>737.9124</w:t>
      </w:r>
      <w:r>
        <w:tab/>
        <w:t>1.013e0</w:t>
      </w:r>
    </w:p>
    <w:p w:rsidR="007B6A46" w:rsidRDefault="007B6A46" w:rsidP="007B6A46">
      <w:r>
        <w:t>737.9973</w:t>
      </w:r>
      <w:r>
        <w:tab/>
        <w:t>1.013e0</w:t>
      </w:r>
    </w:p>
    <w:p w:rsidR="007B6A46" w:rsidRDefault="007B6A46" w:rsidP="007B6A46">
      <w:r>
        <w:t>738.0236</w:t>
      </w:r>
      <w:r>
        <w:tab/>
        <w:t>1.013e0</w:t>
      </w:r>
    </w:p>
    <w:p w:rsidR="007B6A46" w:rsidRDefault="007B6A46" w:rsidP="007B6A46">
      <w:r>
        <w:t>738.0498</w:t>
      </w:r>
      <w:r>
        <w:tab/>
        <w:t>1.013e0</w:t>
      </w:r>
    </w:p>
    <w:p w:rsidR="007B6A46" w:rsidRDefault="007B6A46" w:rsidP="007B6A46">
      <w:r>
        <w:t>738.1498</w:t>
      </w:r>
      <w:r>
        <w:tab/>
        <w:t>2.025e0</w:t>
      </w:r>
    </w:p>
    <w:p w:rsidR="007B6A46" w:rsidRDefault="007B6A46" w:rsidP="007B6A46">
      <w:r>
        <w:t>738.1855</w:t>
      </w:r>
      <w:r>
        <w:tab/>
        <w:t>1.013e0</w:t>
      </w:r>
    </w:p>
    <w:p w:rsidR="007B6A46" w:rsidRDefault="007B6A46" w:rsidP="007B6A46">
      <w:r>
        <w:t>738.2361</w:t>
      </w:r>
      <w:r>
        <w:tab/>
        <w:t>1.013e0</w:t>
      </w:r>
    </w:p>
    <w:p w:rsidR="007B6A46" w:rsidRDefault="007B6A46" w:rsidP="007B6A46">
      <w:r>
        <w:t>738.2372</w:t>
      </w:r>
      <w:r>
        <w:tab/>
        <w:t>1.013e0</w:t>
      </w:r>
    </w:p>
    <w:p w:rsidR="007B6A46" w:rsidRDefault="007B6A46" w:rsidP="007B6A46">
      <w:r>
        <w:t>738.3313</w:t>
      </w:r>
      <w:r>
        <w:tab/>
        <w:t>2.025e0</w:t>
      </w:r>
    </w:p>
    <w:p w:rsidR="007B6A46" w:rsidRDefault="007B6A46" w:rsidP="007B6A46">
      <w:r>
        <w:t>738.3391</w:t>
      </w:r>
      <w:r>
        <w:tab/>
        <w:t>1.013e0</w:t>
      </w:r>
    </w:p>
    <w:p w:rsidR="007B6A46" w:rsidRDefault="007B6A46" w:rsidP="007B6A46">
      <w:r>
        <w:t>738.3707</w:t>
      </w:r>
      <w:r>
        <w:tab/>
        <w:t>1.830e0</w:t>
      </w:r>
    </w:p>
    <w:p w:rsidR="007B6A46" w:rsidRDefault="007B6A46" w:rsidP="007B6A46">
      <w:r>
        <w:t>738.4111</w:t>
      </w:r>
      <w:r>
        <w:tab/>
        <w:t>1.013e0</w:t>
      </w:r>
    </w:p>
    <w:p w:rsidR="007B6A46" w:rsidRDefault="007B6A46" w:rsidP="007B6A46">
      <w:r>
        <w:t>738.4169</w:t>
      </w:r>
      <w:r>
        <w:tab/>
        <w:t>3.038e0</w:t>
      </w:r>
    </w:p>
    <w:p w:rsidR="007B6A46" w:rsidRDefault="007B6A46" w:rsidP="007B6A46">
      <w:r>
        <w:lastRenderedPageBreak/>
        <w:t>738.4601</w:t>
      </w:r>
      <w:r>
        <w:tab/>
        <w:t>1.013e0</w:t>
      </w:r>
    </w:p>
    <w:p w:rsidR="007B6A46" w:rsidRDefault="007B6A46" w:rsidP="007B6A46">
      <w:r>
        <w:t>738.5195</w:t>
      </w:r>
      <w:r>
        <w:tab/>
        <w:t>3.038e0</w:t>
      </w:r>
    </w:p>
    <w:p w:rsidR="007B6A46" w:rsidRDefault="007B6A46" w:rsidP="007B6A46">
      <w:r>
        <w:t>738.5281</w:t>
      </w:r>
      <w:r>
        <w:tab/>
        <w:t>3.038e0</w:t>
      </w:r>
    </w:p>
    <w:p w:rsidR="007B6A46" w:rsidRDefault="007B6A46" w:rsidP="007B6A46">
      <w:r>
        <w:t>738.5372</w:t>
      </w:r>
      <w:r>
        <w:tab/>
        <w:t>1.013e0</w:t>
      </w:r>
    </w:p>
    <w:p w:rsidR="007B6A46" w:rsidRDefault="007B6A46" w:rsidP="007B6A46">
      <w:r>
        <w:t>738.5447</w:t>
      </w:r>
      <w:r>
        <w:tab/>
        <w:t>2.025e0</w:t>
      </w:r>
    </w:p>
    <w:p w:rsidR="007B6A46" w:rsidRDefault="007B6A46" w:rsidP="007B6A46">
      <w:r>
        <w:t>738.6248</w:t>
      </w:r>
      <w:r>
        <w:tab/>
        <w:t>1.013e0</w:t>
      </w:r>
    </w:p>
    <w:p w:rsidR="007B6A46" w:rsidRDefault="007B6A46" w:rsidP="007B6A46">
      <w:r>
        <w:t>738.6310</w:t>
      </w:r>
      <w:r>
        <w:tab/>
        <w:t>1.013e0</w:t>
      </w:r>
    </w:p>
    <w:p w:rsidR="007B6A46" w:rsidRDefault="007B6A46" w:rsidP="007B6A46">
      <w:r>
        <w:t>738.6987</w:t>
      </w:r>
      <w:r>
        <w:tab/>
        <w:t>1.013e0</w:t>
      </w:r>
    </w:p>
    <w:p w:rsidR="007B6A46" w:rsidRDefault="007B6A46" w:rsidP="007B6A46">
      <w:r>
        <w:t>738.7874</w:t>
      </w:r>
      <w:r>
        <w:tab/>
        <w:t>1.013e0</w:t>
      </w:r>
    </w:p>
    <w:p w:rsidR="007B6A46" w:rsidRDefault="007B6A46" w:rsidP="007B6A46">
      <w:r>
        <w:t>738.8179</w:t>
      </w:r>
      <w:r>
        <w:tab/>
        <w:t>1.013e0</w:t>
      </w:r>
    </w:p>
    <w:p w:rsidR="007B6A46" w:rsidRDefault="007B6A46" w:rsidP="007B6A46">
      <w:r>
        <w:t>738.8875</w:t>
      </w:r>
      <w:r>
        <w:tab/>
        <w:t>1.013e0</w:t>
      </w:r>
    </w:p>
    <w:p w:rsidR="007B6A46" w:rsidRDefault="007B6A46" w:rsidP="007B6A46">
      <w:r>
        <w:t>738.9249</w:t>
      </w:r>
      <w:r>
        <w:tab/>
        <w:t>1.013e0</w:t>
      </w:r>
    </w:p>
    <w:p w:rsidR="007B6A46" w:rsidRDefault="007B6A46" w:rsidP="007B6A46">
      <w:r>
        <w:t>739.0060</w:t>
      </w:r>
      <w:r>
        <w:tab/>
        <w:t>1.013e0</w:t>
      </w:r>
    </w:p>
    <w:p w:rsidR="007B6A46" w:rsidRDefault="007B6A46" w:rsidP="007B6A46">
      <w:r>
        <w:t>739.0989</w:t>
      </w:r>
      <w:r>
        <w:tab/>
        <w:t>1.013e0</w:t>
      </w:r>
    </w:p>
    <w:p w:rsidR="007B6A46" w:rsidRDefault="007B6A46" w:rsidP="007B6A46">
      <w:r>
        <w:t>739.2343</w:t>
      </w:r>
      <w:r>
        <w:tab/>
        <w:t>4.051e0</w:t>
      </w:r>
    </w:p>
    <w:p w:rsidR="007B6A46" w:rsidRDefault="007B6A46" w:rsidP="007B6A46">
      <w:r>
        <w:t>739.2731</w:t>
      </w:r>
      <w:r>
        <w:tab/>
        <w:t>3.038e0</w:t>
      </w:r>
    </w:p>
    <w:p w:rsidR="007B6A46" w:rsidRDefault="007B6A46" w:rsidP="007B6A46">
      <w:r>
        <w:t>739.2866</w:t>
      </w:r>
      <w:r>
        <w:tab/>
        <w:t>1.013e0</w:t>
      </w:r>
    </w:p>
    <w:p w:rsidR="007B6A46" w:rsidRDefault="007B6A46" w:rsidP="007B6A46">
      <w:r>
        <w:t>739.3367</w:t>
      </w:r>
      <w:r>
        <w:tab/>
        <w:t>1.013e0</w:t>
      </w:r>
    </w:p>
    <w:p w:rsidR="007B6A46" w:rsidRDefault="007B6A46" w:rsidP="007B6A46">
      <w:r>
        <w:t>739.3879</w:t>
      </w:r>
      <w:r>
        <w:tab/>
        <w:t>1.013e0</w:t>
      </w:r>
    </w:p>
    <w:p w:rsidR="007B6A46" w:rsidRDefault="007B6A46" w:rsidP="007B6A46">
      <w:r>
        <w:lastRenderedPageBreak/>
        <w:t>739.4005</w:t>
      </w:r>
      <w:r>
        <w:tab/>
        <w:t>1.013e0</w:t>
      </w:r>
    </w:p>
    <w:p w:rsidR="007B6A46" w:rsidRDefault="007B6A46" w:rsidP="007B6A46">
      <w:r>
        <w:t>739.4368</w:t>
      </w:r>
      <w:r>
        <w:tab/>
        <w:t>1.013e0</w:t>
      </w:r>
    </w:p>
    <w:p w:rsidR="007B6A46" w:rsidRDefault="007B6A46" w:rsidP="007B6A46">
      <w:r>
        <w:t>739.4848</w:t>
      </w:r>
      <w:r>
        <w:tab/>
        <w:t>2.025e0</w:t>
      </w:r>
    </w:p>
    <w:p w:rsidR="007B6A46" w:rsidRDefault="007B6A46" w:rsidP="007B6A46">
      <w:r>
        <w:t>739.4881</w:t>
      </w:r>
      <w:r>
        <w:tab/>
        <w:t>1.013e0</w:t>
      </w:r>
    </w:p>
    <w:p w:rsidR="007B6A46" w:rsidRDefault="007B6A46" w:rsidP="007B6A46">
      <w:r>
        <w:t>739.4943</w:t>
      </w:r>
      <w:r>
        <w:tab/>
        <w:t>2.025e0</w:t>
      </w:r>
    </w:p>
    <w:p w:rsidR="007B6A46" w:rsidRDefault="007B6A46" w:rsidP="007B6A46">
      <w:r>
        <w:t>739.5131</w:t>
      </w:r>
      <w:r>
        <w:tab/>
        <w:t>1.013e0</w:t>
      </w:r>
    </w:p>
    <w:p w:rsidR="007B6A46" w:rsidRDefault="007B6A46" w:rsidP="007B6A46">
      <w:r>
        <w:t>739.5652</w:t>
      </w:r>
      <w:r>
        <w:tab/>
        <w:t>2.025e0</w:t>
      </w:r>
    </w:p>
    <w:p w:rsidR="007B6A46" w:rsidRDefault="007B6A46" w:rsidP="007B6A46">
      <w:r>
        <w:t>739.5883</w:t>
      </w:r>
      <w:r>
        <w:tab/>
        <w:t>1.013e0</w:t>
      </w:r>
    </w:p>
    <w:p w:rsidR="007B6A46" w:rsidRDefault="007B6A46" w:rsidP="007B6A46">
      <w:r>
        <w:t>739.6383</w:t>
      </w:r>
      <w:r>
        <w:tab/>
        <w:t>1.013e0</w:t>
      </w:r>
    </w:p>
    <w:p w:rsidR="007B6A46" w:rsidRDefault="007B6A46" w:rsidP="007B6A46">
      <w:r>
        <w:t>739.6570</w:t>
      </w:r>
      <w:r>
        <w:tab/>
        <w:t>1.013e0</w:t>
      </w:r>
    </w:p>
    <w:p w:rsidR="007B6A46" w:rsidRDefault="007B6A46" w:rsidP="007B6A46">
      <w:r>
        <w:t>739.7939</w:t>
      </w:r>
      <w:r>
        <w:tab/>
        <w:t>1.013e0</w:t>
      </w:r>
    </w:p>
    <w:p w:rsidR="007B6A46" w:rsidRDefault="007B6A46" w:rsidP="007B6A46">
      <w:r>
        <w:t>739.8267</w:t>
      </w:r>
      <w:r>
        <w:tab/>
        <w:t>1.013e0</w:t>
      </w:r>
    </w:p>
    <w:p w:rsidR="007B6A46" w:rsidRDefault="007B6A46" w:rsidP="007B6A46">
      <w:r>
        <w:t>739.9808</w:t>
      </w:r>
      <w:r>
        <w:tab/>
        <w:t>1.013e0</w:t>
      </w:r>
    </w:p>
    <w:p w:rsidR="007B6A46" w:rsidRDefault="007B6A46" w:rsidP="007B6A46">
      <w:r>
        <w:t>740.0266</w:t>
      </w:r>
      <w:r>
        <w:tab/>
        <w:t>2.025e0</w:t>
      </w:r>
    </w:p>
    <w:p w:rsidR="007B6A46" w:rsidRDefault="007B6A46" w:rsidP="007B6A46">
      <w:r>
        <w:t>740.0311</w:t>
      </w:r>
      <w:r>
        <w:tab/>
        <w:t>2.025e0</w:t>
      </w:r>
    </w:p>
    <w:p w:rsidR="007B6A46" w:rsidRDefault="007B6A46" w:rsidP="007B6A46">
      <w:r>
        <w:t>740.0391</w:t>
      </w:r>
      <w:r>
        <w:tab/>
        <w:t>1.013e0</w:t>
      </w:r>
    </w:p>
    <w:p w:rsidR="007B6A46" w:rsidRDefault="007B6A46" w:rsidP="007B6A46">
      <w:r>
        <w:t>740.1005</w:t>
      </w:r>
      <w:r>
        <w:tab/>
        <w:t>1.013e0</w:t>
      </w:r>
    </w:p>
    <w:p w:rsidR="007B6A46" w:rsidRDefault="007B6A46" w:rsidP="007B6A46">
      <w:r>
        <w:t>740.1188</w:t>
      </w:r>
      <w:r>
        <w:tab/>
        <w:t>1.013e0</w:t>
      </w:r>
    </w:p>
    <w:p w:rsidR="007B6A46" w:rsidRDefault="007B6A46" w:rsidP="007B6A46">
      <w:r>
        <w:t>740.2020</w:t>
      </w:r>
      <w:r>
        <w:tab/>
        <w:t>1.013e0</w:t>
      </w:r>
    </w:p>
    <w:p w:rsidR="007B6A46" w:rsidRDefault="007B6A46" w:rsidP="007B6A46">
      <w:r>
        <w:lastRenderedPageBreak/>
        <w:t>740.2040</w:t>
      </w:r>
      <w:r>
        <w:tab/>
        <w:t>1.013e0</w:t>
      </w:r>
    </w:p>
    <w:p w:rsidR="007B6A46" w:rsidRDefault="007B6A46" w:rsidP="007B6A46">
      <w:r>
        <w:t>740.2646</w:t>
      </w:r>
      <w:r>
        <w:tab/>
        <w:t>1.013e0</w:t>
      </w:r>
    </w:p>
    <w:p w:rsidR="007B6A46" w:rsidRDefault="007B6A46" w:rsidP="007B6A46">
      <w:r>
        <w:t>740.3010</w:t>
      </w:r>
      <w:r>
        <w:tab/>
        <w:t>1.013e0</w:t>
      </w:r>
    </w:p>
    <w:p w:rsidR="007B6A46" w:rsidRDefault="007B6A46" w:rsidP="007B6A46">
      <w:r>
        <w:t>740.3406</w:t>
      </w:r>
      <w:r>
        <w:tab/>
        <w:t>1.013e0</w:t>
      </w:r>
    </w:p>
    <w:p w:rsidR="007B6A46" w:rsidRDefault="007B6A46" w:rsidP="007B6A46">
      <w:r>
        <w:t>740.3962</w:t>
      </w:r>
      <w:r>
        <w:tab/>
        <w:t>2.025e0</w:t>
      </w:r>
    </w:p>
    <w:p w:rsidR="007B6A46" w:rsidRDefault="007B6A46" w:rsidP="007B6A46">
      <w:r>
        <w:t>740.4628</w:t>
      </w:r>
      <w:r>
        <w:tab/>
        <w:t>1.711e0</w:t>
      </w:r>
    </w:p>
    <w:p w:rsidR="007B6A46" w:rsidRDefault="007B6A46" w:rsidP="007B6A46">
      <w:r>
        <w:t>740.5034</w:t>
      </w:r>
      <w:r>
        <w:tab/>
        <w:t>2.025e0</w:t>
      </w:r>
    </w:p>
    <w:p w:rsidR="007B6A46" w:rsidRDefault="007B6A46" w:rsidP="007B6A46">
      <w:r>
        <w:t>740.5120</w:t>
      </w:r>
      <w:r>
        <w:tab/>
        <w:t>1.013e0</w:t>
      </w:r>
    </w:p>
    <w:p w:rsidR="007B6A46" w:rsidRDefault="007B6A46" w:rsidP="007B6A46">
      <w:r>
        <w:t>740.5517</w:t>
      </w:r>
      <w:r>
        <w:tab/>
        <w:t>1.013e0</w:t>
      </w:r>
    </w:p>
    <w:p w:rsidR="007B6A46" w:rsidRDefault="007B6A46" w:rsidP="007B6A46">
      <w:r>
        <w:t>740.5639</w:t>
      </w:r>
      <w:r>
        <w:tab/>
        <w:t>3.038e0</w:t>
      </w:r>
    </w:p>
    <w:p w:rsidR="007B6A46" w:rsidRDefault="007B6A46" w:rsidP="007B6A46">
      <w:r>
        <w:t>740.6013</w:t>
      </w:r>
      <w:r>
        <w:tab/>
        <w:t>2.025e0</w:t>
      </w:r>
    </w:p>
    <w:p w:rsidR="007B6A46" w:rsidRDefault="007B6A46" w:rsidP="007B6A46">
      <w:r>
        <w:t>740.6138</w:t>
      </w:r>
      <w:r>
        <w:tab/>
        <w:t>1.013e0</w:t>
      </w:r>
    </w:p>
    <w:p w:rsidR="007B6A46" w:rsidRDefault="007B6A46" w:rsidP="007B6A46">
      <w:r>
        <w:t>740.6771</w:t>
      </w:r>
      <w:r>
        <w:tab/>
        <w:t>1.013e0</w:t>
      </w:r>
    </w:p>
    <w:p w:rsidR="007B6A46" w:rsidRDefault="007B6A46" w:rsidP="007B6A46">
      <w:r>
        <w:t>740.6863</w:t>
      </w:r>
      <w:r>
        <w:tab/>
        <w:t>2.025e0</w:t>
      </w:r>
    </w:p>
    <w:p w:rsidR="007B6A46" w:rsidRDefault="007B6A46" w:rsidP="007B6A46">
      <w:r>
        <w:t>740.7343</w:t>
      </w:r>
      <w:r>
        <w:tab/>
        <w:t>1.013e0</w:t>
      </w:r>
    </w:p>
    <w:p w:rsidR="007B6A46" w:rsidRDefault="007B6A46" w:rsidP="007B6A46">
      <w:r>
        <w:t>740.8538</w:t>
      </w:r>
      <w:r>
        <w:tab/>
        <w:t>1.013e0</w:t>
      </w:r>
    </w:p>
    <w:p w:rsidR="007B6A46" w:rsidRDefault="007B6A46" w:rsidP="007B6A46">
      <w:r>
        <w:t>740.9139</w:t>
      </w:r>
      <w:r>
        <w:tab/>
        <w:t>2.025e0</w:t>
      </w:r>
    </w:p>
    <w:p w:rsidR="007B6A46" w:rsidRDefault="007B6A46" w:rsidP="007B6A46">
      <w:r>
        <w:t>740.9780</w:t>
      </w:r>
      <w:r>
        <w:tab/>
        <w:t>1.013e0</w:t>
      </w:r>
    </w:p>
    <w:p w:rsidR="007B6A46" w:rsidRDefault="007B6A46" w:rsidP="007B6A46">
      <w:r>
        <w:t>740.9918</w:t>
      </w:r>
      <w:r>
        <w:tab/>
        <w:t>1.013e0</w:t>
      </w:r>
    </w:p>
    <w:p w:rsidR="007B6A46" w:rsidRDefault="007B6A46" w:rsidP="007B6A46">
      <w:r>
        <w:lastRenderedPageBreak/>
        <w:t>741.1285</w:t>
      </w:r>
      <w:r>
        <w:tab/>
        <w:t>1.013e0</w:t>
      </w:r>
    </w:p>
    <w:p w:rsidR="007B6A46" w:rsidRDefault="007B6A46" w:rsidP="007B6A46">
      <w:r>
        <w:t>741.1363</w:t>
      </w:r>
      <w:r>
        <w:tab/>
        <w:t>2.025e0</w:t>
      </w:r>
    </w:p>
    <w:p w:rsidR="007B6A46" w:rsidRDefault="007B6A46" w:rsidP="007B6A46">
      <w:r>
        <w:t>741.2164</w:t>
      </w:r>
      <w:r>
        <w:tab/>
        <w:t>1.013e0</w:t>
      </w:r>
    </w:p>
    <w:p w:rsidR="007B6A46" w:rsidRDefault="007B6A46" w:rsidP="007B6A46">
      <w:r>
        <w:t>741.2803</w:t>
      </w:r>
      <w:r>
        <w:tab/>
        <w:t>1.013e0</w:t>
      </w:r>
    </w:p>
    <w:p w:rsidR="007B6A46" w:rsidRDefault="007B6A46" w:rsidP="007B6A46">
      <w:r>
        <w:t>741.3018</w:t>
      </w:r>
      <w:r>
        <w:tab/>
        <w:t>2.025e0</w:t>
      </w:r>
    </w:p>
    <w:p w:rsidR="007B6A46" w:rsidRDefault="007B6A46" w:rsidP="007B6A46">
      <w:r>
        <w:t>741.3179</w:t>
      </w:r>
      <w:r>
        <w:tab/>
        <w:t>2.025e0</w:t>
      </w:r>
    </w:p>
    <w:p w:rsidR="007B6A46" w:rsidRDefault="007B6A46" w:rsidP="007B6A46">
      <w:r>
        <w:t>741.3455</w:t>
      </w:r>
      <w:r>
        <w:tab/>
        <w:t>2.025e0</w:t>
      </w:r>
    </w:p>
    <w:p w:rsidR="007B6A46" w:rsidRDefault="007B6A46" w:rsidP="007B6A46">
      <w:r>
        <w:t>741.3671</w:t>
      </w:r>
      <w:r>
        <w:tab/>
        <w:t>1.013e0</w:t>
      </w:r>
    </w:p>
    <w:p w:rsidR="007B6A46" w:rsidRDefault="007B6A46" w:rsidP="007B6A46">
      <w:r>
        <w:t>741.4614</w:t>
      </w:r>
      <w:r>
        <w:tab/>
        <w:t>1.923e0</w:t>
      </w:r>
    </w:p>
    <w:p w:rsidR="007B6A46" w:rsidRDefault="007B6A46" w:rsidP="007B6A46">
      <w:r>
        <w:t>741.4689</w:t>
      </w:r>
      <w:r>
        <w:tab/>
        <w:t>1.013e0</w:t>
      </w:r>
    </w:p>
    <w:p w:rsidR="007B6A46" w:rsidRDefault="007B6A46" w:rsidP="007B6A46">
      <w:r>
        <w:t>741.4838</w:t>
      </w:r>
      <w:r>
        <w:tab/>
        <w:t>2.025e0</w:t>
      </w:r>
    </w:p>
    <w:p w:rsidR="007B6A46" w:rsidRDefault="007B6A46" w:rsidP="007B6A46">
      <w:r>
        <w:t>741.5187</w:t>
      </w:r>
      <w:r>
        <w:tab/>
        <w:t>1.013e0</w:t>
      </w:r>
    </w:p>
    <w:p w:rsidR="007B6A46" w:rsidRDefault="007B6A46" w:rsidP="007B6A46">
      <w:r>
        <w:t>741.5927</w:t>
      </w:r>
      <w:r>
        <w:tab/>
        <w:t>3.038e0</w:t>
      </w:r>
    </w:p>
    <w:p w:rsidR="007B6A46" w:rsidRDefault="007B6A46" w:rsidP="007B6A46">
      <w:r>
        <w:t>741.6191</w:t>
      </w:r>
      <w:r>
        <w:tab/>
        <w:t>1.013e0</w:t>
      </w:r>
    </w:p>
    <w:p w:rsidR="007B6A46" w:rsidRDefault="007B6A46" w:rsidP="007B6A46">
      <w:r>
        <w:t>741.6431</w:t>
      </w:r>
      <w:r>
        <w:tab/>
        <w:t>1.013e0</w:t>
      </w:r>
    </w:p>
    <w:p w:rsidR="007B6A46" w:rsidRDefault="007B6A46" w:rsidP="007B6A46">
      <w:r>
        <w:t>741.6556</w:t>
      </w:r>
      <w:r>
        <w:tab/>
        <w:t>2.025e0</w:t>
      </w:r>
    </w:p>
    <w:p w:rsidR="007B6A46" w:rsidRDefault="007B6A46" w:rsidP="007B6A46">
      <w:r>
        <w:t>741.7599</w:t>
      </w:r>
      <w:r>
        <w:tab/>
        <w:t>1.013e0</w:t>
      </w:r>
    </w:p>
    <w:p w:rsidR="007B6A46" w:rsidRDefault="007B6A46" w:rsidP="007B6A46">
      <w:r>
        <w:t>741.7811</w:t>
      </w:r>
      <w:r>
        <w:tab/>
        <w:t>1.013e0</w:t>
      </w:r>
    </w:p>
    <w:p w:rsidR="007B6A46" w:rsidRDefault="007B6A46" w:rsidP="007B6A46">
      <w:r>
        <w:t>741.8439</w:t>
      </w:r>
      <w:r>
        <w:tab/>
        <w:t>2.025e0</w:t>
      </w:r>
    </w:p>
    <w:p w:rsidR="007B6A46" w:rsidRDefault="007B6A46" w:rsidP="007B6A46">
      <w:r>
        <w:lastRenderedPageBreak/>
        <w:t>741.8816</w:t>
      </w:r>
      <w:r>
        <w:tab/>
        <w:t>1.013e0</w:t>
      </w:r>
    </w:p>
    <w:p w:rsidR="007B6A46" w:rsidRDefault="007B6A46" w:rsidP="007B6A46">
      <w:r>
        <w:t>741.9821</w:t>
      </w:r>
      <w:r>
        <w:tab/>
        <w:t>1.013e0</w:t>
      </w:r>
    </w:p>
    <w:p w:rsidR="007B6A46" w:rsidRDefault="007B6A46" w:rsidP="007B6A46">
      <w:r>
        <w:t>742.0460</w:t>
      </w:r>
      <w:r>
        <w:tab/>
        <w:t>1.013e0</w:t>
      </w:r>
    </w:p>
    <w:p w:rsidR="007B6A46" w:rsidRDefault="007B6A46" w:rsidP="007B6A46">
      <w:r>
        <w:t>742.0712</w:t>
      </w:r>
      <w:r>
        <w:tab/>
        <w:t>1.013e0</w:t>
      </w:r>
    </w:p>
    <w:p w:rsidR="007B6A46" w:rsidRDefault="007B6A46" w:rsidP="007B6A46">
      <w:r>
        <w:t>742.1694</w:t>
      </w:r>
      <w:r>
        <w:tab/>
        <w:t>1.013e0</w:t>
      </w:r>
    </w:p>
    <w:p w:rsidR="007B6A46" w:rsidRDefault="007B6A46" w:rsidP="007B6A46">
      <w:r>
        <w:t>742.1830</w:t>
      </w:r>
      <w:r>
        <w:tab/>
        <w:t>1.013e0</w:t>
      </w:r>
    </w:p>
    <w:p w:rsidR="007B6A46" w:rsidRDefault="007B6A46" w:rsidP="007B6A46">
      <w:r>
        <w:t>742.2333</w:t>
      </w:r>
      <w:r>
        <w:tab/>
        <w:t>1.013e0</w:t>
      </w:r>
    </w:p>
    <w:p w:rsidR="007B6A46" w:rsidRDefault="007B6A46" w:rsidP="007B6A46">
      <w:r>
        <w:t>742.2344</w:t>
      </w:r>
      <w:r>
        <w:tab/>
        <w:t>1.013e0</w:t>
      </w:r>
    </w:p>
    <w:p w:rsidR="007B6A46" w:rsidRDefault="007B6A46" w:rsidP="007B6A46">
      <w:r>
        <w:t>742.2440</w:t>
      </w:r>
      <w:r>
        <w:tab/>
        <w:t>2.025e0</w:t>
      </w:r>
    </w:p>
    <w:p w:rsidR="007B6A46" w:rsidRDefault="007B6A46" w:rsidP="007B6A46">
      <w:r>
        <w:t>742.2899</w:t>
      </w:r>
      <w:r>
        <w:tab/>
        <w:t>1.013e0</w:t>
      </w:r>
    </w:p>
    <w:p w:rsidR="007B6A46" w:rsidRDefault="007B6A46" w:rsidP="007B6A46">
      <w:r>
        <w:t>742.3237</w:t>
      </w:r>
      <w:r>
        <w:tab/>
        <w:t>1.013e0</w:t>
      </w:r>
    </w:p>
    <w:p w:rsidR="007B6A46" w:rsidRDefault="007B6A46" w:rsidP="007B6A46">
      <w:r>
        <w:t>742.4396</w:t>
      </w:r>
      <w:r>
        <w:tab/>
        <w:t>1.436e0</w:t>
      </w:r>
    </w:p>
    <w:p w:rsidR="007B6A46" w:rsidRDefault="007B6A46" w:rsidP="007B6A46">
      <w:r>
        <w:t>742.4486</w:t>
      </w:r>
      <w:r>
        <w:tab/>
        <w:t>2.450e0</w:t>
      </w:r>
    </w:p>
    <w:p w:rsidR="007B6A46" w:rsidRDefault="007B6A46" w:rsidP="007B6A46">
      <w:r>
        <w:t>742.4730</w:t>
      </w:r>
      <w:r>
        <w:tab/>
        <w:t>2.025e0</w:t>
      </w:r>
    </w:p>
    <w:p w:rsidR="007B6A46" w:rsidRDefault="007B6A46" w:rsidP="007B6A46">
      <w:r>
        <w:t>742.4778</w:t>
      </w:r>
      <w:r>
        <w:tab/>
        <w:t>2.660e0</w:t>
      </w:r>
    </w:p>
    <w:p w:rsidR="007B6A46" w:rsidRDefault="007B6A46" w:rsidP="007B6A46">
      <w:r>
        <w:t>742.5712</w:t>
      </w:r>
      <w:r>
        <w:tab/>
        <w:t>6.076e0</w:t>
      </w:r>
    </w:p>
    <w:p w:rsidR="007B6A46" w:rsidRDefault="007B6A46" w:rsidP="007B6A46">
      <w:r>
        <w:t>742.5863</w:t>
      </w:r>
      <w:r>
        <w:tab/>
        <w:t>3.038e0</w:t>
      </w:r>
    </w:p>
    <w:p w:rsidR="007B6A46" w:rsidRDefault="007B6A46" w:rsidP="007B6A46">
      <w:r>
        <w:t>742.6491</w:t>
      </w:r>
      <w:r>
        <w:tab/>
        <w:t>1.013e0</w:t>
      </w:r>
    </w:p>
    <w:p w:rsidR="007B6A46" w:rsidRDefault="007B6A46" w:rsidP="007B6A46">
      <w:r>
        <w:t>742.6718</w:t>
      </w:r>
      <w:r>
        <w:tab/>
        <w:t>3.038e0</w:t>
      </w:r>
    </w:p>
    <w:p w:rsidR="007B6A46" w:rsidRDefault="007B6A46" w:rsidP="007B6A46">
      <w:r>
        <w:lastRenderedPageBreak/>
        <w:t>742.8113</w:t>
      </w:r>
      <w:r>
        <w:tab/>
        <w:t>1.013e0</w:t>
      </w:r>
    </w:p>
    <w:p w:rsidR="007B6A46" w:rsidRDefault="007B6A46" w:rsidP="007B6A46">
      <w:r>
        <w:t>742.8251</w:t>
      </w:r>
      <w:r>
        <w:tab/>
        <w:t>1.013e0</w:t>
      </w:r>
    </w:p>
    <w:p w:rsidR="007B6A46" w:rsidRDefault="007B6A46" w:rsidP="007B6A46">
      <w:r>
        <w:t>742.9052</w:t>
      </w:r>
      <w:r>
        <w:tab/>
        <w:t>1.013e0</w:t>
      </w:r>
    </w:p>
    <w:p w:rsidR="007B6A46" w:rsidRDefault="007B6A46" w:rsidP="007B6A46">
      <w:r>
        <w:t>743.0377</w:t>
      </w:r>
      <w:r>
        <w:tab/>
        <w:t>1.013e0</w:t>
      </w:r>
    </w:p>
    <w:p w:rsidR="007B6A46" w:rsidRDefault="007B6A46" w:rsidP="007B6A46">
      <w:r>
        <w:t>743.0766</w:t>
      </w:r>
      <w:r>
        <w:tab/>
        <w:t>1.013e0</w:t>
      </w:r>
    </w:p>
    <w:p w:rsidR="007B6A46" w:rsidRDefault="007B6A46" w:rsidP="007B6A46">
      <w:r>
        <w:t>743.1433</w:t>
      </w:r>
      <w:r>
        <w:tab/>
        <w:t>1.013e0</w:t>
      </w:r>
    </w:p>
    <w:p w:rsidR="007B6A46" w:rsidRDefault="007B6A46" w:rsidP="007B6A46">
      <w:r>
        <w:t>743.2653</w:t>
      </w:r>
      <w:r>
        <w:tab/>
        <w:t>1.013e0</w:t>
      </w:r>
    </w:p>
    <w:p w:rsidR="007B6A46" w:rsidRDefault="007B6A46" w:rsidP="007B6A46">
      <w:r>
        <w:t>743.4384</w:t>
      </w:r>
      <w:r>
        <w:tab/>
        <w:t>2.025e0</w:t>
      </w:r>
    </w:p>
    <w:p w:rsidR="007B6A46" w:rsidRDefault="007B6A46" w:rsidP="007B6A46">
      <w:r>
        <w:t>743.5283</w:t>
      </w:r>
      <w:r>
        <w:tab/>
        <w:t>1.013e0</w:t>
      </w:r>
    </w:p>
    <w:p w:rsidR="007B6A46" w:rsidRDefault="007B6A46" w:rsidP="007B6A46">
      <w:r>
        <w:t>743.5295</w:t>
      </w:r>
      <w:r>
        <w:tab/>
        <w:t>2.025e0</w:t>
      </w:r>
    </w:p>
    <w:p w:rsidR="007B6A46" w:rsidRDefault="007B6A46" w:rsidP="007B6A46">
      <w:r>
        <w:t>743.5421</w:t>
      </w:r>
      <w:r>
        <w:tab/>
        <w:t>1.013e0</w:t>
      </w:r>
    </w:p>
    <w:p w:rsidR="007B6A46" w:rsidRDefault="007B6A46" w:rsidP="007B6A46">
      <w:r>
        <w:t>743.5679</w:t>
      </w:r>
      <w:r>
        <w:tab/>
        <w:t>2.025e0</w:t>
      </w:r>
    </w:p>
    <w:p w:rsidR="007B6A46" w:rsidRDefault="007B6A46" w:rsidP="007B6A46">
      <w:r>
        <w:t>743.5876</w:t>
      </w:r>
      <w:r>
        <w:tab/>
        <w:t>1.013e0</w:t>
      </w:r>
    </w:p>
    <w:p w:rsidR="007B6A46" w:rsidRDefault="007B6A46" w:rsidP="007B6A46">
      <w:r>
        <w:t>743.6541</w:t>
      </w:r>
      <w:r>
        <w:tab/>
        <w:t>1.013e0</w:t>
      </w:r>
    </w:p>
    <w:p w:rsidR="007B6A46" w:rsidRDefault="007B6A46" w:rsidP="007B6A46">
      <w:r>
        <w:t>743.8177</w:t>
      </w:r>
      <w:r>
        <w:tab/>
        <w:t>1.013e0</w:t>
      </w:r>
    </w:p>
    <w:p w:rsidR="007B6A46" w:rsidRDefault="007B6A46" w:rsidP="007B6A46">
      <w:r>
        <w:t>743.9390</w:t>
      </w:r>
      <w:r>
        <w:tab/>
        <w:t>2.025e0</w:t>
      </w:r>
    </w:p>
    <w:p w:rsidR="007B6A46" w:rsidRDefault="007B6A46" w:rsidP="007B6A46">
      <w:r>
        <w:t>744.0581</w:t>
      </w:r>
      <w:r>
        <w:tab/>
        <w:t>2.025e0</w:t>
      </w:r>
    </w:p>
    <w:p w:rsidR="007B6A46" w:rsidRDefault="007B6A46" w:rsidP="007B6A46">
      <w:r>
        <w:t>744.2333</w:t>
      </w:r>
      <w:r>
        <w:tab/>
        <w:t>1.013e0</w:t>
      </w:r>
    </w:p>
    <w:p w:rsidR="007B6A46" w:rsidRDefault="007B6A46" w:rsidP="007B6A46">
      <w:r>
        <w:t>744.2552</w:t>
      </w:r>
      <w:r>
        <w:tab/>
        <w:t>1.013e0</w:t>
      </w:r>
    </w:p>
    <w:p w:rsidR="007B6A46" w:rsidRDefault="007B6A46" w:rsidP="007B6A46">
      <w:r>
        <w:lastRenderedPageBreak/>
        <w:t>744.2883</w:t>
      </w:r>
      <w:r>
        <w:tab/>
        <w:t>1.013e0</w:t>
      </w:r>
    </w:p>
    <w:p w:rsidR="007B6A46" w:rsidRDefault="007B6A46" w:rsidP="007B6A46">
      <w:r>
        <w:t>744.3100</w:t>
      </w:r>
      <w:r>
        <w:tab/>
        <w:t>1.013e0</w:t>
      </w:r>
    </w:p>
    <w:p w:rsidR="007B6A46" w:rsidRDefault="007B6A46" w:rsidP="007B6A46">
      <w:r>
        <w:t>744.3604</w:t>
      </w:r>
      <w:r>
        <w:tab/>
        <w:t>1.013e0</w:t>
      </w:r>
    </w:p>
    <w:p w:rsidR="007B6A46" w:rsidRDefault="007B6A46" w:rsidP="007B6A46">
      <w:r>
        <w:t>744.3730</w:t>
      </w:r>
      <w:r>
        <w:tab/>
        <w:t>1.923e0</w:t>
      </w:r>
    </w:p>
    <w:p w:rsidR="007B6A46" w:rsidRDefault="007B6A46" w:rsidP="007B6A46">
      <w:r>
        <w:t>744.4348</w:t>
      </w:r>
      <w:r>
        <w:tab/>
        <w:t>2.025e0</w:t>
      </w:r>
    </w:p>
    <w:p w:rsidR="007B6A46" w:rsidRDefault="007B6A46" w:rsidP="007B6A46">
      <w:r>
        <w:t>744.4730</w:t>
      </w:r>
      <w:r>
        <w:tab/>
        <w:t>3.038e0</w:t>
      </w:r>
    </w:p>
    <w:p w:rsidR="007B6A46" w:rsidRDefault="007B6A46" w:rsidP="007B6A46">
      <w:r>
        <w:t>744.4864</w:t>
      </w:r>
      <w:r>
        <w:tab/>
        <w:t>1.013e0</w:t>
      </w:r>
    </w:p>
    <w:p w:rsidR="007B6A46" w:rsidRDefault="007B6A46" w:rsidP="007B6A46">
      <w:r>
        <w:t>744.4894</w:t>
      </w:r>
      <w:r>
        <w:tab/>
        <w:t>3.038e0</w:t>
      </w:r>
    </w:p>
    <w:p w:rsidR="007B6A46" w:rsidRDefault="007B6A46" w:rsidP="007B6A46">
      <w:r>
        <w:t>744.5325</w:t>
      </w:r>
      <w:r>
        <w:tab/>
        <w:t>2.025e0</w:t>
      </w:r>
    </w:p>
    <w:p w:rsidR="007B6A46" w:rsidRDefault="007B6A46" w:rsidP="007B6A46">
      <w:r>
        <w:t>744.5872</w:t>
      </w:r>
      <w:r>
        <w:tab/>
        <w:t>1.013e0</w:t>
      </w:r>
    </w:p>
    <w:p w:rsidR="007B6A46" w:rsidRDefault="007B6A46" w:rsidP="007B6A46">
      <w:r>
        <w:t>744.6653</w:t>
      </w:r>
      <w:r>
        <w:tab/>
        <w:t>1.013e0</w:t>
      </w:r>
    </w:p>
    <w:p w:rsidR="007B6A46" w:rsidRDefault="007B6A46" w:rsidP="007B6A46">
      <w:r>
        <w:t>744.7166</w:t>
      </w:r>
      <w:r>
        <w:tab/>
        <w:t>1.013e0</w:t>
      </w:r>
    </w:p>
    <w:p w:rsidR="007B6A46" w:rsidRDefault="007B6A46" w:rsidP="007B6A46">
      <w:r>
        <w:t>744.7384</w:t>
      </w:r>
      <w:r>
        <w:tab/>
        <w:t>1.013e0</w:t>
      </w:r>
    </w:p>
    <w:p w:rsidR="007B6A46" w:rsidRDefault="007B6A46" w:rsidP="007B6A46">
      <w:r>
        <w:t>744.7762</w:t>
      </w:r>
      <w:r>
        <w:tab/>
        <w:t>1.013e0</w:t>
      </w:r>
    </w:p>
    <w:p w:rsidR="007B6A46" w:rsidRDefault="007B6A46" w:rsidP="007B6A46">
      <w:r>
        <w:t>744.8140</w:t>
      </w:r>
      <w:r>
        <w:tab/>
        <w:t>1.013e0</w:t>
      </w:r>
    </w:p>
    <w:p w:rsidR="007B6A46" w:rsidRDefault="007B6A46" w:rsidP="007B6A46">
      <w:r>
        <w:t>744.8351</w:t>
      </w:r>
      <w:r>
        <w:tab/>
        <w:t>1.013e0</w:t>
      </w:r>
    </w:p>
    <w:p w:rsidR="007B6A46" w:rsidRDefault="007B6A46" w:rsidP="007B6A46">
      <w:r>
        <w:t>744.9547</w:t>
      </w:r>
      <w:r>
        <w:tab/>
        <w:t>1.013e0</w:t>
      </w:r>
    </w:p>
    <w:p w:rsidR="007B6A46" w:rsidRDefault="007B6A46" w:rsidP="007B6A46">
      <w:r>
        <w:t>744.9778</w:t>
      </w:r>
      <w:r>
        <w:tab/>
        <w:t>1.013e0</w:t>
      </w:r>
    </w:p>
    <w:p w:rsidR="007B6A46" w:rsidRDefault="007B6A46" w:rsidP="007B6A46">
      <w:r>
        <w:t>745.0649</w:t>
      </w:r>
      <w:r>
        <w:tab/>
        <w:t>1.013e0</w:t>
      </w:r>
    </w:p>
    <w:p w:rsidR="007B6A46" w:rsidRDefault="007B6A46" w:rsidP="007B6A46">
      <w:r>
        <w:lastRenderedPageBreak/>
        <w:t>745.1609</w:t>
      </w:r>
      <w:r>
        <w:tab/>
        <w:t>1.013e0</w:t>
      </w:r>
    </w:p>
    <w:p w:rsidR="007B6A46" w:rsidRDefault="007B6A46" w:rsidP="007B6A46">
      <w:r>
        <w:t>745.2300</w:t>
      </w:r>
      <w:r>
        <w:tab/>
        <w:t>1.013e0</w:t>
      </w:r>
    </w:p>
    <w:p w:rsidR="007B6A46" w:rsidRDefault="007B6A46" w:rsidP="007B6A46">
      <w:r>
        <w:t>745.2451</w:t>
      </w:r>
      <w:r>
        <w:tab/>
        <w:t>1.013e0</w:t>
      </w:r>
    </w:p>
    <w:p w:rsidR="007B6A46" w:rsidRDefault="007B6A46" w:rsidP="007B6A46">
      <w:r>
        <w:t>745.3171</w:t>
      </w:r>
      <w:r>
        <w:tab/>
        <w:t>1.013e0</w:t>
      </w:r>
    </w:p>
    <w:p w:rsidR="007B6A46" w:rsidRDefault="007B6A46" w:rsidP="007B6A46">
      <w:r>
        <w:t>745.3183</w:t>
      </w:r>
      <w:r>
        <w:tab/>
        <w:t>1.013e0</w:t>
      </w:r>
    </w:p>
    <w:p w:rsidR="007B6A46" w:rsidRDefault="007B6A46" w:rsidP="007B6A46">
      <w:r>
        <w:t>745.3660</w:t>
      </w:r>
      <w:r>
        <w:tab/>
        <w:t>2.025e0</w:t>
      </w:r>
    </w:p>
    <w:p w:rsidR="007B6A46" w:rsidRDefault="007B6A46" w:rsidP="007B6A46">
      <w:r>
        <w:t>745.5063</w:t>
      </w:r>
      <w:r>
        <w:tab/>
        <w:t>1.013e0</w:t>
      </w:r>
    </w:p>
    <w:p w:rsidR="007B6A46" w:rsidRDefault="007B6A46" w:rsidP="007B6A46">
      <w:r>
        <w:t>745.6325</w:t>
      </w:r>
      <w:r>
        <w:tab/>
        <w:t>1.013e0</w:t>
      </w:r>
    </w:p>
    <w:p w:rsidR="007B6A46" w:rsidRDefault="007B6A46" w:rsidP="007B6A46">
      <w:r>
        <w:t>745.6337</w:t>
      </w:r>
      <w:r>
        <w:tab/>
        <w:t>1.013e0</w:t>
      </w:r>
    </w:p>
    <w:p w:rsidR="007B6A46" w:rsidRDefault="007B6A46" w:rsidP="007B6A46">
      <w:r>
        <w:t>745.6393</w:t>
      </w:r>
      <w:r>
        <w:tab/>
        <w:t>1.013e0</w:t>
      </w:r>
    </w:p>
    <w:p w:rsidR="007B6A46" w:rsidRDefault="007B6A46" w:rsidP="007B6A46">
      <w:r>
        <w:t>745.6565</w:t>
      </w:r>
      <w:r>
        <w:tab/>
        <w:t>1.013e0</w:t>
      </w:r>
    </w:p>
    <w:p w:rsidR="007B6A46" w:rsidRDefault="007B6A46" w:rsidP="007B6A46">
      <w:r>
        <w:t>745.7308</w:t>
      </w:r>
      <w:r>
        <w:tab/>
        <w:t>2.025e0</w:t>
      </w:r>
    </w:p>
    <w:p w:rsidR="007B6A46" w:rsidRDefault="007B6A46" w:rsidP="007B6A46">
      <w:r>
        <w:t>745.8975</w:t>
      </w:r>
      <w:r>
        <w:tab/>
        <w:t>1.013e0</w:t>
      </w:r>
    </w:p>
    <w:p w:rsidR="007B6A46" w:rsidRDefault="007B6A46" w:rsidP="007B6A46">
      <w:r>
        <w:t>745.9858</w:t>
      </w:r>
      <w:r>
        <w:tab/>
        <w:t>1.013e0</w:t>
      </w:r>
    </w:p>
    <w:p w:rsidR="007B6A46" w:rsidRDefault="007B6A46" w:rsidP="007B6A46">
      <w:r>
        <w:t>746.0375</w:t>
      </w:r>
      <w:r>
        <w:tab/>
        <w:t>1.013e0</w:t>
      </w:r>
    </w:p>
    <w:p w:rsidR="007B6A46" w:rsidRDefault="007B6A46" w:rsidP="007B6A46">
      <w:r>
        <w:t>746.0490</w:t>
      </w:r>
      <w:r>
        <w:tab/>
        <w:t>1.013e0</w:t>
      </w:r>
    </w:p>
    <w:p w:rsidR="007B6A46" w:rsidRDefault="007B6A46" w:rsidP="007B6A46">
      <w:r>
        <w:t>746.1626</w:t>
      </w:r>
      <w:r>
        <w:tab/>
        <w:t>1.013e0</w:t>
      </w:r>
    </w:p>
    <w:p w:rsidR="007B6A46" w:rsidRDefault="007B6A46" w:rsidP="007B6A46">
      <w:r>
        <w:t>746.1953</w:t>
      </w:r>
      <w:r>
        <w:tab/>
        <w:t>2.025e0</w:t>
      </w:r>
    </w:p>
    <w:p w:rsidR="007B6A46" w:rsidRDefault="007B6A46" w:rsidP="007B6A46">
      <w:r>
        <w:t>746.2027</w:t>
      </w:r>
      <w:r>
        <w:tab/>
        <w:t>1.013e0</w:t>
      </w:r>
    </w:p>
    <w:p w:rsidR="007B6A46" w:rsidRDefault="007B6A46" w:rsidP="007B6A46">
      <w:r>
        <w:lastRenderedPageBreak/>
        <w:t>746.2131</w:t>
      </w:r>
      <w:r>
        <w:tab/>
        <w:t>1.013e0</w:t>
      </w:r>
    </w:p>
    <w:p w:rsidR="007B6A46" w:rsidRDefault="007B6A46" w:rsidP="007B6A46">
      <w:r>
        <w:t>746.3226</w:t>
      </w:r>
      <w:r>
        <w:tab/>
        <w:t>1.013e0</w:t>
      </w:r>
    </w:p>
    <w:p w:rsidR="007B6A46" w:rsidRDefault="007B6A46" w:rsidP="007B6A46">
      <w:r>
        <w:t>746.4105</w:t>
      </w:r>
      <w:r>
        <w:tab/>
        <w:t>2.868e0</w:t>
      </w:r>
    </w:p>
    <w:p w:rsidR="007B6A46" w:rsidRDefault="007B6A46" w:rsidP="007B6A46">
      <w:r>
        <w:t>746.4276</w:t>
      </w:r>
      <w:r>
        <w:tab/>
        <w:t>5.063e0</w:t>
      </w:r>
    </w:p>
    <w:p w:rsidR="007B6A46" w:rsidRDefault="007B6A46" w:rsidP="007B6A46">
      <w:r>
        <w:t>746.4385</w:t>
      </w:r>
      <w:r>
        <w:tab/>
        <w:t>3.373e0</w:t>
      </w:r>
    </w:p>
    <w:p w:rsidR="007B6A46" w:rsidRDefault="007B6A46" w:rsidP="007B6A46">
      <w:r>
        <w:t>746.4514</w:t>
      </w:r>
      <w:r>
        <w:tab/>
        <w:t>3.038e0</w:t>
      </w:r>
    </w:p>
    <w:p w:rsidR="007B6A46" w:rsidRDefault="007B6A46" w:rsidP="007B6A46">
      <w:r>
        <w:t>746.5266</w:t>
      </w:r>
      <w:r>
        <w:tab/>
        <w:t>2.025e0</w:t>
      </w:r>
    </w:p>
    <w:p w:rsidR="007B6A46" w:rsidRDefault="007B6A46" w:rsidP="007B6A46">
      <w:r>
        <w:t>746.5367</w:t>
      </w:r>
      <w:r>
        <w:tab/>
        <w:t>4.051e0</w:t>
      </w:r>
    </w:p>
    <w:p w:rsidR="007B6A46" w:rsidRDefault="007B6A46" w:rsidP="007B6A46">
      <w:r>
        <w:t>746.5587</w:t>
      </w:r>
      <w:r>
        <w:tab/>
        <w:t>2.025e0</w:t>
      </w:r>
    </w:p>
    <w:p w:rsidR="007B6A46" w:rsidRDefault="007B6A46" w:rsidP="007B6A46">
      <w:r>
        <w:t>746.5742</w:t>
      </w:r>
      <w:r>
        <w:tab/>
        <w:t>2.025e0</w:t>
      </w:r>
    </w:p>
    <w:p w:rsidR="007B6A46" w:rsidRDefault="007B6A46" w:rsidP="007B6A46">
      <w:r>
        <w:t>746.6020</w:t>
      </w:r>
      <w:r>
        <w:tab/>
        <w:t>2.025e0</w:t>
      </w:r>
    </w:p>
    <w:p w:rsidR="007B6A46" w:rsidRDefault="007B6A46" w:rsidP="007B6A46">
      <w:r>
        <w:t>746.6552</w:t>
      </w:r>
      <w:r>
        <w:tab/>
        <w:t>1.013e0</w:t>
      </w:r>
    </w:p>
    <w:p w:rsidR="007B6A46" w:rsidRDefault="007B6A46" w:rsidP="007B6A46">
      <w:r>
        <w:t>746.7498</w:t>
      </w:r>
      <w:r>
        <w:tab/>
        <w:t>1.013e0</w:t>
      </w:r>
    </w:p>
    <w:p w:rsidR="007B6A46" w:rsidRDefault="007B6A46" w:rsidP="007B6A46">
      <w:r>
        <w:t>746.8684</w:t>
      </w:r>
      <w:r>
        <w:tab/>
        <w:t>1.013e0</w:t>
      </w:r>
    </w:p>
    <w:p w:rsidR="007B6A46" w:rsidRDefault="007B6A46" w:rsidP="007B6A46">
      <w:r>
        <w:t>746.9034</w:t>
      </w:r>
      <w:r>
        <w:tab/>
        <w:t>1.013e0</w:t>
      </w:r>
    </w:p>
    <w:p w:rsidR="007B6A46" w:rsidRDefault="007B6A46" w:rsidP="007B6A46">
      <w:r>
        <w:t>746.9331</w:t>
      </w:r>
      <w:r>
        <w:tab/>
        <w:t>1.013e0</w:t>
      </w:r>
    </w:p>
    <w:p w:rsidR="007B6A46" w:rsidRDefault="007B6A46" w:rsidP="007B6A46">
      <w:r>
        <w:t>747.0059</w:t>
      </w:r>
      <w:r>
        <w:tab/>
        <w:t>1.013e0</w:t>
      </w:r>
    </w:p>
    <w:p w:rsidR="007B6A46" w:rsidRDefault="007B6A46" w:rsidP="007B6A46">
      <w:r>
        <w:t>747.0389</w:t>
      </w:r>
      <w:r>
        <w:tab/>
        <w:t>1.013e0</w:t>
      </w:r>
    </w:p>
    <w:p w:rsidR="007B6A46" w:rsidRDefault="007B6A46" w:rsidP="007B6A46">
      <w:r>
        <w:t>747.1744</w:t>
      </w:r>
      <w:r>
        <w:tab/>
        <w:t>1.013e0</w:t>
      </w:r>
    </w:p>
    <w:p w:rsidR="007B6A46" w:rsidRDefault="007B6A46" w:rsidP="007B6A46">
      <w:r>
        <w:lastRenderedPageBreak/>
        <w:t>747.1997</w:t>
      </w:r>
      <w:r>
        <w:tab/>
        <w:t>2.025e0</w:t>
      </w:r>
    </w:p>
    <w:p w:rsidR="007B6A46" w:rsidRDefault="007B6A46" w:rsidP="007B6A46">
      <w:r>
        <w:t>747.2627</w:t>
      </w:r>
      <w:r>
        <w:tab/>
        <w:t>1.013e0</w:t>
      </w:r>
    </w:p>
    <w:p w:rsidR="007B6A46" w:rsidRDefault="007B6A46" w:rsidP="007B6A46">
      <w:r>
        <w:t>747.3475</w:t>
      </w:r>
      <w:r>
        <w:tab/>
        <w:t>1.013e0</w:t>
      </w:r>
    </w:p>
    <w:p w:rsidR="007B6A46" w:rsidRDefault="007B6A46" w:rsidP="007B6A46">
      <w:r>
        <w:t>747.3815</w:t>
      </w:r>
      <w:r>
        <w:tab/>
        <w:t>2.025e0</w:t>
      </w:r>
    </w:p>
    <w:p w:rsidR="007B6A46" w:rsidRDefault="007B6A46" w:rsidP="007B6A46">
      <w:r>
        <w:t>747.4068</w:t>
      </w:r>
      <w:r>
        <w:tab/>
        <w:t>2.025e0</w:t>
      </w:r>
    </w:p>
    <w:p w:rsidR="007B6A46" w:rsidRDefault="007B6A46" w:rsidP="007B6A46">
      <w:r>
        <w:t>747.4246</w:t>
      </w:r>
      <w:r>
        <w:tab/>
        <w:t>2.025e0</w:t>
      </w:r>
    </w:p>
    <w:p w:rsidR="007B6A46" w:rsidRDefault="007B6A46" w:rsidP="007B6A46">
      <w:r>
        <w:t>747.4394</w:t>
      </w:r>
      <w:r>
        <w:tab/>
        <w:t>4.051e0</w:t>
      </w:r>
    </w:p>
    <w:p w:rsidR="007B6A46" w:rsidRDefault="007B6A46" w:rsidP="007B6A46">
      <w:r>
        <w:t>747.4458</w:t>
      </w:r>
      <w:r>
        <w:tab/>
        <w:t>3.373e0</w:t>
      </w:r>
    </w:p>
    <w:p w:rsidR="007B6A46" w:rsidRDefault="007B6A46" w:rsidP="007B6A46">
      <w:r>
        <w:t>747.5285</w:t>
      </w:r>
      <w:r>
        <w:tab/>
        <w:t>1.013e0</w:t>
      </w:r>
    </w:p>
    <w:p w:rsidR="007B6A46" w:rsidRDefault="007B6A46" w:rsidP="007B6A46">
      <w:r>
        <w:t>747.5866</w:t>
      </w:r>
      <w:r>
        <w:tab/>
        <w:t>1.013e0</w:t>
      </w:r>
    </w:p>
    <w:p w:rsidR="007B6A46" w:rsidRDefault="007B6A46" w:rsidP="007B6A46">
      <w:r>
        <w:t>747.5955</w:t>
      </w:r>
      <w:r>
        <w:tab/>
        <w:t>2.025e0</w:t>
      </w:r>
    </w:p>
    <w:p w:rsidR="007B6A46" w:rsidRDefault="007B6A46" w:rsidP="007B6A46">
      <w:r>
        <w:t>747.6095</w:t>
      </w:r>
      <w:r>
        <w:tab/>
        <w:t>2.025e0</w:t>
      </w:r>
    </w:p>
    <w:p w:rsidR="007B6A46" w:rsidRDefault="007B6A46" w:rsidP="007B6A46">
      <w:r>
        <w:t>747.6170</w:t>
      </w:r>
      <w:r>
        <w:tab/>
        <w:t>1.013e0</w:t>
      </w:r>
    </w:p>
    <w:p w:rsidR="007B6A46" w:rsidRDefault="007B6A46" w:rsidP="007B6A46">
      <w:r>
        <w:t>747.6929</w:t>
      </w:r>
      <w:r>
        <w:tab/>
        <w:t>1.013e0</w:t>
      </w:r>
    </w:p>
    <w:p w:rsidR="007B6A46" w:rsidRDefault="007B6A46" w:rsidP="007B6A46">
      <w:r>
        <w:t>747.7563</w:t>
      </w:r>
      <w:r>
        <w:tab/>
        <w:t>3.038e0</w:t>
      </w:r>
    </w:p>
    <w:p w:rsidR="007B6A46" w:rsidRDefault="007B6A46" w:rsidP="007B6A46">
      <w:r>
        <w:t>747.7930</w:t>
      </w:r>
      <w:r>
        <w:tab/>
        <w:t>1.013e0</w:t>
      </w:r>
    </w:p>
    <w:p w:rsidR="007B6A46" w:rsidRDefault="007B6A46" w:rsidP="007B6A46">
      <w:r>
        <w:t>747.8815</w:t>
      </w:r>
      <w:r>
        <w:tab/>
        <w:t>1.013e0</w:t>
      </w:r>
    </w:p>
    <w:p w:rsidR="007B6A46" w:rsidRDefault="007B6A46" w:rsidP="007B6A46">
      <w:r>
        <w:t>747.9586</w:t>
      </w:r>
      <w:r>
        <w:tab/>
        <w:t>1.013e0</w:t>
      </w:r>
    </w:p>
    <w:p w:rsidR="007B6A46" w:rsidRDefault="007B6A46" w:rsidP="007B6A46">
      <w:r>
        <w:t>748.0092</w:t>
      </w:r>
      <w:r>
        <w:tab/>
        <w:t>1.013e0</w:t>
      </w:r>
    </w:p>
    <w:p w:rsidR="007B6A46" w:rsidRDefault="007B6A46" w:rsidP="007B6A46">
      <w:r>
        <w:lastRenderedPageBreak/>
        <w:t>748.1611</w:t>
      </w:r>
      <w:r>
        <w:tab/>
        <w:t>1.013e0</w:t>
      </w:r>
    </w:p>
    <w:p w:rsidR="007B6A46" w:rsidRDefault="007B6A46" w:rsidP="007B6A46">
      <w:r>
        <w:t>748.1783</w:t>
      </w:r>
      <w:r>
        <w:tab/>
        <w:t>3.038e0</w:t>
      </w:r>
    </w:p>
    <w:p w:rsidR="007B6A46" w:rsidRDefault="007B6A46" w:rsidP="007B6A46">
      <w:r>
        <w:t>748.1848</w:t>
      </w:r>
      <w:r>
        <w:tab/>
        <w:t>1.013e0</w:t>
      </w:r>
    </w:p>
    <w:p w:rsidR="007B6A46" w:rsidRDefault="007B6A46" w:rsidP="007B6A46">
      <w:r>
        <w:t>748.2992</w:t>
      </w:r>
      <w:r>
        <w:tab/>
        <w:t>1.013e0</w:t>
      </w:r>
    </w:p>
    <w:p w:rsidR="007B6A46" w:rsidRDefault="007B6A46" w:rsidP="007B6A46">
      <w:r>
        <w:t>748.3130</w:t>
      </w:r>
      <w:r>
        <w:tab/>
        <w:t>1.013e0</w:t>
      </w:r>
    </w:p>
    <w:p w:rsidR="007B6A46" w:rsidRDefault="007B6A46" w:rsidP="007B6A46">
      <w:r>
        <w:t>748.3199</w:t>
      </w:r>
      <w:r>
        <w:tab/>
        <w:t>1.013e0</w:t>
      </w:r>
    </w:p>
    <w:p w:rsidR="007B6A46" w:rsidRDefault="007B6A46" w:rsidP="007B6A46">
      <w:r>
        <w:t>748.3808</w:t>
      </w:r>
      <w:r>
        <w:tab/>
        <w:t>2.025e0</w:t>
      </w:r>
    </w:p>
    <w:p w:rsidR="007B6A46" w:rsidRDefault="007B6A46" w:rsidP="007B6A46">
      <w:r>
        <w:t>748.4017</w:t>
      </w:r>
      <w:r>
        <w:tab/>
        <w:t>1.013e0</w:t>
      </w:r>
    </w:p>
    <w:p w:rsidR="007B6A46" w:rsidRDefault="007B6A46" w:rsidP="007B6A46">
      <w:r>
        <w:t>748.4269</w:t>
      </w:r>
      <w:r>
        <w:tab/>
        <w:t>1.013e0</w:t>
      </w:r>
    </w:p>
    <w:p w:rsidR="007B6A46" w:rsidRDefault="007B6A46" w:rsidP="007B6A46">
      <w:r>
        <w:t>748.4464</w:t>
      </w:r>
      <w:r>
        <w:tab/>
        <w:t>2.025e0</w:t>
      </w:r>
    </w:p>
    <w:p w:rsidR="007B6A46" w:rsidRDefault="007B6A46" w:rsidP="007B6A46">
      <w:r>
        <w:t>748.4764</w:t>
      </w:r>
      <w:r>
        <w:tab/>
        <w:t>1.013e0</w:t>
      </w:r>
    </w:p>
    <w:p w:rsidR="007B6A46" w:rsidRDefault="007B6A46" w:rsidP="007B6A46">
      <w:r>
        <w:t>748.4776</w:t>
      </w:r>
      <w:r>
        <w:tab/>
        <w:t>1.013e0</w:t>
      </w:r>
    </w:p>
    <w:p w:rsidR="007B6A46" w:rsidRDefault="007B6A46" w:rsidP="007B6A46">
      <w:r>
        <w:t>748.4919</w:t>
      </w:r>
      <w:r>
        <w:tab/>
        <w:t>2.025e0</w:t>
      </w:r>
    </w:p>
    <w:p w:rsidR="007B6A46" w:rsidRDefault="007B6A46" w:rsidP="007B6A46">
      <w:r>
        <w:t>748.5162</w:t>
      </w:r>
      <w:r>
        <w:tab/>
        <w:t>2.025e0</w:t>
      </w:r>
    </w:p>
    <w:p w:rsidR="007B6A46" w:rsidRDefault="007B6A46" w:rsidP="007B6A46">
      <w:r>
        <w:t>748.5789</w:t>
      </w:r>
      <w:r>
        <w:tab/>
        <w:t>1.013e0</w:t>
      </w:r>
    </w:p>
    <w:p w:rsidR="007B6A46" w:rsidRDefault="007B6A46" w:rsidP="007B6A46">
      <w:r>
        <w:t>748.6626</w:t>
      </w:r>
      <w:r>
        <w:tab/>
        <w:t>1.013e0</w:t>
      </w:r>
    </w:p>
    <w:p w:rsidR="007B6A46" w:rsidRDefault="007B6A46" w:rsidP="007B6A46">
      <w:r>
        <w:t>748.7044</w:t>
      </w:r>
      <w:r>
        <w:tab/>
        <w:t>1.013e0</w:t>
      </w:r>
    </w:p>
    <w:p w:rsidR="007B6A46" w:rsidRDefault="007B6A46" w:rsidP="007B6A46">
      <w:r>
        <w:t>748.8576</w:t>
      </w:r>
      <w:r>
        <w:tab/>
        <w:t>1.013e0</w:t>
      </w:r>
    </w:p>
    <w:p w:rsidR="007B6A46" w:rsidRDefault="007B6A46" w:rsidP="007B6A46">
      <w:r>
        <w:t>748.9843</w:t>
      </w:r>
      <w:r>
        <w:tab/>
        <w:t>1.013e0</w:t>
      </w:r>
    </w:p>
    <w:p w:rsidR="007B6A46" w:rsidRDefault="007B6A46" w:rsidP="007B6A46">
      <w:r>
        <w:lastRenderedPageBreak/>
        <w:t>749.0042</w:t>
      </w:r>
      <w:r>
        <w:tab/>
        <w:t>1.013e0</w:t>
      </w:r>
    </w:p>
    <w:p w:rsidR="007B6A46" w:rsidRDefault="007B6A46" w:rsidP="007B6A46">
      <w:r>
        <w:t>749.1408</w:t>
      </w:r>
      <w:r>
        <w:tab/>
        <w:t>1.013e0</w:t>
      </w:r>
    </w:p>
    <w:p w:rsidR="007B6A46" w:rsidRDefault="007B6A46" w:rsidP="007B6A46">
      <w:r>
        <w:t>749.2250</w:t>
      </w:r>
      <w:r>
        <w:tab/>
        <w:t>1.013e0</w:t>
      </w:r>
    </w:p>
    <w:p w:rsidR="007B6A46" w:rsidRDefault="007B6A46" w:rsidP="007B6A46">
      <w:r>
        <w:t>749.2605</w:t>
      </w:r>
      <w:r>
        <w:tab/>
        <w:t>1.013e0</w:t>
      </w:r>
    </w:p>
    <w:p w:rsidR="007B6A46" w:rsidRDefault="007B6A46" w:rsidP="007B6A46">
      <w:r>
        <w:t>749.2945</w:t>
      </w:r>
      <w:r>
        <w:tab/>
        <w:t>1.013e0</w:t>
      </w:r>
    </w:p>
    <w:p w:rsidR="007B6A46" w:rsidRDefault="007B6A46" w:rsidP="007B6A46">
      <w:r>
        <w:t>749.3106</w:t>
      </w:r>
      <w:r>
        <w:tab/>
        <w:t>1.013e0</w:t>
      </w:r>
    </w:p>
    <w:p w:rsidR="007B6A46" w:rsidRDefault="007B6A46" w:rsidP="007B6A46">
      <w:r>
        <w:t>749.3442</w:t>
      </w:r>
      <w:r>
        <w:tab/>
        <w:t>3.038e0</w:t>
      </w:r>
    </w:p>
    <w:p w:rsidR="007B6A46" w:rsidRDefault="007B6A46" w:rsidP="007B6A46">
      <w:r>
        <w:t>749.3632</w:t>
      </w:r>
      <w:r>
        <w:tab/>
        <w:t>1.013e0</w:t>
      </w:r>
    </w:p>
    <w:p w:rsidR="007B6A46" w:rsidRDefault="007B6A46" w:rsidP="007B6A46">
      <w:r>
        <w:t>749.4159</w:t>
      </w:r>
      <w:r>
        <w:tab/>
        <w:t>5.568e0</w:t>
      </w:r>
    </w:p>
    <w:p w:rsidR="007B6A46" w:rsidRDefault="007B6A46" w:rsidP="007B6A46">
      <w:r>
        <w:t>749.4342</w:t>
      </w:r>
      <w:r>
        <w:tab/>
        <w:t>2.025e0</w:t>
      </w:r>
    </w:p>
    <w:p w:rsidR="007B6A46" w:rsidRDefault="007B6A46" w:rsidP="007B6A46">
      <w:r>
        <w:t>749.4482</w:t>
      </w:r>
      <w:r>
        <w:tab/>
        <w:t>3.850e0</w:t>
      </w:r>
    </w:p>
    <w:p w:rsidR="007B6A46" w:rsidRDefault="007B6A46" w:rsidP="007B6A46">
      <w:r>
        <w:t>749.5103</w:t>
      </w:r>
      <w:r>
        <w:tab/>
        <w:t>2.025e0</w:t>
      </w:r>
    </w:p>
    <w:p w:rsidR="007B6A46" w:rsidRDefault="007B6A46" w:rsidP="007B6A46">
      <w:r>
        <w:t>749.5166</w:t>
      </w:r>
      <w:r>
        <w:tab/>
        <w:t>1.013e0</w:t>
      </w:r>
    </w:p>
    <w:p w:rsidR="007B6A46" w:rsidRDefault="007B6A46" w:rsidP="007B6A46">
      <w:r>
        <w:t>749.5378</w:t>
      </w:r>
      <w:r>
        <w:tab/>
        <w:t>2.025e0</w:t>
      </w:r>
    </w:p>
    <w:p w:rsidR="007B6A46" w:rsidRDefault="007B6A46" w:rsidP="007B6A46">
      <w:r>
        <w:t>749.5420</w:t>
      </w:r>
      <w:r>
        <w:tab/>
        <w:t>1.013e0</w:t>
      </w:r>
    </w:p>
    <w:p w:rsidR="007B6A46" w:rsidRDefault="007B6A46" w:rsidP="007B6A46">
      <w:r>
        <w:t>749.6423</w:t>
      </w:r>
      <w:r>
        <w:tab/>
        <w:t>3.038e0</w:t>
      </w:r>
    </w:p>
    <w:p w:rsidR="007B6A46" w:rsidRDefault="007B6A46" w:rsidP="007B6A46">
      <w:r>
        <w:t>749.6532</w:t>
      </w:r>
      <w:r>
        <w:tab/>
        <w:t>1.013e0</w:t>
      </w:r>
    </w:p>
    <w:p w:rsidR="007B6A46" w:rsidRDefault="007B6A46" w:rsidP="007B6A46">
      <w:r>
        <w:t>749.6561</w:t>
      </w:r>
      <w:r>
        <w:tab/>
        <w:t>1.013e0</w:t>
      </w:r>
    </w:p>
    <w:p w:rsidR="007B6A46" w:rsidRDefault="007B6A46" w:rsidP="007B6A46">
      <w:r>
        <w:t>749.6685</w:t>
      </w:r>
      <w:r>
        <w:tab/>
        <w:t>1.013e0</w:t>
      </w:r>
    </w:p>
    <w:p w:rsidR="007B6A46" w:rsidRDefault="007B6A46" w:rsidP="007B6A46">
      <w:r>
        <w:lastRenderedPageBreak/>
        <w:t>749.7322</w:t>
      </w:r>
      <w:r>
        <w:tab/>
        <w:t>1.013e0</w:t>
      </w:r>
    </w:p>
    <w:p w:rsidR="007B6A46" w:rsidRDefault="007B6A46" w:rsidP="007B6A46">
      <w:r>
        <w:t>749.7576</w:t>
      </w:r>
      <w:r>
        <w:tab/>
        <w:t>1.013e0</w:t>
      </w:r>
    </w:p>
    <w:p w:rsidR="007B6A46" w:rsidRDefault="007B6A46" w:rsidP="007B6A46">
      <w:r>
        <w:t>749.8225</w:t>
      </w:r>
      <w:r>
        <w:tab/>
        <w:t>1.013e0</w:t>
      </w:r>
    </w:p>
    <w:p w:rsidR="007B6A46" w:rsidRDefault="007B6A46" w:rsidP="007B6A46">
      <w:r>
        <w:t>749.8237</w:t>
      </w:r>
      <w:r>
        <w:tab/>
        <w:t>1.013e0</w:t>
      </w:r>
    </w:p>
    <w:p w:rsidR="007B6A46" w:rsidRDefault="007B6A46" w:rsidP="007B6A46">
      <w:r>
        <w:t>749.8464</w:t>
      </w:r>
      <w:r>
        <w:tab/>
        <w:t>1.013e0</w:t>
      </w:r>
    </w:p>
    <w:p w:rsidR="007B6A46" w:rsidRDefault="007B6A46" w:rsidP="007B6A46">
      <w:r>
        <w:t>749.9605</w:t>
      </w:r>
      <w:r>
        <w:tab/>
        <w:t>1.013e0</w:t>
      </w:r>
    </w:p>
    <w:p w:rsidR="007B6A46" w:rsidRDefault="007B6A46" w:rsidP="007B6A46">
      <w:r>
        <w:t>749.9826</w:t>
      </w:r>
      <w:r>
        <w:tab/>
        <w:t>2.025e0</w:t>
      </w:r>
    </w:p>
    <w:p w:rsidR="007B6A46" w:rsidRDefault="007B6A46" w:rsidP="007B6A46">
      <w:r>
        <w:t>750.0101</w:t>
      </w:r>
      <w:r>
        <w:tab/>
        <w:t>1.013e0</w:t>
      </w:r>
    </w:p>
    <w:p w:rsidR="007B6A46" w:rsidRDefault="007B6A46" w:rsidP="007B6A46">
      <w:r>
        <w:t>750.0287</w:t>
      </w:r>
      <w:r>
        <w:tab/>
        <w:t>1.013e0</w:t>
      </w:r>
    </w:p>
    <w:p w:rsidR="007B6A46" w:rsidRDefault="007B6A46" w:rsidP="007B6A46">
      <w:r>
        <w:t>750.1136</w:t>
      </w:r>
      <w:r>
        <w:tab/>
        <w:t>1.013e0</w:t>
      </w:r>
    </w:p>
    <w:p w:rsidR="007B6A46" w:rsidRDefault="007B6A46" w:rsidP="007B6A46">
      <w:r>
        <w:t>750.1472</w:t>
      </w:r>
      <w:r>
        <w:tab/>
        <w:t>1.013e0</w:t>
      </w:r>
    </w:p>
    <w:p w:rsidR="007B6A46" w:rsidRDefault="007B6A46" w:rsidP="007B6A46">
      <w:r>
        <w:t>750.1740</w:t>
      </w:r>
      <w:r>
        <w:tab/>
        <w:t>2.025e0</w:t>
      </w:r>
    </w:p>
    <w:p w:rsidR="007B6A46" w:rsidRDefault="007B6A46" w:rsidP="007B6A46">
      <w:r>
        <w:t>750.4035</w:t>
      </w:r>
      <w:r>
        <w:tab/>
        <w:t>1.013e0</w:t>
      </w:r>
    </w:p>
    <w:p w:rsidR="007B6A46" w:rsidRDefault="007B6A46" w:rsidP="007B6A46">
      <w:r>
        <w:t>750.4105</w:t>
      </w:r>
      <w:r>
        <w:tab/>
        <w:t>2.025e0</w:t>
      </w:r>
    </w:p>
    <w:p w:rsidR="007B6A46" w:rsidRDefault="007B6A46" w:rsidP="007B6A46">
      <w:r>
        <w:t>750.4248</w:t>
      </w:r>
      <w:r>
        <w:tab/>
        <w:t>4.051e0</w:t>
      </w:r>
    </w:p>
    <w:p w:rsidR="007B6A46" w:rsidRDefault="007B6A46" w:rsidP="007B6A46">
      <w:r>
        <w:t>750.4272</w:t>
      </w:r>
      <w:r>
        <w:tab/>
        <w:t>3.583e0</w:t>
      </w:r>
    </w:p>
    <w:p w:rsidR="007B6A46" w:rsidRDefault="007B6A46" w:rsidP="007B6A46">
      <w:r>
        <w:t>750.4778</w:t>
      </w:r>
      <w:r>
        <w:tab/>
        <w:t>7.089e0</w:t>
      </w:r>
    </w:p>
    <w:p w:rsidR="007B6A46" w:rsidRDefault="007B6A46" w:rsidP="007B6A46">
      <w:r>
        <w:t>750.4969</w:t>
      </w:r>
      <w:r>
        <w:tab/>
        <w:t>3.038e0</w:t>
      </w:r>
    </w:p>
    <w:p w:rsidR="007B6A46" w:rsidRDefault="007B6A46" w:rsidP="007B6A46">
      <w:r>
        <w:t>750.5189</w:t>
      </w:r>
      <w:r>
        <w:tab/>
        <w:t>1.013e0</w:t>
      </w:r>
    </w:p>
    <w:p w:rsidR="007B6A46" w:rsidRDefault="007B6A46" w:rsidP="007B6A46">
      <w:r>
        <w:lastRenderedPageBreak/>
        <w:t>750.5238</w:t>
      </w:r>
      <w:r>
        <w:tab/>
        <w:t>8.498e0</w:t>
      </w:r>
    </w:p>
    <w:p w:rsidR="007B6A46" w:rsidRDefault="007B6A46" w:rsidP="007B6A46">
      <w:r>
        <w:t>750.5356</w:t>
      </w:r>
      <w:r>
        <w:tab/>
        <w:t>5.063e0</w:t>
      </w:r>
    </w:p>
    <w:p w:rsidR="007B6A46" w:rsidRDefault="007B6A46" w:rsidP="007B6A46">
      <w:r>
        <w:t>750.5648</w:t>
      </w:r>
      <w:r>
        <w:tab/>
        <w:t>3.038e0</w:t>
      </w:r>
    </w:p>
    <w:p w:rsidR="007B6A46" w:rsidRDefault="007B6A46" w:rsidP="007B6A46">
      <w:r>
        <w:t>750.6274</w:t>
      </w:r>
      <w:r>
        <w:tab/>
        <w:t>3.038e0</w:t>
      </w:r>
    </w:p>
    <w:p w:rsidR="007B6A46" w:rsidRDefault="007B6A46" w:rsidP="007B6A46">
      <w:r>
        <w:t>750.6776</w:t>
      </w:r>
      <w:r>
        <w:tab/>
        <w:t>1.013e0</w:t>
      </w:r>
    </w:p>
    <w:p w:rsidR="007B6A46" w:rsidRDefault="007B6A46" w:rsidP="007B6A46">
      <w:r>
        <w:t>750.7347</w:t>
      </w:r>
      <w:r>
        <w:tab/>
        <w:t>1.013e0</w:t>
      </w:r>
    </w:p>
    <w:p w:rsidR="007B6A46" w:rsidRDefault="007B6A46" w:rsidP="007B6A46">
      <w:r>
        <w:t>750.7592</w:t>
      </w:r>
      <w:r>
        <w:tab/>
        <w:t>2.025e0</w:t>
      </w:r>
    </w:p>
    <w:p w:rsidR="007B6A46" w:rsidRDefault="007B6A46" w:rsidP="007B6A46">
      <w:r>
        <w:t>750.7717</w:t>
      </w:r>
      <w:r>
        <w:tab/>
        <w:t>1.013e0</w:t>
      </w:r>
    </w:p>
    <w:p w:rsidR="007B6A46" w:rsidRDefault="007B6A46" w:rsidP="007B6A46">
      <w:r>
        <w:t>750.8237</w:t>
      </w:r>
      <w:r>
        <w:tab/>
        <w:t>1.013e0</w:t>
      </w:r>
    </w:p>
    <w:p w:rsidR="007B6A46" w:rsidRDefault="007B6A46" w:rsidP="007B6A46">
      <w:r>
        <w:t>751.0190</w:t>
      </w:r>
      <w:r>
        <w:tab/>
        <w:t>1.013e0</w:t>
      </w:r>
    </w:p>
    <w:p w:rsidR="007B6A46" w:rsidRDefault="007B6A46" w:rsidP="007B6A46">
      <w:r>
        <w:t>751.0512</w:t>
      </w:r>
      <w:r>
        <w:tab/>
        <w:t>2.025e0</w:t>
      </w:r>
    </w:p>
    <w:p w:rsidR="007B6A46" w:rsidRDefault="007B6A46" w:rsidP="007B6A46">
      <w:r>
        <w:t>751.1386</w:t>
      </w:r>
      <w:r>
        <w:tab/>
        <w:t>2.025e0</w:t>
      </w:r>
    </w:p>
    <w:p w:rsidR="007B6A46" w:rsidRDefault="007B6A46" w:rsidP="007B6A46">
      <w:r>
        <w:t>751.2414</w:t>
      </w:r>
      <w:r>
        <w:tab/>
        <w:t>3.038e0</w:t>
      </w:r>
    </w:p>
    <w:p w:rsidR="007B6A46" w:rsidRDefault="007B6A46" w:rsidP="007B6A46">
      <w:r>
        <w:t>751.2429</w:t>
      </w:r>
      <w:r>
        <w:tab/>
        <w:t>1.013e0</w:t>
      </w:r>
    </w:p>
    <w:p w:rsidR="007B6A46" w:rsidRDefault="007B6A46" w:rsidP="007B6A46">
      <w:r>
        <w:t>751.2798</w:t>
      </w:r>
      <w:r>
        <w:tab/>
        <w:t>1.013e0</w:t>
      </w:r>
    </w:p>
    <w:p w:rsidR="007B6A46" w:rsidRDefault="007B6A46" w:rsidP="007B6A46">
      <w:r>
        <w:t>751.3067</w:t>
      </w:r>
      <w:r>
        <w:tab/>
        <w:t>2.025e0</w:t>
      </w:r>
    </w:p>
    <w:p w:rsidR="007B6A46" w:rsidRDefault="007B6A46" w:rsidP="007B6A46">
      <w:r>
        <w:t>751.3815</w:t>
      </w:r>
      <w:r>
        <w:tab/>
        <w:t>1.013e0</w:t>
      </w:r>
    </w:p>
    <w:p w:rsidR="007B6A46" w:rsidRDefault="007B6A46" w:rsidP="007B6A46">
      <w:r>
        <w:t>751.3998</w:t>
      </w:r>
      <w:r>
        <w:tab/>
        <w:t>1.517e0</w:t>
      </w:r>
    </w:p>
    <w:p w:rsidR="007B6A46" w:rsidRDefault="007B6A46" w:rsidP="007B6A46">
      <w:r>
        <w:t>751.4069</w:t>
      </w:r>
      <w:r>
        <w:tab/>
        <w:t>2.025e0</w:t>
      </w:r>
    </w:p>
    <w:p w:rsidR="007B6A46" w:rsidRDefault="007B6A46" w:rsidP="007B6A46">
      <w:r>
        <w:lastRenderedPageBreak/>
        <w:t>751.4748</w:t>
      </w:r>
      <w:r>
        <w:tab/>
        <w:t>3.038e0</w:t>
      </w:r>
    </w:p>
    <w:p w:rsidR="007B6A46" w:rsidRDefault="007B6A46" w:rsidP="007B6A46">
      <w:r>
        <w:t>751.4844</w:t>
      </w:r>
      <w:r>
        <w:tab/>
        <w:t>1.013e0</w:t>
      </w:r>
    </w:p>
    <w:p w:rsidR="007B6A46" w:rsidRDefault="007B6A46" w:rsidP="007B6A46">
      <w:r>
        <w:t>751.5023</w:t>
      </w:r>
      <w:r>
        <w:tab/>
        <w:t>2.025e0</w:t>
      </w:r>
    </w:p>
    <w:p w:rsidR="007B6A46" w:rsidRDefault="007B6A46" w:rsidP="007B6A46">
      <w:r>
        <w:t>751.5045</w:t>
      </w:r>
      <w:r>
        <w:tab/>
        <w:t>2.025e0</w:t>
      </w:r>
    </w:p>
    <w:p w:rsidR="007B6A46" w:rsidRDefault="007B6A46" w:rsidP="007B6A46">
      <w:r>
        <w:t>751.5540</w:t>
      </w:r>
      <w:r>
        <w:tab/>
        <w:t>6.076e0</w:t>
      </w:r>
    </w:p>
    <w:p w:rsidR="007B6A46" w:rsidRDefault="007B6A46" w:rsidP="007B6A46">
      <w:r>
        <w:t>751.6293</w:t>
      </w:r>
      <w:r>
        <w:tab/>
        <w:t>2.025e0</w:t>
      </w:r>
    </w:p>
    <w:p w:rsidR="007B6A46" w:rsidRDefault="007B6A46" w:rsidP="007B6A46">
      <w:r>
        <w:t>751.6623</w:t>
      </w:r>
      <w:r>
        <w:tab/>
        <w:t>1.013e0</w:t>
      </w:r>
    </w:p>
    <w:p w:rsidR="007B6A46" w:rsidRDefault="007B6A46" w:rsidP="007B6A46">
      <w:r>
        <w:t>751.7513</w:t>
      </w:r>
      <w:r>
        <w:tab/>
        <w:t>1.013e0</w:t>
      </w:r>
    </w:p>
    <w:p w:rsidR="007B6A46" w:rsidRDefault="007B6A46" w:rsidP="007B6A46">
      <w:r>
        <w:t>751.8276</w:t>
      </w:r>
      <w:r>
        <w:tab/>
        <w:t>1.013e0</w:t>
      </w:r>
    </w:p>
    <w:p w:rsidR="007B6A46" w:rsidRDefault="007B6A46" w:rsidP="007B6A46">
      <w:r>
        <w:t>751.9293</w:t>
      </w:r>
      <w:r>
        <w:tab/>
        <w:t>1.013e0</w:t>
      </w:r>
    </w:p>
    <w:p w:rsidR="007B6A46" w:rsidRDefault="007B6A46" w:rsidP="007B6A46">
      <w:r>
        <w:t>751.9749</w:t>
      </w:r>
      <w:r>
        <w:tab/>
        <w:t>2.025e0</w:t>
      </w:r>
    </w:p>
    <w:p w:rsidR="007B6A46" w:rsidRDefault="007B6A46" w:rsidP="007B6A46">
      <w:r>
        <w:t>751.9999</w:t>
      </w:r>
      <w:r>
        <w:tab/>
        <w:t>2.025e0</w:t>
      </w:r>
    </w:p>
    <w:p w:rsidR="007B6A46" w:rsidRDefault="007B6A46" w:rsidP="007B6A46">
      <w:r>
        <w:t>752.0762</w:t>
      </w:r>
      <w:r>
        <w:tab/>
        <w:t>1.013e0</w:t>
      </w:r>
    </w:p>
    <w:p w:rsidR="007B6A46" w:rsidRDefault="007B6A46" w:rsidP="007B6A46">
      <w:r>
        <w:t>752.1235</w:t>
      </w:r>
      <w:r>
        <w:tab/>
        <w:t>2.025e0</w:t>
      </w:r>
    </w:p>
    <w:p w:rsidR="007B6A46" w:rsidRDefault="007B6A46" w:rsidP="007B6A46">
      <w:r>
        <w:t>752.2093</w:t>
      </w:r>
      <w:r>
        <w:tab/>
        <w:t>2.025e0</w:t>
      </w:r>
    </w:p>
    <w:p w:rsidR="007B6A46" w:rsidRDefault="007B6A46" w:rsidP="007B6A46">
      <w:r>
        <w:t>752.3505</w:t>
      </w:r>
      <w:r>
        <w:tab/>
        <w:t>2.025e0</w:t>
      </w:r>
    </w:p>
    <w:p w:rsidR="007B6A46" w:rsidRDefault="007B6A46" w:rsidP="007B6A46">
      <w:r>
        <w:t>752.3643</w:t>
      </w:r>
      <w:r>
        <w:tab/>
        <w:t>5.063e0</w:t>
      </w:r>
    </w:p>
    <w:p w:rsidR="007B6A46" w:rsidRDefault="007B6A46" w:rsidP="007B6A46">
      <w:r>
        <w:t>752.3810</w:t>
      </w:r>
      <w:r>
        <w:tab/>
        <w:t>7.762e0</w:t>
      </w:r>
    </w:p>
    <w:p w:rsidR="007B6A46" w:rsidRDefault="007B6A46" w:rsidP="007B6A46">
      <w:r>
        <w:t>752.3886</w:t>
      </w:r>
      <w:r>
        <w:tab/>
        <w:t>6.845e0</w:t>
      </w:r>
    </w:p>
    <w:p w:rsidR="007B6A46" w:rsidRDefault="007B6A46" w:rsidP="007B6A46">
      <w:r>
        <w:lastRenderedPageBreak/>
        <w:t>752.4339</w:t>
      </w:r>
      <w:r>
        <w:tab/>
        <w:t>7.812e0</w:t>
      </w:r>
    </w:p>
    <w:p w:rsidR="007B6A46" w:rsidRDefault="007B6A46" w:rsidP="007B6A46">
      <w:r>
        <w:t>752.4479</w:t>
      </w:r>
      <w:r>
        <w:tab/>
        <w:t>8.101e0</w:t>
      </w:r>
    </w:p>
    <w:p w:rsidR="007B6A46" w:rsidRDefault="007B6A46" w:rsidP="007B6A46">
      <w:r>
        <w:t>752.5081</w:t>
      </w:r>
      <w:r>
        <w:tab/>
        <w:t>3.539e0</w:t>
      </w:r>
    </w:p>
    <w:p w:rsidR="007B6A46" w:rsidRDefault="007B6A46" w:rsidP="007B6A46">
      <w:r>
        <w:t>752.5399</w:t>
      </w:r>
      <w:r>
        <w:tab/>
        <w:t>4.054e0</w:t>
      </w:r>
    </w:p>
    <w:p w:rsidR="007B6A46" w:rsidRDefault="007B6A46" w:rsidP="007B6A46">
      <w:r>
        <w:t>752.5643</w:t>
      </w:r>
      <w:r>
        <w:tab/>
        <w:t>1.013e0</w:t>
      </w:r>
    </w:p>
    <w:p w:rsidR="007B6A46" w:rsidRDefault="007B6A46" w:rsidP="007B6A46">
      <w:r>
        <w:t>752.6415</w:t>
      </w:r>
      <w:r>
        <w:tab/>
        <w:t>2.025e0</w:t>
      </w:r>
    </w:p>
    <w:p w:rsidR="007B6A46" w:rsidRDefault="007B6A46" w:rsidP="007B6A46">
      <w:r>
        <w:t>752.7298</w:t>
      </w:r>
      <w:r>
        <w:tab/>
        <w:t>1.013e0</w:t>
      </w:r>
    </w:p>
    <w:p w:rsidR="007B6A46" w:rsidRDefault="007B6A46" w:rsidP="007B6A46">
      <w:r>
        <w:t>752.8126</w:t>
      </w:r>
      <w:r>
        <w:tab/>
        <w:t>2.025e0</w:t>
      </w:r>
    </w:p>
    <w:p w:rsidR="007B6A46" w:rsidRDefault="007B6A46" w:rsidP="007B6A46">
      <w:r>
        <w:t>752.9601</w:t>
      </w:r>
      <w:r>
        <w:tab/>
        <w:t>1.013e0</w:t>
      </w:r>
    </w:p>
    <w:p w:rsidR="007B6A46" w:rsidRDefault="007B6A46" w:rsidP="007B6A46">
      <w:r>
        <w:t>752.9636</w:t>
      </w:r>
      <w:r>
        <w:tab/>
        <w:t>3.038e0</w:t>
      </w:r>
    </w:p>
    <w:p w:rsidR="007B6A46" w:rsidRDefault="007B6A46" w:rsidP="007B6A46">
      <w:r>
        <w:t>753.0239</w:t>
      </w:r>
      <w:r>
        <w:tab/>
        <w:t>1.013e0</w:t>
      </w:r>
    </w:p>
    <w:p w:rsidR="007B6A46" w:rsidRDefault="007B6A46" w:rsidP="007B6A46">
      <w:r>
        <w:t>753.0497</w:t>
      </w:r>
      <w:r>
        <w:tab/>
        <w:t>1.013e0</w:t>
      </w:r>
    </w:p>
    <w:p w:rsidR="007B6A46" w:rsidRDefault="007B6A46" w:rsidP="007B6A46">
      <w:r>
        <w:t>753.0863</w:t>
      </w:r>
      <w:r>
        <w:tab/>
        <w:t>1.013e0</w:t>
      </w:r>
    </w:p>
    <w:p w:rsidR="007B6A46" w:rsidRDefault="007B6A46" w:rsidP="007B6A46">
      <w:r>
        <w:t>753.1010</w:t>
      </w:r>
      <w:r>
        <w:tab/>
        <w:t>1.013e0</w:t>
      </w:r>
    </w:p>
    <w:p w:rsidR="007B6A46" w:rsidRDefault="007B6A46" w:rsidP="007B6A46">
      <w:r>
        <w:t>753.1892</w:t>
      </w:r>
      <w:r>
        <w:tab/>
        <w:t>2.025e0</w:t>
      </w:r>
    </w:p>
    <w:p w:rsidR="007B6A46" w:rsidRDefault="007B6A46" w:rsidP="007B6A46">
      <w:r>
        <w:t>753.2646</w:t>
      </w:r>
      <w:r>
        <w:tab/>
        <w:t>1.013e0</w:t>
      </w:r>
    </w:p>
    <w:p w:rsidR="007B6A46" w:rsidRDefault="007B6A46" w:rsidP="007B6A46">
      <w:r>
        <w:t>753.2913</w:t>
      </w:r>
      <w:r>
        <w:tab/>
        <w:t>2.025e0</w:t>
      </w:r>
    </w:p>
    <w:p w:rsidR="007B6A46" w:rsidRDefault="007B6A46" w:rsidP="007B6A46">
      <w:r>
        <w:t>753.3668</w:t>
      </w:r>
      <w:r>
        <w:tab/>
        <w:t>9.618e0</w:t>
      </w:r>
    </w:p>
    <w:p w:rsidR="007B6A46" w:rsidRDefault="007B6A46" w:rsidP="007B6A46">
      <w:r>
        <w:t>753.3841</w:t>
      </w:r>
      <w:r>
        <w:tab/>
        <w:t>5.063e0</w:t>
      </w:r>
    </w:p>
    <w:p w:rsidR="007B6A46" w:rsidRDefault="007B6A46" w:rsidP="007B6A46">
      <w:r>
        <w:lastRenderedPageBreak/>
        <w:t>753.3909</w:t>
      </w:r>
      <w:r>
        <w:tab/>
        <w:t>4.051e0</w:t>
      </w:r>
    </w:p>
    <w:p w:rsidR="007B6A46" w:rsidRDefault="007B6A46" w:rsidP="007B6A46">
      <w:r>
        <w:t>753.3943</w:t>
      </w:r>
      <w:r>
        <w:tab/>
        <w:t>4.051e0</w:t>
      </w:r>
    </w:p>
    <w:p w:rsidR="007B6A46" w:rsidRDefault="007B6A46" w:rsidP="007B6A46">
      <w:r>
        <w:t>753.4940</w:t>
      </w:r>
      <w:r>
        <w:tab/>
        <w:t>2.025e0</w:t>
      </w:r>
    </w:p>
    <w:p w:rsidR="007B6A46" w:rsidRDefault="007B6A46" w:rsidP="007B6A46">
      <w:r>
        <w:t>753.5117</w:t>
      </w:r>
      <w:r>
        <w:tab/>
        <w:t>4.051e0</w:t>
      </w:r>
    </w:p>
    <w:p w:rsidR="007B6A46" w:rsidRDefault="007B6A46" w:rsidP="007B6A46">
      <w:r>
        <w:t>753.5458</w:t>
      </w:r>
      <w:r>
        <w:tab/>
        <w:t>1.013e0</w:t>
      </w:r>
    </w:p>
    <w:p w:rsidR="007B6A46" w:rsidRDefault="007B6A46" w:rsidP="007B6A46">
      <w:r>
        <w:t>753.5704</w:t>
      </w:r>
      <w:r>
        <w:tab/>
        <w:t>1.013e0</w:t>
      </w:r>
    </w:p>
    <w:p w:rsidR="007B6A46" w:rsidRDefault="007B6A46" w:rsidP="007B6A46">
      <w:r>
        <w:t>753.6135</w:t>
      </w:r>
      <w:r>
        <w:tab/>
        <w:t>1.013e0</w:t>
      </w:r>
    </w:p>
    <w:p w:rsidR="007B6A46" w:rsidRDefault="007B6A46" w:rsidP="007B6A46">
      <w:r>
        <w:t>753.6597</w:t>
      </w:r>
      <w:r>
        <w:tab/>
        <w:t>1.013e0</w:t>
      </w:r>
    </w:p>
    <w:p w:rsidR="007B6A46" w:rsidRDefault="007B6A46" w:rsidP="007B6A46">
      <w:r>
        <w:t>753.7147</w:t>
      </w:r>
      <w:r>
        <w:tab/>
        <w:t>1.013e0</w:t>
      </w:r>
    </w:p>
    <w:p w:rsidR="007B6A46" w:rsidRDefault="007B6A46" w:rsidP="007B6A46">
      <w:r>
        <w:t>753.7159</w:t>
      </w:r>
      <w:r>
        <w:tab/>
        <w:t>1.013e0</w:t>
      </w:r>
    </w:p>
    <w:p w:rsidR="007B6A46" w:rsidRDefault="007B6A46" w:rsidP="007B6A46">
      <w:r>
        <w:t>753.7617</w:t>
      </w:r>
      <w:r>
        <w:tab/>
        <w:t>1.013e0</w:t>
      </w:r>
    </w:p>
    <w:p w:rsidR="007B6A46" w:rsidRDefault="007B6A46" w:rsidP="007B6A46">
      <w:r>
        <w:t>753.8011</w:t>
      </w:r>
      <w:r>
        <w:tab/>
        <w:t>1.013e0</w:t>
      </w:r>
    </w:p>
    <w:p w:rsidR="007B6A46" w:rsidRDefault="007B6A46" w:rsidP="007B6A46">
      <w:r>
        <w:t>753.8648</w:t>
      </w:r>
      <w:r>
        <w:tab/>
        <w:t>1.013e0</w:t>
      </w:r>
    </w:p>
    <w:p w:rsidR="007B6A46" w:rsidRDefault="007B6A46" w:rsidP="007B6A46">
      <w:r>
        <w:t>753.9401</w:t>
      </w:r>
      <w:r>
        <w:tab/>
        <w:t>1.013e0</w:t>
      </w:r>
    </w:p>
    <w:p w:rsidR="007B6A46" w:rsidRDefault="007B6A46" w:rsidP="007B6A46">
      <w:r>
        <w:t>753.9923</w:t>
      </w:r>
      <w:r>
        <w:tab/>
        <w:t>1.013e0</w:t>
      </w:r>
    </w:p>
    <w:p w:rsidR="007B6A46" w:rsidRDefault="007B6A46" w:rsidP="007B6A46">
      <w:r>
        <w:t>754.0231</w:t>
      </w:r>
      <w:r>
        <w:tab/>
        <w:t>2.025e0</w:t>
      </w:r>
    </w:p>
    <w:p w:rsidR="007B6A46" w:rsidRDefault="007B6A46" w:rsidP="007B6A46">
      <w:r>
        <w:t>754.0554</w:t>
      </w:r>
      <w:r>
        <w:tab/>
        <w:t>1.013e0</w:t>
      </w:r>
    </w:p>
    <w:p w:rsidR="007B6A46" w:rsidRDefault="007B6A46" w:rsidP="007B6A46">
      <w:r>
        <w:t>754.2534</w:t>
      </w:r>
      <w:r>
        <w:tab/>
        <w:t>2.025e0</w:t>
      </w:r>
    </w:p>
    <w:p w:rsidR="007B6A46" w:rsidRDefault="007B6A46" w:rsidP="007B6A46">
      <w:r>
        <w:t>754.3802</w:t>
      </w:r>
      <w:r>
        <w:tab/>
        <w:t>1.013e0</w:t>
      </w:r>
    </w:p>
    <w:p w:rsidR="007B6A46" w:rsidRDefault="007B6A46" w:rsidP="007B6A46">
      <w:r>
        <w:lastRenderedPageBreak/>
        <w:t>754.3928</w:t>
      </w:r>
      <w:r>
        <w:tab/>
        <w:t>2.025e0</w:t>
      </w:r>
    </w:p>
    <w:p w:rsidR="007B6A46" w:rsidRDefault="007B6A46" w:rsidP="007B6A46">
      <w:r>
        <w:t>754.4515</w:t>
      </w:r>
      <w:r>
        <w:tab/>
        <w:t>1.013e0</w:t>
      </w:r>
    </w:p>
    <w:p w:rsidR="007B6A46" w:rsidRDefault="007B6A46" w:rsidP="007B6A46">
      <w:r>
        <w:t>754.5013</w:t>
      </w:r>
      <w:r>
        <w:tab/>
        <w:t>1.013e0</w:t>
      </w:r>
    </w:p>
    <w:p w:rsidR="007B6A46" w:rsidRDefault="007B6A46" w:rsidP="007B6A46">
      <w:r>
        <w:t>754.5092</w:t>
      </w:r>
      <w:r>
        <w:tab/>
        <w:t>2.046e0</w:t>
      </w:r>
    </w:p>
    <w:p w:rsidR="007B6A46" w:rsidRDefault="007B6A46" w:rsidP="007B6A46">
      <w:r>
        <w:t>754.5454</w:t>
      </w:r>
      <w:r>
        <w:tab/>
        <w:t>2.025e0</w:t>
      </w:r>
    </w:p>
    <w:p w:rsidR="007B6A46" w:rsidRDefault="007B6A46" w:rsidP="007B6A46">
      <w:r>
        <w:t>754.6034</w:t>
      </w:r>
      <w:r>
        <w:tab/>
        <w:t>1.013e0</w:t>
      </w:r>
    </w:p>
    <w:p w:rsidR="007B6A46" w:rsidRDefault="007B6A46" w:rsidP="007B6A46">
      <w:r>
        <w:t>754.7067</w:t>
      </w:r>
      <w:r>
        <w:tab/>
        <w:t>1.013e0</w:t>
      </w:r>
    </w:p>
    <w:p w:rsidR="007B6A46" w:rsidRDefault="007B6A46" w:rsidP="007B6A46">
      <w:r>
        <w:t>754.7322</w:t>
      </w:r>
      <w:r>
        <w:tab/>
        <w:t>1.013e0</w:t>
      </w:r>
    </w:p>
    <w:p w:rsidR="007B6A46" w:rsidRDefault="007B6A46" w:rsidP="007B6A46">
      <w:r>
        <w:t>754.8076</w:t>
      </w:r>
      <w:r>
        <w:tab/>
        <w:t>1.013e0</w:t>
      </w:r>
    </w:p>
    <w:p w:rsidR="007B6A46" w:rsidRDefault="007B6A46" w:rsidP="007B6A46">
      <w:r>
        <w:t>754.8471</w:t>
      </w:r>
      <w:r>
        <w:tab/>
        <w:t>1.013e0</w:t>
      </w:r>
    </w:p>
    <w:p w:rsidR="007B6A46" w:rsidRDefault="007B6A46" w:rsidP="007B6A46">
      <w:r>
        <w:t>754.8726</w:t>
      </w:r>
      <w:r>
        <w:tab/>
        <w:t>1.013e0</w:t>
      </w:r>
    </w:p>
    <w:p w:rsidR="007B6A46" w:rsidRDefault="007B6A46" w:rsidP="007B6A46">
      <w:r>
        <w:t>754.8751</w:t>
      </w:r>
      <w:r>
        <w:tab/>
        <w:t>1.013e0</w:t>
      </w:r>
    </w:p>
    <w:p w:rsidR="007B6A46" w:rsidRDefault="007B6A46" w:rsidP="007B6A46">
      <w:r>
        <w:t>754.8762</w:t>
      </w:r>
      <w:r>
        <w:tab/>
        <w:t>1.013e0</w:t>
      </w:r>
    </w:p>
    <w:p w:rsidR="007B6A46" w:rsidRDefault="007B6A46" w:rsidP="007B6A46">
      <w:r>
        <w:t>754.9957</w:t>
      </w:r>
      <w:r>
        <w:tab/>
        <w:t>1.013e0</w:t>
      </w:r>
    </w:p>
    <w:p w:rsidR="007B6A46" w:rsidRDefault="007B6A46" w:rsidP="007B6A46">
      <w:r>
        <w:t>755.0502</w:t>
      </w:r>
      <w:r>
        <w:tab/>
        <w:t>1.013e0</w:t>
      </w:r>
    </w:p>
    <w:p w:rsidR="007B6A46" w:rsidRDefault="007B6A46" w:rsidP="007B6A46">
      <w:r>
        <w:t>755.0513</w:t>
      </w:r>
      <w:r>
        <w:tab/>
        <w:t>1.013e0</w:t>
      </w:r>
    </w:p>
    <w:p w:rsidR="007B6A46" w:rsidRDefault="007B6A46" w:rsidP="007B6A46">
      <w:r>
        <w:t>755.0897</w:t>
      </w:r>
      <w:r>
        <w:tab/>
        <w:t>1.013e0</w:t>
      </w:r>
    </w:p>
    <w:p w:rsidR="007B6A46" w:rsidRDefault="007B6A46" w:rsidP="007B6A46">
      <w:r>
        <w:t>755.2046</w:t>
      </w:r>
      <w:r>
        <w:tab/>
        <w:t>1.013e0</w:t>
      </w:r>
    </w:p>
    <w:p w:rsidR="007B6A46" w:rsidRDefault="007B6A46" w:rsidP="007B6A46">
      <w:r>
        <w:t>755.2846</w:t>
      </w:r>
      <w:r>
        <w:tab/>
        <w:t>1.013e0</w:t>
      </w:r>
    </w:p>
    <w:p w:rsidR="007B6A46" w:rsidRDefault="007B6A46" w:rsidP="007B6A46">
      <w:r>
        <w:lastRenderedPageBreak/>
        <w:t>755.4589</w:t>
      </w:r>
      <w:r>
        <w:tab/>
        <w:t>1.013e0</w:t>
      </w:r>
    </w:p>
    <w:p w:rsidR="007B6A46" w:rsidRDefault="007B6A46" w:rsidP="007B6A46">
      <w:r>
        <w:t>755.4810</w:t>
      </w:r>
      <w:r>
        <w:tab/>
        <w:t>2.025e0</w:t>
      </w:r>
    </w:p>
    <w:p w:rsidR="007B6A46" w:rsidRDefault="007B6A46" w:rsidP="007B6A46">
      <w:r>
        <w:t>755.5588</w:t>
      </w:r>
      <w:r>
        <w:tab/>
        <w:t>1.013e0</w:t>
      </w:r>
    </w:p>
    <w:p w:rsidR="007B6A46" w:rsidRDefault="007B6A46" w:rsidP="007B6A46">
      <w:r>
        <w:t>755.6953</w:t>
      </w:r>
      <w:r>
        <w:tab/>
        <w:t>1.013e0</w:t>
      </w:r>
    </w:p>
    <w:p w:rsidR="007B6A46" w:rsidRDefault="007B6A46" w:rsidP="007B6A46">
      <w:r>
        <w:t>755.7800</w:t>
      </w:r>
      <w:r>
        <w:tab/>
        <w:t>1.013e0</w:t>
      </w:r>
    </w:p>
    <w:p w:rsidR="007B6A46" w:rsidRDefault="007B6A46" w:rsidP="007B6A46">
      <w:r>
        <w:t>755.9167</w:t>
      </w:r>
      <w:r>
        <w:tab/>
        <w:t>2.025e0</w:t>
      </w:r>
    </w:p>
    <w:p w:rsidR="007B6A46" w:rsidRDefault="007B6A46" w:rsidP="007B6A46">
      <w:r>
        <w:t>756.0012</w:t>
      </w:r>
      <w:r>
        <w:tab/>
        <w:t>1.013e0</w:t>
      </w:r>
    </w:p>
    <w:p w:rsidR="007B6A46" w:rsidRDefault="007B6A46" w:rsidP="007B6A46">
      <w:r>
        <w:t>756.0872</w:t>
      </w:r>
      <w:r>
        <w:tab/>
        <w:t>2.025e0</w:t>
      </w:r>
    </w:p>
    <w:p w:rsidR="007B6A46" w:rsidRDefault="007B6A46" w:rsidP="007B6A46">
      <w:r>
        <w:t>756.1757</w:t>
      </w:r>
      <w:r>
        <w:tab/>
        <w:t>1.013e0</w:t>
      </w:r>
    </w:p>
    <w:p w:rsidR="007B6A46" w:rsidRDefault="007B6A46" w:rsidP="007B6A46">
      <w:r>
        <w:t>756.2237</w:t>
      </w:r>
      <w:r>
        <w:tab/>
        <w:t>3.038e0</w:t>
      </w:r>
    </w:p>
    <w:p w:rsidR="007B6A46" w:rsidRDefault="007B6A46" w:rsidP="007B6A46">
      <w:r>
        <w:t>756.3708</w:t>
      </w:r>
      <w:r>
        <w:tab/>
        <w:t>1.945e0</w:t>
      </w:r>
    </w:p>
    <w:p w:rsidR="007B6A46" w:rsidRDefault="007B6A46" w:rsidP="007B6A46">
      <w:r>
        <w:t>756.3931</w:t>
      </w:r>
      <w:r>
        <w:tab/>
        <w:t>1.013e0</w:t>
      </w:r>
    </w:p>
    <w:p w:rsidR="007B6A46" w:rsidRDefault="007B6A46" w:rsidP="007B6A46">
      <w:r>
        <w:t>756.4303</w:t>
      </w:r>
      <w:r>
        <w:tab/>
        <w:t>3.038e0</w:t>
      </w:r>
    </w:p>
    <w:p w:rsidR="007B6A46" w:rsidRDefault="007B6A46" w:rsidP="007B6A46">
      <w:r>
        <w:t>756.4814</w:t>
      </w:r>
      <w:r>
        <w:tab/>
        <w:t>1.013e0</w:t>
      </w:r>
    </w:p>
    <w:p w:rsidR="007B6A46" w:rsidRDefault="007B6A46" w:rsidP="007B6A46">
      <w:r>
        <w:t>756.5314</w:t>
      </w:r>
      <w:r>
        <w:tab/>
        <w:t>1.013e0</w:t>
      </w:r>
    </w:p>
    <w:p w:rsidR="007B6A46" w:rsidRDefault="007B6A46" w:rsidP="007B6A46">
      <w:r>
        <w:t>756.5538</w:t>
      </w:r>
      <w:r>
        <w:tab/>
        <w:t>2.025e0</w:t>
      </w:r>
    </w:p>
    <w:p w:rsidR="007B6A46" w:rsidRDefault="007B6A46" w:rsidP="007B6A46">
      <w:r>
        <w:t>756.5681</w:t>
      </w:r>
      <w:r>
        <w:tab/>
        <w:t>4.051e0</w:t>
      </w:r>
    </w:p>
    <w:p w:rsidR="007B6A46" w:rsidRDefault="007B6A46" w:rsidP="007B6A46">
      <w:r>
        <w:t>756.6334</w:t>
      </w:r>
      <w:r>
        <w:tab/>
        <w:t>2.025e0</w:t>
      </w:r>
    </w:p>
    <w:p w:rsidR="007B6A46" w:rsidRDefault="007B6A46" w:rsidP="007B6A46">
      <w:r>
        <w:t>756.6489</w:t>
      </w:r>
      <w:r>
        <w:tab/>
        <w:t>2.025e0</w:t>
      </w:r>
    </w:p>
    <w:p w:rsidR="007B6A46" w:rsidRDefault="007B6A46" w:rsidP="007B6A46">
      <w:r>
        <w:lastRenderedPageBreak/>
        <w:t>756.7150</w:t>
      </w:r>
      <w:r>
        <w:tab/>
        <w:t>2.025e0</w:t>
      </w:r>
    </w:p>
    <w:p w:rsidR="007B6A46" w:rsidRDefault="007B6A46" w:rsidP="007B6A46">
      <w:r>
        <w:t>756.7177</w:t>
      </w:r>
      <w:r>
        <w:tab/>
        <w:t>1.013e0</w:t>
      </w:r>
    </w:p>
    <w:p w:rsidR="007B6A46" w:rsidRDefault="007B6A46" w:rsidP="007B6A46">
      <w:r>
        <w:t>756.8525</w:t>
      </w:r>
      <w:r>
        <w:tab/>
        <w:t>1.013e0</w:t>
      </w:r>
    </w:p>
    <w:p w:rsidR="007B6A46" w:rsidRDefault="007B6A46" w:rsidP="007B6A46">
      <w:r>
        <w:t>756.9397</w:t>
      </w:r>
      <w:r>
        <w:tab/>
        <w:t>1.013e0</w:t>
      </w:r>
    </w:p>
    <w:p w:rsidR="007B6A46" w:rsidRDefault="007B6A46" w:rsidP="007B6A46">
      <w:r>
        <w:t>756.9860</w:t>
      </w:r>
      <w:r>
        <w:tab/>
        <w:t>2.025e0</w:t>
      </w:r>
    </w:p>
    <w:p w:rsidR="007B6A46" w:rsidRDefault="007B6A46" w:rsidP="007B6A46">
      <w:r>
        <w:t>757.0073</w:t>
      </w:r>
      <w:r>
        <w:tab/>
        <w:t>1.013e0</w:t>
      </w:r>
    </w:p>
    <w:p w:rsidR="007B6A46" w:rsidRDefault="007B6A46" w:rsidP="007B6A46">
      <w:r>
        <w:t>757.0420</w:t>
      </w:r>
      <w:r>
        <w:tab/>
        <w:t>1.013e0</w:t>
      </w:r>
    </w:p>
    <w:p w:rsidR="007B6A46" w:rsidRDefault="007B6A46" w:rsidP="007B6A46">
      <w:r>
        <w:t>757.1108</w:t>
      </w:r>
      <w:r>
        <w:tab/>
        <w:t>1.013e0</w:t>
      </w:r>
    </w:p>
    <w:p w:rsidR="007B6A46" w:rsidRDefault="007B6A46" w:rsidP="007B6A46">
      <w:r>
        <w:t>757.1271</w:t>
      </w:r>
      <w:r>
        <w:tab/>
        <w:t>1.013e0</w:t>
      </w:r>
    </w:p>
    <w:p w:rsidR="007B6A46" w:rsidRDefault="007B6A46" w:rsidP="007B6A46">
      <w:r>
        <w:t>757.1340</w:t>
      </w:r>
      <w:r>
        <w:tab/>
        <w:t>1.013e0</w:t>
      </w:r>
    </w:p>
    <w:p w:rsidR="007B6A46" w:rsidRDefault="007B6A46" w:rsidP="007B6A46">
      <w:r>
        <w:t>757.2249</w:t>
      </w:r>
      <w:r>
        <w:tab/>
        <w:t>1.013e0</w:t>
      </w:r>
    </w:p>
    <w:p w:rsidR="007B6A46" w:rsidRDefault="007B6A46" w:rsidP="007B6A46">
      <w:r>
        <w:t>757.4029</w:t>
      </w:r>
      <w:r>
        <w:tab/>
        <w:t>2.025e0</w:t>
      </w:r>
    </w:p>
    <w:p w:rsidR="007B6A46" w:rsidRDefault="007B6A46" w:rsidP="007B6A46">
      <w:r>
        <w:t>757.4223</w:t>
      </w:r>
      <w:r>
        <w:tab/>
        <w:t>2.025e0</w:t>
      </w:r>
    </w:p>
    <w:p w:rsidR="007B6A46" w:rsidRDefault="007B6A46" w:rsidP="007B6A46">
      <w:r>
        <w:t>757.4271</w:t>
      </w:r>
      <w:r>
        <w:tab/>
        <w:t>4.386e0</w:t>
      </w:r>
    </w:p>
    <w:p w:rsidR="007B6A46" w:rsidRDefault="007B6A46" w:rsidP="007B6A46">
      <w:r>
        <w:t>757.4392</w:t>
      </w:r>
      <w:r>
        <w:tab/>
        <w:t>1.712e0</w:t>
      </w:r>
    </w:p>
    <w:p w:rsidR="007B6A46" w:rsidRDefault="007B6A46" w:rsidP="007B6A46">
      <w:r>
        <w:t>757.5822</w:t>
      </w:r>
      <w:r>
        <w:tab/>
        <w:t>1.013e0</w:t>
      </w:r>
    </w:p>
    <w:p w:rsidR="007B6A46" w:rsidRDefault="007B6A46" w:rsidP="007B6A46">
      <w:r>
        <w:t>757.5834</w:t>
      </w:r>
      <w:r>
        <w:tab/>
        <w:t>2.025e0</w:t>
      </w:r>
    </w:p>
    <w:p w:rsidR="007B6A46" w:rsidRDefault="007B6A46" w:rsidP="007B6A46">
      <w:r>
        <w:t>757.6401</w:t>
      </w:r>
      <w:r>
        <w:tab/>
        <w:t>1.013e0</w:t>
      </w:r>
    </w:p>
    <w:p w:rsidR="007B6A46" w:rsidRDefault="007B6A46" w:rsidP="007B6A46">
      <w:r>
        <w:t>757.7339</w:t>
      </w:r>
      <w:r>
        <w:tab/>
        <w:t>2.025e0</w:t>
      </w:r>
    </w:p>
    <w:p w:rsidR="007B6A46" w:rsidRDefault="007B6A46" w:rsidP="007B6A46">
      <w:r>
        <w:lastRenderedPageBreak/>
        <w:t>757.7412</w:t>
      </w:r>
      <w:r>
        <w:tab/>
        <w:t>1.013e0</w:t>
      </w:r>
    </w:p>
    <w:p w:rsidR="007B6A46" w:rsidRDefault="007B6A46" w:rsidP="007B6A46">
      <w:r>
        <w:t>757.7563</w:t>
      </w:r>
      <w:r>
        <w:tab/>
        <w:t>2.025e0</w:t>
      </w:r>
    </w:p>
    <w:p w:rsidR="007B6A46" w:rsidRDefault="007B6A46" w:rsidP="007B6A46">
      <w:r>
        <w:t>757.8140</w:t>
      </w:r>
      <w:r>
        <w:tab/>
        <w:t>1.013e0</w:t>
      </w:r>
    </w:p>
    <w:p w:rsidR="007B6A46" w:rsidRDefault="007B6A46" w:rsidP="007B6A46">
      <w:r>
        <w:t>757.9118</w:t>
      </w:r>
      <w:r>
        <w:tab/>
        <w:t>1.013e0</w:t>
      </w:r>
    </w:p>
    <w:p w:rsidR="007B6A46" w:rsidRDefault="007B6A46" w:rsidP="007B6A46">
      <w:r>
        <w:t>757.9130</w:t>
      </w:r>
      <w:r>
        <w:tab/>
        <w:t>1.013e0</w:t>
      </w:r>
    </w:p>
    <w:p w:rsidR="007B6A46" w:rsidRDefault="007B6A46" w:rsidP="007B6A46">
      <w:r>
        <w:t>757.9983</w:t>
      </w:r>
      <w:r>
        <w:tab/>
        <w:t>1.013e0</w:t>
      </w:r>
    </w:p>
    <w:p w:rsidR="007B6A46" w:rsidRDefault="007B6A46" w:rsidP="007B6A46">
      <w:r>
        <w:t>758.0153</w:t>
      </w:r>
      <w:r>
        <w:tab/>
        <w:t>1.013e0</w:t>
      </w:r>
    </w:p>
    <w:p w:rsidR="007B6A46" w:rsidRDefault="007B6A46" w:rsidP="007B6A46">
      <w:r>
        <w:t>758.0757</w:t>
      </w:r>
      <w:r>
        <w:tab/>
        <w:t>2.025e0</w:t>
      </w:r>
    </w:p>
    <w:p w:rsidR="007B6A46" w:rsidRDefault="007B6A46" w:rsidP="007B6A46">
      <w:r>
        <w:t>758.0900</w:t>
      </w:r>
      <w:r>
        <w:tab/>
        <w:t>2.025e0</w:t>
      </w:r>
    </w:p>
    <w:p w:rsidR="007B6A46" w:rsidRDefault="007B6A46" w:rsidP="007B6A46">
      <w:r>
        <w:t>758.1133</w:t>
      </w:r>
      <w:r>
        <w:tab/>
        <w:t>2.025e0</w:t>
      </w:r>
    </w:p>
    <w:p w:rsidR="007B6A46" w:rsidRDefault="007B6A46" w:rsidP="007B6A46">
      <w:r>
        <w:t>758.2882</w:t>
      </w:r>
      <w:r>
        <w:tab/>
        <w:t>1.013e0</w:t>
      </w:r>
    </w:p>
    <w:p w:rsidR="007B6A46" w:rsidRDefault="007B6A46" w:rsidP="007B6A46">
      <w:r>
        <w:t>758.3052</w:t>
      </w:r>
      <w:r>
        <w:tab/>
        <w:t>1.013e0</w:t>
      </w:r>
    </w:p>
    <w:p w:rsidR="007B6A46" w:rsidRDefault="007B6A46" w:rsidP="007B6A46">
      <w:r>
        <w:t>758.3511</w:t>
      </w:r>
      <w:r>
        <w:tab/>
        <w:t>1.013e0</w:t>
      </w:r>
    </w:p>
    <w:p w:rsidR="007B6A46" w:rsidRDefault="007B6A46" w:rsidP="007B6A46">
      <w:r>
        <w:t>758.3651</w:t>
      </w:r>
      <w:r>
        <w:tab/>
        <w:t>1.013e0</w:t>
      </w:r>
    </w:p>
    <w:p w:rsidR="007B6A46" w:rsidRDefault="007B6A46" w:rsidP="007B6A46">
      <w:r>
        <w:t>758.3779</w:t>
      </w:r>
      <w:r>
        <w:tab/>
        <w:t>1.013e0</w:t>
      </w:r>
    </w:p>
    <w:p w:rsidR="007B6A46" w:rsidRDefault="007B6A46" w:rsidP="007B6A46">
      <w:r>
        <w:t>758.4213</w:t>
      </w:r>
      <w:r>
        <w:tab/>
        <w:t>3.038e0</w:t>
      </w:r>
    </w:p>
    <w:p w:rsidR="007B6A46" w:rsidRDefault="007B6A46" w:rsidP="007B6A46">
      <w:r>
        <w:t>758.4665</w:t>
      </w:r>
      <w:r>
        <w:tab/>
        <w:t>3.038e0</w:t>
      </w:r>
    </w:p>
    <w:p w:rsidR="007B6A46" w:rsidRDefault="007B6A46" w:rsidP="007B6A46">
      <w:r>
        <w:t>758.4904</w:t>
      </w:r>
      <w:r>
        <w:tab/>
        <w:t>6.964e0</w:t>
      </w:r>
    </w:p>
    <w:p w:rsidR="007B6A46" w:rsidRDefault="007B6A46" w:rsidP="007B6A46">
      <w:r>
        <w:t>758.5222</w:t>
      </w:r>
      <w:r>
        <w:tab/>
        <w:t>2.025e0</w:t>
      </w:r>
    </w:p>
    <w:p w:rsidR="007B6A46" w:rsidRDefault="007B6A46" w:rsidP="007B6A46">
      <w:r>
        <w:lastRenderedPageBreak/>
        <w:t>758.5577</w:t>
      </w:r>
      <w:r>
        <w:tab/>
        <w:t>3.038e0</w:t>
      </w:r>
    </w:p>
    <w:p w:rsidR="007B6A46" w:rsidRDefault="007B6A46" w:rsidP="007B6A46">
      <w:r>
        <w:t>758.5696</w:t>
      </w:r>
      <w:r>
        <w:tab/>
        <w:t>2.025e0</w:t>
      </w:r>
    </w:p>
    <w:p w:rsidR="007B6A46" w:rsidRDefault="007B6A46" w:rsidP="007B6A46">
      <w:r>
        <w:t>758.5762</w:t>
      </w:r>
      <w:r>
        <w:tab/>
        <w:t>4.051e0</w:t>
      </w:r>
    </w:p>
    <w:p w:rsidR="007B6A46" w:rsidRDefault="007B6A46" w:rsidP="007B6A46">
      <w:r>
        <w:t>758.5905</w:t>
      </w:r>
      <w:r>
        <w:tab/>
        <w:t>3.038e0</w:t>
      </w:r>
    </w:p>
    <w:p w:rsidR="007B6A46" w:rsidRDefault="007B6A46" w:rsidP="007B6A46">
      <w:r>
        <w:t>758.6857</w:t>
      </w:r>
      <w:r>
        <w:tab/>
        <w:t>1.013e0</w:t>
      </w:r>
    </w:p>
    <w:p w:rsidR="007B6A46" w:rsidRDefault="007B6A46" w:rsidP="007B6A46">
      <w:r>
        <w:t>758.7615</w:t>
      </w:r>
      <w:r>
        <w:tab/>
        <w:t>1.013e0</w:t>
      </w:r>
    </w:p>
    <w:p w:rsidR="007B6A46" w:rsidRDefault="007B6A46" w:rsidP="007B6A46">
      <w:r>
        <w:t>758.7883</w:t>
      </w:r>
      <w:r>
        <w:tab/>
        <w:t>1.013e0</w:t>
      </w:r>
    </w:p>
    <w:p w:rsidR="007B6A46" w:rsidRDefault="007B6A46" w:rsidP="007B6A46">
      <w:r>
        <w:t>758.8679</w:t>
      </w:r>
      <w:r>
        <w:tab/>
        <w:t>1.013e0</w:t>
      </w:r>
    </w:p>
    <w:p w:rsidR="007B6A46" w:rsidRDefault="007B6A46" w:rsidP="007B6A46">
      <w:r>
        <w:t>758.9282</w:t>
      </w:r>
      <w:r>
        <w:tab/>
        <w:t>1.013e0</w:t>
      </w:r>
    </w:p>
    <w:p w:rsidR="007B6A46" w:rsidRDefault="007B6A46" w:rsidP="007B6A46">
      <w:r>
        <w:t>758.9821</w:t>
      </w:r>
      <w:r>
        <w:tab/>
        <w:t>2.025e0</w:t>
      </w:r>
    </w:p>
    <w:p w:rsidR="007B6A46" w:rsidRDefault="007B6A46" w:rsidP="007B6A46">
      <w:r>
        <w:t>758.9936</w:t>
      </w:r>
      <w:r>
        <w:tab/>
        <w:t>1.013e0</w:t>
      </w:r>
    </w:p>
    <w:p w:rsidR="007B6A46" w:rsidRDefault="007B6A46" w:rsidP="007B6A46">
      <w:r>
        <w:t>759.0706</w:t>
      </w:r>
      <w:r>
        <w:tab/>
        <w:t>1.013e0</w:t>
      </w:r>
    </w:p>
    <w:p w:rsidR="007B6A46" w:rsidRDefault="007B6A46" w:rsidP="007B6A46">
      <w:r>
        <w:t>759.2490</w:t>
      </w:r>
      <w:r>
        <w:tab/>
        <w:t>1.013e0</w:t>
      </w:r>
    </w:p>
    <w:p w:rsidR="007B6A46" w:rsidRDefault="007B6A46" w:rsidP="007B6A46">
      <w:r>
        <w:t>759.2769</w:t>
      </w:r>
      <w:r>
        <w:tab/>
        <w:t>1.013e0</w:t>
      </w:r>
    </w:p>
    <w:p w:rsidR="007B6A46" w:rsidRDefault="007B6A46" w:rsidP="007B6A46">
      <w:r>
        <w:t>759.3260</w:t>
      </w:r>
      <w:r>
        <w:tab/>
        <w:t>1.013e0</w:t>
      </w:r>
    </w:p>
    <w:p w:rsidR="007B6A46" w:rsidRDefault="007B6A46" w:rsidP="007B6A46">
      <w:r>
        <w:t>759.3623</w:t>
      </w:r>
      <w:r>
        <w:tab/>
        <w:t>2.025e0</w:t>
      </w:r>
    </w:p>
    <w:p w:rsidR="007B6A46" w:rsidRDefault="007B6A46" w:rsidP="007B6A46">
      <w:r>
        <w:t>759.3915</w:t>
      </w:r>
      <w:r>
        <w:tab/>
        <w:t>1.013e0</w:t>
      </w:r>
    </w:p>
    <w:p w:rsidR="007B6A46" w:rsidRDefault="007B6A46" w:rsidP="007B6A46">
      <w:r>
        <w:t>759.4422</w:t>
      </w:r>
      <w:r>
        <w:tab/>
        <w:t>2.025e0</w:t>
      </w:r>
    </w:p>
    <w:p w:rsidR="007B6A46" w:rsidRDefault="007B6A46" w:rsidP="007B6A46">
      <w:r>
        <w:t>759.4479</w:t>
      </w:r>
      <w:r>
        <w:tab/>
        <w:t>1.859e0</w:t>
      </w:r>
    </w:p>
    <w:p w:rsidR="007B6A46" w:rsidRDefault="007B6A46" w:rsidP="007B6A46">
      <w:r>
        <w:lastRenderedPageBreak/>
        <w:t>759.5396</w:t>
      </w:r>
      <w:r>
        <w:tab/>
        <w:t>2.025e0</w:t>
      </w:r>
    </w:p>
    <w:p w:rsidR="007B6A46" w:rsidRDefault="007B6A46" w:rsidP="007B6A46">
      <w:r>
        <w:t>759.5463</w:t>
      </w:r>
      <w:r>
        <w:tab/>
        <w:t>2.025e0</w:t>
      </w:r>
    </w:p>
    <w:p w:rsidR="007B6A46" w:rsidRDefault="007B6A46" w:rsidP="007B6A46">
      <w:r>
        <w:t>759.5969</w:t>
      </w:r>
      <w:r>
        <w:tab/>
        <w:t>1.013e0</w:t>
      </w:r>
    </w:p>
    <w:p w:rsidR="007B6A46" w:rsidRDefault="007B6A46" w:rsidP="007B6A46">
      <w:r>
        <w:t>759.6021</w:t>
      </w:r>
      <w:r>
        <w:tab/>
        <w:t>2.025e0</w:t>
      </w:r>
    </w:p>
    <w:p w:rsidR="007B6A46" w:rsidRDefault="007B6A46" w:rsidP="007B6A46">
      <w:r>
        <w:t>759.6185</w:t>
      </w:r>
      <w:r>
        <w:tab/>
        <w:t>1.013e0</w:t>
      </w:r>
    </w:p>
    <w:p w:rsidR="007B6A46" w:rsidRDefault="007B6A46" w:rsidP="007B6A46">
      <w:r>
        <w:t>759.6611</w:t>
      </w:r>
      <w:r>
        <w:tab/>
        <w:t>1.013e0</w:t>
      </w:r>
    </w:p>
    <w:p w:rsidR="007B6A46" w:rsidRDefault="007B6A46" w:rsidP="007B6A46">
      <w:r>
        <w:t>759.7639</w:t>
      </w:r>
      <w:r>
        <w:tab/>
        <w:t>1.013e0</w:t>
      </w:r>
    </w:p>
    <w:p w:rsidR="007B6A46" w:rsidRDefault="007B6A46" w:rsidP="007B6A46">
      <w:r>
        <w:t>759.8218</w:t>
      </w:r>
      <w:r>
        <w:tab/>
        <w:t>1.013e0</w:t>
      </w:r>
    </w:p>
    <w:p w:rsidR="007B6A46" w:rsidRDefault="007B6A46" w:rsidP="007B6A46">
      <w:r>
        <w:t>759.8538</w:t>
      </w:r>
      <w:r>
        <w:tab/>
        <w:t>2.025e0</w:t>
      </w:r>
    </w:p>
    <w:p w:rsidR="007B6A46" w:rsidRDefault="007B6A46" w:rsidP="007B6A46">
      <w:r>
        <w:t>759.9326</w:t>
      </w:r>
      <w:r>
        <w:tab/>
        <w:t>2.025e0</w:t>
      </w:r>
    </w:p>
    <w:p w:rsidR="007B6A46" w:rsidRDefault="007B6A46" w:rsidP="007B6A46">
      <w:r>
        <w:t>760.0104</w:t>
      </w:r>
      <w:r>
        <w:tab/>
        <w:t>1.013e0</w:t>
      </w:r>
    </w:p>
    <w:p w:rsidR="007B6A46" w:rsidRDefault="007B6A46" w:rsidP="007B6A46">
      <w:r>
        <w:t>760.0978</w:t>
      </w:r>
      <w:r>
        <w:tab/>
        <w:t>1.013e0</w:t>
      </w:r>
    </w:p>
    <w:p w:rsidR="007B6A46" w:rsidRDefault="007B6A46" w:rsidP="007B6A46">
      <w:r>
        <w:t>760.1973</w:t>
      </w:r>
      <w:r>
        <w:tab/>
        <w:t>1.013e0</w:t>
      </w:r>
    </w:p>
    <w:p w:rsidR="007B6A46" w:rsidRDefault="007B6A46" w:rsidP="007B6A46">
      <w:r>
        <w:t>760.2277</w:t>
      </w:r>
      <w:r>
        <w:tab/>
        <w:t>3.038e0</w:t>
      </w:r>
    </w:p>
    <w:p w:rsidR="007B6A46" w:rsidRDefault="007B6A46" w:rsidP="007B6A46">
      <w:r>
        <w:t>760.2931</w:t>
      </w:r>
      <w:r>
        <w:tab/>
        <w:t>2.025e0</w:t>
      </w:r>
    </w:p>
    <w:p w:rsidR="007B6A46" w:rsidRDefault="007B6A46" w:rsidP="007B6A46">
      <w:r>
        <w:t>760.3806</w:t>
      </w:r>
      <w:r>
        <w:tab/>
        <w:t>1.013e0</w:t>
      </w:r>
    </w:p>
    <w:p w:rsidR="007B6A46" w:rsidRDefault="007B6A46" w:rsidP="007B6A46">
      <w:r>
        <w:t>760.3858</w:t>
      </w:r>
      <w:r>
        <w:tab/>
        <w:t>1.013e0</w:t>
      </w:r>
    </w:p>
    <w:p w:rsidR="007B6A46" w:rsidRDefault="007B6A46" w:rsidP="007B6A46">
      <w:r>
        <w:t>760.3904</w:t>
      </w:r>
      <w:r>
        <w:tab/>
        <w:t>2.025e0</w:t>
      </w:r>
    </w:p>
    <w:p w:rsidR="007B6A46" w:rsidRDefault="007B6A46" w:rsidP="007B6A46">
      <w:r>
        <w:t>760.3922</w:t>
      </w:r>
      <w:r>
        <w:tab/>
        <w:t>1.013e0</w:t>
      </w:r>
    </w:p>
    <w:p w:rsidR="007B6A46" w:rsidRDefault="007B6A46" w:rsidP="007B6A46">
      <w:r>
        <w:lastRenderedPageBreak/>
        <w:t>760.4436</w:t>
      </w:r>
      <w:r>
        <w:tab/>
        <w:t>1.013e0</w:t>
      </w:r>
    </w:p>
    <w:p w:rsidR="007B6A46" w:rsidRDefault="007B6A46" w:rsidP="007B6A46">
      <w:r>
        <w:t>760.4522</w:t>
      </w:r>
      <w:r>
        <w:tab/>
        <w:t>3.038e0</w:t>
      </w:r>
    </w:p>
    <w:p w:rsidR="007B6A46" w:rsidRDefault="007B6A46" w:rsidP="007B6A46">
      <w:r>
        <w:t>760.4951</w:t>
      </w:r>
      <w:r>
        <w:tab/>
        <w:t>1.013e0</w:t>
      </w:r>
    </w:p>
    <w:p w:rsidR="007B6A46" w:rsidRDefault="007B6A46" w:rsidP="007B6A46">
      <w:r>
        <w:t>760.5052</w:t>
      </w:r>
      <w:r>
        <w:tab/>
        <w:t>1.013e0</w:t>
      </w:r>
    </w:p>
    <w:p w:rsidR="007B6A46" w:rsidRDefault="007B6A46" w:rsidP="007B6A46">
      <w:r>
        <w:t>760.5551</w:t>
      </w:r>
      <w:r>
        <w:tab/>
        <w:t>1.013e0</w:t>
      </w:r>
    </w:p>
    <w:p w:rsidR="007B6A46" w:rsidRDefault="007B6A46" w:rsidP="007B6A46">
      <w:r>
        <w:t>760.5810</w:t>
      </w:r>
      <w:r>
        <w:tab/>
        <w:t>2.025e0</w:t>
      </w:r>
    </w:p>
    <w:p w:rsidR="007B6A46" w:rsidRDefault="007B6A46" w:rsidP="007B6A46">
      <w:r>
        <w:t>760.5978</w:t>
      </w:r>
      <w:r>
        <w:tab/>
        <w:t>3.038e0</w:t>
      </w:r>
    </w:p>
    <w:p w:rsidR="007B6A46" w:rsidRDefault="007B6A46" w:rsidP="007B6A46">
      <w:r>
        <w:t>760.5991</w:t>
      </w:r>
      <w:r>
        <w:tab/>
        <w:t>1.013e0</w:t>
      </w:r>
    </w:p>
    <w:p w:rsidR="007B6A46" w:rsidRDefault="007B6A46" w:rsidP="007B6A46">
      <w:r>
        <w:t>760.6107</w:t>
      </w:r>
      <w:r>
        <w:tab/>
        <w:t>2.025e0</w:t>
      </w:r>
    </w:p>
    <w:p w:rsidR="007B6A46" w:rsidRDefault="007B6A46" w:rsidP="007B6A46">
      <w:r>
        <w:t>760.6155</w:t>
      </w:r>
      <w:r>
        <w:tab/>
        <w:t>2.025e0</w:t>
      </w:r>
    </w:p>
    <w:p w:rsidR="007B6A46" w:rsidRDefault="007B6A46" w:rsidP="007B6A46">
      <w:r>
        <w:t>760.6750</w:t>
      </w:r>
      <w:r>
        <w:tab/>
        <w:t>1.013e0</w:t>
      </w:r>
    </w:p>
    <w:p w:rsidR="007B6A46" w:rsidRDefault="007B6A46" w:rsidP="007B6A46">
      <w:r>
        <w:t>760.8024</w:t>
      </w:r>
      <w:r>
        <w:tab/>
        <w:t>2.025e0</w:t>
      </w:r>
    </w:p>
    <w:p w:rsidR="007B6A46" w:rsidRDefault="007B6A46" w:rsidP="007B6A46">
      <w:r>
        <w:t>760.8447</w:t>
      </w:r>
      <w:r>
        <w:tab/>
        <w:t>1.013e0</w:t>
      </w:r>
    </w:p>
    <w:p w:rsidR="007B6A46" w:rsidRDefault="007B6A46" w:rsidP="007B6A46">
      <w:r>
        <w:t>760.8970</w:t>
      </w:r>
      <w:r>
        <w:tab/>
        <w:t>1.013e0</w:t>
      </w:r>
    </w:p>
    <w:p w:rsidR="007B6A46" w:rsidRDefault="007B6A46" w:rsidP="007B6A46">
      <w:r>
        <w:t>760.9144</w:t>
      </w:r>
      <w:r>
        <w:tab/>
        <w:t>1.013e0</w:t>
      </w:r>
    </w:p>
    <w:p w:rsidR="007B6A46" w:rsidRDefault="007B6A46" w:rsidP="007B6A46">
      <w:r>
        <w:t>760.9579</w:t>
      </w:r>
      <w:r>
        <w:tab/>
        <w:t>1.013e0</w:t>
      </w:r>
    </w:p>
    <w:p w:rsidR="007B6A46" w:rsidRDefault="007B6A46" w:rsidP="007B6A46">
      <w:r>
        <w:t>760.9985</w:t>
      </w:r>
      <w:r>
        <w:tab/>
        <w:t>2.025e0</w:t>
      </w:r>
    </w:p>
    <w:p w:rsidR="007B6A46" w:rsidRDefault="007B6A46" w:rsidP="007B6A46">
      <w:r>
        <w:t>761.0667</w:t>
      </w:r>
      <w:r>
        <w:tab/>
        <w:t>1.013e0</w:t>
      </w:r>
    </w:p>
    <w:p w:rsidR="007B6A46" w:rsidRDefault="007B6A46" w:rsidP="007B6A46">
      <w:r>
        <w:t>761.0750</w:t>
      </w:r>
      <w:r>
        <w:tab/>
        <w:t>1.013e0</w:t>
      </w:r>
    </w:p>
    <w:p w:rsidR="007B6A46" w:rsidRDefault="007B6A46" w:rsidP="007B6A46">
      <w:r>
        <w:lastRenderedPageBreak/>
        <w:t>761.1521</w:t>
      </w:r>
      <w:r>
        <w:tab/>
        <w:t>1.013e0</w:t>
      </w:r>
    </w:p>
    <w:p w:rsidR="007B6A46" w:rsidRDefault="007B6A46" w:rsidP="007B6A46">
      <w:r>
        <w:t>761.1860</w:t>
      </w:r>
      <w:r>
        <w:tab/>
        <w:t>1.013e0</w:t>
      </w:r>
    </w:p>
    <w:p w:rsidR="007B6A46" w:rsidRDefault="007B6A46" w:rsidP="007B6A46">
      <w:r>
        <w:t>761.2464</w:t>
      </w:r>
      <w:r>
        <w:tab/>
        <w:t>2.025e0</w:t>
      </w:r>
    </w:p>
    <w:p w:rsidR="007B6A46" w:rsidRDefault="007B6A46" w:rsidP="007B6A46">
      <w:r>
        <w:t>761.3063</w:t>
      </w:r>
      <w:r>
        <w:tab/>
        <w:t>3.038e0</w:t>
      </w:r>
    </w:p>
    <w:p w:rsidR="007B6A46" w:rsidRDefault="007B6A46" w:rsidP="007B6A46">
      <w:r>
        <w:t>761.3503</w:t>
      </w:r>
      <w:r>
        <w:tab/>
        <w:t>2.025e0</w:t>
      </w:r>
    </w:p>
    <w:p w:rsidR="007B6A46" w:rsidRDefault="007B6A46" w:rsidP="007B6A46">
      <w:r>
        <w:t>761.4246</w:t>
      </w:r>
      <w:r>
        <w:tab/>
        <w:t>5.063e0</w:t>
      </w:r>
    </w:p>
    <w:p w:rsidR="007B6A46" w:rsidRDefault="007B6A46" w:rsidP="007B6A46">
      <w:r>
        <w:t>761.4382</w:t>
      </w:r>
      <w:r>
        <w:tab/>
        <w:t>2.025e0</w:t>
      </w:r>
    </w:p>
    <w:p w:rsidR="007B6A46" w:rsidRDefault="007B6A46" w:rsidP="007B6A46">
      <w:r>
        <w:t>761.5192</w:t>
      </w:r>
      <w:r>
        <w:tab/>
        <w:t>3.038e0</w:t>
      </w:r>
    </w:p>
    <w:p w:rsidR="007B6A46" w:rsidRDefault="007B6A46" w:rsidP="007B6A46">
      <w:r>
        <w:t>761.5487</w:t>
      </w:r>
      <w:r>
        <w:tab/>
        <w:t>3.038e0</w:t>
      </w:r>
    </w:p>
    <w:p w:rsidR="007B6A46" w:rsidRDefault="007B6A46" w:rsidP="007B6A46">
      <w:r>
        <w:t>761.5768</w:t>
      </w:r>
      <w:r>
        <w:tab/>
        <w:t>1.013e0</w:t>
      </w:r>
    </w:p>
    <w:p w:rsidR="007B6A46" w:rsidRDefault="007B6A46" w:rsidP="007B6A46">
      <w:r>
        <w:t>761.6641</w:t>
      </w:r>
      <w:r>
        <w:tab/>
        <w:t>2.025e0</w:t>
      </w:r>
    </w:p>
    <w:p w:rsidR="007B6A46" w:rsidRDefault="007B6A46" w:rsidP="007B6A46">
      <w:r>
        <w:t>761.6733</w:t>
      </w:r>
      <w:r>
        <w:tab/>
        <w:t>2.025e0</w:t>
      </w:r>
    </w:p>
    <w:p w:rsidR="007B6A46" w:rsidRDefault="007B6A46" w:rsidP="007B6A46">
      <w:r>
        <w:t>761.7498</w:t>
      </w:r>
      <w:r>
        <w:tab/>
        <w:t>1.013e0</w:t>
      </w:r>
    </w:p>
    <w:p w:rsidR="007B6A46" w:rsidRDefault="007B6A46" w:rsidP="007B6A46">
      <w:r>
        <w:t>761.7957</w:t>
      </w:r>
      <w:r>
        <w:tab/>
        <w:t>1.013e0</w:t>
      </w:r>
    </w:p>
    <w:p w:rsidR="007B6A46" w:rsidRDefault="007B6A46" w:rsidP="007B6A46">
      <w:r>
        <w:t>761.8214</w:t>
      </w:r>
      <w:r>
        <w:tab/>
        <w:t>1.013e0</w:t>
      </w:r>
    </w:p>
    <w:p w:rsidR="007B6A46" w:rsidRDefault="007B6A46" w:rsidP="007B6A46">
      <w:r>
        <w:t>761.8846</w:t>
      </w:r>
      <w:r>
        <w:tab/>
        <w:t>1.013e0</w:t>
      </w:r>
    </w:p>
    <w:p w:rsidR="007B6A46" w:rsidRDefault="007B6A46" w:rsidP="007B6A46">
      <w:r>
        <w:t>761.9949</w:t>
      </w:r>
      <w:r>
        <w:tab/>
        <w:t>2.025e0</w:t>
      </w:r>
    </w:p>
    <w:p w:rsidR="007B6A46" w:rsidRDefault="007B6A46" w:rsidP="007B6A46">
      <w:r>
        <w:t>762.0054</w:t>
      </w:r>
      <w:r>
        <w:tab/>
        <w:t>1.013e0</w:t>
      </w:r>
    </w:p>
    <w:p w:rsidR="007B6A46" w:rsidRDefault="007B6A46" w:rsidP="007B6A46">
      <w:r>
        <w:t>762.0532</w:t>
      </w:r>
      <w:r>
        <w:tab/>
        <w:t>1.013e0</w:t>
      </w:r>
    </w:p>
    <w:p w:rsidR="007B6A46" w:rsidRDefault="007B6A46" w:rsidP="007B6A46">
      <w:r>
        <w:lastRenderedPageBreak/>
        <w:t>762.1047</w:t>
      </w:r>
      <w:r>
        <w:tab/>
        <w:t>1.013e0</w:t>
      </w:r>
    </w:p>
    <w:p w:rsidR="007B6A46" w:rsidRDefault="007B6A46" w:rsidP="007B6A46">
      <w:r>
        <w:t>762.1808</w:t>
      </w:r>
      <w:r>
        <w:tab/>
        <w:t>1.013e0</w:t>
      </w:r>
    </w:p>
    <w:p w:rsidR="007B6A46" w:rsidRDefault="007B6A46" w:rsidP="007B6A46">
      <w:r>
        <w:t>762.3741</w:t>
      </w:r>
      <w:r>
        <w:tab/>
        <w:t>1.013e0</w:t>
      </w:r>
    </w:p>
    <w:p w:rsidR="007B6A46" w:rsidRDefault="007B6A46" w:rsidP="007B6A46">
      <w:r>
        <w:t>762.3882</w:t>
      </w:r>
      <w:r>
        <w:tab/>
        <w:t>4.051e0</w:t>
      </w:r>
    </w:p>
    <w:p w:rsidR="007B6A46" w:rsidRDefault="007B6A46" w:rsidP="007B6A46">
      <w:r>
        <w:t>762.3998</w:t>
      </w:r>
      <w:r>
        <w:tab/>
        <w:t>1.013e0</w:t>
      </w:r>
    </w:p>
    <w:p w:rsidR="007B6A46" w:rsidRDefault="007B6A46" w:rsidP="007B6A46">
      <w:r>
        <w:t>762.4011</w:t>
      </w:r>
      <w:r>
        <w:tab/>
        <w:t>1.013e0</w:t>
      </w:r>
    </w:p>
    <w:p w:rsidR="007B6A46" w:rsidRDefault="007B6A46" w:rsidP="007B6A46">
      <w:r>
        <w:t>762.4414</w:t>
      </w:r>
      <w:r>
        <w:tab/>
        <w:t>5.063e0</w:t>
      </w:r>
    </w:p>
    <w:p w:rsidR="007B6A46" w:rsidRDefault="007B6A46" w:rsidP="007B6A46">
      <w:r>
        <w:t>762.4922</w:t>
      </w:r>
      <w:r>
        <w:tab/>
        <w:t>5.063e0</w:t>
      </w:r>
    </w:p>
    <w:p w:rsidR="007B6A46" w:rsidRDefault="007B6A46" w:rsidP="007B6A46">
      <w:r>
        <w:t>762.4993</w:t>
      </w:r>
      <w:r>
        <w:tab/>
        <w:t>4.051e0</w:t>
      </w:r>
    </w:p>
    <w:p w:rsidR="007B6A46" w:rsidRDefault="007B6A46" w:rsidP="007B6A46">
      <w:r>
        <w:t>762.5170</w:t>
      </w:r>
      <w:r>
        <w:tab/>
        <w:t>2.025e0</w:t>
      </w:r>
    </w:p>
    <w:p w:rsidR="007B6A46" w:rsidRDefault="007B6A46" w:rsidP="007B6A46">
      <w:r>
        <w:t>762.5294</w:t>
      </w:r>
      <w:r>
        <w:tab/>
        <w:t>3.038e0</w:t>
      </w:r>
    </w:p>
    <w:p w:rsidR="007B6A46" w:rsidRDefault="007B6A46" w:rsidP="007B6A46">
      <w:r>
        <w:t>762.5839</w:t>
      </w:r>
      <w:r>
        <w:tab/>
        <w:t>1.013e0</w:t>
      </w:r>
    </w:p>
    <w:p w:rsidR="007B6A46" w:rsidRDefault="007B6A46" w:rsidP="007B6A46">
      <w:r>
        <w:t>762.6072</w:t>
      </w:r>
      <w:r>
        <w:tab/>
        <w:t>1.013e0</w:t>
      </w:r>
    </w:p>
    <w:p w:rsidR="007B6A46" w:rsidRDefault="007B6A46" w:rsidP="007B6A46">
      <w:r>
        <w:t>762.6834</w:t>
      </w:r>
      <w:r>
        <w:tab/>
        <w:t>1.013e0</w:t>
      </w:r>
    </w:p>
    <w:p w:rsidR="007B6A46" w:rsidRDefault="007B6A46" w:rsidP="007B6A46">
      <w:r>
        <w:t>762.7091</w:t>
      </w:r>
      <w:r>
        <w:tab/>
        <w:t>3.038e0</w:t>
      </w:r>
    </w:p>
    <w:p w:rsidR="007B6A46" w:rsidRDefault="007B6A46" w:rsidP="007B6A46">
      <w:r>
        <w:t>762.8006</w:t>
      </w:r>
      <w:r>
        <w:tab/>
        <w:t>1.013e0</w:t>
      </w:r>
    </w:p>
    <w:p w:rsidR="007B6A46" w:rsidRDefault="007B6A46" w:rsidP="007B6A46">
      <w:r>
        <w:t>762.8475</w:t>
      </w:r>
      <w:r>
        <w:tab/>
        <w:t>2.025e0</w:t>
      </w:r>
    </w:p>
    <w:p w:rsidR="007B6A46" w:rsidRDefault="007B6A46" w:rsidP="007B6A46">
      <w:r>
        <w:t>762.8896</w:t>
      </w:r>
      <w:r>
        <w:tab/>
        <w:t>1.013e0</w:t>
      </w:r>
    </w:p>
    <w:p w:rsidR="007B6A46" w:rsidRDefault="007B6A46" w:rsidP="007B6A46">
      <w:r>
        <w:t>762.9990</w:t>
      </w:r>
      <w:r>
        <w:tab/>
        <w:t>3.038e0</w:t>
      </w:r>
    </w:p>
    <w:p w:rsidR="007B6A46" w:rsidRDefault="007B6A46" w:rsidP="007B6A46">
      <w:r>
        <w:lastRenderedPageBreak/>
        <w:t>763.0327</w:t>
      </w:r>
      <w:r>
        <w:tab/>
        <w:t>1.013e0</w:t>
      </w:r>
    </w:p>
    <w:p w:rsidR="007B6A46" w:rsidRDefault="007B6A46" w:rsidP="007B6A46">
      <w:r>
        <w:t>763.0573</w:t>
      </w:r>
      <w:r>
        <w:tab/>
        <w:t>1.013e0</w:t>
      </w:r>
    </w:p>
    <w:p w:rsidR="007B6A46" w:rsidRDefault="007B6A46" w:rsidP="007B6A46">
      <w:r>
        <w:t>763.0831</w:t>
      </w:r>
      <w:r>
        <w:tab/>
        <w:t>1.013e0</w:t>
      </w:r>
    </w:p>
    <w:p w:rsidR="007B6A46" w:rsidRDefault="007B6A46" w:rsidP="007B6A46">
      <w:r>
        <w:t>763.1135</w:t>
      </w:r>
      <w:r>
        <w:tab/>
        <w:t>1.013e0</w:t>
      </w:r>
    </w:p>
    <w:p w:rsidR="007B6A46" w:rsidRDefault="007B6A46" w:rsidP="007B6A46">
      <w:r>
        <w:t>763.1306</w:t>
      </w:r>
      <w:r>
        <w:tab/>
        <w:t>1.013e0</w:t>
      </w:r>
    </w:p>
    <w:p w:rsidR="007B6A46" w:rsidRDefault="007B6A46" w:rsidP="007B6A46">
      <w:r>
        <w:t>763.1346</w:t>
      </w:r>
      <w:r>
        <w:tab/>
        <w:t>1.013e0</w:t>
      </w:r>
    </w:p>
    <w:p w:rsidR="007B6A46" w:rsidRDefault="007B6A46" w:rsidP="007B6A46">
      <w:r>
        <w:t>763.1746</w:t>
      </w:r>
      <w:r>
        <w:tab/>
        <w:t>1.013e0</w:t>
      </w:r>
    </w:p>
    <w:p w:rsidR="007B6A46" w:rsidRDefault="007B6A46" w:rsidP="007B6A46">
      <w:r>
        <w:t>763.3013</w:t>
      </w:r>
      <w:r>
        <w:tab/>
        <w:t>1.013e0</w:t>
      </w:r>
    </w:p>
    <w:p w:rsidR="007B6A46" w:rsidRDefault="007B6A46" w:rsidP="007B6A46">
      <w:r>
        <w:t>763.3552</w:t>
      </w:r>
      <w:r>
        <w:tab/>
        <w:t>2.025e0</w:t>
      </w:r>
    </w:p>
    <w:p w:rsidR="007B6A46" w:rsidRDefault="007B6A46" w:rsidP="007B6A46">
      <w:r>
        <w:t>763.4105</w:t>
      </w:r>
      <w:r>
        <w:tab/>
        <w:t>2.025e0</w:t>
      </w:r>
    </w:p>
    <w:p w:rsidR="007B6A46" w:rsidRDefault="007B6A46" w:rsidP="007B6A46">
      <w:r>
        <w:t>763.4572</w:t>
      </w:r>
      <w:r>
        <w:tab/>
        <w:t>1.013e0</w:t>
      </w:r>
    </w:p>
    <w:p w:rsidR="007B6A46" w:rsidRDefault="007B6A46" w:rsidP="007B6A46">
      <w:r>
        <w:t>763.4594</w:t>
      </w:r>
      <w:r>
        <w:tab/>
        <w:t>7.089e0</w:t>
      </w:r>
    </w:p>
    <w:p w:rsidR="007B6A46" w:rsidRDefault="007B6A46" w:rsidP="007B6A46">
      <w:r>
        <w:t>763.4764</w:t>
      </w:r>
      <w:r>
        <w:tab/>
        <w:t>4.051e0</w:t>
      </w:r>
    </w:p>
    <w:p w:rsidR="007B6A46" w:rsidRDefault="007B6A46" w:rsidP="007B6A46">
      <w:r>
        <w:t>763.4785</w:t>
      </w:r>
      <w:r>
        <w:tab/>
        <w:t>3.038e0</w:t>
      </w:r>
    </w:p>
    <w:p w:rsidR="007B6A46" w:rsidRDefault="007B6A46" w:rsidP="007B6A46">
      <w:r>
        <w:t>763.4849</w:t>
      </w:r>
      <w:r>
        <w:tab/>
        <w:t>4.051e0</w:t>
      </w:r>
    </w:p>
    <w:p w:rsidR="007B6A46" w:rsidRDefault="007B6A46" w:rsidP="007B6A46">
      <w:r>
        <w:t>763.5507</w:t>
      </w:r>
      <w:r>
        <w:tab/>
        <w:t>2.025e0</w:t>
      </w:r>
    </w:p>
    <w:p w:rsidR="007B6A46" w:rsidRDefault="007B6A46" w:rsidP="007B6A46">
      <w:r>
        <w:t>763.5604</w:t>
      </w:r>
      <w:r>
        <w:tab/>
        <w:t>1.013e0</w:t>
      </w:r>
    </w:p>
    <w:p w:rsidR="007B6A46" w:rsidRDefault="007B6A46" w:rsidP="007B6A46">
      <w:r>
        <w:t>763.5739</w:t>
      </w:r>
      <w:r>
        <w:tab/>
        <w:t>4.051e0</w:t>
      </w:r>
    </w:p>
    <w:p w:rsidR="007B6A46" w:rsidRDefault="007B6A46" w:rsidP="007B6A46">
      <w:r>
        <w:t>763.6132</w:t>
      </w:r>
      <w:r>
        <w:tab/>
        <w:t>1.013e0</w:t>
      </w:r>
    </w:p>
    <w:p w:rsidR="007B6A46" w:rsidRDefault="007B6A46" w:rsidP="007B6A46">
      <w:r>
        <w:lastRenderedPageBreak/>
        <w:t>763.6508</w:t>
      </w:r>
      <w:r>
        <w:tab/>
        <w:t>1.013e0</w:t>
      </w:r>
    </w:p>
    <w:p w:rsidR="007B6A46" w:rsidRDefault="007B6A46" w:rsidP="007B6A46">
      <w:r>
        <w:t>763.6530</w:t>
      </w:r>
      <w:r>
        <w:tab/>
        <w:t>2.025e0</w:t>
      </w:r>
    </w:p>
    <w:p w:rsidR="007B6A46" w:rsidRDefault="007B6A46" w:rsidP="007B6A46">
      <w:r>
        <w:t>763.8284</w:t>
      </w:r>
      <w:r>
        <w:tab/>
        <w:t>1.013e0</w:t>
      </w:r>
    </w:p>
    <w:p w:rsidR="007B6A46" w:rsidRDefault="007B6A46" w:rsidP="007B6A46">
      <w:r>
        <w:t>763.8326</w:t>
      </w:r>
      <w:r>
        <w:tab/>
        <w:t>1.013e0</w:t>
      </w:r>
    </w:p>
    <w:p w:rsidR="007B6A46" w:rsidRDefault="007B6A46" w:rsidP="007B6A46">
      <w:r>
        <w:t>763.8585</w:t>
      </w:r>
      <w:r>
        <w:tab/>
        <w:t>1.013e0</w:t>
      </w:r>
    </w:p>
    <w:p w:rsidR="007B6A46" w:rsidRDefault="007B6A46" w:rsidP="007B6A46">
      <w:r>
        <w:t>763.9147</w:t>
      </w:r>
      <w:r>
        <w:tab/>
        <w:t>1.013e0</w:t>
      </w:r>
    </w:p>
    <w:p w:rsidR="007B6A46" w:rsidRDefault="007B6A46" w:rsidP="007B6A46">
      <w:r>
        <w:t>763.9476</w:t>
      </w:r>
      <w:r>
        <w:tab/>
        <w:t>1.013e0</w:t>
      </w:r>
    </w:p>
    <w:p w:rsidR="007B6A46" w:rsidRDefault="007B6A46" w:rsidP="007B6A46">
      <w:r>
        <w:t>763.9645</w:t>
      </w:r>
      <w:r>
        <w:tab/>
        <w:t>1.013e0</w:t>
      </w:r>
    </w:p>
    <w:p w:rsidR="007B6A46" w:rsidRDefault="007B6A46" w:rsidP="007B6A46">
      <w:r>
        <w:t>764.0339</w:t>
      </w:r>
      <w:r>
        <w:tab/>
        <w:t>1.013e0</w:t>
      </w:r>
    </w:p>
    <w:p w:rsidR="007B6A46" w:rsidRDefault="007B6A46" w:rsidP="007B6A46">
      <w:r>
        <w:t>764.1296</w:t>
      </w:r>
      <w:r>
        <w:tab/>
        <w:t>1.013e0</w:t>
      </w:r>
    </w:p>
    <w:p w:rsidR="007B6A46" w:rsidRDefault="007B6A46" w:rsidP="007B6A46">
      <w:r>
        <w:t>764.2209</w:t>
      </w:r>
      <w:r>
        <w:tab/>
        <w:t>1.013e0</w:t>
      </w:r>
    </w:p>
    <w:p w:rsidR="007B6A46" w:rsidRDefault="007B6A46" w:rsidP="007B6A46">
      <w:r>
        <w:t>764.2545</w:t>
      </w:r>
      <w:r>
        <w:tab/>
        <w:t>1.013e0</w:t>
      </w:r>
    </w:p>
    <w:p w:rsidR="007B6A46" w:rsidRDefault="007B6A46" w:rsidP="007B6A46">
      <w:r>
        <w:t>764.2587</w:t>
      </w:r>
      <w:r>
        <w:tab/>
        <w:t>1.013e0</w:t>
      </w:r>
    </w:p>
    <w:p w:rsidR="007B6A46" w:rsidRDefault="007B6A46" w:rsidP="007B6A46">
      <w:r>
        <w:t>764.3233</w:t>
      </w:r>
      <w:r>
        <w:tab/>
        <w:t>1.013e0</w:t>
      </w:r>
    </w:p>
    <w:p w:rsidR="007B6A46" w:rsidRDefault="007B6A46" w:rsidP="007B6A46">
      <w:r>
        <w:t>764.3608</w:t>
      </w:r>
      <w:r>
        <w:tab/>
        <w:t>1.013e0</w:t>
      </w:r>
    </w:p>
    <w:p w:rsidR="007B6A46" w:rsidRDefault="007B6A46" w:rsidP="007B6A46">
      <w:r>
        <w:t>764.4015</w:t>
      </w:r>
      <w:r>
        <w:tab/>
        <w:t>4.051e0</w:t>
      </w:r>
    </w:p>
    <w:p w:rsidR="007B6A46" w:rsidRDefault="007B6A46" w:rsidP="007B6A46">
      <w:r>
        <w:t>764.4125</w:t>
      </w:r>
      <w:r>
        <w:tab/>
        <w:t>1.013e0</w:t>
      </w:r>
    </w:p>
    <w:p w:rsidR="007B6A46" w:rsidRDefault="007B6A46" w:rsidP="007B6A46">
      <w:r>
        <w:t>764.4263</w:t>
      </w:r>
      <w:r>
        <w:tab/>
        <w:t>4.051e0</w:t>
      </w:r>
    </w:p>
    <w:p w:rsidR="007B6A46" w:rsidRDefault="007B6A46" w:rsidP="007B6A46">
      <w:r>
        <w:t>764.4714</w:t>
      </w:r>
      <w:r>
        <w:tab/>
        <w:t>4.051e0</w:t>
      </w:r>
    </w:p>
    <w:p w:rsidR="007B6A46" w:rsidRDefault="007B6A46" w:rsidP="007B6A46">
      <w:r>
        <w:lastRenderedPageBreak/>
        <w:t>764.5027</w:t>
      </w:r>
      <w:r>
        <w:tab/>
        <w:t>2.025e0</w:t>
      </w:r>
    </w:p>
    <w:p w:rsidR="007B6A46" w:rsidRDefault="007B6A46" w:rsidP="007B6A46">
      <w:r>
        <w:t>764.5159</w:t>
      </w:r>
      <w:r>
        <w:tab/>
        <w:t>1.013e0</w:t>
      </w:r>
    </w:p>
    <w:p w:rsidR="007B6A46" w:rsidRDefault="007B6A46" w:rsidP="007B6A46">
      <w:r>
        <w:t>764.5196</w:t>
      </w:r>
      <w:r>
        <w:tab/>
        <w:t>4.051e0</w:t>
      </w:r>
    </w:p>
    <w:p w:rsidR="007B6A46" w:rsidRDefault="007B6A46" w:rsidP="007B6A46">
      <w:r>
        <w:t>764.6122</w:t>
      </w:r>
      <w:r>
        <w:tab/>
        <w:t>1.013e0</w:t>
      </w:r>
    </w:p>
    <w:p w:rsidR="007B6A46" w:rsidRDefault="007B6A46" w:rsidP="007B6A46">
      <w:r>
        <w:t>764.6465</w:t>
      </w:r>
      <w:r>
        <w:tab/>
        <w:t>3.038e0</w:t>
      </w:r>
    </w:p>
    <w:p w:rsidR="007B6A46" w:rsidRDefault="007B6A46" w:rsidP="007B6A46">
      <w:r>
        <w:t>764.6535</w:t>
      </w:r>
      <w:r>
        <w:tab/>
        <w:t>2.025e0</w:t>
      </w:r>
    </w:p>
    <w:p w:rsidR="007B6A46" w:rsidRDefault="007B6A46" w:rsidP="007B6A46">
      <w:r>
        <w:t>764.6721</w:t>
      </w:r>
      <w:r>
        <w:tab/>
        <w:t>1.013e0</w:t>
      </w:r>
    </w:p>
    <w:p w:rsidR="007B6A46" w:rsidRDefault="007B6A46" w:rsidP="007B6A46">
      <w:r>
        <w:t>764.8143</w:t>
      </w:r>
      <w:r>
        <w:tab/>
        <w:t>1.013e0</w:t>
      </w:r>
    </w:p>
    <w:p w:rsidR="007B6A46" w:rsidRDefault="007B6A46" w:rsidP="007B6A46">
      <w:r>
        <w:t>764.8255</w:t>
      </w:r>
      <w:r>
        <w:tab/>
        <w:t>2.025e0</w:t>
      </w:r>
    </w:p>
    <w:p w:rsidR="007B6A46" w:rsidRDefault="007B6A46" w:rsidP="007B6A46">
      <w:r>
        <w:t>764.8436</w:t>
      </w:r>
      <w:r>
        <w:tab/>
        <w:t>2.025e0</w:t>
      </w:r>
    </w:p>
    <w:p w:rsidR="007B6A46" w:rsidRDefault="007B6A46" w:rsidP="007B6A46">
      <w:r>
        <w:t>764.9187</w:t>
      </w:r>
      <w:r>
        <w:tab/>
        <w:t>1.013e0</w:t>
      </w:r>
    </w:p>
    <w:p w:rsidR="007B6A46" w:rsidRDefault="007B6A46" w:rsidP="007B6A46">
      <w:r>
        <w:t>765.0082</w:t>
      </w:r>
      <w:r>
        <w:tab/>
        <w:t>1.013e0</w:t>
      </w:r>
    </w:p>
    <w:p w:rsidR="007B6A46" w:rsidRDefault="007B6A46" w:rsidP="007B6A46">
      <w:r>
        <w:t>765.0341</w:t>
      </w:r>
      <w:r>
        <w:tab/>
        <w:t>1.013e0</w:t>
      </w:r>
    </w:p>
    <w:p w:rsidR="007B6A46" w:rsidRDefault="007B6A46" w:rsidP="007B6A46">
      <w:r>
        <w:t>765.0599</w:t>
      </w:r>
      <w:r>
        <w:tab/>
        <w:t>1.013e0</w:t>
      </w:r>
    </w:p>
    <w:p w:rsidR="007B6A46" w:rsidRDefault="007B6A46" w:rsidP="007B6A46">
      <w:r>
        <w:t>765.2797</w:t>
      </w:r>
      <w:r>
        <w:tab/>
        <w:t>1.013e0</w:t>
      </w:r>
    </w:p>
    <w:p w:rsidR="007B6A46" w:rsidRDefault="007B6A46" w:rsidP="007B6A46">
      <w:r>
        <w:t>765.3302</w:t>
      </w:r>
      <w:r>
        <w:tab/>
        <w:t>1.013e0</w:t>
      </w:r>
    </w:p>
    <w:p w:rsidR="007B6A46" w:rsidRDefault="007B6A46" w:rsidP="007B6A46">
      <w:r>
        <w:t>765.3528</w:t>
      </w:r>
      <w:r>
        <w:tab/>
        <w:t>2.025e0</w:t>
      </w:r>
    </w:p>
    <w:p w:rsidR="007B6A46" w:rsidRDefault="007B6A46" w:rsidP="007B6A46">
      <w:r>
        <w:t>765.3610</w:t>
      </w:r>
      <w:r>
        <w:tab/>
        <w:t>3.038e0</w:t>
      </w:r>
    </w:p>
    <w:p w:rsidR="007B6A46" w:rsidRDefault="007B6A46" w:rsidP="007B6A46">
      <w:r>
        <w:t>765.3956</w:t>
      </w:r>
      <w:r>
        <w:tab/>
        <w:t>1.013e0</w:t>
      </w:r>
    </w:p>
    <w:p w:rsidR="007B6A46" w:rsidRDefault="007B6A46" w:rsidP="007B6A46">
      <w:r>
        <w:lastRenderedPageBreak/>
        <w:t>765.4149</w:t>
      </w:r>
      <w:r>
        <w:tab/>
        <w:t>2.025e0</w:t>
      </w:r>
    </w:p>
    <w:p w:rsidR="007B6A46" w:rsidRDefault="007B6A46" w:rsidP="007B6A46">
      <w:r>
        <w:t>765.4478</w:t>
      </w:r>
      <w:r>
        <w:tab/>
        <w:t>2.025e0</w:t>
      </w:r>
    </w:p>
    <w:p w:rsidR="007B6A46" w:rsidRDefault="007B6A46" w:rsidP="007B6A46">
      <w:r>
        <w:t>765.5113</w:t>
      </w:r>
      <w:r>
        <w:tab/>
        <w:t>1.013e0</w:t>
      </w:r>
    </w:p>
    <w:p w:rsidR="007B6A46" w:rsidRDefault="007B6A46" w:rsidP="007B6A46">
      <w:r>
        <w:t>765.5517</w:t>
      </w:r>
      <w:r>
        <w:tab/>
        <w:t>4.244e0</w:t>
      </w:r>
    </w:p>
    <w:p w:rsidR="007B6A46" w:rsidRDefault="007B6A46" w:rsidP="007B6A46">
      <w:r>
        <w:t>765.5848</w:t>
      </w:r>
      <w:r>
        <w:tab/>
        <w:t>1.013e0</w:t>
      </w:r>
    </w:p>
    <w:p w:rsidR="007B6A46" w:rsidRDefault="007B6A46" w:rsidP="007B6A46">
      <w:r>
        <w:t>765.5889</w:t>
      </w:r>
      <w:r>
        <w:tab/>
        <w:t>1.013e0</w:t>
      </w:r>
    </w:p>
    <w:p w:rsidR="007B6A46" w:rsidRDefault="007B6A46" w:rsidP="007B6A46">
      <w:r>
        <w:t>765.6006</w:t>
      </w:r>
      <w:r>
        <w:tab/>
        <w:t>2.025e0</w:t>
      </w:r>
    </w:p>
    <w:p w:rsidR="007B6A46" w:rsidRDefault="007B6A46" w:rsidP="007B6A46">
      <w:r>
        <w:t>765.6548</w:t>
      </w:r>
      <w:r>
        <w:tab/>
        <w:t>1.013e0</w:t>
      </w:r>
    </w:p>
    <w:p w:rsidR="007B6A46" w:rsidRDefault="007B6A46" w:rsidP="007B6A46">
      <w:r>
        <w:t>765.7261</w:t>
      </w:r>
      <w:r>
        <w:tab/>
        <w:t>2.025e0</w:t>
      </w:r>
    </w:p>
    <w:p w:rsidR="007B6A46" w:rsidRDefault="007B6A46" w:rsidP="007B6A46">
      <w:r>
        <w:t>765.8231</w:t>
      </w:r>
      <w:r>
        <w:tab/>
        <w:t>1.013e0</w:t>
      </w:r>
    </w:p>
    <w:p w:rsidR="007B6A46" w:rsidRDefault="007B6A46" w:rsidP="007B6A46">
      <w:r>
        <w:t>765.9266</w:t>
      </w:r>
      <w:r>
        <w:tab/>
        <w:t>2.025e0</w:t>
      </w:r>
    </w:p>
    <w:p w:rsidR="007B6A46" w:rsidRDefault="007B6A46" w:rsidP="007B6A46">
      <w:r>
        <w:t>765.9413</w:t>
      </w:r>
      <w:r>
        <w:tab/>
        <w:t>1.013e0</w:t>
      </w:r>
    </w:p>
    <w:p w:rsidR="007B6A46" w:rsidRDefault="007B6A46" w:rsidP="007B6A46">
      <w:r>
        <w:t>765.9425</w:t>
      </w:r>
      <w:r>
        <w:tab/>
        <w:t>1.013e0</w:t>
      </w:r>
    </w:p>
    <w:p w:rsidR="007B6A46" w:rsidRDefault="007B6A46" w:rsidP="007B6A46">
      <w:r>
        <w:t>766.0954</w:t>
      </w:r>
      <w:r>
        <w:tab/>
        <w:t>1.013e0</w:t>
      </w:r>
    </w:p>
    <w:p w:rsidR="007B6A46" w:rsidRDefault="007B6A46" w:rsidP="007B6A46">
      <w:r>
        <w:t>766.1725</w:t>
      </w:r>
      <w:r>
        <w:tab/>
        <w:t>1.013e0</w:t>
      </w:r>
    </w:p>
    <w:p w:rsidR="007B6A46" w:rsidRDefault="007B6A46" w:rsidP="007B6A46">
      <w:r>
        <w:t>766.1984</w:t>
      </w:r>
      <w:r>
        <w:tab/>
        <w:t>1.013e0</w:t>
      </w:r>
    </w:p>
    <w:p w:rsidR="007B6A46" w:rsidRDefault="007B6A46" w:rsidP="007B6A46">
      <w:r>
        <w:t>766.2834</w:t>
      </w:r>
      <w:r>
        <w:tab/>
        <w:t>1.013e0</w:t>
      </w:r>
    </w:p>
    <w:p w:rsidR="007B6A46" w:rsidRDefault="007B6A46" w:rsidP="007B6A46">
      <w:r>
        <w:t>766.3966</w:t>
      </w:r>
      <w:r>
        <w:tab/>
        <w:t>2.025e0</w:t>
      </w:r>
    </w:p>
    <w:p w:rsidR="007B6A46" w:rsidRDefault="007B6A46" w:rsidP="007B6A46">
      <w:r>
        <w:t>766.4024</w:t>
      </w:r>
      <w:r>
        <w:tab/>
        <w:t>2.025e0</w:t>
      </w:r>
    </w:p>
    <w:p w:rsidR="007B6A46" w:rsidRDefault="007B6A46" w:rsidP="007B6A46">
      <w:r>
        <w:lastRenderedPageBreak/>
        <w:t>766.4173</w:t>
      </w:r>
      <w:r>
        <w:tab/>
        <w:t>2.025e0</w:t>
      </w:r>
    </w:p>
    <w:p w:rsidR="007B6A46" w:rsidRDefault="007B6A46" w:rsidP="007B6A46">
      <w:r>
        <w:t>766.4380</w:t>
      </w:r>
      <w:r>
        <w:tab/>
        <w:t>3.038e0</w:t>
      </w:r>
    </w:p>
    <w:p w:rsidR="007B6A46" w:rsidRDefault="007B6A46" w:rsidP="007B6A46">
      <w:r>
        <w:t>766.4703</w:t>
      </w:r>
      <w:r>
        <w:tab/>
        <w:t>1.013e0</w:t>
      </w:r>
    </w:p>
    <w:p w:rsidR="007B6A46" w:rsidRDefault="007B6A46" w:rsidP="007B6A46">
      <w:r>
        <w:t>766.5139</w:t>
      </w:r>
      <w:r>
        <w:tab/>
        <w:t>2.181e0</w:t>
      </w:r>
    </w:p>
    <w:p w:rsidR="007B6A46" w:rsidRDefault="007B6A46" w:rsidP="007B6A46">
      <w:r>
        <w:t>766.5221</w:t>
      </w:r>
      <w:r>
        <w:tab/>
        <w:t>1.013e0</w:t>
      </w:r>
    </w:p>
    <w:p w:rsidR="007B6A46" w:rsidRDefault="007B6A46" w:rsidP="007B6A46">
      <w:r>
        <w:t>766.5445</w:t>
      </w:r>
      <w:r>
        <w:tab/>
        <w:t>3.038e0</w:t>
      </w:r>
    </w:p>
    <w:p w:rsidR="007B6A46" w:rsidRDefault="007B6A46" w:rsidP="007B6A46">
      <w:r>
        <w:t>766.5464</w:t>
      </w:r>
      <w:r>
        <w:tab/>
        <w:t>5.063e0</w:t>
      </w:r>
    </w:p>
    <w:p w:rsidR="007B6A46" w:rsidRDefault="007B6A46" w:rsidP="007B6A46">
      <w:r>
        <w:t>766.5549</w:t>
      </w:r>
      <w:r>
        <w:tab/>
        <w:t>1.013e0</w:t>
      </w:r>
    </w:p>
    <w:p w:rsidR="007B6A46" w:rsidRDefault="007B6A46" w:rsidP="007B6A46">
      <w:r>
        <w:t>766.6398</w:t>
      </w:r>
      <w:r>
        <w:tab/>
        <w:t>1.013e0</w:t>
      </w:r>
    </w:p>
    <w:p w:rsidR="007B6A46" w:rsidRDefault="007B6A46" w:rsidP="007B6A46">
      <w:r>
        <w:t>766.6517</w:t>
      </w:r>
      <w:r>
        <w:tab/>
        <w:t>1.013e0</w:t>
      </w:r>
    </w:p>
    <w:p w:rsidR="007B6A46" w:rsidRDefault="007B6A46" w:rsidP="007B6A46">
      <w:r>
        <w:t>766.6776</w:t>
      </w:r>
      <w:r>
        <w:tab/>
        <w:t>1.013e0</w:t>
      </w:r>
    </w:p>
    <w:p w:rsidR="007B6A46" w:rsidRDefault="007B6A46" w:rsidP="007B6A46">
      <w:r>
        <w:t>766.8318</w:t>
      </w:r>
      <w:r>
        <w:tab/>
        <w:t>1.013e0</w:t>
      </w:r>
    </w:p>
    <w:p w:rsidR="007B6A46" w:rsidRDefault="007B6A46" w:rsidP="007B6A46">
      <w:r>
        <w:t>766.9484</w:t>
      </w:r>
      <w:r>
        <w:tab/>
        <w:t>1.013e0</w:t>
      </w:r>
    </w:p>
    <w:p w:rsidR="007B6A46" w:rsidRDefault="007B6A46" w:rsidP="007B6A46">
      <w:r>
        <w:t>766.9808</w:t>
      </w:r>
      <w:r>
        <w:tab/>
        <w:t>1.013e0</w:t>
      </w:r>
    </w:p>
    <w:p w:rsidR="007B6A46" w:rsidRDefault="007B6A46" w:rsidP="007B6A46">
      <w:r>
        <w:t>767.0403</w:t>
      </w:r>
      <w:r>
        <w:tab/>
        <w:t>1.013e0</w:t>
      </w:r>
    </w:p>
    <w:p w:rsidR="007B6A46" w:rsidRDefault="007B6A46" w:rsidP="007B6A46">
      <w:r>
        <w:t>767.1688</w:t>
      </w:r>
      <w:r>
        <w:tab/>
        <w:t>1.013e0</w:t>
      </w:r>
    </w:p>
    <w:p w:rsidR="007B6A46" w:rsidRDefault="007B6A46" w:rsidP="007B6A46">
      <w:r>
        <w:t>767.1700</w:t>
      </w:r>
      <w:r>
        <w:tab/>
        <w:t>1.013e0</w:t>
      </w:r>
    </w:p>
    <w:p w:rsidR="007B6A46" w:rsidRDefault="007B6A46" w:rsidP="007B6A46">
      <w:r>
        <w:t>767.3685</w:t>
      </w:r>
      <w:r>
        <w:tab/>
        <w:t>2.025e0</w:t>
      </w:r>
    </w:p>
    <w:p w:rsidR="007B6A46" w:rsidRDefault="007B6A46" w:rsidP="007B6A46">
      <w:r>
        <w:t>767.3697</w:t>
      </w:r>
      <w:r>
        <w:tab/>
        <w:t>2.025e0</w:t>
      </w:r>
    </w:p>
    <w:p w:rsidR="007B6A46" w:rsidRDefault="007B6A46" w:rsidP="007B6A46">
      <w:r>
        <w:lastRenderedPageBreak/>
        <w:t>767.3812</w:t>
      </w:r>
      <w:r>
        <w:tab/>
        <w:t>3.038e0</w:t>
      </w:r>
    </w:p>
    <w:p w:rsidR="007B6A46" w:rsidRDefault="007B6A46" w:rsidP="007B6A46">
      <w:r>
        <w:t>767.4163</w:t>
      </w:r>
      <w:r>
        <w:tab/>
        <w:t>2.025e0</w:t>
      </w:r>
    </w:p>
    <w:p w:rsidR="007B6A46" w:rsidRDefault="007B6A46" w:rsidP="007B6A46">
      <w:r>
        <w:t>767.4323</w:t>
      </w:r>
      <w:r>
        <w:tab/>
        <w:t>2.025e0</w:t>
      </w:r>
    </w:p>
    <w:p w:rsidR="007B6A46" w:rsidRDefault="007B6A46" w:rsidP="007B6A46">
      <w:r>
        <w:t>767.4590</w:t>
      </w:r>
      <w:r>
        <w:tab/>
        <w:t>1.013e0</w:t>
      </w:r>
    </w:p>
    <w:p w:rsidR="007B6A46" w:rsidRDefault="007B6A46" w:rsidP="007B6A46">
      <w:r>
        <w:t>767.5250</w:t>
      </w:r>
      <w:r>
        <w:tab/>
        <w:t>4.646e0</w:t>
      </w:r>
    </w:p>
    <w:p w:rsidR="007B6A46" w:rsidRDefault="007B6A46" w:rsidP="007B6A46">
      <w:r>
        <w:t>767.6107</w:t>
      </w:r>
      <w:r>
        <w:tab/>
        <w:t>1.013e0</w:t>
      </w:r>
    </w:p>
    <w:p w:rsidR="007B6A46" w:rsidRDefault="007B6A46" w:rsidP="007B6A46">
      <w:r>
        <w:t>767.6405</w:t>
      </w:r>
      <w:r>
        <w:tab/>
        <w:t>2.025e0</w:t>
      </w:r>
    </w:p>
    <w:p w:rsidR="007B6A46" w:rsidRDefault="007B6A46" w:rsidP="007B6A46">
      <w:r>
        <w:t>767.6757</w:t>
      </w:r>
      <w:r>
        <w:tab/>
        <w:t>1.013e0</w:t>
      </w:r>
    </w:p>
    <w:p w:rsidR="007B6A46" w:rsidRDefault="007B6A46" w:rsidP="007B6A46">
      <w:r>
        <w:t>767.6977</w:t>
      </w:r>
      <w:r>
        <w:tab/>
        <w:t>1.013e0</w:t>
      </w:r>
    </w:p>
    <w:p w:rsidR="007B6A46" w:rsidRDefault="007B6A46" w:rsidP="007B6A46">
      <w:r>
        <w:t>767.7004</w:t>
      </w:r>
      <w:r>
        <w:tab/>
        <w:t>1.013e0</w:t>
      </w:r>
    </w:p>
    <w:p w:rsidR="007B6A46" w:rsidRDefault="007B6A46" w:rsidP="007B6A46">
      <w:r>
        <w:t>767.7133</w:t>
      </w:r>
      <w:r>
        <w:tab/>
        <w:t>1.013e0</w:t>
      </w:r>
    </w:p>
    <w:p w:rsidR="007B6A46" w:rsidRDefault="007B6A46" w:rsidP="007B6A46">
      <w:r>
        <w:t>767.7275</w:t>
      </w:r>
      <w:r>
        <w:tab/>
        <w:t>1.013e0</w:t>
      </w:r>
    </w:p>
    <w:p w:rsidR="007B6A46" w:rsidRDefault="007B6A46" w:rsidP="007B6A46">
      <w:r>
        <w:t>767.8187</w:t>
      </w:r>
      <w:r>
        <w:tab/>
        <w:t>4.051e0</w:t>
      </w:r>
    </w:p>
    <w:p w:rsidR="007B6A46" w:rsidRDefault="007B6A46" w:rsidP="007B6A46">
      <w:r>
        <w:t>767.8301</w:t>
      </w:r>
      <w:r>
        <w:tab/>
        <w:t>1.013e0</w:t>
      </w:r>
    </w:p>
    <w:p w:rsidR="007B6A46" w:rsidRDefault="007B6A46" w:rsidP="007B6A46">
      <w:r>
        <w:t>767.8313</w:t>
      </w:r>
      <w:r>
        <w:tab/>
        <w:t>1.013e0</w:t>
      </w:r>
    </w:p>
    <w:p w:rsidR="007B6A46" w:rsidRDefault="007B6A46" w:rsidP="007B6A46">
      <w:r>
        <w:t>768.0042</w:t>
      </w:r>
      <w:r>
        <w:tab/>
        <w:t>1.013e0</w:t>
      </w:r>
    </w:p>
    <w:p w:rsidR="007B6A46" w:rsidRDefault="007B6A46" w:rsidP="007B6A46">
      <w:r>
        <w:t>768.0552</w:t>
      </w:r>
      <w:r>
        <w:tab/>
        <w:t>1.013e0</w:t>
      </w:r>
    </w:p>
    <w:p w:rsidR="007B6A46" w:rsidRDefault="007B6A46" w:rsidP="007B6A46">
      <w:r>
        <w:t>768.1038</w:t>
      </w:r>
      <w:r>
        <w:tab/>
        <w:t>1.013e0</w:t>
      </w:r>
    </w:p>
    <w:p w:rsidR="007B6A46" w:rsidRDefault="007B6A46" w:rsidP="007B6A46">
      <w:r>
        <w:t>768.1274</w:t>
      </w:r>
      <w:r>
        <w:tab/>
        <w:t>2.025e0</w:t>
      </w:r>
    </w:p>
    <w:p w:rsidR="007B6A46" w:rsidRDefault="007B6A46" w:rsidP="007B6A46">
      <w:r>
        <w:lastRenderedPageBreak/>
        <w:t>768.1907</w:t>
      </w:r>
      <w:r>
        <w:tab/>
        <w:t>1.013e0</w:t>
      </w:r>
    </w:p>
    <w:p w:rsidR="007B6A46" w:rsidRDefault="007B6A46" w:rsidP="007B6A46">
      <w:r>
        <w:t>768.2595</w:t>
      </w:r>
      <w:r>
        <w:tab/>
        <w:t>1.013e0</w:t>
      </w:r>
    </w:p>
    <w:p w:rsidR="007B6A46" w:rsidRDefault="007B6A46" w:rsidP="007B6A46">
      <w:r>
        <w:t>768.3191</w:t>
      </w:r>
      <w:r>
        <w:tab/>
        <w:t>5.063e0</w:t>
      </w:r>
    </w:p>
    <w:p w:rsidR="007B6A46" w:rsidRDefault="007B6A46" w:rsidP="007B6A46">
      <w:r>
        <w:t>768.3266</w:t>
      </w:r>
      <w:r>
        <w:tab/>
        <w:t>1.013e0</w:t>
      </w:r>
    </w:p>
    <w:p w:rsidR="007B6A46" w:rsidRDefault="007B6A46" w:rsidP="007B6A46">
      <w:r>
        <w:t>768.3763</w:t>
      </w:r>
      <w:r>
        <w:tab/>
        <w:t>2.025e0</w:t>
      </w:r>
    </w:p>
    <w:p w:rsidR="007B6A46" w:rsidRDefault="007B6A46" w:rsidP="007B6A46">
      <w:r>
        <w:t>768.3796</w:t>
      </w:r>
      <w:r>
        <w:tab/>
        <w:t>5.063e0</w:t>
      </w:r>
    </w:p>
    <w:p w:rsidR="007B6A46" w:rsidRDefault="007B6A46" w:rsidP="007B6A46">
      <w:r>
        <w:t>768.4071</w:t>
      </w:r>
      <w:r>
        <w:tab/>
        <w:t>2.025e0</w:t>
      </w:r>
    </w:p>
    <w:p w:rsidR="007B6A46" w:rsidRDefault="007B6A46" w:rsidP="007B6A46">
      <w:r>
        <w:t>768.4107</w:t>
      </w:r>
      <w:r>
        <w:tab/>
        <w:t>4.051e0</w:t>
      </w:r>
    </w:p>
    <w:p w:rsidR="007B6A46" w:rsidRDefault="007B6A46" w:rsidP="007B6A46">
      <w:r>
        <w:t>768.4508</w:t>
      </w:r>
      <w:r>
        <w:tab/>
        <w:t>2.025e0</w:t>
      </w:r>
    </w:p>
    <w:p w:rsidR="007B6A46" w:rsidRDefault="007B6A46" w:rsidP="007B6A46">
      <w:r>
        <w:t>768.5303</w:t>
      </w:r>
      <w:r>
        <w:tab/>
        <w:t>1.215e1</w:t>
      </w:r>
    </w:p>
    <w:p w:rsidR="007B6A46" w:rsidRDefault="007B6A46" w:rsidP="007B6A46">
      <w:r>
        <w:t>768.5489</w:t>
      </w:r>
      <w:r>
        <w:tab/>
        <w:t>7.089e0</w:t>
      </w:r>
    </w:p>
    <w:p w:rsidR="007B6A46" w:rsidRDefault="007B6A46" w:rsidP="007B6A46">
      <w:r>
        <w:t>768.5584</w:t>
      </w:r>
      <w:r>
        <w:tab/>
        <w:t>1.055e1</w:t>
      </w:r>
    </w:p>
    <w:p w:rsidR="007B6A46" w:rsidRDefault="007B6A46" w:rsidP="007B6A46">
      <w:r>
        <w:t>768.5841</w:t>
      </w:r>
      <w:r>
        <w:tab/>
        <w:t>3.038e0</w:t>
      </w:r>
    </w:p>
    <w:p w:rsidR="007B6A46" w:rsidRDefault="007B6A46" w:rsidP="007B6A46">
      <w:r>
        <w:t>768.6686</w:t>
      </w:r>
      <w:r>
        <w:tab/>
        <w:t>1.013e0</w:t>
      </w:r>
    </w:p>
    <w:p w:rsidR="007B6A46" w:rsidRDefault="007B6A46" w:rsidP="007B6A46">
      <w:r>
        <w:t>768.7257</w:t>
      </w:r>
      <w:r>
        <w:tab/>
        <w:t>2.025e0</w:t>
      </w:r>
    </w:p>
    <w:p w:rsidR="007B6A46" w:rsidRDefault="007B6A46" w:rsidP="007B6A46">
      <w:r>
        <w:t>768.7334</w:t>
      </w:r>
      <w:r>
        <w:tab/>
        <w:t>2.025e0</w:t>
      </w:r>
    </w:p>
    <w:p w:rsidR="007B6A46" w:rsidRDefault="007B6A46" w:rsidP="007B6A46">
      <w:r>
        <w:t>768.7387</w:t>
      </w:r>
      <w:r>
        <w:tab/>
        <w:t>1.013e0</w:t>
      </w:r>
    </w:p>
    <w:p w:rsidR="007B6A46" w:rsidRDefault="007B6A46" w:rsidP="007B6A46">
      <w:r>
        <w:t>768.9007</w:t>
      </w:r>
      <w:r>
        <w:tab/>
        <w:t>2.025e0</w:t>
      </w:r>
    </w:p>
    <w:p w:rsidR="007B6A46" w:rsidRDefault="007B6A46" w:rsidP="007B6A46">
      <w:r>
        <w:t>768.9218</w:t>
      </w:r>
      <w:r>
        <w:tab/>
        <w:t>1.013e0</w:t>
      </w:r>
    </w:p>
    <w:p w:rsidR="007B6A46" w:rsidRDefault="007B6A46" w:rsidP="007B6A46">
      <w:r>
        <w:lastRenderedPageBreak/>
        <w:t>768.9420</w:t>
      </w:r>
      <w:r>
        <w:tab/>
        <w:t>3.038e0</w:t>
      </w:r>
    </w:p>
    <w:p w:rsidR="007B6A46" w:rsidRDefault="007B6A46" w:rsidP="007B6A46">
      <w:r>
        <w:t>768.9997</w:t>
      </w:r>
      <w:r>
        <w:tab/>
        <w:t>1.013e0</w:t>
      </w:r>
    </w:p>
    <w:p w:rsidR="007B6A46" w:rsidRDefault="007B6A46" w:rsidP="007B6A46">
      <w:r>
        <w:t>769.1686</w:t>
      </w:r>
      <w:r>
        <w:tab/>
        <w:t>1.013e0</w:t>
      </w:r>
    </w:p>
    <w:p w:rsidR="007B6A46" w:rsidRDefault="007B6A46" w:rsidP="007B6A46">
      <w:r>
        <w:t>769.1804</w:t>
      </w:r>
      <w:r>
        <w:tab/>
        <w:t>1.013e0</w:t>
      </w:r>
    </w:p>
    <w:p w:rsidR="007B6A46" w:rsidRDefault="007B6A46" w:rsidP="007B6A46">
      <w:r>
        <w:t>769.1946</w:t>
      </w:r>
      <w:r>
        <w:tab/>
        <w:t>1.013e0</w:t>
      </w:r>
    </w:p>
    <w:p w:rsidR="007B6A46" w:rsidRDefault="007B6A46" w:rsidP="007B6A46">
      <w:r>
        <w:t>769.3103</w:t>
      </w:r>
      <w:r>
        <w:tab/>
        <w:t>1.013e0</w:t>
      </w:r>
    </w:p>
    <w:p w:rsidR="007B6A46" w:rsidRDefault="007B6A46" w:rsidP="007B6A46">
      <w:r>
        <w:t>769.3623</w:t>
      </w:r>
      <w:r>
        <w:tab/>
        <w:t>1.013e0</w:t>
      </w:r>
    </w:p>
    <w:p w:rsidR="007B6A46" w:rsidRDefault="007B6A46" w:rsidP="007B6A46">
      <w:r>
        <w:t>769.3635</w:t>
      </w:r>
      <w:r>
        <w:tab/>
        <w:t>1.013e0</w:t>
      </w:r>
    </w:p>
    <w:p w:rsidR="007B6A46" w:rsidRDefault="007B6A46" w:rsidP="007B6A46">
      <w:r>
        <w:t>769.3669</w:t>
      </w:r>
      <w:r>
        <w:tab/>
        <w:t>1.013e0</w:t>
      </w:r>
    </w:p>
    <w:p w:rsidR="007B6A46" w:rsidRDefault="007B6A46" w:rsidP="007B6A46">
      <w:r>
        <w:t>769.4072</w:t>
      </w:r>
      <w:r>
        <w:tab/>
        <w:t>3.038e0</w:t>
      </w:r>
    </w:p>
    <w:p w:rsidR="007B6A46" w:rsidRDefault="007B6A46" w:rsidP="007B6A46">
      <w:r>
        <w:t>769.4713</w:t>
      </w:r>
      <w:r>
        <w:tab/>
        <w:t>3.038e0</w:t>
      </w:r>
    </w:p>
    <w:p w:rsidR="007B6A46" w:rsidRDefault="007B6A46" w:rsidP="007B6A46">
      <w:r>
        <w:t>769.5195</w:t>
      </w:r>
      <w:r>
        <w:tab/>
        <w:t>1.013e0</w:t>
      </w:r>
    </w:p>
    <w:p w:rsidR="007B6A46" w:rsidRDefault="007B6A46" w:rsidP="007B6A46">
      <w:r>
        <w:t>769.5389</w:t>
      </w:r>
      <w:r>
        <w:tab/>
        <w:t>6.822e0</w:t>
      </w:r>
    </w:p>
    <w:p w:rsidR="007B6A46" w:rsidRDefault="007B6A46" w:rsidP="007B6A46">
      <w:r>
        <w:t>769.5446</w:t>
      </w:r>
      <w:r>
        <w:tab/>
        <w:t>2.025e0</w:t>
      </w:r>
    </w:p>
    <w:p w:rsidR="007B6A46" w:rsidRDefault="007B6A46" w:rsidP="007B6A46">
      <w:r>
        <w:t>769.5709</w:t>
      </w:r>
      <w:r>
        <w:tab/>
        <w:t>5.063e0</w:t>
      </w:r>
    </w:p>
    <w:p w:rsidR="007B6A46" w:rsidRDefault="007B6A46" w:rsidP="007B6A46">
      <w:r>
        <w:t>769.6233</w:t>
      </w:r>
      <w:r>
        <w:tab/>
        <w:t>1.013e0</w:t>
      </w:r>
    </w:p>
    <w:p w:rsidR="007B6A46" w:rsidRDefault="007B6A46" w:rsidP="007B6A46">
      <w:r>
        <w:t>769.6381</w:t>
      </w:r>
      <w:r>
        <w:tab/>
        <w:t>2.025e0</w:t>
      </w:r>
    </w:p>
    <w:p w:rsidR="007B6A46" w:rsidRDefault="007B6A46" w:rsidP="007B6A46">
      <w:r>
        <w:t>769.6613</w:t>
      </w:r>
      <w:r>
        <w:tab/>
        <w:t>1.013e0</w:t>
      </w:r>
    </w:p>
    <w:p w:rsidR="007B6A46" w:rsidRDefault="007B6A46" w:rsidP="007B6A46">
      <w:r>
        <w:t>769.6729</w:t>
      </w:r>
      <w:r>
        <w:tab/>
        <w:t>1.013e0</w:t>
      </w:r>
    </w:p>
    <w:p w:rsidR="007B6A46" w:rsidRDefault="007B6A46" w:rsidP="007B6A46">
      <w:r>
        <w:lastRenderedPageBreak/>
        <w:t>769.7119</w:t>
      </w:r>
      <w:r>
        <w:tab/>
        <w:t>2.025e0</w:t>
      </w:r>
    </w:p>
    <w:p w:rsidR="007B6A46" w:rsidRDefault="007B6A46" w:rsidP="007B6A46">
      <w:r>
        <w:t>769.7398</w:t>
      </w:r>
      <w:r>
        <w:tab/>
        <w:t>1.013e0</w:t>
      </w:r>
    </w:p>
    <w:p w:rsidR="007B6A46" w:rsidRDefault="007B6A46" w:rsidP="007B6A46">
      <w:r>
        <w:t>769.7410</w:t>
      </w:r>
      <w:r>
        <w:tab/>
        <w:t>3.038e0</w:t>
      </w:r>
    </w:p>
    <w:p w:rsidR="007B6A46" w:rsidRDefault="007B6A46" w:rsidP="007B6A46">
      <w:r>
        <w:t>769.8055</w:t>
      </w:r>
      <w:r>
        <w:tab/>
        <w:t>1.013e0</w:t>
      </w:r>
    </w:p>
    <w:p w:rsidR="007B6A46" w:rsidRDefault="007B6A46" w:rsidP="007B6A46">
      <w:r>
        <w:t>769.9465</w:t>
      </w:r>
      <w:r>
        <w:tab/>
        <w:t>1.013e0</w:t>
      </w:r>
    </w:p>
    <w:p w:rsidR="007B6A46" w:rsidRDefault="007B6A46" w:rsidP="007B6A46">
      <w:r>
        <w:t>769.9749</w:t>
      </w:r>
      <w:r>
        <w:tab/>
        <w:t>2.025e0</w:t>
      </w:r>
    </w:p>
    <w:p w:rsidR="007B6A46" w:rsidRDefault="007B6A46" w:rsidP="007B6A46">
      <w:r>
        <w:t>769.9790</w:t>
      </w:r>
      <w:r>
        <w:tab/>
        <w:t>1.013e0</w:t>
      </w:r>
    </w:p>
    <w:p w:rsidR="007B6A46" w:rsidRDefault="007B6A46" w:rsidP="007B6A46">
      <w:r>
        <w:t>770.0994</w:t>
      </w:r>
      <w:r>
        <w:tab/>
        <w:t>2.025e0</w:t>
      </w:r>
    </w:p>
    <w:p w:rsidR="007B6A46" w:rsidRDefault="007B6A46" w:rsidP="007B6A46">
      <w:r>
        <w:t>770.2357</w:t>
      </w:r>
      <w:r>
        <w:tab/>
        <w:t>2.025e0</w:t>
      </w:r>
    </w:p>
    <w:p w:rsidR="007B6A46" w:rsidRDefault="007B6A46" w:rsidP="007B6A46">
      <w:r>
        <w:t>770.2867</w:t>
      </w:r>
      <w:r>
        <w:tab/>
        <w:t>2.025e0</w:t>
      </w:r>
    </w:p>
    <w:p w:rsidR="007B6A46" w:rsidRDefault="007B6A46" w:rsidP="007B6A46">
      <w:r>
        <w:t>770.3649</w:t>
      </w:r>
      <w:r>
        <w:tab/>
        <w:t>1.013e0</w:t>
      </w:r>
    </w:p>
    <w:p w:rsidR="007B6A46" w:rsidRDefault="007B6A46" w:rsidP="007B6A46">
      <w:r>
        <w:t>770.3887</w:t>
      </w:r>
      <w:r>
        <w:tab/>
        <w:t>3.038e0</w:t>
      </w:r>
    </w:p>
    <w:p w:rsidR="007B6A46" w:rsidRDefault="007B6A46" w:rsidP="007B6A46">
      <w:r>
        <w:t>770.4218</w:t>
      </w:r>
      <w:r>
        <w:tab/>
        <w:t>1.013e0</w:t>
      </w:r>
    </w:p>
    <w:p w:rsidR="007B6A46" w:rsidRDefault="007B6A46" w:rsidP="007B6A46">
      <w:r>
        <w:t>770.4826</w:t>
      </w:r>
      <w:r>
        <w:tab/>
        <w:t>2.025e0</w:t>
      </w:r>
    </w:p>
    <w:p w:rsidR="007B6A46" w:rsidRDefault="007B6A46" w:rsidP="007B6A46">
      <w:r>
        <w:t>770.5019</w:t>
      </w:r>
      <w:r>
        <w:tab/>
        <w:t>3.038e0</w:t>
      </w:r>
    </w:p>
    <w:p w:rsidR="007B6A46" w:rsidRDefault="007B6A46" w:rsidP="007B6A46">
      <w:r>
        <w:t>770.5264</w:t>
      </w:r>
      <w:r>
        <w:tab/>
        <w:t>2.025e0</w:t>
      </w:r>
    </w:p>
    <w:p w:rsidR="007B6A46" w:rsidRDefault="007B6A46" w:rsidP="007B6A46">
      <w:r>
        <w:t>770.5422</w:t>
      </w:r>
      <w:r>
        <w:tab/>
        <w:t>1.013e0</w:t>
      </w:r>
    </w:p>
    <w:p w:rsidR="007B6A46" w:rsidRDefault="007B6A46" w:rsidP="007B6A46">
      <w:r>
        <w:t>770.5460</w:t>
      </w:r>
      <w:r>
        <w:tab/>
        <w:t>2.025e0</w:t>
      </w:r>
    </w:p>
    <w:p w:rsidR="007B6A46" w:rsidRDefault="007B6A46" w:rsidP="007B6A46">
      <w:r>
        <w:t>770.6057</w:t>
      </w:r>
      <w:r>
        <w:tab/>
        <w:t>2.025e0</w:t>
      </w:r>
    </w:p>
    <w:p w:rsidR="007B6A46" w:rsidRDefault="007B6A46" w:rsidP="007B6A46">
      <w:r>
        <w:lastRenderedPageBreak/>
        <w:t>770.6268</w:t>
      </w:r>
      <w:r>
        <w:tab/>
        <w:t>2.025e0</w:t>
      </w:r>
    </w:p>
    <w:p w:rsidR="007B6A46" w:rsidRDefault="007B6A46" w:rsidP="007B6A46">
      <w:r>
        <w:t>770.6891</w:t>
      </w:r>
      <w:r>
        <w:tab/>
        <w:t>1.013e0</w:t>
      </w:r>
    </w:p>
    <w:p w:rsidR="007B6A46" w:rsidRDefault="007B6A46" w:rsidP="007B6A46">
      <w:r>
        <w:t>770.8037</w:t>
      </w:r>
      <w:r>
        <w:tab/>
        <w:t>2.025e0</w:t>
      </w:r>
    </w:p>
    <w:p w:rsidR="007B6A46" w:rsidRDefault="007B6A46" w:rsidP="007B6A46">
      <w:r>
        <w:t>770.8147</w:t>
      </w:r>
      <w:r>
        <w:tab/>
        <w:t>1.013e0</w:t>
      </w:r>
    </w:p>
    <w:p w:rsidR="007B6A46" w:rsidRDefault="007B6A46" w:rsidP="007B6A46">
      <w:r>
        <w:t>770.8815</w:t>
      </w:r>
      <w:r>
        <w:tab/>
        <w:t>4.051e0</w:t>
      </w:r>
    </w:p>
    <w:p w:rsidR="007B6A46" w:rsidRDefault="007B6A46" w:rsidP="007B6A46">
      <w:r>
        <w:t>770.9346</w:t>
      </w:r>
      <w:r>
        <w:tab/>
        <w:t>2.025e0</w:t>
      </w:r>
    </w:p>
    <w:p w:rsidR="007B6A46" w:rsidRDefault="007B6A46" w:rsidP="007B6A46">
      <w:r>
        <w:t>771.0016</w:t>
      </w:r>
      <w:r>
        <w:tab/>
        <w:t>1.013e0</w:t>
      </w:r>
    </w:p>
    <w:p w:rsidR="007B6A46" w:rsidRDefault="007B6A46" w:rsidP="007B6A46">
      <w:r>
        <w:t>771.0361</w:t>
      </w:r>
      <w:r>
        <w:tab/>
        <w:t>1.013e0</w:t>
      </w:r>
    </w:p>
    <w:p w:rsidR="007B6A46" w:rsidRDefault="007B6A46" w:rsidP="007B6A46">
      <w:r>
        <w:t>771.0798</w:t>
      </w:r>
      <w:r>
        <w:tab/>
        <w:t>1.013e0</w:t>
      </w:r>
    </w:p>
    <w:p w:rsidR="007B6A46" w:rsidRDefault="007B6A46" w:rsidP="007B6A46">
      <w:r>
        <w:t>771.1193</w:t>
      </w:r>
      <w:r>
        <w:tab/>
        <w:t>1.013e0</w:t>
      </w:r>
    </w:p>
    <w:p w:rsidR="007B6A46" w:rsidRDefault="007B6A46" w:rsidP="007B6A46">
      <w:r>
        <w:t>771.1722</w:t>
      </w:r>
      <w:r>
        <w:tab/>
        <w:t>1.013e0</w:t>
      </w:r>
    </w:p>
    <w:p w:rsidR="007B6A46" w:rsidRDefault="007B6A46" w:rsidP="007B6A46">
      <w:r>
        <w:t>771.2052</w:t>
      </w:r>
      <w:r>
        <w:tab/>
        <w:t>2.025e0</w:t>
      </w:r>
    </w:p>
    <w:p w:rsidR="007B6A46" w:rsidRDefault="007B6A46" w:rsidP="007B6A46">
      <w:r>
        <w:t>771.2112</w:t>
      </w:r>
      <w:r>
        <w:tab/>
        <w:t>1.013e0</w:t>
      </w:r>
    </w:p>
    <w:p w:rsidR="007B6A46" w:rsidRDefault="007B6A46" w:rsidP="007B6A46">
      <w:r>
        <w:t>771.2447</w:t>
      </w:r>
      <w:r>
        <w:tab/>
        <w:t>2.025e0</w:t>
      </w:r>
    </w:p>
    <w:p w:rsidR="007B6A46" w:rsidRDefault="007B6A46" w:rsidP="007B6A46">
      <w:r>
        <w:t>771.2634</w:t>
      </w:r>
      <w:r>
        <w:tab/>
        <w:t>1.013e0</w:t>
      </w:r>
    </w:p>
    <w:p w:rsidR="007B6A46" w:rsidRDefault="007B6A46" w:rsidP="007B6A46">
      <w:r>
        <w:t>771.2648</w:t>
      </w:r>
      <w:r>
        <w:tab/>
        <w:t>2.025e0</w:t>
      </w:r>
    </w:p>
    <w:p w:rsidR="007B6A46" w:rsidRDefault="007B6A46" w:rsidP="007B6A46">
      <w:r>
        <w:t>771.3419</w:t>
      </w:r>
      <w:r>
        <w:tab/>
        <w:t>1.013e0</w:t>
      </w:r>
    </w:p>
    <w:p w:rsidR="007B6A46" w:rsidRDefault="007B6A46" w:rsidP="007B6A46">
      <w:r>
        <w:t>771.4127</w:t>
      </w:r>
      <w:r>
        <w:tab/>
        <w:t>3.038e0</w:t>
      </w:r>
    </w:p>
    <w:p w:rsidR="007B6A46" w:rsidRDefault="007B6A46" w:rsidP="007B6A46">
      <w:r>
        <w:t>771.4641</w:t>
      </w:r>
      <w:r>
        <w:tab/>
        <w:t>2.025e0</w:t>
      </w:r>
    </w:p>
    <w:p w:rsidR="007B6A46" w:rsidRDefault="007B6A46" w:rsidP="007B6A46">
      <w:r>
        <w:lastRenderedPageBreak/>
        <w:t>771.5256</w:t>
      </w:r>
      <w:r>
        <w:tab/>
        <w:t>3.038e0</w:t>
      </w:r>
    </w:p>
    <w:p w:rsidR="007B6A46" w:rsidRDefault="007B6A46" w:rsidP="007B6A46">
      <w:r>
        <w:t>771.5287</w:t>
      </w:r>
      <w:r>
        <w:tab/>
        <w:t>1.013e0</w:t>
      </w:r>
    </w:p>
    <w:p w:rsidR="007B6A46" w:rsidRDefault="007B6A46" w:rsidP="007B6A46">
      <w:r>
        <w:t>771.5944</w:t>
      </w:r>
      <w:r>
        <w:tab/>
        <w:t>2.025e0</w:t>
      </w:r>
    </w:p>
    <w:p w:rsidR="007B6A46" w:rsidRDefault="007B6A46" w:rsidP="007B6A46">
      <w:r>
        <w:t>771.6022</w:t>
      </w:r>
      <w:r>
        <w:tab/>
        <w:t>1.013e0</w:t>
      </w:r>
    </w:p>
    <w:p w:rsidR="007B6A46" w:rsidRDefault="007B6A46" w:rsidP="007B6A46">
      <w:r>
        <w:t>771.6514</w:t>
      </w:r>
      <w:r>
        <w:tab/>
        <w:t>3.038e0</w:t>
      </w:r>
    </w:p>
    <w:p w:rsidR="007B6A46" w:rsidRDefault="007B6A46" w:rsidP="007B6A46">
      <w:r>
        <w:t>771.7834</w:t>
      </w:r>
      <w:r>
        <w:tab/>
        <w:t>1.013e0</w:t>
      </w:r>
    </w:p>
    <w:p w:rsidR="007B6A46" w:rsidRDefault="007B6A46" w:rsidP="007B6A46">
      <w:r>
        <w:t>771.7977</w:t>
      </w:r>
      <w:r>
        <w:tab/>
        <w:t>2.025e0</w:t>
      </w:r>
    </w:p>
    <w:p w:rsidR="007B6A46" w:rsidRDefault="007B6A46" w:rsidP="007B6A46">
      <w:r>
        <w:t>771.8110</w:t>
      </w:r>
      <w:r>
        <w:tab/>
        <w:t>2.025e0</w:t>
      </w:r>
    </w:p>
    <w:p w:rsidR="007B6A46" w:rsidRDefault="007B6A46" w:rsidP="007B6A46">
      <w:r>
        <w:t>771.8486</w:t>
      </w:r>
      <w:r>
        <w:tab/>
        <w:t>1.013e0</w:t>
      </w:r>
    </w:p>
    <w:p w:rsidR="007B6A46" w:rsidRDefault="007B6A46" w:rsidP="007B6A46">
      <w:r>
        <w:t>771.9020</w:t>
      </w:r>
      <w:r>
        <w:tab/>
        <w:t>1.013e0</w:t>
      </w:r>
    </w:p>
    <w:p w:rsidR="007B6A46" w:rsidRDefault="007B6A46" w:rsidP="007B6A46">
      <w:r>
        <w:t>771.9043</w:t>
      </w:r>
      <w:r>
        <w:tab/>
        <w:t>1.013e0</w:t>
      </w:r>
    </w:p>
    <w:p w:rsidR="007B6A46" w:rsidRDefault="007B6A46" w:rsidP="007B6A46">
      <w:r>
        <w:t>771.9899</w:t>
      </w:r>
      <w:r>
        <w:tab/>
        <w:t>1.013e0</w:t>
      </w:r>
    </w:p>
    <w:p w:rsidR="007B6A46" w:rsidRDefault="007B6A46" w:rsidP="007B6A46">
      <w:r>
        <w:t>772.0504</w:t>
      </w:r>
      <w:r>
        <w:tab/>
        <w:t>2.025e0</w:t>
      </w:r>
    </w:p>
    <w:p w:rsidR="007B6A46" w:rsidRDefault="007B6A46" w:rsidP="007B6A46">
      <w:r>
        <w:t>772.0790</w:t>
      </w:r>
      <w:r>
        <w:tab/>
        <w:t>2.025e0</w:t>
      </w:r>
    </w:p>
    <w:p w:rsidR="007B6A46" w:rsidRDefault="007B6A46" w:rsidP="007B6A46">
      <w:r>
        <w:t>772.1753</w:t>
      </w:r>
      <w:r>
        <w:tab/>
        <w:t>3.038e0</w:t>
      </w:r>
    </w:p>
    <w:p w:rsidR="007B6A46" w:rsidRDefault="007B6A46" w:rsidP="007B6A46">
      <w:r>
        <w:t>772.2112</w:t>
      </w:r>
      <w:r>
        <w:tab/>
        <w:t>1.013e0</w:t>
      </w:r>
    </w:p>
    <w:p w:rsidR="007B6A46" w:rsidRDefault="007B6A46" w:rsidP="007B6A46">
      <w:r>
        <w:t>772.2183</w:t>
      </w:r>
      <w:r>
        <w:tab/>
        <w:t>2.025e0</w:t>
      </w:r>
    </w:p>
    <w:p w:rsidR="007B6A46" w:rsidRDefault="007B6A46" w:rsidP="007B6A46">
      <w:r>
        <w:t>772.2671</w:t>
      </w:r>
      <w:r>
        <w:tab/>
        <w:t>1.013e0</w:t>
      </w:r>
    </w:p>
    <w:p w:rsidR="007B6A46" w:rsidRDefault="007B6A46" w:rsidP="007B6A46">
      <w:r>
        <w:t>772.3193</w:t>
      </w:r>
      <w:r>
        <w:tab/>
        <w:t>1.013e0</w:t>
      </w:r>
    </w:p>
    <w:p w:rsidR="007B6A46" w:rsidRDefault="007B6A46" w:rsidP="007B6A46">
      <w:r>
        <w:lastRenderedPageBreak/>
        <w:t>772.3572</w:t>
      </w:r>
      <w:r>
        <w:tab/>
        <w:t>1.013e0</w:t>
      </w:r>
    </w:p>
    <w:p w:rsidR="007B6A46" w:rsidRDefault="007B6A46" w:rsidP="007B6A46">
      <w:r>
        <w:t>772.3584</w:t>
      </w:r>
      <w:r>
        <w:tab/>
        <w:t>1.013e0</w:t>
      </w:r>
    </w:p>
    <w:p w:rsidR="007B6A46" w:rsidRDefault="007B6A46" w:rsidP="007B6A46">
      <w:r>
        <w:t>772.3632</w:t>
      </w:r>
      <w:r>
        <w:tab/>
        <w:t>1.013e0</w:t>
      </w:r>
    </w:p>
    <w:p w:rsidR="007B6A46" w:rsidRDefault="007B6A46" w:rsidP="007B6A46">
      <w:r>
        <w:t>772.4302</w:t>
      </w:r>
      <w:r>
        <w:tab/>
        <w:t>2.025e0</w:t>
      </w:r>
    </w:p>
    <w:p w:rsidR="007B6A46" w:rsidRDefault="007B6A46" w:rsidP="007B6A46">
      <w:r>
        <w:t>772.4485</w:t>
      </w:r>
      <w:r>
        <w:tab/>
        <w:t>2.025e0</w:t>
      </w:r>
    </w:p>
    <w:p w:rsidR="007B6A46" w:rsidRDefault="007B6A46" w:rsidP="007B6A46">
      <w:r>
        <w:t>772.5427</w:t>
      </w:r>
      <w:r>
        <w:tab/>
        <w:t>3.038e0</w:t>
      </w:r>
    </w:p>
    <w:p w:rsidR="007B6A46" w:rsidRDefault="007B6A46" w:rsidP="007B6A46">
      <w:r>
        <w:t>772.5505</w:t>
      </w:r>
      <w:r>
        <w:tab/>
        <w:t>3.784e0</w:t>
      </w:r>
    </w:p>
    <w:p w:rsidR="007B6A46" w:rsidRDefault="007B6A46" w:rsidP="007B6A46">
      <w:r>
        <w:t>772.5790</w:t>
      </w:r>
      <w:r>
        <w:tab/>
        <w:t>1.013e0</w:t>
      </w:r>
    </w:p>
    <w:p w:rsidR="007B6A46" w:rsidRDefault="007B6A46" w:rsidP="007B6A46">
      <w:r>
        <w:t>772.6100</w:t>
      </w:r>
      <w:r>
        <w:tab/>
        <w:t>3.038e0</w:t>
      </w:r>
    </w:p>
    <w:p w:rsidR="007B6A46" w:rsidRDefault="007B6A46" w:rsidP="007B6A46">
      <w:r>
        <w:t>772.6865</w:t>
      </w:r>
      <w:r>
        <w:tab/>
        <w:t>1.013e0</w:t>
      </w:r>
    </w:p>
    <w:p w:rsidR="007B6A46" w:rsidRDefault="007B6A46" w:rsidP="007B6A46">
      <w:r>
        <w:t>772.8531</w:t>
      </w:r>
      <w:r>
        <w:tab/>
        <w:t>1.013e0</w:t>
      </w:r>
    </w:p>
    <w:p w:rsidR="007B6A46" w:rsidRDefault="007B6A46" w:rsidP="007B6A46">
      <w:r>
        <w:t>772.8568</w:t>
      </w:r>
      <w:r>
        <w:tab/>
        <w:t>1.013e0</w:t>
      </w:r>
    </w:p>
    <w:p w:rsidR="007B6A46" w:rsidRDefault="007B6A46" w:rsidP="007B6A46">
      <w:r>
        <w:t>772.8804</w:t>
      </w:r>
      <w:r>
        <w:tab/>
        <w:t>1.013e0</w:t>
      </w:r>
    </w:p>
    <w:p w:rsidR="007B6A46" w:rsidRDefault="007B6A46" w:rsidP="007B6A46">
      <w:r>
        <w:t>772.8929</w:t>
      </w:r>
      <w:r>
        <w:tab/>
        <w:t>1.013e0</w:t>
      </w:r>
    </w:p>
    <w:p w:rsidR="007B6A46" w:rsidRDefault="007B6A46" w:rsidP="007B6A46">
      <w:r>
        <w:t>772.9053</w:t>
      </w:r>
      <w:r>
        <w:tab/>
        <w:t>1.013e0</w:t>
      </w:r>
    </w:p>
    <w:p w:rsidR="007B6A46" w:rsidRDefault="007B6A46" w:rsidP="007B6A46">
      <w:r>
        <w:t>773.0097</w:t>
      </w:r>
      <w:r>
        <w:tab/>
        <w:t>1.013e0</w:t>
      </w:r>
    </w:p>
    <w:p w:rsidR="007B6A46" w:rsidRDefault="007B6A46" w:rsidP="007B6A46">
      <w:r>
        <w:t>773.0228</w:t>
      </w:r>
      <w:r>
        <w:tab/>
        <w:t>1.013e0</w:t>
      </w:r>
    </w:p>
    <w:p w:rsidR="007B6A46" w:rsidRDefault="007B6A46" w:rsidP="007B6A46">
      <w:r>
        <w:t>773.1273</w:t>
      </w:r>
      <w:r>
        <w:tab/>
        <w:t>1.013e0</w:t>
      </w:r>
    </w:p>
    <w:p w:rsidR="007B6A46" w:rsidRDefault="007B6A46" w:rsidP="007B6A46">
      <w:r>
        <w:t>773.3179</w:t>
      </w:r>
      <w:r>
        <w:tab/>
        <w:t>2.025e0</w:t>
      </w:r>
    </w:p>
    <w:p w:rsidR="007B6A46" w:rsidRDefault="007B6A46" w:rsidP="007B6A46">
      <w:r>
        <w:lastRenderedPageBreak/>
        <w:t>773.3362</w:t>
      </w:r>
      <w:r>
        <w:tab/>
        <w:t>1.013e0</w:t>
      </w:r>
    </w:p>
    <w:p w:rsidR="007B6A46" w:rsidRDefault="007B6A46" w:rsidP="007B6A46">
      <w:r>
        <w:t>773.3433</w:t>
      </w:r>
      <w:r>
        <w:tab/>
        <w:t>2.025e0</w:t>
      </w:r>
    </w:p>
    <w:p w:rsidR="007B6A46" w:rsidRDefault="007B6A46" w:rsidP="007B6A46">
      <w:r>
        <w:t>773.4484</w:t>
      </w:r>
      <w:r>
        <w:tab/>
        <w:t>2.025e0</w:t>
      </w:r>
    </w:p>
    <w:p w:rsidR="007B6A46" w:rsidRDefault="007B6A46" w:rsidP="007B6A46">
      <w:r>
        <w:t>773.4696</w:t>
      </w:r>
      <w:r>
        <w:tab/>
        <w:t>2.025e0</w:t>
      </w:r>
    </w:p>
    <w:p w:rsidR="007B6A46" w:rsidRDefault="007B6A46" w:rsidP="007B6A46">
      <w:r>
        <w:t>773.4881</w:t>
      </w:r>
      <w:r>
        <w:tab/>
        <w:t>1.013e0</w:t>
      </w:r>
    </w:p>
    <w:p w:rsidR="007B6A46" w:rsidRDefault="007B6A46" w:rsidP="007B6A46">
      <w:r>
        <w:t>773.5564</w:t>
      </w:r>
      <w:r>
        <w:tab/>
        <w:t>1.013e0</w:t>
      </w:r>
    </w:p>
    <w:p w:rsidR="007B6A46" w:rsidRDefault="007B6A46" w:rsidP="007B6A46">
      <w:r>
        <w:t>773.5987</w:t>
      </w:r>
      <w:r>
        <w:tab/>
        <w:t>1.013e0</w:t>
      </w:r>
    </w:p>
    <w:p w:rsidR="007B6A46" w:rsidRDefault="007B6A46" w:rsidP="007B6A46">
      <w:r>
        <w:t>773.6156</w:t>
      </w:r>
      <w:r>
        <w:tab/>
        <w:t>2.025e0</w:t>
      </w:r>
    </w:p>
    <w:p w:rsidR="007B6A46" w:rsidRDefault="007B6A46" w:rsidP="007B6A46">
      <w:r>
        <w:t>773.6583</w:t>
      </w:r>
      <w:r>
        <w:tab/>
        <w:t>2.025e0</w:t>
      </w:r>
    </w:p>
    <w:p w:rsidR="007B6A46" w:rsidRDefault="007B6A46" w:rsidP="007B6A46">
      <w:r>
        <w:t>773.7776</w:t>
      </w:r>
      <w:r>
        <w:tab/>
        <w:t>1.013e0</w:t>
      </w:r>
    </w:p>
    <w:p w:rsidR="007B6A46" w:rsidRDefault="007B6A46" w:rsidP="007B6A46">
      <w:r>
        <w:t>773.7816</w:t>
      </w:r>
      <w:r>
        <w:tab/>
        <w:t>1.013e0</w:t>
      </w:r>
    </w:p>
    <w:p w:rsidR="007B6A46" w:rsidRDefault="007B6A46" w:rsidP="007B6A46">
      <w:r>
        <w:t>773.8222</w:t>
      </w:r>
      <w:r>
        <w:tab/>
        <w:t>2.025e0</w:t>
      </w:r>
    </w:p>
    <w:p w:rsidR="007B6A46" w:rsidRDefault="007B6A46" w:rsidP="007B6A46">
      <w:r>
        <w:t>773.8469</w:t>
      </w:r>
      <w:r>
        <w:tab/>
        <w:t>1.013e0</w:t>
      </w:r>
    </w:p>
    <w:p w:rsidR="007B6A46" w:rsidRDefault="007B6A46" w:rsidP="007B6A46">
      <w:r>
        <w:t>773.8623</w:t>
      </w:r>
      <w:r>
        <w:tab/>
        <w:t>1.013e0</w:t>
      </w:r>
    </w:p>
    <w:p w:rsidR="007B6A46" w:rsidRDefault="007B6A46" w:rsidP="007B6A46">
      <w:r>
        <w:t>774.0953</w:t>
      </w:r>
      <w:r>
        <w:tab/>
        <w:t>1.013e0</w:t>
      </w:r>
    </w:p>
    <w:p w:rsidR="007B6A46" w:rsidRDefault="007B6A46" w:rsidP="007B6A46">
      <w:r>
        <w:t>774.1476</w:t>
      </w:r>
      <w:r>
        <w:tab/>
        <w:t>1.013e0</w:t>
      </w:r>
    </w:p>
    <w:p w:rsidR="007B6A46" w:rsidRDefault="007B6A46" w:rsidP="007B6A46">
      <w:r>
        <w:t>774.1508</w:t>
      </w:r>
      <w:r>
        <w:tab/>
        <w:t>1.013e0</w:t>
      </w:r>
    </w:p>
    <w:p w:rsidR="007B6A46" w:rsidRDefault="007B6A46" w:rsidP="007B6A46">
      <w:r>
        <w:t>774.2377</w:t>
      </w:r>
      <w:r>
        <w:tab/>
        <w:t>1.013e0</w:t>
      </w:r>
    </w:p>
    <w:p w:rsidR="007B6A46" w:rsidRDefault="007B6A46" w:rsidP="007B6A46">
      <w:r>
        <w:t>774.2444</w:t>
      </w:r>
      <w:r>
        <w:tab/>
        <w:t>2.025e0</w:t>
      </w:r>
    </w:p>
    <w:p w:rsidR="007B6A46" w:rsidRDefault="007B6A46" w:rsidP="007B6A46">
      <w:r>
        <w:lastRenderedPageBreak/>
        <w:t>774.2537</w:t>
      </w:r>
      <w:r>
        <w:tab/>
        <w:t>1.013e0</w:t>
      </w:r>
    </w:p>
    <w:p w:rsidR="007B6A46" w:rsidRDefault="007B6A46" w:rsidP="007B6A46">
      <w:r>
        <w:t>774.3556</w:t>
      </w:r>
      <w:r>
        <w:tab/>
        <w:t>1.013e0</w:t>
      </w:r>
    </w:p>
    <w:p w:rsidR="007B6A46" w:rsidRDefault="007B6A46" w:rsidP="007B6A46">
      <w:r>
        <w:t>774.3568</w:t>
      </w:r>
      <w:r>
        <w:tab/>
        <w:t>2.025e0</w:t>
      </w:r>
    </w:p>
    <w:p w:rsidR="007B6A46" w:rsidRDefault="007B6A46" w:rsidP="007B6A46">
      <w:r>
        <w:t>774.4067</w:t>
      </w:r>
      <w:r>
        <w:tab/>
        <w:t>1.013e0</w:t>
      </w:r>
    </w:p>
    <w:p w:rsidR="007B6A46" w:rsidRDefault="007B6A46" w:rsidP="007B6A46">
      <w:r>
        <w:t>774.4091</w:t>
      </w:r>
      <w:r>
        <w:tab/>
        <w:t>1.013e0</w:t>
      </w:r>
    </w:p>
    <w:p w:rsidR="007B6A46" w:rsidRDefault="007B6A46" w:rsidP="007B6A46">
      <w:r>
        <w:t>774.4222</w:t>
      </w:r>
      <w:r>
        <w:tab/>
        <w:t>1.013e0</w:t>
      </w:r>
    </w:p>
    <w:p w:rsidR="007B6A46" w:rsidRDefault="007B6A46" w:rsidP="007B6A46">
      <w:r>
        <w:t>774.4415</w:t>
      </w:r>
      <w:r>
        <w:tab/>
        <w:t>1.013e0</w:t>
      </w:r>
    </w:p>
    <w:p w:rsidR="007B6A46" w:rsidRDefault="007B6A46" w:rsidP="007B6A46">
      <w:r>
        <w:t>774.4811</w:t>
      </w:r>
      <w:r>
        <w:tab/>
        <w:t>2.025e0</w:t>
      </w:r>
    </w:p>
    <w:p w:rsidR="007B6A46" w:rsidRDefault="007B6A46" w:rsidP="007B6A46">
      <w:r>
        <w:t>774.4876</w:t>
      </w:r>
      <w:r>
        <w:tab/>
        <w:t>1.013e0</w:t>
      </w:r>
    </w:p>
    <w:p w:rsidR="007B6A46" w:rsidRDefault="007B6A46" w:rsidP="007B6A46">
      <w:r>
        <w:t>774.5268</w:t>
      </w:r>
      <w:r>
        <w:tab/>
        <w:t>1.013e0</w:t>
      </w:r>
    </w:p>
    <w:p w:rsidR="007B6A46" w:rsidRDefault="007B6A46" w:rsidP="007B6A46">
      <w:r>
        <w:t>774.5931</w:t>
      </w:r>
      <w:r>
        <w:tab/>
        <w:t>1.013e0</w:t>
      </w:r>
    </w:p>
    <w:p w:rsidR="007B6A46" w:rsidRDefault="007B6A46" w:rsidP="007B6A46">
      <w:r>
        <w:t>774.5943</w:t>
      </w:r>
      <w:r>
        <w:tab/>
        <w:t>2.025e0</w:t>
      </w:r>
    </w:p>
    <w:p w:rsidR="007B6A46" w:rsidRDefault="007B6A46" w:rsidP="007B6A46">
      <w:r>
        <w:t>774.6067</w:t>
      </w:r>
      <w:r>
        <w:tab/>
        <w:t>3.038e0</w:t>
      </w:r>
    </w:p>
    <w:p w:rsidR="007B6A46" w:rsidRDefault="007B6A46" w:rsidP="007B6A46">
      <w:r>
        <w:t>774.6786</w:t>
      </w:r>
      <w:r>
        <w:tab/>
        <w:t>1.013e0</w:t>
      </w:r>
    </w:p>
    <w:p w:rsidR="007B6A46" w:rsidRDefault="007B6A46" w:rsidP="007B6A46">
      <w:r>
        <w:t>774.7218</w:t>
      </w:r>
      <w:r>
        <w:tab/>
        <w:t>1.013e0</w:t>
      </w:r>
    </w:p>
    <w:p w:rsidR="007B6A46" w:rsidRDefault="007B6A46" w:rsidP="007B6A46">
      <w:r>
        <w:t>774.7230</w:t>
      </w:r>
      <w:r>
        <w:tab/>
        <w:t>1.013e0</w:t>
      </w:r>
    </w:p>
    <w:p w:rsidR="007B6A46" w:rsidRDefault="007B6A46" w:rsidP="007B6A46">
      <w:r>
        <w:t>774.7610</w:t>
      </w:r>
      <w:r>
        <w:tab/>
        <w:t>1.013e0</w:t>
      </w:r>
    </w:p>
    <w:p w:rsidR="007B6A46" w:rsidRDefault="007B6A46" w:rsidP="007B6A46">
      <w:r>
        <w:t>774.7623</w:t>
      </w:r>
      <w:r>
        <w:tab/>
        <w:t>1.013e0</w:t>
      </w:r>
    </w:p>
    <w:p w:rsidR="007B6A46" w:rsidRDefault="007B6A46" w:rsidP="007B6A46">
      <w:r>
        <w:t>774.8396</w:t>
      </w:r>
      <w:r>
        <w:tab/>
        <w:t>1.013e0</w:t>
      </w:r>
    </w:p>
    <w:p w:rsidR="007B6A46" w:rsidRDefault="007B6A46" w:rsidP="007B6A46">
      <w:r>
        <w:lastRenderedPageBreak/>
        <w:t>774.8801</w:t>
      </w:r>
      <w:r>
        <w:tab/>
        <w:t>1.013e0</w:t>
      </w:r>
    </w:p>
    <w:p w:rsidR="007B6A46" w:rsidRDefault="007B6A46" w:rsidP="007B6A46">
      <w:r>
        <w:t>774.9847</w:t>
      </w:r>
      <w:r>
        <w:tab/>
        <w:t>1.013e0</w:t>
      </w:r>
    </w:p>
    <w:p w:rsidR="007B6A46" w:rsidRDefault="007B6A46" w:rsidP="007B6A46">
      <w:r>
        <w:t>775.0882</w:t>
      </w:r>
      <w:r>
        <w:tab/>
        <w:t>1.013e0</w:t>
      </w:r>
    </w:p>
    <w:p w:rsidR="007B6A46" w:rsidRDefault="007B6A46" w:rsidP="007B6A46">
      <w:r>
        <w:t>775.1799</w:t>
      </w:r>
      <w:r>
        <w:tab/>
        <w:t>1.013e0</w:t>
      </w:r>
    </w:p>
    <w:p w:rsidR="007B6A46" w:rsidRDefault="007B6A46" w:rsidP="007B6A46">
      <w:r>
        <w:t>775.1906</w:t>
      </w:r>
      <w:r>
        <w:tab/>
        <w:t>1.013e0</w:t>
      </w:r>
    </w:p>
    <w:p w:rsidR="007B6A46" w:rsidRDefault="007B6A46" w:rsidP="007B6A46">
      <w:r>
        <w:t>775.2846</w:t>
      </w:r>
      <w:r>
        <w:tab/>
        <w:t>1.013e0</w:t>
      </w:r>
    </w:p>
    <w:p w:rsidR="007B6A46" w:rsidRDefault="007B6A46" w:rsidP="007B6A46">
      <w:r>
        <w:t>775.2858</w:t>
      </w:r>
      <w:r>
        <w:tab/>
        <w:t>1.013e0</w:t>
      </w:r>
    </w:p>
    <w:p w:rsidR="007B6A46" w:rsidRDefault="007B6A46" w:rsidP="007B6A46">
      <w:r>
        <w:t>775.2926</w:t>
      </w:r>
      <w:r>
        <w:tab/>
        <w:t>1.013e0</w:t>
      </w:r>
    </w:p>
    <w:p w:rsidR="007B6A46" w:rsidRDefault="007B6A46" w:rsidP="007B6A46">
      <w:r>
        <w:t>775.3370</w:t>
      </w:r>
      <w:r>
        <w:tab/>
        <w:t>1.013e0</w:t>
      </w:r>
    </w:p>
    <w:p w:rsidR="007B6A46" w:rsidRDefault="007B6A46" w:rsidP="007B6A46">
      <w:r>
        <w:t>775.4298</w:t>
      </w:r>
      <w:r>
        <w:tab/>
        <w:t>1.013e0</w:t>
      </w:r>
    </w:p>
    <w:p w:rsidR="007B6A46" w:rsidRDefault="007B6A46" w:rsidP="007B6A46">
      <w:r>
        <w:t>775.4734</w:t>
      </w:r>
      <w:r>
        <w:tab/>
        <w:t>2.025e0</w:t>
      </w:r>
    </w:p>
    <w:p w:rsidR="007B6A46" w:rsidRDefault="007B6A46" w:rsidP="007B6A46">
      <w:r>
        <w:t>775.5820</w:t>
      </w:r>
      <w:r>
        <w:tab/>
        <w:t>1.013e0</w:t>
      </w:r>
    </w:p>
    <w:p w:rsidR="007B6A46" w:rsidRDefault="007B6A46" w:rsidP="007B6A46">
      <w:r>
        <w:t>775.6001</w:t>
      </w:r>
      <w:r>
        <w:tab/>
        <w:t>1.013e0</w:t>
      </w:r>
    </w:p>
    <w:p w:rsidR="007B6A46" w:rsidRDefault="007B6A46" w:rsidP="007B6A46">
      <w:r>
        <w:t>775.6119</w:t>
      </w:r>
      <w:r>
        <w:tab/>
        <w:t>1.013e0</w:t>
      </w:r>
    </w:p>
    <w:p w:rsidR="007B6A46" w:rsidRDefault="007B6A46" w:rsidP="007B6A46">
      <w:r>
        <w:t>775.6918</w:t>
      </w:r>
      <w:r>
        <w:tab/>
        <w:t>1.013e0</w:t>
      </w:r>
    </w:p>
    <w:p w:rsidR="007B6A46" w:rsidRDefault="007B6A46" w:rsidP="007B6A46">
      <w:r>
        <w:t>775.7167</w:t>
      </w:r>
      <w:r>
        <w:tab/>
        <w:t>1.013e0</w:t>
      </w:r>
    </w:p>
    <w:p w:rsidR="007B6A46" w:rsidRDefault="007B6A46" w:rsidP="007B6A46">
      <w:r>
        <w:t>775.8097</w:t>
      </w:r>
      <w:r>
        <w:tab/>
        <w:t>1.013e0</w:t>
      </w:r>
    </w:p>
    <w:p w:rsidR="007B6A46" w:rsidRDefault="007B6A46" w:rsidP="007B6A46">
      <w:r>
        <w:t>775.8194</w:t>
      </w:r>
      <w:r>
        <w:tab/>
        <w:t>1.013e0</w:t>
      </w:r>
    </w:p>
    <w:p w:rsidR="007B6A46" w:rsidRDefault="007B6A46" w:rsidP="007B6A46">
      <w:r>
        <w:t>775.8359</w:t>
      </w:r>
      <w:r>
        <w:tab/>
        <w:t>1.013e0</w:t>
      </w:r>
    </w:p>
    <w:p w:rsidR="007B6A46" w:rsidRDefault="007B6A46" w:rsidP="007B6A46">
      <w:r>
        <w:lastRenderedPageBreak/>
        <w:t>776.0062</w:t>
      </w:r>
      <w:r>
        <w:tab/>
        <w:t>1.013e0</w:t>
      </w:r>
    </w:p>
    <w:p w:rsidR="007B6A46" w:rsidRDefault="007B6A46" w:rsidP="007B6A46">
      <w:r>
        <w:t>776.0443</w:t>
      </w:r>
      <w:r>
        <w:tab/>
        <w:t>1.013e0</w:t>
      </w:r>
    </w:p>
    <w:p w:rsidR="007B6A46" w:rsidRDefault="007B6A46" w:rsidP="007B6A46">
      <w:r>
        <w:t>776.1251</w:t>
      </w:r>
      <w:r>
        <w:tab/>
        <w:t>1.013e0</w:t>
      </w:r>
    </w:p>
    <w:p w:rsidR="007B6A46" w:rsidRDefault="007B6A46" w:rsidP="007B6A46">
      <w:r>
        <w:t>776.2628</w:t>
      </w:r>
      <w:r>
        <w:tab/>
        <w:t>1.013e0</w:t>
      </w:r>
    </w:p>
    <w:p w:rsidR="007B6A46" w:rsidRDefault="007B6A46" w:rsidP="007B6A46">
      <w:r>
        <w:t>776.2933</w:t>
      </w:r>
      <w:r>
        <w:tab/>
        <w:t>1.013e0</w:t>
      </w:r>
    </w:p>
    <w:p w:rsidR="007B6A46" w:rsidRDefault="007B6A46" w:rsidP="007B6A46">
      <w:r>
        <w:t>776.2946</w:t>
      </w:r>
      <w:r>
        <w:tab/>
        <w:t>1.013e0</w:t>
      </w:r>
    </w:p>
    <w:p w:rsidR="007B6A46" w:rsidRDefault="007B6A46" w:rsidP="007B6A46">
      <w:r>
        <w:t>776.3339</w:t>
      </w:r>
      <w:r>
        <w:tab/>
        <w:t>1.013e0</w:t>
      </w:r>
    </w:p>
    <w:p w:rsidR="007B6A46" w:rsidRDefault="007B6A46" w:rsidP="007B6A46">
      <w:r>
        <w:t>776.3392</w:t>
      </w:r>
      <w:r>
        <w:tab/>
        <w:t>2.025e0</w:t>
      </w:r>
    </w:p>
    <w:p w:rsidR="007B6A46" w:rsidRDefault="007B6A46" w:rsidP="007B6A46">
      <w:r>
        <w:t>776.3458</w:t>
      </w:r>
      <w:r>
        <w:tab/>
        <w:t>1.013e0</w:t>
      </w:r>
    </w:p>
    <w:p w:rsidR="007B6A46" w:rsidRDefault="007B6A46" w:rsidP="007B6A46">
      <w:r>
        <w:t>776.4268</w:t>
      </w:r>
      <w:r>
        <w:tab/>
        <w:t>2.025e0</w:t>
      </w:r>
    </w:p>
    <w:p w:rsidR="007B6A46" w:rsidRDefault="007B6A46" w:rsidP="007B6A46">
      <w:r>
        <w:t>776.4413</w:t>
      </w:r>
      <w:r>
        <w:tab/>
        <w:t>3.038e0</w:t>
      </w:r>
    </w:p>
    <w:p w:rsidR="007B6A46" w:rsidRDefault="007B6A46" w:rsidP="007B6A46">
      <w:r>
        <w:t>776.4585</w:t>
      </w:r>
      <w:r>
        <w:tab/>
        <w:t>2.025e0</w:t>
      </w:r>
    </w:p>
    <w:p w:rsidR="007B6A46" w:rsidRDefault="007B6A46" w:rsidP="007B6A46">
      <w:r>
        <w:t>776.4911</w:t>
      </w:r>
      <w:r>
        <w:tab/>
        <w:t>1.013e0</w:t>
      </w:r>
    </w:p>
    <w:p w:rsidR="007B6A46" w:rsidRDefault="007B6A46" w:rsidP="007B6A46">
      <w:r>
        <w:t>776.5686</w:t>
      </w:r>
      <w:r>
        <w:tab/>
        <w:t>2.025e0</w:t>
      </w:r>
    </w:p>
    <w:p w:rsidR="007B6A46" w:rsidRDefault="007B6A46" w:rsidP="007B6A46">
      <w:r>
        <w:t>776.5698</w:t>
      </w:r>
      <w:r>
        <w:tab/>
        <w:t>1.013e0</w:t>
      </w:r>
    </w:p>
    <w:p w:rsidR="007B6A46" w:rsidRDefault="007B6A46" w:rsidP="007B6A46">
      <w:r>
        <w:t>776.5829</w:t>
      </w:r>
      <w:r>
        <w:tab/>
        <w:t>1.013e0</w:t>
      </w:r>
    </w:p>
    <w:p w:rsidR="007B6A46" w:rsidRDefault="007B6A46" w:rsidP="007B6A46">
      <w:r>
        <w:t>776.6486</w:t>
      </w:r>
      <w:r>
        <w:tab/>
        <w:t>1.013e0</w:t>
      </w:r>
    </w:p>
    <w:p w:rsidR="007B6A46" w:rsidRDefault="007B6A46" w:rsidP="007B6A46">
      <w:r>
        <w:t>776.6866</w:t>
      </w:r>
      <w:r>
        <w:tab/>
        <w:t>1.013e0</w:t>
      </w:r>
    </w:p>
    <w:p w:rsidR="007B6A46" w:rsidRDefault="007B6A46" w:rsidP="007B6A46">
      <w:r>
        <w:t>776.7916</w:t>
      </w:r>
      <w:r>
        <w:tab/>
        <w:t>1.013e0</w:t>
      </w:r>
    </w:p>
    <w:p w:rsidR="007B6A46" w:rsidRDefault="007B6A46" w:rsidP="007B6A46">
      <w:r>
        <w:lastRenderedPageBreak/>
        <w:t>776.7928</w:t>
      </w:r>
      <w:r>
        <w:tab/>
        <w:t>1.013e0</w:t>
      </w:r>
    </w:p>
    <w:p w:rsidR="007B6A46" w:rsidRDefault="007B6A46" w:rsidP="007B6A46">
      <w:r>
        <w:t>776.8055</w:t>
      </w:r>
      <w:r>
        <w:tab/>
        <w:t>1.013e0</w:t>
      </w:r>
    </w:p>
    <w:p w:rsidR="007B6A46" w:rsidRDefault="007B6A46" w:rsidP="007B6A46">
      <w:r>
        <w:t>776.9227</w:t>
      </w:r>
      <w:r>
        <w:tab/>
        <w:t>1.013e0</w:t>
      </w:r>
    </w:p>
    <w:p w:rsidR="007B6A46" w:rsidRDefault="007B6A46" w:rsidP="007B6A46">
      <w:r>
        <w:t>776.9946</w:t>
      </w:r>
      <w:r>
        <w:tab/>
        <w:t>1.013e0</w:t>
      </w:r>
    </w:p>
    <w:p w:rsidR="007B6A46" w:rsidRDefault="007B6A46" w:rsidP="007B6A46">
      <w:r>
        <w:t>777.1093</w:t>
      </w:r>
      <w:r>
        <w:tab/>
        <w:t>2.025e0</w:t>
      </w:r>
    </w:p>
    <w:p w:rsidR="007B6A46" w:rsidRDefault="007B6A46" w:rsidP="007B6A46">
      <w:r>
        <w:t>777.1819</w:t>
      </w:r>
      <w:r>
        <w:tab/>
        <w:t>1.013e0</w:t>
      </w:r>
    </w:p>
    <w:p w:rsidR="007B6A46" w:rsidRDefault="007B6A46" w:rsidP="007B6A46">
      <w:r>
        <w:t>777.1983</w:t>
      </w:r>
      <w:r>
        <w:tab/>
        <w:t>1.013e0</w:t>
      </w:r>
    </w:p>
    <w:p w:rsidR="007B6A46" w:rsidRDefault="007B6A46" w:rsidP="007B6A46">
      <w:r>
        <w:t>777.2584</w:t>
      </w:r>
      <w:r>
        <w:tab/>
        <w:t>2.025e0</w:t>
      </w:r>
    </w:p>
    <w:p w:rsidR="007B6A46" w:rsidRDefault="007B6A46" w:rsidP="007B6A46">
      <w:r>
        <w:t>777.4047</w:t>
      </w:r>
      <w:r>
        <w:tab/>
        <w:t>3.038e0</w:t>
      </w:r>
    </w:p>
    <w:p w:rsidR="007B6A46" w:rsidRDefault="007B6A46" w:rsidP="007B6A46">
      <w:r>
        <w:t>777.4345</w:t>
      </w:r>
      <w:r>
        <w:tab/>
        <w:t>2.025e0</w:t>
      </w:r>
    </w:p>
    <w:p w:rsidR="007B6A46" w:rsidRDefault="007B6A46" w:rsidP="007B6A46">
      <w:r>
        <w:t>777.4883</w:t>
      </w:r>
      <w:r>
        <w:tab/>
        <w:t>1.013e0</w:t>
      </w:r>
    </w:p>
    <w:p w:rsidR="007B6A46" w:rsidRDefault="007B6A46" w:rsidP="007B6A46">
      <w:r>
        <w:t>777.5223</w:t>
      </w:r>
      <w:r>
        <w:tab/>
        <w:t>2.025e0</w:t>
      </w:r>
    </w:p>
    <w:p w:rsidR="007B6A46" w:rsidRDefault="007B6A46" w:rsidP="007B6A46">
      <w:r>
        <w:t>777.5399</w:t>
      </w:r>
      <w:r>
        <w:tab/>
        <w:t>1.013e0</w:t>
      </w:r>
    </w:p>
    <w:p w:rsidR="007B6A46" w:rsidRDefault="007B6A46" w:rsidP="007B6A46">
      <w:r>
        <w:t>777.5527</w:t>
      </w:r>
      <w:r>
        <w:tab/>
        <w:t>3.038e0</w:t>
      </w:r>
    </w:p>
    <w:p w:rsidR="007B6A46" w:rsidRDefault="007B6A46" w:rsidP="007B6A46">
      <w:r>
        <w:t>777.6243</w:t>
      </w:r>
      <w:r>
        <w:tab/>
        <w:t>1.013e0</w:t>
      </w:r>
    </w:p>
    <w:p w:rsidR="007B6A46" w:rsidRDefault="007B6A46" w:rsidP="007B6A46">
      <w:r>
        <w:t>777.6446</w:t>
      </w:r>
      <w:r>
        <w:tab/>
        <w:t>1.013e0</w:t>
      </w:r>
    </w:p>
    <w:p w:rsidR="007B6A46" w:rsidRDefault="007B6A46" w:rsidP="007B6A46">
      <w:r>
        <w:t>777.6708</w:t>
      </w:r>
      <w:r>
        <w:tab/>
        <w:t>1.013e0</w:t>
      </w:r>
    </w:p>
    <w:p w:rsidR="007B6A46" w:rsidRDefault="007B6A46" w:rsidP="007B6A46">
      <w:r>
        <w:t>777.7099</w:t>
      </w:r>
      <w:r>
        <w:tab/>
        <w:t>2.025e0</w:t>
      </w:r>
    </w:p>
    <w:p w:rsidR="007B6A46" w:rsidRDefault="007B6A46" w:rsidP="007B6A46">
      <w:r>
        <w:t>777.7759</w:t>
      </w:r>
      <w:r>
        <w:tab/>
        <w:t>1.013e0</w:t>
      </w:r>
    </w:p>
    <w:p w:rsidR="007B6A46" w:rsidRDefault="007B6A46" w:rsidP="007B6A46">
      <w:r>
        <w:lastRenderedPageBreak/>
        <w:t>777.8953</w:t>
      </w:r>
      <w:r>
        <w:tab/>
        <w:t>2.025e0</w:t>
      </w:r>
    </w:p>
    <w:p w:rsidR="007B6A46" w:rsidRDefault="007B6A46" w:rsidP="007B6A46">
      <w:r>
        <w:t>777.9084</w:t>
      </w:r>
      <w:r>
        <w:tab/>
        <w:t>1.013e0</w:t>
      </w:r>
    </w:p>
    <w:p w:rsidR="007B6A46" w:rsidRDefault="007B6A46" w:rsidP="007B6A46">
      <w:r>
        <w:t>777.9466</w:t>
      </w:r>
      <w:r>
        <w:tab/>
        <w:t>1.013e0</w:t>
      </w:r>
    </w:p>
    <w:p w:rsidR="007B6A46" w:rsidRDefault="007B6A46" w:rsidP="007B6A46">
      <w:r>
        <w:t>777.9479</w:t>
      </w:r>
      <w:r>
        <w:tab/>
        <w:t>1.013e0</w:t>
      </w:r>
    </w:p>
    <w:p w:rsidR="007B6A46" w:rsidRDefault="007B6A46" w:rsidP="007B6A46">
      <w:r>
        <w:t>778.0135</w:t>
      </w:r>
      <w:r>
        <w:tab/>
        <w:t>1.013e0</w:t>
      </w:r>
    </w:p>
    <w:p w:rsidR="007B6A46" w:rsidRDefault="007B6A46" w:rsidP="007B6A46">
      <w:r>
        <w:t>778.1186</w:t>
      </w:r>
      <w:r>
        <w:tab/>
        <w:t>1.013e0</w:t>
      </w:r>
    </w:p>
    <w:p w:rsidR="007B6A46" w:rsidRDefault="007B6A46" w:rsidP="007B6A46">
      <w:r>
        <w:t>778.1580</w:t>
      </w:r>
      <w:r>
        <w:tab/>
        <w:t>1.013e0</w:t>
      </w:r>
    </w:p>
    <w:p w:rsidR="007B6A46" w:rsidRDefault="007B6A46" w:rsidP="007B6A46">
      <w:r>
        <w:t>778.2225</w:t>
      </w:r>
      <w:r>
        <w:tab/>
        <w:t>1.013e0</w:t>
      </w:r>
    </w:p>
    <w:p w:rsidR="007B6A46" w:rsidRDefault="007B6A46" w:rsidP="007B6A46">
      <w:r>
        <w:t>778.3814</w:t>
      </w:r>
      <w:r>
        <w:tab/>
        <w:t>1.013e0</w:t>
      </w:r>
    </w:p>
    <w:p w:rsidR="007B6A46" w:rsidRDefault="007B6A46" w:rsidP="007B6A46">
      <w:r>
        <w:t>778.4122</w:t>
      </w:r>
      <w:r>
        <w:tab/>
        <w:t>3.038e0</w:t>
      </w:r>
    </w:p>
    <w:p w:rsidR="007B6A46" w:rsidRDefault="007B6A46" w:rsidP="007B6A46">
      <w:r>
        <w:t>778.4282</w:t>
      </w:r>
      <w:r>
        <w:tab/>
        <w:t>2.025e0</w:t>
      </w:r>
    </w:p>
    <w:p w:rsidR="007B6A46" w:rsidRDefault="007B6A46" w:rsidP="007B6A46">
      <w:r>
        <w:t>778.4603</w:t>
      </w:r>
      <w:r>
        <w:tab/>
        <w:t>1.013e0</w:t>
      </w:r>
    </w:p>
    <w:p w:rsidR="007B6A46" w:rsidRDefault="007B6A46" w:rsidP="007B6A46">
      <w:r>
        <w:t>778.4722</w:t>
      </w:r>
      <w:r>
        <w:tab/>
        <w:t>1.013e0</w:t>
      </w:r>
    </w:p>
    <w:p w:rsidR="007B6A46" w:rsidRDefault="007B6A46" w:rsidP="007B6A46">
      <w:r>
        <w:t>778.4997</w:t>
      </w:r>
      <w:r>
        <w:tab/>
        <w:t>1.013e0</w:t>
      </w:r>
    </w:p>
    <w:p w:rsidR="007B6A46" w:rsidRDefault="007B6A46" w:rsidP="007B6A46">
      <w:r>
        <w:t>778.5260</w:t>
      </w:r>
      <w:r>
        <w:tab/>
        <w:t>1.013e0</w:t>
      </w:r>
    </w:p>
    <w:p w:rsidR="007B6A46" w:rsidRDefault="007B6A46" w:rsidP="007B6A46">
      <w:r>
        <w:t>778.5768</w:t>
      </w:r>
      <w:r>
        <w:tab/>
        <w:t>1.013e0</w:t>
      </w:r>
    </w:p>
    <w:p w:rsidR="007B6A46" w:rsidRDefault="007B6A46" w:rsidP="007B6A46">
      <w:r>
        <w:t>778.5820</w:t>
      </w:r>
      <w:r>
        <w:tab/>
        <w:t>3.038e0</w:t>
      </w:r>
    </w:p>
    <w:p w:rsidR="007B6A46" w:rsidRDefault="007B6A46" w:rsidP="007B6A46">
      <w:r>
        <w:t>778.6574</w:t>
      </w:r>
      <w:r>
        <w:tab/>
        <w:t>1.013e0</w:t>
      </w:r>
    </w:p>
    <w:p w:rsidR="007B6A46" w:rsidRDefault="007B6A46" w:rsidP="007B6A46">
      <w:r>
        <w:t>778.6706</w:t>
      </w:r>
      <w:r>
        <w:tab/>
        <w:t>1.013e0</w:t>
      </w:r>
    </w:p>
    <w:p w:rsidR="007B6A46" w:rsidRDefault="007B6A46" w:rsidP="007B6A46">
      <w:r>
        <w:lastRenderedPageBreak/>
        <w:t>778.6772</w:t>
      </w:r>
      <w:r>
        <w:tab/>
        <w:t>2.025e0</w:t>
      </w:r>
    </w:p>
    <w:p w:rsidR="007B6A46" w:rsidRDefault="007B6A46" w:rsidP="007B6A46">
      <w:r>
        <w:t>778.7626</w:t>
      </w:r>
      <w:r>
        <w:tab/>
        <w:t>1.013e0</w:t>
      </w:r>
    </w:p>
    <w:p w:rsidR="007B6A46" w:rsidRDefault="007B6A46" w:rsidP="007B6A46">
      <w:r>
        <w:t>778.7877</w:t>
      </w:r>
      <w:r>
        <w:tab/>
        <w:t>1.013e0</w:t>
      </w:r>
    </w:p>
    <w:p w:rsidR="007B6A46" w:rsidRDefault="007B6A46" w:rsidP="007B6A46">
      <w:r>
        <w:t>778.7986</w:t>
      </w:r>
      <w:r>
        <w:tab/>
        <w:t>1.013e0</w:t>
      </w:r>
    </w:p>
    <w:p w:rsidR="007B6A46" w:rsidRDefault="007B6A46" w:rsidP="007B6A46">
      <w:r>
        <w:t>778.9391</w:t>
      </w:r>
      <w:r>
        <w:tab/>
        <w:t>2.025e0</w:t>
      </w:r>
    </w:p>
    <w:p w:rsidR="007B6A46" w:rsidRDefault="007B6A46" w:rsidP="007B6A46">
      <w:r>
        <w:t>779.0638</w:t>
      </w:r>
      <w:r>
        <w:tab/>
        <w:t>1.013e0</w:t>
      </w:r>
    </w:p>
    <w:p w:rsidR="007B6A46" w:rsidRDefault="007B6A46" w:rsidP="007B6A46">
      <w:r>
        <w:t>779.1440</w:t>
      </w:r>
      <w:r>
        <w:tab/>
        <w:t>1.013e0</w:t>
      </w:r>
    </w:p>
    <w:p w:rsidR="007B6A46" w:rsidRDefault="007B6A46" w:rsidP="007B6A46">
      <w:r>
        <w:t>779.1572</w:t>
      </w:r>
      <w:r>
        <w:tab/>
        <w:t>1.013e0</w:t>
      </w:r>
    </w:p>
    <w:p w:rsidR="007B6A46" w:rsidRDefault="007B6A46" w:rsidP="007B6A46">
      <w:r>
        <w:t>779.2887</w:t>
      </w:r>
      <w:r>
        <w:tab/>
        <w:t>1.013e0</w:t>
      </w:r>
    </w:p>
    <w:p w:rsidR="007B6A46" w:rsidRDefault="007B6A46" w:rsidP="007B6A46">
      <w:r>
        <w:t>779.3326</w:t>
      </w:r>
      <w:r>
        <w:tab/>
        <w:t>2.025e0</w:t>
      </w:r>
    </w:p>
    <w:p w:rsidR="007B6A46" w:rsidRDefault="007B6A46" w:rsidP="007B6A46">
      <w:r>
        <w:t>779.4059</w:t>
      </w:r>
      <w:r>
        <w:tab/>
        <w:t>1.013e0</w:t>
      </w:r>
    </w:p>
    <w:p w:rsidR="007B6A46" w:rsidRDefault="007B6A46" w:rsidP="007B6A46">
      <w:r>
        <w:t>779.4280</w:t>
      </w:r>
      <w:r>
        <w:tab/>
        <w:t>4.051e0</w:t>
      </w:r>
    </w:p>
    <w:p w:rsidR="007B6A46" w:rsidRDefault="007B6A46" w:rsidP="007B6A46">
      <w:r>
        <w:t>779.4391</w:t>
      </w:r>
      <w:r>
        <w:tab/>
        <w:t>6.076e0</w:t>
      </w:r>
    </w:p>
    <w:p w:rsidR="007B6A46" w:rsidRDefault="007B6A46" w:rsidP="007B6A46">
      <w:r>
        <w:t>779.4585</w:t>
      </w:r>
      <w:r>
        <w:tab/>
        <w:t>1.013e0</w:t>
      </w:r>
    </w:p>
    <w:p w:rsidR="007B6A46" w:rsidRDefault="007B6A46" w:rsidP="007B6A46">
      <w:r>
        <w:t>779.4949</w:t>
      </w:r>
      <w:r>
        <w:tab/>
        <w:t>3.038e0</w:t>
      </w:r>
    </w:p>
    <w:p w:rsidR="007B6A46" w:rsidRDefault="007B6A46" w:rsidP="007B6A46">
      <w:r>
        <w:t>779.5051</w:t>
      </w:r>
      <w:r>
        <w:tab/>
        <w:t>2.025e0</w:t>
      </w:r>
    </w:p>
    <w:p w:rsidR="007B6A46" w:rsidRDefault="007B6A46" w:rsidP="007B6A46">
      <w:r>
        <w:t>779.5301</w:t>
      </w:r>
      <w:r>
        <w:tab/>
        <w:t>1.013e0</w:t>
      </w:r>
    </w:p>
    <w:p w:rsidR="007B6A46" w:rsidRDefault="007B6A46" w:rsidP="007B6A46">
      <w:r>
        <w:t>779.6165</w:t>
      </w:r>
      <w:r>
        <w:tab/>
        <w:t>1.013e0</w:t>
      </w:r>
    </w:p>
    <w:p w:rsidR="007B6A46" w:rsidRDefault="007B6A46" w:rsidP="007B6A46">
      <w:r>
        <w:t>779.6967</w:t>
      </w:r>
      <w:r>
        <w:tab/>
        <w:t>1.013e0</w:t>
      </w:r>
    </w:p>
    <w:p w:rsidR="007B6A46" w:rsidRDefault="007B6A46" w:rsidP="007B6A46">
      <w:r>
        <w:lastRenderedPageBreak/>
        <w:t>779.6982</w:t>
      </w:r>
      <w:r>
        <w:tab/>
        <w:t>2.025e0</w:t>
      </w:r>
    </w:p>
    <w:p w:rsidR="007B6A46" w:rsidRDefault="007B6A46" w:rsidP="007B6A46">
      <w:r>
        <w:t>779.7756</w:t>
      </w:r>
      <w:r>
        <w:tab/>
        <w:t>2.025e0</w:t>
      </w:r>
    </w:p>
    <w:p w:rsidR="007B6A46" w:rsidRDefault="007B6A46" w:rsidP="007B6A46">
      <w:r>
        <w:t>779.8193</w:t>
      </w:r>
      <w:r>
        <w:tab/>
        <w:t>1.013e0</w:t>
      </w:r>
    </w:p>
    <w:p w:rsidR="007B6A46" w:rsidRDefault="007B6A46" w:rsidP="007B6A46">
      <w:r>
        <w:t>780.0509</w:t>
      </w:r>
      <w:r>
        <w:tab/>
        <w:t>1.013e0</w:t>
      </w:r>
    </w:p>
    <w:p w:rsidR="007B6A46" w:rsidRDefault="007B6A46" w:rsidP="007B6A46">
      <w:r>
        <w:t>780.0747</w:t>
      </w:r>
      <w:r>
        <w:tab/>
        <w:t>1.013e0</w:t>
      </w:r>
    </w:p>
    <w:p w:rsidR="007B6A46" w:rsidRDefault="007B6A46" w:rsidP="007B6A46">
      <w:r>
        <w:t>780.0784</w:t>
      </w:r>
      <w:r>
        <w:tab/>
        <w:t>1.013e0</w:t>
      </w:r>
    </w:p>
    <w:p w:rsidR="007B6A46" w:rsidRDefault="007B6A46" w:rsidP="007B6A46">
      <w:r>
        <w:t>780.0904</w:t>
      </w:r>
      <w:r>
        <w:tab/>
        <w:t>1.013e0</w:t>
      </w:r>
    </w:p>
    <w:p w:rsidR="007B6A46" w:rsidRDefault="007B6A46" w:rsidP="007B6A46">
      <w:r>
        <w:t>780.1312</w:t>
      </w:r>
      <w:r>
        <w:tab/>
        <w:t>1.013e0</w:t>
      </w:r>
    </w:p>
    <w:p w:rsidR="007B6A46" w:rsidRDefault="007B6A46" w:rsidP="007B6A46">
      <w:r>
        <w:t>780.1694</w:t>
      </w:r>
      <w:r>
        <w:tab/>
        <w:t>1.013e0</w:t>
      </w:r>
    </w:p>
    <w:p w:rsidR="007B6A46" w:rsidRDefault="007B6A46" w:rsidP="007B6A46">
      <w:r>
        <w:t>780.3287</w:t>
      </w:r>
      <w:r>
        <w:tab/>
        <w:t>1.013e0</w:t>
      </w:r>
    </w:p>
    <w:p w:rsidR="007B6A46" w:rsidRDefault="007B6A46" w:rsidP="007B6A46">
      <w:r>
        <w:t>780.3406</w:t>
      </w:r>
      <w:r>
        <w:tab/>
        <w:t>1.013e0</w:t>
      </w:r>
    </w:p>
    <w:p w:rsidR="007B6A46" w:rsidRDefault="007B6A46" w:rsidP="007B6A46">
      <w:r>
        <w:t>780.3814</w:t>
      </w:r>
      <w:r>
        <w:tab/>
        <w:t>1.013e0</w:t>
      </w:r>
    </w:p>
    <w:p w:rsidR="007B6A46" w:rsidRDefault="007B6A46" w:rsidP="007B6A46">
      <w:r>
        <w:t>780.3934</w:t>
      </w:r>
      <w:r>
        <w:tab/>
        <w:t>3.038e0</w:t>
      </w:r>
    </w:p>
    <w:p w:rsidR="007B6A46" w:rsidRDefault="007B6A46" w:rsidP="007B6A46">
      <w:r>
        <w:t>780.4330</w:t>
      </w:r>
      <w:r>
        <w:tab/>
        <w:t>3.038e0</w:t>
      </w:r>
    </w:p>
    <w:p w:rsidR="007B6A46" w:rsidRDefault="007B6A46" w:rsidP="007B6A46">
      <w:r>
        <w:t>780.4562</w:t>
      </w:r>
      <w:r>
        <w:tab/>
        <w:t>1.850e0</w:t>
      </w:r>
    </w:p>
    <w:p w:rsidR="007B6A46" w:rsidRDefault="007B6A46" w:rsidP="007B6A46">
      <w:r>
        <w:t>780.5119</w:t>
      </w:r>
      <w:r>
        <w:tab/>
        <w:t>4.051e0</w:t>
      </w:r>
    </w:p>
    <w:p w:rsidR="007B6A46" w:rsidRDefault="007B6A46" w:rsidP="007B6A46">
      <w:r>
        <w:t>780.5395</w:t>
      </w:r>
      <w:r>
        <w:tab/>
        <w:t>1.013e0</w:t>
      </w:r>
    </w:p>
    <w:p w:rsidR="007B6A46" w:rsidRDefault="007B6A46" w:rsidP="007B6A46">
      <w:r>
        <w:t>780.5436</w:t>
      </w:r>
      <w:r>
        <w:tab/>
        <w:t>2.025e0</w:t>
      </w:r>
    </w:p>
    <w:p w:rsidR="007B6A46" w:rsidRDefault="007B6A46" w:rsidP="007B6A46">
      <w:r>
        <w:t>780.5447</w:t>
      </w:r>
      <w:r>
        <w:tab/>
        <w:t>2.025e0</w:t>
      </w:r>
    </w:p>
    <w:p w:rsidR="007B6A46" w:rsidRDefault="007B6A46" w:rsidP="007B6A46">
      <w:r>
        <w:lastRenderedPageBreak/>
        <w:t>780.6569</w:t>
      </w:r>
      <w:r>
        <w:tab/>
        <w:t>1.013e0</w:t>
      </w:r>
    </w:p>
    <w:p w:rsidR="007B6A46" w:rsidRDefault="007B6A46" w:rsidP="007B6A46">
      <w:r>
        <w:t>780.6580</w:t>
      </w:r>
      <w:r>
        <w:tab/>
        <w:t>3.038e0</w:t>
      </w:r>
    </w:p>
    <w:p w:rsidR="007B6A46" w:rsidRDefault="007B6A46" w:rsidP="007B6A46">
      <w:r>
        <w:t>780.6844</w:t>
      </w:r>
      <w:r>
        <w:tab/>
        <w:t>1.013e0</w:t>
      </w:r>
    </w:p>
    <w:p w:rsidR="007B6A46" w:rsidRDefault="007B6A46" w:rsidP="007B6A46">
      <w:r>
        <w:t>780.6976</w:t>
      </w:r>
      <w:r>
        <w:tab/>
        <w:t>1.013e0</w:t>
      </w:r>
    </w:p>
    <w:p w:rsidR="007B6A46" w:rsidRDefault="007B6A46" w:rsidP="007B6A46">
      <w:r>
        <w:t>780.7886</w:t>
      </w:r>
      <w:r>
        <w:tab/>
        <w:t>1.013e0</w:t>
      </w:r>
    </w:p>
    <w:p w:rsidR="007B6A46" w:rsidRDefault="007B6A46" w:rsidP="007B6A46">
      <w:r>
        <w:t>780.8564</w:t>
      </w:r>
      <w:r>
        <w:tab/>
        <w:t>1.013e0</w:t>
      </w:r>
    </w:p>
    <w:p w:rsidR="007B6A46" w:rsidRDefault="007B6A46" w:rsidP="007B6A46">
      <w:r>
        <w:t>780.8729</w:t>
      </w:r>
      <w:r>
        <w:tab/>
        <w:t>1.013e0</w:t>
      </w:r>
    </w:p>
    <w:p w:rsidR="007B6A46" w:rsidRDefault="007B6A46" w:rsidP="007B6A46">
      <w:r>
        <w:t>780.9238</w:t>
      </w:r>
      <w:r>
        <w:tab/>
        <w:t>1.013e0</w:t>
      </w:r>
    </w:p>
    <w:p w:rsidR="007B6A46" w:rsidRDefault="007B6A46" w:rsidP="007B6A46">
      <w:r>
        <w:t>780.9337</w:t>
      </w:r>
      <w:r>
        <w:tab/>
        <w:t>1.013e0</w:t>
      </w:r>
    </w:p>
    <w:p w:rsidR="007B6A46" w:rsidRDefault="007B6A46" w:rsidP="007B6A46">
      <w:r>
        <w:t>780.9612</w:t>
      </w:r>
      <w:r>
        <w:tab/>
        <w:t>1.013e0</w:t>
      </w:r>
    </w:p>
    <w:p w:rsidR="007B6A46" w:rsidRDefault="007B6A46" w:rsidP="007B6A46">
      <w:r>
        <w:t>781.1132</w:t>
      </w:r>
      <w:r>
        <w:tab/>
        <w:t>3.038e0</w:t>
      </w:r>
    </w:p>
    <w:p w:rsidR="007B6A46" w:rsidRDefault="007B6A46" w:rsidP="007B6A46">
      <w:r>
        <w:t>781.1194</w:t>
      </w:r>
      <w:r>
        <w:tab/>
        <w:t>1.013e0</w:t>
      </w:r>
    </w:p>
    <w:p w:rsidR="007B6A46" w:rsidRDefault="007B6A46" w:rsidP="007B6A46">
      <w:r>
        <w:t>781.1284</w:t>
      </w:r>
      <w:r>
        <w:tab/>
        <w:t>1.013e0</w:t>
      </w:r>
    </w:p>
    <w:p w:rsidR="007B6A46" w:rsidRDefault="007B6A46" w:rsidP="007B6A46">
      <w:r>
        <w:t>781.1710</w:t>
      </w:r>
      <w:r>
        <w:tab/>
        <w:t>1.013e0</w:t>
      </w:r>
    </w:p>
    <w:p w:rsidR="007B6A46" w:rsidRDefault="007B6A46" w:rsidP="007B6A46">
      <w:r>
        <w:t>781.3553</w:t>
      </w:r>
      <w:r>
        <w:tab/>
        <w:t>3.038e0</w:t>
      </w:r>
    </w:p>
    <w:p w:rsidR="007B6A46" w:rsidRDefault="007B6A46" w:rsidP="007B6A46">
      <w:r>
        <w:t>781.3825</w:t>
      </w:r>
      <w:r>
        <w:tab/>
        <w:t>1.013e0</w:t>
      </w:r>
    </w:p>
    <w:p w:rsidR="007B6A46" w:rsidRDefault="007B6A46" w:rsidP="007B6A46">
      <w:r>
        <w:t>781.4160</w:t>
      </w:r>
      <w:r>
        <w:tab/>
        <w:t>3.038e0</w:t>
      </w:r>
    </w:p>
    <w:p w:rsidR="007B6A46" w:rsidRDefault="007B6A46" w:rsidP="007B6A46">
      <w:r>
        <w:t>781.4360</w:t>
      </w:r>
      <w:r>
        <w:tab/>
        <w:t>1.013e0</w:t>
      </w:r>
    </w:p>
    <w:p w:rsidR="007B6A46" w:rsidRDefault="007B6A46" w:rsidP="007B6A46">
      <w:r>
        <w:t>781.4511</w:t>
      </w:r>
      <w:r>
        <w:tab/>
        <w:t>1.013e0</w:t>
      </w:r>
    </w:p>
    <w:p w:rsidR="007B6A46" w:rsidRDefault="007B6A46" w:rsidP="007B6A46">
      <w:r>
        <w:lastRenderedPageBreak/>
        <w:t>781.5103</w:t>
      </w:r>
      <w:r>
        <w:tab/>
        <w:t>3.038e0</w:t>
      </w:r>
    </w:p>
    <w:p w:rsidR="007B6A46" w:rsidRDefault="007B6A46" w:rsidP="007B6A46">
      <w:r>
        <w:t>781.5151</w:t>
      </w:r>
      <w:r>
        <w:tab/>
        <w:t>1.013e0</w:t>
      </w:r>
    </w:p>
    <w:p w:rsidR="007B6A46" w:rsidRDefault="007B6A46" w:rsidP="007B6A46">
      <w:r>
        <w:t>781.5378</w:t>
      </w:r>
      <w:r>
        <w:tab/>
        <w:t>2.025e0</w:t>
      </w:r>
    </w:p>
    <w:p w:rsidR="007B6A46" w:rsidRDefault="007B6A46" w:rsidP="007B6A46">
      <w:r>
        <w:t>781.5403</w:t>
      </w:r>
      <w:r>
        <w:tab/>
        <w:t>1.013e0</w:t>
      </w:r>
    </w:p>
    <w:p w:rsidR="007B6A46" w:rsidRDefault="007B6A46" w:rsidP="007B6A46">
      <w:r>
        <w:t>781.5579</w:t>
      </w:r>
      <w:r>
        <w:tab/>
        <w:t>3.038e0</w:t>
      </w:r>
    </w:p>
    <w:p w:rsidR="007B6A46" w:rsidRDefault="007B6A46" w:rsidP="007B6A46">
      <w:r>
        <w:t>781.6226</w:t>
      </w:r>
      <w:r>
        <w:tab/>
        <w:t>3.038e0</w:t>
      </w:r>
    </w:p>
    <w:p w:rsidR="007B6A46" w:rsidRDefault="007B6A46" w:rsidP="007B6A46">
      <w:r>
        <w:t>781.7184</w:t>
      </w:r>
      <w:r>
        <w:tab/>
        <w:t>2.025e0</w:t>
      </w:r>
    </w:p>
    <w:p w:rsidR="007B6A46" w:rsidRDefault="007B6A46" w:rsidP="007B6A46">
      <w:r>
        <w:t>781.8518</w:t>
      </w:r>
      <w:r>
        <w:tab/>
        <w:t>2.025e0</w:t>
      </w:r>
    </w:p>
    <w:p w:rsidR="007B6A46" w:rsidRDefault="007B6A46" w:rsidP="007B6A46">
      <w:r>
        <w:t>781.9097</w:t>
      </w:r>
      <w:r>
        <w:tab/>
        <w:t>1.013e0</w:t>
      </w:r>
    </w:p>
    <w:p w:rsidR="007B6A46" w:rsidRDefault="007B6A46" w:rsidP="007B6A46">
      <w:r>
        <w:t>781.9711</w:t>
      </w:r>
      <w:r>
        <w:tab/>
        <w:t>2.025e0</w:t>
      </w:r>
    </w:p>
    <w:p w:rsidR="007B6A46" w:rsidRDefault="007B6A46" w:rsidP="007B6A46">
      <w:r>
        <w:t>782.0681</w:t>
      </w:r>
      <w:r>
        <w:tab/>
        <w:t>1.013e0</w:t>
      </w:r>
    </w:p>
    <w:p w:rsidR="007B6A46" w:rsidRDefault="007B6A46" w:rsidP="007B6A46">
      <w:r>
        <w:t>782.0814</w:t>
      </w:r>
      <w:r>
        <w:tab/>
        <w:t>1.013e0</w:t>
      </w:r>
    </w:p>
    <w:p w:rsidR="007B6A46" w:rsidRDefault="007B6A46" w:rsidP="007B6A46">
      <w:r>
        <w:t>782.0826</w:t>
      </w:r>
      <w:r>
        <w:tab/>
        <w:t>1.013e0</w:t>
      </w:r>
    </w:p>
    <w:p w:rsidR="007B6A46" w:rsidRDefault="007B6A46" w:rsidP="007B6A46">
      <w:r>
        <w:t>782.1721</w:t>
      </w:r>
      <w:r>
        <w:tab/>
        <w:t>3.038e0</w:t>
      </w:r>
    </w:p>
    <w:p w:rsidR="007B6A46" w:rsidRDefault="007B6A46" w:rsidP="007B6A46">
      <w:r>
        <w:t>782.2134</w:t>
      </w:r>
      <w:r>
        <w:tab/>
        <w:t>1.013e0</w:t>
      </w:r>
    </w:p>
    <w:p w:rsidR="007B6A46" w:rsidRDefault="007B6A46" w:rsidP="007B6A46">
      <w:r>
        <w:t>782.2308</w:t>
      </w:r>
      <w:r>
        <w:tab/>
        <w:t>2.025e0</w:t>
      </w:r>
    </w:p>
    <w:p w:rsidR="007B6A46" w:rsidRDefault="007B6A46" w:rsidP="007B6A46">
      <w:r>
        <w:t>782.3190</w:t>
      </w:r>
      <w:r>
        <w:tab/>
        <w:t>1.013e0</w:t>
      </w:r>
    </w:p>
    <w:p w:rsidR="007B6A46" w:rsidRDefault="007B6A46" w:rsidP="007B6A46">
      <w:r>
        <w:t>782.3369</w:t>
      </w:r>
      <w:r>
        <w:tab/>
        <w:t>1.013e0</w:t>
      </w:r>
    </w:p>
    <w:p w:rsidR="007B6A46" w:rsidRDefault="007B6A46" w:rsidP="007B6A46">
      <w:r>
        <w:t>782.3995</w:t>
      </w:r>
      <w:r>
        <w:tab/>
        <w:t>1.013e0</w:t>
      </w:r>
    </w:p>
    <w:p w:rsidR="007B6A46" w:rsidRDefault="007B6A46" w:rsidP="007B6A46">
      <w:r>
        <w:lastRenderedPageBreak/>
        <w:t>782.4131</w:t>
      </w:r>
      <w:r>
        <w:tab/>
        <w:t>2.025e0</w:t>
      </w:r>
    </w:p>
    <w:p w:rsidR="007B6A46" w:rsidRDefault="007B6A46" w:rsidP="007B6A46">
      <w:r>
        <w:t>782.4301</w:t>
      </w:r>
      <w:r>
        <w:tab/>
        <w:t>2.025e0</w:t>
      </w:r>
    </w:p>
    <w:p w:rsidR="007B6A46" w:rsidRDefault="007B6A46" w:rsidP="007B6A46">
      <w:r>
        <w:t>782.4611</w:t>
      </w:r>
      <w:r>
        <w:tab/>
        <w:t>1.806e0</w:t>
      </w:r>
    </w:p>
    <w:p w:rsidR="007B6A46" w:rsidRDefault="007B6A46" w:rsidP="007B6A46">
      <w:r>
        <w:t>782.4787</w:t>
      </w:r>
      <w:r>
        <w:tab/>
        <w:t>1.013e0</w:t>
      </w:r>
    </w:p>
    <w:p w:rsidR="007B6A46" w:rsidRDefault="007B6A46" w:rsidP="007B6A46">
      <w:r>
        <w:t>782.5658</w:t>
      </w:r>
      <w:r>
        <w:tab/>
        <w:t>2.025e0</w:t>
      </w:r>
    </w:p>
    <w:p w:rsidR="007B6A46" w:rsidRDefault="007B6A46" w:rsidP="007B6A46">
      <w:r>
        <w:t>782.5922</w:t>
      </w:r>
      <w:r>
        <w:tab/>
        <w:t>1.013e0</w:t>
      </w:r>
    </w:p>
    <w:p w:rsidR="007B6A46" w:rsidRDefault="007B6A46" w:rsidP="007B6A46">
      <w:r>
        <w:t>782.6259</w:t>
      </w:r>
      <w:r>
        <w:tab/>
        <w:t>2.025e0</w:t>
      </w:r>
    </w:p>
    <w:p w:rsidR="007B6A46" w:rsidRDefault="007B6A46" w:rsidP="007B6A46">
      <w:r>
        <w:t>782.7101</w:t>
      </w:r>
      <w:r>
        <w:tab/>
        <w:t>1.013e0</w:t>
      </w:r>
    </w:p>
    <w:p w:rsidR="007B6A46" w:rsidRDefault="007B6A46" w:rsidP="007B6A46">
      <w:r>
        <w:t>782.7386</w:t>
      </w:r>
      <w:r>
        <w:tab/>
        <w:t>3.038e0</w:t>
      </w:r>
    </w:p>
    <w:p w:rsidR="007B6A46" w:rsidRDefault="007B6A46" w:rsidP="007B6A46">
      <w:r>
        <w:t>782.7623</w:t>
      </w:r>
      <w:r>
        <w:tab/>
        <w:t>1.013e0</w:t>
      </w:r>
    </w:p>
    <w:p w:rsidR="007B6A46" w:rsidRDefault="007B6A46" w:rsidP="007B6A46">
      <w:r>
        <w:t>782.8221</w:t>
      </w:r>
      <w:r>
        <w:tab/>
        <w:t>1.013e0</w:t>
      </w:r>
    </w:p>
    <w:p w:rsidR="007B6A46" w:rsidRDefault="007B6A46" w:rsidP="007B6A46">
      <w:r>
        <w:t>782.8606</w:t>
      </w:r>
      <w:r>
        <w:tab/>
        <w:t>1.013e0</w:t>
      </w:r>
    </w:p>
    <w:p w:rsidR="007B6A46" w:rsidRDefault="007B6A46" w:rsidP="007B6A46">
      <w:r>
        <w:t>782.9940</w:t>
      </w:r>
      <w:r>
        <w:tab/>
        <w:t>1.013e0</w:t>
      </w:r>
    </w:p>
    <w:p w:rsidR="007B6A46" w:rsidRDefault="007B6A46" w:rsidP="007B6A46">
      <w:r>
        <w:t>783.0502</w:t>
      </w:r>
      <w:r>
        <w:tab/>
        <w:t>1.013e0</w:t>
      </w:r>
    </w:p>
    <w:p w:rsidR="007B6A46" w:rsidRDefault="007B6A46" w:rsidP="007B6A46">
      <w:r>
        <w:t>783.1261</w:t>
      </w:r>
      <w:r>
        <w:tab/>
        <w:t>1.013e0</w:t>
      </w:r>
    </w:p>
    <w:p w:rsidR="007B6A46" w:rsidRDefault="007B6A46" w:rsidP="007B6A46">
      <w:r>
        <w:t>783.2032</w:t>
      </w:r>
      <w:r>
        <w:tab/>
        <w:t>2.025e0</w:t>
      </w:r>
    </w:p>
    <w:p w:rsidR="007B6A46" w:rsidRDefault="007B6A46" w:rsidP="007B6A46">
      <w:r>
        <w:t>783.2054</w:t>
      </w:r>
      <w:r>
        <w:tab/>
        <w:t>1.013e0</w:t>
      </w:r>
    </w:p>
    <w:p w:rsidR="007B6A46" w:rsidRDefault="007B6A46" w:rsidP="007B6A46">
      <w:r>
        <w:t>783.3145</w:t>
      </w:r>
      <w:r>
        <w:tab/>
        <w:t>2.025e0</w:t>
      </w:r>
    </w:p>
    <w:p w:rsidR="007B6A46" w:rsidRDefault="007B6A46" w:rsidP="007B6A46">
      <w:r>
        <w:t>783.3452</w:t>
      </w:r>
      <w:r>
        <w:tab/>
        <w:t>2.025e0</w:t>
      </w:r>
    </w:p>
    <w:p w:rsidR="007B6A46" w:rsidRDefault="007B6A46" w:rsidP="007B6A46">
      <w:r>
        <w:lastRenderedPageBreak/>
        <w:t>783.5276</w:t>
      </w:r>
      <w:r>
        <w:tab/>
        <w:t>1.013e0</w:t>
      </w:r>
    </w:p>
    <w:p w:rsidR="007B6A46" w:rsidRDefault="007B6A46" w:rsidP="007B6A46">
      <w:r>
        <w:t>783.5518</w:t>
      </w:r>
      <w:r>
        <w:tab/>
        <w:t>3.038e0</w:t>
      </w:r>
    </w:p>
    <w:p w:rsidR="007B6A46" w:rsidRDefault="007B6A46" w:rsidP="007B6A46">
      <w:r>
        <w:t>783.5889</w:t>
      </w:r>
      <w:r>
        <w:tab/>
        <w:t>1.013e0</w:t>
      </w:r>
    </w:p>
    <w:p w:rsidR="007B6A46" w:rsidRDefault="007B6A46" w:rsidP="007B6A46">
      <w:r>
        <w:t>783.6131</w:t>
      </w:r>
      <w:r>
        <w:tab/>
        <w:t>2.025e0</w:t>
      </w:r>
    </w:p>
    <w:p w:rsidR="007B6A46" w:rsidRDefault="007B6A46" w:rsidP="007B6A46">
      <w:r>
        <w:t>783.6517</w:t>
      </w:r>
      <w:r>
        <w:tab/>
        <w:t>2.025e0</w:t>
      </w:r>
    </w:p>
    <w:p w:rsidR="007B6A46" w:rsidRDefault="007B6A46" w:rsidP="007B6A46">
      <w:r>
        <w:t>783.8918</w:t>
      </w:r>
      <w:r>
        <w:tab/>
        <w:t>1.013e0</w:t>
      </w:r>
    </w:p>
    <w:p w:rsidR="007B6A46" w:rsidRDefault="007B6A46" w:rsidP="007B6A46">
      <w:r>
        <w:t>783.8931</w:t>
      </w:r>
      <w:r>
        <w:tab/>
        <w:t>1.013e0</w:t>
      </w:r>
    </w:p>
    <w:p w:rsidR="007B6A46" w:rsidRDefault="007B6A46" w:rsidP="007B6A46">
      <w:r>
        <w:t>783.9529</w:t>
      </w:r>
      <w:r>
        <w:tab/>
        <w:t>1.013e0</w:t>
      </w:r>
    </w:p>
    <w:p w:rsidR="007B6A46" w:rsidRDefault="007B6A46" w:rsidP="007B6A46">
      <w:r>
        <w:t>784.0197</w:t>
      </w:r>
      <w:r>
        <w:tab/>
        <w:t>2.025e0</w:t>
      </w:r>
    </w:p>
    <w:p w:rsidR="007B6A46" w:rsidRDefault="007B6A46" w:rsidP="007B6A46">
      <w:r>
        <w:t>784.0374</w:t>
      </w:r>
      <w:r>
        <w:tab/>
        <w:t>1.013e0</w:t>
      </w:r>
    </w:p>
    <w:p w:rsidR="007B6A46" w:rsidRDefault="007B6A46" w:rsidP="007B6A46">
      <w:r>
        <w:t>784.0546</w:t>
      </w:r>
      <w:r>
        <w:tab/>
        <w:t>2.025e0</w:t>
      </w:r>
    </w:p>
    <w:p w:rsidR="007B6A46" w:rsidRDefault="007B6A46" w:rsidP="007B6A46">
      <w:r>
        <w:t>784.1048</w:t>
      </w:r>
      <w:r>
        <w:tab/>
        <w:t>1.013e0</w:t>
      </w:r>
    </w:p>
    <w:p w:rsidR="007B6A46" w:rsidRDefault="007B6A46" w:rsidP="007B6A46">
      <w:r>
        <w:t>784.2359</w:t>
      </w:r>
      <w:r>
        <w:tab/>
        <w:t>1.013e0</w:t>
      </w:r>
    </w:p>
    <w:p w:rsidR="007B6A46" w:rsidRDefault="007B6A46" w:rsidP="007B6A46">
      <w:r>
        <w:t>784.2491</w:t>
      </w:r>
      <w:r>
        <w:tab/>
        <w:t>1.013e0</w:t>
      </w:r>
    </w:p>
    <w:p w:rsidR="007B6A46" w:rsidRDefault="007B6A46" w:rsidP="007B6A46">
      <w:r>
        <w:t>784.3166</w:t>
      </w:r>
      <w:r>
        <w:tab/>
        <w:t>2.025e0</w:t>
      </w:r>
    </w:p>
    <w:p w:rsidR="007B6A46" w:rsidRDefault="007B6A46" w:rsidP="007B6A46">
      <w:r>
        <w:t>784.3658</w:t>
      </w:r>
      <w:r>
        <w:tab/>
        <w:t>3.038e0</w:t>
      </w:r>
    </w:p>
    <w:p w:rsidR="007B6A46" w:rsidRDefault="007B6A46" w:rsidP="007B6A46">
      <w:r>
        <w:t>784.4092</w:t>
      </w:r>
      <w:r>
        <w:tab/>
        <w:t>1.013e0</w:t>
      </w:r>
    </w:p>
    <w:p w:rsidR="007B6A46" w:rsidRDefault="007B6A46" w:rsidP="007B6A46">
      <w:r>
        <w:t>784.4278</w:t>
      </w:r>
      <w:r>
        <w:tab/>
        <w:t>1.013e0</w:t>
      </w:r>
    </w:p>
    <w:p w:rsidR="007B6A46" w:rsidRDefault="007B6A46" w:rsidP="007B6A46">
      <w:r>
        <w:t>784.4451</w:t>
      </w:r>
      <w:r>
        <w:tab/>
        <w:t>1.013e0</w:t>
      </w:r>
    </w:p>
    <w:p w:rsidR="007B6A46" w:rsidRDefault="007B6A46" w:rsidP="007B6A46">
      <w:r>
        <w:lastRenderedPageBreak/>
        <w:t>784.4586</w:t>
      </w:r>
      <w:r>
        <w:tab/>
        <w:t>2.818e0</w:t>
      </w:r>
    </w:p>
    <w:p w:rsidR="007B6A46" w:rsidRDefault="007B6A46" w:rsidP="007B6A46">
      <w:r>
        <w:t>784.5416</w:t>
      </w:r>
      <w:r>
        <w:tab/>
        <w:t>1.013e0</w:t>
      </w:r>
    </w:p>
    <w:p w:rsidR="007B6A46" w:rsidRDefault="007B6A46" w:rsidP="007B6A46">
      <w:r>
        <w:t>784.6066</w:t>
      </w:r>
      <w:r>
        <w:tab/>
        <w:t>1.013e0</w:t>
      </w:r>
    </w:p>
    <w:p w:rsidR="007B6A46" w:rsidRDefault="007B6A46" w:rsidP="007B6A46">
      <w:r>
        <w:t>784.6211</w:t>
      </w:r>
      <w:r>
        <w:tab/>
        <w:t>1.013e0</w:t>
      </w:r>
    </w:p>
    <w:p w:rsidR="007B6A46" w:rsidRDefault="007B6A46" w:rsidP="007B6A46">
      <w:r>
        <w:t>784.6497</w:t>
      </w:r>
      <w:r>
        <w:tab/>
        <w:t>1.013e0</w:t>
      </w:r>
    </w:p>
    <w:p w:rsidR="007B6A46" w:rsidRDefault="007B6A46" w:rsidP="007B6A46">
      <w:r>
        <w:t>784.8463</w:t>
      </w:r>
      <w:r>
        <w:tab/>
        <w:t>1.013e0</w:t>
      </w:r>
    </w:p>
    <w:p w:rsidR="007B6A46" w:rsidRDefault="007B6A46" w:rsidP="007B6A46">
      <w:r>
        <w:t>784.8781</w:t>
      </w:r>
      <w:r>
        <w:tab/>
        <w:t>2.025e0</w:t>
      </w:r>
    </w:p>
    <w:p w:rsidR="007B6A46" w:rsidRDefault="007B6A46" w:rsidP="007B6A46">
      <w:r>
        <w:t>784.8876</w:t>
      </w:r>
      <w:r>
        <w:tab/>
        <w:t>1.013e0</w:t>
      </w:r>
    </w:p>
    <w:p w:rsidR="007B6A46" w:rsidRDefault="007B6A46" w:rsidP="007B6A46">
      <w:r>
        <w:t>784.8979</w:t>
      </w:r>
      <w:r>
        <w:tab/>
        <w:t>2.025e0</w:t>
      </w:r>
    </w:p>
    <w:p w:rsidR="007B6A46" w:rsidRDefault="007B6A46" w:rsidP="007B6A46">
      <w:r>
        <w:t>785.0569</w:t>
      </w:r>
      <w:r>
        <w:tab/>
        <w:t>1.013e0</w:t>
      </w:r>
    </w:p>
    <w:p w:rsidR="007B6A46" w:rsidRDefault="007B6A46" w:rsidP="007B6A46">
      <w:r>
        <w:t>785.1256</w:t>
      </w:r>
      <w:r>
        <w:tab/>
        <w:t>1.013e0</w:t>
      </w:r>
    </w:p>
    <w:p w:rsidR="007B6A46" w:rsidRDefault="007B6A46" w:rsidP="007B6A46">
      <w:r>
        <w:t>785.1941</w:t>
      </w:r>
      <w:r>
        <w:tab/>
        <w:t>1.013e0</w:t>
      </w:r>
    </w:p>
    <w:p w:rsidR="007B6A46" w:rsidRDefault="007B6A46" w:rsidP="007B6A46">
      <w:r>
        <w:t>785.2371</w:t>
      </w:r>
      <w:r>
        <w:tab/>
        <w:t>2.025e0</w:t>
      </w:r>
    </w:p>
    <w:p w:rsidR="007B6A46" w:rsidRDefault="007B6A46" w:rsidP="007B6A46">
      <w:r>
        <w:t>785.2689</w:t>
      </w:r>
      <w:r>
        <w:tab/>
        <w:t>1.013e0</w:t>
      </w:r>
    </w:p>
    <w:p w:rsidR="007B6A46" w:rsidRDefault="007B6A46" w:rsidP="007B6A46">
      <w:r>
        <w:t>785.3478</w:t>
      </w:r>
      <w:r>
        <w:tab/>
        <w:t>1.013e0</w:t>
      </w:r>
    </w:p>
    <w:p w:rsidR="007B6A46" w:rsidRDefault="007B6A46" w:rsidP="007B6A46">
      <w:r>
        <w:t>785.4147</w:t>
      </w:r>
      <w:r>
        <w:tab/>
        <w:t>1.013e0</w:t>
      </w:r>
    </w:p>
    <w:p w:rsidR="007B6A46" w:rsidRDefault="007B6A46" w:rsidP="007B6A46">
      <w:r>
        <w:t>785.4280</w:t>
      </w:r>
      <w:r>
        <w:tab/>
        <w:t>1.013e0</w:t>
      </w:r>
    </w:p>
    <w:p w:rsidR="007B6A46" w:rsidRDefault="007B6A46" w:rsidP="007B6A46">
      <w:r>
        <w:t>785.4568</w:t>
      </w:r>
      <w:r>
        <w:tab/>
        <w:t>4.051e0</w:t>
      </w:r>
    </w:p>
    <w:p w:rsidR="007B6A46" w:rsidRDefault="007B6A46" w:rsidP="007B6A46">
      <w:r>
        <w:t>785.4667</w:t>
      </w:r>
      <w:r>
        <w:tab/>
        <w:t>1.013e0</w:t>
      </w:r>
    </w:p>
    <w:p w:rsidR="007B6A46" w:rsidRDefault="007B6A46" w:rsidP="007B6A46">
      <w:r>
        <w:lastRenderedPageBreak/>
        <w:t>785.4812</w:t>
      </w:r>
      <w:r>
        <w:tab/>
        <w:t>1.013e0</w:t>
      </w:r>
    </w:p>
    <w:p w:rsidR="007B6A46" w:rsidRDefault="007B6A46" w:rsidP="007B6A46">
      <w:r>
        <w:t>785.6102</w:t>
      </w:r>
      <w:r>
        <w:tab/>
        <w:t>2.025e0</w:t>
      </w:r>
    </w:p>
    <w:p w:rsidR="007B6A46" w:rsidRDefault="007B6A46" w:rsidP="007B6A46">
      <w:r>
        <w:t>785.6148</w:t>
      </w:r>
      <w:r>
        <w:tab/>
        <w:t>1.013e0</w:t>
      </w:r>
    </w:p>
    <w:p w:rsidR="007B6A46" w:rsidRDefault="007B6A46" w:rsidP="007B6A46">
      <w:r>
        <w:t>785.6699</w:t>
      </w:r>
      <w:r>
        <w:tab/>
        <w:t>1.013e0</w:t>
      </w:r>
    </w:p>
    <w:p w:rsidR="007B6A46" w:rsidRDefault="007B6A46" w:rsidP="007B6A46">
      <w:r>
        <w:t>785.7383</w:t>
      </w:r>
      <w:r>
        <w:tab/>
        <w:t>1.013e0</w:t>
      </w:r>
    </w:p>
    <w:p w:rsidR="007B6A46" w:rsidRDefault="007B6A46" w:rsidP="007B6A46">
      <w:r>
        <w:t>785.7554</w:t>
      </w:r>
      <w:r>
        <w:tab/>
        <w:t>1.013e0</w:t>
      </w:r>
    </w:p>
    <w:p w:rsidR="007B6A46" w:rsidRDefault="007B6A46" w:rsidP="007B6A46">
      <w:r>
        <w:t>785.7992</w:t>
      </w:r>
      <w:r>
        <w:tab/>
        <w:t>1.013e0</w:t>
      </w:r>
    </w:p>
    <w:p w:rsidR="007B6A46" w:rsidRDefault="007B6A46" w:rsidP="007B6A46">
      <w:r>
        <w:t>785.8800</w:t>
      </w:r>
      <w:r>
        <w:tab/>
        <w:t>2.025e0</w:t>
      </w:r>
    </w:p>
    <w:p w:rsidR="007B6A46" w:rsidRDefault="007B6A46" w:rsidP="007B6A46">
      <w:r>
        <w:t>785.9773</w:t>
      </w:r>
      <w:r>
        <w:tab/>
        <w:t>3.038e0</w:t>
      </w:r>
    </w:p>
    <w:p w:rsidR="007B6A46" w:rsidRDefault="007B6A46" w:rsidP="007B6A46">
      <w:r>
        <w:t>786.0939</w:t>
      </w:r>
      <w:r>
        <w:tab/>
        <w:t>1.013e0</w:t>
      </w:r>
    </w:p>
    <w:p w:rsidR="007B6A46" w:rsidRDefault="007B6A46" w:rsidP="007B6A46">
      <w:r>
        <w:t>786.1635</w:t>
      </w:r>
      <w:r>
        <w:tab/>
        <w:t>1.013e0</w:t>
      </w:r>
    </w:p>
    <w:p w:rsidR="007B6A46" w:rsidRDefault="007B6A46" w:rsidP="007B6A46">
      <w:r>
        <w:t>786.2217</w:t>
      </w:r>
      <w:r>
        <w:tab/>
        <w:t>2.025e0</w:t>
      </w:r>
    </w:p>
    <w:p w:rsidR="007B6A46" w:rsidRDefault="007B6A46" w:rsidP="007B6A46">
      <w:r>
        <w:t>786.2315</w:t>
      </w:r>
      <w:r>
        <w:tab/>
        <w:t>1.013e0</w:t>
      </w:r>
    </w:p>
    <w:p w:rsidR="007B6A46" w:rsidRDefault="007B6A46" w:rsidP="007B6A46">
      <w:r>
        <w:t>786.2382</w:t>
      </w:r>
      <w:r>
        <w:tab/>
        <w:t>1.013e0</w:t>
      </w:r>
    </w:p>
    <w:p w:rsidR="007B6A46" w:rsidRDefault="007B6A46" w:rsidP="007B6A46">
      <w:r>
        <w:t>786.2900</w:t>
      </w:r>
      <w:r>
        <w:tab/>
        <w:t>1.013e0</w:t>
      </w:r>
    </w:p>
    <w:p w:rsidR="007B6A46" w:rsidRDefault="007B6A46" w:rsidP="007B6A46">
      <w:r>
        <w:t>786.3447</w:t>
      </w:r>
      <w:r>
        <w:tab/>
        <w:t>3.038e0</w:t>
      </w:r>
    </w:p>
    <w:p w:rsidR="007B6A46" w:rsidRDefault="007B6A46" w:rsidP="007B6A46">
      <w:r>
        <w:t>786.3505</w:t>
      </w:r>
      <w:r>
        <w:tab/>
        <w:t>1.013e0</w:t>
      </w:r>
    </w:p>
    <w:p w:rsidR="007B6A46" w:rsidRDefault="007B6A46" w:rsidP="007B6A46">
      <w:r>
        <w:t>786.3708</w:t>
      </w:r>
      <w:r>
        <w:tab/>
        <w:t>1.013e0</w:t>
      </w:r>
    </w:p>
    <w:p w:rsidR="007B6A46" w:rsidRDefault="007B6A46" w:rsidP="007B6A46">
      <w:r>
        <w:t>786.4855</w:t>
      </w:r>
      <w:r>
        <w:tab/>
        <w:t>1.013e0</w:t>
      </w:r>
    </w:p>
    <w:p w:rsidR="007B6A46" w:rsidRDefault="007B6A46" w:rsidP="007B6A46">
      <w:r>
        <w:lastRenderedPageBreak/>
        <w:t>786.5035</w:t>
      </w:r>
      <w:r>
        <w:tab/>
        <w:t>1.013e0</w:t>
      </w:r>
    </w:p>
    <w:p w:rsidR="007B6A46" w:rsidRDefault="007B6A46" w:rsidP="007B6A46">
      <w:r>
        <w:t>786.5301</w:t>
      </w:r>
      <w:r>
        <w:tab/>
        <w:t>1.013e0</w:t>
      </w:r>
    </w:p>
    <w:p w:rsidR="007B6A46" w:rsidRDefault="007B6A46" w:rsidP="007B6A46">
      <w:r>
        <w:t>786.6480</w:t>
      </w:r>
      <w:r>
        <w:tab/>
        <w:t>2.025e0</w:t>
      </w:r>
    </w:p>
    <w:p w:rsidR="007B6A46" w:rsidRDefault="007B6A46" w:rsidP="007B6A46">
      <w:r>
        <w:t>786.6553</w:t>
      </w:r>
      <w:r>
        <w:tab/>
        <w:t>1.013e0</w:t>
      </w:r>
    </w:p>
    <w:p w:rsidR="007B6A46" w:rsidRDefault="007B6A46" w:rsidP="007B6A46">
      <w:r>
        <w:t>786.7619</w:t>
      </w:r>
      <w:r>
        <w:tab/>
        <w:t>2.025e0</w:t>
      </w:r>
    </w:p>
    <w:p w:rsidR="007B6A46" w:rsidRDefault="007B6A46" w:rsidP="007B6A46">
      <w:r>
        <w:t>786.8253</w:t>
      </w:r>
      <w:r>
        <w:tab/>
        <w:t>1.013e0</w:t>
      </w:r>
    </w:p>
    <w:p w:rsidR="007B6A46" w:rsidRDefault="007B6A46" w:rsidP="007B6A46">
      <w:r>
        <w:t>786.8424</w:t>
      </w:r>
      <w:r>
        <w:tab/>
        <w:t>1.013e0</w:t>
      </w:r>
    </w:p>
    <w:p w:rsidR="007B6A46" w:rsidRDefault="007B6A46" w:rsidP="007B6A46">
      <w:r>
        <w:t>786.9614</w:t>
      </w:r>
      <w:r>
        <w:tab/>
        <w:t>1.013e0</w:t>
      </w:r>
    </w:p>
    <w:p w:rsidR="007B6A46" w:rsidRDefault="007B6A46" w:rsidP="007B6A46">
      <w:r>
        <w:t>786.9802</w:t>
      </w:r>
      <w:r>
        <w:tab/>
        <w:t>1.013e0</w:t>
      </w:r>
    </w:p>
    <w:p w:rsidR="007B6A46" w:rsidRDefault="007B6A46" w:rsidP="007B6A46">
      <w:r>
        <w:t>786.9935</w:t>
      </w:r>
      <w:r>
        <w:tab/>
        <w:t>1.013e0</w:t>
      </w:r>
    </w:p>
    <w:p w:rsidR="007B6A46" w:rsidRDefault="007B6A46" w:rsidP="007B6A46">
      <w:r>
        <w:t>787.0213</w:t>
      </w:r>
      <w:r>
        <w:tab/>
        <w:t>1.013e0</w:t>
      </w:r>
    </w:p>
    <w:p w:rsidR="007B6A46" w:rsidRDefault="007B6A46" w:rsidP="007B6A46">
      <w:r>
        <w:t>787.0631</w:t>
      </w:r>
      <w:r>
        <w:tab/>
        <w:t>1.013e0</w:t>
      </w:r>
    </w:p>
    <w:p w:rsidR="007B6A46" w:rsidRDefault="007B6A46" w:rsidP="007B6A46">
      <w:r>
        <w:t>787.1541</w:t>
      </w:r>
      <w:r>
        <w:tab/>
        <w:t>2.025e0</w:t>
      </w:r>
    </w:p>
    <w:p w:rsidR="007B6A46" w:rsidRDefault="007B6A46" w:rsidP="007B6A46">
      <w:r>
        <w:t>787.2687</w:t>
      </w:r>
      <w:r>
        <w:tab/>
        <w:t>1.013e0</w:t>
      </w:r>
    </w:p>
    <w:p w:rsidR="007B6A46" w:rsidRDefault="007B6A46" w:rsidP="007B6A46">
      <w:r>
        <w:t>787.2870</w:t>
      </w:r>
      <w:r>
        <w:tab/>
        <w:t>1.013e0</w:t>
      </w:r>
    </w:p>
    <w:p w:rsidR="007B6A46" w:rsidRDefault="007B6A46" w:rsidP="007B6A46">
      <w:r>
        <w:t>787.3389</w:t>
      </w:r>
      <w:r>
        <w:tab/>
        <w:t>1.013e0</w:t>
      </w:r>
    </w:p>
    <w:p w:rsidR="007B6A46" w:rsidRDefault="007B6A46" w:rsidP="007B6A46">
      <w:r>
        <w:t>787.3455</w:t>
      </w:r>
      <w:r>
        <w:tab/>
        <w:t>2.025e0</w:t>
      </w:r>
    </w:p>
    <w:p w:rsidR="007B6A46" w:rsidRDefault="007B6A46" w:rsidP="007B6A46">
      <w:r>
        <w:t>787.4033</w:t>
      </w:r>
      <w:r>
        <w:tab/>
        <w:t>2.831e0</w:t>
      </w:r>
    </w:p>
    <w:p w:rsidR="007B6A46" w:rsidRDefault="007B6A46" w:rsidP="007B6A46">
      <w:r>
        <w:t>787.4331</w:t>
      </w:r>
      <w:r>
        <w:tab/>
        <w:t>1.013e0</w:t>
      </w:r>
    </w:p>
    <w:p w:rsidR="007B6A46" w:rsidRDefault="007B6A46" w:rsidP="007B6A46">
      <w:r>
        <w:lastRenderedPageBreak/>
        <w:t>787.5913</w:t>
      </w:r>
      <w:r>
        <w:tab/>
        <w:t>1.013e0</w:t>
      </w:r>
    </w:p>
    <w:p w:rsidR="007B6A46" w:rsidRDefault="007B6A46" w:rsidP="007B6A46">
      <w:r>
        <w:t>787.6132</w:t>
      </w:r>
      <w:r>
        <w:tab/>
        <w:t>2.025e0</w:t>
      </w:r>
    </w:p>
    <w:p w:rsidR="007B6A46" w:rsidRDefault="007B6A46" w:rsidP="007B6A46">
      <w:r>
        <w:t>787.6179</w:t>
      </w:r>
      <w:r>
        <w:tab/>
        <w:t>1.013e0</w:t>
      </w:r>
    </w:p>
    <w:p w:rsidR="007B6A46" w:rsidRDefault="007B6A46" w:rsidP="007B6A46">
      <w:r>
        <w:t>787.6578</w:t>
      </w:r>
      <w:r>
        <w:tab/>
        <w:t>1.013e0</w:t>
      </w:r>
    </w:p>
    <w:p w:rsidR="007B6A46" w:rsidRDefault="007B6A46" w:rsidP="007B6A46">
      <w:r>
        <w:t>787.7774</w:t>
      </w:r>
      <w:r>
        <w:tab/>
        <w:t>1.013e0</w:t>
      </w:r>
    </w:p>
    <w:p w:rsidR="007B6A46" w:rsidRDefault="007B6A46" w:rsidP="007B6A46">
      <w:r>
        <w:t>787.7786</w:t>
      </w:r>
      <w:r>
        <w:tab/>
        <w:t>1.013e0</w:t>
      </w:r>
    </w:p>
    <w:p w:rsidR="007B6A46" w:rsidRDefault="007B6A46" w:rsidP="007B6A46">
      <w:r>
        <w:t>787.8290</w:t>
      </w:r>
      <w:r>
        <w:tab/>
        <w:t>1.013e0</w:t>
      </w:r>
    </w:p>
    <w:p w:rsidR="007B6A46" w:rsidRDefault="007B6A46" w:rsidP="007B6A46">
      <w:r>
        <w:t>787.9749</w:t>
      </w:r>
      <w:r>
        <w:tab/>
        <w:t>4.051e0</w:t>
      </w:r>
    </w:p>
    <w:p w:rsidR="007B6A46" w:rsidRDefault="007B6A46" w:rsidP="007B6A46">
      <w:r>
        <w:t>787.9985</w:t>
      </w:r>
      <w:r>
        <w:tab/>
        <w:t>1.013e0</w:t>
      </w:r>
    </w:p>
    <w:p w:rsidR="007B6A46" w:rsidRDefault="007B6A46" w:rsidP="007B6A46">
      <w:r>
        <w:t>788.0163</w:t>
      </w:r>
      <w:r>
        <w:tab/>
        <w:t>1.013e0</w:t>
      </w:r>
    </w:p>
    <w:p w:rsidR="007B6A46" w:rsidRDefault="007B6A46" w:rsidP="007B6A46">
      <w:r>
        <w:t>788.0175</w:t>
      </w:r>
      <w:r>
        <w:tab/>
        <w:t>1.013e0</w:t>
      </w:r>
    </w:p>
    <w:p w:rsidR="007B6A46" w:rsidRDefault="007B6A46" w:rsidP="007B6A46">
      <w:r>
        <w:t>788.1520</w:t>
      </w:r>
      <w:r>
        <w:tab/>
        <w:t>1.013e0</w:t>
      </w:r>
    </w:p>
    <w:p w:rsidR="007B6A46" w:rsidRDefault="007B6A46" w:rsidP="007B6A46">
      <w:r>
        <w:t>788.2328</w:t>
      </w:r>
      <w:r>
        <w:tab/>
        <w:t>2.025e0</w:t>
      </w:r>
    </w:p>
    <w:p w:rsidR="007B6A46" w:rsidRDefault="007B6A46" w:rsidP="007B6A46">
      <w:r>
        <w:t>788.4641</w:t>
      </w:r>
      <w:r>
        <w:tab/>
        <w:t>4.051e0</w:t>
      </w:r>
    </w:p>
    <w:p w:rsidR="007B6A46" w:rsidRDefault="007B6A46" w:rsidP="007B6A46">
      <w:r>
        <w:t>788.5388</w:t>
      </w:r>
      <w:r>
        <w:tab/>
        <w:t>2.025e0</w:t>
      </w:r>
    </w:p>
    <w:p w:rsidR="007B6A46" w:rsidRDefault="007B6A46" w:rsidP="007B6A46">
      <w:r>
        <w:t>788.5500</w:t>
      </w:r>
      <w:r>
        <w:tab/>
        <w:t>1.013e0</w:t>
      </w:r>
    </w:p>
    <w:p w:rsidR="007B6A46" w:rsidRDefault="007B6A46" w:rsidP="007B6A46">
      <w:r>
        <w:t>788.5611</w:t>
      </w:r>
      <w:r>
        <w:tab/>
        <w:t>2.025e0</w:t>
      </w:r>
    </w:p>
    <w:p w:rsidR="007B6A46" w:rsidRDefault="007B6A46" w:rsidP="007B6A46">
      <w:r>
        <w:t>788.7097</w:t>
      </w:r>
      <w:r>
        <w:tab/>
        <w:t>1.013e0</w:t>
      </w:r>
    </w:p>
    <w:p w:rsidR="007B6A46" w:rsidRDefault="007B6A46" w:rsidP="007B6A46">
      <w:r>
        <w:t>788.7307</w:t>
      </w:r>
      <w:r>
        <w:tab/>
        <w:t>1.013e0</w:t>
      </w:r>
    </w:p>
    <w:p w:rsidR="007B6A46" w:rsidRDefault="007B6A46" w:rsidP="007B6A46">
      <w:r>
        <w:lastRenderedPageBreak/>
        <w:t>788.8825</w:t>
      </w:r>
      <w:r>
        <w:tab/>
        <w:t>2.025e0</w:t>
      </w:r>
    </w:p>
    <w:p w:rsidR="007B6A46" w:rsidRDefault="007B6A46" w:rsidP="007B6A46">
      <w:r>
        <w:t>788.8993</w:t>
      </w:r>
      <w:r>
        <w:tab/>
        <w:t>1.013e0</w:t>
      </w:r>
    </w:p>
    <w:p w:rsidR="007B6A46" w:rsidRDefault="007B6A46" w:rsidP="007B6A46">
      <w:r>
        <w:t>788.9509</w:t>
      </w:r>
      <w:r>
        <w:tab/>
        <w:t>2.025e0</w:t>
      </w:r>
    </w:p>
    <w:p w:rsidR="007B6A46" w:rsidRDefault="007B6A46" w:rsidP="007B6A46">
      <w:r>
        <w:t>788.9612</w:t>
      </w:r>
      <w:r>
        <w:tab/>
        <w:t>1.013e0</w:t>
      </w:r>
    </w:p>
    <w:p w:rsidR="007B6A46" w:rsidRDefault="007B6A46" w:rsidP="007B6A46">
      <w:r>
        <w:t>789.0182</w:t>
      </w:r>
      <w:r>
        <w:tab/>
        <w:t>1.013e0</w:t>
      </w:r>
    </w:p>
    <w:p w:rsidR="007B6A46" w:rsidRDefault="007B6A46" w:rsidP="007B6A46">
      <w:r>
        <w:t>789.0291</w:t>
      </w:r>
      <w:r>
        <w:tab/>
        <w:t>1.013e0</w:t>
      </w:r>
    </w:p>
    <w:p w:rsidR="007B6A46" w:rsidRDefault="007B6A46" w:rsidP="007B6A46">
      <w:r>
        <w:t>789.0424</w:t>
      </w:r>
      <w:r>
        <w:tab/>
        <w:t>1.013e0</w:t>
      </w:r>
    </w:p>
    <w:p w:rsidR="007B6A46" w:rsidRDefault="007B6A46" w:rsidP="007B6A46">
      <w:r>
        <w:t>789.1730</w:t>
      </w:r>
      <w:r>
        <w:tab/>
        <w:t>1.013e0</w:t>
      </w:r>
    </w:p>
    <w:p w:rsidR="007B6A46" w:rsidRDefault="007B6A46" w:rsidP="007B6A46">
      <w:r>
        <w:t>789.1876</w:t>
      </w:r>
      <w:r>
        <w:tab/>
        <w:t>1.013e0</w:t>
      </w:r>
    </w:p>
    <w:p w:rsidR="007B6A46" w:rsidRDefault="007B6A46" w:rsidP="007B6A46">
      <w:r>
        <w:t>789.2021</w:t>
      </w:r>
      <w:r>
        <w:tab/>
        <w:t>1.013e0</w:t>
      </w:r>
    </w:p>
    <w:p w:rsidR="007B6A46" w:rsidRDefault="007B6A46" w:rsidP="007B6A46">
      <w:r>
        <w:t>789.2414</w:t>
      </w:r>
      <w:r>
        <w:tab/>
        <w:t>1.013e0</w:t>
      </w:r>
    </w:p>
    <w:p w:rsidR="007B6A46" w:rsidRDefault="007B6A46" w:rsidP="007B6A46">
      <w:r>
        <w:t>789.2570</w:t>
      </w:r>
      <w:r>
        <w:tab/>
        <w:t>1.013e0</w:t>
      </w:r>
    </w:p>
    <w:p w:rsidR="007B6A46" w:rsidRDefault="007B6A46" w:rsidP="007B6A46">
      <w:r>
        <w:t>789.2820</w:t>
      </w:r>
      <w:r>
        <w:tab/>
        <w:t>1.013e0</w:t>
      </w:r>
    </w:p>
    <w:p w:rsidR="007B6A46" w:rsidRDefault="007B6A46" w:rsidP="007B6A46">
      <w:r>
        <w:t>789.3387</w:t>
      </w:r>
      <w:r>
        <w:tab/>
        <w:t>2.025e0</w:t>
      </w:r>
    </w:p>
    <w:p w:rsidR="007B6A46" w:rsidRDefault="007B6A46" w:rsidP="007B6A46">
      <w:r>
        <w:t>789.3486</w:t>
      </w:r>
      <w:r>
        <w:tab/>
        <w:t>1.013e0</w:t>
      </w:r>
    </w:p>
    <w:p w:rsidR="007B6A46" w:rsidRDefault="007B6A46" w:rsidP="007B6A46">
      <w:r>
        <w:t>789.4348</w:t>
      </w:r>
      <w:r>
        <w:tab/>
        <w:t>5.766e0</w:t>
      </w:r>
    </w:p>
    <w:p w:rsidR="007B6A46" w:rsidRDefault="007B6A46" w:rsidP="007B6A46">
      <w:r>
        <w:t>789.4434</w:t>
      </w:r>
      <w:r>
        <w:tab/>
        <w:t>3.038e0</w:t>
      </w:r>
    </w:p>
    <w:p w:rsidR="007B6A46" w:rsidRDefault="007B6A46" w:rsidP="007B6A46">
      <w:r>
        <w:t>789.4449</w:t>
      </w:r>
      <w:r>
        <w:tab/>
        <w:t>7.089e0</w:t>
      </w:r>
    </w:p>
    <w:p w:rsidR="007B6A46" w:rsidRDefault="007B6A46" w:rsidP="007B6A46">
      <w:r>
        <w:t>789.4538</w:t>
      </w:r>
      <w:r>
        <w:tab/>
        <w:t>1.519e1</w:t>
      </w:r>
    </w:p>
    <w:p w:rsidR="007B6A46" w:rsidRDefault="007B6A46" w:rsidP="007B6A46">
      <w:r>
        <w:lastRenderedPageBreak/>
        <w:t>789.5884</w:t>
      </w:r>
      <w:r>
        <w:tab/>
        <w:t>1.013e0</w:t>
      </w:r>
    </w:p>
    <w:p w:rsidR="007B6A46" w:rsidRDefault="007B6A46" w:rsidP="007B6A46">
      <w:r>
        <w:t>789.6068</w:t>
      </w:r>
      <w:r>
        <w:tab/>
        <w:t>2.025e0</w:t>
      </w:r>
    </w:p>
    <w:p w:rsidR="007B6A46" w:rsidRDefault="007B6A46" w:rsidP="007B6A46">
      <w:r>
        <w:t>789.6151</w:t>
      </w:r>
      <w:r>
        <w:tab/>
        <w:t>1.013e0</w:t>
      </w:r>
    </w:p>
    <w:p w:rsidR="007B6A46" w:rsidRDefault="007B6A46" w:rsidP="007B6A46">
      <w:r>
        <w:t>789.6671</w:t>
      </w:r>
      <w:r>
        <w:tab/>
        <w:t>1.013e0</w:t>
      </w:r>
    </w:p>
    <w:p w:rsidR="007B6A46" w:rsidRDefault="007B6A46" w:rsidP="007B6A46">
      <w:r>
        <w:t>789.6949</w:t>
      </w:r>
      <w:r>
        <w:tab/>
        <w:t>1.013e0</w:t>
      </w:r>
    </w:p>
    <w:p w:rsidR="007B6A46" w:rsidRDefault="007B6A46" w:rsidP="007B6A46">
      <w:r>
        <w:t>789.7216</w:t>
      </w:r>
      <w:r>
        <w:tab/>
        <w:t>1.013e0</w:t>
      </w:r>
    </w:p>
    <w:p w:rsidR="007B6A46" w:rsidRDefault="007B6A46" w:rsidP="007B6A46">
      <w:r>
        <w:t>789.8183</w:t>
      </w:r>
      <w:r>
        <w:tab/>
        <w:t>1.013e0</w:t>
      </w:r>
    </w:p>
    <w:p w:rsidR="007B6A46" w:rsidRDefault="007B6A46" w:rsidP="007B6A46">
      <w:r>
        <w:t>789.8549</w:t>
      </w:r>
      <w:r>
        <w:tab/>
        <w:t>1.013e0</w:t>
      </w:r>
    </w:p>
    <w:p w:rsidR="007B6A46" w:rsidRDefault="007B6A46" w:rsidP="007B6A46">
      <w:r>
        <w:t>789.9202</w:t>
      </w:r>
      <w:r>
        <w:tab/>
        <w:t>1.013e0</w:t>
      </w:r>
    </w:p>
    <w:p w:rsidR="007B6A46" w:rsidRDefault="007B6A46" w:rsidP="007B6A46">
      <w:r>
        <w:t>789.9438</w:t>
      </w:r>
      <w:r>
        <w:tab/>
        <w:t>2.025e0</w:t>
      </w:r>
    </w:p>
    <w:p w:rsidR="007B6A46" w:rsidRDefault="007B6A46" w:rsidP="007B6A46">
      <w:r>
        <w:t>789.9881</w:t>
      </w:r>
      <w:r>
        <w:tab/>
        <w:t>2.025e0</w:t>
      </w:r>
    </w:p>
    <w:p w:rsidR="007B6A46" w:rsidRDefault="007B6A46" w:rsidP="007B6A46">
      <w:r>
        <w:t>790.0041</w:t>
      </w:r>
      <w:r>
        <w:tab/>
        <w:t>1.013e0</w:t>
      </w:r>
    </w:p>
    <w:p w:rsidR="007B6A46" w:rsidRDefault="007B6A46" w:rsidP="007B6A46">
      <w:r>
        <w:t>790.2401</w:t>
      </w:r>
      <w:r>
        <w:tab/>
        <w:t>1.013e0</w:t>
      </w:r>
    </w:p>
    <w:p w:rsidR="007B6A46" w:rsidRDefault="007B6A46" w:rsidP="007B6A46">
      <w:r>
        <w:t>790.3201</w:t>
      </w:r>
      <w:r>
        <w:tab/>
        <w:t>1.013e0</w:t>
      </w:r>
    </w:p>
    <w:p w:rsidR="007B6A46" w:rsidRDefault="007B6A46" w:rsidP="007B6A46">
      <w:r>
        <w:t>790.3327</w:t>
      </w:r>
      <w:r>
        <w:tab/>
        <w:t>3.038e0</w:t>
      </w:r>
    </w:p>
    <w:p w:rsidR="007B6A46" w:rsidRDefault="007B6A46" w:rsidP="007B6A46">
      <w:r>
        <w:t>790.4201</w:t>
      </w:r>
      <w:r>
        <w:tab/>
        <w:t>2.025e0</w:t>
      </w:r>
    </w:p>
    <w:p w:rsidR="007B6A46" w:rsidRDefault="007B6A46" w:rsidP="007B6A46">
      <w:r>
        <w:t>790.4335</w:t>
      </w:r>
      <w:r>
        <w:tab/>
        <w:t>9.910e0</w:t>
      </w:r>
    </w:p>
    <w:p w:rsidR="007B6A46" w:rsidRDefault="007B6A46" w:rsidP="007B6A46">
      <w:r>
        <w:t>790.4497</w:t>
      </w:r>
      <w:r>
        <w:tab/>
        <w:t>2.786e1</w:t>
      </w:r>
    </w:p>
    <w:p w:rsidR="007B6A46" w:rsidRDefault="007B6A46" w:rsidP="007B6A46">
      <w:r>
        <w:t>790.5685</w:t>
      </w:r>
      <w:r>
        <w:tab/>
        <w:t>2.025e0</w:t>
      </w:r>
    </w:p>
    <w:p w:rsidR="007B6A46" w:rsidRDefault="007B6A46" w:rsidP="007B6A46">
      <w:r>
        <w:lastRenderedPageBreak/>
        <w:t>790.6414</w:t>
      </w:r>
      <w:r>
        <w:tab/>
        <w:t>1.013e0</w:t>
      </w:r>
    </w:p>
    <w:p w:rsidR="007B6A46" w:rsidRDefault="007B6A46" w:rsidP="007B6A46">
      <w:r>
        <w:t>790.6456</w:t>
      </w:r>
      <w:r>
        <w:tab/>
        <w:t>3.038e0</w:t>
      </w:r>
    </w:p>
    <w:p w:rsidR="007B6A46" w:rsidRDefault="007B6A46" w:rsidP="007B6A46">
      <w:r>
        <w:t>790.6602</w:t>
      </w:r>
      <w:r>
        <w:tab/>
        <w:t>2.025e0</w:t>
      </w:r>
    </w:p>
    <w:p w:rsidR="007B6A46" w:rsidRDefault="007B6A46" w:rsidP="007B6A46">
      <w:r>
        <w:t>790.8270</w:t>
      </w:r>
      <w:r>
        <w:tab/>
        <w:t>1.013e0</w:t>
      </w:r>
    </w:p>
    <w:p w:rsidR="007B6A46" w:rsidRDefault="007B6A46" w:rsidP="007B6A46">
      <w:r>
        <w:t>790.9203</w:t>
      </w:r>
      <w:r>
        <w:tab/>
        <w:t>1.013e0</w:t>
      </w:r>
    </w:p>
    <w:p w:rsidR="007B6A46" w:rsidRDefault="007B6A46" w:rsidP="007B6A46">
      <w:r>
        <w:t>790.9216</w:t>
      </w:r>
      <w:r>
        <w:tab/>
        <w:t>1.013e0</w:t>
      </w:r>
    </w:p>
    <w:p w:rsidR="007B6A46" w:rsidRDefault="007B6A46" w:rsidP="007B6A46">
      <w:r>
        <w:t>791.0082</w:t>
      </w:r>
      <w:r>
        <w:tab/>
        <w:t>1.013e0</w:t>
      </w:r>
    </w:p>
    <w:p w:rsidR="007B6A46" w:rsidRDefault="007B6A46" w:rsidP="007B6A46">
      <w:r>
        <w:t>791.0404</w:t>
      </w:r>
      <w:r>
        <w:tab/>
        <w:t>1.013e0</w:t>
      </w:r>
    </w:p>
    <w:p w:rsidR="007B6A46" w:rsidRDefault="007B6A46" w:rsidP="007B6A46">
      <w:r>
        <w:t>791.0579</w:t>
      </w:r>
      <w:r>
        <w:tab/>
        <w:t>1.013e0</w:t>
      </w:r>
    </w:p>
    <w:p w:rsidR="007B6A46" w:rsidRDefault="007B6A46" w:rsidP="007B6A46">
      <w:r>
        <w:t>791.0764</w:t>
      </w:r>
      <w:r>
        <w:tab/>
        <w:t>2.025e0</w:t>
      </w:r>
    </w:p>
    <w:p w:rsidR="007B6A46" w:rsidRDefault="007B6A46" w:rsidP="007B6A46">
      <w:r>
        <w:t>791.2006</w:t>
      </w:r>
      <w:r>
        <w:tab/>
        <w:t>1.013e0</w:t>
      </w:r>
    </w:p>
    <w:p w:rsidR="007B6A46" w:rsidRDefault="007B6A46" w:rsidP="007B6A46">
      <w:r>
        <w:t>791.2273</w:t>
      </w:r>
      <w:r>
        <w:tab/>
        <w:t>2.025e0</w:t>
      </w:r>
    </w:p>
    <w:p w:rsidR="007B6A46" w:rsidRDefault="007B6A46" w:rsidP="007B6A46">
      <w:r>
        <w:t>791.3220</w:t>
      </w:r>
      <w:r>
        <w:tab/>
        <w:t>1.013e0</w:t>
      </w:r>
    </w:p>
    <w:p w:rsidR="007B6A46" w:rsidRDefault="007B6A46" w:rsidP="007B6A46">
      <w:r>
        <w:t>791.3711</w:t>
      </w:r>
      <w:r>
        <w:tab/>
        <w:t>2.025e0</w:t>
      </w:r>
    </w:p>
    <w:p w:rsidR="007B6A46" w:rsidRDefault="007B6A46" w:rsidP="007B6A46">
      <w:r>
        <w:t>791.3782</w:t>
      </w:r>
      <w:r>
        <w:tab/>
        <w:t>2.025e0</w:t>
      </w:r>
    </w:p>
    <w:p w:rsidR="007B6A46" w:rsidRDefault="007B6A46" w:rsidP="007B6A46">
      <w:r>
        <w:t>791.4275</w:t>
      </w:r>
      <w:r>
        <w:tab/>
        <w:t>2.025e0</w:t>
      </w:r>
    </w:p>
    <w:p w:rsidR="007B6A46" w:rsidRDefault="007B6A46" w:rsidP="007B6A46">
      <w:r>
        <w:t>791.4678</w:t>
      </w:r>
      <w:r>
        <w:tab/>
        <w:t>1.013e0</w:t>
      </w:r>
    </w:p>
    <w:p w:rsidR="007B6A46" w:rsidRDefault="007B6A46" w:rsidP="007B6A46">
      <w:r>
        <w:t>791.4809</w:t>
      </w:r>
      <w:r>
        <w:tab/>
        <w:t>1.013e0</w:t>
      </w:r>
    </w:p>
    <w:p w:rsidR="007B6A46" w:rsidRDefault="007B6A46" w:rsidP="007B6A46">
      <w:r>
        <w:t>791.5222</w:t>
      </w:r>
      <w:r>
        <w:tab/>
        <w:t>1.013e0</w:t>
      </w:r>
    </w:p>
    <w:p w:rsidR="007B6A46" w:rsidRDefault="007B6A46" w:rsidP="007B6A46">
      <w:r>
        <w:lastRenderedPageBreak/>
        <w:t>791.5756</w:t>
      </w:r>
      <w:r>
        <w:tab/>
        <w:t>1.013e0</w:t>
      </w:r>
    </w:p>
    <w:p w:rsidR="007B6A46" w:rsidRDefault="007B6A46" w:rsidP="007B6A46">
      <w:r>
        <w:t>791.7079</w:t>
      </w:r>
      <w:r>
        <w:tab/>
        <w:t>1.013e0</w:t>
      </w:r>
    </w:p>
    <w:p w:rsidR="007B6A46" w:rsidRDefault="007B6A46" w:rsidP="007B6A46">
      <w:r>
        <w:t>791.7213</w:t>
      </w:r>
      <w:r>
        <w:tab/>
        <w:t>1.013e0</w:t>
      </w:r>
    </w:p>
    <w:p w:rsidR="007B6A46" w:rsidRDefault="007B6A46" w:rsidP="007B6A46">
      <w:r>
        <w:t>791.8314</w:t>
      </w:r>
      <w:r>
        <w:tab/>
        <w:t>2.025e0</w:t>
      </w:r>
    </w:p>
    <w:p w:rsidR="007B6A46" w:rsidRDefault="007B6A46" w:rsidP="007B6A46">
      <w:r>
        <w:t>791.8415</w:t>
      </w:r>
      <w:r>
        <w:tab/>
        <w:t>1.013e0</w:t>
      </w:r>
    </w:p>
    <w:p w:rsidR="007B6A46" w:rsidRDefault="007B6A46" w:rsidP="007B6A46">
      <w:r>
        <w:t>791.8427</w:t>
      </w:r>
      <w:r>
        <w:tab/>
        <w:t>1.013e0</w:t>
      </w:r>
    </w:p>
    <w:p w:rsidR="007B6A46" w:rsidRDefault="007B6A46" w:rsidP="007B6A46">
      <w:r>
        <w:t>791.8921</w:t>
      </w:r>
      <w:r>
        <w:tab/>
        <w:t>1.013e0</w:t>
      </w:r>
    </w:p>
    <w:p w:rsidR="007B6A46" w:rsidRDefault="007B6A46" w:rsidP="007B6A46">
      <w:r>
        <w:t>791.9243</w:t>
      </w:r>
      <w:r>
        <w:tab/>
        <w:t>1.013e0</w:t>
      </w:r>
    </w:p>
    <w:p w:rsidR="007B6A46" w:rsidRDefault="007B6A46" w:rsidP="007B6A46">
      <w:r>
        <w:t>791.9256</w:t>
      </w:r>
      <w:r>
        <w:tab/>
        <w:t>1.013e0</w:t>
      </w:r>
    </w:p>
    <w:p w:rsidR="007B6A46" w:rsidRDefault="007B6A46" w:rsidP="007B6A46">
      <w:r>
        <w:t>791.9590</w:t>
      </w:r>
      <w:r>
        <w:tab/>
        <w:t>1.013e0</w:t>
      </w:r>
    </w:p>
    <w:p w:rsidR="007B6A46" w:rsidRDefault="007B6A46" w:rsidP="007B6A46">
      <w:r>
        <w:t>791.9938</w:t>
      </w:r>
      <w:r>
        <w:tab/>
        <w:t>1.013e0</w:t>
      </w:r>
    </w:p>
    <w:p w:rsidR="007B6A46" w:rsidRDefault="007B6A46" w:rsidP="007B6A46">
      <w:r>
        <w:t>792.0109</w:t>
      </w:r>
      <w:r>
        <w:tab/>
        <w:t>1.013e0</w:t>
      </w:r>
    </w:p>
    <w:p w:rsidR="007B6A46" w:rsidRDefault="007B6A46" w:rsidP="007B6A46">
      <w:r>
        <w:t>792.0419</w:t>
      </w:r>
      <w:r>
        <w:tab/>
        <w:t>1.013e0</w:t>
      </w:r>
    </w:p>
    <w:p w:rsidR="007B6A46" w:rsidRDefault="007B6A46" w:rsidP="007B6A46">
      <w:r>
        <w:t>792.0565</w:t>
      </w:r>
      <w:r>
        <w:tab/>
        <w:t>1.013e0</w:t>
      </w:r>
    </w:p>
    <w:p w:rsidR="007B6A46" w:rsidRDefault="007B6A46" w:rsidP="007B6A46">
      <w:r>
        <w:t>792.0698</w:t>
      </w:r>
      <w:r>
        <w:tab/>
        <w:t>1.013e0</w:t>
      </w:r>
    </w:p>
    <w:p w:rsidR="007B6A46" w:rsidRDefault="007B6A46" w:rsidP="007B6A46">
      <w:r>
        <w:t>792.1354</w:t>
      </w:r>
      <w:r>
        <w:tab/>
        <w:t>1.013e0</w:t>
      </w:r>
    </w:p>
    <w:p w:rsidR="007B6A46" w:rsidRDefault="007B6A46" w:rsidP="007B6A46">
      <w:r>
        <w:t>792.2133</w:t>
      </w:r>
      <w:r>
        <w:tab/>
        <w:t>2.025e0</w:t>
      </w:r>
    </w:p>
    <w:p w:rsidR="007B6A46" w:rsidRDefault="007B6A46" w:rsidP="007B6A46">
      <w:r>
        <w:t>792.2836</w:t>
      </w:r>
      <w:r>
        <w:tab/>
        <w:t>1.013e0</w:t>
      </w:r>
    </w:p>
    <w:p w:rsidR="007B6A46" w:rsidRDefault="007B6A46" w:rsidP="007B6A46">
      <w:r>
        <w:t>792.3156</w:t>
      </w:r>
      <w:r>
        <w:tab/>
        <w:t>1.013e0</w:t>
      </w:r>
    </w:p>
    <w:p w:rsidR="007B6A46" w:rsidRDefault="007B6A46" w:rsidP="007B6A46">
      <w:r>
        <w:lastRenderedPageBreak/>
        <w:t>792.4027</w:t>
      </w:r>
      <w:r>
        <w:tab/>
        <w:t>1.013e0</w:t>
      </w:r>
    </w:p>
    <w:p w:rsidR="007B6A46" w:rsidRDefault="007B6A46" w:rsidP="007B6A46">
      <w:r>
        <w:t>792.4185</w:t>
      </w:r>
      <w:r>
        <w:tab/>
        <w:t>3.038e0</w:t>
      </w:r>
    </w:p>
    <w:p w:rsidR="007B6A46" w:rsidRDefault="007B6A46" w:rsidP="007B6A46">
      <w:r>
        <w:t>792.4428</w:t>
      </w:r>
      <w:r>
        <w:tab/>
        <w:t>1.013e0</w:t>
      </w:r>
    </w:p>
    <w:p w:rsidR="007B6A46" w:rsidRDefault="007B6A46" w:rsidP="007B6A46">
      <w:r>
        <w:t>792.4660</w:t>
      </w:r>
      <w:r>
        <w:tab/>
        <w:t>2.873e0</w:t>
      </w:r>
    </w:p>
    <w:p w:rsidR="007B6A46" w:rsidRDefault="007B6A46" w:rsidP="007B6A46">
      <w:r>
        <w:t>792.5037</w:t>
      </w:r>
      <w:r>
        <w:tab/>
        <w:t>1.013e0</w:t>
      </w:r>
    </w:p>
    <w:p w:rsidR="007B6A46" w:rsidRDefault="007B6A46" w:rsidP="007B6A46">
      <w:r>
        <w:t>792.5376</w:t>
      </w:r>
      <w:r>
        <w:tab/>
        <w:t>1.013e0</w:t>
      </w:r>
    </w:p>
    <w:p w:rsidR="007B6A46" w:rsidRDefault="007B6A46" w:rsidP="007B6A46">
      <w:r>
        <w:t>792.5898</w:t>
      </w:r>
      <w:r>
        <w:tab/>
        <w:t>1.013e0</w:t>
      </w:r>
    </w:p>
    <w:p w:rsidR="007B6A46" w:rsidRDefault="007B6A46" w:rsidP="007B6A46">
      <w:r>
        <w:t>792.5911</w:t>
      </w:r>
      <w:r>
        <w:tab/>
        <w:t>2.025e0</w:t>
      </w:r>
    </w:p>
    <w:p w:rsidR="007B6A46" w:rsidRDefault="007B6A46" w:rsidP="007B6A46">
      <w:r>
        <w:t>792.6299</w:t>
      </w:r>
      <w:r>
        <w:tab/>
        <w:t>1.013e0</w:t>
      </w:r>
    </w:p>
    <w:p w:rsidR="007B6A46" w:rsidRDefault="007B6A46" w:rsidP="007B6A46">
      <w:r>
        <w:t>792.6834</w:t>
      </w:r>
      <w:r>
        <w:tab/>
        <w:t>1.013e0</w:t>
      </w:r>
    </w:p>
    <w:p w:rsidR="007B6A46" w:rsidRDefault="007B6A46" w:rsidP="007B6A46">
      <w:r>
        <w:t>792.7236</w:t>
      </w:r>
      <w:r>
        <w:tab/>
        <w:t>1.013e0</w:t>
      </w:r>
    </w:p>
    <w:p w:rsidR="007B6A46" w:rsidRDefault="007B6A46" w:rsidP="007B6A46">
      <w:r>
        <w:t>792.7248</w:t>
      </w:r>
      <w:r>
        <w:tab/>
        <w:t>1.013e0</w:t>
      </w:r>
    </w:p>
    <w:p w:rsidR="007B6A46" w:rsidRDefault="007B6A46" w:rsidP="007B6A46">
      <w:r>
        <w:t>792.7649</w:t>
      </w:r>
      <w:r>
        <w:tab/>
        <w:t>1.013e0</w:t>
      </w:r>
    </w:p>
    <w:p w:rsidR="007B6A46" w:rsidRDefault="007B6A46" w:rsidP="007B6A46">
      <w:r>
        <w:t>792.7748</w:t>
      </w:r>
      <w:r>
        <w:tab/>
        <w:t>1.013e0</w:t>
      </w:r>
    </w:p>
    <w:p w:rsidR="007B6A46" w:rsidRDefault="007B6A46" w:rsidP="007B6A46">
      <w:r>
        <w:t>792.9375</w:t>
      </w:r>
      <w:r>
        <w:tab/>
        <w:t>1.013e0</w:t>
      </w:r>
    </w:p>
    <w:p w:rsidR="007B6A46" w:rsidRDefault="007B6A46" w:rsidP="007B6A46">
      <w:r>
        <w:t>793.0123</w:t>
      </w:r>
      <w:r>
        <w:tab/>
        <w:t>1.013e0</w:t>
      </w:r>
    </w:p>
    <w:p w:rsidR="007B6A46" w:rsidRDefault="007B6A46" w:rsidP="007B6A46">
      <w:r>
        <w:t>793.0135</w:t>
      </w:r>
      <w:r>
        <w:tab/>
        <w:t>1.013e0</w:t>
      </w:r>
    </w:p>
    <w:p w:rsidR="007B6A46" w:rsidRDefault="007B6A46" w:rsidP="007B6A46">
      <w:r>
        <w:t>793.0525</w:t>
      </w:r>
      <w:r>
        <w:tab/>
        <w:t>2.025e0</w:t>
      </w:r>
    </w:p>
    <w:p w:rsidR="007B6A46" w:rsidRDefault="007B6A46" w:rsidP="007B6A46">
      <w:r>
        <w:t>793.0980</w:t>
      </w:r>
      <w:r>
        <w:tab/>
        <w:t>1.013e0</w:t>
      </w:r>
    </w:p>
    <w:p w:rsidR="007B6A46" w:rsidRDefault="007B6A46" w:rsidP="007B6A46">
      <w:r>
        <w:lastRenderedPageBreak/>
        <w:t>793.1224</w:t>
      </w:r>
      <w:r>
        <w:tab/>
        <w:t>2.025e0</w:t>
      </w:r>
    </w:p>
    <w:p w:rsidR="007B6A46" w:rsidRDefault="007B6A46" w:rsidP="007B6A46">
      <w:r>
        <w:t>793.1649</w:t>
      </w:r>
      <w:r>
        <w:tab/>
        <w:t>1.013e0</w:t>
      </w:r>
    </w:p>
    <w:p w:rsidR="007B6A46" w:rsidRDefault="007B6A46" w:rsidP="007B6A46">
      <w:r>
        <w:t>793.2004</w:t>
      </w:r>
      <w:r>
        <w:tab/>
        <w:t>1.013e0</w:t>
      </w:r>
    </w:p>
    <w:p w:rsidR="007B6A46" w:rsidRDefault="007B6A46" w:rsidP="007B6A46">
      <w:r>
        <w:t>793.3018</w:t>
      </w:r>
      <w:r>
        <w:tab/>
        <w:t>1.013e0</w:t>
      </w:r>
    </w:p>
    <w:p w:rsidR="007B6A46" w:rsidRDefault="007B6A46" w:rsidP="007B6A46">
      <w:r>
        <w:t>793.3522</w:t>
      </w:r>
      <w:r>
        <w:tab/>
        <w:t>2.025e0</w:t>
      </w:r>
    </w:p>
    <w:p w:rsidR="007B6A46" w:rsidRDefault="007B6A46" w:rsidP="007B6A46">
      <w:r>
        <w:t>793.3802</w:t>
      </w:r>
      <w:r>
        <w:tab/>
        <w:t>1.013e0</w:t>
      </w:r>
    </w:p>
    <w:p w:rsidR="007B6A46" w:rsidRDefault="007B6A46" w:rsidP="007B6A46">
      <w:r>
        <w:t>793.4432</w:t>
      </w:r>
      <w:r>
        <w:tab/>
        <w:t>2.025e0</w:t>
      </w:r>
    </w:p>
    <w:p w:rsidR="007B6A46" w:rsidRDefault="007B6A46" w:rsidP="007B6A46">
      <w:r>
        <w:t>793.4816</w:t>
      </w:r>
      <w:r>
        <w:tab/>
        <w:t>2.025e0</w:t>
      </w:r>
    </w:p>
    <w:p w:rsidR="007B6A46" w:rsidRDefault="007B6A46" w:rsidP="007B6A46">
      <w:r>
        <w:t>793.4853</w:t>
      </w:r>
      <w:r>
        <w:tab/>
        <w:t>2.728e0</w:t>
      </w:r>
    </w:p>
    <w:p w:rsidR="007B6A46" w:rsidRDefault="007B6A46" w:rsidP="007B6A46">
      <w:r>
        <w:t>793.5471</w:t>
      </w:r>
      <w:r>
        <w:tab/>
        <w:t>3.038e0</w:t>
      </w:r>
    </w:p>
    <w:p w:rsidR="007B6A46" w:rsidRDefault="007B6A46" w:rsidP="007B6A46">
      <w:r>
        <w:t>793.6333</w:t>
      </w:r>
      <w:r>
        <w:tab/>
        <w:t>1.013e0</w:t>
      </w:r>
    </w:p>
    <w:p w:rsidR="007B6A46" w:rsidRDefault="007B6A46" w:rsidP="007B6A46">
      <w:r>
        <w:t>793.6881</w:t>
      </w:r>
      <w:r>
        <w:tab/>
        <w:t>1.013e0</w:t>
      </w:r>
    </w:p>
    <w:p w:rsidR="007B6A46" w:rsidRDefault="007B6A46" w:rsidP="007B6A46">
      <w:r>
        <w:t>793.7103</w:t>
      </w:r>
      <w:r>
        <w:tab/>
        <w:t>1.013e0</w:t>
      </w:r>
    </w:p>
    <w:p w:rsidR="007B6A46" w:rsidRDefault="007B6A46" w:rsidP="007B6A46">
      <w:r>
        <w:t>793.8238</w:t>
      </w:r>
      <w:r>
        <w:tab/>
        <w:t>2.025e0</w:t>
      </w:r>
    </w:p>
    <w:p w:rsidR="007B6A46" w:rsidRDefault="007B6A46" w:rsidP="007B6A46">
      <w:r>
        <w:t>793.8278</w:t>
      </w:r>
      <w:r>
        <w:tab/>
        <w:t>1.013e0</w:t>
      </w:r>
    </w:p>
    <w:p w:rsidR="007B6A46" w:rsidRDefault="007B6A46" w:rsidP="007B6A46">
      <w:r>
        <w:t>793.8622</w:t>
      </w:r>
      <w:r>
        <w:tab/>
        <w:t>1.013e0</w:t>
      </w:r>
    </w:p>
    <w:p w:rsidR="007B6A46" w:rsidRDefault="007B6A46" w:rsidP="007B6A46">
      <w:r>
        <w:t>793.9986</w:t>
      </w:r>
      <w:r>
        <w:tab/>
        <w:t>1.013e0</w:t>
      </w:r>
    </w:p>
    <w:p w:rsidR="007B6A46" w:rsidRDefault="007B6A46" w:rsidP="007B6A46">
      <w:r>
        <w:t>794.0145</w:t>
      </w:r>
      <w:r>
        <w:tab/>
        <w:t>4.051e0</w:t>
      </w:r>
    </w:p>
    <w:p w:rsidR="007B6A46" w:rsidRDefault="007B6A46" w:rsidP="007B6A46">
      <w:r>
        <w:t>794.1841</w:t>
      </w:r>
      <w:r>
        <w:tab/>
        <w:t>1.013e0</w:t>
      </w:r>
    </w:p>
    <w:p w:rsidR="007B6A46" w:rsidRDefault="007B6A46" w:rsidP="007B6A46">
      <w:r>
        <w:lastRenderedPageBreak/>
        <w:t>794.2104</w:t>
      </w:r>
      <w:r>
        <w:tab/>
        <w:t>2.025e0</w:t>
      </w:r>
    </w:p>
    <w:p w:rsidR="007B6A46" w:rsidRDefault="007B6A46" w:rsidP="007B6A46">
      <w:r>
        <w:t>794.4429</w:t>
      </w:r>
      <w:r>
        <w:tab/>
        <w:t>2.490e1</w:t>
      </w:r>
    </w:p>
    <w:p w:rsidR="007B6A46" w:rsidRDefault="007B6A46" w:rsidP="007B6A46">
      <w:r>
        <w:t>794.4634</w:t>
      </w:r>
      <w:r>
        <w:tab/>
        <w:t>3.038e1</w:t>
      </w:r>
    </w:p>
    <w:p w:rsidR="007B6A46" w:rsidRDefault="007B6A46" w:rsidP="007B6A46">
      <w:r>
        <w:t>794.4670</w:t>
      </w:r>
      <w:r>
        <w:tab/>
        <w:t>5.772e1</w:t>
      </w:r>
    </w:p>
    <w:p w:rsidR="007B6A46" w:rsidRDefault="007B6A46" w:rsidP="007B6A46">
      <w:r>
        <w:t>794.4723</w:t>
      </w:r>
      <w:r>
        <w:tab/>
        <w:t>3.747e1</w:t>
      </w:r>
    </w:p>
    <w:p w:rsidR="007B6A46" w:rsidRDefault="007B6A46" w:rsidP="007B6A46">
      <w:r>
        <w:t>794.6102</w:t>
      </w:r>
      <w:r>
        <w:tab/>
        <w:t>1.013e0</w:t>
      </w:r>
    </w:p>
    <w:p w:rsidR="007B6A46" w:rsidRDefault="007B6A46" w:rsidP="007B6A46">
      <w:r>
        <w:t>794.6952</w:t>
      </w:r>
      <w:r>
        <w:tab/>
        <w:t>1.013e0</w:t>
      </w:r>
    </w:p>
    <w:p w:rsidR="007B6A46" w:rsidRDefault="007B6A46" w:rsidP="007B6A46">
      <w:r>
        <w:t>794.6995</w:t>
      </w:r>
      <w:r>
        <w:tab/>
        <w:t>2.025e0</w:t>
      </w:r>
    </w:p>
    <w:p w:rsidR="007B6A46" w:rsidRDefault="007B6A46" w:rsidP="007B6A46">
      <w:r>
        <w:t>794.7183</w:t>
      </w:r>
      <w:r>
        <w:tab/>
        <w:t>1.013e0</w:t>
      </w:r>
    </w:p>
    <w:p w:rsidR="007B6A46" w:rsidRDefault="007B6A46" w:rsidP="007B6A46">
      <w:r>
        <w:t>794.7330</w:t>
      </w:r>
      <w:r>
        <w:tab/>
        <w:t>1.013e0</w:t>
      </w:r>
    </w:p>
    <w:p w:rsidR="007B6A46" w:rsidRDefault="007B6A46" w:rsidP="007B6A46">
      <w:r>
        <w:t>794.9072</w:t>
      </w:r>
      <w:r>
        <w:tab/>
        <w:t>1.013e0</w:t>
      </w:r>
    </w:p>
    <w:p w:rsidR="007B6A46" w:rsidRDefault="007B6A46" w:rsidP="007B6A46">
      <w:r>
        <w:t>795.0354</w:t>
      </w:r>
      <w:r>
        <w:tab/>
        <w:t>1.013e0</w:t>
      </w:r>
    </w:p>
    <w:p w:rsidR="007B6A46" w:rsidRDefault="007B6A46" w:rsidP="007B6A46">
      <w:r>
        <w:t>795.2022</w:t>
      </w:r>
      <w:r>
        <w:tab/>
        <w:t>1.013e0</w:t>
      </w:r>
    </w:p>
    <w:p w:rsidR="007B6A46" w:rsidRDefault="007B6A46" w:rsidP="007B6A46">
      <w:r>
        <w:t>795.2546</w:t>
      </w:r>
      <w:r>
        <w:tab/>
        <w:t>1.013e0</w:t>
      </w:r>
    </w:p>
    <w:p w:rsidR="007B6A46" w:rsidRDefault="007B6A46" w:rsidP="007B6A46">
      <w:r>
        <w:t>795.2693</w:t>
      </w:r>
      <w:r>
        <w:tab/>
        <w:t>1.013e0</w:t>
      </w:r>
    </w:p>
    <w:p w:rsidR="007B6A46" w:rsidRDefault="007B6A46" w:rsidP="007B6A46">
      <w:r>
        <w:t>795.2961</w:t>
      </w:r>
      <w:r>
        <w:tab/>
        <w:t>2.025e0</w:t>
      </w:r>
    </w:p>
    <w:p w:rsidR="007B6A46" w:rsidRDefault="007B6A46" w:rsidP="007B6A46">
      <w:r>
        <w:t>795.4415</w:t>
      </w:r>
      <w:r>
        <w:tab/>
        <w:t>1.407e1</w:t>
      </w:r>
    </w:p>
    <w:p w:rsidR="007B6A46" w:rsidRDefault="007B6A46" w:rsidP="007B6A46">
      <w:r>
        <w:t>795.4523</w:t>
      </w:r>
      <w:r>
        <w:tab/>
        <w:t>3.949e1</w:t>
      </w:r>
    </w:p>
    <w:p w:rsidR="007B6A46" w:rsidRDefault="007B6A46" w:rsidP="007B6A46">
      <w:r>
        <w:t>795.4661</w:t>
      </w:r>
      <w:r>
        <w:tab/>
        <w:t>1.316e1</w:t>
      </w:r>
    </w:p>
    <w:p w:rsidR="007B6A46" w:rsidRDefault="007B6A46" w:rsidP="007B6A46">
      <w:r>
        <w:lastRenderedPageBreak/>
        <w:t>795.4694</w:t>
      </w:r>
      <w:r>
        <w:tab/>
        <w:t>1.666e1</w:t>
      </w:r>
    </w:p>
    <w:p w:rsidR="007B6A46" w:rsidRDefault="007B6A46" w:rsidP="007B6A46">
      <w:r>
        <w:t>795.5692</w:t>
      </w:r>
      <w:r>
        <w:tab/>
        <w:t>2.025e0</w:t>
      </w:r>
    </w:p>
    <w:p w:rsidR="007B6A46" w:rsidRDefault="007B6A46" w:rsidP="007B6A46">
      <w:r>
        <w:t>795.5912</w:t>
      </w:r>
      <w:r>
        <w:tab/>
        <w:t>1.013e0</w:t>
      </w:r>
    </w:p>
    <w:p w:rsidR="007B6A46" w:rsidRDefault="007B6A46" w:rsidP="007B6A46">
      <w:r>
        <w:t>795.6973</w:t>
      </w:r>
      <w:r>
        <w:tab/>
        <w:t>1.013e0</w:t>
      </w:r>
    </w:p>
    <w:p w:rsidR="007B6A46" w:rsidRDefault="007B6A46" w:rsidP="007B6A46">
      <w:r>
        <w:t>795.7307</w:t>
      </w:r>
      <w:r>
        <w:tab/>
        <w:t>1.013e0</w:t>
      </w:r>
    </w:p>
    <w:p w:rsidR="007B6A46" w:rsidRDefault="007B6A46" w:rsidP="007B6A46">
      <w:r>
        <w:t>795.7925</w:t>
      </w:r>
      <w:r>
        <w:tab/>
        <w:t>1.013e0</w:t>
      </w:r>
    </w:p>
    <w:p w:rsidR="007B6A46" w:rsidRDefault="007B6A46" w:rsidP="007B6A46">
      <w:r>
        <w:t>795.7999</w:t>
      </w:r>
      <w:r>
        <w:tab/>
        <w:t>1.013e0</w:t>
      </w:r>
    </w:p>
    <w:p w:rsidR="007B6A46" w:rsidRDefault="007B6A46" w:rsidP="007B6A46">
      <w:r>
        <w:t>795.8194</w:t>
      </w:r>
      <w:r>
        <w:tab/>
        <w:t>1.013e0</w:t>
      </w:r>
    </w:p>
    <w:p w:rsidR="007B6A46" w:rsidRDefault="007B6A46" w:rsidP="007B6A46">
      <w:r>
        <w:t>795.8856</w:t>
      </w:r>
      <w:r>
        <w:tab/>
        <w:t>1.013e0</w:t>
      </w:r>
    </w:p>
    <w:p w:rsidR="007B6A46" w:rsidRDefault="007B6A46" w:rsidP="007B6A46">
      <w:r>
        <w:t>795.9389</w:t>
      </w:r>
      <w:r>
        <w:tab/>
        <w:t>1.013e0</w:t>
      </w:r>
    </w:p>
    <w:p w:rsidR="007B6A46" w:rsidRDefault="007B6A46" w:rsidP="007B6A46">
      <w:r>
        <w:t>795.9432</w:t>
      </w:r>
      <w:r>
        <w:tab/>
        <w:t>2.025e0</w:t>
      </w:r>
    </w:p>
    <w:p w:rsidR="007B6A46" w:rsidRDefault="007B6A46" w:rsidP="007B6A46">
      <w:r>
        <w:t>795.9868</w:t>
      </w:r>
      <w:r>
        <w:tab/>
        <w:t>1.013e0</w:t>
      </w:r>
    </w:p>
    <w:p w:rsidR="007B6A46" w:rsidRDefault="007B6A46" w:rsidP="007B6A46">
      <w:r>
        <w:t>796.0329</w:t>
      </w:r>
      <w:r>
        <w:tab/>
        <w:t>1.013e0</w:t>
      </w:r>
    </w:p>
    <w:p w:rsidR="007B6A46" w:rsidRDefault="007B6A46" w:rsidP="007B6A46">
      <w:r>
        <w:t>796.0956</w:t>
      </w:r>
      <w:r>
        <w:tab/>
        <w:t>2.025e0</w:t>
      </w:r>
    </w:p>
    <w:p w:rsidR="007B6A46" w:rsidRDefault="007B6A46" w:rsidP="007B6A46">
      <w:r>
        <w:t>796.1227</w:t>
      </w:r>
      <w:r>
        <w:tab/>
        <w:t>1.013e0</w:t>
      </w:r>
    </w:p>
    <w:p w:rsidR="007B6A46" w:rsidRDefault="007B6A46" w:rsidP="007B6A46">
      <w:r>
        <w:t>796.1644</w:t>
      </w:r>
      <w:r>
        <w:tab/>
        <w:t>2.025e0</w:t>
      </w:r>
    </w:p>
    <w:p w:rsidR="007B6A46" w:rsidRDefault="007B6A46" w:rsidP="007B6A46">
      <w:r>
        <w:t>796.3762</w:t>
      </w:r>
      <w:r>
        <w:tab/>
        <w:t>1.013e0</w:t>
      </w:r>
    </w:p>
    <w:p w:rsidR="007B6A46" w:rsidRDefault="007B6A46" w:rsidP="007B6A46">
      <w:r>
        <w:t>796.4128</w:t>
      </w:r>
      <w:r>
        <w:tab/>
        <w:t>4.051e0</w:t>
      </w:r>
    </w:p>
    <w:p w:rsidR="007B6A46" w:rsidRDefault="007B6A46" w:rsidP="007B6A46">
      <w:r>
        <w:t>796.4183</w:t>
      </w:r>
      <w:r>
        <w:tab/>
        <w:t>4.051e0</w:t>
      </w:r>
    </w:p>
    <w:p w:rsidR="007B6A46" w:rsidRDefault="007B6A46" w:rsidP="007B6A46">
      <w:r>
        <w:lastRenderedPageBreak/>
        <w:t>796.4479</w:t>
      </w:r>
      <w:r>
        <w:tab/>
        <w:t>8.101e0</w:t>
      </w:r>
    </w:p>
    <w:p w:rsidR="007B6A46" w:rsidRDefault="007B6A46" w:rsidP="007B6A46">
      <w:r>
        <w:t>796.4707</w:t>
      </w:r>
      <w:r>
        <w:tab/>
        <w:t>2.025e0</w:t>
      </w:r>
    </w:p>
    <w:p w:rsidR="007B6A46" w:rsidRDefault="007B6A46" w:rsidP="007B6A46">
      <w:r>
        <w:t>796.4787</w:t>
      </w:r>
      <w:r>
        <w:tab/>
        <w:t>1.722e1</w:t>
      </w:r>
    </w:p>
    <w:p w:rsidR="007B6A46" w:rsidRDefault="007B6A46" w:rsidP="007B6A46">
      <w:r>
        <w:t>796.4844</w:t>
      </w:r>
      <w:r>
        <w:tab/>
        <w:t>6.076e0</w:t>
      </w:r>
    </w:p>
    <w:p w:rsidR="007B6A46" w:rsidRDefault="007B6A46" w:rsidP="007B6A46">
      <w:r>
        <w:t>796.4994</w:t>
      </w:r>
      <w:r>
        <w:tab/>
        <w:t>4.051e0</w:t>
      </w:r>
    </w:p>
    <w:p w:rsidR="007B6A46" w:rsidRDefault="007B6A46" w:rsidP="007B6A46">
      <w:r>
        <w:t>796.5392</w:t>
      </w:r>
      <w:r>
        <w:tab/>
        <w:t>4.051e0</w:t>
      </w:r>
    </w:p>
    <w:p w:rsidR="007B6A46" w:rsidRDefault="007B6A46" w:rsidP="007B6A46">
      <w:r>
        <w:t>796.5780</w:t>
      </w:r>
      <w:r>
        <w:tab/>
        <w:t>2.025e0</w:t>
      </w:r>
    </w:p>
    <w:p w:rsidR="007B6A46" w:rsidRDefault="007B6A46" w:rsidP="007B6A46">
      <w:r>
        <w:t>796.6641</w:t>
      </w:r>
      <w:r>
        <w:tab/>
        <w:t>1.013e0</w:t>
      </w:r>
    </w:p>
    <w:p w:rsidR="007B6A46" w:rsidRDefault="007B6A46" w:rsidP="007B6A46">
      <w:r>
        <w:t>796.7429</w:t>
      </w:r>
      <w:r>
        <w:tab/>
        <w:t>3.038e0</w:t>
      </w:r>
    </w:p>
    <w:p w:rsidR="007B6A46" w:rsidRDefault="007B6A46" w:rsidP="007B6A46">
      <w:r>
        <w:t>796.7460</w:t>
      </w:r>
      <w:r>
        <w:tab/>
        <w:t>1.013e0</w:t>
      </w:r>
    </w:p>
    <w:p w:rsidR="007B6A46" w:rsidRDefault="007B6A46" w:rsidP="007B6A46">
      <w:r>
        <w:t>796.8871</w:t>
      </w:r>
      <w:r>
        <w:tab/>
        <w:t>1.013e0</w:t>
      </w:r>
    </w:p>
    <w:p w:rsidR="007B6A46" w:rsidRDefault="007B6A46" w:rsidP="007B6A46">
      <w:r>
        <w:t>796.9072</w:t>
      </w:r>
      <w:r>
        <w:tab/>
        <w:t>1.013e0</w:t>
      </w:r>
    </w:p>
    <w:p w:rsidR="007B6A46" w:rsidRDefault="007B6A46" w:rsidP="007B6A46">
      <w:r>
        <w:t>796.9537</w:t>
      </w:r>
      <w:r>
        <w:tab/>
        <w:t>1.013e0</w:t>
      </w:r>
    </w:p>
    <w:p w:rsidR="007B6A46" w:rsidRDefault="007B6A46" w:rsidP="007B6A46">
      <w:r>
        <w:t>797.0384</w:t>
      </w:r>
      <w:r>
        <w:tab/>
        <w:t>2.025e0</w:t>
      </w:r>
    </w:p>
    <w:p w:rsidR="007B6A46" w:rsidRDefault="007B6A46" w:rsidP="007B6A46">
      <w:r>
        <w:t>797.0910</w:t>
      </w:r>
      <w:r>
        <w:tab/>
        <w:t>1.013e0</w:t>
      </w:r>
    </w:p>
    <w:p w:rsidR="007B6A46" w:rsidRDefault="007B6A46" w:rsidP="007B6A46">
      <w:r>
        <w:t>797.2432</w:t>
      </w:r>
      <w:r>
        <w:tab/>
        <w:t>1.013e0</w:t>
      </w:r>
    </w:p>
    <w:p w:rsidR="007B6A46" w:rsidRDefault="007B6A46" w:rsidP="007B6A46">
      <w:r>
        <w:t>797.3976</w:t>
      </w:r>
      <w:r>
        <w:tab/>
        <w:t>5.063e0</w:t>
      </w:r>
    </w:p>
    <w:p w:rsidR="007B6A46" w:rsidRDefault="007B6A46" w:rsidP="007B6A46">
      <w:r>
        <w:t>797.4460</w:t>
      </w:r>
      <w:r>
        <w:tab/>
        <w:t>5.063e0</w:t>
      </w:r>
    </w:p>
    <w:p w:rsidR="007B6A46" w:rsidRDefault="007B6A46" w:rsidP="007B6A46">
      <w:r>
        <w:t>797.4754</w:t>
      </w:r>
      <w:r>
        <w:tab/>
        <w:t>4.051e0</w:t>
      </w:r>
    </w:p>
    <w:p w:rsidR="007B6A46" w:rsidRDefault="007B6A46" w:rsidP="007B6A46">
      <w:r>
        <w:lastRenderedPageBreak/>
        <w:t>797.4827</w:t>
      </w:r>
      <w:r>
        <w:tab/>
        <w:t>2.025e0</w:t>
      </w:r>
    </w:p>
    <w:p w:rsidR="007B6A46" w:rsidRDefault="007B6A46" w:rsidP="007B6A46">
      <w:r>
        <w:t>797.4917</w:t>
      </w:r>
      <w:r>
        <w:tab/>
        <w:t>2.025e0</w:t>
      </w:r>
    </w:p>
    <w:p w:rsidR="007B6A46" w:rsidRDefault="007B6A46" w:rsidP="007B6A46">
      <w:r>
        <w:t>797.4987</w:t>
      </w:r>
      <w:r>
        <w:tab/>
        <w:t>1.013e0</w:t>
      </w:r>
    </w:p>
    <w:p w:rsidR="007B6A46" w:rsidRDefault="007B6A46" w:rsidP="007B6A46">
      <w:r>
        <w:t>797.6243</w:t>
      </w:r>
      <w:r>
        <w:tab/>
        <w:t>4.051e0</w:t>
      </w:r>
    </w:p>
    <w:p w:rsidR="007B6A46" w:rsidRDefault="007B6A46" w:rsidP="007B6A46">
      <w:r>
        <w:t>797.6332</w:t>
      </w:r>
      <w:r>
        <w:tab/>
        <w:t>1.013e0</w:t>
      </w:r>
    </w:p>
    <w:p w:rsidR="007B6A46" w:rsidRDefault="007B6A46" w:rsidP="007B6A46">
      <w:r>
        <w:t>797.6513</w:t>
      </w:r>
      <w:r>
        <w:tab/>
        <w:t>1.013e0</w:t>
      </w:r>
    </w:p>
    <w:p w:rsidR="007B6A46" w:rsidRDefault="007B6A46" w:rsidP="007B6A46">
      <w:r>
        <w:t>797.7004</w:t>
      </w:r>
      <w:r>
        <w:tab/>
        <w:t>1.013e0</w:t>
      </w:r>
    </w:p>
    <w:p w:rsidR="007B6A46" w:rsidRDefault="007B6A46" w:rsidP="007B6A46">
      <w:r>
        <w:t>797.7396</w:t>
      </w:r>
      <w:r>
        <w:tab/>
        <w:t>1.013e0</w:t>
      </w:r>
    </w:p>
    <w:p w:rsidR="007B6A46" w:rsidRDefault="007B6A46" w:rsidP="007B6A46">
      <w:r>
        <w:t>797.7408</w:t>
      </w:r>
      <w:r>
        <w:tab/>
        <w:t>1.013e0</w:t>
      </w:r>
    </w:p>
    <w:p w:rsidR="007B6A46" w:rsidRDefault="007B6A46" w:rsidP="007B6A46">
      <w:r>
        <w:t>797.7698</w:t>
      </w:r>
      <w:r>
        <w:tab/>
        <w:t>1.013e0</w:t>
      </w:r>
    </w:p>
    <w:p w:rsidR="007B6A46" w:rsidRDefault="007B6A46" w:rsidP="007B6A46">
      <w:r>
        <w:t>797.8472</w:t>
      </w:r>
      <w:r>
        <w:tab/>
        <w:t>1.013e0</w:t>
      </w:r>
    </w:p>
    <w:p w:rsidR="007B6A46" w:rsidRDefault="007B6A46" w:rsidP="007B6A46">
      <w:r>
        <w:t>797.9059</w:t>
      </w:r>
      <w:r>
        <w:tab/>
        <w:t>1.013e0</w:t>
      </w:r>
    </w:p>
    <w:p w:rsidR="007B6A46" w:rsidRDefault="007B6A46" w:rsidP="007B6A46">
      <w:r>
        <w:t>798.0233</w:t>
      </w:r>
      <w:r>
        <w:tab/>
        <w:t>1.013e0</w:t>
      </w:r>
    </w:p>
    <w:p w:rsidR="007B6A46" w:rsidRDefault="007B6A46" w:rsidP="007B6A46">
      <w:r>
        <w:t>798.0420</w:t>
      </w:r>
      <w:r>
        <w:tab/>
        <w:t>1.013e0</w:t>
      </w:r>
    </w:p>
    <w:p w:rsidR="007B6A46" w:rsidRDefault="007B6A46" w:rsidP="007B6A46">
      <w:r>
        <w:t>798.1779</w:t>
      </w:r>
      <w:r>
        <w:tab/>
        <w:t>1.013e0</w:t>
      </w:r>
    </w:p>
    <w:p w:rsidR="007B6A46" w:rsidRDefault="007B6A46" w:rsidP="007B6A46">
      <w:r>
        <w:t>798.1983</w:t>
      </w:r>
      <w:r>
        <w:tab/>
        <w:t>1.013e0</w:t>
      </w:r>
    </w:p>
    <w:p w:rsidR="007B6A46" w:rsidRDefault="007B6A46" w:rsidP="007B6A46">
      <w:r>
        <w:t>798.2286</w:t>
      </w:r>
      <w:r>
        <w:tab/>
        <w:t>1.013e0</w:t>
      </w:r>
    </w:p>
    <w:p w:rsidR="007B6A46" w:rsidRDefault="007B6A46" w:rsidP="007B6A46">
      <w:r>
        <w:t>798.3302</w:t>
      </w:r>
      <w:r>
        <w:tab/>
        <w:t>1.013e0</w:t>
      </w:r>
    </w:p>
    <w:p w:rsidR="007B6A46" w:rsidRDefault="007B6A46" w:rsidP="007B6A46">
      <w:r>
        <w:t>798.3586</w:t>
      </w:r>
      <w:r>
        <w:tab/>
        <w:t>1.013e0</w:t>
      </w:r>
    </w:p>
    <w:p w:rsidR="007B6A46" w:rsidRDefault="007B6A46" w:rsidP="007B6A46">
      <w:r>
        <w:lastRenderedPageBreak/>
        <w:t>798.4280</w:t>
      </w:r>
      <w:r>
        <w:tab/>
        <w:t>2.025e0</w:t>
      </w:r>
    </w:p>
    <w:p w:rsidR="007B6A46" w:rsidRDefault="007B6A46" w:rsidP="007B6A46">
      <w:r>
        <w:t>798.4727</w:t>
      </w:r>
      <w:r>
        <w:tab/>
        <w:t>2.025e0</w:t>
      </w:r>
    </w:p>
    <w:p w:rsidR="007B6A46" w:rsidRDefault="007B6A46" w:rsidP="007B6A46">
      <w:r>
        <w:t>798.4810</w:t>
      </w:r>
      <w:r>
        <w:tab/>
        <w:t>1.013e0</w:t>
      </w:r>
    </w:p>
    <w:p w:rsidR="007B6A46" w:rsidRDefault="007B6A46" w:rsidP="007B6A46">
      <w:r>
        <w:t>798.4832</w:t>
      </w:r>
      <w:r>
        <w:tab/>
        <w:t>1.013e0</w:t>
      </w:r>
    </w:p>
    <w:p w:rsidR="007B6A46" w:rsidRDefault="007B6A46" w:rsidP="007B6A46">
      <w:r>
        <w:t>798.5117</w:t>
      </w:r>
      <w:r>
        <w:tab/>
        <w:t>2.025e0</w:t>
      </w:r>
    </w:p>
    <w:p w:rsidR="007B6A46" w:rsidRDefault="007B6A46" w:rsidP="007B6A46">
      <w:r>
        <w:t>798.6163</w:t>
      </w:r>
      <w:r>
        <w:tab/>
        <w:t>2.025e0</w:t>
      </w:r>
    </w:p>
    <w:p w:rsidR="007B6A46" w:rsidRDefault="007B6A46" w:rsidP="007B6A46">
      <w:r>
        <w:t>798.6193</w:t>
      </w:r>
      <w:r>
        <w:tab/>
        <w:t>1.013e0</w:t>
      </w:r>
    </w:p>
    <w:p w:rsidR="007B6A46" w:rsidRDefault="007B6A46" w:rsidP="007B6A46">
      <w:r>
        <w:t>798.6278</w:t>
      </w:r>
      <w:r>
        <w:tab/>
        <w:t>1.013e0</w:t>
      </w:r>
    </w:p>
    <w:p w:rsidR="007B6A46" w:rsidRDefault="007B6A46" w:rsidP="007B6A46">
      <w:r>
        <w:t>798.6528</w:t>
      </w:r>
      <w:r>
        <w:tab/>
        <w:t>1.013e0</w:t>
      </w:r>
    </w:p>
    <w:p w:rsidR="007B6A46" w:rsidRDefault="007B6A46" w:rsidP="007B6A46">
      <w:r>
        <w:t>798.6769</w:t>
      </w:r>
      <w:r>
        <w:tab/>
        <w:t>2.025e0</w:t>
      </w:r>
    </w:p>
    <w:p w:rsidR="007B6A46" w:rsidRDefault="007B6A46" w:rsidP="007B6A46">
      <w:r>
        <w:t>798.7099</w:t>
      </w:r>
      <w:r>
        <w:tab/>
        <w:t>1.013e0</w:t>
      </w:r>
    </w:p>
    <w:p w:rsidR="007B6A46" w:rsidRDefault="007B6A46" w:rsidP="007B6A46">
      <w:r>
        <w:t>798.7831</w:t>
      </w:r>
      <w:r>
        <w:tab/>
        <w:t>2.025e0</w:t>
      </w:r>
    </w:p>
    <w:p w:rsidR="007B6A46" w:rsidRDefault="007B6A46" w:rsidP="007B6A46">
      <w:r>
        <w:t>798.7894</w:t>
      </w:r>
      <w:r>
        <w:tab/>
        <w:t>1.013e0</w:t>
      </w:r>
    </w:p>
    <w:p w:rsidR="007B6A46" w:rsidRDefault="007B6A46" w:rsidP="007B6A46">
      <w:r>
        <w:t>798.9119</w:t>
      </w:r>
      <w:r>
        <w:tab/>
        <w:t>1.013e0</w:t>
      </w:r>
    </w:p>
    <w:p w:rsidR="007B6A46" w:rsidRDefault="007B6A46" w:rsidP="007B6A46">
      <w:r>
        <w:t>798.9919</w:t>
      </w:r>
      <w:r>
        <w:tab/>
        <w:t>2.025e0</w:t>
      </w:r>
    </w:p>
    <w:p w:rsidR="007B6A46" w:rsidRDefault="007B6A46" w:rsidP="007B6A46">
      <w:r>
        <w:t>799.0939</w:t>
      </w:r>
      <w:r>
        <w:tab/>
        <w:t>1.013e0</w:t>
      </w:r>
    </w:p>
    <w:p w:rsidR="007B6A46" w:rsidRDefault="007B6A46" w:rsidP="007B6A46">
      <w:r>
        <w:t>799.1140</w:t>
      </w:r>
      <w:r>
        <w:tab/>
        <w:t>1.013e0</w:t>
      </w:r>
    </w:p>
    <w:p w:rsidR="007B6A46" w:rsidRDefault="007B6A46" w:rsidP="007B6A46">
      <w:r>
        <w:t>799.2126</w:t>
      </w:r>
      <w:r>
        <w:tab/>
        <w:t>1.013e0</w:t>
      </w:r>
    </w:p>
    <w:p w:rsidR="007B6A46" w:rsidRDefault="007B6A46" w:rsidP="007B6A46">
      <w:r>
        <w:t>799.2892</w:t>
      </w:r>
      <w:r>
        <w:tab/>
        <w:t>1.013e0</w:t>
      </w:r>
    </w:p>
    <w:p w:rsidR="007B6A46" w:rsidRDefault="007B6A46" w:rsidP="007B6A46">
      <w:r>
        <w:lastRenderedPageBreak/>
        <w:t>799.3498</w:t>
      </w:r>
      <w:r>
        <w:tab/>
        <w:t>1.013e0</w:t>
      </w:r>
    </w:p>
    <w:p w:rsidR="007B6A46" w:rsidRDefault="007B6A46" w:rsidP="007B6A46">
      <w:r>
        <w:t>799.4092</w:t>
      </w:r>
      <w:r>
        <w:tab/>
        <w:t>1.013e0</w:t>
      </w:r>
    </w:p>
    <w:p w:rsidR="007B6A46" w:rsidRDefault="007B6A46" w:rsidP="007B6A46">
      <w:r>
        <w:t>799.4553</w:t>
      </w:r>
      <w:r>
        <w:tab/>
        <w:t>3.038e0</w:t>
      </w:r>
    </w:p>
    <w:p w:rsidR="007B6A46" w:rsidRDefault="007B6A46" w:rsidP="007B6A46">
      <w:r>
        <w:t>799.4914</w:t>
      </w:r>
      <w:r>
        <w:tab/>
        <w:t>1.013e0</w:t>
      </w:r>
    </w:p>
    <w:p w:rsidR="007B6A46" w:rsidRDefault="007B6A46" w:rsidP="007B6A46">
      <w:r>
        <w:t>799.5440</w:t>
      </w:r>
      <w:r>
        <w:tab/>
        <w:t>1.013e0</w:t>
      </w:r>
    </w:p>
    <w:p w:rsidR="007B6A46" w:rsidRDefault="007B6A46" w:rsidP="007B6A46">
      <w:r>
        <w:t>799.5533</w:t>
      </w:r>
      <w:r>
        <w:tab/>
        <w:t>4.051e0</w:t>
      </w:r>
    </w:p>
    <w:p w:rsidR="007B6A46" w:rsidRDefault="007B6A46" w:rsidP="007B6A46">
      <w:r>
        <w:t>799.6309</w:t>
      </w:r>
      <w:r>
        <w:tab/>
        <w:t>2.025e0</w:t>
      </w:r>
    </w:p>
    <w:p w:rsidR="007B6A46" w:rsidRDefault="007B6A46" w:rsidP="007B6A46">
      <w:r>
        <w:t>799.8554</w:t>
      </w:r>
      <w:r>
        <w:tab/>
        <w:t>1.013e0</w:t>
      </w:r>
    </w:p>
    <w:p w:rsidR="007B6A46" w:rsidRDefault="007B6A46" w:rsidP="007B6A46">
      <w:r>
        <w:t>799.9498</w:t>
      </w:r>
      <w:r>
        <w:tab/>
        <w:t>2.025e0</w:t>
      </w:r>
    </w:p>
    <w:p w:rsidR="007B6A46" w:rsidRDefault="007B6A46" w:rsidP="007B6A46">
      <w:r>
        <w:t>799.9529</w:t>
      </w:r>
      <w:r>
        <w:tab/>
        <w:t>3.038e0</w:t>
      </w:r>
    </w:p>
    <w:p w:rsidR="007B6A46" w:rsidRDefault="007B6A46" w:rsidP="007B6A46">
      <w:r>
        <w:t>800.0122</w:t>
      </w:r>
      <w:r>
        <w:tab/>
        <w:t>1.013e0</w:t>
      </w:r>
    </w:p>
    <w:p w:rsidR="007B6A46" w:rsidRDefault="007B6A46" w:rsidP="007B6A46">
      <w:r>
        <w:t>800.0295</w:t>
      </w:r>
      <w:r>
        <w:tab/>
        <w:t>3.038e0</w:t>
      </w:r>
    </w:p>
    <w:p w:rsidR="007B6A46" w:rsidRDefault="007B6A46" w:rsidP="007B6A46">
      <w:r>
        <w:t>800.0969</w:t>
      </w:r>
      <w:r>
        <w:tab/>
        <w:t>1.013e0</w:t>
      </w:r>
    </w:p>
    <w:p w:rsidR="007B6A46" w:rsidRDefault="007B6A46" w:rsidP="007B6A46">
      <w:r>
        <w:t>800.1976</w:t>
      </w:r>
      <w:r>
        <w:tab/>
        <w:t>1.013e0</w:t>
      </w:r>
    </w:p>
    <w:p w:rsidR="007B6A46" w:rsidRDefault="007B6A46" w:rsidP="007B6A46">
      <w:r>
        <w:t>800.2061</w:t>
      </w:r>
      <w:r>
        <w:tab/>
        <w:t>1.013e0</w:t>
      </w:r>
    </w:p>
    <w:p w:rsidR="007B6A46" w:rsidRDefault="007B6A46" w:rsidP="007B6A46">
      <w:r>
        <w:t>800.2318</w:t>
      </w:r>
      <w:r>
        <w:tab/>
        <w:t>1.013e0</w:t>
      </w:r>
    </w:p>
    <w:p w:rsidR="007B6A46" w:rsidRDefault="007B6A46" w:rsidP="007B6A46">
      <w:r>
        <w:t>800.2466</w:t>
      </w:r>
      <w:r>
        <w:tab/>
        <w:t>1.013e0</w:t>
      </w:r>
    </w:p>
    <w:p w:rsidR="007B6A46" w:rsidRDefault="007B6A46" w:rsidP="007B6A46">
      <w:r>
        <w:t>800.2723</w:t>
      </w:r>
      <w:r>
        <w:tab/>
        <w:t>1.013e0</w:t>
      </w:r>
    </w:p>
    <w:p w:rsidR="007B6A46" w:rsidRDefault="007B6A46" w:rsidP="007B6A46">
      <w:r>
        <w:t>800.3263</w:t>
      </w:r>
      <w:r>
        <w:tab/>
        <w:t>2.025e0</w:t>
      </w:r>
    </w:p>
    <w:p w:rsidR="007B6A46" w:rsidRDefault="007B6A46" w:rsidP="007B6A46">
      <w:r>
        <w:lastRenderedPageBreak/>
        <w:t>800.3938</w:t>
      </w:r>
      <w:r>
        <w:tab/>
        <w:t>2.025e0</w:t>
      </w:r>
    </w:p>
    <w:p w:rsidR="007B6A46" w:rsidRDefault="007B6A46" w:rsidP="007B6A46">
      <w:r>
        <w:t>800.4136</w:t>
      </w:r>
      <w:r>
        <w:tab/>
        <w:t>2.025e0</w:t>
      </w:r>
    </w:p>
    <w:p w:rsidR="007B6A46" w:rsidRDefault="007B6A46" w:rsidP="007B6A46">
      <w:r>
        <w:t>800.4285</w:t>
      </w:r>
      <w:r>
        <w:tab/>
        <w:t>2.025e0</w:t>
      </w:r>
    </w:p>
    <w:p w:rsidR="007B6A46" w:rsidRDefault="007B6A46" w:rsidP="007B6A46">
      <w:r>
        <w:t>800.4871</w:t>
      </w:r>
      <w:r>
        <w:tab/>
        <w:t>1.013e0</w:t>
      </w:r>
    </w:p>
    <w:p w:rsidR="007B6A46" w:rsidRDefault="007B6A46" w:rsidP="007B6A46">
      <w:r>
        <w:t>800.5202</w:t>
      </w:r>
      <w:r>
        <w:tab/>
        <w:t>1.013e0</w:t>
      </w:r>
    </w:p>
    <w:p w:rsidR="007B6A46" w:rsidRDefault="007B6A46" w:rsidP="007B6A46">
      <w:r>
        <w:t>800.5215</w:t>
      </w:r>
      <w:r>
        <w:tab/>
        <w:t>1.013e0</w:t>
      </w:r>
    </w:p>
    <w:p w:rsidR="007B6A46" w:rsidRDefault="007B6A46" w:rsidP="007B6A46">
      <w:r>
        <w:t>800.5692</w:t>
      </w:r>
      <w:r>
        <w:tab/>
        <w:t>1.013e0</w:t>
      </w:r>
    </w:p>
    <w:p w:rsidR="007B6A46" w:rsidRDefault="007B6A46" w:rsidP="007B6A46">
      <w:r>
        <w:t>800.6367</w:t>
      </w:r>
      <w:r>
        <w:tab/>
        <w:t>1.013e0</w:t>
      </w:r>
    </w:p>
    <w:p w:rsidR="007B6A46" w:rsidRDefault="007B6A46" w:rsidP="007B6A46">
      <w:r>
        <w:t>800.6698</w:t>
      </w:r>
      <w:r>
        <w:tab/>
        <w:t>2.025e0</w:t>
      </w:r>
    </w:p>
    <w:p w:rsidR="007B6A46" w:rsidRDefault="007B6A46" w:rsidP="007B6A46">
      <w:r>
        <w:t>800.7066</w:t>
      </w:r>
      <w:r>
        <w:tab/>
        <w:t>1.013e0</w:t>
      </w:r>
    </w:p>
    <w:p w:rsidR="007B6A46" w:rsidRDefault="007B6A46" w:rsidP="007B6A46">
      <w:r>
        <w:t>800.8405</w:t>
      </w:r>
      <w:r>
        <w:tab/>
        <w:t>1.013e0</w:t>
      </w:r>
    </w:p>
    <w:p w:rsidR="007B6A46" w:rsidRDefault="007B6A46" w:rsidP="007B6A46">
      <w:r>
        <w:t>800.8797</w:t>
      </w:r>
      <w:r>
        <w:tab/>
        <w:t>1.013e0</w:t>
      </w:r>
    </w:p>
    <w:p w:rsidR="007B6A46" w:rsidRDefault="007B6A46" w:rsidP="007B6A46">
      <w:r>
        <w:t>800.9106</w:t>
      </w:r>
      <w:r>
        <w:tab/>
        <w:t>1.013e0</w:t>
      </w:r>
    </w:p>
    <w:p w:rsidR="007B6A46" w:rsidRDefault="007B6A46" w:rsidP="007B6A46">
      <w:r>
        <w:t>800.9293</w:t>
      </w:r>
      <w:r>
        <w:tab/>
        <w:t>2.025e0</w:t>
      </w:r>
    </w:p>
    <w:p w:rsidR="007B6A46" w:rsidRDefault="007B6A46" w:rsidP="007B6A46">
      <w:r>
        <w:t>800.9689</w:t>
      </w:r>
      <w:r>
        <w:tab/>
        <w:t>2.025e0</w:t>
      </w:r>
    </w:p>
    <w:p w:rsidR="007B6A46" w:rsidRDefault="007B6A46" w:rsidP="007B6A46">
      <w:r>
        <w:t>800.9747</w:t>
      </w:r>
      <w:r>
        <w:tab/>
        <w:t>2.025e0</w:t>
      </w:r>
    </w:p>
    <w:p w:rsidR="007B6A46" w:rsidRDefault="007B6A46" w:rsidP="007B6A46">
      <w:r>
        <w:t>801.0013</w:t>
      </w:r>
      <w:r>
        <w:tab/>
        <w:t>3.038e0</w:t>
      </w:r>
    </w:p>
    <w:p w:rsidR="007B6A46" w:rsidRDefault="007B6A46" w:rsidP="007B6A46">
      <w:r>
        <w:t>801.1317</w:t>
      </w:r>
      <w:r>
        <w:tab/>
        <w:t>1.013e0</w:t>
      </w:r>
    </w:p>
    <w:p w:rsidR="007B6A46" w:rsidRDefault="007B6A46" w:rsidP="007B6A46">
      <w:r>
        <w:t>801.1916</w:t>
      </w:r>
      <w:r>
        <w:tab/>
        <w:t>1.013e0</w:t>
      </w:r>
    </w:p>
    <w:p w:rsidR="007B6A46" w:rsidRDefault="007B6A46" w:rsidP="007B6A46">
      <w:r>
        <w:lastRenderedPageBreak/>
        <w:t>801.3184</w:t>
      </w:r>
      <w:r>
        <w:tab/>
        <w:t>1.013e0</w:t>
      </w:r>
    </w:p>
    <w:p w:rsidR="007B6A46" w:rsidRDefault="007B6A46" w:rsidP="007B6A46">
      <w:r>
        <w:t>801.3380</w:t>
      </w:r>
      <w:r>
        <w:tab/>
        <w:t>2.025e0</w:t>
      </w:r>
    </w:p>
    <w:p w:rsidR="007B6A46" w:rsidRDefault="007B6A46" w:rsidP="007B6A46">
      <w:r>
        <w:t>801.4348</w:t>
      </w:r>
      <w:r>
        <w:tab/>
        <w:t>1.013e0</w:t>
      </w:r>
    </w:p>
    <w:p w:rsidR="007B6A46" w:rsidRDefault="007B6A46" w:rsidP="007B6A46">
      <w:r>
        <w:t>801.4382</w:t>
      </w:r>
      <w:r>
        <w:tab/>
        <w:t>1.013e0</w:t>
      </w:r>
    </w:p>
    <w:p w:rsidR="007B6A46" w:rsidRDefault="007B6A46" w:rsidP="007B6A46">
      <w:r>
        <w:t>801.4618</w:t>
      </w:r>
      <w:r>
        <w:tab/>
        <w:t>2.025e0</w:t>
      </w:r>
    </w:p>
    <w:p w:rsidR="007B6A46" w:rsidRDefault="007B6A46" w:rsidP="007B6A46">
      <w:r>
        <w:t>801.5355</w:t>
      </w:r>
      <w:r>
        <w:tab/>
        <w:t>2.025e0</w:t>
      </w:r>
    </w:p>
    <w:p w:rsidR="007B6A46" w:rsidRDefault="007B6A46" w:rsidP="007B6A46">
      <w:r>
        <w:t>801.5416</w:t>
      </w:r>
      <w:r>
        <w:tab/>
        <w:t>1.013e0</w:t>
      </w:r>
    </w:p>
    <w:p w:rsidR="007B6A46" w:rsidRDefault="007B6A46" w:rsidP="007B6A46">
      <w:r>
        <w:t>801.5739</w:t>
      </w:r>
      <w:r>
        <w:tab/>
        <w:t>2.025e0</w:t>
      </w:r>
    </w:p>
    <w:p w:rsidR="007B6A46" w:rsidRDefault="007B6A46" w:rsidP="007B6A46">
      <w:r>
        <w:t>801.6375</w:t>
      </w:r>
      <w:r>
        <w:tab/>
        <w:t>1.013e0</w:t>
      </w:r>
    </w:p>
    <w:p w:rsidR="007B6A46" w:rsidRDefault="007B6A46" w:rsidP="007B6A46">
      <w:r>
        <w:t>801.6593</w:t>
      </w:r>
      <w:r>
        <w:tab/>
        <w:t>1.013e0</w:t>
      </w:r>
    </w:p>
    <w:p w:rsidR="007B6A46" w:rsidRDefault="007B6A46" w:rsidP="007B6A46">
      <w:r>
        <w:t>801.6748</w:t>
      </w:r>
      <w:r>
        <w:tab/>
        <w:t>2.025e0</w:t>
      </w:r>
    </w:p>
    <w:p w:rsidR="007B6A46" w:rsidRDefault="007B6A46" w:rsidP="007B6A46">
      <w:r>
        <w:t>801.7101</w:t>
      </w:r>
      <w:r>
        <w:tab/>
        <w:t>1.013e0</w:t>
      </w:r>
    </w:p>
    <w:p w:rsidR="007B6A46" w:rsidRDefault="007B6A46" w:rsidP="007B6A46">
      <w:r>
        <w:t>801.7163</w:t>
      </w:r>
      <w:r>
        <w:tab/>
        <w:t>3.038e0</w:t>
      </w:r>
    </w:p>
    <w:p w:rsidR="007B6A46" w:rsidRDefault="007B6A46" w:rsidP="007B6A46">
      <w:r>
        <w:t>801.7321</w:t>
      </w:r>
      <w:r>
        <w:tab/>
        <w:t>1.013e0</w:t>
      </w:r>
    </w:p>
    <w:p w:rsidR="007B6A46" w:rsidRDefault="007B6A46" w:rsidP="007B6A46">
      <w:r>
        <w:t>801.8537</w:t>
      </w:r>
      <w:r>
        <w:tab/>
        <w:t>1.013e0</w:t>
      </w:r>
    </w:p>
    <w:p w:rsidR="007B6A46" w:rsidRDefault="007B6A46" w:rsidP="007B6A46">
      <w:r>
        <w:t>801.8619</w:t>
      </w:r>
      <w:r>
        <w:tab/>
        <w:t>1.013e0</w:t>
      </w:r>
    </w:p>
    <w:p w:rsidR="007B6A46" w:rsidRDefault="007B6A46" w:rsidP="007B6A46">
      <w:r>
        <w:t>801.8672</w:t>
      </w:r>
      <w:r>
        <w:tab/>
        <w:t>1.013e0</w:t>
      </w:r>
    </w:p>
    <w:p w:rsidR="007B6A46" w:rsidRDefault="007B6A46" w:rsidP="007B6A46">
      <w:r>
        <w:t>801.9078</w:t>
      </w:r>
      <w:r>
        <w:tab/>
        <w:t>1.013e0</w:t>
      </w:r>
    </w:p>
    <w:p w:rsidR="007B6A46" w:rsidRDefault="007B6A46" w:rsidP="007B6A46">
      <w:r>
        <w:t>801.9619</w:t>
      </w:r>
      <w:r>
        <w:tab/>
        <w:t>1.013e0</w:t>
      </w:r>
    </w:p>
    <w:p w:rsidR="007B6A46" w:rsidRDefault="007B6A46" w:rsidP="007B6A46">
      <w:r>
        <w:lastRenderedPageBreak/>
        <w:t>801.9876</w:t>
      </w:r>
      <w:r>
        <w:tab/>
        <w:t>1.013e0</w:t>
      </w:r>
    </w:p>
    <w:p w:rsidR="007B6A46" w:rsidRDefault="007B6A46" w:rsidP="007B6A46">
      <w:r>
        <w:t>801.9957</w:t>
      </w:r>
      <w:r>
        <w:tab/>
        <w:t>2.025e0</w:t>
      </w:r>
    </w:p>
    <w:p w:rsidR="007B6A46" w:rsidRDefault="007B6A46" w:rsidP="007B6A46">
      <w:r>
        <w:t>802.0159</w:t>
      </w:r>
      <w:r>
        <w:tab/>
        <w:t>1.013e0</w:t>
      </w:r>
    </w:p>
    <w:p w:rsidR="007B6A46" w:rsidRDefault="007B6A46" w:rsidP="007B6A46">
      <w:r>
        <w:t>802.0498</w:t>
      </w:r>
      <w:r>
        <w:tab/>
        <w:t>1.013e0</w:t>
      </w:r>
    </w:p>
    <w:p w:rsidR="007B6A46" w:rsidRDefault="007B6A46" w:rsidP="007B6A46">
      <w:r>
        <w:t>802.1241</w:t>
      </w:r>
      <w:r>
        <w:tab/>
        <w:t>1.013e0</w:t>
      </w:r>
    </w:p>
    <w:p w:rsidR="007B6A46" w:rsidRDefault="007B6A46" w:rsidP="007B6A46">
      <w:r>
        <w:t>802.1634</w:t>
      </w:r>
      <w:r>
        <w:tab/>
        <w:t>1.013e0</w:t>
      </w:r>
    </w:p>
    <w:p w:rsidR="007B6A46" w:rsidRDefault="007B6A46" w:rsidP="007B6A46">
      <w:r>
        <w:t>802.2053</w:t>
      </w:r>
      <w:r>
        <w:tab/>
        <w:t>4.051e0</w:t>
      </w:r>
    </w:p>
    <w:p w:rsidR="007B6A46" w:rsidRDefault="007B6A46" w:rsidP="007B6A46">
      <w:r>
        <w:t>802.3043</w:t>
      </w:r>
      <w:r>
        <w:tab/>
        <w:t>1.013e0</w:t>
      </w:r>
    </w:p>
    <w:p w:rsidR="007B6A46" w:rsidRDefault="007B6A46" w:rsidP="007B6A46">
      <w:r>
        <w:t>802.3392</w:t>
      </w:r>
      <w:r>
        <w:tab/>
        <w:t>1.013e0</w:t>
      </w:r>
    </w:p>
    <w:p w:rsidR="007B6A46" w:rsidRDefault="007B6A46" w:rsidP="007B6A46">
      <w:r>
        <w:t>802.3451</w:t>
      </w:r>
      <w:r>
        <w:tab/>
        <w:t>2.025e0</w:t>
      </w:r>
    </w:p>
    <w:p w:rsidR="007B6A46" w:rsidRDefault="007B6A46" w:rsidP="007B6A46">
      <w:r>
        <w:t>802.3557</w:t>
      </w:r>
      <w:r>
        <w:tab/>
        <w:t>2.025e0</w:t>
      </w:r>
    </w:p>
    <w:p w:rsidR="007B6A46" w:rsidRDefault="007B6A46" w:rsidP="007B6A46">
      <w:r>
        <w:t>802.3894</w:t>
      </w:r>
      <w:r>
        <w:tab/>
        <w:t>1.013e0</w:t>
      </w:r>
    </w:p>
    <w:p w:rsidR="007B6A46" w:rsidRDefault="007B6A46" w:rsidP="007B6A46">
      <w:r>
        <w:t>802.4216</w:t>
      </w:r>
      <w:r>
        <w:tab/>
        <w:t>1.013e0</w:t>
      </w:r>
    </w:p>
    <w:p w:rsidR="007B6A46" w:rsidRDefault="007B6A46" w:rsidP="007B6A46">
      <w:r>
        <w:t>802.4445</w:t>
      </w:r>
      <w:r>
        <w:tab/>
        <w:t>2.025e0</w:t>
      </w:r>
    </w:p>
    <w:p w:rsidR="007B6A46" w:rsidRDefault="007B6A46" w:rsidP="007B6A46">
      <w:r>
        <w:t>802.4988</w:t>
      </w:r>
      <w:r>
        <w:tab/>
        <w:t>5.677e0</w:t>
      </w:r>
    </w:p>
    <w:p w:rsidR="007B6A46" w:rsidRDefault="007B6A46" w:rsidP="007B6A46">
      <w:r>
        <w:t>802.5069</w:t>
      </w:r>
      <w:r>
        <w:tab/>
        <w:t>1.013e0</w:t>
      </w:r>
    </w:p>
    <w:p w:rsidR="007B6A46" w:rsidRDefault="007B6A46" w:rsidP="007B6A46">
      <w:r>
        <w:t>802.5081</w:t>
      </w:r>
      <w:r>
        <w:tab/>
        <w:t>1.013e0</w:t>
      </w:r>
    </w:p>
    <w:p w:rsidR="007B6A46" w:rsidRDefault="007B6A46" w:rsidP="007B6A46">
      <w:r>
        <w:t>802.5245</w:t>
      </w:r>
      <w:r>
        <w:tab/>
        <w:t>4.051e0</w:t>
      </w:r>
    </w:p>
    <w:p w:rsidR="007B6A46" w:rsidRDefault="007B6A46" w:rsidP="007B6A46">
      <w:r>
        <w:t>802.6110</w:t>
      </w:r>
      <w:r>
        <w:tab/>
        <w:t>1.013e0</w:t>
      </w:r>
    </w:p>
    <w:p w:rsidR="007B6A46" w:rsidRDefault="007B6A46" w:rsidP="007B6A46">
      <w:r>
        <w:lastRenderedPageBreak/>
        <w:t>802.6368</w:t>
      </w:r>
      <w:r>
        <w:tab/>
        <w:t>1.013e0</w:t>
      </w:r>
    </w:p>
    <w:p w:rsidR="007B6A46" w:rsidRDefault="007B6A46" w:rsidP="007B6A46">
      <w:r>
        <w:t>802.6516</w:t>
      </w:r>
      <w:r>
        <w:tab/>
        <w:t>1.013e0</w:t>
      </w:r>
    </w:p>
    <w:p w:rsidR="007B6A46" w:rsidRDefault="007B6A46" w:rsidP="007B6A46">
      <w:r>
        <w:t>802.7057</w:t>
      </w:r>
      <w:r>
        <w:tab/>
        <w:t>1.013e0</w:t>
      </w:r>
    </w:p>
    <w:p w:rsidR="007B6A46" w:rsidRDefault="007B6A46" w:rsidP="007B6A46">
      <w:r>
        <w:t>802.7378</w:t>
      </w:r>
      <w:r>
        <w:tab/>
        <w:t>2.025e0</w:t>
      </w:r>
    </w:p>
    <w:p w:rsidR="007B6A46" w:rsidRDefault="007B6A46" w:rsidP="007B6A46">
      <w:r>
        <w:t>802.7871</w:t>
      </w:r>
      <w:r>
        <w:tab/>
        <w:t>2.025e0</w:t>
      </w:r>
    </w:p>
    <w:p w:rsidR="007B6A46" w:rsidRDefault="007B6A46" w:rsidP="007B6A46">
      <w:r>
        <w:t>802.7958</w:t>
      </w:r>
      <w:r>
        <w:tab/>
        <w:t>1.013e0</w:t>
      </w:r>
    </w:p>
    <w:p w:rsidR="007B6A46" w:rsidRDefault="007B6A46" w:rsidP="007B6A46">
      <w:r>
        <w:t>802.8276</w:t>
      </w:r>
      <w:r>
        <w:tab/>
        <w:t>2.025e0</w:t>
      </w:r>
    </w:p>
    <w:p w:rsidR="007B6A46" w:rsidRDefault="007B6A46" w:rsidP="007B6A46">
      <w:r>
        <w:t>802.8478</w:t>
      </w:r>
      <w:r>
        <w:tab/>
        <w:t>1.013e0</w:t>
      </w:r>
    </w:p>
    <w:p w:rsidR="007B6A46" w:rsidRDefault="007B6A46" w:rsidP="007B6A46">
      <w:r>
        <w:t>802.8533</w:t>
      </w:r>
      <w:r>
        <w:tab/>
        <w:t>1.013e0</w:t>
      </w:r>
    </w:p>
    <w:p w:rsidR="007B6A46" w:rsidRDefault="007B6A46" w:rsidP="007B6A46">
      <w:r>
        <w:t>802.8984</w:t>
      </w:r>
      <w:r>
        <w:tab/>
        <w:t>1.013e0</w:t>
      </w:r>
    </w:p>
    <w:p w:rsidR="007B6A46" w:rsidRDefault="007B6A46" w:rsidP="007B6A46">
      <w:r>
        <w:t>802.9088</w:t>
      </w:r>
      <w:r>
        <w:tab/>
        <w:t>2.025e0</w:t>
      </w:r>
    </w:p>
    <w:p w:rsidR="007B6A46" w:rsidRDefault="007B6A46" w:rsidP="007B6A46">
      <w:r>
        <w:t>802.9650</w:t>
      </w:r>
      <w:r>
        <w:tab/>
        <w:t>1.013e0</w:t>
      </w:r>
    </w:p>
    <w:p w:rsidR="007B6A46" w:rsidRDefault="007B6A46" w:rsidP="007B6A46">
      <w:r>
        <w:t>803.0010</w:t>
      </w:r>
      <w:r>
        <w:tab/>
        <w:t>1.013e0</w:t>
      </w:r>
    </w:p>
    <w:p w:rsidR="007B6A46" w:rsidRDefault="007B6A46" w:rsidP="007B6A46">
      <w:r>
        <w:t>803.0847</w:t>
      </w:r>
      <w:r>
        <w:tab/>
        <w:t>3.038e0</w:t>
      </w:r>
    </w:p>
    <w:p w:rsidR="007B6A46" w:rsidRDefault="007B6A46" w:rsidP="007B6A46">
      <w:r>
        <w:t>803.1376</w:t>
      </w:r>
      <w:r>
        <w:tab/>
        <w:t>1.013e0</w:t>
      </w:r>
    </w:p>
    <w:p w:rsidR="007B6A46" w:rsidRDefault="007B6A46" w:rsidP="007B6A46">
      <w:r>
        <w:t>803.1660</w:t>
      </w:r>
      <w:r>
        <w:tab/>
        <w:t>1.013e0</w:t>
      </w:r>
    </w:p>
    <w:p w:rsidR="007B6A46" w:rsidRDefault="007B6A46" w:rsidP="007B6A46">
      <w:r>
        <w:t>803.2730</w:t>
      </w:r>
      <w:r>
        <w:tab/>
        <w:t>1.013e0</w:t>
      </w:r>
    </w:p>
    <w:p w:rsidR="007B6A46" w:rsidRDefault="007B6A46" w:rsidP="007B6A46">
      <w:r>
        <w:t>803.2866</w:t>
      </w:r>
      <w:r>
        <w:tab/>
        <w:t>2.025e0</w:t>
      </w:r>
    </w:p>
    <w:p w:rsidR="007B6A46" w:rsidRDefault="007B6A46" w:rsidP="007B6A46">
      <w:r>
        <w:t>803.2878</w:t>
      </w:r>
      <w:r>
        <w:tab/>
        <w:t>1.013e0</w:t>
      </w:r>
    </w:p>
    <w:p w:rsidR="007B6A46" w:rsidRDefault="007B6A46" w:rsidP="007B6A46">
      <w:r>
        <w:lastRenderedPageBreak/>
        <w:t>803.3217</w:t>
      </w:r>
      <w:r>
        <w:tab/>
        <w:t>2.025e0</w:t>
      </w:r>
    </w:p>
    <w:p w:rsidR="007B6A46" w:rsidRDefault="007B6A46" w:rsidP="007B6A46">
      <w:r>
        <w:t>803.4489</w:t>
      </w:r>
      <w:r>
        <w:tab/>
        <w:t>3.038e0</w:t>
      </w:r>
    </w:p>
    <w:p w:rsidR="007B6A46" w:rsidRDefault="007B6A46" w:rsidP="007B6A46">
      <w:r>
        <w:t>803.4708</w:t>
      </w:r>
      <w:r>
        <w:tab/>
        <w:t>3.038e0</w:t>
      </w:r>
    </w:p>
    <w:p w:rsidR="007B6A46" w:rsidRDefault="007B6A46" w:rsidP="007B6A46">
      <w:r>
        <w:t>803.4852</w:t>
      </w:r>
      <w:r>
        <w:tab/>
        <w:t>2.025e0</w:t>
      </w:r>
    </w:p>
    <w:p w:rsidR="007B6A46" w:rsidRDefault="007B6A46" w:rsidP="007B6A46">
      <w:r>
        <w:t>803.5032</w:t>
      </w:r>
      <w:r>
        <w:tab/>
        <w:t>1.013e0</w:t>
      </w:r>
    </w:p>
    <w:p w:rsidR="007B6A46" w:rsidRDefault="007B6A46" w:rsidP="007B6A46">
      <w:r>
        <w:t>803.5190</w:t>
      </w:r>
      <w:r>
        <w:tab/>
        <w:t>3.038e0</w:t>
      </w:r>
    </w:p>
    <w:p w:rsidR="007B6A46" w:rsidRDefault="007B6A46" w:rsidP="007B6A46">
      <w:r>
        <w:t>803.5936</w:t>
      </w:r>
      <w:r>
        <w:tab/>
        <w:t>1.013e0</w:t>
      </w:r>
    </w:p>
    <w:p w:rsidR="007B6A46" w:rsidRDefault="007B6A46" w:rsidP="007B6A46">
      <w:r>
        <w:t>803.5993</w:t>
      </w:r>
      <w:r>
        <w:tab/>
        <w:t>1.013e0</w:t>
      </w:r>
    </w:p>
    <w:p w:rsidR="007B6A46" w:rsidRDefault="007B6A46" w:rsidP="007B6A46">
      <w:r>
        <w:t>803.6090</w:t>
      </w:r>
      <w:r>
        <w:tab/>
        <w:t>3.038e0</w:t>
      </w:r>
    </w:p>
    <w:p w:rsidR="007B6A46" w:rsidRDefault="007B6A46" w:rsidP="007B6A46">
      <w:r>
        <w:t>803.6509</w:t>
      </w:r>
      <w:r>
        <w:tab/>
        <w:t>2.025e0</w:t>
      </w:r>
    </w:p>
    <w:p w:rsidR="007B6A46" w:rsidRDefault="007B6A46" w:rsidP="007B6A46">
      <w:r>
        <w:t>803.6942</w:t>
      </w:r>
      <w:r>
        <w:tab/>
        <w:t>1.013e0</w:t>
      </w:r>
    </w:p>
    <w:p w:rsidR="007B6A46" w:rsidRDefault="007B6A46" w:rsidP="007B6A46">
      <w:r>
        <w:t>803.7077</w:t>
      </w:r>
      <w:r>
        <w:tab/>
        <w:t>1.013e0</w:t>
      </w:r>
    </w:p>
    <w:p w:rsidR="007B6A46" w:rsidRDefault="007B6A46" w:rsidP="007B6A46">
      <w:r>
        <w:t>803.7755</w:t>
      </w:r>
      <w:r>
        <w:tab/>
        <w:t>1.013e0</w:t>
      </w:r>
    </w:p>
    <w:p w:rsidR="007B6A46" w:rsidRDefault="007B6A46" w:rsidP="007B6A46">
      <w:r>
        <w:t>803.8013</w:t>
      </w:r>
      <w:r>
        <w:tab/>
        <w:t>1.013e0</w:t>
      </w:r>
    </w:p>
    <w:p w:rsidR="007B6A46" w:rsidRDefault="007B6A46" w:rsidP="007B6A46">
      <w:r>
        <w:t>803.8703</w:t>
      </w:r>
      <w:r>
        <w:tab/>
        <w:t>1.013e0</w:t>
      </w:r>
    </w:p>
    <w:p w:rsidR="007B6A46" w:rsidRDefault="007B6A46" w:rsidP="007B6A46">
      <w:r>
        <w:t>803.9419</w:t>
      </w:r>
      <w:r>
        <w:tab/>
        <w:t>2.025e0</w:t>
      </w:r>
    </w:p>
    <w:p w:rsidR="007B6A46" w:rsidRDefault="007B6A46" w:rsidP="007B6A46">
      <w:r>
        <w:t>803.9516</w:t>
      </w:r>
      <w:r>
        <w:tab/>
        <w:t>1.013e0</w:t>
      </w:r>
    </w:p>
    <w:p w:rsidR="007B6A46" w:rsidRDefault="007B6A46" w:rsidP="007B6A46">
      <w:r>
        <w:t>803.9678</w:t>
      </w:r>
      <w:r>
        <w:tab/>
        <w:t>1.013e0</w:t>
      </w:r>
    </w:p>
    <w:p w:rsidR="007B6A46" w:rsidRDefault="007B6A46" w:rsidP="007B6A46">
      <w:r>
        <w:t>804.0604</w:t>
      </w:r>
      <w:r>
        <w:tab/>
        <w:t>2.025e0</w:t>
      </w:r>
    </w:p>
    <w:p w:rsidR="007B6A46" w:rsidRDefault="007B6A46" w:rsidP="007B6A46">
      <w:r>
        <w:lastRenderedPageBreak/>
        <w:t>804.0704</w:t>
      </w:r>
      <w:r>
        <w:tab/>
        <w:t>1.013e0</w:t>
      </w:r>
    </w:p>
    <w:p w:rsidR="007B6A46" w:rsidRDefault="007B6A46" w:rsidP="007B6A46">
      <w:r>
        <w:t>804.0944</w:t>
      </w:r>
      <w:r>
        <w:tab/>
        <w:t>2.025e0</w:t>
      </w:r>
    </w:p>
    <w:p w:rsidR="007B6A46" w:rsidRDefault="007B6A46" w:rsidP="007B6A46">
      <w:r>
        <w:t>804.1625</w:t>
      </w:r>
      <w:r>
        <w:tab/>
        <w:t>2.025e0</w:t>
      </w:r>
    </w:p>
    <w:p w:rsidR="007B6A46" w:rsidRDefault="007B6A46" w:rsidP="007B6A46">
      <w:r>
        <w:t>804.1877</w:t>
      </w:r>
      <w:r>
        <w:tab/>
        <w:t>1.013e0</w:t>
      </w:r>
    </w:p>
    <w:p w:rsidR="007B6A46" w:rsidRDefault="007B6A46" w:rsidP="007B6A46">
      <w:r>
        <w:t>804.2386</w:t>
      </w:r>
      <w:r>
        <w:tab/>
        <w:t>2.025e0</w:t>
      </w:r>
    </w:p>
    <w:p w:rsidR="007B6A46" w:rsidRDefault="007B6A46" w:rsidP="007B6A46">
      <w:r>
        <w:t>804.2769</w:t>
      </w:r>
      <w:r>
        <w:tab/>
        <w:t>1.013e0</w:t>
      </w:r>
    </w:p>
    <w:p w:rsidR="007B6A46" w:rsidRDefault="007B6A46" w:rsidP="007B6A46">
      <w:r>
        <w:t>804.2904</w:t>
      </w:r>
      <w:r>
        <w:tab/>
        <w:t>1.013e0</w:t>
      </w:r>
    </w:p>
    <w:p w:rsidR="007B6A46" w:rsidRDefault="007B6A46" w:rsidP="007B6A46">
      <w:r>
        <w:t>804.3741</w:t>
      </w:r>
      <w:r>
        <w:tab/>
        <w:t>1.013e0</w:t>
      </w:r>
    </w:p>
    <w:p w:rsidR="007B6A46" w:rsidRDefault="007B6A46" w:rsidP="007B6A46">
      <w:r>
        <w:t>804.3989</w:t>
      </w:r>
      <w:r>
        <w:tab/>
        <w:t>1.013e0</w:t>
      </w:r>
    </w:p>
    <w:p w:rsidR="007B6A46" w:rsidRDefault="007B6A46" w:rsidP="007B6A46">
      <w:r>
        <w:t>804.4125</w:t>
      </w:r>
      <w:r>
        <w:tab/>
        <w:t>1.013e0</w:t>
      </w:r>
    </w:p>
    <w:p w:rsidR="007B6A46" w:rsidRDefault="007B6A46" w:rsidP="007B6A46">
      <w:r>
        <w:t>804.4715</w:t>
      </w:r>
      <w:r>
        <w:tab/>
        <w:t>2.025e0</w:t>
      </w:r>
    </w:p>
    <w:p w:rsidR="007B6A46" w:rsidRDefault="007B6A46" w:rsidP="007B6A46">
      <w:r>
        <w:t>804.4938</w:t>
      </w:r>
      <w:r>
        <w:tab/>
        <w:t>1.013e0</w:t>
      </w:r>
    </w:p>
    <w:p w:rsidR="007B6A46" w:rsidRDefault="007B6A46" w:rsidP="007B6A46">
      <w:r>
        <w:t>804.5272</w:t>
      </w:r>
      <w:r>
        <w:tab/>
        <w:t>1.013e0</w:t>
      </w:r>
    </w:p>
    <w:p w:rsidR="007B6A46" w:rsidRDefault="007B6A46" w:rsidP="007B6A46">
      <w:r>
        <w:t>804.5323</w:t>
      </w:r>
      <w:r>
        <w:tab/>
        <w:t>2.025e0</w:t>
      </w:r>
    </w:p>
    <w:p w:rsidR="007B6A46" w:rsidRDefault="007B6A46" w:rsidP="007B6A46">
      <w:r>
        <w:t>804.5729</w:t>
      </w:r>
      <w:r>
        <w:tab/>
        <w:t>4.051e0</w:t>
      </w:r>
    </w:p>
    <w:p w:rsidR="007B6A46" w:rsidRDefault="007B6A46" w:rsidP="007B6A46">
      <w:r>
        <w:t>804.5951</w:t>
      </w:r>
      <w:r>
        <w:tab/>
        <w:t>1.013e0</w:t>
      </w:r>
    </w:p>
    <w:p w:rsidR="007B6A46" w:rsidRDefault="007B6A46" w:rsidP="007B6A46">
      <w:r>
        <w:t>804.6430</w:t>
      </w:r>
      <w:r>
        <w:tab/>
        <w:t>1.013e0</w:t>
      </w:r>
    </w:p>
    <w:p w:rsidR="007B6A46" w:rsidRDefault="007B6A46" w:rsidP="007B6A46">
      <w:r>
        <w:t>804.6471</w:t>
      </w:r>
      <w:r>
        <w:tab/>
        <w:t>2.025e0</w:t>
      </w:r>
    </w:p>
    <w:p w:rsidR="007B6A46" w:rsidRDefault="007B6A46" w:rsidP="007B6A46">
      <w:r>
        <w:t>804.7909</w:t>
      </w:r>
      <w:r>
        <w:tab/>
        <w:t>1.013e0</w:t>
      </w:r>
    </w:p>
    <w:p w:rsidR="007B6A46" w:rsidRDefault="007B6A46" w:rsidP="007B6A46">
      <w:r>
        <w:lastRenderedPageBreak/>
        <w:t>804.7957</w:t>
      </w:r>
      <w:r>
        <w:tab/>
        <w:t>2.025e0</w:t>
      </w:r>
    </w:p>
    <w:p w:rsidR="007B6A46" w:rsidRDefault="007B6A46" w:rsidP="007B6A46">
      <w:r>
        <w:t>804.8843</w:t>
      </w:r>
      <w:r>
        <w:tab/>
        <w:t>1.013e0</w:t>
      </w:r>
    </w:p>
    <w:p w:rsidR="007B6A46" w:rsidRDefault="007B6A46" w:rsidP="007B6A46">
      <w:r>
        <w:t>804.9688</w:t>
      </w:r>
      <w:r>
        <w:tab/>
        <w:t>1.013e0</w:t>
      </w:r>
    </w:p>
    <w:p w:rsidR="007B6A46" w:rsidRDefault="007B6A46" w:rsidP="007B6A46">
      <w:r>
        <w:t>805.0228</w:t>
      </w:r>
      <w:r>
        <w:tab/>
        <w:t>1.013e0</w:t>
      </w:r>
    </w:p>
    <w:p w:rsidR="007B6A46" w:rsidRDefault="007B6A46" w:rsidP="007B6A46">
      <w:r>
        <w:t>805.0546</w:t>
      </w:r>
      <w:r>
        <w:tab/>
        <w:t>1.013e0</w:t>
      </w:r>
    </w:p>
    <w:p w:rsidR="007B6A46" w:rsidRDefault="007B6A46" w:rsidP="007B6A46">
      <w:r>
        <w:t>805.0771</w:t>
      </w:r>
      <w:r>
        <w:tab/>
        <w:t>1.013e0</w:t>
      </w:r>
    </w:p>
    <w:p w:rsidR="007B6A46" w:rsidRDefault="007B6A46" w:rsidP="007B6A46">
      <w:r>
        <w:t>805.2658</w:t>
      </w:r>
      <w:r>
        <w:tab/>
        <w:t>1.013e0</w:t>
      </w:r>
    </w:p>
    <w:p w:rsidR="007B6A46" w:rsidRDefault="007B6A46" w:rsidP="007B6A46">
      <w:r>
        <w:t>805.2755</w:t>
      </w:r>
      <w:r>
        <w:tab/>
        <w:t>1.013e0</w:t>
      </w:r>
    </w:p>
    <w:p w:rsidR="007B6A46" w:rsidRDefault="007B6A46" w:rsidP="007B6A46">
      <w:r>
        <w:t>805.2794</w:t>
      </w:r>
      <w:r>
        <w:tab/>
        <w:t>1.013e0</w:t>
      </w:r>
    </w:p>
    <w:p w:rsidR="007B6A46" w:rsidRDefault="007B6A46" w:rsidP="007B6A46">
      <w:r>
        <w:t>805.3762</w:t>
      </w:r>
      <w:r>
        <w:tab/>
        <w:t>1.013e0</w:t>
      </w:r>
    </w:p>
    <w:p w:rsidR="007B6A46" w:rsidRDefault="007B6A46" w:rsidP="007B6A46">
      <w:r>
        <w:t>805.4028</w:t>
      </w:r>
      <w:r>
        <w:tab/>
        <w:t>1.013e0</w:t>
      </w:r>
    </w:p>
    <w:p w:rsidR="007B6A46" w:rsidRDefault="007B6A46" w:rsidP="007B6A46">
      <w:r>
        <w:t>805.4300</w:t>
      </w:r>
      <w:r>
        <w:tab/>
        <w:t>1.013e0</w:t>
      </w:r>
    </w:p>
    <w:p w:rsidR="007B6A46" w:rsidRDefault="007B6A46" w:rsidP="007B6A46">
      <w:r>
        <w:t>805.4656</w:t>
      </w:r>
      <w:r>
        <w:tab/>
        <w:t>2.025e0</w:t>
      </w:r>
    </w:p>
    <w:p w:rsidR="007B6A46" w:rsidRDefault="007B6A46" w:rsidP="007B6A46">
      <w:r>
        <w:t>805.4778</w:t>
      </w:r>
      <w:r>
        <w:tab/>
        <w:t>1.013e0</w:t>
      </w:r>
    </w:p>
    <w:p w:rsidR="007B6A46" w:rsidRDefault="007B6A46" w:rsidP="007B6A46">
      <w:r>
        <w:t>805.5978</w:t>
      </w:r>
      <w:r>
        <w:tab/>
        <w:t>1.013e0</w:t>
      </w:r>
    </w:p>
    <w:p w:rsidR="007B6A46" w:rsidRDefault="007B6A46" w:rsidP="007B6A46">
      <w:r>
        <w:t>805.6201</w:t>
      </w:r>
      <w:r>
        <w:tab/>
        <w:t>1.013e0</w:t>
      </w:r>
    </w:p>
    <w:p w:rsidR="007B6A46" w:rsidRDefault="007B6A46" w:rsidP="007B6A46">
      <w:r>
        <w:t>805.6828</w:t>
      </w:r>
      <w:r>
        <w:tab/>
        <w:t>1.013e0</w:t>
      </w:r>
    </w:p>
    <w:p w:rsidR="007B6A46" w:rsidRDefault="007B6A46" w:rsidP="007B6A46">
      <w:r>
        <w:t>805.7205</w:t>
      </w:r>
      <w:r>
        <w:tab/>
        <w:t>3.038e0</w:t>
      </w:r>
    </w:p>
    <w:p w:rsidR="007B6A46" w:rsidRDefault="007B6A46" w:rsidP="007B6A46">
      <w:r>
        <w:t>805.7287</w:t>
      </w:r>
      <w:r>
        <w:tab/>
        <w:t>1.013e0</w:t>
      </w:r>
    </w:p>
    <w:p w:rsidR="007B6A46" w:rsidRDefault="007B6A46" w:rsidP="007B6A46">
      <w:r>
        <w:lastRenderedPageBreak/>
        <w:t>805.7410</w:t>
      </w:r>
      <w:r>
        <w:tab/>
        <w:t>1.013e0</w:t>
      </w:r>
    </w:p>
    <w:p w:rsidR="007B6A46" w:rsidRDefault="007B6A46" w:rsidP="007B6A46">
      <w:r>
        <w:t>805.7559</w:t>
      </w:r>
      <w:r>
        <w:tab/>
        <w:t>1.013e0</w:t>
      </w:r>
    </w:p>
    <w:p w:rsidR="007B6A46" w:rsidRDefault="007B6A46" w:rsidP="007B6A46">
      <w:r>
        <w:t>805.8509</w:t>
      </w:r>
      <w:r>
        <w:tab/>
        <w:t>1.013e0</w:t>
      </w:r>
    </w:p>
    <w:p w:rsidR="007B6A46" w:rsidRDefault="007B6A46" w:rsidP="007B6A46">
      <w:r>
        <w:t>805.8917</w:t>
      </w:r>
      <w:r>
        <w:tab/>
        <w:t>1.013e0</w:t>
      </w:r>
    </w:p>
    <w:p w:rsidR="007B6A46" w:rsidRDefault="007B6A46" w:rsidP="007B6A46">
      <w:r>
        <w:t>805.9053</w:t>
      </w:r>
      <w:r>
        <w:tab/>
        <w:t>1.013e0</w:t>
      </w:r>
    </w:p>
    <w:p w:rsidR="007B6A46" w:rsidRDefault="007B6A46" w:rsidP="007B6A46">
      <w:r>
        <w:t>805.9855</w:t>
      </w:r>
      <w:r>
        <w:tab/>
        <w:t>1.013e0</w:t>
      </w:r>
    </w:p>
    <w:p w:rsidR="007B6A46" w:rsidRDefault="007B6A46" w:rsidP="007B6A46">
      <w:r>
        <w:t>806.0275</w:t>
      </w:r>
      <w:r>
        <w:tab/>
        <w:t>1.013e0</w:t>
      </w:r>
    </w:p>
    <w:p w:rsidR="007B6A46" w:rsidRDefault="007B6A46" w:rsidP="007B6A46">
      <w:r>
        <w:t>806.0547</w:t>
      </w:r>
      <w:r>
        <w:tab/>
        <w:t>1.013e0</w:t>
      </w:r>
    </w:p>
    <w:p w:rsidR="007B6A46" w:rsidRDefault="007B6A46" w:rsidP="007B6A46">
      <w:r>
        <w:t>806.2754</w:t>
      </w:r>
      <w:r>
        <w:tab/>
        <w:t>1.013e0</w:t>
      </w:r>
    </w:p>
    <w:p w:rsidR="007B6A46" w:rsidRDefault="007B6A46" w:rsidP="007B6A46">
      <w:r>
        <w:t>806.3659</w:t>
      </w:r>
      <w:r>
        <w:tab/>
        <w:t>1.013e0</w:t>
      </w:r>
    </w:p>
    <w:p w:rsidR="007B6A46" w:rsidRDefault="007B6A46" w:rsidP="007B6A46">
      <w:r>
        <w:t>806.3808</w:t>
      </w:r>
      <w:r>
        <w:tab/>
        <w:t>2.025e0</w:t>
      </w:r>
    </w:p>
    <w:p w:rsidR="007B6A46" w:rsidRDefault="007B6A46" w:rsidP="007B6A46">
      <w:r>
        <w:t>806.4080</w:t>
      </w:r>
      <w:r>
        <w:tab/>
        <w:t>1.013e0</w:t>
      </w:r>
    </w:p>
    <w:p w:rsidR="007B6A46" w:rsidRDefault="007B6A46" w:rsidP="007B6A46">
      <w:r>
        <w:t>806.4841</w:t>
      </w:r>
      <w:r>
        <w:tab/>
        <w:t>2.025e0</w:t>
      </w:r>
    </w:p>
    <w:p w:rsidR="007B6A46" w:rsidRDefault="007B6A46" w:rsidP="007B6A46">
      <w:r>
        <w:t>806.4975</w:t>
      </w:r>
      <w:r>
        <w:tab/>
        <w:t>1.013e0</w:t>
      </w:r>
    </w:p>
    <w:p w:rsidR="007B6A46" w:rsidRDefault="007B6A46" w:rsidP="007B6A46">
      <w:r>
        <w:t>806.5371</w:t>
      </w:r>
      <w:r>
        <w:tab/>
        <w:t>2.025e0</w:t>
      </w:r>
    </w:p>
    <w:p w:rsidR="007B6A46" w:rsidRDefault="007B6A46" w:rsidP="007B6A46">
      <w:r>
        <w:t>806.5970</w:t>
      </w:r>
      <w:r>
        <w:tab/>
        <w:t>1.013e0</w:t>
      </w:r>
    </w:p>
    <w:p w:rsidR="007B6A46" w:rsidRDefault="007B6A46" w:rsidP="007B6A46">
      <w:r>
        <w:t>806.6241</w:t>
      </w:r>
      <w:r>
        <w:tab/>
        <w:t>1.013e0</w:t>
      </w:r>
    </w:p>
    <w:p w:rsidR="007B6A46" w:rsidRDefault="007B6A46" w:rsidP="007B6A46">
      <w:r>
        <w:t>806.7057</w:t>
      </w:r>
      <w:r>
        <w:tab/>
        <w:t>1.013e0</w:t>
      </w:r>
    </w:p>
    <w:p w:rsidR="007B6A46" w:rsidRDefault="007B6A46" w:rsidP="007B6A46">
      <w:r>
        <w:t>806.7193</w:t>
      </w:r>
      <w:r>
        <w:tab/>
        <w:t>1.013e0</w:t>
      </w:r>
    </w:p>
    <w:p w:rsidR="007B6A46" w:rsidRDefault="007B6A46" w:rsidP="007B6A46">
      <w:r>
        <w:lastRenderedPageBreak/>
        <w:t>806.7518</w:t>
      </w:r>
      <w:r>
        <w:tab/>
        <w:t>1.013e0</w:t>
      </w:r>
    </w:p>
    <w:p w:rsidR="007B6A46" w:rsidRDefault="007B6A46" w:rsidP="007B6A46">
      <w:r>
        <w:t>806.7853</w:t>
      </w:r>
      <w:r>
        <w:tab/>
        <w:t>1.013e0</w:t>
      </w:r>
    </w:p>
    <w:p w:rsidR="007B6A46" w:rsidRDefault="007B6A46" w:rsidP="007B6A46">
      <w:r>
        <w:t>806.9223</w:t>
      </w:r>
      <w:r>
        <w:tab/>
        <w:t>1.013e0</w:t>
      </w:r>
    </w:p>
    <w:p w:rsidR="007B6A46" w:rsidRDefault="007B6A46" w:rsidP="007B6A46">
      <w:r>
        <w:t>807.0568</w:t>
      </w:r>
      <w:r>
        <w:tab/>
        <w:t>1.013e0</w:t>
      </w:r>
    </w:p>
    <w:p w:rsidR="007B6A46" w:rsidRDefault="007B6A46" w:rsidP="007B6A46">
      <w:r>
        <w:t>807.1925</w:t>
      </w:r>
      <w:r>
        <w:tab/>
        <w:t>1.013e0</w:t>
      </w:r>
    </w:p>
    <w:p w:rsidR="007B6A46" w:rsidRDefault="007B6A46" w:rsidP="007B6A46">
      <w:r>
        <w:t>807.3109</w:t>
      </w:r>
      <w:r>
        <w:tab/>
        <w:t>1.013e0</w:t>
      </w:r>
    </w:p>
    <w:p w:rsidR="007B6A46" w:rsidRDefault="007B6A46" w:rsidP="007B6A46">
      <w:r>
        <w:t>807.3787</w:t>
      </w:r>
      <w:r>
        <w:tab/>
        <w:t>1.013e0</w:t>
      </w:r>
    </w:p>
    <w:p w:rsidR="007B6A46" w:rsidRDefault="007B6A46" w:rsidP="007B6A46">
      <w:r>
        <w:t>807.3802</w:t>
      </w:r>
      <w:r>
        <w:tab/>
        <w:t>2.025e0</w:t>
      </w:r>
    </w:p>
    <w:p w:rsidR="007B6A46" w:rsidRDefault="007B6A46" w:rsidP="007B6A46">
      <w:r>
        <w:t>807.4130</w:t>
      </w:r>
      <w:r>
        <w:tab/>
        <w:t>1.013e0</w:t>
      </w:r>
    </w:p>
    <w:p w:rsidR="007B6A46" w:rsidRDefault="007B6A46" w:rsidP="007B6A46">
      <w:r>
        <w:t>807.4823</w:t>
      </w:r>
      <w:r>
        <w:tab/>
        <w:t>1.013e0</w:t>
      </w:r>
    </w:p>
    <w:p w:rsidR="007B6A46" w:rsidRDefault="007B6A46" w:rsidP="007B6A46">
      <w:r>
        <w:t>807.5249</w:t>
      </w:r>
      <w:r>
        <w:tab/>
        <w:t>3.038e0</w:t>
      </w:r>
    </w:p>
    <w:p w:rsidR="007B6A46" w:rsidRDefault="007B6A46" w:rsidP="007B6A46">
      <w:r>
        <w:t>807.5776</w:t>
      </w:r>
      <w:r>
        <w:tab/>
        <w:t>1.013e0</w:t>
      </w:r>
    </w:p>
    <w:p w:rsidR="007B6A46" w:rsidRDefault="007B6A46" w:rsidP="007B6A46">
      <w:r>
        <w:t>807.6327</w:t>
      </w:r>
      <w:r>
        <w:tab/>
        <w:t>1.013e0</w:t>
      </w:r>
    </w:p>
    <w:p w:rsidR="007B6A46" w:rsidRDefault="007B6A46" w:rsidP="007B6A46">
      <w:r>
        <w:t>807.6688</w:t>
      </w:r>
      <w:r>
        <w:tab/>
        <w:t>1.013e0</w:t>
      </w:r>
    </w:p>
    <w:p w:rsidR="007B6A46" w:rsidRDefault="007B6A46" w:rsidP="007B6A46">
      <w:r>
        <w:t>807.6852</w:t>
      </w:r>
      <w:r>
        <w:tab/>
        <w:t>1.013e0</w:t>
      </w:r>
    </w:p>
    <w:p w:rsidR="007B6A46" w:rsidRDefault="007B6A46" w:rsidP="007B6A46">
      <w:r>
        <w:t>807.7532</w:t>
      </w:r>
      <w:r>
        <w:tab/>
        <w:t>1.013e0</w:t>
      </w:r>
    </w:p>
    <w:p w:rsidR="007B6A46" w:rsidRDefault="007B6A46" w:rsidP="007B6A46">
      <w:r>
        <w:t>807.8090</w:t>
      </w:r>
      <w:r>
        <w:tab/>
        <w:t>1.013e0</w:t>
      </w:r>
    </w:p>
    <w:p w:rsidR="007B6A46" w:rsidRDefault="007B6A46" w:rsidP="007B6A46">
      <w:r>
        <w:t>807.8634</w:t>
      </w:r>
      <w:r>
        <w:tab/>
        <w:t>1.013e0</w:t>
      </w:r>
    </w:p>
    <w:p w:rsidR="007B6A46" w:rsidRDefault="007B6A46" w:rsidP="007B6A46">
      <w:r>
        <w:t>808.1766</w:t>
      </w:r>
      <w:r>
        <w:tab/>
        <w:t>1.013e0</w:t>
      </w:r>
    </w:p>
    <w:p w:rsidR="007B6A46" w:rsidRDefault="007B6A46" w:rsidP="007B6A46">
      <w:r>
        <w:lastRenderedPageBreak/>
        <w:t>808.2104</w:t>
      </w:r>
      <w:r>
        <w:tab/>
        <w:t>1.013e0</w:t>
      </w:r>
    </w:p>
    <w:p w:rsidR="007B6A46" w:rsidRDefault="007B6A46" w:rsidP="007B6A46">
      <w:r>
        <w:t>808.2863</w:t>
      </w:r>
      <w:r>
        <w:tab/>
        <w:t>3.038e0</w:t>
      </w:r>
    </w:p>
    <w:p w:rsidR="007B6A46" w:rsidRDefault="007B6A46" w:rsidP="007B6A46">
      <w:r>
        <w:t>808.3735</w:t>
      </w:r>
      <w:r>
        <w:tab/>
        <w:t>2.025e0</w:t>
      </w:r>
    </w:p>
    <w:p w:rsidR="007B6A46" w:rsidRDefault="007B6A46" w:rsidP="007B6A46">
      <w:r>
        <w:t>808.4190</w:t>
      </w:r>
      <w:r>
        <w:tab/>
        <w:t>2.025e0</w:t>
      </w:r>
    </w:p>
    <w:p w:rsidR="007B6A46" w:rsidRDefault="007B6A46" w:rsidP="007B6A46">
      <w:r>
        <w:t>808.4614</w:t>
      </w:r>
      <w:r>
        <w:tab/>
        <w:t>1.013e0</w:t>
      </w:r>
    </w:p>
    <w:p w:rsidR="007B6A46" w:rsidRDefault="007B6A46" w:rsidP="007B6A46">
      <w:r>
        <w:t>808.4819</w:t>
      </w:r>
      <w:r>
        <w:tab/>
        <w:t>1.013e0</w:t>
      </w:r>
    </w:p>
    <w:p w:rsidR="007B6A46" w:rsidRDefault="007B6A46" w:rsidP="007B6A46">
      <w:r>
        <w:t>808.5005</w:t>
      </w:r>
      <w:r>
        <w:tab/>
        <w:t>1.013e0</w:t>
      </w:r>
    </w:p>
    <w:p w:rsidR="007B6A46" w:rsidRDefault="007B6A46" w:rsidP="007B6A46">
      <w:r>
        <w:t>808.5110</w:t>
      </w:r>
      <w:r>
        <w:tab/>
        <w:t>3.038e0</w:t>
      </w:r>
    </w:p>
    <w:p w:rsidR="007B6A46" w:rsidRDefault="007B6A46" w:rsidP="007B6A46">
      <w:r>
        <w:t>808.5159</w:t>
      </w:r>
      <w:r>
        <w:tab/>
        <w:t>1.013e0</w:t>
      </w:r>
    </w:p>
    <w:p w:rsidR="007B6A46" w:rsidRDefault="007B6A46" w:rsidP="007B6A46">
      <w:r>
        <w:t>808.5172</w:t>
      </w:r>
      <w:r>
        <w:tab/>
        <w:t>1.013e0</w:t>
      </w:r>
    </w:p>
    <w:p w:rsidR="007B6A46" w:rsidRDefault="007B6A46" w:rsidP="007B6A46">
      <w:r>
        <w:t>808.5977</w:t>
      </w:r>
      <w:r>
        <w:tab/>
        <w:t>1.013e0</w:t>
      </w:r>
    </w:p>
    <w:p w:rsidR="007B6A46" w:rsidRDefault="007B6A46" w:rsidP="007B6A46">
      <w:r>
        <w:t>808.6794</w:t>
      </w:r>
      <w:r>
        <w:tab/>
        <w:t>1.013e0</w:t>
      </w:r>
    </w:p>
    <w:p w:rsidR="007B6A46" w:rsidRDefault="007B6A46" w:rsidP="007B6A46">
      <w:r>
        <w:t>808.7216</w:t>
      </w:r>
      <w:r>
        <w:tab/>
        <w:t>1.013e0</w:t>
      </w:r>
    </w:p>
    <w:p w:rsidR="007B6A46" w:rsidRDefault="007B6A46" w:rsidP="007B6A46">
      <w:r>
        <w:t>808.8577</w:t>
      </w:r>
      <w:r>
        <w:tab/>
        <w:t>2.025e0</w:t>
      </w:r>
    </w:p>
    <w:p w:rsidR="007B6A46" w:rsidRDefault="007B6A46" w:rsidP="007B6A46">
      <w:r>
        <w:t>808.9254</w:t>
      </w:r>
      <w:r>
        <w:tab/>
        <w:t>1.013e0</w:t>
      </w:r>
    </w:p>
    <w:p w:rsidR="007B6A46" w:rsidRDefault="007B6A46" w:rsidP="007B6A46">
      <w:r>
        <w:t>808.9753</w:t>
      </w:r>
      <w:r>
        <w:tab/>
        <w:t>1.013e0</w:t>
      </w:r>
    </w:p>
    <w:p w:rsidR="007B6A46" w:rsidRDefault="007B6A46" w:rsidP="007B6A46">
      <w:r>
        <w:t>809.0419</w:t>
      </w:r>
      <w:r>
        <w:tab/>
        <w:t>1.013e0</w:t>
      </w:r>
    </w:p>
    <w:p w:rsidR="007B6A46" w:rsidRDefault="007B6A46" w:rsidP="007B6A46">
      <w:r>
        <w:t>809.1851</w:t>
      </w:r>
      <w:r>
        <w:tab/>
        <w:t>1.013e0</w:t>
      </w:r>
    </w:p>
    <w:p w:rsidR="007B6A46" w:rsidRDefault="007B6A46" w:rsidP="007B6A46">
      <w:r>
        <w:t>809.4156</w:t>
      </w:r>
      <w:r>
        <w:tab/>
        <w:t>1.013e0</w:t>
      </w:r>
    </w:p>
    <w:p w:rsidR="007B6A46" w:rsidRDefault="007B6A46" w:rsidP="007B6A46">
      <w:r>
        <w:lastRenderedPageBreak/>
        <w:t>809.4850</w:t>
      </w:r>
      <w:r>
        <w:tab/>
        <w:t>1.013e0</w:t>
      </w:r>
    </w:p>
    <w:p w:rsidR="007B6A46" w:rsidRDefault="007B6A46" w:rsidP="007B6A46">
      <w:r>
        <w:t>809.4948</w:t>
      </w:r>
      <w:r>
        <w:tab/>
        <w:t>3.038e0</w:t>
      </w:r>
    </w:p>
    <w:p w:rsidR="007B6A46" w:rsidRDefault="007B6A46" w:rsidP="007B6A46">
      <w:r>
        <w:t>809.4995</w:t>
      </w:r>
      <w:r>
        <w:tab/>
        <w:t>1.013e0</w:t>
      </w:r>
    </w:p>
    <w:p w:rsidR="007B6A46" w:rsidRDefault="007B6A46" w:rsidP="007B6A46">
      <w:r>
        <w:t>809.5137</w:t>
      </w:r>
      <w:r>
        <w:tab/>
        <w:t>2.025e0</w:t>
      </w:r>
    </w:p>
    <w:p w:rsidR="007B6A46" w:rsidRDefault="007B6A46" w:rsidP="007B6A46">
      <w:r>
        <w:t>809.5342</w:t>
      </w:r>
      <w:r>
        <w:tab/>
        <w:t>1.013e0</w:t>
      </w:r>
    </w:p>
    <w:p w:rsidR="007B6A46" w:rsidRDefault="007B6A46" w:rsidP="007B6A46">
      <w:r>
        <w:t>809.6349</w:t>
      </w:r>
      <w:r>
        <w:tab/>
        <w:t>1.013e0</w:t>
      </w:r>
    </w:p>
    <w:p w:rsidR="007B6A46" w:rsidRDefault="007B6A46" w:rsidP="007B6A46">
      <w:r>
        <w:t>809.6699</w:t>
      </w:r>
      <w:r>
        <w:tab/>
        <w:t>1.013e0</w:t>
      </w:r>
    </w:p>
    <w:p w:rsidR="007B6A46" w:rsidRDefault="007B6A46" w:rsidP="007B6A46">
      <w:r>
        <w:t>809.6889</w:t>
      </w:r>
      <w:r>
        <w:tab/>
        <w:t>1.013e0</w:t>
      </w:r>
    </w:p>
    <w:p w:rsidR="007B6A46" w:rsidRDefault="007B6A46" w:rsidP="007B6A46">
      <w:r>
        <w:t>809.7107</w:t>
      </w:r>
      <w:r>
        <w:tab/>
        <w:t>3.038e0</w:t>
      </w:r>
    </w:p>
    <w:p w:rsidR="007B6A46" w:rsidRDefault="007B6A46" w:rsidP="007B6A46">
      <w:r>
        <w:t>809.7857</w:t>
      </w:r>
      <w:r>
        <w:tab/>
        <w:t>3.038e0</w:t>
      </w:r>
    </w:p>
    <w:p w:rsidR="007B6A46" w:rsidRDefault="007B6A46" w:rsidP="007B6A46">
      <w:r>
        <w:t>809.8474</w:t>
      </w:r>
      <w:r>
        <w:tab/>
        <w:t>2.025e0</w:t>
      </w:r>
    </w:p>
    <w:p w:rsidR="007B6A46" w:rsidRDefault="007B6A46" w:rsidP="007B6A46">
      <w:r>
        <w:t>809.8922</w:t>
      </w:r>
      <w:r>
        <w:tab/>
        <w:t>1.013e0</w:t>
      </w:r>
    </w:p>
    <w:p w:rsidR="007B6A46" w:rsidRDefault="007B6A46" w:rsidP="007B6A46">
      <w:r>
        <w:t>809.9678</w:t>
      </w:r>
      <w:r>
        <w:tab/>
        <w:t>4.051e0</w:t>
      </w:r>
    </w:p>
    <w:p w:rsidR="007B6A46" w:rsidRDefault="007B6A46" w:rsidP="007B6A46">
      <w:r>
        <w:t>810.1797</w:t>
      </w:r>
      <w:r>
        <w:tab/>
        <w:t>1.013e0</w:t>
      </w:r>
    </w:p>
    <w:p w:rsidR="007B6A46" w:rsidRDefault="007B6A46" w:rsidP="007B6A46">
      <w:r>
        <w:t>810.2491</w:t>
      </w:r>
      <w:r>
        <w:tab/>
        <w:t>1.013e0</w:t>
      </w:r>
    </w:p>
    <w:p w:rsidR="007B6A46" w:rsidRDefault="007B6A46" w:rsidP="007B6A46">
      <w:r>
        <w:t>810.3039</w:t>
      </w:r>
      <w:r>
        <w:tab/>
        <w:t>1.013e0</w:t>
      </w:r>
    </w:p>
    <w:p w:rsidR="007B6A46" w:rsidRDefault="007B6A46" w:rsidP="007B6A46">
      <w:r>
        <w:t>810.4337</w:t>
      </w:r>
      <w:r>
        <w:tab/>
        <w:t>5.063e0</w:t>
      </w:r>
    </w:p>
    <w:p w:rsidR="007B6A46" w:rsidRDefault="007B6A46" w:rsidP="007B6A46">
      <w:r>
        <w:t>810.4528</w:t>
      </w:r>
      <w:r>
        <w:tab/>
        <w:t>1.013e0</w:t>
      </w:r>
    </w:p>
    <w:p w:rsidR="007B6A46" w:rsidRDefault="007B6A46" w:rsidP="007B6A46">
      <w:r>
        <w:t>810.5032</w:t>
      </w:r>
      <w:r>
        <w:tab/>
        <w:t>3.038e0</w:t>
      </w:r>
    </w:p>
    <w:p w:rsidR="007B6A46" w:rsidRDefault="007B6A46" w:rsidP="007B6A46">
      <w:r>
        <w:lastRenderedPageBreak/>
        <w:t>810.5360</w:t>
      </w:r>
      <w:r>
        <w:tab/>
        <w:t>2.025e0</w:t>
      </w:r>
    </w:p>
    <w:p w:rsidR="007B6A46" w:rsidRDefault="007B6A46" w:rsidP="007B6A46">
      <w:r>
        <w:t>810.5408</w:t>
      </w:r>
      <w:r>
        <w:tab/>
        <w:t>3.038e0</w:t>
      </w:r>
    </w:p>
    <w:p w:rsidR="007B6A46" w:rsidRDefault="007B6A46" w:rsidP="007B6A46">
      <w:r>
        <w:t>810.5633</w:t>
      </w:r>
      <w:r>
        <w:tab/>
        <w:t>2.025e0</w:t>
      </w:r>
    </w:p>
    <w:p w:rsidR="007B6A46" w:rsidRDefault="007B6A46" w:rsidP="007B6A46">
      <w:r>
        <w:t>810.5690</w:t>
      </w:r>
      <w:r>
        <w:tab/>
        <w:t>1.013e0</w:t>
      </w:r>
    </w:p>
    <w:p w:rsidR="007B6A46" w:rsidRDefault="007B6A46" w:rsidP="007B6A46">
      <w:r>
        <w:t>810.6422</w:t>
      </w:r>
      <w:r>
        <w:tab/>
        <w:t>2.025e0</w:t>
      </w:r>
    </w:p>
    <w:p w:rsidR="007B6A46" w:rsidRDefault="007B6A46" w:rsidP="007B6A46">
      <w:r>
        <w:t>810.6542</w:t>
      </w:r>
      <w:r>
        <w:tab/>
        <w:t>1.013e0</w:t>
      </w:r>
    </w:p>
    <w:p w:rsidR="007B6A46" w:rsidRDefault="007B6A46" w:rsidP="007B6A46">
      <w:r>
        <w:t>810.6726</w:t>
      </w:r>
      <w:r>
        <w:tab/>
        <w:t>1.013e0</w:t>
      </w:r>
    </w:p>
    <w:p w:rsidR="007B6A46" w:rsidRDefault="007B6A46" w:rsidP="007B6A46">
      <w:r>
        <w:t>810.7220</w:t>
      </w:r>
      <w:r>
        <w:tab/>
        <w:t>2.025e0</w:t>
      </w:r>
    </w:p>
    <w:p w:rsidR="007B6A46" w:rsidRDefault="007B6A46" w:rsidP="007B6A46">
      <w:r>
        <w:t>810.7272</w:t>
      </w:r>
      <w:r>
        <w:tab/>
        <w:t>1.013e0</w:t>
      </w:r>
    </w:p>
    <w:p w:rsidR="007B6A46" w:rsidRDefault="007B6A46" w:rsidP="007B6A46">
      <w:r>
        <w:t>810.7328</w:t>
      </w:r>
      <w:r>
        <w:tab/>
        <w:t>2.025e0</w:t>
      </w:r>
    </w:p>
    <w:p w:rsidR="007B6A46" w:rsidRDefault="007B6A46" w:rsidP="007B6A46">
      <w:r>
        <w:t>810.7563</w:t>
      </w:r>
      <w:r>
        <w:tab/>
        <w:t>1.013e0</w:t>
      </w:r>
    </w:p>
    <w:p w:rsidR="007B6A46" w:rsidRDefault="007B6A46" w:rsidP="007B6A46">
      <w:r>
        <w:t>810.8148</w:t>
      </w:r>
      <w:r>
        <w:tab/>
        <w:t>2.025e0</w:t>
      </w:r>
    </w:p>
    <w:p w:rsidR="007B6A46" w:rsidRDefault="007B6A46" w:rsidP="007B6A46">
      <w:r>
        <w:t>810.8352</w:t>
      </w:r>
      <w:r>
        <w:tab/>
        <w:t>1.013e0</w:t>
      </w:r>
    </w:p>
    <w:p w:rsidR="007B6A46" w:rsidRDefault="007B6A46" w:rsidP="007B6A46">
      <w:r>
        <w:t>810.9048</w:t>
      </w:r>
      <w:r>
        <w:tab/>
        <w:t>1.013e0</w:t>
      </w:r>
    </w:p>
    <w:p w:rsidR="007B6A46" w:rsidRDefault="007B6A46" w:rsidP="007B6A46">
      <w:r>
        <w:t>810.9946</w:t>
      </w:r>
      <w:r>
        <w:tab/>
        <w:t>1.013e0</w:t>
      </w:r>
    </w:p>
    <w:p w:rsidR="007B6A46" w:rsidRDefault="007B6A46" w:rsidP="007B6A46">
      <w:r>
        <w:t>811.0108</w:t>
      </w:r>
      <w:r>
        <w:tab/>
        <w:t>1.013e0</w:t>
      </w:r>
    </w:p>
    <w:p w:rsidR="007B6A46" w:rsidRDefault="007B6A46" w:rsidP="007B6A46">
      <w:r>
        <w:t>811.0142</w:t>
      </w:r>
      <w:r>
        <w:tab/>
        <w:t>1.013e0</w:t>
      </w:r>
    </w:p>
    <w:p w:rsidR="007B6A46" w:rsidRDefault="007B6A46" w:rsidP="007B6A46">
      <w:r>
        <w:t>811.0193</w:t>
      </w:r>
      <w:r>
        <w:tab/>
        <w:t>2.025e0</w:t>
      </w:r>
    </w:p>
    <w:p w:rsidR="007B6A46" w:rsidRDefault="007B6A46" w:rsidP="007B6A46">
      <w:r>
        <w:t>811.0675</w:t>
      </w:r>
      <w:r>
        <w:tab/>
        <w:t>1.013e0</w:t>
      </w:r>
    </w:p>
    <w:p w:rsidR="007B6A46" w:rsidRDefault="007B6A46" w:rsidP="007B6A46">
      <w:r>
        <w:lastRenderedPageBreak/>
        <w:t>811.0688</w:t>
      </w:r>
      <w:r>
        <w:tab/>
        <w:t>1.013e0</w:t>
      </w:r>
    </w:p>
    <w:p w:rsidR="007B6A46" w:rsidRDefault="007B6A46" w:rsidP="007B6A46">
      <w:r>
        <w:t>811.1876</w:t>
      </w:r>
      <w:r>
        <w:tab/>
        <w:t>2.025e0</w:t>
      </w:r>
    </w:p>
    <w:p w:rsidR="007B6A46" w:rsidRDefault="007B6A46" w:rsidP="007B6A46">
      <w:r>
        <w:t>811.1968</w:t>
      </w:r>
      <w:r>
        <w:tab/>
        <w:t>1.013e0</w:t>
      </w:r>
    </w:p>
    <w:p w:rsidR="007B6A46" w:rsidRDefault="007B6A46" w:rsidP="007B6A46">
      <w:r>
        <w:t>811.2831</w:t>
      </w:r>
      <w:r>
        <w:tab/>
        <w:t>1.013e0</w:t>
      </w:r>
    </w:p>
    <w:p w:rsidR="007B6A46" w:rsidRDefault="007B6A46" w:rsidP="007B6A46">
      <w:r>
        <w:t>811.3546</w:t>
      </w:r>
      <w:r>
        <w:tab/>
        <w:t>1.013e0</w:t>
      </w:r>
    </w:p>
    <w:p w:rsidR="007B6A46" w:rsidRDefault="007B6A46" w:rsidP="007B6A46">
      <w:r>
        <w:t>811.4365</w:t>
      </w:r>
      <w:r>
        <w:tab/>
        <w:t>4.051e0</w:t>
      </w:r>
    </w:p>
    <w:p w:rsidR="007B6A46" w:rsidRDefault="007B6A46" w:rsidP="007B6A46">
      <w:r>
        <w:t>811.4515</w:t>
      </w:r>
      <w:r>
        <w:tab/>
        <w:t>1.013e0</w:t>
      </w:r>
    </w:p>
    <w:p w:rsidR="007B6A46" w:rsidRDefault="007B6A46" w:rsidP="007B6A46">
      <w:r>
        <w:t>811.4962</w:t>
      </w:r>
      <w:r>
        <w:tab/>
        <w:t>2.025e0</w:t>
      </w:r>
    </w:p>
    <w:p w:rsidR="007B6A46" w:rsidRDefault="007B6A46" w:rsidP="007B6A46">
      <w:r>
        <w:t>811.5206</w:t>
      </w:r>
      <w:r>
        <w:tab/>
        <w:t>2.025e0</w:t>
      </w:r>
    </w:p>
    <w:p w:rsidR="007B6A46" w:rsidRDefault="007B6A46" w:rsidP="007B6A46">
      <w:r>
        <w:t>811.5367</w:t>
      </w:r>
      <w:r>
        <w:tab/>
        <w:t>2.025e0</w:t>
      </w:r>
    </w:p>
    <w:p w:rsidR="007B6A46" w:rsidRDefault="007B6A46" w:rsidP="007B6A46">
      <w:r>
        <w:t>811.7690</w:t>
      </w:r>
      <w:r>
        <w:tab/>
        <w:t>2.025e0</w:t>
      </w:r>
    </w:p>
    <w:p w:rsidR="007B6A46" w:rsidRDefault="007B6A46" w:rsidP="007B6A46">
      <w:r>
        <w:t>811.8605</w:t>
      </w:r>
      <w:r>
        <w:tab/>
        <w:t>1.013e0</w:t>
      </w:r>
    </w:p>
    <w:p w:rsidR="007B6A46" w:rsidRDefault="007B6A46" w:rsidP="007B6A46">
      <w:r>
        <w:t>812.0034</w:t>
      </w:r>
      <w:r>
        <w:tab/>
        <w:t>2.025e0</w:t>
      </w:r>
    </w:p>
    <w:p w:rsidR="007B6A46" w:rsidRDefault="007B6A46" w:rsidP="007B6A46">
      <w:r>
        <w:t>812.0499</w:t>
      </w:r>
      <w:r>
        <w:tab/>
        <w:t>2.025e0</w:t>
      </w:r>
    </w:p>
    <w:p w:rsidR="007B6A46" w:rsidRDefault="007B6A46" w:rsidP="007B6A46">
      <w:r>
        <w:t>812.0573</w:t>
      </w:r>
      <w:r>
        <w:tab/>
        <w:t>2.025e0</w:t>
      </w:r>
    </w:p>
    <w:p w:rsidR="007B6A46" w:rsidRDefault="007B6A46" w:rsidP="007B6A46">
      <w:r>
        <w:t>812.1565</w:t>
      </w:r>
      <w:r>
        <w:tab/>
        <w:t>2.025e0</w:t>
      </w:r>
    </w:p>
    <w:p w:rsidR="007B6A46" w:rsidRDefault="007B6A46" w:rsidP="007B6A46">
      <w:r>
        <w:t>812.2651</w:t>
      </w:r>
      <w:r>
        <w:tab/>
        <w:t>3.038e0</w:t>
      </w:r>
    </w:p>
    <w:p w:rsidR="007B6A46" w:rsidRDefault="007B6A46" w:rsidP="007B6A46">
      <w:r>
        <w:t>812.3270</w:t>
      </w:r>
      <w:r>
        <w:tab/>
        <w:t>1.013e0</w:t>
      </w:r>
    </w:p>
    <w:p w:rsidR="007B6A46" w:rsidRDefault="007B6A46" w:rsidP="007B6A46">
      <w:r>
        <w:t>812.4227</w:t>
      </w:r>
      <w:r>
        <w:tab/>
        <w:t>1.013e0</w:t>
      </w:r>
    </w:p>
    <w:p w:rsidR="007B6A46" w:rsidRDefault="007B6A46" w:rsidP="007B6A46">
      <w:r>
        <w:lastRenderedPageBreak/>
        <w:t>812.4365</w:t>
      </w:r>
      <w:r>
        <w:tab/>
        <w:t>1.013e0</w:t>
      </w:r>
    </w:p>
    <w:p w:rsidR="007B6A46" w:rsidRDefault="007B6A46" w:rsidP="007B6A46">
      <w:r>
        <w:t>812.4406</w:t>
      </w:r>
      <w:r>
        <w:tab/>
        <w:t>3.379e0</w:t>
      </w:r>
    </w:p>
    <w:p w:rsidR="007B6A46" w:rsidRDefault="007B6A46" w:rsidP="007B6A46">
      <w:r>
        <w:t>812.4520</w:t>
      </w:r>
      <w:r>
        <w:tab/>
        <w:t>1.013e0</w:t>
      </w:r>
    </w:p>
    <w:p w:rsidR="007B6A46" w:rsidRDefault="007B6A46" w:rsidP="007B6A46">
      <w:r>
        <w:t>812.5306</w:t>
      </w:r>
      <w:r>
        <w:tab/>
        <w:t>5.063e0</w:t>
      </w:r>
    </w:p>
    <w:p w:rsidR="007B6A46" w:rsidRDefault="007B6A46" w:rsidP="007B6A46">
      <w:r>
        <w:t>812.6400</w:t>
      </w:r>
      <w:r>
        <w:tab/>
        <w:t>2.025e0</w:t>
      </w:r>
    </w:p>
    <w:p w:rsidR="007B6A46" w:rsidRDefault="007B6A46" w:rsidP="007B6A46">
      <w:r>
        <w:t>812.6692</w:t>
      </w:r>
      <w:r>
        <w:tab/>
        <w:t>1.013e0</w:t>
      </w:r>
    </w:p>
    <w:p w:rsidR="007B6A46" w:rsidRDefault="007B6A46" w:rsidP="007B6A46">
      <w:r>
        <w:t>812.7227</w:t>
      </w:r>
      <w:r>
        <w:tab/>
        <w:t>1.013e0</w:t>
      </w:r>
    </w:p>
    <w:p w:rsidR="007B6A46" w:rsidRDefault="007B6A46" w:rsidP="007B6A46">
      <w:r>
        <w:t>812.7239</w:t>
      </w:r>
      <w:r>
        <w:tab/>
        <w:t>1.013e0</w:t>
      </w:r>
    </w:p>
    <w:p w:rsidR="007B6A46" w:rsidRDefault="007B6A46" w:rsidP="007B6A46">
      <w:r>
        <w:t>812.8934</w:t>
      </w:r>
      <w:r>
        <w:tab/>
        <w:t>1.013e0</w:t>
      </w:r>
    </w:p>
    <w:p w:rsidR="007B6A46" w:rsidRDefault="007B6A46" w:rsidP="007B6A46">
      <w:r>
        <w:t>812.9120</w:t>
      </w:r>
      <w:r>
        <w:tab/>
        <w:t>1.013e0</w:t>
      </w:r>
    </w:p>
    <w:p w:rsidR="007B6A46" w:rsidRDefault="007B6A46" w:rsidP="007B6A46">
      <w:r>
        <w:t>812.9293</w:t>
      </w:r>
      <w:r>
        <w:tab/>
        <w:t>1.013e0</w:t>
      </w:r>
    </w:p>
    <w:p w:rsidR="007B6A46" w:rsidRDefault="007B6A46" w:rsidP="007B6A46">
      <w:r>
        <w:t>812.9417</w:t>
      </w:r>
      <w:r>
        <w:tab/>
        <w:t>1.013e0</w:t>
      </w:r>
    </w:p>
    <w:p w:rsidR="007B6A46" w:rsidRDefault="007B6A46" w:rsidP="007B6A46">
      <w:r>
        <w:t>813.0376</w:t>
      </w:r>
      <w:r>
        <w:tab/>
        <w:t>1.013e0</w:t>
      </w:r>
    </w:p>
    <w:p w:rsidR="007B6A46" w:rsidRDefault="007B6A46" w:rsidP="007B6A46">
      <w:r>
        <w:t>813.0475</w:t>
      </w:r>
      <w:r>
        <w:tab/>
        <w:t>1.013e0</w:t>
      </w:r>
    </w:p>
    <w:p w:rsidR="007B6A46" w:rsidRDefault="007B6A46" w:rsidP="007B6A46">
      <w:r>
        <w:t>813.1415</w:t>
      </w:r>
      <w:r>
        <w:tab/>
        <w:t>2.025e0</w:t>
      </w:r>
    </w:p>
    <w:p w:rsidR="007B6A46" w:rsidRDefault="007B6A46" w:rsidP="007B6A46">
      <w:r>
        <w:t>813.3360</w:t>
      </w:r>
      <w:r>
        <w:tab/>
        <w:t>1.013e0</w:t>
      </w:r>
    </w:p>
    <w:p w:rsidR="007B6A46" w:rsidRDefault="007B6A46" w:rsidP="007B6A46">
      <w:r>
        <w:t>813.3814</w:t>
      </w:r>
      <w:r>
        <w:tab/>
        <w:t>1.013e0</w:t>
      </w:r>
    </w:p>
    <w:p w:rsidR="007B6A46" w:rsidRDefault="007B6A46" w:rsidP="007B6A46">
      <w:r>
        <w:t>813.4037</w:t>
      </w:r>
      <w:r>
        <w:tab/>
        <w:t>1.013e0</w:t>
      </w:r>
    </w:p>
    <w:p w:rsidR="007B6A46" w:rsidRDefault="007B6A46" w:rsidP="007B6A46">
      <w:r>
        <w:t>813.4349</w:t>
      </w:r>
      <w:r>
        <w:tab/>
        <w:t>2.025e0</w:t>
      </w:r>
    </w:p>
    <w:p w:rsidR="007B6A46" w:rsidRDefault="007B6A46" w:rsidP="007B6A46">
      <w:r>
        <w:lastRenderedPageBreak/>
        <w:t>813.4773</w:t>
      </w:r>
      <w:r>
        <w:tab/>
        <w:t>1.013e0</w:t>
      </w:r>
    </w:p>
    <w:p w:rsidR="007B6A46" w:rsidRDefault="007B6A46" w:rsidP="007B6A46">
      <w:r>
        <w:t>813.5259</w:t>
      </w:r>
      <w:r>
        <w:tab/>
        <w:t>2.025e0</w:t>
      </w:r>
    </w:p>
    <w:p w:rsidR="007B6A46" w:rsidRDefault="007B6A46" w:rsidP="007B6A46">
      <w:r>
        <w:t>813.5446</w:t>
      </w:r>
      <w:r>
        <w:tab/>
        <w:t>2.025e0</w:t>
      </w:r>
    </w:p>
    <w:p w:rsidR="007B6A46" w:rsidRDefault="007B6A46" w:rsidP="007B6A46">
      <w:r>
        <w:t>813.5898</w:t>
      </w:r>
      <w:r>
        <w:tab/>
        <w:t>1.013e0</w:t>
      </w:r>
    </w:p>
    <w:p w:rsidR="007B6A46" w:rsidRDefault="007B6A46" w:rsidP="007B6A46">
      <w:r>
        <w:t>813.6492</w:t>
      </w:r>
      <w:r>
        <w:tab/>
        <w:t>2.025e0</w:t>
      </w:r>
    </w:p>
    <w:p w:rsidR="007B6A46" w:rsidRDefault="007B6A46" w:rsidP="007B6A46">
      <w:r>
        <w:t>813.6860</w:t>
      </w:r>
      <w:r>
        <w:tab/>
        <w:t>2.025e0</w:t>
      </w:r>
    </w:p>
    <w:p w:rsidR="007B6A46" w:rsidRDefault="007B6A46" w:rsidP="007B6A46">
      <w:r>
        <w:t>813.7238</w:t>
      </w:r>
      <w:r>
        <w:tab/>
        <w:t>1.013e0</w:t>
      </w:r>
    </w:p>
    <w:p w:rsidR="007B6A46" w:rsidRDefault="007B6A46" w:rsidP="007B6A46">
      <w:r>
        <w:t>813.7777</w:t>
      </w:r>
      <w:r>
        <w:tab/>
        <w:t>1.013e0</w:t>
      </w:r>
    </w:p>
    <w:p w:rsidR="007B6A46" w:rsidRDefault="007B6A46" w:rsidP="007B6A46">
      <w:r>
        <w:t>813.8683</w:t>
      </w:r>
      <w:r>
        <w:tab/>
        <w:t>2.025e0</w:t>
      </w:r>
    </w:p>
    <w:p w:rsidR="007B6A46" w:rsidRDefault="007B6A46" w:rsidP="007B6A46">
      <w:r>
        <w:t>813.8873</w:t>
      </w:r>
      <w:r>
        <w:tab/>
        <w:t>1.013e0</w:t>
      </w:r>
    </w:p>
    <w:p w:rsidR="007B6A46" w:rsidRDefault="007B6A46" w:rsidP="007B6A46">
      <w:r>
        <w:t>813.9447</w:t>
      </w:r>
      <w:r>
        <w:tab/>
        <w:t>1.013e0</w:t>
      </w:r>
    </w:p>
    <w:p w:rsidR="007B6A46" w:rsidRDefault="007B6A46" w:rsidP="007B6A46">
      <w:r>
        <w:t>813.9982</w:t>
      </w:r>
      <w:r>
        <w:tab/>
        <w:t>1.013e0</w:t>
      </w:r>
    </w:p>
    <w:p w:rsidR="007B6A46" w:rsidRDefault="007B6A46" w:rsidP="007B6A46">
      <w:r>
        <w:t>814.0726</w:t>
      </w:r>
      <w:r>
        <w:tab/>
        <w:t>2.025e0</w:t>
      </w:r>
    </w:p>
    <w:p w:rsidR="007B6A46" w:rsidRDefault="007B6A46" w:rsidP="007B6A46">
      <w:r>
        <w:t>814.1149</w:t>
      </w:r>
      <w:r>
        <w:tab/>
        <w:t>1.013e0</w:t>
      </w:r>
    </w:p>
    <w:p w:rsidR="007B6A46" w:rsidRDefault="007B6A46" w:rsidP="007B6A46">
      <w:r>
        <w:t>814.1667</w:t>
      </w:r>
      <w:r>
        <w:tab/>
        <w:t>1.013e0</w:t>
      </w:r>
    </w:p>
    <w:p w:rsidR="007B6A46" w:rsidRDefault="007B6A46" w:rsidP="007B6A46">
      <w:r>
        <w:t>814.1752</w:t>
      </w:r>
      <w:r>
        <w:tab/>
        <w:t>1.013e0</w:t>
      </w:r>
    </w:p>
    <w:p w:rsidR="007B6A46" w:rsidRDefault="007B6A46" w:rsidP="007B6A46">
      <w:r>
        <w:t>814.2344</w:t>
      </w:r>
      <w:r>
        <w:tab/>
        <w:t>1.013e0</w:t>
      </w:r>
    </w:p>
    <w:p w:rsidR="007B6A46" w:rsidRDefault="007B6A46" w:rsidP="007B6A46">
      <w:r>
        <w:t>814.2863</w:t>
      </w:r>
      <w:r>
        <w:tab/>
        <w:t>1.013e0</w:t>
      </w:r>
    </w:p>
    <w:p w:rsidR="007B6A46" w:rsidRDefault="007B6A46" w:rsidP="007B6A46">
      <w:r>
        <w:t>814.3318</w:t>
      </w:r>
      <w:r>
        <w:tab/>
        <w:t>2.025e0</w:t>
      </w:r>
    </w:p>
    <w:p w:rsidR="007B6A46" w:rsidRDefault="007B6A46" w:rsidP="007B6A46">
      <w:r>
        <w:lastRenderedPageBreak/>
        <w:t>814.3757</w:t>
      </w:r>
      <w:r>
        <w:tab/>
        <w:t>4.051e0</w:t>
      </w:r>
    </w:p>
    <w:p w:rsidR="007B6A46" w:rsidRDefault="007B6A46" w:rsidP="007B6A46">
      <w:r>
        <w:t>814.3823</w:t>
      </w:r>
      <w:r>
        <w:tab/>
        <w:t>1.013e0</w:t>
      </w:r>
    </w:p>
    <w:p w:rsidR="007B6A46" w:rsidRDefault="007B6A46" w:rsidP="007B6A46">
      <w:r>
        <w:t>814.4150</w:t>
      </w:r>
      <w:r>
        <w:tab/>
        <w:t>3.038e0</w:t>
      </w:r>
    </w:p>
    <w:p w:rsidR="007B6A46" w:rsidRDefault="007B6A46" w:rsidP="007B6A46">
      <w:r>
        <w:t>814.4188</w:t>
      </w:r>
      <w:r>
        <w:tab/>
        <w:t>4.051e0</w:t>
      </w:r>
    </w:p>
    <w:p w:rsidR="007B6A46" w:rsidRDefault="007B6A46" w:rsidP="007B6A46">
      <w:r>
        <w:t>814.4760</w:t>
      </w:r>
      <w:r>
        <w:tab/>
        <w:t>2.025e0</w:t>
      </w:r>
    </w:p>
    <w:p w:rsidR="007B6A46" w:rsidRDefault="007B6A46" w:rsidP="007B6A46">
      <w:r>
        <w:t>814.5195</w:t>
      </w:r>
      <w:r>
        <w:tab/>
        <w:t>1.013e0</w:t>
      </w:r>
    </w:p>
    <w:p w:rsidR="007B6A46" w:rsidRDefault="007B6A46" w:rsidP="007B6A46">
      <w:r>
        <w:t>814.6979</w:t>
      </w:r>
      <w:r>
        <w:tab/>
        <w:t>1.013e0</w:t>
      </w:r>
    </w:p>
    <w:p w:rsidR="007B6A46" w:rsidRDefault="007B6A46" w:rsidP="007B6A46">
      <w:r>
        <w:t>814.8100</w:t>
      </w:r>
      <w:r>
        <w:tab/>
        <w:t>1.013e0</w:t>
      </w:r>
    </w:p>
    <w:p w:rsidR="007B6A46" w:rsidRDefault="007B6A46" w:rsidP="007B6A46">
      <w:r>
        <w:t>814.8214</w:t>
      </w:r>
      <w:r>
        <w:tab/>
        <w:t>1.013e0</w:t>
      </w:r>
    </w:p>
    <w:p w:rsidR="007B6A46" w:rsidRDefault="007B6A46" w:rsidP="007B6A46">
      <w:r>
        <w:t>814.9050</w:t>
      </w:r>
      <w:r>
        <w:tab/>
        <w:t>2.025e0</w:t>
      </w:r>
    </w:p>
    <w:p w:rsidR="007B6A46" w:rsidRDefault="007B6A46" w:rsidP="007B6A46">
      <w:r>
        <w:t>815.0123</w:t>
      </w:r>
      <w:r>
        <w:tab/>
        <w:t>1.013e0</w:t>
      </w:r>
    </w:p>
    <w:p w:rsidR="007B6A46" w:rsidRDefault="007B6A46" w:rsidP="007B6A46">
      <w:r>
        <w:t>815.0233</w:t>
      </w:r>
      <w:r>
        <w:tab/>
        <w:t>2.025e0</w:t>
      </w:r>
    </w:p>
    <w:p w:rsidR="007B6A46" w:rsidRDefault="007B6A46" w:rsidP="007B6A46">
      <w:r>
        <w:t>815.0672</w:t>
      </w:r>
      <w:r>
        <w:tab/>
        <w:t>1.013e0</w:t>
      </w:r>
    </w:p>
    <w:p w:rsidR="007B6A46" w:rsidRDefault="007B6A46" w:rsidP="007B6A46">
      <w:r>
        <w:t>815.0893</w:t>
      </w:r>
      <w:r>
        <w:tab/>
        <w:t>2.025e0</w:t>
      </w:r>
    </w:p>
    <w:p w:rsidR="007B6A46" w:rsidRDefault="007B6A46" w:rsidP="007B6A46">
      <w:r>
        <w:t>815.1496</w:t>
      </w:r>
      <w:r>
        <w:tab/>
        <w:t>1.013e0</w:t>
      </w:r>
    </w:p>
    <w:p w:rsidR="007B6A46" w:rsidRDefault="007B6A46" w:rsidP="007B6A46">
      <w:r>
        <w:t>815.1848</w:t>
      </w:r>
      <w:r>
        <w:tab/>
        <w:t>1.013e0</w:t>
      </w:r>
    </w:p>
    <w:p w:rsidR="007B6A46" w:rsidRDefault="007B6A46" w:rsidP="007B6A46">
      <w:r>
        <w:t>815.2863</w:t>
      </w:r>
      <w:r>
        <w:tab/>
        <w:t>1.013e0</w:t>
      </w:r>
    </w:p>
    <w:p w:rsidR="007B6A46" w:rsidRDefault="007B6A46" w:rsidP="007B6A46">
      <w:r>
        <w:t>815.3604</w:t>
      </w:r>
      <w:r>
        <w:tab/>
        <w:t>4.051e0</w:t>
      </w:r>
    </w:p>
    <w:p w:rsidR="007B6A46" w:rsidRDefault="007B6A46" w:rsidP="007B6A46">
      <w:r>
        <w:t>815.4118</w:t>
      </w:r>
      <w:r>
        <w:tab/>
        <w:t>1.013e0</w:t>
      </w:r>
    </w:p>
    <w:p w:rsidR="007B6A46" w:rsidRDefault="007B6A46" w:rsidP="007B6A46">
      <w:r>
        <w:lastRenderedPageBreak/>
        <w:t>815.4227</w:t>
      </w:r>
      <w:r>
        <w:tab/>
        <w:t>1.013e0</w:t>
      </w:r>
    </w:p>
    <w:p w:rsidR="007B6A46" w:rsidRDefault="007B6A46" w:rsidP="007B6A46">
      <w:r>
        <w:t>815.4742</w:t>
      </w:r>
      <w:r>
        <w:tab/>
        <w:t>3.038e0</w:t>
      </w:r>
    </w:p>
    <w:p w:rsidR="007B6A46" w:rsidRDefault="007B6A46" w:rsidP="007B6A46">
      <w:r>
        <w:t>815.5079</w:t>
      </w:r>
      <w:r>
        <w:tab/>
        <w:t>1.013e0</w:t>
      </w:r>
    </w:p>
    <w:p w:rsidR="007B6A46" w:rsidRDefault="007B6A46" w:rsidP="007B6A46">
      <w:r>
        <w:t>815.5233</w:t>
      </w:r>
      <w:r>
        <w:tab/>
        <w:t>1.013e0</w:t>
      </w:r>
    </w:p>
    <w:p w:rsidR="007B6A46" w:rsidRDefault="007B6A46" w:rsidP="007B6A46">
      <w:r>
        <w:t>815.5441</w:t>
      </w:r>
      <w:r>
        <w:tab/>
        <w:t>2.025e0</w:t>
      </w:r>
    </w:p>
    <w:p w:rsidR="007B6A46" w:rsidRDefault="007B6A46" w:rsidP="007B6A46">
      <w:r>
        <w:t>815.6111</w:t>
      </w:r>
      <w:r>
        <w:tab/>
        <w:t>2.025e0</w:t>
      </w:r>
    </w:p>
    <w:p w:rsidR="007B6A46" w:rsidRDefault="007B6A46" w:rsidP="007B6A46">
      <w:r>
        <w:t>815.6734</w:t>
      </w:r>
      <w:r>
        <w:tab/>
        <w:t>2.025e0</w:t>
      </w:r>
    </w:p>
    <w:p w:rsidR="007B6A46" w:rsidRDefault="007B6A46" w:rsidP="007B6A46">
      <w:r>
        <w:t>815.7427</w:t>
      </w:r>
      <w:r>
        <w:tab/>
        <w:t>1.013e0</w:t>
      </w:r>
    </w:p>
    <w:p w:rsidR="007B6A46" w:rsidRDefault="007B6A46" w:rsidP="007B6A46">
      <w:r>
        <w:t>815.8639</w:t>
      </w:r>
      <w:r>
        <w:tab/>
        <w:t>1.013e0</w:t>
      </w:r>
    </w:p>
    <w:p w:rsidR="007B6A46" w:rsidRDefault="007B6A46" w:rsidP="007B6A46">
      <w:r>
        <w:t>815.9993</w:t>
      </w:r>
      <w:r>
        <w:tab/>
        <w:t>1.013e0</w:t>
      </w:r>
    </w:p>
    <w:p w:rsidR="007B6A46" w:rsidRDefault="007B6A46" w:rsidP="007B6A46">
      <w:r>
        <w:t>816.0313</w:t>
      </w:r>
      <w:r>
        <w:tab/>
        <w:t>2.025e0</w:t>
      </w:r>
    </w:p>
    <w:p w:rsidR="007B6A46" w:rsidRDefault="007B6A46" w:rsidP="007B6A46">
      <w:r>
        <w:t>816.0714</w:t>
      </w:r>
      <w:r>
        <w:tab/>
        <w:t>1.013e0</w:t>
      </w:r>
    </w:p>
    <w:p w:rsidR="007B6A46" w:rsidRDefault="007B6A46" w:rsidP="007B6A46">
      <w:r>
        <w:t>816.1951</w:t>
      </w:r>
      <w:r>
        <w:tab/>
        <w:t>1.013e0</w:t>
      </w:r>
    </w:p>
    <w:p w:rsidR="007B6A46" w:rsidRDefault="007B6A46" w:rsidP="007B6A46">
      <w:r>
        <w:t>816.2075</w:t>
      </w:r>
      <w:r>
        <w:tab/>
        <w:t>1.013e0</w:t>
      </w:r>
    </w:p>
    <w:p w:rsidR="007B6A46" w:rsidRDefault="007B6A46" w:rsidP="007B6A46">
      <w:r>
        <w:t>816.2913</w:t>
      </w:r>
      <w:r>
        <w:tab/>
        <w:t>1.013e0</w:t>
      </w:r>
    </w:p>
    <w:p w:rsidR="007B6A46" w:rsidRDefault="007B6A46" w:rsidP="007B6A46">
      <w:r>
        <w:t>816.3038</w:t>
      </w:r>
      <w:r>
        <w:tab/>
        <w:t>1.013e0</w:t>
      </w:r>
    </w:p>
    <w:p w:rsidR="007B6A46" w:rsidRDefault="007B6A46" w:rsidP="007B6A46">
      <w:r>
        <w:t>816.4014</w:t>
      </w:r>
      <w:r>
        <w:tab/>
        <w:t>2.025e0</w:t>
      </w:r>
    </w:p>
    <w:p w:rsidR="007B6A46" w:rsidRDefault="007B6A46" w:rsidP="007B6A46">
      <w:r>
        <w:t>816.4619</w:t>
      </w:r>
      <w:r>
        <w:tab/>
        <w:t>4.051e0</w:t>
      </w:r>
    </w:p>
    <w:p w:rsidR="007B6A46" w:rsidRDefault="007B6A46" w:rsidP="007B6A46">
      <w:r>
        <w:t>816.5100</w:t>
      </w:r>
      <w:r>
        <w:tab/>
        <w:t>1.013e0</w:t>
      </w:r>
    </w:p>
    <w:p w:rsidR="007B6A46" w:rsidRDefault="007B6A46" w:rsidP="007B6A46">
      <w:r>
        <w:lastRenderedPageBreak/>
        <w:t>816.5526</w:t>
      </w:r>
      <w:r>
        <w:tab/>
        <w:t>1.013e0</w:t>
      </w:r>
    </w:p>
    <w:p w:rsidR="007B6A46" w:rsidRDefault="007B6A46" w:rsidP="007B6A46">
      <w:r>
        <w:t>816.5788</w:t>
      </w:r>
      <w:r>
        <w:tab/>
        <w:t>1.013e0</w:t>
      </w:r>
    </w:p>
    <w:p w:rsidR="007B6A46" w:rsidRDefault="007B6A46" w:rsidP="007B6A46">
      <w:r>
        <w:t>816.5801</w:t>
      </w:r>
      <w:r>
        <w:tab/>
        <w:t>1.013e0</w:t>
      </w:r>
    </w:p>
    <w:p w:rsidR="007B6A46" w:rsidRDefault="007B6A46" w:rsidP="007B6A46">
      <w:r>
        <w:t>816.5925</w:t>
      </w:r>
      <w:r>
        <w:tab/>
        <w:t>1.013e0</w:t>
      </w:r>
    </w:p>
    <w:p w:rsidR="007B6A46" w:rsidRDefault="007B6A46" w:rsidP="007B6A46">
      <w:r>
        <w:t>816.6613</w:t>
      </w:r>
      <w:r>
        <w:tab/>
        <w:t>1.013e0</w:t>
      </w:r>
    </w:p>
    <w:p w:rsidR="007B6A46" w:rsidRDefault="007B6A46" w:rsidP="007B6A46">
      <w:r>
        <w:t>816.6763</w:t>
      </w:r>
      <w:r>
        <w:tab/>
        <w:t>2.025e0</w:t>
      </w:r>
    </w:p>
    <w:p w:rsidR="007B6A46" w:rsidRDefault="007B6A46" w:rsidP="007B6A46">
      <w:r>
        <w:t>816.7951</w:t>
      </w:r>
      <w:r>
        <w:tab/>
        <w:t>1.013e0</w:t>
      </w:r>
    </w:p>
    <w:p w:rsidR="007B6A46" w:rsidRDefault="007B6A46" w:rsidP="007B6A46">
      <w:r>
        <w:t>816.8627</w:t>
      </w:r>
      <w:r>
        <w:tab/>
        <w:t>1.013e0</w:t>
      </w:r>
    </w:p>
    <w:p w:rsidR="007B6A46" w:rsidRDefault="007B6A46" w:rsidP="007B6A46">
      <w:r>
        <w:t>816.8965</w:t>
      </w:r>
      <w:r>
        <w:tab/>
        <w:t>1.013e0</w:t>
      </w:r>
    </w:p>
    <w:p w:rsidR="007B6A46" w:rsidRDefault="007B6A46" w:rsidP="007B6A46">
      <w:r>
        <w:t>816.9493</w:t>
      </w:r>
      <w:r>
        <w:tab/>
        <w:t>1.013e0</w:t>
      </w:r>
    </w:p>
    <w:p w:rsidR="007B6A46" w:rsidRDefault="007B6A46" w:rsidP="007B6A46">
      <w:r>
        <w:t>817.0341</w:t>
      </w:r>
      <w:r>
        <w:tab/>
        <w:t>1.013e0</w:t>
      </w:r>
    </w:p>
    <w:p w:rsidR="007B6A46" w:rsidRDefault="007B6A46" w:rsidP="007B6A46">
      <w:r>
        <w:t>817.0479</w:t>
      </w:r>
      <w:r>
        <w:tab/>
        <w:t>1.013e0</w:t>
      </w:r>
    </w:p>
    <w:p w:rsidR="007B6A46" w:rsidRDefault="007B6A46" w:rsidP="007B6A46">
      <w:r>
        <w:t>817.1429</w:t>
      </w:r>
      <w:r>
        <w:tab/>
        <w:t>1.013e0</w:t>
      </w:r>
    </w:p>
    <w:p w:rsidR="007B6A46" w:rsidRDefault="007B6A46" w:rsidP="007B6A46">
      <w:r>
        <w:t>817.1442</w:t>
      </w:r>
      <w:r>
        <w:tab/>
        <w:t>1.013e0</w:t>
      </w:r>
    </w:p>
    <w:p w:rsidR="007B6A46" w:rsidRDefault="007B6A46" w:rsidP="007B6A46">
      <w:r>
        <w:t>817.1992</w:t>
      </w:r>
      <w:r>
        <w:tab/>
        <w:t>1.013e0</w:t>
      </w:r>
    </w:p>
    <w:p w:rsidR="007B6A46" w:rsidRDefault="007B6A46" w:rsidP="007B6A46">
      <w:r>
        <w:t>817.2201</w:t>
      </w:r>
      <w:r>
        <w:tab/>
        <w:t>1.013e0</w:t>
      </w:r>
    </w:p>
    <w:p w:rsidR="007B6A46" w:rsidRDefault="007B6A46" w:rsidP="007B6A46">
      <w:r>
        <w:t>817.2392</w:t>
      </w:r>
      <w:r>
        <w:tab/>
        <w:t>1.013e0</w:t>
      </w:r>
    </w:p>
    <w:p w:rsidR="007B6A46" w:rsidRDefault="007B6A46" w:rsidP="007B6A46">
      <w:r>
        <w:t>817.2527</w:t>
      </w:r>
      <w:r>
        <w:tab/>
        <w:t>2.025e0</w:t>
      </w:r>
    </w:p>
    <w:p w:rsidR="007B6A46" w:rsidRDefault="007B6A46" w:rsidP="007B6A46">
      <w:r>
        <w:t>817.3051</w:t>
      </w:r>
      <w:r>
        <w:tab/>
        <w:t>1.013e0</w:t>
      </w:r>
    </w:p>
    <w:p w:rsidR="007B6A46" w:rsidRDefault="007B6A46" w:rsidP="007B6A46">
      <w:r>
        <w:lastRenderedPageBreak/>
        <w:t>817.3378</w:t>
      </w:r>
      <w:r>
        <w:tab/>
        <w:t>1.013e0</w:t>
      </w:r>
    </w:p>
    <w:p w:rsidR="007B6A46" w:rsidRDefault="007B6A46" w:rsidP="007B6A46">
      <w:r>
        <w:t>817.4220</w:t>
      </w:r>
      <w:r>
        <w:tab/>
        <w:t>1.013e0</w:t>
      </w:r>
    </w:p>
    <w:p w:rsidR="007B6A46" w:rsidRDefault="007B6A46" w:rsidP="007B6A46">
      <w:r>
        <w:t>817.4319</w:t>
      </w:r>
      <w:r>
        <w:tab/>
        <w:t>1.013e0</w:t>
      </w:r>
    </w:p>
    <w:p w:rsidR="007B6A46" w:rsidRDefault="007B6A46" w:rsidP="007B6A46">
      <w:r>
        <w:t>817.4525</w:t>
      </w:r>
      <w:r>
        <w:tab/>
        <w:t>3.038e0</w:t>
      </w:r>
    </w:p>
    <w:p w:rsidR="007B6A46" w:rsidRDefault="007B6A46" w:rsidP="007B6A46">
      <w:r>
        <w:t>817.4745</w:t>
      </w:r>
      <w:r>
        <w:tab/>
        <w:t>1.013e0</w:t>
      </w:r>
    </w:p>
    <w:p w:rsidR="007B6A46" w:rsidRDefault="007B6A46" w:rsidP="007B6A46">
      <w:r>
        <w:t>817.5081</w:t>
      </w:r>
      <w:r>
        <w:tab/>
        <w:t>3.038e0</w:t>
      </w:r>
    </w:p>
    <w:p w:rsidR="007B6A46" w:rsidRDefault="007B6A46" w:rsidP="007B6A46">
      <w:r>
        <w:t>817.5421</w:t>
      </w:r>
      <w:r>
        <w:tab/>
        <w:t>1.013e0</w:t>
      </w:r>
    </w:p>
    <w:p w:rsidR="007B6A46" w:rsidRDefault="007B6A46" w:rsidP="007B6A46">
      <w:r>
        <w:t>817.5748</w:t>
      </w:r>
      <w:r>
        <w:tab/>
        <w:t>1.013e0</w:t>
      </w:r>
    </w:p>
    <w:p w:rsidR="007B6A46" w:rsidRDefault="007B6A46" w:rsidP="007B6A46">
      <w:r>
        <w:t>817.6673</w:t>
      </w:r>
      <w:r>
        <w:tab/>
        <w:t>1.013e0</w:t>
      </w:r>
    </w:p>
    <w:p w:rsidR="007B6A46" w:rsidRDefault="007B6A46" w:rsidP="007B6A46">
      <w:r>
        <w:t>817.6798</w:t>
      </w:r>
      <w:r>
        <w:tab/>
        <w:t>1.013e0</w:t>
      </w:r>
    </w:p>
    <w:p w:rsidR="007B6A46" w:rsidRDefault="007B6A46" w:rsidP="007B6A46">
      <w:r>
        <w:t>817.7108</w:t>
      </w:r>
      <w:r>
        <w:tab/>
        <w:t>2.025e0</w:t>
      </w:r>
    </w:p>
    <w:p w:rsidR="007B6A46" w:rsidRDefault="007B6A46" w:rsidP="007B6A46">
      <w:r>
        <w:t>817.7224</w:t>
      </w:r>
      <w:r>
        <w:tab/>
        <w:t>1.013e0</w:t>
      </w:r>
    </w:p>
    <w:p w:rsidR="007B6A46" w:rsidRDefault="007B6A46" w:rsidP="007B6A46">
      <w:r>
        <w:t>817.8125</w:t>
      </w:r>
      <w:r>
        <w:tab/>
        <w:t>2.025e0</w:t>
      </w:r>
    </w:p>
    <w:p w:rsidR="007B6A46" w:rsidRDefault="007B6A46" w:rsidP="007B6A46">
      <w:r>
        <w:t>817.8138</w:t>
      </w:r>
      <w:r>
        <w:tab/>
        <w:t>1.013e0</w:t>
      </w:r>
    </w:p>
    <w:p w:rsidR="007B6A46" w:rsidRDefault="007B6A46" w:rsidP="007B6A46">
      <w:r>
        <w:t>817.8815</w:t>
      </w:r>
      <w:r>
        <w:tab/>
        <w:t>1.013e0</w:t>
      </w:r>
    </w:p>
    <w:p w:rsidR="007B6A46" w:rsidRDefault="007B6A46" w:rsidP="007B6A46">
      <w:r>
        <w:t>818.0668</w:t>
      </w:r>
      <w:r>
        <w:tab/>
        <w:t>1.013e0</w:t>
      </w:r>
    </w:p>
    <w:p w:rsidR="007B6A46" w:rsidRDefault="007B6A46" w:rsidP="007B6A46">
      <w:r>
        <w:t>818.1343</w:t>
      </w:r>
      <w:r>
        <w:tab/>
        <w:t>1.013e0</w:t>
      </w:r>
    </w:p>
    <w:p w:rsidR="007B6A46" w:rsidRDefault="007B6A46" w:rsidP="007B6A46">
      <w:r>
        <w:t>818.1632</w:t>
      </w:r>
      <w:r>
        <w:tab/>
        <w:t>1.013e0</w:t>
      </w:r>
    </w:p>
    <w:p w:rsidR="007B6A46" w:rsidRDefault="007B6A46" w:rsidP="007B6A46">
      <w:r>
        <w:t>818.2459</w:t>
      </w:r>
      <w:r>
        <w:tab/>
        <w:t>1.013e0</w:t>
      </w:r>
    </w:p>
    <w:p w:rsidR="007B6A46" w:rsidRDefault="007B6A46" w:rsidP="007B6A46">
      <w:r>
        <w:lastRenderedPageBreak/>
        <w:t>818.2859</w:t>
      </w:r>
      <w:r>
        <w:tab/>
        <w:t>1.013e0</w:t>
      </w:r>
    </w:p>
    <w:p w:rsidR="007B6A46" w:rsidRDefault="007B6A46" w:rsidP="007B6A46">
      <w:r>
        <w:t>818.3481</w:t>
      </w:r>
      <w:r>
        <w:tab/>
        <w:t>3.038e0</w:t>
      </w:r>
    </w:p>
    <w:p w:rsidR="007B6A46" w:rsidRDefault="007B6A46" w:rsidP="007B6A46">
      <w:r>
        <w:t>818.4403</w:t>
      </w:r>
      <w:r>
        <w:tab/>
        <w:t>1.013e0</w:t>
      </w:r>
    </w:p>
    <w:p w:rsidR="007B6A46" w:rsidRDefault="007B6A46" w:rsidP="007B6A46">
      <w:r>
        <w:t>818.4739</w:t>
      </w:r>
      <w:r>
        <w:tab/>
        <w:t>2.025e0</w:t>
      </w:r>
    </w:p>
    <w:p w:rsidR="007B6A46" w:rsidRDefault="007B6A46" w:rsidP="007B6A46">
      <w:r>
        <w:t>818.4929</w:t>
      </w:r>
      <w:r>
        <w:tab/>
        <w:t>1.013e0</w:t>
      </w:r>
    </w:p>
    <w:p w:rsidR="007B6A46" w:rsidRDefault="007B6A46" w:rsidP="007B6A46">
      <w:r>
        <w:t>818.5479</w:t>
      </w:r>
      <w:r>
        <w:tab/>
        <w:t>4.051e0</w:t>
      </w:r>
    </w:p>
    <w:p w:rsidR="007B6A46" w:rsidRDefault="007B6A46" w:rsidP="007B6A46">
      <w:r>
        <w:t>818.5689</w:t>
      </w:r>
      <w:r>
        <w:tab/>
        <w:t>2.025e0</w:t>
      </w:r>
    </w:p>
    <w:p w:rsidR="007B6A46" w:rsidRDefault="007B6A46" w:rsidP="007B6A46">
      <w:r>
        <w:t>818.6147</w:t>
      </w:r>
      <w:r>
        <w:tab/>
        <w:t>2.025e0</w:t>
      </w:r>
    </w:p>
    <w:p w:rsidR="007B6A46" w:rsidRDefault="007B6A46" w:rsidP="007B6A46">
      <w:r>
        <w:t>818.6594</w:t>
      </w:r>
      <w:r>
        <w:tab/>
        <w:t>1.013e0</w:t>
      </w:r>
    </w:p>
    <w:p w:rsidR="007B6A46" w:rsidRDefault="007B6A46" w:rsidP="007B6A46">
      <w:r>
        <w:t>818.7120</w:t>
      </w:r>
      <w:r>
        <w:tab/>
        <w:t>1.013e0</w:t>
      </w:r>
    </w:p>
    <w:p w:rsidR="007B6A46" w:rsidRDefault="007B6A46" w:rsidP="007B6A46">
      <w:r>
        <w:t>818.7559</w:t>
      </w:r>
      <w:r>
        <w:tab/>
        <w:t>1.013e0</w:t>
      </w:r>
    </w:p>
    <w:p w:rsidR="007B6A46" w:rsidRDefault="007B6A46" w:rsidP="007B6A46">
      <w:r>
        <w:t>818.7795</w:t>
      </w:r>
      <w:r>
        <w:tab/>
        <w:t>1.013e0</w:t>
      </w:r>
    </w:p>
    <w:p w:rsidR="007B6A46" w:rsidRDefault="007B6A46" w:rsidP="007B6A46">
      <w:r>
        <w:t>818.7808</w:t>
      </w:r>
      <w:r>
        <w:tab/>
        <w:t>1.013e0</w:t>
      </w:r>
    </w:p>
    <w:p w:rsidR="007B6A46" w:rsidRDefault="007B6A46" w:rsidP="007B6A46">
      <w:r>
        <w:t>818.9395</w:t>
      </w:r>
      <w:r>
        <w:tab/>
        <w:t>3.038e0</w:t>
      </w:r>
    </w:p>
    <w:p w:rsidR="007B6A46" w:rsidRDefault="007B6A46" w:rsidP="007B6A46">
      <w:r>
        <w:t>818.9665</w:t>
      </w:r>
      <w:r>
        <w:tab/>
        <w:t>1.013e0</w:t>
      </w:r>
    </w:p>
    <w:p w:rsidR="007B6A46" w:rsidRDefault="007B6A46" w:rsidP="007B6A46">
      <w:r>
        <w:t>818.9999</w:t>
      </w:r>
      <w:r>
        <w:tab/>
        <w:t>1.013e0</w:t>
      </w:r>
    </w:p>
    <w:p w:rsidR="007B6A46" w:rsidRDefault="007B6A46" w:rsidP="007B6A46">
      <w:r>
        <w:t>819.0688</w:t>
      </w:r>
      <w:r>
        <w:tab/>
        <w:t>1.013e0</w:t>
      </w:r>
    </w:p>
    <w:p w:rsidR="007B6A46" w:rsidRDefault="007B6A46" w:rsidP="007B6A46">
      <w:r>
        <w:t>819.1408</w:t>
      </w:r>
      <w:r>
        <w:tab/>
        <w:t>1.013e0</w:t>
      </w:r>
    </w:p>
    <w:p w:rsidR="007B6A46" w:rsidRDefault="007B6A46" w:rsidP="007B6A46">
      <w:r>
        <w:t>819.1973</w:t>
      </w:r>
      <w:r>
        <w:tab/>
        <w:t>1.013e0</w:t>
      </w:r>
    </w:p>
    <w:p w:rsidR="007B6A46" w:rsidRDefault="007B6A46" w:rsidP="007B6A46">
      <w:r>
        <w:lastRenderedPageBreak/>
        <w:t>819.2787</w:t>
      </w:r>
      <w:r>
        <w:tab/>
        <w:t>1.013e0</w:t>
      </w:r>
    </w:p>
    <w:p w:rsidR="007B6A46" w:rsidRDefault="007B6A46" w:rsidP="007B6A46">
      <w:r>
        <w:t>819.2892</w:t>
      </w:r>
      <w:r>
        <w:tab/>
        <w:t>1.013e0</w:t>
      </w:r>
    </w:p>
    <w:p w:rsidR="007B6A46" w:rsidRDefault="007B6A46" w:rsidP="007B6A46">
      <w:r>
        <w:t>819.3397</w:t>
      </w:r>
      <w:r>
        <w:tab/>
        <w:t>1.013e0</w:t>
      </w:r>
    </w:p>
    <w:p w:rsidR="007B6A46" w:rsidRDefault="007B6A46" w:rsidP="007B6A46">
      <w:r>
        <w:t>819.3478</w:t>
      </w:r>
      <w:r>
        <w:tab/>
        <w:t>1.013e0</w:t>
      </w:r>
    </w:p>
    <w:p w:rsidR="007B6A46" w:rsidRDefault="007B6A46" w:rsidP="007B6A46">
      <w:r>
        <w:t>819.3491</w:t>
      </w:r>
      <w:r>
        <w:tab/>
        <w:t>1.013e0</w:t>
      </w:r>
    </w:p>
    <w:p w:rsidR="007B6A46" w:rsidRDefault="007B6A46" w:rsidP="007B6A46">
      <w:r>
        <w:t>819.4233</w:t>
      </w:r>
      <w:r>
        <w:tab/>
        <w:t>1.013e0</w:t>
      </w:r>
    </w:p>
    <w:p w:rsidR="007B6A46" w:rsidRDefault="007B6A46" w:rsidP="007B6A46">
      <w:r>
        <w:t>819.4247</w:t>
      </w:r>
      <w:r>
        <w:tab/>
        <w:t>1.013e0</w:t>
      </w:r>
    </w:p>
    <w:p w:rsidR="007B6A46" w:rsidRDefault="007B6A46" w:rsidP="007B6A46">
      <w:r>
        <w:t>819.4871</w:t>
      </w:r>
      <w:r>
        <w:tab/>
        <w:t>1.013e0</w:t>
      </w:r>
    </w:p>
    <w:p w:rsidR="007B6A46" w:rsidRDefault="007B6A46" w:rsidP="007B6A46">
      <w:r>
        <w:t>819.5183</w:t>
      </w:r>
      <w:r>
        <w:tab/>
        <w:t>2.025e0</w:t>
      </w:r>
    </w:p>
    <w:p w:rsidR="007B6A46" w:rsidRDefault="007B6A46" w:rsidP="007B6A46">
      <w:r>
        <w:t>819.5272</w:t>
      </w:r>
      <w:r>
        <w:tab/>
        <w:t>1.013e0</w:t>
      </w:r>
    </w:p>
    <w:p w:rsidR="007B6A46" w:rsidRDefault="007B6A46" w:rsidP="007B6A46">
      <w:r>
        <w:t>819.6111</w:t>
      </w:r>
      <w:r>
        <w:tab/>
        <w:t>2.025e0</w:t>
      </w:r>
    </w:p>
    <w:p w:rsidR="007B6A46" w:rsidRDefault="007B6A46" w:rsidP="007B6A46">
      <w:r>
        <w:t>819.6802</w:t>
      </w:r>
      <w:r>
        <w:tab/>
        <w:t>1.013e0</w:t>
      </w:r>
    </w:p>
    <w:p w:rsidR="007B6A46" w:rsidRDefault="007B6A46" w:rsidP="007B6A46">
      <w:r>
        <w:t>819.6848</w:t>
      </w:r>
      <w:r>
        <w:tab/>
        <w:t>2.025e0</w:t>
      </w:r>
    </w:p>
    <w:p w:rsidR="007B6A46" w:rsidRDefault="007B6A46" w:rsidP="007B6A46">
      <w:r>
        <w:t>819.7907</w:t>
      </w:r>
      <w:r>
        <w:tab/>
        <w:t>1.013e0</w:t>
      </w:r>
    </w:p>
    <w:p w:rsidR="007B6A46" w:rsidRDefault="007B6A46" w:rsidP="007B6A46">
      <w:r>
        <w:t>819.7977</w:t>
      </w:r>
      <w:r>
        <w:tab/>
        <w:t>1.013e0</w:t>
      </w:r>
    </w:p>
    <w:p w:rsidR="007B6A46" w:rsidRDefault="007B6A46" w:rsidP="007B6A46">
      <w:r>
        <w:t>819.8151</w:t>
      </w:r>
      <w:r>
        <w:tab/>
        <w:t>1.013e0</w:t>
      </w:r>
    </w:p>
    <w:p w:rsidR="007B6A46" w:rsidRDefault="007B6A46" w:rsidP="007B6A46">
      <w:r>
        <w:t>819.8308</w:t>
      </w:r>
      <w:r>
        <w:tab/>
        <w:t>2.025e0</w:t>
      </w:r>
    </w:p>
    <w:p w:rsidR="007B6A46" w:rsidRDefault="007B6A46" w:rsidP="007B6A46">
      <w:r>
        <w:t>820.0793</w:t>
      </w:r>
      <w:r>
        <w:tab/>
        <w:t>1.013e0</w:t>
      </w:r>
    </w:p>
    <w:p w:rsidR="007B6A46" w:rsidRDefault="007B6A46" w:rsidP="007B6A46">
      <w:r>
        <w:t>820.1346</w:t>
      </w:r>
      <w:r>
        <w:tab/>
        <w:t>1.013e0</w:t>
      </w:r>
    </w:p>
    <w:p w:rsidR="007B6A46" w:rsidRDefault="007B6A46" w:rsidP="007B6A46">
      <w:r>
        <w:lastRenderedPageBreak/>
        <w:t>820.2037</w:t>
      </w:r>
      <w:r>
        <w:tab/>
        <w:t>1.013e0</w:t>
      </w:r>
    </w:p>
    <w:p w:rsidR="007B6A46" w:rsidRDefault="007B6A46" w:rsidP="007B6A46">
      <w:r>
        <w:t>820.2642</w:t>
      </w:r>
      <w:r>
        <w:tab/>
        <w:t>2.025e0</w:t>
      </w:r>
    </w:p>
    <w:p w:rsidR="007B6A46" w:rsidRDefault="007B6A46" w:rsidP="007B6A46">
      <w:r>
        <w:t>820.2878</w:t>
      </w:r>
      <w:r>
        <w:tab/>
        <w:t>1.013e0</w:t>
      </w:r>
    </w:p>
    <w:p w:rsidR="007B6A46" w:rsidRDefault="007B6A46" w:rsidP="007B6A46">
      <w:r>
        <w:t>820.3234</w:t>
      </w:r>
      <w:r>
        <w:tab/>
        <w:t>1.013e0</w:t>
      </w:r>
    </w:p>
    <w:p w:rsidR="007B6A46" w:rsidRDefault="007B6A46" w:rsidP="007B6A46">
      <w:r>
        <w:t>820.3397</w:t>
      </w:r>
      <w:r>
        <w:tab/>
        <w:t>1.013e0</w:t>
      </w:r>
    </w:p>
    <w:p w:rsidR="007B6A46" w:rsidRDefault="007B6A46" w:rsidP="007B6A46">
      <w:r>
        <w:t>820.3556</w:t>
      </w:r>
      <w:r>
        <w:tab/>
        <w:t>1.013e0</w:t>
      </w:r>
    </w:p>
    <w:p w:rsidR="007B6A46" w:rsidRDefault="007B6A46" w:rsidP="007B6A46">
      <w:r>
        <w:t>820.4221</w:t>
      </w:r>
      <w:r>
        <w:tab/>
        <w:t>3.038e0</w:t>
      </w:r>
    </w:p>
    <w:p w:rsidR="007B6A46" w:rsidRDefault="007B6A46" w:rsidP="007B6A46">
      <w:r>
        <w:t>820.4260</w:t>
      </w:r>
      <w:r>
        <w:tab/>
        <w:t>1.013e0</w:t>
      </w:r>
    </w:p>
    <w:p w:rsidR="007B6A46" w:rsidRDefault="007B6A46" w:rsidP="007B6A46">
      <w:r>
        <w:t>820.4576</w:t>
      </w:r>
      <w:r>
        <w:tab/>
        <w:t>1.013e0</w:t>
      </w:r>
    </w:p>
    <w:p w:rsidR="007B6A46" w:rsidRDefault="007B6A46" w:rsidP="007B6A46">
      <w:r>
        <w:t>820.4661</w:t>
      </w:r>
      <w:r>
        <w:tab/>
        <w:t>1.013e0</w:t>
      </w:r>
    </w:p>
    <w:p w:rsidR="007B6A46" w:rsidRDefault="007B6A46" w:rsidP="007B6A46">
      <w:r>
        <w:t>820.5252</w:t>
      </w:r>
      <w:r>
        <w:tab/>
        <w:t>1.013e0</w:t>
      </w:r>
    </w:p>
    <w:p w:rsidR="007B6A46" w:rsidRDefault="007B6A46" w:rsidP="007B6A46">
      <w:r>
        <w:t>820.5266</w:t>
      </w:r>
      <w:r>
        <w:tab/>
        <w:t>1.013e0</w:t>
      </w:r>
    </w:p>
    <w:p w:rsidR="007B6A46" w:rsidRDefault="007B6A46" w:rsidP="007B6A46">
      <w:r>
        <w:t>820.5365</w:t>
      </w:r>
      <w:r>
        <w:tab/>
        <w:t>1.013e0</w:t>
      </w:r>
    </w:p>
    <w:p w:rsidR="007B6A46" w:rsidRDefault="007B6A46" w:rsidP="007B6A46">
      <w:r>
        <w:t>820.5425</w:t>
      </w:r>
      <w:r>
        <w:tab/>
        <w:t>1.013e0</w:t>
      </w:r>
    </w:p>
    <w:p w:rsidR="007B6A46" w:rsidRDefault="007B6A46" w:rsidP="007B6A46">
      <w:r>
        <w:t>820.5438</w:t>
      </w:r>
      <w:r>
        <w:tab/>
        <w:t>1.013e0</w:t>
      </w:r>
    </w:p>
    <w:p w:rsidR="007B6A46" w:rsidRDefault="007B6A46" w:rsidP="007B6A46">
      <w:r>
        <w:t>820.6747</w:t>
      </w:r>
      <w:r>
        <w:tab/>
        <w:t>1.013e0</w:t>
      </w:r>
    </w:p>
    <w:p w:rsidR="007B6A46" w:rsidRDefault="007B6A46" w:rsidP="007B6A46">
      <w:r>
        <w:t>820.7140</w:t>
      </w:r>
      <w:r>
        <w:tab/>
        <w:t>1.013e0</w:t>
      </w:r>
    </w:p>
    <w:p w:rsidR="007B6A46" w:rsidRDefault="007B6A46" w:rsidP="007B6A46">
      <w:r>
        <w:t>820.8129</w:t>
      </w:r>
      <w:r>
        <w:tab/>
        <w:t>1.013e0</w:t>
      </w:r>
    </w:p>
    <w:p w:rsidR="007B6A46" w:rsidRDefault="007B6A46" w:rsidP="007B6A46">
      <w:r>
        <w:t>820.8306</w:t>
      </w:r>
      <w:r>
        <w:tab/>
        <w:t>1.013e0</w:t>
      </w:r>
    </w:p>
    <w:p w:rsidR="007B6A46" w:rsidRDefault="007B6A46" w:rsidP="007B6A46">
      <w:r>
        <w:lastRenderedPageBreak/>
        <w:t>820.9498</w:t>
      </w:r>
      <w:r>
        <w:tab/>
        <w:t>1.013e0</w:t>
      </w:r>
    </w:p>
    <w:p w:rsidR="007B6A46" w:rsidRDefault="007B6A46" w:rsidP="007B6A46">
      <w:r>
        <w:t>821.0018</w:t>
      </w:r>
      <w:r>
        <w:tab/>
        <w:t>1.013e0</w:t>
      </w:r>
    </w:p>
    <w:p w:rsidR="007B6A46" w:rsidRDefault="007B6A46" w:rsidP="007B6A46">
      <w:r>
        <w:t>821.0188</w:t>
      </w:r>
      <w:r>
        <w:tab/>
        <w:t>3.038e0</w:t>
      </w:r>
    </w:p>
    <w:p w:rsidR="007B6A46" w:rsidRDefault="007B6A46" w:rsidP="007B6A46">
      <w:r>
        <w:t>821.1157</w:t>
      </w:r>
      <w:r>
        <w:tab/>
        <w:t>1.013e0</w:t>
      </w:r>
    </w:p>
    <w:p w:rsidR="007B6A46" w:rsidRDefault="007B6A46" w:rsidP="007B6A46">
      <w:r>
        <w:t>821.1359</w:t>
      </w:r>
      <w:r>
        <w:tab/>
        <w:t>1.013e0</w:t>
      </w:r>
    </w:p>
    <w:p w:rsidR="007B6A46" w:rsidRDefault="007B6A46" w:rsidP="007B6A46">
      <w:r>
        <w:t>821.1372</w:t>
      </w:r>
      <w:r>
        <w:tab/>
        <w:t>1.013e0</w:t>
      </w:r>
    </w:p>
    <w:p w:rsidR="007B6A46" w:rsidRDefault="007B6A46" w:rsidP="007B6A46">
      <w:r>
        <w:t>821.1545</w:t>
      </w:r>
      <w:r>
        <w:tab/>
        <w:t>1.013e0</w:t>
      </w:r>
    </w:p>
    <w:p w:rsidR="007B6A46" w:rsidRDefault="007B6A46" w:rsidP="007B6A46">
      <w:r>
        <w:t>821.2036</w:t>
      </w:r>
      <w:r>
        <w:tab/>
        <w:t>1.013e0</w:t>
      </w:r>
    </w:p>
    <w:p w:rsidR="007B6A46" w:rsidRDefault="007B6A46" w:rsidP="007B6A46">
      <w:r>
        <w:t>821.2830</w:t>
      </w:r>
      <w:r>
        <w:tab/>
        <w:t>2.025e0</w:t>
      </w:r>
    </w:p>
    <w:p w:rsidR="007B6A46" w:rsidRDefault="007B6A46" w:rsidP="007B6A46">
      <w:r>
        <w:t>821.3058</w:t>
      </w:r>
      <w:r>
        <w:tab/>
        <w:t>1.013e0</w:t>
      </w:r>
    </w:p>
    <w:p w:rsidR="007B6A46" w:rsidRDefault="007B6A46" w:rsidP="007B6A46">
      <w:r>
        <w:t>821.3071</w:t>
      </w:r>
      <w:r>
        <w:tab/>
        <w:t>1.013e0</w:t>
      </w:r>
    </w:p>
    <w:p w:rsidR="007B6A46" w:rsidRDefault="007B6A46" w:rsidP="007B6A46">
      <w:r>
        <w:t>821.3798</w:t>
      </w:r>
      <w:r>
        <w:tab/>
        <w:t>1.013e0</w:t>
      </w:r>
    </w:p>
    <w:p w:rsidR="007B6A46" w:rsidRDefault="007B6A46" w:rsidP="007B6A46">
      <w:r>
        <w:t>821.4351</w:t>
      </w:r>
      <w:r>
        <w:tab/>
        <w:t>1.013e0</w:t>
      </w:r>
    </w:p>
    <w:p w:rsidR="007B6A46" w:rsidRDefault="007B6A46" w:rsidP="007B6A46">
      <w:r>
        <w:t>821.4576</w:t>
      </w:r>
      <w:r>
        <w:tab/>
        <w:t>3.038e0</w:t>
      </w:r>
    </w:p>
    <w:p w:rsidR="007B6A46" w:rsidRDefault="007B6A46" w:rsidP="007B6A46">
      <w:r>
        <w:t>821.4753</w:t>
      </w:r>
      <w:r>
        <w:tab/>
        <w:t>2.025e0</w:t>
      </w:r>
    </w:p>
    <w:p w:rsidR="007B6A46" w:rsidRDefault="007B6A46" w:rsidP="007B6A46">
      <w:r>
        <w:t>821.5261</w:t>
      </w:r>
      <w:r>
        <w:tab/>
        <w:t>1.013e0</w:t>
      </w:r>
    </w:p>
    <w:p w:rsidR="007B6A46" w:rsidRDefault="007B6A46" w:rsidP="007B6A46">
      <w:r>
        <w:t>821.5319</w:t>
      </w:r>
      <w:r>
        <w:tab/>
        <w:t>2.025e0</w:t>
      </w:r>
    </w:p>
    <w:p w:rsidR="007B6A46" w:rsidRDefault="007B6A46" w:rsidP="007B6A46">
      <w:r>
        <w:t>821.5950</w:t>
      </w:r>
      <w:r>
        <w:tab/>
        <w:t>1.013e0</w:t>
      </w:r>
    </w:p>
    <w:p w:rsidR="007B6A46" w:rsidRDefault="007B6A46" w:rsidP="007B6A46">
      <w:r>
        <w:t>821.6703</w:t>
      </w:r>
      <w:r>
        <w:tab/>
        <w:t>1.013e0</w:t>
      </w:r>
    </w:p>
    <w:p w:rsidR="007B6A46" w:rsidRDefault="007B6A46" w:rsidP="007B6A46">
      <w:r>
        <w:lastRenderedPageBreak/>
        <w:t>821.8627</w:t>
      </w:r>
      <w:r>
        <w:tab/>
        <w:t>1.013e0</w:t>
      </w:r>
    </w:p>
    <w:p w:rsidR="007B6A46" w:rsidRDefault="007B6A46" w:rsidP="007B6A46">
      <w:r>
        <w:t>821.9595</w:t>
      </w:r>
      <w:r>
        <w:tab/>
        <w:t>1.013e0</w:t>
      </w:r>
    </w:p>
    <w:p w:rsidR="007B6A46" w:rsidRDefault="007B6A46" w:rsidP="007B6A46">
      <w:r>
        <w:t>822.0358</w:t>
      </w:r>
      <w:r>
        <w:tab/>
        <w:t>1.013e0</w:t>
      </w:r>
    </w:p>
    <w:p w:rsidR="007B6A46" w:rsidRDefault="007B6A46" w:rsidP="007B6A46">
      <w:r>
        <w:t>822.0439</w:t>
      </w:r>
      <w:r>
        <w:tab/>
        <w:t>1.013e0</w:t>
      </w:r>
    </w:p>
    <w:p w:rsidR="007B6A46" w:rsidRDefault="007B6A46" w:rsidP="007B6A46">
      <w:r>
        <w:t>822.2083</w:t>
      </w:r>
      <w:r>
        <w:tab/>
        <w:t>2.025e0</w:t>
      </w:r>
    </w:p>
    <w:p w:rsidR="007B6A46" w:rsidRDefault="007B6A46" w:rsidP="007B6A46">
      <w:r>
        <w:t>822.2654</w:t>
      </w:r>
      <w:r>
        <w:tab/>
        <w:t>1.013e0</w:t>
      </w:r>
    </w:p>
    <w:p w:rsidR="007B6A46" w:rsidRDefault="007B6A46" w:rsidP="007B6A46">
      <w:r>
        <w:t>822.3050</w:t>
      </w:r>
      <w:r>
        <w:tab/>
        <w:t>5.063e0</w:t>
      </w:r>
    </w:p>
    <w:p w:rsidR="007B6A46" w:rsidRDefault="007B6A46" w:rsidP="007B6A46">
      <w:r>
        <w:t>822.3281</w:t>
      </w:r>
      <w:r>
        <w:tab/>
        <w:t>2.025e0</w:t>
      </w:r>
    </w:p>
    <w:p w:rsidR="007B6A46" w:rsidRDefault="007B6A46" w:rsidP="007B6A46">
      <w:r>
        <w:t>822.4175</w:t>
      </w:r>
      <w:r>
        <w:tab/>
        <w:t>7.748e0</w:t>
      </w:r>
    </w:p>
    <w:p w:rsidR="007B6A46" w:rsidRDefault="007B6A46" w:rsidP="007B6A46">
      <w:r>
        <w:t>822.4233</w:t>
      </w:r>
      <w:r>
        <w:tab/>
        <w:t>4.051e0</w:t>
      </w:r>
    </w:p>
    <w:p w:rsidR="007B6A46" w:rsidRDefault="007B6A46" w:rsidP="007B6A46">
      <w:r>
        <w:t>822.4260</w:t>
      </w:r>
      <w:r>
        <w:tab/>
        <w:t>2.025e0</w:t>
      </w:r>
    </w:p>
    <w:p w:rsidR="007B6A46" w:rsidRDefault="007B6A46" w:rsidP="007B6A46">
      <w:r>
        <w:t>822.4374</w:t>
      </w:r>
      <w:r>
        <w:tab/>
        <w:t>9.114e0</w:t>
      </w:r>
    </w:p>
    <w:p w:rsidR="007B6A46" w:rsidRDefault="007B6A46" w:rsidP="007B6A46">
      <w:r>
        <w:t>822.4939</w:t>
      </w:r>
      <w:r>
        <w:tab/>
        <w:t>2.025e0</w:t>
      </w:r>
    </w:p>
    <w:p w:rsidR="007B6A46" w:rsidRDefault="007B6A46" w:rsidP="007B6A46">
      <w:r>
        <w:t>822.5136</w:t>
      </w:r>
      <w:r>
        <w:tab/>
        <w:t>3.038e0</w:t>
      </w:r>
    </w:p>
    <w:p w:rsidR="007B6A46" w:rsidRDefault="007B6A46" w:rsidP="007B6A46">
      <w:r>
        <w:t>822.5285</w:t>
      </w:r>
      <w:r>
        <w:tab/>
        <w:t>1.013e0</w:t>
      </w:r>
    </w:p>
    <w:p w:rsidR="007B6A46" w:rsidRDefault="007B6A46" w:rsidP="007B6A46">
      <w:r>
        <w:t>822.5364</w:t>
      </w:r>
      <w:r>
        <w:tab/>
        <w:t>5.063e0</w:t>
      </w:r>
    </w:p>
    <w:p w:rsidR="007B6A46" w:rsidRDefault="007B6A46" w:rsidP="007B6A46">
      <w:r>
        <w:t>822.5562</w:t>
      </w:r>
      <w:r>
        <w:tab/>
        <w:t>1.013e0</w:t>
      </w:r>
    </w:p>
    <w:p w:rsidR="007B6A46" w:rsidRDefault="007B6A46" w:rsidP="007B6A46">
      <w:r>
        <w:t>822.6808</w:t>
      </w:r>
      <w:r>
        <w:tab/>
        <w:t>1.013e0</w:t>
      </w:r>
    </w:p>
    <w:p w:rsidR="007B6A46" w:rsidRDefault="007B6A46" w:rsidP="007B6A46">
      <w:r>
        <w:t>822.6949</w:t>
      </w:r>
      <w:r>
        <w:tab/>
        <w:t>1.013e0</w:t>
      </w:r>
    </w:p>
    <w:p w:rsidR="007B6A46" w:rsidRDefault="007B6A46" w:rsidP="007B6A46">
      <w:r>
        <w:lastRenderedPageBreak/>
        <w:t>822.7224</w:t>
      </w:r>
      <w:r>
        <w:tab/>
        <w:t>1.013e0</w:t>
      </w:r>
    </w:p>
    <w:p w:rsidR="007B6A46" w:rsidRDefault="007B6A46" w:rsidP="007B6A46">
      <w:r>
        <w:t>822.8042</w:t>
      </w:r>
      <w:r>
        <w:tab/>
        <w:t>1.013e0</w:t>
      </w:r>
    </w:p>
    <w:p w:rsidR="007B6A46" w:rsidRDefault="007B6A46" w:rsidP="007B6A46">
      <w:r>
        <w:t>822.8333</w:t>
      </w:r>
      <w:r>
        <w:tab/>
        <w:t>1.013e0</w:t>
      </w:r>
    </w:p>
    <w:p w:rsidR="007B6A46" w:rsidRDefault="007B6A46" w:rsidP="007B6A46">
      <w:r>
        <w:t>822.9164</w:t>
      </w:r>
      <w:r>
        <w:tab/>
        <w:t>1.013e0</w:t>
      </w:r>
    </w:p>
    <w:p w:rsidR="007B6A46" w:rsidRDefault="007B6A46" w:rsidP="007B6A46">
      <w:r>
        <w:t>823.1603</w:t>
      </w:r>
      <w:r>
        <w:tab/>
        <w:t>2.025e0</w:t>
      </w:r>
    </w:p>
    <w:p w:rsidR="007B6A46" w:rsidRDefault="007B6A46" w:rsidP="007B6A46">
      <w:r>
        <w:t>823.2213</w:t>
      </w:r>
      <w:r>
        <w:tab/>
        <w:t>2.025e0</w:t>
      </w:r>
    </w:p>
    <w:p w:rsidR="007B6A46" w:rsidRDefault="007B6A46" w:rsidP="007B6A46">
      <w:r>
        <w:t>823.2767</w:t>
      </w:r>
      <w:r>
        <w:tab/>
        <w:t>1.013e0</w:t>
      </w:r>
    </w:p>
    <w:p w:rsidR="007B6A46" w:rsidRDefault="007B6A46" w:rsidP="007B6A46">
      <w:r>
        <w:t>823.3128</w:t>
      </w:r>
      <w:r>
        <w:tab/>
        <w:t>2.025e0</w:t>
      </w:r>
    </w:p>
    <w:p w:rsidR="007B6A46" w:rsidRDefault="007B6A46" w:rsidP="007B6A46">
      <w:r>
        <w:t>823.4001</w:t>
      </w:r>
      <w:r>
        <w:tab/>
        <w:t>2.025e0</w:t>
      </w:r>
    </w:p>
    <w:p w:rsidR="007B6A46" w:rsidRDefault="007B6A46" w:rsidP="007B6A46">
      <w:r>
        <w:t>823.4153</w:t>
      </w:r>
      <w:r>
        <w:tab/>
        <w:t>1.013e0</w:t>
      </w:r>
    </w:p>
    <w:p w:rsidR="007B6A46" w:rsidRDefault="007B6A46" w:rsidP="007B6A46">
      <w:r>
        <w:t>823.4356</w:t>
      </w:r>
      <w:r>
        <w:tab/>
        <w:t>2.025e0</w:t>
      </w:r>
    </w:p>
    <w:p w:rsidR="007B6A46" w:rsidRDefault="007B6A46" w:rsidP="007B6A46">
      <w:r>
        <w:t>823.4626</w:t>
      </w:r>
      <w:r>
        <w:tab/>
        <w:t>1.114e1</w:t>
      </w:r>
    </w:p>
    <w:p w:rsidR="007B6A46" w:rsidRDefault="007B6A46" w:rsidP="007B6A46">
      <w:r>
        <w:t>823.5106</w:t>
      </w:r>
      <w:r>
        <w:tab/>
        <w:t>1.013e0</w:t>
      </w:r>
    </w:p>
    <w:p w:rsidR="007B6A46" w:rsidRDefault="007B6A46" w:rsidP="007B6A46">
      <w:r>
        <w:t>823.6081</w:t>
      </w:r>
      <w:r>
        <w:tab/>
        <w:t>1.013e0</w:t>
      </w:r>
    </w:p>
    <w:p w:rsidR="007B6A46" w:rsidRDefault="007B6A46" w:rsidP="007B6A46">
      <w:r>
        <w:t>823.6466</w:t>
      </w:r>
      <w:r>
        <w:tab/>
        <w:t>1.013e0</w:t>
      </w:r>
    </w:p>
    <w:p w:rsidR="007B6A46" w:rsidRDefault="007B6A46" w:rsidP="007B6A46">
      <w:r>
        <w:t>823.6779</w:t>
      </w:r>
      <w:r>
        <w:tab/>
        <w:t>1.013e0</w:t>
      </w:r>
    </w:p>
    <w:p w:rsidR="007B6A46" w:rsidRDefault="007B6A46" w:rsidP="007B6A46">
      <w:r>
        <w:t>823.7620</w:t>
      </w:r>
      <w:r>
        <w:tab/>
        <w:t>1.013e0</w:t>
      </w:r>
    </w:p>
    <w:p w:rsidR="007B6A46" w:rsidRDefault="007B6A46" w:rsidP="007B6A46">
      <w:r>
        <w:t>823.8304</w:t>
      </w:r>
      <w:r>
        <w:tab/>
        <w:t>1.013e0</w:t>
      </w:r>
    </w:p>
    <w:p w:rsidR="007B6A46" w:rsidRDefault="007B6A46" w:rsidP="007B6A46">
      <w:r>
        <w:t>823.9700</w:t>
      </w:r>
      <w:r>
        <w:tab/>
        <w:t>1.013e0</w:t>
      </w:r>
    </w:p>
    <w:p w:rsidR="007B6A46" w:rsidRDefault="007B6A46" w:rsidP="007B6A46">
      <w:r>
        <w:lastRenderedPageBreak/>
        <w:t>824.1547</w:t>
      </w:r>
      <w:r>
        <w:tab/>
        <w:t>1.013e0</w:t>
      </w:r>
    </w:p>
    <w:p w:rsidR="007B6A46" w:rsidRDefault="007B6A46" w:rsidP="007B6A46">
      <w:r>
        <w:t>824.2184</w:t>
      </w:r>
      <w:r>
        <w:tab/>
        <w:t>1.013e0</w:t>
      </w:r>
    </w:p>
    <w:p w:rsidR="007B6A46" w:rsidRDefault="007B6A46" w:rsidP="007B6A46">
      <w:r>
        <w:t>824.2197</w:t>
      </w:r>
      <w:r>
        <w:tab/>
        <w:t>1.013e0</w:t>
      </w:r>
    </w:p>
    <w:p w:rsidR="007B6A46" w:rsidRDefault="007B6A46" w:rsidP="007B6A46">
      <w:r>
        <w:t>824.3572</w:t>
      </w:r>
      <w:r>
        <w:tab/>
        <w:t>1.013e0</w:t>
      </w:r>
    </w:p>
    <w:p w:rsidR="007B6A46" w:rsidRDefault="007B6A46" w:rsidP="007B6A46">
      <w:r>
        <w:t>824.3585</w:t>
      </w:r>
      <w:r>
        <w:tab/>
        <w:t>1.013e0</w:t>
      </w:r>
    </w:p>
    <w:p w:rsidR="007B6A46" w:rsidRDefault="007B6A46" w:rsidP="007B6A46">
      <w:r>
        <w:t>824.3685</w:t>
      </w:r>
      <w:r>
        <w:tab/>
        <w:t>3.038e0</w:t>
      </w:r>
    </w:p>
    <w:p w:rsidR="007B6A46" w:rsidRDefault="007B6A46" w:rsidP="007B6A46">
      <w:r>
        <w:t>824.3823</w:t>
      </w:r>
      <w:r>
        <w:tab/>
        <w:t>2.025e0</w:t>
      </w:r>
    </w:p>
    <w:p w:rsidR="007B6A46" w:rsidRDefault="007B6A46" w:rsidP="007B6A46">
      <w:r>
        <w:t>824.4112</w:t>
      </w:r>
      <w:r>
        <w:tab/>
        <w:t>2.025e0</w:t>
      </w:r>
    </w:p>
    <w:p w:rsidR="007B6A46" w:rsidRDefault="007B6A46" w:rsidP="007B6A46">
      <w:r>
        <w:t>824.4729</w:t>
      </w:r>
      <w:r>
        <w:tab/>
        <w:t>3.038e0</w:t>
      </w:r>
    </w:p>
    <w:p w:rsidR="007B6A46" w:rsidRDefault="007B6A46" w:rsidP="007B6A46">
      <w:r>
        <w:t>824.4876</w:t>
      </w:r>
      <w:r>
        <w:tab/>
        <w:t>8.101e0</w:t>
      </w:r>
    </w:p>
    <w:p w:rsidR="007B6A46" w:rsidRDefault="007B6A46" w:rsidP="007B6A46">
      <w:r>
        <w:t>824.4929</w:t>
      </w:r>
      <w:r>
        <w:tab/>
        <w:t>4.051e0</w:t>
      </w:r>
    </w:p>
    <w:p w:rsidR="007B6A46" w:rsidRDefault="007B6A46" w:rsidP="007B6A46">
      <w:r>
        <w:t>824.5099</w:t>
      </w:r>
      <w:r>
        <w:tab/>
        <w:t>1.013e0</w:t>
      </w:r>
    </w:p>
    <w:p w:rsidR="007B6A46" w:rsidRDefault="007B6A46" w:rsidP="007B6A46">
      <w:r>
        <w:t>824.6470</w:t>
      </w:r>
      <w:r>
        <w:tab/>
        <w:t>1.013e0</w:t>
      </w:r>
    </w:p>
    <w:p w:rsidR="007B6A46" w:rsidRDefault="007B6A46" w:rsidP="007B6A46">
      <w:r>
        <w:t>824.6778</w:t>
      </w:r>
      <w:r>
        <w:tab/>
        <w:t>1.013e0</w:t>
      </w:r>
    </w:p>
    <w:p w:rsidR="007B6A46" w:rsidRDefault="007B6A46" w:rsidP="007B6A46">
      <w:r>
        <w:t>824.6904</w:t>
      </w:r>
      <w:r>
        <w:tab/>
        <w:t>1.013e0</w:t>
      </w:r>
    </w:p>
    <w:p w:rsidR="007B6A46" w:rsidRDefault="007B6A46" w:rsidP="007B6A46">
      <w:r>
        <w:t>824.7132</w:t>
      </w:r>
      <w:r>
        <w:tab/>
        <w:t>1.013e0</w:t>
      </w:r>
    </w:p>
    <w:p w:rsidR="007B6A46" w:rsidRDefault="007B6A46" w:rsidP="007B6A46">
      <w:r>
        <w:t>824.7611</w:t>
      </w:r>
      <w:r>
        <w:tab/>
        <w:t>1.013e0</w:t>
      </w:r>
    </w:p>
    <w:p w:rsidR="007B6A46" w:rsidRDefault="007B6A46" w:rsidP="007B6A46">
      <w:r>
        <w:t>824.7889</w:t>
      </w:r>
      <w:r>
        <w:tab/>
        <w:t>1.013e0</w:t>
      </w:r>
    </w:p>
    <w:p w:rsidR="007B6A46" w:rsidRDefault="007B6A46" w:rsidP="007B6A46">
      <w:r>
        <w:t>824.8027</w:t>
      </w:r>
      <w:r>
        <w:tab/>
        <w:t>1.013e0</w:t>
      </w:r>
    </w:p>
    <w:p w:rsidR="007B6A46" w:rsidRDefault="007B6A46" w:rsidP="007B6A46">
      <w:r>
        <w:lastRenderedPageBreak/>
        <w:t>824.8570</w:t>
      </w:r>
      <w:r>
        <w:tab/>
        <w:t>1.013e0</w:t>
      </w:r>
    </w:p>
    <w:p w:rsidR="007B6A46" w:rsidRDefault="007B6A46" w:rsidP="007B6A46">
      <w:r>
        <w:t>824.9138</w:t>
      </w:r>
      <w:r>
        <w:tab/>
        <w:t>1.013e0</w:t>
      </w:r>
    </w:p>
    <w:p w:rsidR="007B6A46" w:rsidRDefault="007B6A46" w:rsidP="007B6A46">
      <w:r>
        <w:t>824.9384</w:t>
      </w:r>
      <w:r>
        <w:tab/>
        <w:t>2.025e0</w:t>
      </w:r>
    </w:p>
    <w:p w:rsidR="007B6A46" w:rsidRDefault="007B6A46" w:rsidP="007B6A46">
      <w:r>
        <w:t>825.0931</w:t>
      </w:r>
      <w:r>
        <w:tab/>
        <w:t>1.013e0</w:t>
      </w:r>
    </w:p>
    <w:p w:rsidR="007B6A46" w:rsidRDefault="007B6A46" w:rsidP="007B6A46">
      <w:r>
        <w:t>825.1536</w:t>
      </w:r>
      <w:r>
        <w:tab/>
        <w:t>1.013e0</w:t>
      </w:r>
    </w:p>
    <w:p w:rsidR="007B6A46" w:rsidRDefault="007B6A46" w:rsidP="007B6A46">
      <w:r>
        <w:t>825.1638</w:t>
      </w:r>
      <w:r>
        <w:tab/>
        <w:t>1.013e0</w:t>
      </w:r>
    </w:p>
    <w:p w:rsidR="007B6A46" w:rsidRDefault="007B6A46" w:rsidP="007B6A46">
      <w:r>
        <w:t>825.1777</w:t>
      </w:r>
      <w:r>
        <w:tab/>
        <w:t>1.013e0</w:t>
      </w:r>
    </w:p>
    <w:p w:rsidR="007B6A46" w:rsidRDefault="007B6A46" w:rsidP="007B6A46">
      <w:r>
        <w:t>825.3018</w:t>
      </w:r>
      <w:r>
        <w:tab/>
        <w:t>2.025e0</w:t>
      </w:r>
    </w:p>
    <w:p w:rsidR="007B6A46" w:rsidRDefault="007B6A46" w:rsidP="007B6A46">
      <w:r>
        <w:t>825.3911</w:t>
      </w:r>
      <w:r>
        <w:tab/>
        <w:t>1.013e0</w:t>
      </w:r>
    </w:p>
    <w:p w:rsidR="007B6A46" w:rsidRDefault="007B6A46" w:rsidP="007B6A46">
      <w:r>
        <w:t>825.4139</w:t>
      </w:r>
      <w:r>
        <w:tab/>
        <w:t>1.013e0</w:t>
      </w:r>
    </w:p>
    <w:p w:rsidR="007B6A46" w:rsidRDefault="007B6A46" w:rsidP="007B6A46">
      <w:r>
        <w:t>825.4282</w:t>
      </w:r>
      <w:r>
        <w:tab/>
        <w:t>2.025e0</w:t>
      </w:r>
    </w:p>
    <w:p w:rsidR="007B6A46" w:rsidRDefault="007B6A46" w:rsidP="007B6A46">
      <w:r>
        <w:t>825.4759</w:t>
      </w:r>
      <w:r>
        <w:tab/>
        <w:t>1.013e0</w:t>
      </w:r>
    </w:p>
    <w:p w:rsidR="007B6A46" w:rsidRDefault="007B6A46" w:rsidP="007B6A46">
      <w:r>
        <w:t>825.5529</w:t>
      </w:r>
      <w:r>
        <w:tab/>
        <w:t>1.013e0</w:t>
      </w:r>
    </w:p>
    <w:p w:rsidR="007B6A46" w:rsidRDefault="007B6A46" w:rsidP="007B6A46">
      <w:r>
        <w:t>825.5933</w:t>
      </w:r>
      <w:r>
        <w:tab/>
        <w:t>1.013e0</w:t>
      </w:r>
    </w:p>
    <w:p w:rsidR="007B6A46" w:rsidRDefault="007B6A46" w:rsidP="007B6A46">
      <w:r>
        <w:t>825.6085</w:t>
      </w:r>
      <w:r>
        <w:tab/>
        <w:t>1.013e0</w:t>
      </w:r>
    </w:p>
    <w:p w:rsidR="007B6A46" w:rsidRDefault="007B6A46" w:rsidP="007B6A46">
      <w:r>
        <w:t>825.6641</w:t>
      </w:r>
      <w:r>
        <w:tab/>
        <w:t>1.013e0</w:t>
      </w:r>
    </w:p>
    <w:p w:rsidR="007B6A46" w:rsidRDefault="007B6A46" w:rsidP="007B6A46">
      <w:r>
        <w:t>825.6906</w:t>
      </w:r>
      <w:r>
        <w:tab/>
        <w:t>1.013e0</w:t>
      </w:r>
    </w:p>
    <w:p w:rsidR="007B6A46" w:rsidRDefault="007B6A46" w:rsidP="007B6A46">
      <w:r>
        <w:t>825.7057</w:t>
      </w:r>
      <w:r>
        <w:tab/>
        <w:t>1.013e0</w:t>
      </w:r>
    </w:p>
    <w:p w:rsidR="007B6A46" w:rsidRDefault="007B6A46" w:rsidP="007B6A46">
      <w:r>
        <w:t>825.8713</w:t>
      </w:r>
      <w:r>
        <w:tab/>
        <w:t>1.013e0</w:t>
      </w:r>
    </w:p>
    <w:p w:rsidR="007B6A46" w:rsidRDefault="007B6A46" w:rsidP="007B6A46">
      <w:r>
        <w:lastRenderedPageBreak/>
        <w:t>825.8991</w:t>
      </w:r>
      <w:r>
        <w:tab/>
        <w:t>1.013e0</w:t>
      </w:r>
    </w:p>
    <w:p w:rsidR="007B6A46" w:rsidRDefault="007B6A46" w:rsidP="007B6A46">
      <w:r>
        <w:t>825.9262</w:t>
      </w:r>
      <w:r>
        <w:tab/>
        <w:t>2.025e0</w:t>
      </w:r>
    </w:p>
    <w:p w:rsidR="007B6A46" w:rsidRDefault="007B6A46" w:rsidP="007B6A46">
      <w:r>
        <w:t>825.9282</w:t>
      </w:r>
      <w:r>
        <w:tab/>
        <w:t>1.013e0</w:t>
      </w:r>
    </w:p>
    <w:p w:rsidR="007B6A46" w:rsidRDefault="007B6A46" w:rsidP="007B6A46">
      <w:r>
        <w:t>826.0103</w:t>
      </w:r>
      <w:r>
        <w:tab/>
        <w:t>1.013e0</w:t>
      </w:r>
    </w:p>
    <w:p w:rsidR="007B6A46" w:rsidRDefault="007B6A46" w:rsidP="007B6A46">
      <w:r>
        <w:t>826.1046</w:t>
      </w:r>
      <w:r>
        <w:tab/>
        <w:t>1.013e0</w:t>
      </w:r>
    </w:p>
    <w:p w:rsidR="007B6A46" w:rsidRDefault="007B6A46" w:rsidP="007B6A46">
      <w:r>
        <w:t>826.1564</w:t>
      </w:r>
      <w:r>
        <w:tab/>
        <w:t>2.025e0</w:t>
      </w:r>
    </w:p>
    <w:p w:rsidR="007B6A46" w:rsidRDefault="007B6A46" w:rsidP="007B6A46">
      <w:r>
        <w:t>826.2898</w:t>
      </w:r>
      <w:r>
        <w:tab/>
        <w:t>1.013e0</w:t>
      </w:r>
    </w:p>
    <w:p w:rsidR="007B6A46" w:rsidRDefault="007B6A46" w:rsidP="007B6A46">
      <w:r>
        <w:t>826.3428</w:t>
      </w:r>
      <w:r>
        <w:tab/>
        <w:t>2.025e0</w:t>
      </w:r>
    </w:p>
    <w:p w:rsidR="007B6A46" w:rsidRDefault="007B6A46" w:rsidP="007B6A46">
      <w:r>
        <w:t>826.3746</w:t>
      </w:r>
      <w:r>
        <w:tab/>
        <w:t>1.013e0</w:t>
      </w:r>
    </w:p>
    <w:p w:rsidR="007B6A46" w:rsidRDefault="007B6A46" w:rsidP="007B6A46">
      <w:r>
        <w:t>826.4136</w:t>
      </w:r>
      <w:r>
        <w:tab/>
        <w:t>1.013e0</w:t>
      </w:r>
    </w:p>
    <w:p w:rsidR="007B6A46" w:rsidRDefault="007B6A46" w:rsidP="007B6A46">
      <w:r>
        <w:t>826.4598</w:t>
      </w:r>
      <w:r>
        <w:tab/>
        <w:t>2.025e0</w:t>
      </w:r>
    </w:p>
    <w:p w:rsidR="007B6A46" w:rsidRDefault="007B6A46" w:rsidP="007B6A46">
      <w:r>
        <w:t>826.4706</w:t>
      </w:r>
      <w:r>
        <w:tab/>
        <w:t>1.013e0</w:t>
      </w:r>
    </w:p>
    <w:p w:rsidR="007B6A46" w:rsidRDefault="007B6A46" w:rsidP="007B6A46">
      <w:r>
        <w:t>826.5270</w:t>
      </w:r>
      <w:r>
        <w:tab/>
        <w:t>1.013e0</w:t>
      </w:r>
    </w:p>
    <w:p w:rsidR="007B6A46" w:rsidRDefault="007B6A46" w:rsidP="007B6A46">
      <w:r>
        <w:t>826.5541</w:t>
      </w:r>
      <w:r>
        <w:tab/>
        <w:t>1.013e0</w:t>
      </w:r>
    </w:p>
    <w:p w:rsidR="007B6A46" w:rsidRDefault="007B6A46" w:rsidP="007B6A46">
      <w:r>
        <w:t>826.5872</w:t>
      </w:r>
      <w:r>
        <w:tab/>
        <w:t>2.025e0</w:t>
      </w:r>
    </w:p>
    <w:p w:rsidR="007B6A46" w:rsidRDefault="007B6A46" w:rsidP="007B6A46">
      <w:r>
        <w:t>826.6224</w:t>
      </w:r>
      <w:r>
        <w:tab/>
        <w:t>1.013e0</w:t>
      </w:r>
    </w:p>
    <w:p w:rsidR="007B6A46" w:rsidRDefault="007B6A46" w:rsidP="007B6A46">
      <w:r>
        <w:t>826.6788</w:t>
      </w:r>
      <w:r>
        <w:tab/>
        <w:t>2.025e0</w:t>
      </w:r>
    </w:p>
    <w:p w:rsidR="007B6A46" w:rsidRDefault="007B6A46" w:rsidP="007B6A46">
      <w:r>
        <w:t>826.7755</w:t>
      </w:r>
      <w:r>
        <w:tab/>
        <w:t>1.013e0</w:t>
      </w:r>
    </w:p>
    <w:p w:rsidR="007B6A46" w:rsidRDefault="007B6A46" w:rsidP="007B6A46">
      <w:r>
        <w:t>826.8621</w:t>
      </w:r>
      <w:r>
        <w:tab/>
        <w:t>2.025e0</w:t>
      </w:r>
    </w:p>
    <w:p w:rsidR="007B6A46" w:rsidRDefault="007B6A46" w:rsidP="007B6A46">
      <w:r>
        <w:lastRenderedPageBreak/>
        <w:t>826.8868</w:t>
      </w:r>
      <w:r>
        <w:tab/>
        <w:t>1.013e0</w:t>
      </w:r>
    </w:p>
    <w:p w:rsidR="007B6A46" w:rsidRDefault="007B6A46" w:rsidP="007B6A46">
      <w:r>
        <w:t>826.9020</w:t>
      </w:r>
      <w:r>
        <w:tab/>
        <w:t>1.013e0</w:t>
      </w:r>
    </w:p>
    <w:p w:rsidR="007B6A46" w:rsidRDefault="007B6A46" w:rsidP="007B6A46">
      <w:r>
        <w:t>826.9394</w:t>
      </w:r>
      <w:r>
        <w:tab/>
        <w:t>2.025e0</w:t>
      </w:r>
    </w:p>
    <w:p w:rsidR="007B6A46" w:rsidRDefault="007B6A46" w:rsidP="007B6A46">
      <w:r>
        <w:t>827.2209</w:t>
      </w:r>
      <w:r>
        <w:tab/>
        <w:t>1.013e0</w:t>
      </w:r>
    </w:p>
    <w:p w:rsidR="007B6A46" w:rsidRDefault="007B6A46" w:rsidP="007B6A46">
      <w:r>
        <w:t>827.2460</w:t>
      </w:r>
      <w:r>
        <w:tab/>
        <w:t>2.025e0</w:t>
      </w:r>
    </w:p>
    <w:p w:rsidR="007B6A46" w:rsidRDefault="007B6A46" w:rsidP="007B6A46">
      <w:r>
        <w:t>827.4843</w:t>
      </w:r>
      <w:r>
        <w:tab/>
        <w:t>2.025e0</w:t>
      </w:r>
    </w:p>
    <w:p w:rsidR="007B6A46" w:rsidRDefault="007B6A46" w:rsidP="007B6A46">
      <w:r>
        <w:t>827.5146</w:t>
      </w:r>
      <w:r>
        <w:tab/>
        <w:t>1.013e0</w:t>
      </w:r>
    </w:p>
    <w:p w:rsidR="007B6A46" w:rsidRDefault="007B6A46" w:rsidP="007B6A46">
      <w:r>
        <w:t>827.5605</w:t>
      </w:r>
      <w:r>
        <w:tab/>
        <w:t>1.013e0</w:t>
      </w:r>
    </w:p>
    <w:p w:rsidR="007B6A46" w:rsidRDefault="007B6A46" w:rsidP="007B6A46">
      <w:r>
        <w:t>827.5843</w:t>
      </w:r>
      <w:r>
        <w:tab/>
        <w:t>1.013e0</w:t>
      </w:r>
    </w:p>
    <w:p w:rsidR="007B6A46" w:rsidRDefault="007B6A46" w:rsidP="007B6A46">
      <w:r>
        <w:t>827.7515</w:t>
      </w:r>
      <w:r>
        <w:tab/>
        <w:t>1.013e0</w:t>
      </w:r>
    </w:p>
    <w:p w:rsidR="007B6A46" w:rsidRDefault="007B6A46" w:rsidP="007B6A46">
      <w:r>
        <w:t>827.7816</w:t>
      </w:r>
      <w:r>
        <w:tab/>
        <w:t>1.013e0</w:t>
      </w:r>
    </w:p>
    <w:p w:rsidR="007B6A46" w:rsidRDefault="007B6A46" w:rsidP="007B6A46">
      <w:r>
        <w:t>827.8560</w:t>
      </w:r>
      <w:r>
        <w:tab/>
        <w:t>2.025e0</w:t>
      </w:r>
    </w:p>
    <w:p w:rsidR="007B6A46" w:rsidRDefault="007B6A46" w:rsidP="007B6A46">
      <w:r>
        <w:t>827.9174</w:t>
      </w:r>
      <w:r>
        <w:tab/>
        <w:t>1.013e0</w:t>
      </w:r>
    </w:p>
    <w:p w:rsidR="007B6A46" w:rsidRDefault="007B6A46" w:rsidP="007B6A46">
      <w:r>
        <w:t>827.9592</w:t>
      </w:r>
      <w:r>
        <w:tab/>
        <w:t>1.013e0</w:t>
      </w:r>
    </w:p>
    <w:p w:rsidR="007B6A46" w:rsidRDefault="007B6A46" w:rsidP="007B6A46">
      <w:r>
        <w:t>828.0023</w:t>
      </w:r>
      <w:r>
        <w:tab/>
        <w:t>1.013e0</w:t>
      </w:r>
    </w:p>
    <w:p w:rsidR="007B6A46" w:rsidRDefault="007B6A46" w:rsidP="007B6A46">
      <w:r>
        <w:t>828.0847</w:t>
      </w:r>
      <w:r>
        <w:tab/>
        <w:t>1.013e0</w:t>
      </w:r>
    </w:p>
    <w:p w:rsidR="007B6A46" w:rsidRDefault="007B6A46" w:rsidP="007B6A46">
      <w:r>
        <w:t>828.0999</w:t>
      </w:r>
      <w:r>
        <w:tab/>
        <w:t>1.013e0</w:t>
      </w:r>
    </w:p>
    <w:p w:rsidR="007B6A46" w:rsidRDefault="007B6A46" w:rsidP="007B6A46">
      <w:r>
        <w:t>828.1277</w:t>
      </w:r>
      <w:r>
        <w:tab/>
        <w:t>1.013e0</w:t>
      </w:r>
    </w:p>
    <w:p w:rsidR="007B6A46" w:rsidRDefault="007B6A46" w:rsidP="007B6A46">
      <w:r>
        <w:t>828.1543</w:t>
      </w:r>
      <w:r>
        <w:tab/>
        <w:t>1.013e0</w:t>
      </w:r>
    </w:p>
    <w:p w:rsidR="007B6A46" w:rsidRDefault="007B6A46" w:rsidP="007B6A46">
      <w:r>
        <w:lastRenderedPageBreak/>
        <w:t>828.1889</w:t>
      </w:r>
      <w:r>
        <w:tab/>
        <w:t>1.013e0</w:t>
      </w:r>
    </w:p>
    <w:p w:rsidR="007B6A46" w:rsidRDefault="007B6A46" w:rsidP="007B6A46">
      <w:r>
        <w:t>828.2950</w:t>
      </w:r>
      <w:r>
        <w:tab/>
        <w:t>1.013e0</w:t>
      </w:r>
    </w:p>
    <w:p w:rsidR="007B6A46" w:rsidRDefault="007B6A46" w:rsidP="007B6A46">
      <w:r>
        <w:t>828.3221</w:t>
      </w:r>
      <w:r>
        <w:tab/>
        <w:t>1.013e0</w:t>
      </w:r>
    </w:p>
    <w:p w:rsidR="007B6A46" w:rsidRDefault="007B6A46" w:rsidP="007B6A46">
      <w:r>
        <w:t>828.3508</w:t>
      </w:r>
      <w:r>
        <w:tab/>
        <w:t>1.013e0</w:t>
      </w:r>
    </w:p>
    <w:p w:rsidR="007B6A46" w:rsidRDefault="007B6A46" w:rsidP="007B6A46">
      <w:r>
        <w:t>828.4391</w:t>
      </w:r>
      <w:r>
        <w:tab/>
        <w:t>3.038e0</w:t>
      </w:r>
    </w:p>
    <w:p w:rsidR="007B6A46" w:rsidRDefault="007B6A46" w:rsidP="007B6A46">
      <w:r>
        <w:t>828.4598</w:t>
      </w:r>
      <w:r>
        <w:tab/>
        <w:t>2.025e0</w:t>
      </w:r>
    </w:p>
    <w:p w:rsidR="007B6A46" w:rsidRDefault="007B6A46" w:rsidP="007B6A46">
      <w:r>
        <w:t>828.5042</w:t>
      </w:r>
      <w:r>
        <w:tab/>
        <w:t>2.025e0</w:t>
      </w:r>
    </w:p>
    <w:p w:rsidR="007B6A46" w:rsidRDefault="007B6A46" w:rsidP="007B6A46">
      <w:r>
        <w:t>828.5168</w:t>
      </w:r>
      <w:r>
        <w:tab/>
        <w:t>1.013e0</w:t>
      </w:r>
    </w:p>
    <w:p w:rsidR="007B6A46" w:rsidRDefault="007B6A46" w:rsidP="007B6A46">
      <w:r>
        <w:t>828.5600</w:t>
      </w:r>
      <w:r>
        <w:tab/>
        <w:t>1.013e0</w:t>
      </w:r>
    </w:p>
    <w:p w:rsidR="007B6A46" w:rsidRDefault="007B6A46" w:rsidP="007B6A46">
      <w:r>
        <w:t>828.6635</w:t>
      </w:r>
      <w:r>
        <w:tab/>
        <w:t>1.013e0</w:t>
      </w:r>
    </w:p>
    <w:p w:rsidR="007B6A46" w:rsidRDefault="007B6A46" w:rsidP="007B6A46">
      <w:r>
        <w:t>828.6890</w:t>
      </w:r>
      <w:r>
        <w:tab/>
        <w:t>2.025e0</w:t>
      </w:r>
    </w:p>
    <w:p w:rsidR="007B6A46" w:rsidRDefault="007B6A46" w:rsidP="007B6A46">
      <w:r>
        <w:t>828.7310</w:t>
      </w:r>
      <w:r>
        <w:tab/>
        <w:t>1.013e0</w:t>
      </w:r>
    </w:p>
    <w:p w:rsidR="007B6A46" w:rsidRDefault="007B6A46" w:rsidP="007B6A46">
      <w:r>
        <w:t>828.7552</w:t>
      </w:r>
      <w:r>
        <w:tab/>
        <w:t>1.013e0</w:t>
      </w:r>
    </w:p>
    <w:p w:rsidR="007B6A46" w:rsidRDefault="007B6A46" w:rsidP="007B6A46">
      <w:r>
        <w:t>828.7636</w:t>
      </w:r>
      <w:r>
        <w:tab/>
        <w:t>3.038e0</w:t>
      </w:r>
    </w:p>
    <w:p w:rsidR="007B6A46" w:rsidRDefault="007B6A46" w:rsidP="007B6A46">
      <w:r>
        <w:t>828.8668</w:t>
      </w:r>
      <w:r>
        <w:tab/>
        <w:t>1.013e0</w:t>
      </w:r>
    </w:p>
    <w:p w:rsidR="007B6A46" w:rsidRDefault="007B6A46" w:rsidP="007B6A46">
      <w:r>
        <w:t>828.9358</w:t>
      </w:r>
      <w:r>
        <w:tab/>
        <w:t>1.013e0</w:t>
      </w:r>
    </w:p>
    <w:p w:rsidR="007B6A46" w:rsidRDefault="007B6A46" w:rsidP="007B6A46">
      <w:r>
        <w:t>828.9492</w:t>
      </w:r>
      <w:r>
        <w:tab/>
        <w:t>1.013e0</w:t>
      </w:r>
    </w:p>
    <w:p w:rsidR="007B6A46" w:rsidRDefault="007B6A46" w:rsidP="007B6A46">
      <w:r>
        <w:t>828.9683</w:t>
      </w:r>
      <w:r>
        <w:tab/>
        <w:t>1.013e0</w:t>
      </w:r>
    </w:p>
    <w:p w:rsidR="007B6A46" w:rsidRDefault="007B6A46" w:rsidP="007B6A46">
      <w:r>
        <w:t>829.0203</w:t>
      </w:r>
      <w:r>
        <w:tab/>
        <w:t>1.013e0</w:t>
      </w:r>
    </w:p>
    <w:p w:rsidR="007B6A46" w:rsidRDefault="007B6A46" w:rsidP="007B6A46">
      <w:r>
        <w:lastRenderedPageBreak/>
        <w:t>829.1027</w:t>
      </w:r>
      <w:r>
        <w:tab/>
        <w:t>1.013e0</w:t>
      </w:r>
    </w:p>
    <w:p w:rsidR="007B6A46" w:rsidRDefault="007B6A46" w:rsidP="007B6A46">
      <w:r>
        <w:t>829.3204</w:t>
      </w:r>
      <w:r>
        <w:tab/>
        <w:t>2.025e0</w:t>
      </w:r>
    </w:p>
    <w:p w:rsidR="007B6A46" w:rsidRDefault="007B6A46" w:rsidP="007B6A46">
      <w:r>
        <w:t>829.3400</w:t>
      </w:r>
      <w:r>
        <w:tab/>
        <w:t>1.013e0</w:t>
      </w:r>
    </w:p>
    <w:p w:rsidR="007B6A46" w:rsidRDefault="007B6A46" w:rsidP="007B6A46">
      <w:r>
        <w:t>829.4250</w:t>
      </w:r>
      <w:r>
        <w:tab/>
        <w:t>1.013e0</w:t>
      </w:r>
    </w:p>
    <w:p w:rsidR="007B6A46" w:rsidRDefault="007B6A46" w:rsidP="007B6A46">
      <w:r>
        <w:t>829.4427</w:t>
      </w:r>
      <w:r>
        <w:tab/>
        <w:t>1.013e0</w:t>
      </w:r>
    </w:p>
    <w:p w:rsidR="007B6A46" w:rsidRDefault="007B6A46" w:rsidP="007B6A46">
      <w:r>
        <w:t>829.4935</w:t>
      </w:r>
      <w:r>
        <w:tab/>
        <w:t>1.013e0</w:t>
      </w:r>
    </w:p>
    <w:p w:rsidR="007B6A46" w:rsidRDefault="007B6A46" w:rsidP="007B6A46">
      <w:r>
        <w:t>829.4948</w:t>
      </w:r>
      <w:r>
        <w:tab/>
        <w:t>1.013e0</w:t>
      </w:r>
    </w:p>
    <w:p w:rsidR="007B6A46" w:rsidRDefault="007B6A46" w:rsidP="007B6A46">
      <w:r>
        <w:t>829.5099</w:t>
      </w:r>
      <w:r>
        <w:tab/>
        <w:t>1.013e0</w:t>
      </w:r>
    </w:p>
    <w:p w:rsidR="007B6A46" w:rsidRDefault="007B6A46" w:rsidP="007B6A46">
      <w:r>
        <w:t>829.5507</w:t>
      </w:r>
      <w:r>
        <w:tab/>
        <w:t>2.025e0</w:t>
      </w:r>
    </w:p>
    <w:p w:rsidR="007B6A46" w:rsidRDefault="007B6A46" w:rsidP="007B6A46">
      <w:r>
        <w:t>829.5773</w:t>
      </w:r>
      <w:r>
        <w:tab/>
        <w:t>1.013e0</w:t>
      </w:r>
    </w:p>
    <w:p w:rsidR="007B6A46" w:rsidRDefault="007B6A46" w:rsidP="007B6A46">
      <w:r>
        <w:t>829.6297</w:t>
      </w:r>
      <w:r>
        <w:tab/>
        <w:t>1.013e0</w:t>
      </w:r>
    </w:p>
    <w:p w:rsidR="007B6A46" w:rsidRDefault="007B6A46" w:rsidP="007B6A46">
      <w:r>
        <w:t>829.6471</w:t>
      </w:r>
      <w:r>
        <w:tab/>
        <w:t>1.013e0</w:t>
      </w:r>
    </w:p>
    <w:p w:rsidR="007B6A46" w:rsidRDefault="007B6A46" w:rsidP="007B6A46">
      <w:r>
        <w:t>829.6680</w:t>
      </w:r>
      <w:r>
        <w:tab/>
        <w:t>2.025e0</w:t>
      </w:r>
    </w:p>
    <w:p w:rsidR="007B6A46" w:rsidRDefault="007B6A46" w:rsidP="007B6A46">
      <w:r>
        <w:t>829.6800</w:t>
      </w:r>
      <w:r>
        <w:tab/>
        <w:t>1.013e0</w:t>
      </w:r>
    </w:p>
    <w:p w:rsidR="007B6A46" w:rsidRDefault="007B6A46" w:rsidP="007B6A46">
      <w:r>
        <w:t>829.7471</w:t>
      </w:r>
      <w:r>
        <w:tab/>
        <w:t>1.013e0</w:t>
      </w:r>
    </w:p>
    <w:p w:rsidR="007B6A46" w:rsidRDefault="007B6A46" w:rsidP="007B6A46">
      <w:r>
        <w:t>829.8719</w:t>
      </w:r>
      <w:r>
        <w:tab/>
        <w:t>1.013e0</w:t>
      </w:r>
    </w:p>
    <w:p w:rsidR="007B6A46" w:rsidRDefault="007B6A46" w:rsidP="007B6A46">
      <w:r>
        <w:t>829.9823</w:t>
      </w:r>
      <w:r>
        <w:tab/>
        <w:t>1.013e0</w:t>
      </w:r>
    </w:p>
    <w:p w:rsidR="007B6A46" w:rsidRDefault="007B6A46" w:rsidP="007B6A46">
      <w:r>
        <w:t>830.0395</w:t>
      </w:r>
      <w:r>
        <w:tab/>
        <w:t>1.013e0</w:t>
      </w:r>
    </w:p>
    <w:p w:rsidR="007B6A46" w:rsidRDefault="007B6A46" w:rsidP="007B6A46">
      <w:r>
        <w:t>830.1677</w:t>
      </w:r>
      <w:r>
        <w:tab/>
        <w:t>2.025e0</w:t>
      </w:r>
    </w:p>
    <w:p w:rsidR="007B6A46" w:rsidRDefault="007B6A46" w:rsidP="007B6A46">
      <w:r>
        <w:lastRenderedPageBreak/>
        <w:t>830.2198</w:t>
      </w:r>
      <w:r>
        <w:tab/>
        <w:t>1.013e0</w:t>
      </w:r>
    </w:p>
    <w:p w:rsidR="007B6A46" w:rsidRDefault="007B6A46" w:rsidP="007B6A46">
      <w:r>
        <w:t>830.3036</w:t>
      </w:r>
      <w:r>
        <w:tab/>
        <w:t>8.101e0</w:t>
      </w:r>
    </w:p>
    <w:p w:rsidR="007B6A46" w:rsidRDefault="007B6A46" w:rsidP="007B6A46">
      <w:r>
        <w:t>830.3267</w:t>
      </w:r>
      <w:r>
        <w:tab/>
        <w:t>9.114e0</w:t>
      </w:r>
    </w:p>
    <w:p w:rsidR="007B6A46" w:rsidRDefault="007B6A46" w:rsidP="007B6A46">
      <w:r>
        <w:t>830.3317</w:t>
      </w:r>
      <w:r>
        <w:tab/>
        <w:t>6.076e0</w:t>
      </w:r>
    </w:p>
    <w:p w:rsidR="007B6A46" w:rsidRDefault="007B6A46" w:rsidP="007B6A46">
      <w:r>
        <w:t>830.3369</w:t>
      </w:r>
      <w:r>
        <w:tab/>
        <w:t>7.089e0</w:t>
      </w:r>
    </w:p>
    <w:p w:rsidR="007B6A46" w:rsidRDefault="007B6A46" w:rsidP="007B6A46">
      <w:r>
        <w:t>830.4280</w:t>
      </w:r>
      <w:r>
        <w:tab/>
        <w:t>2.025e0</w:t>
      </w:r>
    </w:p>
    <w:p w:rsidR="007B6A46" w:rsidRDefault="007B6A46" w:rsidP="007B6A46">
      <w:r>
        <w:t>830.5076</w:t>
      </w:r>
      <w:r>
        <w:tab/>
        <w:t>2.025e0</w:t>
      </w:r>
    </w:p>
    <w:p w:rsidR="007B6A46" w:rsidRDefault="007B6A46" w:rsidP="007B6A46">
      <w:r>
        <w:t>830.5117</w:t>
      </w:r>
      <w:r>
        <w:tab/>
        <w:t>3.038e0</w:t>
      </w:r>
    </w:p>
    <w:p w:rsidR="007B6A46" w:rsidRDefault="007B6A46" w:rsidP="007B6A46">
      <w:r>
        <w:t>830.5425</w:t>
      </w:r>
      <w:r>
        <w:tab/>
        <w:t>1.013e0</w:t>
      </w:r>
    </w:p>
    <w:p w:rsidR="007B6A46" w:rsidRDefault="007B6A46" w:rsidP="007B6A46">
      <w:r>
        <w:t>830.5459</w:t>
      </w:r>
      <w:r>
        <w:tab/>
        <w:t>3.038e0</w:t>
      </w:r>
    </w:p>
    <w:p w:rsidR="007B6A46" w:rsidRDefault="007B6A46" w:rsidP="007B6A46">
      <w:r>
        <w:t>830.7985</w:t>
      </w:r>
      <w:r>
        <w:tab/>
        <w:t>1.013e0</w:t>
      </w:r>
    </w:p>
    <w:p w:rsidR="007B6A46" w:rsidRDefault="007B6A46" w:rsidP="007B6A46">
      <w:r>
        <w:t>830.8767</w:t>
      </w:r>
      <w:r>
        <w:tab/>
        <w:t>1.013e0</w:t>
      </w:r>
    </w:p>
    <w:p w:rsidR="007B6A46" w:rsidRDefault="007B6A46" w:rsidP="007B6A46">
      <w:r>
        <w:t>831.2054</w:t>
      </w:r>
      <w:r>
        <w:tab/>
        <w:t>1.013e0</w:t>
      </w:r>
    </w:p>
    <w:p w:rsidR="007B6A46" w:rsidRDefault="007B6A46" w:rsidP="007B6A46">
      <w:r>
        <w:t>831.2277</w:t>
      </w:r>
      <w:r>
        <w:tab/>
        <w:t>1.013e0</w:t>
      </w:r>
    </w:p>
    <w:p w:rsidR="007B6A46" w:rsidRDefault="007B6A46" w:rsidP="007B6A46">
      <w:r>
        <w:t>831.2557</w:t>
      </w:r>
      <w:r>
        <w:tab/>
        <w:t>2.025e0</w:t>
      </w:r>
    </w:p>
    <w:p w:rsidR="007B6A46" w:rsidRDefault="007B6A46" w:rsidP="007B6A46">
      <w:r>
        <w:t>831.3022</w:t>
      </w:r>
      <w:r>
        <w:tab/>
        <w:t>3.038e0</w:t>
      </w:r>
    </w:p>
    <w:p w:rsidR="007B6A46" w:rsidRDefault="007B6A46" w:rsidP="007B6A46">
      <w:r>
        <w:t>831.3103</w:t>
      </w:r>
      <w:r>
        <w:tab/>
        <w:t>3.162e0</w:t>
      </w:r>
    </w:p>
    <w:p w:rsidR="007B6A46" w:rsidRDefault="007B6A46" w:rsidP="007B6A46">
      <w:r>
        <w:t>831.3396</w:t>
      </w:r>
      <w:r>
        <w:tab/>
        <w:t>1.013e0</w:t>
      </w:r>
    </w:p>
    <w:p w:rsidR="007B6A46" w:rsidRDefault="007B6A46" w:rsidP="007B6A46">
      <w:r>
        <w:t>831.3523</w:t>
      </w:r>
      <w:r>
        <w:tab/>
        <w:t>4.051e0</w:t>
      </w:r>
    </w:p>
    <w:p w:rsidR="007B6A46" w:rsidRDefault="007B6A46" w:rsidP="007B6A46">
      <w:r>
        <w:lastRenderedPageBreak/>
        <w:t>831.3576</w:t>
      </w:r>
      <w:r>
        <w:tab/>
        <w:t>2.025e0</w:t>
      </w:r>
    </w:p>
    <w:p w:rsidR="007B6A46" w:rsidRDefault="007B6A46" w:rsidP="007B6A46">
      <w:r>
        <w:t>831.3943</w:t>
      </w:r>
      <w:r>
        <w:tab/>
        <w:t>2.025e0</w:t>
      </w:r>
    </w:p>
    <w:p w:rsidR="007B6A46" w:rsidRDefault="007B6A46" w:rsidP="007B6A46">
      <w:r>
        <w:t>831.4235</w:t>
      </w:r>
      <w:r>
        <w:tab/>
        <w:t>3.038e0</w:t>
      </w:r>
    </w:p>
    <w:p w:rsidR="007B6A46" w:rsidRDefault="007B6A46" w:rsidP="007B6A46">
      <w:r>
        <w:t>831.4247</w:t>
      </w:r>
      <w:r>
        <w:tab/>
        <w:t>1.013e0</w:t>
      </w:r>
    </w:p>
    <w:p w:rsidR="007B6A46" w:rsidRDefault="007B6A46" w:rsidP="007B6A46">
      <w:r>
        <w:t>831.5415</w:t>
      </w:r>
      <w:r>
        <w:tab/>
        <w:t>5.063e0</w:t>
      </w:r>
    </w:p>
    <w:p w:rsidR="007B6A46" w:rsidRDefault="007B6A46" w:rsidP="007B6A46">
      <w:r>
        <w:t>831.5432</w:t>
      </w:r>
      <w:r>
        <w:tab/>
        <w:t>1.013e0</w:t>
      </w:r>
    </w:p>
    <w:p w:rsidR="007B6A46" w:rsidRDefault="007B6A46" w:rsidP="007B6A46">
      <w:r>
        <w:t>831.5857</w:t>
      </w:r>
      <w:r>
        <w:tab/>
        <w:t>2.025e0</w:t>
      </w:r>
    </w:p>
    <w:p w:rsidR="007B6A46" w:rsidRDefault="007B6A46" w:rsidP="007B6A46">
      <w:r>
        <w:t>831.6351</w:t>
      </w:r>
      <w:r>
        <w:tab/>
        <w:t>4.051e0</w:t>
      </w:r>
    </w:p>
    <w:p w:rsidR="007B6A46" w:rsidRDefault="007B6A46" w:rsidP="007B6A46">
      <w:r>
        <w:t>831.8014</w:t>
      </w:r>
      <w:r>
        <w:tab/>
        <w:t>1.013e0</w:t>
      </w:r>
    </w:p>
    <w:p w:rsidR="007B6A46" w:rsidRDefault="007B6A46" w:rsidP="007B6A46">
      <w:r>
        <w:t>831.8561</w:t>
      </w:r>
      <w:r>
        <w:tab/>
        <w:t>1.013e0</w:t>
      </w:r>
    </w:p>
    <w:p w:rsidR="007B6A46" w:rsidRDefault="007B6A46" w:rsidP="007B6A46">
      <w:r>
        <w:t>831.8841</w:t>
      </w:r>
      <w:r>
        <w:tab/>
        <w:t>1.013e0</w:t>
      </w:r>
    </w:p>
    <w:p w:rsidR="007B6A46" w:rsidRDefault="007B6A46" w:rsidP="007B6A46">
      <w:r>
        <w:t>831.9834</w:t>
      </w:r>
      <w:r>
        <w:tab/>
        <w:t>1.013e0</w:t>
      </w:r>
    </w:p>
    <w:p w:rsidR="007B6A46" w:rsidRDefault="007B6A46" w:rsidP="007B6A46">
      <w:r>
        <w:t>832.0188</w:t>
      </w:r>
      <w:r>
        <w:tab/>
        <w:t>1.013e0</w:t>
      </w:r>
    </w:p>
    <w:p w:rsidR="007B6A46" w:rsidRDefault="007B6A46" w:rsidP="007B6A46">
      <w:r>
        <w:t>832.0349</w:t>
      </w:r>
      <w:r>
        <w:tab/>
        <w:t>1.013e0</w:t>
      </w:r>
    </w:p>
    <w:p w:rsidR="007B6A46" w:rsidRDefault="007B6A46" w:rsidP="007B6A46">
      <w:r>
        <w:t>832.0362</w:t>
      </w:r>
      <w:r>
        <w:tab/>
        <w:t>1.013e0</w:t>
      </w:r>
    </w:p>
    <w:p w:rsidR="007B6A46" w:rsidRDefault="007B6A46" w:rsidP="007B6A46">
      <w:r>
        <w:t>832.0381</w:t>
      </w:r>
      <w:r>
        <w:tab/>
        <w:t>1.013e0</w:t>
      </w:r>
    </w:p>
    <w:p w:rsidR="007B6A46" w:rsidRDefault="007B6A46" w:rsidP="007B6A46">
      <w:r>
        <w:t>832.1221</w:t>
      </w:r>
      <w:r>
        <w:tab/>
        <w:t>1.013e0</w:t>
      </w:r>
    </w:p>
    <w:p w:rsidR="007B6A46" w:rsidRDefault="007B6A46" w:rsidP="007B6A46">
      <w:r>
        <w:t>832.1921</w:t>
      </w:r>
      <w:r>
        <w:tab/>
        <w:t>1.013e0</w:t>
      </w:r>
    </w:p>
    <w:p w:rsidR="007B6A46" w:rsidRDefault="007B6A46" w:rsidP="007B6A46">
      <w:r>
        <w:t>832.2355</w:t>
      </w:r>
      <w:r>
        <w:tab/>
        <w:t>1.013e0</w:t>
      </w:r>
    </w:p>
    <w:p w:rsidR="007B6A46" w:rsidRDefault="007B6A46" w:rsidP="007B6A46">
      <w:r>
        <w:lastRenderedPageBreak/>
        <w:t>832.2914</w:t>
      </w:r>
      <w:r>
        <w:tab/>
        <w:t>1.013e0</w:t>
      </w:r>
    </w:p>
    <w:p w:rsidR="007B6A46" w:rsidRDefault="007B6A46" w:rsidP="007B6A46">
      <w:r>
        <w:t>832.3568</w:t>
      </w:r>
      <w:r>
        <w:tab/>
        <w:t>1.013e0</w:t>
      </w:r>
    </w:p>
    <w:p w:rsidR="007B6A46" w:rsidRDefault="007B6A46" w:rsidP="007B6A46">
      <w:r>
        <w:t>832.3755</w:t>
      </w:r>
      <w:r>
        <w:tab/>
        <w:t>1.013e0</w:t>
      </w:r>
    </w:p>
    <w:p w:rsidR="007B6A46" w:rsidRDefault="007B6A46" w:rsidP="007B6A46">
      <w:r>
        <w:t>832.4430</w:t>
      </w:r>
      <w:r>
        <w:tab/>
        <w:t>1.013e0</w:t>
      </w:r>
    </w:p>
    <w:p w:rsidR="007B6A46" w:rsidRDefault="007B6A46" w:rsidP="007B6A46">
      <w:r>
        <w:t>832.4593</w:t>
      </w:r>
      <w:r>
        <w:tab/>
        <w:t>2.025e0</w:t>
      </w:r>
    </w:p>
    <w:p w:rsidR="007B6A46" w:rsidRDefault="007B6A46" w:rsidP="007B6A46">
      <w:r>
        <w:t>832.5002</w:t>
      </w:r>
      <w:r>
        <w:tab/>
        <w:t>1.013e0</w:t>
      </w:r>
    </w:p>
    <w:p w:rsidR="007B6A46" w:rsidRDefault="007B6A46" w:rsidP="007B6A46">
      <w:r>
        <w:t>832.5436</w:t>
      </w:r>
      <w:r>
        <w:tab/>
        <w:t>2.025e0</w:t>
      </w:r>
    </w:p>
    <w:p w:rsidR="007B6A46" w:rsidRDefault="007B6A46" w:rsidP="007B6A46">
      <w:r>
        <w:t>832.5982</w:t>
      </w:r>
      <w:r>
        <w:tab/>
        <w:t>2.025e0</w:t>
      </w:r>
    </w:p>
    <w:p w:rsidR="007B6A46" w:rsidRDefault="007B6A46" w:rsidP="007B6A46">
      <w:r>
        <w:t>832.6136</w:t>
      </w:r>
      <w:r>
        <w:tab/>
        <w:t>2.025e0</w:t>
      </w:r>
    </w:p>
    <w:p w:rsidR="007B6A46" w:rsidRDefault="007B6A46" w:rsidP="007B6A46">
      <w:r>
        <w:t>832.6404</w:t>
      </w:r>
      <w:r>
        <w:tab/>
        <w:t>1.013e0</w:t>
      </w:r>
    </w:p>
    <w:p w:rsidR="007B6A46" w:rsidRDefault="007B6A46" w:rsidP="007B6A46">
      <w:r>
        <w:t>832.7958</w:t>
      </w:r>
      <w:r>
        <w:tab/>
        <w:t>1.013e0</w:t>
      </w:r>
    </w:p>
    <w:p w:rsidR="007B6A46" w:rsidRDefault="007B6A46" w:rsidP="007B6A46">
      <w:r>
        <w:t>832.8998</w:t>
      </w:r>
      <w:r>
        <w:tab/>
        <w:t>1.013e0</w:t>
      </w:r>
    </w:p>
    <w:p w:rsidR="007B6A46" w:rsidRDefault="007B6A46" w:rsidP="007B6A46">
      <w:r>
        <w:t>832.9832</w:t>
      </w:r>
      <w:r>
        <w:tab/>
        <w:t>1.013e0</w:t>
      </w:r>
    </w:p>
    <w:p w:rsidR="007B6A46" w:rsidRDefault="007B6A46" w:rsidP="007B6A46">
      <w:r>
        <w:t>832.9920</w:t>
      </w:r>
      <w:r>
        <w:tab/>
        <w:t>1.013e0</w:t>
      </w:r>
    </w:p>
    <w:p w:rsidR="007B6A46" w:rsidRDefault="007B6A46" w:rsidP="007B6A46">
      <w:r>
        <w:t>833.0328</w:t>
      </w:r>
      <w:r>
        <w:tab/>
        <w:t>1.013e0</w:t>
      </w:r>
    </w:p>
    <w:p w:rsidR="007B6A46" w:rsidRDefault="007B6A46" w:rsidP="007B6A46">
      <w:r>
        <w:t>833.1322</w:t>
      </w:r>
      <w:r>
        <w:tab/>
        <w:t>1.013e0</w:t>
      </w:r>
    </w:p>
    <w:p w:rsidR="007B6A46" w:rsidRDefault="007B6A46" w:rsidP="007B6A46">
      <w:r>
        <w:t>833.1870</w:t>
      </w:r>
      <w:r>
        <w:tab/>
        <w:t>1.013e0</w:t>
      </w:r>
    </w:p>
    <w:p w:rsidR="007B6A46" w:rsidRDefault="007B6A46" w:rsidP="007B6A46">
      <w:r>
        <w:t>833.3285</w:t>
      </w:r>
      <w:r>
        <w:tab/>
        <w:t>1.013e0</w:t>
      </w:r>
    </w:p>
    <w:p w:rsidR="007B6A46" w:rsidRDefault="007B6A46" w:rsidP="007B6A46">
      <w:r>
        <w:t>833.3566</w:t>
      </w:r>
      <w:r>
        <w:tab/>
        <w:t>1.013e0</w:t>
      </w:r>
    </w:p>
    <w:p w:rsidR="007B6A46" w:rsidRDefault="007B6A46" w:rsidP="007B6A46">
      <w:r>
        <w:lastRenderedPageBreak/>
        <w:t>833.5529</w:t>
      </w:r>
      <w:r>
        <w:tab/>
        <w:t>2.025e0</w:t>
      </w:r>
    </w:p>
    <w:p w:rsidR="007B6A46" w:rsidRDefault="007B6A46" w:rsidP="007B6A46">
      <w:r>
        <w:t>833.6105</w:t>
      </w:r>
      <w:r>
        <w:tab/>
        <w:t>1.013e0</w:t>
      </w:r>
    </w:p>
    <w:p w:rsidR="007B6A46" w:rsidRDefault="007B6A46" w:rsidP="007B6A46">
      <w:r>
        <w:t>833.6617</w:t>
      </w:r>
      <w:r>
        <w:tab/>
        <w:t>1.013e0</w:t>
      </w:r>
    </w:p>
    <w:p w:rsidR="007B6A46" w:rsidRDefault="007B6A46" w:rsidP="007B6A46">
      <w:r>
        <w:t>833.7092</w:t>
      </w:r>
      <w:r>
        <w:tab/>
        <w:t>3.038e0</w:t>
      </w:r>
    </w:p>
    <w:p w:rsidR="007B6A46" w:rsidRDefault="007B6A46" w:rsidP="007B6A46">
      <w:r>
        <w:t>833.7633</w:t>
      </w:r>
      <w:r>
        <w:tab/>
        <w:t>2.025e0</w:t>
      </w:r>
    </w:p>
    <w:p w:rsidR="007B6A46" w:rsidRDefault="007B6A46" w:rsidP="007B6A46">
      <w:r>
        <w:t>833.7773</w:t>
      </w:r>
      <w:r>
        <w:tab/>
        <w:t>1.013e0</w:t>
      </w:r>
    </w:p>
    <w:p w:rsidR="007B6A46" w:rsidRDefault="007B6A46" w:rsidP="007B6A46">
      <w:r>
        <w:t>833.8812</w:t>
      </w:r>
      <w:r>
        <w:tab/>
        <w:t>1.013e0</w:t>
      </w:r>
    </w:p>
    <w:p w:rsidR="007B6A46" w:rsidRDefault="007B6A46" w:rsidP="007B6A46">
      <w:r>
        <w:t>833.9393</w:t>
      </w:r>
      <w:r>
        <w:tab/>
        <w:t>2.025e0</w:t>
      </w:r>
    </w:p>
    <w:p w:rsidR="007B6A46" w:rsidRDefault="007B6A46" w:rsidP="007B6A46">
      <w:r>
        <w:t>833.9919</w:t>
      </w:r>
      <w:r>
        <w:tab/>
        <w:t>2.025e0</w:t>
      </w:r>
    </w:p>
    <w:p w:rsidR="007B6A46" w:rsidRDefault="007B6A46" w:rsidP="007B6A46">
      <w:r>
        <w:t>834.0566</w:t>
      </w:r>
      <w:r>
        <w:tab/>
        <w:t>1.013e0</w:t>
      </w:r>
    </w:p>
    <w:p w:rsidR="007B6A46" w:rsidRDefault="007B6A46" w:rsidP="007B6A46">
      <w:r>
        <w:t>834.0610</w:t>
      </w:r>
      <w:r>
        <w:tab/>
        <w:t>2.025e0</w:t>
      </w:r>
    </w:p>
    <w:p w:rsidR="007B6A46" w:rsidRDefault="007B6A46" w:rsidP="007B6A46">
      <w:r>
        <w:t>834.1368</w:t>
      </w:r>
      <w:r>
        <w:tab/>
        <w:t>1.013e0</w:t>
      </w:r>
    </w:p>
    <w:p w:rsidR="007B6A46" w:rsidRDefault="007B6A46" w:rsidP="007B6A46">
      <w:r>
        <w:t>834.1855</w:t>
      </w:r>
      <w:r>
        <w:tab/>
        <w:t>1.013e0</w:t>
      </w:r>
    </w:p>
    <w:p w:rsidR="007B6A46" w:rsidRDefault="007B6A46" w:rsidP="007B6A46">
      <w:r>
        <w:t>834.2825</w:t>
      </w:r>
      <w:r>
        <w:tab/>
        <w:t>3.038e0</w:t>
      </w:r>
    </w:p>
    <w:p w:rsidR="007B6A46" w:rsidRDefault="007B6A46" w:rsidP="007B6A46">
      <w:r>
        <w:t>834.3051</w:t>
      </w:r>
      <w:r>
        <w:tab/>
        <w:t>1.013e0</w:t>
      </w:r>
    </w:p>
    <w:p w:rsidR="007B6A46" w:rsidRDefault="007B6A46" w:rsidP="007B6A46">
      <w:r>
        <w:t>834.3725</w:t>
      </w:r>
      <w:r>
        <w:tab/>
        <w:t>1.013e0</w:t>
      </w:r>
    </w:p>
    <w:p w:rsidR="007B6A46" w:rsidRDefault="007B6A46" w:rsidP="007B6A46">
      <w:r>
        <w:t>834.3898</w:t>
      </w:r>
      <w:r>
        <w:tab/>
        <w:t>1.013e0</w:t>
      </w:r>
    </w:p>
    <w:p w:rsidR="007B6A46" w:rsidRDefault="007B6A46" w:rsidP="007B6A46">
      <w:r>
        <w:t>834.4586</w:t>
      </w:r>
      <w:r>
        <w:tab/>
        <w:t>1.013e0</w:t>
      </w:r>
    </w:p>
    <w:p w:rsidR="007B6A46" w:rsidRDefault="007B6A46" w:rsidP="007B6A46">
      <w:r>
        <w:t>834.5352</w:t>
      </w:r>
      <w:r>
        <w:tab/>
        <w:t>1.013e0</w:t>
      </w:r>
    </w:p>
    <w:p w:rsidR="007B6A46" w:rsidRDefault="007B6A46" w:rsidP="007B6A46">
      <w:r>
        <w:lastRenderedPageBreak/>
        <w:t>834.5687</w:t>
      </w:r>
      <w:r>
        <w:tab/>
        <w:t>2.025e0</w:t>
      </w:r>
    </w:p>
    <w:p w:rsidR="007B6A46" w:rsidRDefault="007B6A46" w:rsidP="007B6A46">
      <w:r>
        <w:t>834.6335</w:t>
      </w:r>
      <w:r>
        <w:tab/>
        <w:t>1.013e0</w:t>
      </w:r>
    </w:p>
    <w:p w:rsidR="007B6A46" w:rsidRDefault="007B6A46" w:rsidP="007B6A46">
      <w:r>
        <w:t>834.6476</w:t>
      </w:r>
      <w:r>
        <w:tab/>
        <w:t>1.013e0</w:t>
      </w:r>
    </w:p>
    <w:p w:rsidR="007B6A46" w:rsidRDefault="007B6A46" w:rsidP="007B6A46">
      <w:r>
        <w:t>834.7306</w:t>
      </w:r>
      <w:r>
        <w:tab/>
        <w:t>1.013e0</w:t>
      </w:r>
    </w:p>
    <w:p w:rsidR="007B6A46" w:rsidRDefault="007B6A46" w:rsidP="007B6A46">
      <w:r>
        <w:t>834.7446</w:t>
      </w:r>
      <w:r>
        <w:tab/>
        <w:t>1.013e0</w:t>
      </w:r>
    </w:p>
    <w:p w:rsidR="007B6A46" w:rsidRDefault="007B6A46" w:rsidP="007B6A46">
      <w:r>
        <w:t>834.8301</w:t>
      </w:r>
      <w:r>
        <w:tab/>
        <w:t>1.013e0</w:t>
      </w:r>
    </w:p>
    <w:p w:rsidR="007B6A46" w:rsidRDefault="007B6A46" w:rsidP="007B6A46">
      <w:r>
        <w:t>834.9004</w:t>
      </w:r>
      <w:r>
        <w:tab/>
        <w:t>1.013e0</w:t>
      </w:r>
    </w:p>
    <w:p w:rsidR="007B6A46" w:rsidRDefault="007B6A46" w:rsidP="007B6A46">
      <w:r>
        <w:t>834.9833</w:t>
      </w:r>
      <w:r>
        <w:tab/>
        <w:t>1.013e0</w:t>
      </w:r>
    </w:p>
    <w:p w:rsidR="007B6A46" w:rsidRDefault="007B6A46" w:rsidP="007B6A46">
      <w:r>
        <w:t>834.9847</w:t>
      </w:r>
      <w:r>
        <w:tab/>
        <w:t>1.013e0</w:t>
      </w:r>
    </w:p>
    <w:p w:rsidR="007B6A46" w:rsidRDefault="007B6A46" w:rsidP="007B6A46">
      <w:r>
        <w:t>835.0346</w:t>
      </w:r>
      <w:r>
        <w:tab/>
        <w:t>1.013e0</w:t>
      </w:r>
    </w:p>
    <w:p w:rsidR="007B6A46" w:rsidRDefault="007B6A46" w:rsidP="007B6A46">
      <w:r>
        <w:t>835.0676</w:t>
      </w:r>
      <w:r>
        <w:tab/>
        <w:t>1.013e0</w:t>
      </w:r>
    </w:p>
    <w:p w:rsidR="007B6A46" w:rsidRDefault="007B6A46" w:rsidP="007B6A46">
      <w:r>
        <w:t>835.2095</w:t>
      </w:r>
      <w:r>
        <w:tab/>
        <w:t>1.013e0</w:t>
      </w:r>
    </w:p>
    <w:p w:rsidR="007B6A46" w:rsidRDefault="007B6A46" w:rsidP="007B6A46">
      <w:r>
        <w:t>835.3147</w:t>
      </w:r>
      <w:r>
        <w:tab/>
        <w:t>2.025e0</w:t>
      </w:r>
    </w:p>
    <w:p w:rsidR="007B6A46" w:rsidRDefault="007B6A46" w:rsidP="007B6A46">
      <w:r>
        <w:t>835.3487</w:t>
      </w:r>
      <w:r>
        <w:tab/>
        <w:t>1.013e0</w:t>
      </w:r>
    </w:p>
    <w:p w:rsidR="007B6A46" w:rsidRDefault="007B6A46" w:rsidP="007B6A46">
      <w:r>
        <w:t>835.4224</w:t>
      </w:r>
      <w:r>
        <w:tab/>
        <w:t>1.013e0</w:t>
      </w:r>
    </w:p>
    <w:p w:rsidR="007B6A46" w:rsidRDefault="007B6A46" w:rsidP="007B6A46">
      <w:r>
        <w:t>835.5245</w:t>
      </w:r>
      <w:r>
        <w:tab/>
        <w:t>1.013e0</w:t>
      </w:r>
    </w:p>
    <w:p w:rsidR="007B6A46" w:rsidRDefault="007B6A46" w:rsidP="007B6A46">
      <w:r>
        <w:t>835.5258</w:t>
      </w:r>
      <w:r>
        <w:tab/>
        <w:t>2.025e0</w:t>
      </w:r>
    </w:p>
    <w:p w:rsidR="007B6A46" w:rsidRDefault="007B6A46" w:rsidP="007B6A46">
      <w:r>
        <w:t>835.5314</w:t>
      </w:r>
      <w:r>
        <w:tab/>
        <w:t>1.013e0</w:t>
      </w:r>
    </w:p>
    <w:p w:rsidR="007B6A46" w:rsidRDefault="007B6A46" w:rsidP="007B6A46">
      <w:r>
        <w:t>835.7283</w:t>
      </w:r>
      <w:r>
        <w:tab/>
        <w:t>2.025e0</w:t>
      </w:r>
    </w:p>
    <w:p w:rsidR="007B6A46" w:rsidRDefault="007B6A46" w:rsidP="007B6A46">
      <w:r>
        <w:lastRenderedPageBreak/>
        <w:t>835.7296</w:t>
      </w:r>
      <w:r>
        <w:tab/>
        <w:t>1.013e0</w:t>
      </w:r>
    </w:p>
    <w:p w:rsidR="007B6A46" w:rsidRDefault="007B6A46" w:rsidP="007B6A46">
      <w:r>
        <w:t>835.7577</w:t>
      </w:r>
      <w:r>
        <w:tab/>
        <w:t>1.013e0</w:t>
      </w:r>
    </w:p>
    <w:p w:rsidR="007B6A46" w:rsidRDefault="007B6A46" w:rsidP="007B6A46">
      <w:r>
        <w:t>835.8140</w:t>
      </w:r>
      <w:r>
        <w:tab/>
        <w:t>1.013e0</w:t>
      </w:r>
    </w:p>
    <w:p w:rsidR="007B6A46" w:rsidRDefault="007B6A46" w:rsidP="007B6A46">
      <w:r>
        <w:t>835.9251</w:t>
      </w:r>
      <w:r>
        <w:tab/>
        <w:t>1.013e0</w:t>
      </w:r>
    </w:p>
    <w:p w:rsidR="007B6A46" w:rsidRDefault="007B6A46" w:rsidP="007B6A46">
      <w:r>
        <w:t>835.9277</w:t>
      </w:r>
      <w:r>
        <w:tab/>
        <w:t>2.025e0</w:t>
      </w:r>
    </w:p>
    <w:p w:rsidR="007B6A46" w:rsidRDefault="007B6A46" w:rsidP="007B6A46">
      <w:r>
        <w:t>835.9322</w:t>
      </w:r>
      <w:r>
        <w:tab/>
        <w:t>2.025e0</w:t>
      </w:r>
    </w:p>
    <w:p w:rsidR="007B6A46" w:rsidRDefault="007B6A46" w:rsidP="007B6A46">
      <w:r>
        <w:t>836.0298</w:t>
      </w:r>
      <w:r>
        <w:tab/>
        <w:t>2.025e0</w:t>
      </w:r>
    </w:p>
    <w:p w:rsidR="007B6A46" w:rsidRDefault="007B6A46" w:rsidP="007B6A46">
      <w:r>
        <w:t>836.0599</w:t>
      </w:r>
      <w:r>
        <w:tab/>
        <w:t>2.025e0</w:t>
      </w:r>
    </w:p>
    <w:p w:rsidR="007B6A46" w:rsidRDefault="007B6A46" w:rsidP="007B6A46">
      <w:r>
        <w:t>836.0886</w:t>
      </w:r>
      <w:r>
        <w:tab/>
        <w:t>2.025e0</w:t>
      </w:r>
    </w:p>
    <w:p w:rsidR="007B6A46" w:rsidRDefault="007B6A46" w:rsidP="007B6A46">
      <w:r>
        <w:t>836.2360</w:t>
      </w:r>
      <w:r>
        <w:tab/>
        <w:t>1.013e0</w:t>
      </w:r>
    </w:p>
    <w:p w:rsidR="007B6A46" w:rsidRDefault="007B6A46" w:rsidP="007B6A46">
      <w:r>
        <w:t>836.2487</w:t>
      </w:r>
      <w:r>
        <w:tab/>
        <w:t>1.013e0</w:t>
      </w:r>
    </w:p>
    <w:p w:rsidR="007B6A46" w:rsidRDefault="007B6A46" w:rsidP="007B6A46">
      <w:r>
        <w:t>836.2781</w:t>
      </w:r>
      <w:r>
        <w:tab/>
        <w:t>1.013e0</w:t>
      </w:r>
    </w:p>
    <w:p w:rsidR="007B6A46" w:rsidRDefault="007B6A46" w:rsidP="007B6A46">
      <w:r>
        <w:t>836.4597</w:t>
      </w:r>
      <w:r>
        <w:tab/>
        <w:t>1.013e0</w:t>
      </w:r>
    </w:p>
    <w:p w:rsidR="007B6A46" w:rsidRDefault="007B6A46" w:rsidP="007B6A46">
      <w:r>
        <w:t>836.4611</w:t>
      </w:r>
      <w:r>
        <w:tab/>
        <w:t>1.013e0</w:t>
      </w:r>
    </w:p>
    <w:p w:rsidR="007B6A46" w:rsidRDefault="007B6A46" w:rsidP="007B6A46">
      <w:r>
        <w:t>836.4827</w:t>
      </w:r>
      <w:r>
        <w:tab/>
        <w:t>2.025e0</w:t>
      </w:r>
    </w:p>
    <w:p w:rsidR="007B6A46" w:rsidRDefault="007B6A46" w:rsidP="007B6A46">
      <w:r>
        <w:t>836.4879</w:t>
      </w:r>
      <w:r>
        <w:tab/>
        <w:t>1.013e0</w:t>
      </w:r>
    </w:p>
    <w:p w:rsidR="007B6A46" w:rsidRDefault="007B6A46" w:rsidP="007B6A46">
      <w:r>
        <w:t>836.4892</w:t>
      </w:r>
      <w:r>
        <w:tab/>
        <w:t>1.013e0</w:t>
      </w:r>
    </w:p>
    <w:p w:rsidR="007B6A46" w:rsidRDefault="007B6A46" w:rsidP="007B6A46">
      <w:r>
        <w:t>836.5441</w:t>
      </w:r>
      <w:r>
        <w:tab/>
        <w:t>1.013e0</w:t>
      </w:r>
    </w:p>
    <w:p w:rsidR="007B6A46" w:rsidRDefault="007B6A46" w:rsidP="007B6A46">
      <w:r>
        <w:t>836.5736</w:t>
      </w:r>
      <w:r>
        <w:tab/>
        <w:t>1.013e0</w:t>
      </w:r>
    </w:p>
    <w:p w:rsidR="007B6A46" w:rsidRDefault="007B6A46" w:rsidP="007B6A46">
      <w:r>
        <w:lastRenderedPageBreak/>
        <w:t>836.6017</w:t>
      </w:r>
      <w:r>
        <w:tab/>
        <w:t>1.013e0</w:t>
      </w:r>
    </w:p>
    <w:p w:rsidR="007B6A46" w:rsidRDefault="007B6A46" w:rsidP="007B6A46">
      <w:r>
        <w:t>836.6299</w:t>
      </w:r>
      <w:r>
        <w:tab/>
        <w:t>1.013e0</w:t>
      </w:r>
    </w:p>
    <w:p w:rsidR="007B6A46" w:rsidRDefault="007B6A46" w:rsidP="007B6A46">
      <w:r>
        <w:t>836.7010</w:t>
      </w:r>
      <w:r>
        <w:tab/>
        <w:t>3.038e0</w:t>
      </w:r>
    </w:p>
    <w:p w:rsidR="007B6A46" w:rsidRDefault="007B6A46" w:rsidP="007B6A46">
      <w:r>
        <w:t>836.7480</w:t>
      </w:r>
      <w:r>
        <w:tab/>
        <w:t>4.051e0</w:t>
      </w:r>
    </w:p>
    <w:p w:rsidR="007B6A46" w:rsidRDefault="007B6A46" w:rsidP="007B6A46">
      <w:r>
        <w:t>836.7797</w:t>
      </w:r>
      <w:r>
        <w:tab/>
        <w:t>3.038e0</w:t>
      </w:r>
    </w:p>
    <w:p w:rsidR="007B6A46" w:rsidRDefault="007B6A46" w:rsidP="007B6A46">
      <w:r>
        <w:t>836.8538</w:t>
      </w:r>
      <w:r>
        <w:tab/>
        <w:t>1.013e0</w:t>
      </w:r>
    </w:p>
    <w:p w:rsidR="007B6A46" w:rsidRDefault="007B6A46" w:rsidP="007B6A46">
      <w:r>
        <w:t>836.8643</w:t>
      </w:r>
      <w:r>
        <w:tab/>
        <w:t>1.013e0</w:t>
      </w:r>
    </w:p>
    <w:p w:rsidR="007B6A46" w:rsidRDefault="007B6A46" w:rsidP="007B6A46">
      <w:r>
        <w:t>837.0382</w:t>
      </w:r>
      <w:r>
        <w:tab/>
        <w:t>1.013e0</w:t>
      </w:r>
    </w:p>
    <w:p w:rsidR="007B6A46" w:rsidRDefault="007B6A46" w:rsidP="007B6A46">
      <w:r>
        <w:t>837.0825</w:t>
      </w:r>
      <w:r>
        <w:tab/>
        <w:t>1.013e0</w:t>
      </w:r>
    </w:p>
    <w:p w:rsidR="007B6A46" w:rsidRDefault="007B6A46" w:rsidP="007B6A46">
      <w:r>
        <w:t>837.1073</w:t>
      </w:r>
      <w:r>
        <w:tab/>
        <w:t>1.013e0</w:t>
      </w:r>
    </w:p>
    <w:p w:rsidR="007B6A46" w:rsidRDefault="007B6A46" w:rsidP="007B6A46">
      <w:r>
        <w:t>837.2481</w:t>
      </w:r>
      <w:r>
        <w:tab/>
        <w:t>1.013e0</w:t>
      </w:r>
    </w:p>
    <w:p w:rsidR="007B6A46" w:rsidRDefault="007B6A46" w:rsidP="007B6A46">
      <w:r>
        <w:t>837.2706</w:t>
      </w:r>
      <w:r>
        <w:tab/>
        <w:t>2.025e0</w:t>
      </w:r>
    </w:p>
    <w:p w:rsidR="007B6A46" w:rsidRDefault="007B6A46" w:rsidP="007B6A46">
      <w:r>
        <w:t>837.3367</w:t>
      </w:r>
      <w:r>
        <w:tab/>
        <w:t>1.013e0</w:t>
      </w:r>
    </w:p>
    <w:p w:rsidR="007B6A46" w:rsidRDefault="007B6A46" w:rsidP="007B6A46">
      <w:r>
        <w:t>837.3608</w:t>
      </w:r>
      <w:r>
        <w:tab/>
        <w:t>1.013e0</w:t>
      </w:r>
    </w:p>
    <w:p w:rsidR="007B6A46" w:rsidRDefault="007B6A46" w:rsidP="007B6A46">
      <w:r>
        <w:t>837.4735</w:t>
      </w:r>
      <w:r>
        <w:tab/>
        <w:t>1.013e0</w:t>
      </w:r>
    </w:p>
    <w:p w:rsidR="007B6A46" w:rsidRDefault="007B6A46" w:rsidP="007B6A46">
      <w:r>
        <w:t>837.4749</w:t>
      </w:r>
      <w:r>
        <w:tab/>
        <w:t>1.013e0</w:t>
      </w:r>
    </w:p>
    <w:p w:rsidR="007B6A46" w:rsidRDefault="007B6A46" w:rsidP="007B6A46">
      <w:r>
        <w:t>837.5171</w:t>
      </w:r>
      <w:r>
        <w:tab/>
        <w:t>1.013e0</w:t>
      </w:r>
    </w:p>
    <w:p w:rsidR="007B6A46" w:rsidRDefault="007B6A46" w:rsidP="007B6A46">
      <w:r>
        <w:t>837.5211</w:t>
      </w:r>
      <w:r>
        <w:tab/>
        <w:t>2.025e0</w:t>
      </w:r>
    </w:p>
    <w:p w:rsidR="007B6A46" w:rsidRDefault="007B6A46" w:rsidP="007B6A46">
      <w:r>
        <w:t>837.6144</w:t>
      </w:r>
      <w:r>
        <w:tab/>
        <w:t>1.013e0</w:t>
      </w:r>
    </w:p>
    <w:p w:rsidR="007B6A46" w:rsidRDefault="007B6A46" w:rsidP="007B6A46">
      <w:r>
        <w:lastRenderedPageBreak/>
        <w:t>837.7285</w:t>
      </w:r>
      <w:r>
        <w:tab/>
        <w:t>1.013e0</w:t>
      </w:r>
    </w:p>
    <w:p w:rsidR="007B6A46" w:rsidRDefault="007B6A46" w:rsidP="007B6A46">
      <w:r>
        <w:t>837.8821</w:t>
      </w:r>
      <w:r>
        <w:tab/>
        <w:t>1.013e0</w:t>
      </w:r>
    </w:p>
    <w:p w:rsidR="007B6A46" w:rsidRDefault="007B6A46" w:rsidP="007B6A46">
      <w:r>
        <w:t>837.8976</w:t>
      </w:r>
      <w:r>
        <w:tab/>
        <w:t>1.013e0</w:t>
      </w:r>
    </w:p>
    <w:p w:rsidR="007B6A46" w:rsidRDefault="007B6A46" w:rsidP="007B6A46">
      <w:r>
        <w:t>837.9659</w:t>
      </w:r>
      <w:r>
        <w:tab/>
        <w:t>1.013e0</w:t>
      </w:r>
    </w:p>
    <w:p w:rsidR="007B6A46" w:rsidRDefault="007B6A46" w:rsidP="007B6A46">
      <w:r>
        <w:t>837.9681</w:t>
      </w:r>
      <w:r>
        <w:tab/>
        <w:t>1.013e0</w:t>
      </w:r>
    </w:p>
    <w:p w:rsidR="007B6A46" w:rsidRDefault="007B6A46" w:rsidP="007B6A46">
      <w:r>
        <w:t>838.0231</w:t>
      </w:r>
      <w:r>
        <w:tab/>
        <w:t>1.013e0</w:t>
      </w:r>
    </w:p>
    <w:p w:rsidR="007B6A46" w:rsidRDefault="007B6A46" w:rsidP="007B6A46">
      <w:r>
        <w:t>838.0245</w:t>
      </w:r>
      <w:r>
        <w:tab/>
        <w:t>1.013e0</w:t>
      </w:r>
    </w:p>
    <w:p w:rsidR="007B6A46" w:rsidRDefault="007B6A46" w:rsidP="007B6A46">
      <w:r>
        <w:t>838.0936</w:t>
      </w:r>
      <w:r>
        <w:tab/>
        <w:t>1.013e0</w:t>
      </w:r>
    </w:p>
    <w:p w:rsidR="007B6A46" w:rsidRDefault="007B6A46" w:rsidP="007B6A46">
      <w:r>
        <w:t>838.1265</w:t>
      </w:r>
      <w:r>
        <w:tab/>
        <w:t>2.025e0</w:t>
      </w:r>
    </w:p>
    <w:p w:rsidR="007B6A46" w:rsidRDefault="007B6A46" w:rsidP="007B6A46">
      <w:r>
        <w:t>838.1529</w:t>
      </w:r>
      <w:r>
        <w:tab/>
        <w:t>2.025e0</w:t>
      </w:r>
    </w:p>
    <w:p w:rsidR="007B6A46" w:rsidRDefault="007B6A46" w:rsidP="007B6A46">
      <w:r>
        <w:t>838.3347</w:t>
      </w:r>
      <w:r>
        <w:tab/>
        <w:t>1.013e0</w:t>
      </w:r>
    </w:p>
    <w:p w:rsidR="007B6A46" w:rsidRDefault="007B6A46" w:rsidP="007B6A46">
      <w:r>
        <w:t>838.3406</w:t>
      </w:r>
      <w:r>
        <w:tab/>
        <w:t>4.051e0</w:t>
      </w:r>
    </w:p>
    <w:p w:rsidR="007B6A46" w:rsidRDefault="007B6A46" w:rsidP="007B6A46">
      <w:r>
        <w:t>838.3660</w:t>
      </w:r>
      <w:r>
        <w:tab/>
        <w:t>2.025e0</w:t>
      </w:r>
    </w:p>
    <w:p w:rsidR="007B6A46" w:rsidRDefault="007B6A46" w:rsidP="007B6A46">
      <w:r>
        <w:t>838.4589</w:t>
      </w:r>
      <w:r>
        <w:tab/>
        <w:t>3.038e0</w:t>
      </w:r>
    </w:p>
    <w:p w:rsidR="007B6A46" w:rsidRDefault="007B6A46" w:rsidP="007B6A46">
      <w:r>
        <w:t>838.4752</w:t>
      </w:r>
      <w:r>
        <w:tab/>
        <w:t>5.063e0</w:t>
      </w:r>
    </w:p>
    <w:p w:rsidR="007B6A46" w:rsidRDefault="007B6A46" w:rsidP="007B6A46">
      <w:r>
        <w:t>838.5195</w:t>
      </w:r>
      <w:r>
        <w:tab/>
        <w:t>2.025e0</w:t>
      </w:r>
    </w:p>
    <w:p w:rsidR="007B6A46" w:rsidRDefault="007B6A46" w:rsidP="007B6A46">
      <w:r>
        <w:t>838.5412</w:t>
      </w:r>
      <w:r>
        <w:tab/>
        <w:t>1.013e0</w:t>
      </w:r>
    </w:p>
    <w:p w:rsidR="007B6A46" w:rsidRDefault="007B6A46" w:rsidP="007B6A46">
      <w:r>
        <w:t>838.5673</w:t>
      </w:r>
      <w:r>
        <w:tab/>
        <w:t>2.025e0</w:t>
      </w:r>
    </w:p>
    <w:p w:rsidR="007B6A46" w:rsidRDefault="007B6A46" w:rsidP="007B6A46">
      <w:r>
        <w:t>838.6053</w:t>
      </w:r>
      <w:r>
        <w:tab/>
        <w:t>4.051e0</w:t>
      </w:r>
    </w:p>
    <w:p w:rsidR="007B6A46" w:rsidRDefault="007B6A46" w:rsidP="007B6A46">
      <w:r>
        <w:lastRenderedPageBreak/>
        <w:t>838.7424</w:t>
      </w:r>
      <w:r>
        <w:tab/>
        <w:t>1.013e0</w:t>
      </w:r>
    </w:p>
    <w:p w:rsidR="007B6A46" w:rsidRDefault="007B6A46" w:rsidP="007B6A46">
      <w:r>
        <w:t>838.9216</w:t>
      </w:r>
      <w:r>
        <w:tab/>
        <w:t>2.025e0</w:t>
      </w:r>
    </w:p>
    <w:p w:rsidR="007B6A46" w:rsidRDefault="007B6A46" w:rsidP="007B6A46">
      <w:r>
        <w:t>838.9399</w:t>
      </w:r>
      <w:r>
        <w:tab/>
        <w:t>1.013e0</w:t>
      </w:r>
    </w:p>
    <w:p w:rsidR="007B6A46" w:rsidRDefault="007B6A46" w:rsidP="007B6A46">
      <w:r>
        <w:t>838.9836</w:t>
      </w:r>
      <w:r>
        <w:tab/>
        <w:t>1.013e0</w:t>
      </w:r>
    </w:p>
    <w:p w:rsidR="007B6A46" w:rsidRDefault="007B6A46" w:rsidP="007B6A46">
      <w:r>
        <w:t>839.0290</w:t>
      </w:r>
      <w:r>
        <w:tab/>
        <w:t>3.038e0</w:t>
      </w:r>
    </w:p>
    <w:p w:rsidR="007B6A46" w:rsidRDefault="007B6A46" w:rsidP="007B6A46">
      <w:r>
        <w:t>839.0811</w:t>
      </w:r>
      <w:r>
        <w:tab/>
        <w:t>1.013e0</w:t>
      </w:r>
    </w:p>
    <w:p w:rsidR="007B6A46" w:rsidRDefault="007B6A46" w:rsidP="007B6A46">
      <w:r>
        <w:t>839.2286</w:t>
      </w:r>
      <w:r>
        <w:tab/>
        <w:t>2.025e0</w:t>
      </w:r>
    </w:p>
    <w:p w:rsidR="007B6A46" w:rsidRDefault="007B6A46" w:rsidP="007B6A46">
      <w:r>
        <w:t>839.2352</w:t>
      </w:r>
      <w:r>
        <w:tab/>
        <w:t>1.013e0</w:t>
      </w:r>
    </w:p>
    <w:p w:rsidR="007B6A46" w:rsidRDefault="007B6A46" w:rsidP="007B6A46">
      <w:r>
        <w:t>839.2505</w:t>
      </w:r>
      <w:r>
        <w:tab/>
        <w:t>1.013e0</w:t>
      </w:r>
    </w:p>
    <w:p w:rsidR="007B6A46" w:rsidRDefault="007B6A46" w:rsidP="007B6A46">
      <w:r>
        <w:t>839.3165</w:t>
      </w:r>
      <w:r>
        <w:tab/>
        <w:t>3.038e0</w:t>
      </w:r>
    </w:p>
    <w:p w:rsidR="007B6A46" w:rsidRDefault="007B6A46" w:rsidP="007B6A46">
      <w:r>
        <w:t>839.3795</w:t>
      </w:r>
      <w:r>
        <w:tab/>
        <w:t>2.025e0</w:t>
      </w:r>
    </w:p>
    <w:p w:rsidR="007B6A46" w:rsidRDefault="007B6A46" w:rsidP="007B6A46">
      <w:r>
        <w:t>839.3846</w:t>
      </w:r>
      <w:r>
        <w:tab/>
        <w:t>2.025e0</w:t>
      </w:r>
    </w:p>
    <w:p w:rsidR="007B6A46" w:rsidRDefault="007B6A46" w:rsidP="007B6A46">
      <w:r>
        <w:t>839.4439</w:t>
      </w:r>
      <w:r>
        <w:tab/>
        <w:t>2.025e0</w:t>
      </w:r>
    </w:p>
    <w:p w:rsidR="007B6A46" w:rsidRDefault="007B6A46" w:rsidP="007B6A46">
      <w:r>
        <w:t>839.4918</w:t>
      </w:r>
      <w:r>
        <w:tab/>
        <w:t>1.013e0</w:t>
      </w:r>
    </w:p>
    <w:p w:rsidR="007B6A46" w:rsidRDefault="007B6A46" w:rsidP="007B6A46">
      <w:r>
        <w:t>839.5389</w:t>
      </w:r>
      <w:r>
        <w:tab/>
        <w:t>1.013e0</w:t>
      </w:r>
    </w:p>
    <w:p w:rsidR="007B6A46" w:rsidRDefault="007B6A46" w:rsidP="007B6A46">
      <w:r>
        <w:t>839.5894</w:t>
      </w:r>
      <w:r>
        <w:tab/>
        <w:t>1.013e0</w:t>
      </w:r>
    </w:p>
    <w:p w:rsidR="007B6A46" w:rsidRDefault="007B6A46" w:rsidP="007B6A46">
      <w:r>
        <w:t>839.6176</w:t>
      </w:r>
      <w:r>
        <w:tab/>
        <w:t>1.013e0</w:t>
      </w:r>
    </w:p>
    <w:p w:rsidR="007B6A46" w:rsidRDefault="007B6A46" w:rsidP="007B6A46">
      <w:r>
        <w:t>839.6895</w:t>
      </w:r>
      <w:r>
        <w:tab/>
        <w:t>1.013e0</w:t>
      </w:r>
    </w:p>
    <w:p w:rsidR="007B6A46" w:rsidRDefault="007B6A46" w:rsidP="007B6A46">
      <w:r>
        <w:t>839.6908</w:t>
      </w:r>
      <w:r>
        <w:tab/>
        <w:t>1.013e0</w:t>
      </w:r>
    </w:p>
    <w:p w:rsidR="007B6A46" w:rsidRDefault="007B6A46" w:rsidP="007B6A46">
      <w:r>
        <w:lastRenderedPageBreak/>
        <w:t>839.6921</w:t>
      </w:r>
      <w:r>
        <w:tab/>
        <w:t>1.013e0</w:t>
      </w:r>
    </w:p>
    <w:p w:rsidR="007B6A46" w:rsidRDefault="007B6A46" w:rsidP="007B6A46">
      <w:r>
        <w:t>839.7097</w:t>
      </w:r>
      <w:r>
        <w:tab/>
        <w:t>1.013e0</w:t>
      </w:r>
    </w:p>
    <w:p w:rsidR="007B6A46" w:rsidRDefault="007B6A46" w:rsidP="007B6A46">
      <w:r>
        <w:t>839.7743</w:t>
      </w:r>
      <w:r>
        <w:tab/>
        <w:t>1.013e0</w:t>
      </w:r>
    </w:p>
    <w:p w:rsidR="007B6A46" w:rsidRDefault="007B6A46" w:rsidP="007B6A46">
      <w:r>
        <w:t>839.8102</w:t>
      </w:r>
      <w:r>
        <w:tab/>
        <w:t>1.013e0</w:t>
      </w:r>
    </w:p>
    <w:p w:rsidR="007B6A46" w:rsidRDefault="007B6A46" w:rsidP="007B6A46">
      <w:r>
        <w:t>839.8590</w:t>
      </w:r>
      <w:r>
        <w:tab/>
        <w:t>1.013e0</w:t>
      </w:r>
    </w:p>
    <w:p w:rsidR="007B6A46" w:rsidRDefault="007B6A46" w:rsidP="007B6A46">
      <w:r>
        <w:t>839.8962</w:t>
      </w:r>
      <w:r>
        <w:tab/>
        <w:t>1.013e0</w:t>
      </w:r>
    </w:p>
    <w:p w:rsidR="007B6A46" w:rsidRDefault="007B6A46" w:rsidP="007B6A46">
      <w:r>
        <w:t>839.9972</w:t>
      </w:r>
      <w:r>
        <w:tab/>
        <w:t>1.013e0</w:t>
      </w:r>
    </w:p>
    <w:p w:rsidR="007B6A46" w:rsidRDefault="007B6A46" w:rsidP="007B6A46">
      <w:r>
        <w:t>840.0145</w:t>
      </w:r>
      <w:r>
        <w:tab/>
        <w:t>1.013e0</w:t>
      </w:r>
    </w:p>
    <w:p w:rsidR="007B6A46" w:rsidRDefault="007B6A46" w:rsidP="007B6A46">
      <w:r>
        <w:t>840.0979</w:t>
      </w:r>
      <w:r>
        <w:tab/>
        <w:t>1.013e0</w:t>
      </w:r>
    </w:p>
    <w:p w:rsidR="007B6A46" w:rsidRDefault="007B6A46" w:rsidP="007B6A46">
      <w:r>
        <w:t>840.1416</w:t>
      </w:r>
      <w:r>
        <w:tab/>
        <w:t>1.013e0</w:t>
      </w:r>
    </w:p>
    <w:p w:rsidR="007B6A46" w:rsidRDefault="007B6A46" w:rsidP="007B6A46">
      <w:r>
        <w:t>840.1544</w:t>
      </w:r>
      <w:r>
        <w:tab/>
        <w:t>1.013e0</w:t>
      </w:r>
    </w:p>
    <w:p w:rsidR="007B6A46" w:rsidRDefault="007B6A46" w:rsidP="007B6A46">
      <w:r>
        <w:t>840.1678</w:t>
      </w:r>
      <w:r>
        <w:tab/>
        <w:t>1.013e0</w:t>
      </w:r>
    </w:p>
    <w:p w:rsidR="007B6A46" w:rsidRDefault="007B6A46" w:rsidP="007B6A46">
      <w:r>
        <w:t>840.3182</w:t>
      </w:r>
      <w:r>
        <w:tab/>
        <w:t>1.013e0</w:t>
      </w:r>
    </w:p>
    <w:p w:rsidR="007B6A46" w:rsidRDefault="007B6A46" w:rsidP="007B6A46">
      <w:r>
        <w:t>840.3536</w:t>
      </w:r>
      <w:r>
        <w:tab/>
        <w:t>1.013e0</w:t>
      </w:r>
    </w:p>
    <w:p w:rsidR="007B6A46" w:rsidRDefault="007B6A46" w:rsidP="007B6A46">
      <w:r>
        <w:t>840.4088</w:t>
      </w:r>
      <w:r>
        <w:tab/>
        <w:t>1.013e0</w:t>
      </w:r>
    </w:p>
    <w:p w:rsidR="007B6A46" w:rsidRDefault="007B6A46" w:rsidP="007B6A46">
      <w:r>
        <w:t>840.4931</w:t>
      </w:r>
      <w:r>
        <w:tab/>
        <w:t>4.051e0</w:t>
      </w:r>
    </w:p>
    <w:p w:rsidR="007B6A46" w:rsidRDefault="007B6A46" w:rsidP="007B6A46">
      <w:r>
        <w:t>840.4950</w:t>
      </w:r>
      <w:r>
        <w:tab/>
        <w:t>1.013e0</w:t>
      </w:r>
    </w:p>
    <w:p w:rsidR="007B6A46" w:rsidRDefault="007B6A46" w:rsidP="007B6A46">
      <w:r>
        <w:t>840.5091</w:t>
      </w:r>
      <w:r>
        <w:tab/>
        <w:t>1.013e0</w:t>
      </w:r>
    </w:p>
    <w:p w:rsidR="007B6A46" w:rsidRDefault="007B6A46" w:rsidP="007B6A46">
      <w:r>
        <w:t>840.5936</w:t>
      </w:r>
      <w:r>
        <w:tab/>
        <w:t>2.025e0</w:t>
      </w:r>
    </w:p>
    <w:p w:rsidR="007B6A46" w:rsidRDefault="007B6A46" w:rsidP="007B6A46">
      <w:r>
        <w:lastRenderedPageBreak/>
        <w:t>840.6081</w:t>
      </w:r>
      <w:r>
        <w:tab/>
        <w:t>1.013e0</w:t>
      </w:r>
    </w:p>
    <w:p w:rsidR="007B6A46" w:rsidRDefault="007B6A46" w:rsidP="007B6A46">
      <w:r>
        <w:t>840.6582</w:t>
      </w:r>
      <w:r>
        <w:tab/>
        <w:t>1.013e0</w:t>
      </w:r>
    </w:p>
    <w:p w:rsidR="007B6A46" w:rsidRDefault="007B6A46" w:rsidP="007B6A46">
      <w:r>
        <w:t>840.6763</w:t>
      </w:r>
      <w:r>
        <w:tab/>
        <w:t>2.025e0</w:t>
      </w:r>
    </w:p>
    <w:p w:rsidR="007B6A46" w:rsidRDefault="007B6A46" w:rsidP="007B6A46">
      <w:r>
        <w:t>840.7329</w:t>
      </w:r>
      <w:r>
        <w:tab/>
        <w:t>2.025e0</w:t>
      </w:r>
    </w:p>
    <w:p w:rsidR="007B6A46" w:rsidRDefault="007B6A46" w:rsidP="007B6A46">
      <w:r>
        <w:t>840.8001</w:t>
      </w:r>
      <w:r>
        <w:tab/>
        <w:t>3.038e0</w:t>
      </w:r>
    </w:p>
    <w:p w:rsidR="007B6A46" w:rsidRDefault="007B6A46" w:rsidP="007B6A46">
      <w:r>
        <w:t>840.8047</w:t>
      </w:r>
      <w:r>
        <w:tab/>
        <w:t>2.025e0</w:t>
      </w:r>
    </w:p>
    <w:p w:rsidR="007B6A46" w:rsidRDefault="007B6A46" w:rsidP="007B6A46">
      <w:r>
        <w:t>840.8115</w:t>
      </w:r>
      <w:r>
        <w:tab/>
        <w:t>1.169e0</w:t>
      </w:r>
    </w:p>
    <w:p w:rsidR="007B6A46" w:rsidRDefault="007B6A46" w:rsidP="007B6A46">
      <w:r>
        <w:t>840.8202</w:t>
      </w:r>
      <w:r>
        <w:tab/>
        <w:t>1.013e0</w:t>
      </w:r>
    </w:p>
    <w:p w:rsidR="007B6A46" w:rsidRDefault="007B6A46" w:rsidP="007B6A46">
      <w:r>
        <w:t>840.8861</w:t>
      </w:r>
      <w:r>
        <w:tab/>
        <w:t>2.025e0</w:t>
      </w:r>
    </w:p>
    <w:p w:rsidR="007B6A46" w:rsidRDefault="007B6A46" w:rsidP="007B6A46">
      <w:r>
        <w:t>840.9370</w:t>
      </w:r>
      <w:r>
        <w:tab/>
        <w:t>2.025e0</w:t>
      </w:r>
    </w:p>
    <w:p w:rsidR="007B6A46" w:rsidRDefault="007B6A46" w:rsidP="007B6A46">
      <w:r>
        <w:t>841.0310</w:t>
      </w:r>
      <w:r>
        <w:tab/>
        <w:t>1.013e0</w:t>
      </w:r>
    </w:p>
    <w:p w:rsidR="007B6A46" w:rsidRDefault="007B6A46" w:rsidP="007B6A46">
      <w:r>
        <w:t>841.0452</w:t>
      </w:r>
      <w:r>
        <w:tab/>
        <w:t>1.013e0</w:t>
      </w:r>
    </w:p>
    <w:p w:rsidR="007B6A46" w:rsidRDefault="007B6A46" w:rsidP="007B6A46">
      <w:r>
        <w:t>841.2162</w:t>
      </w:r>
      <w:r>
        <w:tab/>
        <w:t>1.013e0</w:t>
      </w:r>
    </w:p>
    <w:p w:rsidR="007B6A46" w:rsidRDefault="007B6A46" w:rsidP="007B6A46">
      <w:r>
        <w:t>841.2587</w:t>
      </w:r>
      <w:r>
        <w:tab/>
        <w:t>1.013e0</w:t>
      </w:r>
    </w:p>
    <w:p w:rsidR="007B6A46" w:rsidRDefault="007B6A46" w:rsidP="007B6A46">
      <w:r>
        <w:t>841.2728</w:t>
      </w:r>
      <w:r>
        <w:tab/>
        <w:t>1.013e0</w:t>
      </w:r>
    </w:p>
    <w:p w:rsidR="007B6A46" w:rsidRDefault="007B6A46" w:rsidP="007B6A46">
      <w:r>
        <w:t>841.3436</w:t>
      </w:r>
      <w:r>
        <w:tab/>
        <w:t>1.013e0</w:t>
      </w:r>
    </w:p>
    <w:p w:rsidR="007B6A46" w:rsidRDefault="007B6A46" w:rsidP="007B6A46">
      <w:r>
        <w:t>841.3704</w:t>
      </w:r>
      <w:r>
        <w:tab/>
        <w:t>1.013e0</w:t>
      </w:r>
    </w:p>
    <w:p w:rsidR="007B6A46" w:rsidRDefault="007B6A46" w:rsidP="007B6A46">
      <w:r>
        <w:t>841.3847</w:t>
      </w:r>
      <w:r>
        <w:tab/>
        <w:t>1.013e0</w:t>
      </w:r>
    </w:p>
    <w:p w:rsidR="007B6A46" w:rsidRDefault="007B6A46" w:rsidP="007B6A46">
      <w:r>
        <w:t>841.4421</w:t>
      </w:r>
      <w:r>
        <w:tab/>
        <w:t>4.051e0</w:t>
      </w:r>
    </w:p>
    <w:p w:rsidR="007B6A46" w:rsidRDefault="007B6A46" w:rsidP="007B6A46">
      <w:r>
        <w:lastRenderedPageBreak/>
        <w:t>841.4851</w:t>
      </w:r>
      <w:r>
        <w:tab/>
        <w:t>1.013e0</w:t>
      </w:r>
    </w:p>
    <w:p w:rsidR="007B6A46" w:rsidRDefault="007B6A46" w:rsidP="007B6A46">
      <w:r>
        <w:t>841.5546</w:t>
      </w:r>
      <w:r>
        <w:tab/>
        <w:t>1.013e0</w:t>
      </w:r>
    </w:p>
    <w:p w:rsidR="007B6A46" w:rsidRDefault="007B6A46" w:rsidP="007B6A46">
      <w:r>
        <w:t>841.6691</w:t>
      </w:r>
      <w:r>
        <w:tab/>
        <w:t>1.013e0</w:t>
      </w:r>
    </w:p>
    <w:p w:rsidR="007B6A46" w:rsidRDefault="007B6A46" w:rsidP="007B6A46">
      <w:r>
        <w:t>841.8107</w:t>
      </w:r>
      <w:r>
        <w:tab/>
        <w:t>1.013e0</w:t>
      </w:r>
    </w:p>
    <w:p w:rsidR="007B6A46" w:rsidRDefault="007B6A46" w:rsidP="007B6A46">
      <w:r>
        <w:t>841.8531</w:t>
      </w:r>
      <w:r>
        <w:tab/>
        <w:t>2.025e0</w:t>
      </w:r>
    </w:p>
    <w:p w:rsidR="007B6A46" w:rsidRDefault="007B6A46" w:rsidP="007B6A46">
      <w:r>
        <w:t>841.9523</w:t>
      </w:r>
      <w:r>
        <w:tab/>
        <w:t>1.013e0</w:t>
      </w:r>
    </w:p>
    <w:p w:rsidR="007B6A46" w:rsidRDefault="007B6A46" w:rsidP="007B6A46">
      <w:r>
        <w:t>841.9948</w:t>
      </w:r>
      <w:r>
        <w:tab/>
        <w:t>1.013e0</w:t>
      </w:r>
    </w:p>
    <w:p w:rsidR="007B6A46" w:rsidRDefault="007B6A46" w:rsidP="007B6A46">
      <w:r>
        <w:t>842.0359</w:t>
      </w:r>
      <w:r>
        <w:tab/>
        <w:t>1.013e0</w:t>
      </w:r>
    </w:p>
    <w:p w:rsidR="007B6A46" w:rsidRDefault="007B6A46" w:rsidP="007B6A46">
      <w:r>
        <w:t>842.1497</w:t>
      </w:r>
      <w:r>
        <w:tab/>
        <w:t>1.013e0</w:t>
      </w:r>
    </w:p>
    <w:p w:rsidR="007B6A46" w:rsidRDefault="007B6A46" w:rsidP="007B6A46">
      <w:r>
        <w:t>842.1634</w:t>
      </w:r>
      <w:r>
        <w:tab/>
        <w:t>1.013e0</w:t>
      </w:r>
    </w:p>
    <w:p w:rsidR="007B6A46" w:rsidRDefault="007B6A46" w:rsidP="007B6A46">
      <w:r>
        <w:t>842.2342</w:t>
      </w:r>
      <w:r>
        <w:tab/>
        <w:t>1.013e0</w:t>
      </w:r>
    </w:p>
    <w:p w:rsidR="007B6A46" w:rsidRDefault="007B6A46" w:rsidP="007B6A46">
      <w:r>
        <w:t>842.2767</w:t>
      </w:r>
      <w:r>
        <w:tab/>
        <w:t>1.013e0</w:t>
      </w:r>
    </w:p>
    <w:p w:rsidR="007B6A46" w:rsidRDefault="007B6A46" w:rsidP="007B6A46">
      <w:r>
        <w:t>842.3334</w:t>
      </w:r>
      <w:r>
        <w:tab/>
        <w:t>1.013e0</w:t>
      </w:r>
    </w:p>
    <w:p w:rsidR="007B6A46" w:rsidRDefault="007B6A46" w:rsidP="007B6A46">
      <w:r>
        <w:t>842.3503</w:t>
      </w:r>
      <w:r>
        <w:tab/>
        <w:t>2.025e0</w:t>
      </w:r>
    </w:p>
    <w:p w:rsidR="007B6A46" w:rsidRDefault="007B6A46" w:rsidP="007B6A46">
      <w:r>
        <w:t>842.4481</w:t>
      </w:r>
      <w:r>
        <w:tab/>
        <w:t>1.013e0</w:t>
      </w:r>
    </w:p>
    <w:p w:rsidR="007B6A46" w:rsidRDefault="007B6A46" w:rsidP="007B6A46">
      <w:r>
        <w:t>842.5047</w:t>
      </w:r>
      <w:r>
        <w:tab/>
        <w:t>1.013e0</w:t>
      </w:r>
    </w:p>
    <w:p w:rsidR="007B6A46" w:rsidRDefault="007B6A46" w:rsidP="007B6A46">
      <w:r>
        <w:t>842.5585</w:t>
      </w:r>
      <w:r>
        <w:tab/>
        <w:t>2.025e0</w:t>
      </w:r>
    </w:p>
    <w:p w:rsidR="007B6A46" w:rsidRDefault="007B6A46" w:rsidP="007B6A46">
      <w:r>
        <w:t>842.5809</w:t>
      </w:r>
      <w:r>
        <w:tab/>
        <w:t>4.051e0</w:t>
      </w:r>
    </w:p>
    <w:p w:rsidR="007B6A46" w:rsidRDefault="007B6A46" w:rsidP="007B6A46">
      <w:r>
        <w:t>842.6210</w:t>
      </w:r>
      <w:r>
        <w:tab/>
        <w:t>1.013e0</w:t>
      </w:r>
    </w:p>
    <w:p w:rsidR="007B6A46" w:rsidRDefault="007B6A46" w:rsidP="007B6A46">
      <w:r>
        <w:lastRenderedPageBreak/>
        <w:t>842.7314</w:t>
      </w:r>
      <w:r>
        <w:tab/>
        <w:t>2.025e0</w:t>
      </w:r>
    </w:p>
    <w:p w:rsidR="007B6A46" w:rsidRDefault="007B6A46" w:rsidP="007B6A46">
      <w:r>
        <w:t>842.7496</w:t>
      </w:r>
      <w:r>
        <w:tab/>
        <w:t>2.025e0</w:t>
      </w:r>
    </w:p>
    <w:p w:rsidR="007B6A46" w:rsidRDefault="007B6A46" w:rsidP="007B6A46">
      <w:r>
        <w:t>842.7726</w:t>
      </w:r>
      <w:r>
        <w:tab/>
        <w:t>2.025e0</w:t>
      </w:r>
    </w:p>
    <w:p w:rsidR="007B6A46" w:rsidRDefault="007B6A46" w:rsidP="007B6A46">
      <w:r>
        <w:t>842.8293</w:t>
      </w:r>
      <w:r>
        <w:tab/>
        <w:t>1.013e0</w:t>
      </w:r>
    </w:p>
    <w:p w:rsidR="007B6A46" w:rsidRDefault="007B6A46" w:rsidP="007B6A46">
      <w:r>
        <w:t>842.8590</w:t>
      </w:r>
      <w:r>
        <w:tab/>
        <w:t>1.013e0</w:t>
      </w:r>
    </w:p>
    <w:p w:rsidR="007B6A46" w:rsidRDefault="007B6A46" w:rsidP="007B6A46">
      <w:r>
        <w:t>842.9427</w:t>
      </w:r>
      <w:r>
        <w:tab/>
        <w:t>1.013e0</w:t>
      </w:r>
    </w:p>
    <w:p w:rsidR="007B6A46" w:rsidRDefault="007B6A46" w:rsidP="007B6A46">
      <w:r>
        <w:t>843.0150</w:t>
      </w:r>
      <w:r>
        <w:tab/>
        <w:t>1.013e0</w:t>
      </w:r>
    </w:p>
    <w:p w:rsidR="007B6A46" w:rsidRDefault="007B6A46" w:rsidP="007B6A46">
      <w:r>
        <w:t>843.0787</w:t>
      </w:r>
      <w:r>
        <w:tab/>
        <w:t>1.013e0</w:t>
      </w:r>
    </w:p>
    <w:p w:rsidR="007B6A46" w:rsidRDefault="007B6A46" w:rsidP="007B6A46">
      <w:r>
        <w:t>843.1284</w:t>
      </w:r>
      <w:r>
        <w:tab/>
        <w:t>1.013e0</w:t>
      </w:r>
    </w:p>
    <w:p w:rsidR="007B6A46" w:rsidRDefault="007B6A46" w:rsidP="007B6A46">
      <w:r>
        <w:t>843.1554</w:t>
      </w:r>
      <w:r>
        <w:tab/>
        <w:t>1.013e0</w:t>
      </w:r>
    </w:p>
    <w:p w:rsidR="007B6A46" w:rsidRDefault="007B6A46" w:rsidP="007B6A46">
      <w:r>
        <w:t>843.3127</w:t>
      </w:r>
      <w:r>
        <w:tab/>
        <w:t>1.013e0</w:t>
      </w:r>
    </w:p>
    <w:p w:rsidR="007B6A46" w:rsidRDefault="007B6A46" w:rsidP="007B6A46">
      <w:r>
        <w:t>843.3837</w:t>
      </w:r>
      <w:r>
        <w:tab/>
        <w:t>2.025e0</w:t>
      </w:r>
    </w:p>
    <w:p w:rsidR="007B6A46" w:rsidRDefault="007B6A46" w:rsidP="007B6A46">
      <w:r>
        <w:t>843.4474</w:t>
      </w:r>
      <w:r>
        <w:tab/>
        <w:t>2.025e0</w:t>
      </w:r>
    </w:p>
    <w:p w:rsidR="007B6A46" w:rsidRDefault="007B6A46" w:rsidP="007B6A46">
      <w:r>
        <w:t>843.5204</w:t>
      </w:r>
      <w:r>
        <w:tab/>
        <w:t>1.013e0</w:t>
      </w:r>
    </w:p>
    <w:p w:rsidR="007B6A46" w:rsidRDefault="007B6A46" w:rsidP="007B6A46">
      <w:r>
        <w:t>843.5809</w:t>
      </w:r>
      <w:r>
        <w:tab/>
        <w:t>1.013e0</w:t>
      </w:r>
    </w:p>
    <w:p w:rsidR="007B6A46" w:rsidRDefault="007B6A46" w:rsidP="007B6A46">
      <w:r>
        <w:t>843.6545</w:t>
      </w:r>
      <w:r>
        <w:tab/>
        <w:t>2.025e0</w:t>
      </w:r>
    </w:p>
    <w:p w:rsidR="007B6A46" w:rsidRDefault="007B6A46" w:rsidP="007B6A46">
      <w:r>
        <w:t>843.7071</w:t>
      </w:r>
      <w:r>
        <w:tab/>
        <w:t>1.013e0</w:t>
      </w:r>
    </w:p>
    <w:p w:rsidR="007B6A46" w:rsidRDefault="007B6A46" w:rsidP="007B6A46">
      <w:r>
        <w:t>843.7512</w:t>
      </w:r>
      <w:r>
        <w:tab/>
        <w:t>1.013e0</w:t>
      </w:r>
    </w:p>
    <w:p w:rsidR="007B6A46" w:rsidRDefault="007B6A46" w:rsidP="007B6A46">
      <w:r>
        <w:t>843.7525</w:t>
      </w:r>
      <w:r>
        <w:tab/>
        <w:t>1.013e0</w:t>
      </w:r>
    </w:p>
    <w:p w:rsidR="007B6A46" w:rsidRDefault="007B6A46" w:rsidP="007B6A46">
      <w:r>
        <w:lastRenderedPageBreak/>
        <w:t>843.8329</w:t>
      </w:r>
      <w:r>
        <w:tab/>
        <w:t>3.038e0</w:t>
      </w:r>
    </w:p>
    <w:p w:rsidR="007B6A46" w:rsidRDefault="007B6A46" w:rsidP="007B6A46">
      <w:r>
        <w:t>843.8505</w:t>
      </w:r>
      <w:r>
        <w:tab/>
        <w:t>1.013e0</w:t>
      </w:r>
    </w:p>
    <w:p w:rsidR="007B6A46" w:rsidRDefault="007B6A46" w:rsidP="007B6A46">
      <w:r>
        <w:t>843.8788</w:t>
      </w:r>
      <w:r>
        <w:tab/>
        <w:t>1.013e0</w:t>
      </w:r>
    </w:p>
    <w:p w:rsidR="007B6A46" w:rsidRDefault="007B6A46" w:rsidP="007B6A46">
      <w:r>
        <w:t>843.9498</w:t>
      </w:r>
      <w:r>
        <w:tab/>
        <w:t>1.013e0</w:t>
      </w:r>
    </w:p>
    <w:p w:rsidR="007B6A46" w:rsidRDefault="007B6A46" w:rsidP="007B6A46">
      <w:r>
        <w:t>843.9640</w:t>
      </w:r>
      <w:r>
        <w:tab/>
        <w:t>1.013e0</w:t>
      </w:r>
    </w:p>
    <w:p w:rsidR="007B6A46" w:rsidRDefault="007B6A46" w:rsidP="007B6A46">
      <w:r>
        <w:t>843.9937</w:t>
      </w:r>
      <w:r>
        <w:tab/>
        <w:t>1.013e0</w:t>
      </w:r>
    </w:p>
    <w:p w:rsidR="007B6A46" w:rsidRDefault="007B6A46" w:rsidP="007B6A46">
      <w:r>
        <w:t>844.0281</w:t>
      </w:r>
      <w:r>
        <w:tab/>
        <w:t>1.013e0</w:t>
      </w:r>
    </w:p>
    <w:p w:rsidR="007B6A46" w:rsidRDefault="007B6A46" w:rsidP="007B6A46">
      <w:r>
        <w:t>844.0630</w:t>
      </w:r>
      <w:r>
        <w:tab/>
        <w:t>1.013e0</w:t>
      </w:r>
    </w:p>
    <w:p w:rsidR="007B6A46" w:rsidRDefault="007B6A46" w:rsidP="007B6A46">
      <w:r>
        <w:t>844.3189</w:t>
      </w:r>
      <w:r>
        <w:tab/>
        <w:t>1.013e0</w:t>
      </w:r>
    </w:p>
    <w:p w:rsidR="007B6A46" w:rsidRDefault="007B6A46" w:rsidP="007B6A46">
      <w:r>
        <w:t>844.3203</w:t>
      </w:r>
      <w:r>
        <w:tab/>
        <w:t>1.013e0</w:t>
      </w:r>
    </w:p>
    <w:p w:rsidR="007B6A46" w:rsidRDefault="007B6A46" w:rsidP="007B6A46">
      <w:r>
        <w:t>844.3344</w:t>
      </w:r>
      <w:r>
        <w:tab/>
        <w:t>1.013e0</w:t>
      </w:r>
    </w:p>
    <w:p w:rsidR="007B6A46" w:rsidRDefault="007B6A46" w:rsidP="007B6A46">
      <w:r>
        <w:t>844.4338</w:t>
      </w:r>
      <w:r>
        <w:tab/>
        <w:t>2.025e0</w:t>
      </w:r>
    </w:p>
    <w:p w:rsidR="007B6A46" w:rsidRDefault="007B6A46" w:rsidP="007B6A46">
      <w:r>
        <w:t>844.4504</w:t>
      </w:r>
      <w:r>
        <w:tab/>
        <w:t>2.025e0</w:t>
      </w:r>
    </w:p>
    <w:p w:rsidR="007B6A46" w:rsidRDefault="007B6A46" w:rsidP="007B6A46">
      <w:r>
        <w:t>844.5035</w:t>
      </w:r>
      <w:r>
        <w:tab/>
        <w:t>1.013e0</w:t>
      </w:r>
    </w:p>
    <w:p w:rsidR="007B6A46" w:rsidRDefault="007B6A46" w:rsidP="007B6A46">
      <w:r>
        <w:t>844.5530</w:t>
      </w:r>
      <w:r>
        <w:tab/>
        <w:t>1.013e0</w:t>
      </w:r>
    </w:p>
    <w:p w:rsidR="007B6A46" w:rsidRDefault="007B6A46" w:rsidP="007B6A46">
      <w:r>
        <w:t>844.5878</w:t>
      </w:r>
      <w:r>
        <w:tab/>
        <w:t>1.013e0</w:t>
      </w:r>
    </w:p>
    <w:p w:rsidR="007B6A46" w:rsidRDefault="007B6A46" w:rsidP="007B6A46">
      <w:r>
        <w:t>844.6057</w:t>
      </w:r>
      <w:r>
        <w:tab/>
        <w:t>2.025e0</w:t>
      </w:r>
    </w:p>
    <w:p w:rsidR="007B6A46" w:rsidRDefault="007B6A46" w:rsidP="007B6A46">
      <w:r>
        <w:t>844.6185</w:t>
      </w:r>
      <w:r>
        <w:tab/>
        <w:t>1.013e0</w:t>
      </w:r>
    </w:p>
    <w:p w:rsidR="007B6A46" w:rsidRDefault="007B6A46" w:rsidP="007B6A46">
      <w:r>
        <w:t>844.7179</w:t>
      </w:r>
      <w:r>
        <w:tab/>
        <w:t>1.013e0</w:t>
      </w:r>
    </w:p>
    <w:p w:rsidR="007B6A46" w:rsidRDefault="007B6A46" w:rsidP="007B6A46">
      <w:r>
        <w:lastRenderedPageBreak/>
        <w:t>844.7567</w:t>
      </w:r>
      <w:r>
        <w:tab/>
        <w:t>1.013e0</w:t>
      </w:r>
    </w:p>
    <w:p w:rsidR="007B6A46" w:rsidRDefault="007B6A46" w:rsidP="007B6A46">
      <w:r>
        <w:t>844.7581</w:t>
      </w:r>
      <w:r>
        <w:tab/>
        <w:t>3.038e0</w:t>
      </w:r>
    </w:p>
    <w:p w:rsidR="007B6A46" w:rsidRDefault="007B6A46" w:rsidP="007B6A46">
      <w:r>
        <w:t>844.8509</w:t>
      </w:r>
      <w:r>
        <w:tab/>
        <w:t>2.025e0</w:t>
      </w:r>
    </w:p>
    <w:p w:rsidR="007B6A46" w:rsidRDefault="007B6A46" w:rsidP="007B6A46">
      <w:r>
        <w:t>844.8591</w:t>
      </w:r>
      <w:r>
        <w:tab/>
        <w:t>1.013e0</w:t>
      </w:r>
    </w:p>
    <w:p w:rsidR="007B6A46" w:rsidRDefault="007B6A46" w:rsidP="007B6A46">
      <w:r>
        <w:t>844.9025</w:t>
      </w:r>
      <w:r>
        <w:tab/>
        <w:t>1.013e0</w:t>
      </w:r>
    </w:p>
    <w:p w:rsidR="007B6A46" w:rsidRDefault="007B6A46" w:rsidP="007B6A46">
      <w:r>
        <w:t>844.9421</w:t>
      </w:r>
      <w:r>
        <w:tab/>
        <w:t>1.013e0</w:t>
      </w:r>
    </w:p>
    <w:p w:rsidR="007B6A46" w:rsidRDefault="007B6A46" w:rsidP="007B6A46">
      <w:r>
        <w:t>845.0149</w:t>
      </w:r>
      <w:r>
        <w:tab/>
        <w:t>1.013e0</w:t>
      </w:r>
    </w:p>
    <w:p w:rsidR="007B6A46" w:rsidRDefault="007B6A46" w:rsidP="007B6A46">
      <w:r>
        <w:t>845.0446</w:t>
      </w:r>
      <w:r>
        <w:tab/>
        <w:t>2.025e0</w:t>
      </w:r>
    </w:p>
    <w:p w:rsidR="007B6A46" w:rsidRDefault="007B6A46" w:rsidP="007B6A46">
      <w:r>
        <w:t>845.0950</w:t>
      </w:r>
      <w:r>
        <w:tab/>
        <w:t>1.013e0</w:t>
      </w:r>
    </w:p>
    <w:p w:rsidR="007B6A46" w:rsidRDefault="007B6A46" w:rsidP="007B6A46">
      <w:r>
        <w:t>845.1516</w:t>
      </w:r>
      <w:r>
        <w:tab/>
        <w:t>2.025e0</w:t>
      </w:r>
    </w:p>
    <w:p w:rsidR="007B6A46" w:rsidRDefault="007B6A46" w:rsidP="007B6A46">
      <w:r>
        <w:t>845.2294</w:t>
      </w:r>
      <w:r>
        <w:tab/>
        <w:t>1.013e0</w:t>
      </w:r>
    </w:p>
    <w:p w:rsidR="007B6A46" w:rsidRDefault="007B6A46" w:rsidP="007B6A46">
      <w:r>
        <w:t>845.2979</w:t>
      </w:r>
      <w:r>
        <w:tab/>
        <w:t>1.013e0</w:t>
      </w:r>
    </w:p>
    <w:p w:rsidR="007B6A46" w:rsidRDefault="007B6A46" w:rsidP="007B6A46">
      <w:r>
        <w:t>845.3147</w:t>
      </w:r>
      <w:r>
        <w:tab/>
        <w:t>1.013e0</w:t>
      </w:r>
    </w:p>
    <w:p w:rsidR="007B6A46" w:rsidRDefault="007B6A46" w:rsidP="007B6A46">
      <w:r>
        <w:t>845.4321</w:t>
      </w:r>
      <w:r>
        <w:tab/>
        <w:t>1.013e0</w:t>
      </w:r>
    </w:p>
    <w:p w:rsidR="007B6A46" w:rsidRDefault="007B6A46" w:rsidP="007B6A46">
      <w:r>
        <w:t>845.4640</w:t>
      </w:r>
      <w:r>
        <w:tab/>
        <w:t>3.038e0</w:t>
      </w:r>
    </w:p>
    <w:p w:rsidR="007B6A46" w:rsidRDefault="007B6A46" w:rsidP="007B6A46">
      <w:r>
        <w:t>845.5352</w:t>
      </w:r>
      <w:r>
        <w:tab/>
        <w:t>2.025e0</w:t>
      </w:r>
    </w:p>
    <w:p w:rsidR="007B6A46" w:rsidRDefault="007B6A46" w:rsidP="007B6A46">
      <w:r>
        <w:t>845.5848</w:t>
      </w:r>
      <w:r>
        <w:tab/>
        <w:t>1.013e0</w:t>
      </w:r>
    </w:p>
    <w:p w:rsidR="007B6A46" w:rsidRDefault="007B6A46" w:rsidP="007B6A46">
      <w:r>
        <w:t>845.5977</w:t>
      </w:r>
      <w:r>
        <w:tab/>
        <w:t>1.013e0</w:t>
      </w:r>
    </w:p>
    <w:p w:rsidR="007B6A46" w:rsidRDefault="007B6A46" w:rsidP="007B6A46">
      <w:r>
        <w:t>845.6132</w:t>
      </w:r>
      <w:r>
        <w:tab/>
        <w:t>1.013e0</w:t>
      </w:r>
    </w:p>
    <w:p w:rsidR="007B6A46" w:rsidRDefault="007B6A46" w:rsidP="007B6A46">
      <w:r>
        <w:lastRenderedPageBreak/>
        <w:t>845.6688</w:t>
      </w:r>
      <w:r>
        <w:tab/>
        <w:t>1.013e0</w:t>
      </w:r>
    </w:p>
    <w:p w:rsidR="007B6A46" w:rsidRDefault="007B6A46" w:rsidP="007B6A46">
      <w:r>
        <w:t>845.7044</w:t>
      </w:r>
      <w:r>
        <w:tab/>
        <w:t>1.013e0</w:t>
      </w:r>
    </w:p>
    <w:p w:rsidR="007B6A46" w:rsidRDefault="007B6A46" w:rsidP="007B6A46">
      <w:r>
        <w:t>845.7216</w:t>
      </w:r>
      <w:r>
        <w:tab/>
        <w:t>1.013e0</w:t>
      </w:r>
    </w:p>
    <w:p w:rsidR="007B6A46" w:rsidRDefault="007B6A46" w:rsidP="007B6A46">
      <w:r>
        <w:t>845.9674</w:t>
      </w:r>
      <w:r>
        <w:tab/>
        <w:t>1.013e0</w:t>
      </w:r>
    </w:p>
    <w:p w:rsidR="007B6A46" w:rsidRDefault="007B6A46" w:rsidP="007B6A46">
      <w:r>
        <w:t>845.9963</w:t>
      </w:r>
      <w:r>
        <w:tab/>
        <w:t>2.025e0</w:t>
      </w:r>
    </w:p>
    <w:p w:rsidR="007B6A46" w:rsidRDefault="007B6A46" w:rsidP="007B6A46">
      <w:r>
        <w:t>846.1951</w:t>
      </w:r>
      <w:r>
        <w:tab/>
        <w:t>1.013e0</w:t>
      </w:r>
    </w:p>
    <w:p w:rsidR="007B6A46" w:rsidRDefault="007B6A46" w:rsidP="007B6A46">
      <w:r>
        <w:t>846.2056</w:t>
      </w:r>
      <w:r>
        <w:tab/>
        <w:t>2.025e0</w:t>
      </w:r>
    </w:p>
    <w:p w:rsidR="007B6A46" w:rsidRDefault="007B6A46" w:rsidP="007B6A46">
      <w:r>
        <w:t>846.2803</w:t>
      </w:r>
      <w:r>
        <w:tab/>
        <w:t>1.013e0</w:t>
      </w:r>
    </w:p>
    <w:p w:rsidR="007B6A46" w:rsidRDefault="007B6A46" w:rsidP="007B6A46">
      <w:r>
        <w:t>846.2947</w:t>
      </w:r>
      <w:r>
        <w:tab/>
        <w:t>1.013e0</w:t>
      </w:r>
    </w:p>
    <w:p w:rsidR="007B6A46" w:rsidRDefault="007B6A46" w:rsidP="007B6A46">
      <w:r>
        <w:t>846.3482</w:t>
      </w:r>
      <w:r>
        <w:tab/>
        <w:t>1.013e0</w:t>
      </w:r>
    </w:p>
    <w:p w:rsidR="007B6A46" w:rsidRDefault="007B6A46" w:rsidP="007B6A46">
      <w:r>
        <w:t>846.4383</w:t>
      </w:r>
      <w:r>
        <w:tab/>
        <w:t>1.013e0</w:t>
      </w:r>
    </w:p>
    <w:p w:rsidR="007B6A46" w:rsidRDefault="007B6A46" w:rsidP="007B6A46">
      <w:r>
        <w:t>846.5237</w:t>
      </w:r>
      <w:r>
        <w:tab/>
        <w:t>1.013e0</w:t>
      </w:r>
    </w:p>
    <w:p w:rsidR="007B6A46" w:rsidRDefault="007B6A46" w:rsidP="007B6A46">
      <w:r>
        <w:t>846.5657</w:t>
      </w:r>
      <w:r>
        <w:tab/>
        <w:t>5.063e0</w:t>
      </w:r>
    </w:p>
    <w:p w:rsidR="007B6A46" w:rsidRDefault="007B6A46" w:rsidP="007B6A46">
      <w:r>
        <w:t>846.6147</w:t>
      </w:r>
      <w:r>
        <w:tab/>
        <w:t>3.038e0</w:t>
      </w:r>
    </w:p>
    <w:p w:rsidR="007B6A46" w:rsidRDefault="007B6A46" w:rsidP="007B6A46">
      <w:r>
        <w:t>846.6357</w:t>
      </w:r>
      <w:r>
        <w:tab/>
        <w:t>1.013e0</w:t>
      </w:r>
    </w:p>
    <w:p w:rsidR="007B6A46" w:rsidRDefault="007B6A46" w:rsidP="007B6A46">
      <w:r>
        <w:t>846.6505</w:t>
      </w:r>
      <w:r>
        <w:tab/>
        <w:t>1.013e0</w:t>
      </w:r>
    </w:p>
    <w:p w:rsidR="007B6A46" w:rsidRDefault="007B6A46" w:rsidP="007B6A46">
      <w:r>
        <w:t>846.7037</w:t>
      </w:r>
      <w:r>
        <w:tab/>
        <w:t>1.013e0</w:t>
      </w:r>
    </w:p>
    <w:p w:rsidR="007B6A46" w:rsidRDefault="007B6A46" w:rsidP="007B6A46">
      <w:r>
        <w:t>846.7359</w:t>
      </w:r>
      <w:r>
        <w:tab/>
        <w:t>1.013e0</w:t>
      </w:r>
    </w:p>
    <w:p w:rsidR="007B6A46" w:rsidRDefault="007B6A46" w:rsidP="007B6A46">
      <w:r>
        <w:t>846.7786</w:t>
      </w:r>
      <w:r>
        <w:tab/>
        <w:t>1.013e0</w:t>
      </w:r>
    </w:p>
    <w:p w:rsidR="007B6A46" w:rsidRDefault="007B6A46" w:rsidP="007B6A46">
      <w:r>
        <w:lastRenderedPageBreak/>
        <w:t>846.8881</w:t>
      </w:r>
      <w:r>
        <w:tab/>
        <w:t>4.051e0</w:t>
      </w:r>
    </w:p>
    <w:p w:rsidR="007B6A46" w:rsidRDefault="007B6A46" w:rsidP="007B6A46">
      <w:r>
        <w:t>846.9017</w:t>
      </w:r>
      <w:r>
        <w:tab/>
        <w:t>3.038e0</w:t>
      </w:r>
    </w:p>
    <w:p w:rsidR="007B6A46" w:rsidRDefault="007B6A46" w:rsidP="007B6A46">
      <w:r>
        <w:t>846.9052</w:t>
      </w:r>
      <w:r>
        <w:tab/>
        <w:t>2.025e0</w:t>
      </w:r>
    </w:p>
    <w:p w:rsidR="007B6A46" w:rsidRDefault="007B6A46" w:rsidP="007B6A46">
      <w:r>
        <w:t>847.0307</w:t>
      </w:r>
      <w:r>
        <w:tab/>
        <w:t>2.025e0</w:t>
      </w:r>
    </w:p>
    <w:p w:rsidR="007B6A46" w:rsidRDefault="007B6A46" w:rsidP="007B6A46">
      <w:r>
        <w:t>847.0579</w:t>
      </w:r>
      <w:r>
        <w:tab/>
        <w:t>1.013e0</w:t>
      </w:r>
    </w:p>
    <w:p w:rsidR="007B6A46" w:rsidRDefault="007B6A46" w:rsidP="007B6A46">
      <w:r>
        <w:t>847.1075</w:t>
      </w:r>
      <w:r>
        <w:tab/>
        <w:t>1.013e0</w:t>
      </w:r>
    </w:p>
    <w:p w:rsidR="007B6A46" w:rsidRDefault="007B6A46" w:rsidP="007B6A46">
      <w:r>
        <w:t>847.2486</w:t>
      </w:r>
      <w:r>
        <w:tab/>
        <w:t>1.013e0</w:t>
      </w:r>
    </w:p>
    <w:p w:rsidR="007B6A46" w:rsidRDefault="007B6A46" w:rsidP="007B6A46">
      <w:r>
        <w:t>847.3069</w:t>
      </w:r>
      <w:r>
        <w:tab/>
        <w:t>1.013e0</w:t>
      </w:r>
    </w:p>
    <w:p w:rsidR="007B6A46" w:rsidRDefault="007B6A46" w:rsidP="007B6A46">
      <w:r>
        <w:t>847.3282</w:t>
      </w:r>
      <w:r>
        <w:tab/>
        <w:t>2.025e0</w:t>
      </w:r>
    </w:p>
    <w:p w:rsidR="007B6A46" w:rsidRDefault="007B6A46" w:rsidP="007B6A46">
      <w:r>
        <w:t>847.3639</w:t>
      </w:r>
      <w:r>
        <w:tab/>
        <w:t>1.013e0</w:t>
      </w:r>
    </w:p>
    <w:p w:rsidR="007B6A46" w:rsidRDefault="007B6A46" w:rsidP="007B6A46">
      <w:r>
        <w:t>847.3798</w:t>
      </w:r>
      <w:r>
        <w:tab/>
        <w:t>1.013e0</w:t>
      </w:r>
    </w:p>
    <w:p w:rsidR="007B6A46" w:rsidRDefault="007B6A46" w:rsidP="007B6A46">
      <w:r>
        <w:t>847.3851</w:t>
      </w:r>
      <w:r>
        <w:tab/>
        <w:t>2.025e0</w:t>
      </w:r>
    </w:p>
    <w:p w:rsidR="007B6A46" w:rsidRDefault="007B6A46" w:rsidP="007B6A46">
      <w:r>
        <w:t>847.4819</w:t>
      </w:r>
      <w:r>
        <w:tab/>
        <w:t>1.013e0</w:t>
      </w:r>
    </w:p>
    <w:p w:rsidR="007B6A46" w:rsidRDefault="007B6A46" w:rsidP="007B6A46">
      <w:r>
        <w:t>847.4921</w:t>
      </w:r>
      <w:r>
        <w:tab/>
        <w:t>1.013e0</w:t>
      </w:r>
    </w:p>
    <w:p w:rsidR="007B6A46" w:rsidRDefault="007B6A46" w:rsidP="007B6A46">
      <w:r>
        <w:t>847.4993</w:t>
      </w:r>
      <w:r>
        <w:tab/>
        <w:t>1.013e0</w:t>
      </w:r>
    </w:p>
    <w:p w:rsidR="007B6A46" w:rsidRDefault="007B6A46" w:rsidP="007B6A46">
      <w:r>
        <w:t>847.5335</w:t>
      </w:r>
      <w:r>
        <w:tab/>
        <w:t>1.013e0</w:t>
      </w:r>
    </w:p>
    <w:p w:rsidR="007B6A46" w:rsidRDefault="007B6A46" w:rsidP="007B6A46">
      <w:r>
        <w:t>847.5491</w:t>
      </w:r>
      <w:r>
        <w:tab/>
        <w:t>1.013e0</w:t>
      </w:r>
    </w:p>
    <w:p w:rsidR="007B6A46" w:rsidRDefault="007B6A46" w:rsidP="007B6A46">
      <w:r>
        <w:t>847.6061</w:t>
      </w:r>
      <w:r>
        <w:tab/>
        <w:t>1.013e0</w:t>
      </w:r>
    </w:p>
    <w:p w:rsidR="007B6A46" w:rsidRDefault="007B6A46" w:rsidP="007B6A46">
      <w:r>
        <w:t>847.6583</w:t>
      </w:r>
      <w:r>
        <w:tab/>
        <w:t>4.178e0</w:t>
      </w:r>
    </w:p>
    <w:p w:rsidR="007B6A46" w:rsidRDefault="007B6A46" w:rsidP="007B6A46">
      <w:r>
        <w:lastRenderedPageBreak/>
        <w:t>847.6684</w:t>
      </w:r>
      <w:r>
        <w:tab/>
        <w:t>1.013e0</w:t>
      </w:r>
    </w:p>
    <w:p w:rsidR="007B6A46" w:rsidRDefault="007B6A46" w:rsidP="007B6A46">
      <w:r>
        <w:t>847.6890</w:t>
      </w:r>
      <w:r>
        <w:tab/>
        <w:t>2.025e0</w:t>
      </w:r>
    </w:p>
    <w:p w:rsidR="007B6A46" w:rsidRDefault="007B6A46" w:rsidP="007B6A46">
      <w:r>
        <w:t>847.7129</w:t>
      </w:r>
      <w:r>
        <w:tab/>
        <w:t>2.025e0</w:t>
      </w:r>
    </w:p>
    <w:p w:rsidR="007B6A46" w:rsidRDefault="007B6A46" w:rsidP="007B6A46">
      <w:r>
        <w:t>847.8057</w:t>
      </w:r>
      <w:r>
        <w:tab/>
        <w:t>1.013e0</w:t>
      </w:r>
    </w:p>
    <w:p w:rsidR="007B6A46" w:rsidRDefault="007B6A46" w:rsidP="007B6A46">
      <w:r>
        <w:t>847.8185</w:t>
      </w:r>
      <w:r>
        <w:tab/>
        <w:t>1.013e0</w:t>
      </w:r>
    </w:p>
    <w:p w:rsidR="007B6A46" w:rsidRDefault="007B6A46" w:rsidP="007B6A46">
      <w:r>
        <w:t>847.9393</w:t>
      </w:r>
      <w:r>
        <w:tab/>
        <w:t>1.013e0</w:t>
      </w:r>
    </w:p>
    <w:p w:rsidR="007B6A46" w:rsidRDefault="007B6A46" w:rsidP="007B6A46">
      <w:r>
        <w:t>848.0237</w:t>
      </w:r>
      <w:r>
        <w:tab/>
        <w:t>1.013e0</w:t>
      </w:r>
    </w:p>
    <w:p w:rsidR="007B6A46" w:rsidRDefault="007B6A46" w:rsidP="007B6A46">
      <w:r>
        <w:t>848.1193</w:t>
      </w:r>
      <w:r>
        <w:tab/>
        <w:t>2.025e0</w:t>
      </w:r>
    </w:p>
    <w:p w:rsidR="007B6A46" w:rsidRDefault="007B6A46" w:rsidP="007B6A46">
      <w:r>
        <w:t>848.1465</w:t>
      </w:r>
      <w:r>
        <w:tab/>
        <w:t>1.013e0</w:t>
      </w:r>
    </w:p>
    <w:p w:rsidR="007B6A46" w:rsidRDefault="007B6A46" w:rsidP="007B6A46">
      <w:r>
        <w:t>848.1893</w:t>
      </w:r>
      <w:r>
        <w:tab/>
        <w:t>1.013e0</w:t>
      </w:r>
    </w:p>
    <w:p w:rsidR="007B6A46" w:rsidRDefault="007B6A46" w:rsidP="007B6A46">
      <w:r>
        <w:t>848.2334</w:t>
      </w:r>
      <w:r>
        <w:tab/>
        <w:t>1.013e0</w:t>
      </w:r>
    </w:p>
    <w:p w:rsidR="007B6A46" w:rsidRDefault="007B6A46" w:rsidP="007B6A46">
      <w:r>
        <w:t>848.2946</w:t>
      </w:r>
      <w:r>
        <w:tab/>
        <w:t>1.013e0</w:t>
      </w:r>
    </w:p>
    <w:p w:rsidR="007B6A46" w:rsidRDefault="007B6A46" w:rsidP="007B6A46">
      <w:r>
        <w:t>848.3047</w:t>
      </w:r>
      <w:r>
        <w:tab/>
        <w:t>1.013e0</w:t>
      </w:r>
    </w:p>
    <w:p w:rsidR="007B6A46" w:rsidRDefault="007B6A46" w:rsidP="007B6A46">
      <w:r>
        <w:t>848.3105</w:t>
      </w:r>
      <w:r>
        <w:tab/>
        <w:t>1.013e0</w:t>
      </w:r>
    </w:p>
    <w:p w:rsidR="007B6A46" w:rsidRDefault="007B6A46" w:rsidP="007B6A46">
      <w:r>
        <w:t>848.3691</w:t>
      </w:r>
      <w:r>
        <w:tab/>
        <w:t>2.025e0</w:t>
      </w:r>
    </w:p>
    <w:p w:rsidR="007B6A46" w:rsidRDefault="007B6A46" w:rsidP="007B6A46">
      <w:r>
        <w:t>848.4124</w:t>
      </w:r>
      <w:r>
        <w:tab/>
        <w:t>1.013e0</w:t>
      </w:r>
    </w:p>
    <w:p w:rsidR="007B6A46" w:rsidRDefault="007B6A46" w:rsidP="007B6A46">
      <w:r>
        <w:t>848.4137</w:t>
      </w:r>
      <w:r>
        <w:tab/>
        <w:t>1.013e0</w:t>
      </w:r>
    </w:p>
    <w:p w:rsidR="007B6A46" w:rsidRDefault="007B6A46" w:rsidP="007B6A46">
      <w:r>
        <w:t>848.5814</w:t>
      </w:r>
      <w:r>
        <w:tab/>
        <w:t>1.013e0</w:t>
      </w:r>
    </w:p>
    <w:p w:rsidR="007B6A46" w:rsidRDefault="007B6A46" w:rsidP="007B6A46">
      <w:r>
        <w:t>848.6041</w:t>
      </w:r>
      <w:r>
        <w:tab/>
        <w:t>2.025e0</w:t>
      </w:r>
    </w:p>
    <w:p w:rsidR="007B6A46" w:rsidRDefault="007B6A46" w:rsidP="007B6A46">
      <w:r>
        <w:lastRenderedPageBreak/>
        <w:t>848.7328</w:t>
      </w:r>
      <w:r>
        <w:tab/>
        <w:t>1.013e0</w:t>
      </w:r>
    </w:p>
    <w:p w:rsidR="007B6A46" w:rsidRDefault="007B6A46" w:rsidP="007B6A46">
      <w:r>
        <w:t>848.7865</w:t>
      </w:r>
      <w:r>
        <w:tab/>
        <w:t>1.013e0</w:t>
      </w:r>
    </w:p>
    <w:p w:rsidR="007B6A46" w:rsidRDefault="007B6A46" w:rsidP="007B6A46">
      <w:r>
        <w:t>848.8349</w:t>
      </w:r>
      <w:r>
        <w:tab/>
        <w:t>1.013e0</w:t>
      </w:r>
    </w:p>
    <w:p w:rsidR="007B6A46" w:rsidRDefault="007B6A46" w:rsidP="007B6A46">
      <w:r>
        <w:t>848.8468</w:t>
      </w:r>
      <w:r>
        <w:tab/>
        <w:t>1.013e0</w:t>
      </w:r>
    </w:p>
    <w:p w:rsidR="007B6A46" w:rsidRDefault="007B6A46" w:rsidP="007B6A46">
      <w:r>
        <w:t>848.8597</w:t>
      </w:r>
      <w:r>
        <w:tab/>
        <w:t>1.013e0</w:t>
      </w:r>
    </w:p>
    <w:p w:rsidR="007B6A46" w:rsidRDefault="007B6A46" w:rsidP="007B6A46">
      <w:r>
        <w:t>848.8754</w:t>
      </w:r>
      <w:r>
        <w:tab/>
        <w:t>1.013e0</w:t>
      </w:r>
    </w:p>
    <w:p w:rsidR="007B6A46" w:rsidRDefault="007B6A46" w:rsidP="007B6A46">
      <w:r>
        <w:t>848.9193</w:t>
      </w:r>
      <w:r>
        <w:tab/>
        <w:t>1.013e0</w:t>
      </w:r>
    </w:p>
    <w:p w:rsidR="007B6A46" w:rsidRDefault="007B6A46" w:rsidP="007B6A46">
      <w:r>
        <w:t>848.9597</w:t>
      </w:r>
      <w:r>
        <w:tab/>
        <w:t>1.013e0</w:t>
      </w:r>
    </w:p>
    <w:p w:rsidR="007B6A46" w:rsidRDefault="007B6A46" w:rsidP="007B6A46">
      <w:r>
        <w:t>848.9977</w:t>
      </w:r>
      <w:r>
        <w:tab/>
        <w:t>2.025e0</w:t>
      </w:r>
    </w:p>
    <w:p w:rsidR="007B6A46" w:rsidRDefault="007B6A46" w:rsidP="007B6A46">
      <w:r>
        <w:t>849.0355</w:t>
      </w:r>
      <w:r>
        <w:tab/>
        <w:t>3.038e0</w:t>
      </w:r>
    </w:p>
    <w:p w:rsidR="007B6A46" w:rsidRDefault="007B6A46" w:rsidP="007B6A46">
      <w:r>
        <w:t>849.0894</w:t>
      </w:r>
      <w:r>
        <w:tab/>
        <w:t>1.013e0</w:t>
      </w:r>
    </w:p>
    <w:p w:rsidR="007B6A46" w:rsidRDefault="007B6A46" w:rsidP="007B6A46">
      <w:r>
        <w:t>849.1071</w:t>
      </w:r>
      <w:r>
        <w:tab/>
        <w:t>2.025e0</w:t>
      </w:r>
    </w:p>
    <w:p w:rsidR="007B6A46" w:rsidRDefault="007B6A46" w:rsidP="007B6A46">
      <w:r>
        <w:t>849.2437</w:t>
      </w:r>
      <w:r>
        <w:tab/>
        <w:t>1.013e0</w:t>
      </w:r>
    </w:p>
    <w:p w:rsidR="007B6A46" w:rsidRDefault="007B6A46" w:rsidP="007B6A46">
      <w:r>
        <w:t>849.3594</w:t>
      </w:r>
      <w:r>
        <w:tab/>
        <w:t>1.013e0</w:t>
      </w:r>
    </w:p>
    <w:p w:rsidR="007B6A46" w:rsidRDefault="007B6A46" w:rsidP="007B6A46">
      <w:r>
        <w:t>849.4165</w:t>
      </w:r>
      <w:r>
        <w:tab/>
        <w:t>1.013e0</w:t>
      </w:r>
    </w:p>
    <w:p w:rsidR="007B6A46" w:rsidRDefault="007B6A46" w:rsidP="007B6A46">
      <w:r>
        <w:t>849.4621</w:t>
      </w:r>
      <w:r>
        <w:tab/>
        <w:t>1.013e0</w:t>
      </w:r>
    </w:p>
    <w:p w:rsidR="007B6A46" w:rsidRDefault="007B6A46" w:rsidP="007B6A46">
      <w:r>
        <w:t>849.5988</w:t>
      </w:r>
      <w:r>
        <w:tab/>
        <w:t>1.013e0</w:t>
      </w:r>
    </w:p>
    <w:p w:rsidR="007B6A46" w:rsidRDefault="007B6A46" w:rsidP="007B6A46">
      <w:r>
        <w:t>849.6022</w:t>
      </w:r>
      <w:r>
        <w:tab/>
        <w:t>3.038e0</w:t>
      </w:r>
    </w:p>
    <w:p w:rsidR="007B6A46" w:rsidRDefault="007B6A46" w:rsidP="007B6A46">
      <w:r>
        <w:t>849.6749</w:t>
      </w:r>
      <w:r>
        <w:tab/>
        <w:t>1.013e0</w:t>
      </w:r>
    </w:p>
    <w:p w:rsidR="007B6A46" w:rsidRDefault="007B6A46" w:rsidP="007B6A46">
      <w:r>
        <w:lastRenderedPageBreak/>
        <w:t>849.7010</w:t>
      </w:r>
      <w:r>
        <w:tab/>
        <w:t>2.025e0</w:t>
      </w:r>
    </w:p>
    <w:p w:rsidR="007B6A46" w:rsidRDefault="007B6A46" w:rsidP="007B6A46">
      <w:r>
        <w:t>849.7505</w:t>
      </w:r>
      <w:r>
        <w:tab/>
        <w:t>1.013e0</w:t>
      </w:r>
    </w:p>
    <w:p w:rsidR="007B6A46" w:rsidRDefault="007B6A46" w:rsidP="007B6A46">
      <w:r>
        <w:t>849.9035</w:t>
      </w:r>
      <w:r>
        <w:tab/>
        <w:t>1.013e0</w:t>
      </w:r>
    </w:p>
    <w:p w:rsidR="007B6A46" w:rsidRDefault="007B6A46" w:rsidP="007B6A46">
      <w:r>
        <w:t>849.9093</w:t>
      </w:r>
      <w:r>
        <w:tab/>
        <w:t>2.025e0</w:t>
      </w:r>
    </w:p>
    <w:p w:rsidR="007B6A46" w:rsidRDefault="007B6A46" w:rsidP="007B6A46">
      <w:r>
        <w:t>849.9541</w:t>
      </w:r>
      <w:r>
        <w:tab/>
        <w:t>1.013e0</w:t>
      </w:r>
    </w:p>
    <w:p w:rsidR="007B6A46" w:rsidRDefault="007B6A46" w:rsidP="007B6A46">
      <w:r>
        <w:t>849.9752</w:t>
      </w:r>
      <w:r>
        <w:tab/>
        <w:t>3.038e0</w:t>
      </w:r>
    </w:p>
    <w:p w:rsidR="007B6A46" w:rsidRDefault="007B6A46" w:rsidP="007B6A46">
      <w:r>
        <w:t>850.0199</w:t>
      </w:r>
      <w:r>
        <w:tab/>
        <w:t>1.013e0</w:t>
      </w:r>
    </w:p>
    <w:p w:rsidR="007B6A46" w:rsidRDefault="007B6A46" w:rsidP="007B6A46">
      <w:r>
        <w:t>850.0737</w:t>
      </w:r>
      <w:r>
        <w:tab/>
        <w:t>1.013e0</w:t>
      </w:r>
    </w:p>
    <w:p w:rsidR="007B6A46" w:rsidRDefault="007B6A46" w:rsidP="007B6A46">
      <w:r>
        <w:t>850.0954</w:t>
      </w:r>
      <w:r>
        <w:tab/>
        <w:t>2.025e0</w:t>
      </w:r>
    </w:p>
    <w:p w:rsidR="007B6A46" w:rsidRDefault="007B6A46" w:rsidP="007B6A46">
      <w:r>
        <w:t>850.1035</w:t>
      </w:r>
      <w:r>
        <w:tab/>
        <w:t>1.013e0</w:t>
      </w:r>
    </w:p>
    <w:p w:rsidR="007B6A46" w:rsidRDefault="007B6A46" w:rsidP="007B6A46">
      <w:r>
        <w:t>850.1451</w:t>
      </w:r>
      <w:r>
        <w:tab/>
        <w:t>1.013e0</w:t>
      </w:r>
    </w:p>
    <w:p w:rsidR="007B6A46" w:rsidRDefault="007B6A46" w:rsidP="007B6A46">
      <w:r>
        <w:t>850.2308</w:t>
      </w:r>
      <w:r>
        <w:tab/>
        <w:t>1.013e0</w:t>
      </w:r>
    </w:p>
    <w:p w:rsidR="007B6A46" w:rsidRDefault="007B6A46" w:rsidP="007B6A46">
      <w:r>
        <w:t>850.2750</w:t>
      </w:r>
      <w:r>
        <w:tab/>
        <w:t>1.013e0</w:t>
      </w:r>
    </w:p>
    <w:p w:rsidR="007B6A46" w:rsidRDefault="007B6A46" w:rsidP="007B6A46">
      <w:r>
        <w:t>850.2905</w:t>
      </w:r>
      <w:r>
        <w:tab/>
        <w:t>1.013e0</w:t>
      </w:r>
    </w:p>
    <w:p w:rsidR="007B6A46" w:rsidRDefault="007B6A46" w:rsidP="007B6A46">
      <w:r>
        <w:t>850.4059</w:t>
      </w:r>
      <w:r>
        <w:tab/>
        <w:t>2.025e0</w:t>
      </w:r>
    </w:p>
    <w:p w:rsidR="007B6A46" w:rsidRDefault="007B6A46" w:rsidP="007B6A46">
      <w:r>
        <w:t>850.4147</w:t>
      </w:r>
      <w:r>
        <w:tab/>
        <w:t>2.025e0</w:t>
      </w:r>
    </w:p>
    <w:p w:rsidR="007B6A46" w:rsidRDefault="007B6A46" w:rsidP="007B6A46">
      <w:r>
        <w:t>850.4453</w:t>
      </w:r>
      <w:r>
        <w:tab/>
        <w:t>1.013e0</w:t>
      </w:r>
    </w:p>
    <w:p w:rsidR="007B6A46" w:rsidRDefault="007B6A46" w:rsidP="007B6A46">
      <w:r>
        <w:t>850.4857</w:t>
      </w:r>
      <w:r>
        <w:tab/>
        <w:t>3.038e0</w:t>
      </w:r>
    </w:p>
    <w:p w:rsidR="007B6A46" w:rsidRDefault="007B6A46" w:rsidP="007B6A46">
      <w:r>
        <w:t>850.5292</w:t>
      </w:r>
      <w:r>
        <w:tab/>
        <w:t>1.013e0</w:t>
      </w:r>
    </w:p>
    <w:p w:rsidR="007B6A46" w:rsidRDefault="007B6A46" w:rsidP="007B6A46">
      <w:r>
        <w:lastRenderedPageBreak/>
        <w:t>850.5753</w:t>
      </w:r>
      <w:r>
        <w:tab/>
        <w:t>1.013e0</w:t>
      </w:r>
    </w:p>
    <w:p w:rsidR="007B6A46" w:rsidRDefault="007B6A46" w:rsidP="007B6A46">
      <w:r>
        <w:t>850.6611</w:t>
      </w:r>
      <w:r>
        <w:tab/>
        <w:t>1.013e0</w:t>
      </w:r>
    </w:p>
    <w:p w:rsidR="007B6A46" w:rsidRDefault="007B6A46" w:rsidP="007B6A46">
      <w:r>
        <w:t>850.6819</w:t>
      </w:r>
      <w:r>
        <w:tab/>
        <w:t>1.013e0</w:t>
      </w:r>
    </w:p>
    <w:p w:rsidR="007B6A46" w:rsidRDefault="007B6A46" w:rsidP="007B6A46">
      <w:r>
        <w:t>850.6992</w:t>
      </w:r>
      <w:r>
        <w:tab/>
        <w:t>1.013e0</w:t>
      </w:r>
    </w:p>
    <w:p w:rsidR="007B6A46" w:rsidRDefault="007B6A46" w:rsidP="007B6A46">
      <w:r>
        <w:t>850.7312</w:t>
      </w:r>
      <w:r>
        <w:tab/>
        <w:t>1.013e0</w:t>
      </w:r>
    </w:p>
    <w:p w:rsidR="007B6A46" w:rsidRDefault="007B6A46" w:rsidP="007B6A46">
      <w:r>
        <w:t>850.7998</w:t>
      </w:r>
      <w:r>
        <w:tab/>
        <w:t>1.013e0</w:t>
      </w:r>
    </w:p>
    <w:p w:rsidR="007B6A46" w:rsidRDefault="007B6A46" w:rsidP="007B6A46">
      <w:r>
        <w:t>850.8184</w:t>
      </w:r>
      <w:r>
        <w:tab/>
        <w:t>1.013e0</w:t>
      </w:r>
    </w:p>
    <w:p w:rsidR="007B6A46" w:rsidRDefault="007B6A46" w:rsidP="007B6A46">
      <w:r>
        <w:t>850.8899</w:t>
      </w:r>
      <w:r>
        <w:tab/>
        <w:t>1.013e0</w:t>
      </w:r>
    </w:p>
    <w:p w:rsidR="007B6A46" w:rsidRDefault="007B6A46" w:rsidP="007B6A46">
      <w:r>
        <w:t>850.9614</w:t>
      </w:r>
      <w:r>
        <w:tab/>
        <w:t>1.013e0</w:t>
      </w:r>
    </w:p>
    <w:p w:rsidR="007B6A46" w:rsidRDefault="007B6A46" w:rsidP="007B6A46">
      <w:r>
        <w:t>851.0544</w:t>
      </w:r>
      <w:r>
        <w:tab/>
        <w:t>1.013e0</w:t>
      </w:r>
    </w:p>
    <w:p w:rsidR="007B6A46" w:rsidRDefault="007B6A46" w:rsidP="007B6A46">
      <w:r>
        <w:t>851.3477</w:t>
      </w:r>
      <w:r>
        <w:tab/>
        <w:t>1.013e0</w:t>
      </w:r>
    </w:p>
    <w:p w:rsidR="007B6A46" w:rsidRDefault="007B6A46" w:rsidP="007B6A46">
      <w:r>
        <w:t>851.4036</w:t>
      </w:r>
      <w:r>
        <w:tab/>
        <w:t>1.013e0</w:t>
      </w:r>
    </w:p>
    <w:p w:rsidR="007B6A46" w:rsidRDefault="007B6A46" w:rsidP="007B6A46">
      <w:r>
        <w:t>851.4549</w:t>
      </w:r>
      <w:r>
        <w:tab/>
        <w:t>2.025e0</w:t>
      </w:r>
    </w:p>
    <w:p w:rsidR="007B6A46" w:rsidRDefault="007B6A46" w:rsidP="007B6A46">
      <w:r>
        <w:t>851.4609</w:t>
      </w:r>
      <w:r>
        <w:tab/>
        <w:t>1.013e0</w:t>
      </w:r>
    </w:p>
    <w:p w:rsidR="007B6A46" w:rsidRDefault="007B6A46" w:rsidP="007B6A46">
      <w:r>
        <w:t>851.5114</w:t>
      </w:r>
      <w:r>
        <w:tab/>
        <w:t>1.013e0</w:t>
      </w:r>
    </w:p>
    <w:p w:rsidR="007B6A46" w:rsidRDefault="007B6A46" w:rsidP="007B6A46">
      <w:r>
        <w:t>851.5524</w:t>
      </w:r>
      <w:r>
        <w:tab/>
        <w:t>2.025e0</w:t>
      </w:r>
    </w:p>
    <w:p w:rsidR="007B6A46" w:rsidRDefault="007B6A46" w:rsidP="007B6A46">
      <w:r>
        <w:t>851.6340</w:t>
      </w:r>
      <w:r>
        <w:tab/>
        <w:t>1.013e0</w:t>
      </w:r>
    </w:p>
    <w:p w:rsidR="007B6A46" w:rsidRDefault="007B6A46" w:rsidP="007B6A46">
      <w:r>
        <w:t>851.7758</w:t>
      </w:r>
      <w:r>
        <w:tab/>
        <w:t>1.013e0</w:t>
      </w:r>
    </w:p>
    <w:p w:rsidR="007B6A46" w:rsidRDefault="007B6A46" w:rsidP="007B6A46">
      <w:r>
        <w:t>851.7901</w:t>
      </w:r>
      <w:r>
        <w:tab/>
        <w:t>1.013e0</w:t>
      </w:r>
    </w:p>
    <w:p w:rsidR="007B6A46" w:rsidRDefault="007B6A46" w:rsidP="007B6A46">
      <w:r>
        <w:lastRenderedPageBreak/>
        <w:t>851.8129</w:t>
      </w:r>
      <w:r>
        <w:tab/>
        <w:t>2.025e0</w:t>
      </w:r>
    </w:p>
    <w:p w:rsidR="007B6A46" w:rsidRDefault="007B6A46" w:rsidP="007B6A46">
      <w:r>
        <w:t>851.8167</w:t>
      </w:r>
      <w:r>
        <w:tab/>
        <w:t>1.013e0</w:t>
      </w:r>
    </w:p>
    <w:p w:rsidR="007B6A46" w:rsidRDefault="007B6A46" w:rsidP="007B6A46">
      <w:r>
        <w:t>851.9011</w:t>
      </w:r>
      <w:r>
        <w:tab/>
        <w:t>1.013e0</w:t>
      </w:r>
    </w:p>
    <w:p w:rsidR="007B6A46" w:rsidRDefault="007B6A46" w:rsidP="007B6A46">
      <w:r>
        <w:t>851.9855</w:t>
      </w:r>
      <w:r>
        <w:tab/>
        <w:t>1.013e0</w:t>
      </w:r>
    </w:p>
    <w:p w:rsidR="007B6A46" w:rsidRDefault="007B6A46" w:rsidP="007B6A46">
      <w:r>
        <w:t>852.0049</w:t>
      </w:r>
      <w:r>
        <w:tab/>
        <w:t>1.013e0</w:t>
      </w:r>
    </w:p>
    <w:p w:rsidR="007B6A46" w:rsidRDefault="007B6A46" w:rsidP="007B6A46">
      <w:r>
        <w:t>852.0192</w:t>
      </w:r>
      <w:r>
        <w:tab/>
        <w:t>1.013e0</w:t>
      </w:r>
    </w:p>
    <w:p w:rsidR="007B6A46" w:rsidRDefault="007B6A46" w:rsidP="007B6A46">
      <w:r>
        <w:t>852.0872</w:t>
      </w:r>
      <w:r>
        <w:tab/>
        <w:t>1.013e0</w:t>
      </w:r>
    </w:p>
    <w:p w:rsidR="007B6A46" w:rsidRDefault="007B6A46" w:rsidP="007B6A46">
      <w:r>
        <w:t>852.1891</w:t>
      </w:r>
      <w:r>
        <w:tab/>
        <w:t>1.013e0</w:t>
      </w:r>
    </w:p>
    <w:p w:rsidR="007B6A46" w:rsidRDefault="007B6A46" w:rsidP="007B6A46">
      <w:r>
        <w:t>852.2054</w:t>
      </w:r>
      <w:r>
        <w:tab/>
        <w:t>2.025e0</w:t>
      </w:r>
    </w:p>
    <w:p w:rsidR="007B6A46" w:rsidRDefault="007B6A46" w:rsidP="007B6A46">
      <w:r>
        <w:t>852.2068</w:t>
      </w:r>
      <w:r>
        <w:tab/>
        <w:t>1.013e0</w:t>
      </w:r>
    </w:p>
    <w:p w:rsidR="007B6A46" w:rsidRDefault="007B6A46" w:rsidP="007B6A46">
      <w:r>
        <w:t>852.2916</w:t>
      </w:r>
      <w:r>
        <w:tab/>
        <w:t>3.038e0</w:t>
      </w:r>
    </w:p>
    <w:p w:rsidR="007B6A46" w:rsidRDefault="007B6A46" w:rsidP="007B6A46">
      <w:r>
        <w:t>852.3344</w:t>
      </w:r>
      <w:r>
        <w:tab/>
        <w:t>1.013e0</w:t>
      </w:r>
    </w:p>
    <w:p w:rsidR="007B6A46" w:rsidRDefault="007B6A46" w:rsidP="007B6A46">
      <w:r>
        <w:t>852.3357</w:t>
      </w:r>
      <w:r>
        <w:tab/>
        <w:t>1.013e0</w:t>
      </w:r>
    </w:p>
    <w:p w:rsidR="007B6A46" w:rsidRDefault="007B6A46" w:rsidP="007B6A46">
      <w:r>
        <w:t>852.4424</w:t>
      </w:r>
      <w:r>
        <w:tab/>
        <w:t>1.013e0</w:t>
      </w:r>
    </w:p>
    <w:p w:rsidR="007B6A46" w:rsidRDefault="007B6A46" w:rsidP="007B6A46">
      <w:r>
        <w:t>852.4782</w:t>
      </w:r>
      <w:r>
        <w:tab/>
        <w:t>2.025e0</w:t>
      </w:r>
    </w:p>
    <w:p w:rsidR="007B6A46" w:rsidRDefault="007B6A46" w:rsidP="007B6A46">
      <w:r>
        <w:t>852.5092</w:t>
      </w:r>
      <w:r>
        <w:tab/>
        <w:t>1.013e0</w:t>
      </w:r>
    </w:p>
    <w:p w:rsidR="007B6A46" w:rsidRDefault="007B6A46" w:rsidP="007B6A46">
      <w:r>
        <w:t>852.5255</w:t>
      </w:r>
      <w:r>
        <w:tab/>
        <w:t>1.013e0</w:t>
      </w:r>
    </w:p>
    <w:p w:rsidR="007B6A46" w:rsidRDefault="007B6A46" w:rsidP="007B6A46">
      <w:r>
        <w:t>852.7289</w:t>
      </w:r>
      <w:r>
        <w:tab/>
        <w:t>2.025e0</w:t>
      </w:r>
    </w:p>
    <w:p w:rsidR="007B6A46" w:rsidRDefault="007B6A46" w:rsidP="007B6A46">
      <w:r>
        <w:t>852.8861</w:t>
      </w:r>
      <w:r>
        <w:tab/>
        <w:t>2.025e0</w:t>
      </w:r>
    </w:p>
    <w:p w:rsidR="007B6A46" w:rsidRDefault="007B6A46" w:rsidP="007B6A46">
      <w:r>
        <w:lastRenderedPageBreak/>
        <w:t>852.9324</w:t>
      </w:r>
      <w:r>
        <w:tab/>
        <w:t>1.013e0</w:t>
      </w:r>
    </w:p>
    <w:p w:rsidR="007B6A46" w:rsidRDefault="007B6A46" w:rsidP="007B6A46">
      <w:r>
        <w:t>852.9807</w:t>
      </w:r>
      <w:r>
        <w:tab/>
        <w:t>1.013e0</w:t>
      </w:r>
    </w:p>
    <w:p w:rsidR="007B6A46" w:rsidRDefault="007B6A46" w:rsidP="007B6A46">
      <w:r>
        <w:t>853.1097</w:t>
      </w:r>
      <w:r>
        <w:tab/>
        <w:t>1.013e0</w:t>
      </w:r>
    </w:p>
    <w:p w:rsidR="007B6A46" w:rsidRDefault="007B6A46" w:rsidP="007B6A46">
      <w:r>
        <w:t>853.1514</w:t>
      </w:r>
      <w:r>
        <w:tab/>
        <w:t>2.025e0</w:t>
      </w:r>
    </w:p>
    <w:p w:rsidR="007B6A46" w:rsidRDefault="007B6A46" w:rsidP="007B6A46">
      <w:r>
        <w:t>853.1657</w:t>
      </w:r>
      <w:r>
        <w:tab/>
        <w:t>1.013e0</w:t>
      </w:r>
    </w:p>
    <w:p w:rsidR="007B6A46" w:rsidRDefault="007B6A46" w:rsidP="007B6A46">
      <w:r>
        <w:t>853.2387</w:t>
      </w:r>
      <w:r>
        <w:tab/>
        <w:t>1.013e0</w:t>
      </w:r>
    </w:p>
    <w:p w:rsidR="007B6A46" w:rsidRDefault="007B6A46" w:rsidP="007B6A46">
      <w:r>
        <w:t>853.2874</w:t>
      </w:r>
      <w:r>
        <w:tab/>
        <w:t>1.013e0</w:t>
      </w:r>
    </w:p>
    <w:p w:rsidR="007B6A46" w:rsidRDefault="007B6A46" w:rsidP="007B6A46">
      <w:r>
        <w:t>853.3061</w:t>
      </w:r>
      <w:r>
        <w:tab/>
        <w:t>1.013e0</w:t>
      </w:r>
    </w:p>
    <w:p w:rsidR="007B6A46" w:rsidRDefault="007B6A46" w:rsidP="007B6A46">
      <w:r>
        <w:t>853.3535</w:t>
      </w:r>
      <w:r>
        <w:tab/>
        <w:t>1.013e0</w:t>
      </w:r>
    </w:p>
    <w:p w:rsidR="007B6A46" w:rsidRDefault="007B6A46" w:rsidP="007B6A46">
      <w:r>
        <w:t>853.3719</w:t>
      </w:r>
      <w:r>
        <w:tab/>
        <w:t>1.013e0</w:t>
      </w:r>
    </w:p>
    <w:p w:rsidR="007B6A46" w:rsidRDefault="007B6A46" w:rsidP="007B6A46">
      <w:r>
        <w:t>853.4706</w:t>
      </w:r>
      <w:r>
        <w:tab/>
        <w:t>2.025e0</w:t>
      </w:r>
    </w:p>
    <w:p w:rsidR="007B6A46" w:rsidRDefault="007B6A46" w:rsidP="007B6A46">
      <w:r>
        <w:t>853.4736</w:t>
      </w:r>
      <w:r>
        <w:tab/>
        <w:t>1.013e0</w:t>
      </w:r>
    </w:p>
    <w:p w:rsidR="007B6A46" w:rsidRDefault="007B6A46" w:rsidP="007B6A46">
      <w:r>
        <w:t>853.4812</w:t>
      </w:r>
      <w:r>
        <w:tab/>
        <w:t>1.013e0</w:t>
      </w:r>
    </w:p>
    <w:p w:rsidR="007B6A46" w:rsidRDefault="007B6A46" w:rsidP="007B6A46">
      <w:r>
        <w:t>853.5256</w:t>
      </w:r>
      <w:r>
        <w:tab/>
        <w:t>1.013e0</w:t>
      </w:r>
    </w:p>
    <w:p w:rsidR="007B6A46" w:rsidRDefault="007B6A46" w:rsidP="007B6A46">
      <w:r>
        <w:t>853.6260</w:t>
      </w:r>
      <w:r>
        <w:tab/>
        <w:t>1.013e0</w:t>
      </w:r>
    </w:p>
    <w:p w:rsidR="007B6A46" w:rsidRDefault="007B6A46" w:rsidP="007B6A46">
      <w:r>
        <w:t>853.6770</w:t>
      </w:r>
      <w:r>
        <w:tab/>
        <w:t>1.013e0</w:t>
      </w:r>
    </w:p>
    <w:p w:rsidR="007B6A46" w:rsidRDefault="007B6A46" w:rsidP="007B6A46">
      <w:r>
        <w:t>853.6960</w:t>
      </w:r>
      <w:r>
        <w:tab/>
        <w:t>1.013e0</w:t>
      </w:r>
    </w:p>
    <w:p w:rsidR="007B6A46" w:rsidRDefault="007B6A46" w:rsidP="007B6A46">
      <w:r>
        <w:t>853.7108</w:t>
      </w:r>
      <w:r>
        <w:tab/>
        <w:t>1.013e0</w:t>
      </w:r>
    </w:p>
    <w:p w:rsidR="007B6A46" w:rsidRDefault="007B6A46" w:rsidP="007B6A46">
      <w:r>
        <w:t>853.7121</w:t>
      </w:r>
      <w:r>
        <w:tab/>
        <w:t>1.013e0</w:t>
      </w:r>
    </w:p>
    <w:p w:rsidR="007B6A46" w:rsidRDefault="007B6A46" w:rsidP="007B6A46">
      <w:r>
        <w:lastRenderedPageBreak/>
        <w:t>853.8399</w:t>
      </w:r>
      <w:r>
        <w:tab/>
        <w:t>1.013e0</w:t>
      </w:r>
    </w:p>
    <w:p w:rsidR="007B6A46" w:rsidRDefault="007B6A46" w:rsidP="007B6A46">
      <w:r>
        <w:t>853.8473</w:t>
      </w:r>
      <w:r>
        <w:tab/>
        <w:t>1.013e0</w:t>
      </w:r>
    </w:p>
    <w:p w:rsidR="007B6A46" w:rsidRDefault="007B6A46" w:rsidP="007B6A46">
      <w:r>
        <w:t>853.8700</w:t>
      </w:r>
      <w:r>
        <w:tab/>
        <w:t>1.013e0</w:t>
      </w:r>
    </w:p>
    <w:p w:rsidR="007B6A46" w:rsidRDefault="007B6A46" w:rsidP="007B6A46">
      <w:r>
        <w:t>853.9138</w:t>
      </w:r>
      <w:r>
        <w:tab/>
        <w:t>1.013e0</w:t>
      </w:r>
    </w:p>
    <w:p w:rsidR="007B6A46" w:rsidRDefault="007B6A46" w:rsidP="007B6A46">
      <w:r>
        <w:t>854.2562</w:t>
      </w:r>
      <w:r>
        <w:tab/>
        <w:t>1.013e0</w:t>
      </w:r>
    </w:p>
    <w:p w:rsidR="007B6A46" w:rsidRDefault="007B6A46" w:rsidP="007B6A46">
      <w:r>
        <w:t>854.2863</w:t>
      </w:r>
      <w:r>
        <w:tab/>
        <w:t>1.013e0</w:t>
      </w:r>
    </w:p>
    <w:p w:rsidR="007B6A46" w:rsidRDefault="007B6A46" w:rsidP="007B6A46">
      <w:r>
        <w:t>854.3038</w:t>
      </w:r>
      <w:r>
        <w:tab/>
        <w:t>1.013e0</w:t>
      </w:r>
    </w:p>
    <w:p w:rsidR="007B6A46" w:rsidRDefault="007B6A46" w:rsidP="007B6A46">
      <w:r>
        <w:t>854.3547</w:t>
      </w:r>
      <w:r>
        <w:tab/>
        <w:t>1.013e0</w:t>
      </w:r>
    </w:p>
    <w:p w:rsidR="007B6A46" w:rsidRDefault="007B6A46" w:rsidP="007B6A46">
      <w:r>
        <w:t>854.3878</w:t>
      </w:r>
      <w:r>
        <w:tab/>
        <w:t>1.013e0</w:t>
      </w:r>
    </w:p>
    <w:p w:rsidR="007B6A46" w:rsidRDefault="007B6A46" w:rsidP="007B6A46">
      <w:r>
        <w:t>854.4716</w:t>
      </w:r>
      <w:r>
        <w:tab/>
        <w:t>1.013e0</w:t>
      </w:r>
    </w:p>
    <w:p w:rsidR="007B6A46" w:rsidRDefault="007B6A46" w:rsidP="007B6A46">
      <w:r>
        <w:t>854.4979</w:t>
      </w:r>
      <w:r>
        <w:tab/>
        <w:t>3.038e0</w:t>
      </w:r>
    </w:p>
    <w:p w:rsidR="007B6A46" w:rsidRDefault="007B6A46" w:rsidP="007B6A46">
      <w:r>
        <w:t>854.5733</w:t>
      </w:r>
      <w:r>
        <w:tab/>
        <w:t>3.924e0</w:t>
      </w:r>
    </w:p>
    <w:p w:rsidR="007B6A46" w:rsidRDefault="007B6A46" w:rsidP="007B6A46">
      <w:r>
        <w:t>854.6309</w:t>
      </w:r>
      <w:r>
        <w:tab/>
        <w:t>1.013e0</w:t>
      </w:r>
    </w:p>
    <w:p w:rsidR="007B6A46" w:rsidRDefault="007B6A46" w:rsidP="007B6A46">
      <w:r>
        <w:t>854.6519</w:t>
      </w:r>
      <w:r>
        <w:tab/>
        <w:t>2.025e0</w:t>
      </w:r>
    </w:p>
    <w:p w:rsidR="007B6A46" w:rsidRDefault="007B6A46" w:rsidP="007B6A46">
      <w:r>
        <w:t>854.6744</w:t>
      </w:r>
      <w:r>
        <w:tab/>
        <w:t>1.013e0</w:t>
      </w:r>
    </w:p>
    <w:p w:rsidR="007B6A46" w:rsidRDefault="007B6A46" w:rsidP="007B6A46">
      <w:r>
        <w:t>854.7106</w:t>
      </w:r>
      <w:r>
        <w:tab/>
        <w:t>1.013e0</w:t>
      </w:r>
    </w:p>
    <w:p w:rsidR="007B6A46" w:rsidRDefault="007B6A46" w:rsidP="007B6A46">
      <w:r>
        <w:t>854.7889</w:t>
      </w:r>
      <w:r>
        <w:tab/>
        <w:t>1.013e0</w:t>
      </w:r>
    </w:p>
    <w:p w:rsidR="007B6A46" w:rsidRDefault="007B6A46" w:rsidP="007B6A46">
      <w:r>
        <w:t>854.9127</w:t>
      </w:r>
      <w:r>
        <w:tab/>
        <w:t>1.013e0</w:t>
      </w:r>
    </w:p>
    <w:p w:rsidR="007B6A46" w:rsidRDefault="007B6A46" w:rsidP="007B6A46">
      <w:r>
        <w:t>855.0462</w:t>
      </w:r>
      <w:r>
        <w:tab/>
        <w:t>1.013e0</w:t>
      </w:r>
    </w:p>
    <w:p w:rsidR="007B6A46" w:rsidRDefault="007B6A46" w:rsidP="007B6A46">
      <w:r>
        <w:lastRenderedPageBreak/>
        <w:t>855.1179</w:t>
      </w:r>
      <w:r>
        <w:tab/>
        <w:t>2.025e0</w:t>
      </w:r>
    </w:p>
    <w:p w:rsidR="007B6A46" w:rsidRDefault="007B6A46" w:rsidP="007B6A46">
      <w:r>
        <w:t>855.1702</w:t>
      </w:r>
      <w:r>
        <w:tab/>
        <w:t>2.025e0</w:t>
      </w:r>
    </w:p>
    <w:p w:rsidR="007B6A46" w:rsidRDefault="007B6A46" w:rsidP="007B6A46">
      <w:r>
        <w:t>855.2188</w:t>
      </w:r>
      <w:r>
        <w:tab/>
        <w:t>2.025e0</w:t>
      </w:r>
    </w:p>
    <w:p w:rsidR="007B6A46" w:rsidRDefault="007B6A46" w:rsidP="007B6A46">
      <w:r>
        <w:t>855.2862</w:t>
      </w:r>
      <w:r>
        <w:tab/>
        <w:t>1.013e0</w:t>
      </w:r>
    </w:p>
    <w:p w:rsidR="007B6A46" w:rsidRDefault="007B6A46" w:rsidP="007B6A46">
      <w:r>
        <w:t>855.2905</w:t>
      </w:r>
      <w:r>
        <w:tab/>
        <w:t>2.025e0</w:t>
      </w:r>
    </w:p>
    <w:p w:rsidR="007B6A46" w:rsidRDefault="007B6A46" w:rsidP="007B6A46">
      <w:r>
        <w:t>855.4052</w:t>
      </w:r>
      <w:r>
        <w:tab/>
        <w:t>3.038e0</w:t>
      </w:r>
    </w:p>
    <w:p w:rsidR="007B6A46" w:rsidRDefault="007B6A46" w:rsidP="007B6A46">
      <w:r>
        <w:t>855.4630</w:t>
      </w:r>
      <w:r>
        <w:tab/>
        <w:t>1.013e0</w:t>
      </w:r>
    </w:p>
    <w:p w:rsidR="007B6A46" w:rsidRDefault="007B6A46" w:rsidP="007B6A46">
      <w:r>
        <w:t>855.4897</w:t>
      </w:r>
      <w:r>
        <w:tab/>
        <w:t>1.013e0</w:t>
      </w:r>
    </w:p>
    <w:p w:rsidR="007B6A46" w:rsidRDefault="007B6A46" w:rsidP="007B6A46">
      <w:r>
        <w:t>855.5219</w:t>
      </w:r>
      <w:r>
        <w:tab/>
        <w:t>1.013e0</w:t>
      </w:r>
    </w:p>
    <w:p w:rsidR="007B6A46" w:rsidRDefault="007B6A46" w:rsidP="007B6A46">
      <w:r>
        <w:t>855.6068</w:t>
      </w:r>
      <w:r>
        <w:tab/>
        <w:t>1.013e0</w:t>
      </w:r>
    </w:p>
    <w:p w:rsidR="007B6A46" w:rsidRDefault="007B6A46" w:rsidP="007B6A46">
      <w:r>
        <w:t>855.6746</w:t>
      </w:r>
      <w:r>
        <w:tab/>
        <w:t>2.025e0</w:t>
      </w:r>
    </w:p>
    <w:p w:rsidR="007B6A46" w:rsidRDefault="007B6A46" w:rsidP="007B6A46">
      <w:r>
        <w:t>855.7444</w:t>
      </w:r>
      <w:r>
        <w:tab/>
        <w:t>3.038e0</w:t>
      </w:r>
    </w:p>
    <w:p w:rsidR="007B6A46" w:rsidRDefault="007B6A46" w:rsidP="007B6A46">
      <w:r>
        <w:t>855.8023</w:t>
      </w:r>
      <w:r>
        <w:tab/>
        <w:t>2.025e0</w:t>
      </w:r>
    </w:p>
    <w:p w:rsidR="007B6A46" w:rsidRDefault="007B6A46" w:rsidP="007B6A46">
      <w:r>
        <w:t>855.8779</w:t>
      </w:r>
      <w:r>
        <w:tab/>
        <w:t>1.013e0</w:t>
      </w:r>
    </w:p>
    <w:p w:rsidR="007B6A46" w:rsidRDefault="007B6A46" w:rsidP="007B6A46">
      <w:r>
        <w:t>855.8884</w:t>
      </w:r>
      <w:r>
        <w:tab/>
        <w:t>2.025e0</w:t>
      </w:r>
    </w:p>
    <w:p w:rsidR="007B6A46" w:rsidRDefault="007B6A46" w:rsidP="007B6A46">
      <w:r>
        <w:t>856.0191</w:t>
      </w:r>
      <w:r>
        <w:tab/>
        <w:t>2.025e0</w:t>
      </w:r>
    </w:p>
    <w:p w:rsidR="007B6A46" w:rsidRDefault="007B6A46" w:rsidP="007B6A46">
      <w:r>
        <w:t>856.0305</w:t>
      </w:r>
      <w:r>
        <w:tab/>
        <w:t>1.013e0</w:t>
      </w:r>
    </w:p>
    <w:p w:rsidR="007B6A46" w:rsidRDefault="007B6A46" w:rsidP="007B6A46">
      <w:r>
        <w:t>856.1134</w:t>
      </w:r>
      <w:r>
        <w:tab/>
        <w:t>1.013e0</w:t>
      </w:r>
    </w:p>
    <w:p w:rsidR="007B6A46" w:rsidRDefault="007B6A46" w:rsidP="007B6A46">
      <w:r>
        <w:t>856.2183</w:t>
      </w:r>
      <w:r>
        <w:tab/>
        <w:t>3.038e0</w:t>
      </w:r>
    </w:p>
    <w:p w:rsidR="007B6A46" w:rsidRDefault="007B6A46" w:rsidP="007B6A46">
      <w:r>
        <w:lastRenderedPageBreak/>
        <w:t>856.3169</w:t>
      </w:r>
      <w:r>
        <w:tab/>
        <w:t>1.013e0</w:t>
      </w:r>
    </w:p>
    <w:p w:rsidR="007B6A46" w:rsidRDefault="007B6A46" w:rsidP="007B6A46">
      <w:r>
        <w:t>856.3354</w:t>
      </w:r>
      <w:r>
        <w:tab/>
        <w:t>2.025e0</w:t>
      </w:r>
    </w:p>
    <w:p w:rsidR="007B6A46" w:rsidRDefault="007B6A46" w:rsidP="007B6A46">
      <w:r>
        <w:t>856.3836</w:t>
      </w:r>
      <w:r>
        <w:tab/>
        <w:t>1.013e0</w:t>
      </w:r>
    </w:p>
    <w:p w:rsidR="007B6A46" w:rsidRDefault="007B6A46" w:rsidP="007B6A46">
      <w:r>
        <w:t>856.3849</w:t>
      </w:r>
      <w:r>
        <w:tab/>
        <w:t>1.013e0</w:t>
      </w:r>
    </w:p>
    <w:p w:rsidR="007B6A46" w:rsidRDefault="007B6A46" w:rsidP="007B6A46">
      <w:r>
        <w:t>856.4547</w:t>
      </w:r>
      <w:r>
        <w:tab/>
        <w:t>1.013e0</w:t>
      </w:r>
    </w:p>
    <w:p w:rsidR="007B6A46" w:rsidRDefault="007B6A46" w:rsidP="007B6A46">
      <w:r>
        <w:t>856.5103</w:t>
      </w:r>
      <w:r>
        <w:tab/>
        <w:t>3.038e0</w:t>
      </w:r>
    </w:p>
    <w:p w:rsidR="007B6A46" w:rsidRDefault="007B6A46" w:rsidP="007B6A46">
      <w:r>
        <w:t>856.5131</w:t>
      </w:r>
      <w:r>
        <w:tab/>
        <w:t>1.013e0</w:t>
      </w:r>
    </w:p>
    <w:p w:rsidR="007B6A46" w:rsidRDefault="007B6A46" w:rsidP="007B6A46">
      <w:r>
        <w:t>856.5388</w:t>
      </w:r>
      <w:r>
        <w:tab/>
        <w:t>1.013e0</w:t>
      </w:r>
    </w:p>
    <w:p w:rsidR="007B6A46" w:rsidRDefault="007B6A46" w:rsidP="007B6A46">
      <w:r>
        <w:t>856.5491</w:t>
      </w:r>
      <w:r>
        <w:tab/>
        <w:t>2.025e0</w:t>
      </w:r>
    </w:p>
    <w:p w:rsidR="007B6A46" w:rsidRDefault="007B6A46" w:rsidP="007B6A46">
      <w:r>
        <w:t>856.5851</w:t>
      </w:r>
      <w:r>
        <w:tab/>
        <w:t>1.013e0</w:t>
      </w:r>
    </w:p>
    <w:p w:rsidR="007B6A46" w:rsidRDefault="007B6A46" w:rsidP="007B6A46">
      <w:r>
        <w:t>856.6204</w:t>
      </w:r>
      <w:r>
        <w:tab/>
        <w:t>3.038e0</w:t>
      </w:r>
    </w:p>
    <w:p w:rsidR="007B6A46" w:rsidRDefault="007B6A46" w:rsidP="007B6A46">
      <w:r>
        <w:t>856.7346</w:t>
      </w:r>
      <w:r>
        <w:tab/>
        <w:t>2.025e0</w:t>
      </w:r>
    </w:p>
    <w:p w:rsidR="007B6A46" w:rsidRDefault="007B6A46" w:rsidP="007B6A46">
      <w:r>
        <w:t>856.7592</w:t>
      </w:r>
      <w:r>
        <w:tab/>
        <w:t>1.013e0</w:t>
      </w:r>
    </w:p>
    <w:p w:rsidR="007B6A46" w:rsidRDefault="007B6A46" w:rsidP="007B6A46">
      <w:r>
        <w:t>856.7726</w:t>
      </w:r>
      <w:r>
        <w:tab/>
        <w:t>2.025e0</w:t>
      </w:r>
    </w:p>
    <w:p w:rsidR="007B6A46" w:rsidRDefault="007B6A46" w:rsidP="007B6A46">
      <w:r>
        <w:t>856.9108</w:t>
      </w:r>
      <w:r>
        <w:tab/>
        <w:t>2.025e0</w:t>
      </w:r>
    </w:p>
    <w:p w:rsidR="007B6A46" w:rsidRDefault="007B6A46" w:rsidP="007B6A46">
      <w:r>
        <w:t>856.9464</w:t>
      </w:r>
      <w:r>
        <w:tab/>
        <w:t>1.013e0</w:t>
      </w:r>
    </w:p>
    <w:p w:rsidR="007B6A46" w:rsidRDefault="007B6A46" w:rsidP="007B6A46">
      <w:r>
        <w:t>857.0184</w:t>
      </w:r>
      <w:r>
        <w:tab/>
        <w:t>1.013e0</w:t>
      </w:r>
    </w:p>
    <w:p w:rsidR="007B6A46" w:rsidRDefault="007B6A46" w:rsidP="007B6A46">
      <w:r>
        <w:t>857.0795</w:t>
      </w:r>
      <w:r>
        <w:tab/>
        <w:t>1.013e0</w:t>
      </w:r>
    </w:p>
    <w:p w:rsidR="007B6A46" w:rsidRDefault="007B6A46" w:rsidP="007B6A46">
      <w:r>
        <w:t>857.1611</w:t>
      </w:r>
      <w:r>
        <w:tab/>
        <w:t>1.013e0</w:t>
      </w:r>
    </w:p>
    <w:p w:rsidR="007B6A46" w:rsidRDefault="007B6A46" w:rsidP="007B6A46">
      <w:r>
        <w:lastRenderedPageBreak/>
        <w:t>857.1812</w:t>
      </w:r>
      <w:r>
        <w:tab/>
        <w:t>1.013e0</w:t>
      </w:r>
    </w:p>
    <w:p w:rsidR="007B6A46" w:rsidRDefault="007B6A46" w:rsidP="007B6A46">
      <w:r>
        <w:t>857.2763</w:t>
      </w:r>
      <w:r>
        <w:tab/>
        <w:t>1.013e0</w:t>
      </w:r>
    </w:p>
    <w:p w:rsidR="007B6A46" w:rsidRDefault="007B6A46" w:rsidP="007B6A46">
      <w:r>
        <w:t>857.2802</w:t>
      </w:r>
      <w:r>
        <w:tab/>
        <w:t>3.038e0</w:t>
      </w:r>
    </w:p>
    <w:p w:rsidR="007B6A46" w:rsidRDefault="007B6A46" w:rsidP="007B6A46">
      <w:r>
        <w:t>857.2829</w:t>
      </w:r>
      <w:r>
        <w:tab/>
        <w:t>1.013e0</w:t>
      </w:r>
    </w:p>
    <w:p w:rsidR="007B6A46" w:rsidRDefault="007B6A46" w:rsidP="007B6A46">
      <w:r>
        <w:t>857.2907</w:t>
      </w:r>
      <w:r>
        <w:tab/>
        <w:t>1.013e0</w:t>
      </w:r>
    </w:p>
    <w:p w:rsidR="007B6A46" w:rsidRDefault="007B6A46" w:rsidP="007B6A46">
      <w:r>
        <w:t>857.3772</w:t>
      </w:r>
      <w:r>
        <w:tab/>
        <w:t>1.013e0</w:t>
      </w:r>
    </w:p>
    <w:p w:rsidR="007B6A46" w:rsidRDefault="007B6A46" w:rsidP="007B6A46">
      <w:r>
        <w:t>857.4009</w:t>
      </w:r>
      <w:r>
        <w:tab/>
        <w:t>3.038e0</w:t>
      </w:r>
    </w:p>
    <w:p w:rsidR="007B6A46" w:rsidRDefault="007B6A46" w:rsidP="007B6A46">
      <w:r>
        <w:t>857.5356</w:t>
      </w:r>
      <w:r>
        <w:tab/>
        <w:t>1.013e0</w:t>
      </w:r>
    </w:p>
    <w:p w:rsidR="007B6A46" w:rsidRDefault="007B6A46" w:rsidP="007B6A46">
      <w:r>
        <w:t>857.5441</w:t>
      </w:r>
      <w:r>
        <w:tab/>
        <w:t>2.025e0</w:t>
      </w:r>
    </w:p>
    <w:p w:rsidR="007B6A46" w:rsidRDefault="007B6A46" w:rsidP="007B6A46">
      <w:r>
        <w:t>857.5522</w:t>
      </w:r>
      <w:r>
        <w:tab/>
        <w:t>2.025e0</w:t>
      </w:r>
    </w:p>
    <w:p w:rsidR="007B6A46" w:rsidRDefault="007B6A46" w:rsidP="007B6A46">
      <w:r>
        <w:t>857.5706</w:t>
      </w:r>
      <w:r>
        <w:tab/>
        <w:t>1.013e0</w:t>
      </w:r>
    </w:p>
    <w:p w:rsidR="007B6A46" w:rsidRDefault="007B6A46" w:rsidP="007B6A46">
      <w:r>
        <w:t>857.6379</w:t>
      </w:r>
      <w:r>
        <w:tab/>
        <w:t>1.013e0</w:t>
      </w:r>
    </w:p>
    <w:p w:rsidR="007B6A46" w:rsidRDefault="007B6A46" w:rsidP="007B6A46">
      <w:r>
        <w:t>857.6653</w:t>
      </w:r>
      <w:r>
        <w:tab/>
        <w:t>1.013e0</w:t>
      </w:r>
    </w:p>
    <w:p w:rsidR="007B6A46" w:rsidRDefault="007B6A46" w:rsidP="007B6A46">
      <w:r>
        <w:t>857.7100</w:t>
      </w:r>
      <w:r>
        <w:tab/>
        <w:t>1.013e0</w:t>
      </w:r>
    </w:p>
    <w:p w:rsidR="007B6A46" w:rsidRDefault="007B6A46" w:rsidP="007B6A46">
      <w:r>
        <w:t>857.7402</w:t>
      </w:r>
      <w:r>
        <w:tab/>
        <w:t>2.025e0</w:t>
      </w:r>
    </w:p>
    <w:p w:rsidR="007B6A46" w:rsidRDefault="007B6A46" w:rsidP="007B6A46">
      <w:r>
        <w:t>857.7725</w:t>
      </w:r>
      <w:r>
        <w:tab/>
        <w:t>1.013e0</w:t>
      </w:r>
    </w:p>
    <w:p w:rsidR="007B6A46" w:rsidRDefault="007B6A46" w:rsidP="007B6A46">
      <w:r>
        <w:t>857.8087</w:t>
      </w:r>
      <w:r>
        <w:tab/>
        <w:t>1.013e0</w:t>
      </w:r>
    </w:p>
    <w:p w:rsidR="007B6A46" w:rsidRDefault="007B6A46" w:rsidP="007B6A46">
      <w:r>
        <w:t>857.8389</w:t>
      </w:r>
      <w:r>
        <w:tab/>
        <w:t>3.038e0</w:t>
      </w:r>
    </w:p>
    <w:p w:rsidR="007B6A46" w:rsidRDefault="007B6A46" w:rsidP="007B6A46">
      <w:r>
        <w:t>857.9117</w:t>
      </w:r>
      <w:r>
        <w:tab/>
        <w:t>1.013e0</w:t>
      </w:r>
    </w:p>
    <w:p w:rsidR="007B6A46" w:rsidRDefault="007B6A46" w:rsidP="007B6A46">
      <w:r>
        <w:lastRenderedPageBreak/>
        <w:t>858.0022</w:t>
      </w:r>
      <w:r>
        <w:tab/>
        <w:t>3.038e0</w:t>
      </w:r>
    </w:p>
    <w:p w:rsidR="007B6A46" w:rsidRDefault="007B6A46" w:rsidP="007B6A46">
      <w:r>
        <w:t>858.0127</w:t>
      </w:r>
      <w:r>
        <w:tab/>
        <w:t>1.013e0</w:t>
      </w:r>
    </w:p>
    <w:p w:rsidR="007B6A46" w:rsidRDefault="007B6A46" w:rsidP="007B6A46">
      <w:r>
        <w:t>858.0947</w:t>
      </w:r>
      <w:r>
        <w:tab/>
        <w:t>1.013e0</w:t>
      </w:r>
    </w:p>
    <w:p w:rsidR="007B6A46" w:rsidRDefault="007B6A46" w:rsidP="007B6A46">
      <w:r>
        <w:t>858.1699</w:t>
      </w:r>
      <w:r>
        <w:tab/>
        <w:t>1.013e0</w:t>
      </w:r>
    </w:p>
    <w:p w:rsidR="007B6A46" w:rsidRDefault="007B6A46" w:rsidP="007B6A46">
      <w:r>
        <w:t>858.2565</w:t>
      </w:r>
      <w:r>
        <w:tab/>
        <w:t>1.013e0</w:t>
      </w:r>
    </w:p>
    <w:p w:rsidR="007B6A46" w:rsidRDefault="007B6A46" w:rsidP="007B6A46">
      <w:r>
        <w:t>858.3220</w:t>
      </w:r>
      <w:r>
        <w:tab/>
        <w:t>2.025e0</w:t>
      </w:r>
    </w:p>
    <w:p w:rsidR="007B6A46" w:rsidRDefault="007B6A46" w:rsidP="007B6A46">
      <w:r>
        <w:t>858.3718</w:t>
      </w:r>
      <w:r>
        <w:tab/>
        <w:t>1.013e0</w:t>
      </w:r>
    </w:p>
    <w:p w:rsidR="007B6A46" w:rsidRDefault="007B6A46" w:rsidP="007B6A46">
      <w:r>
        <w:t>858.4453</w:t>
      </w:r>
      <w:r>
        <w:tab/>
        <w:t>1.013e0</w:t>
      </w:r>
    </w:p>
    <w:p w:rsidR="007B6A46" w:rsidRDefault="007B6A46" w:rsidP="007B6A46">
      <w:r>
        <w:t>858.4942</w:t>
      </w:r>
      <w:r>
        <w:tab/>
        <w:t>5.063e0</w:t>
      </w:r>
    </w:p>
    <w:p w:rsidR="007B6A46" w:rsidRDefault="007B6A46" w:rsidP="007B6A46">
      <w:r>
        <w:t>858.6689</w:t>
      </w:r>
      <w:r>
        <w:tab/>
        <w:t>2.025e0</w:t>
      </w:r>
    </w:p>
    <w:p w:rsidR="007B6A46" w:rsidRDefault="007B6A46" w:rsidP="007B6A46">
      <w:r>
        <w:t>858.7905</w:t>
      </w:r>
      <w:r>
        <w:tab/>
        <w:t>2.025e0</w:t>
      </w:r>
    </w:p>
    <w:p w:rsidR="007B6A46" w:rsidRDefault="007B6A46" w:rsidP="007B6A46">
      <w:r>
        <w:t>858.8912</w:t>
      </w:r>
      <w:r>
        <w:tab/>
        <w:t>1.013e0</w:t>
      </w:r>
    </w:p>
    <w:p w:rsidR="007B6A46" w:rsidRDefault="007B6A46" w:rsidP="007B6A46">
      <w:r>
        <w:t>858.8926</w:t>
      </w:r>
      <w:r>
        <w:tab/>
        <w:t>1.013e0</w:t>
      </w:r>
    </w:p>
    <w:p w:rsidR="007B6A46" w:rsidRDefault="007B6A46" w:rsidP="007B6A46">
      <w:r>
        <w:t>859.0242</w:t>
      </w:r>
      <w:r>
        <w:tab/>
        <w:t>1.013e0</w:t>
      </w:r>
    </w:p>
    <w:p w:rsidR="007B6A46" w:rsidRDefault="007B6A46" w:rsidP="007B6A46">
      <w:r>
        <w:t>859.1366</w:t>
      </w:r>
      <w:r>
        <w:tab/>
        <w:t>1.013e0</w:t>
      </w:r>
    </w:p>
    <w:p w:rsidR="007B6A46" w:rsidRDefault="007B6A46" w:rsidP="007B6A46">
      <w:r>
        <w:t>859.2535</w:t>
      </w:r>
      <w:r>
        <w:tab/>
        <w:t>1.013e0</w:t>
      </w:r>
    </w:p>
    <w:p w:rsidR="007B6A46" w:rsidRDefault="007B6A46" w:rsidP="007B6A46">
      <w:r>
        <w:t>859.2954</w:t>
      </w:r>
      <w:r>
        <w:tab/>
        <w:t>1.013e0</w:t>
      </w:r>
    </w:p>
    <w:p w:rsidR="007B6A46" w:rsidRDefault="007B6A46" w:rsidP="007B6A46">
      <w:r>
        <w:t>859.3329</w:t>
      </w:r>
      <w:r>
        <w:tab/>
        <w:t>2.025e0</w:t>
      </w:r>
    </w:p>
    <w:p w:rsidR="007B6A46" w:rsidRDefault="007B6A46" w:rsidP="007B6A46">
      <w:r>
        <w:t>859.3817</w:t>
      </w:r>
      <w:r>
        <w:tab/>
        <w:t>1.013e0</w:t>
      </w:r>
    </w:p>
    <w:p w:rsidR="007B6A46" w:rsidRDefault="007B6A46" w:rsidP="007B6A46">
      <w:r>
        <w:lastRenderedPageBreak/>
        <w:t>859.4220</w:t>
      </w:r>
      <w:r>
        <w:tab/>
        <w:t>2.025e0</w:t>
      </w:r>
    </w:p>
    <w:p w:rsidR="007B6A46" w:rsidRDefault="007B6A46" w:rsidP="007B6A46">
      <w:r>
        <w:t>859.6145</w:t>
      </w:r>
      <w:r>
        <w:tab/>
        <w:t>1.013e0</w:t>
      </w:r>
    </w:p>
    <w:p w:rsidR="007B6A46" w:rsidRDefault="007B6A46" w:rsidP="007B6A46">
      <w:r>
        <w:t>859.6166</w:t>
      </w:r>
      <w:r>
        <w:tab/>
        <w:t>1.013e0</w:t>
      </w:r>
    </w:p>
    <w:p w:rsidR="007B6A46" w:rsidRDefault="007B6A46" w:rsidP="007B6A46">
      <w:r>
        <w:t>859.6180</w:t>
      </w:r>
      <w:r>
        <w:tab/>
        <w:t>1.013e0</w:t>
      </w:r>
    </w:p>
    <w:p w:rsidR="007B6A46" w:rsidRDefault="007B6A46" w:rsidP="007B6A46">
      <w:r>
        <w:t>859.6722</w:t>
      </w:r>
      <w:r>
        <w:tab/>
        <w:t>1.013e0</w:t>
      </w:r>
    </w:p>
    <w:p w:rsidR="007B6A46" w:rsidRDefault="007B6A46" w:rsidP="007B6A46">
      <w:r>
        <w:t>859.7142</w:t>
      </w:r>
      <w:r>
        <w:tab/>
        <w:t>1.013e0</w:t>
      </w:r>
    </w:p>
    <w:p w:rsidR="007B6A46" w:rsidRDefault="007B6A46" w:rsidP="007B6A46">
      <w:r>
        <w:t>859.7864</w:t>
      </w:r>
      <w:r>
        <w:tab/>
        <w:t>1.013e0</w:t>
      </w:r>
    </w:p>
    <w:p w:rsidR="007B6A46" w:rsidRDefault="007B6A46" w:rsidP="007B6A46">
      <w:r>
        <w:t>859.8154</w:t>
      </w:r>
      <w:r>
        <w:tab/>
        <w:t>1.013e0</w:t>
      </w:r>
    </w:p>
    <w:p w:rsidR="007B6A46" w:rsidRDefault="007B6A46" w:rsidP="007B6A46">
      <w:r>
        <w:t>859.8456</w:t>
      </w:r>
      <w:r>
        <w:tab/>
        <w:t>1.013e0</w:t>
      </w:r>
    </w:p>
    <w:p w:rsidR="007B6A46" w:rsidRDefault="007B6A46" w:rsidP="007B6A46">
      <w:r>
        <w:t>859.9309</w:t>
      </w:r>
      <w:r>
        <w:tab/>
        <w:t>1.013e0</w:t>
      </w:r>
    </w:p>
    <w:p w:rsidR="007B6A46" w:rsidRDefault="007B6A46" w:rsidP="007B6A46">
      <w:r>
        <w:t>859.9323</w:t>
      </w:r>
      <w:r>
        <w:tab/>
        <w:t>1.013e0</w:t>
      </w:r>
    </w:p>
    <w:p w:rsidR="007B6A46" w:rsidRDefault="007B6A46" w:rsidP="007B6A46">
      <w:r>
        <w:t>860.0465</w:t>
      </w:r>
      <w:r>
        <w:tab/>
        <w:t>1.013e0</w:t>
      </w:r>
    </w:p>
    <w:p w:rsidR="007B6A46" w:rsidRDefault="007B6A46" w:rsidP="007B6A46">
      <w:r>
        <w:t>860.1201</w:t>
      </w:r>
      <w:r>
        <w:tab/>
        <w:t>1.013e0</w:t>
      </w:r>
    </w:p>
    <w:p w:rsidR="007B6A46" w:rsidRDefault="007B6A46" w:rsidP="007B6A46">
      <w:r>
        <w:t>860.1237</w:t>
      </w:r>
      <w:r>
        <w:tab/>
        <w:t>3.038e0</w:t>
      </w:r>
    </w:p>
    <w:p w:rsidR="007B6A46" w:rsidRDefault="007B6A46" w:rsidP="007B6A46">
      <w:r>
        <w:t>860.3118</w:t>
      </w:r>
      <w:r>
        <w:tab/>
        <w:t>1.013e0</w:t>
      </w:r>
    </w:p>
    <w:p w:rsidR="007B6A46" w:rsidRDefault="007B6A46" w:rsidP="007B6A46">
      <w:r>
        <w:t>860.3224</w:t>
      </w:r>
      <w:r>
        <w:tab/>
        <w:t>1.013e0</w:t>
      </w:r>
    </w:p>
    <w:p w:rsidR="007B6A46" w:rsidRDefault="007B6A46" w:rsidP="007B6A46">
      <w:r>
        <w:t>860.3356</w:t>
      </w:r>
      <w:r>
        <w:tab/>
        <w:t>2.025e0</w:t>
      </w:r>
    </w:p>
    <w:p w:rsidR="007B6A46" w:rsidRDefault="007B6A46" w:rsidP="007B6A46">
      <w:r>
        <w:t>860.4020</w:t>
      </w:r>
      <w:r>
        <w:tab/>
        <w:t>2.025e0</w:t>
      </w:r>
    </w:p>
    <w:p w:rsidR="007B6A46" w:rsidRDefault="007B6A46" w:rsidP="007B6A46">
      <w:r>
        <w:t>860.4536</w:t>
      </w:r>
      <w:r>
        <w:tab/>
        <w:t>3.038e0</w:t>
      </w:r>
    </w:p>
    <w:p w:rsidR="007B6A46" w:rsidRDefault="007B6A46" w:rsidP="007B6A46">
      <w:r>
        <w:lastRenderedPageBreak/>
        <w:t>860.4960</w:t>
      </w:r>
      <w:r>
        <w:tab/>
        <w:t>1.013e0</w:t>
      </w:r>
    </w:p>
    <w:p w:rsidR="007B6A46" w:rsidRDefault="007B6A46" w:rsidP="007B6A46">
      <w:r>
        <w:t>860.5486</w:t>
      </w:r>
      <w:r>
        <w:tab/>
        <w:t>2.025e0</w:t>
      </w:r>
    </w:p>
    <w:p w:rsidR="007B6A46" w:rsidRDefault="007B6A46" w:rsidP="007B6A46">
      <w:r>
        <w:t>860.5827</w:t>
      </w:r>
      <w:r>
        <w:tab/>
        <w:t>2.025e0</w:t>
      </w:r>
    </w:p>
    <w:p w:rsidR="007B6A46" w:rsidRDefault="007B6A46" w:rsidP="007B6A46">
      <w:r>
        <w:t>860.5977</w:t>
      </w:r>
      <w:r>
        <w:tab/>
        <w:t>1.013e0</w:t>
      </w:r>
    </w:p>
    <w:p w:rsidR="007B6A46" w:rsidRDefault="007B6A46" w:rsidP="007B6A46">
      <w:r>
        <w:t>860.6692</w:t>
      </w:r>
      <w:r>
        <w:tab/>
        <w:t>1.013e0</w:t>
      </w:r>
    </w:p>
    <w:p w:rsidR="007B6A46" w:rsidRDefault="007B6A46" w:rsidP="007B6A46">
      <w:r>
        <w:t>860.7355</w:t>
      </w:r>
      <w:r>
        <w:tab/>
        <w:t>1.013e0</w:t>
      </w:r>
    </w:p>
    <w:p w:rsidR="007B6A46" w:rsidRDefault="007B6A46" w:rsidP="007B6A46">
      <w:r>
        <w:t>860.7529</w:t>
      </w:r>
      <w:r>
        <w:tab/>
        <w:t>1.013e0</w:t>
      </w:r>
    </w:p>
    <w:p w:rsidR="007B6A46" w:rsidRDefault="007B6A46" w:rsidP="007B6A46">
      <w:r>
        <w:t>860.7707</w:t>
      </w:r>
      <w:r>
        <w:tab/>
        <w:t>1.013e0</w:t>
      </w:r>
    </w:p>
    <w:p w:rsidR="007B6A46" w:rsidRDefault="007B6A46" w:rsidP="007B6A46">
      <w:r>
        <w:t>860.9153</w:t>
      </w:r>
      <w:r>
        <w:tab/>
        <w:t>2.025e0</w:t>
      </w:r>
    </w:p>
    <w:p w:rsidR="007B6A46" w:rsidRDefault="007B6A46" w:rsidP="007B6A46">
      <w:r>
        <w:t>860.9718</w:t>
      </w:r>
      <w:r>
        <w:tab/>
        <w:t>1.013e0</w:t>
      </w:r>
    </w:p>
    <w:p w:rsidR="007B6A46" w:rsidRDefault="007B6A46" w:rsidP="007B6A46">
      <w:r>
        <w:t>861.0402</w:t>
      </w:r>
      <w:r>
        <w:tab/>
        <w:t>1.013e0</w:t>
      </w:r>
    </w:p>
    <w:p w:rsidR="007B6A46" w:rsidRDefault="007B6A46" w:rsidP="007B6A46">
      <w:r>
        <w:t>861.1323</w:t>
      </w:r>
      <w:r>
        <w:tab/>
        <w:t>1.013e0</w:t>
      </w:r>
    </w:p>
    <w:p w:rsidR="007B6A46" w:rsidRDefault="007B6A46" w:rsidP="007B6A46">
      <w:r>
        <w:t>861.1454</w:t>
      </w:r>
      <w:r>
        <w:tab/>
        <w:t>1.013e0</w:t>
      </w:r>
    </w:p>
    <w:p w:rsidR="007B6A46" w:rsidRDefault="007B6A46" w:rsidP="007B6A46">
      <w:r>
        <w:t>861.2828</w:t>
      </w:r>
      <w:r>
        <w:tab/>
        <w:t>2.025e0</w:t>
      </w:r>
    </w:p>
    <w:p w:rsidR="007B6A46" w:rsidRDefault="007B6A46" w:rsidP="007B6A46">
      <w:r>
        <w:t>861.3436</w:t>
      </w:r>
      <w:r>
        <w:tab/>
        <w:t>1.013e0</w:t>
      </w:r>
    </w:p>
    <w:p w:rsidR="007B6A46" w:rsidRDefault="007B6A46" w:rsidP="007B6A46">
      <w:r>
        <w:t>861.3928</w:t>
      </w:r>
      <w:r>
        <w:tab/>
        <w:t>1.013e0</w:t>
      </w:r>
    </w:p>
    <w:p w:rsidR="007B6A46" w:rsidRDefault="007B6A46" w:rsidP="007B6A46">
      <w:r>
        <w:t>861.4465</w:t>
      </w:r>
      <w:r>
        <w:tab/>
        <w:t>1.013e0</w:t>
      </w:r>
    </w:p>
    <w:p w:rsidR="007B6A46" w:rsidRDefault="007B6A46" w:rsidP="007B6A46">
      <w:r>
        <w:t>861.4796</w:t>
      </w:r>
      <w:r>
        <w:tab/>
        <w:t>2.025e0</w:t>
      </w:r>
    </w:p>
    <w:p w:rsidR="007B6A46" w:rsidRDefault="007B6A46" w:rsidP="007B6A46">
      <w:r>
        <w:t>861.5860</w:t>
      </w:r>
      <w:r>
        <w:tab/>
        <w:t>3.038e0</w:t>
      </w:r>
    </w:p>
    <w:p w:rsidR="007B6A46" w:rsidRDefault="007B6A46" w:rsidP="007B6A46">
      <w:r>
        <w:lastRenderedPageBreak/>
        <w:t>861.6243</w:t>
      </w:r>
      <w:r>
        <w:tab/>
        <w:t>1.013e0</w:t>
      </w:r>
    </w:p>
    <w:p w:rsidR="007B6A46" w:rsidRDefault="007B6A46" w:rsidP="007B6A46">
      <w:r>
        <w:t>861.6388</w:t>
      </w:r>
      <w:r>
        <w:tab/>
        <w:t>1.013e0</w:t>
      </w:r>
    </w:p>
    <w:p w:rsidR="007B6A46" w:rsidRDefault="007B6A46" w:rsidP="007B6A46">
      <w:r>
        <w:t>861.6445</w:t>
      </w:r>
      <w:r>
        <w:tab/>
        <w:t>4.051e0</w:t>
      </w:r>
    </w:p>
    <w:p w:rsidR="007B6A46" w:rsidRDefault="007B6A46" w:rsidP="007B6A46">
      <w:r>
        <w:t>861.7902</w:t>
      </w:r>
      <w:r>
        <w:tab/>
        <w:t>3.038e0</w:t>
      </w:r>
    </w:p>
    <w:p w:rsidR="007B6A46" w:rsidRDefault="007B6A46" w:rsidP="007B6A46">
      <w:r>
        <w:t>861.8994</w:t>
      </w:r>
      <w:r>
        <w:tab/>
        <w:t>1.013e0</w:t>
      </w:r>
    </w:p>
    <w:p w:rsidR="007B6A46" w:rsidRDefault="007B6A46" w:rsidP="007B6A46">
      <w:r>
        <w:t>861.9139</w:t>
      </w:r>
      <w:r>
        <w:tab/>
        <w:t>1.013e0</w:t>
      </w:r>
    </w:p>
    <w:p w:rsidR="007B6A46" w:rsidRDefault="007B6A46" w:rsidP="007B6A46">
      <w:r>
        <w:t>862.0008</w:t>
      </w:r>
      <w:r>
        <w:tab/>
        <w:t>1.013e0</w:t>
      </w:r>
    </w:p>
    <w:p w:rsidR="007B6A46" w:rsidRDefault="007B6A46" w:rsidP="007B6A46">
      <w:r>
        <w:t>862.0969</w:t>
      </w:r>
      <w:r>
        <w:tab/>
        <w:t>2.025e0</w:t>
      </w:r>
    </w:p>
    <w:p w:rsidR="007B6A46" w:rsidRDefault="007B6A46" w:rsidP="007B6A46">
      <w:r>
        <w:t>862.2036</w:t>
      </w:r>
      <w:r>
        <w:tab/>
        <w:t>1.013e0</w:t>
      </w:r>
    </w:p>
    <w:p w:rsidR="007B6A46" w:rsidRDefault="007B6A46" w:rsidP="007B6A46">
      <w:r>
        <w:t>862.2402</w:t>
      </w:r>
      <w:r>
        <w:tab/>
        <w:t>1.013e0</w:t>
      </w:r>
    </w:p>
    <w:p w:rsidR="007B6A46" w:rsidRDefault="007B6A46" w:rsidP="007B6A46">
      <w:r>
        <w:t>862.3194</w:t>
      </w:r>
      <w:r>
        <w:tab/>
        <w:t>1.013e0</w:t>
      </w:r>
    </w:p>
    <w:p w:rsidR="007B6A46" w:rsidRDefault="007B6A46" w:rsidP="007B6A46">
      <w:r>
        <w:t>862.3387</w:t>
      </w:r>
      <w:r>
        <w:tab/>
        <w:t>2.025e0</w:t>
      </w:r>
    </w:p>
    <w:p w:rsidR="007B6A46" w:rsidRDefault="007B6A46" w:rsidP="007B6A46">
      <w:r>
        <w:t>862.3594</w:t>
      </w:r>
      <w:r>
        <w:tab/>
        <w:t>1.013e0</w:t>
      </w:r>
    </w:p>
    <w:p w:rsidR="007B6A46" w:rsidRDefault="007B6A46" w:rsidP="007B6A46">
      <w:r>
        <w:t>862.4056</w:t>
      </w:r>
      <w:r>
        <w:tab/>
        <w:t>2.025e0</w:t>
      </w:r>
    </w:p>
    <w:p w:rsidR="007B6A46" w:rsidRDefault="007B6A46" w:rsidP="007B6A46">
      <w:r>
        <w:t>862.4329</w:t>
      </w:r>
      <w:r>
        <w:tab/>
        <w:t>2.025e0</w:t>
      </w:r>
    </w:p>
    <w:p w:rsidR="007B6A46" w:rsidRDefault="007B6A46" w:rsidP="007B6A46">
      <w:r>
        <w:t>862.5638</w:t>
      </w:r>
      <w:r>
        <w:tab/>
        <w:t>1.013e0</w:t>
      </w:r>
    </w:p>
    <w:p w:rsidR="007B6A46" w:rsidRDefault="007B6A46" w:rsidP="007B6A46">
      <w:r>
        <w:t>862.6743</w:t>
      </w:r>
      <w:r>
        <w:tab/>
        <w:t>3.038e0</w:t>
      </w:r>
    </w:p>
    <w:p w:rsidR="007B6A46" w:rsidRDefault="007B6A46" w:rsidP="007B6A46">
      <w:r>
        <w:t>862.6816</w:t>
      </w:r>
      <w:r>
        <w:tab/>
        <w:t>2.025e0</w:t>
      </w:r>
    </w:p>
    <w:p w:rsidR="007B6A46" w:rsidRDefault="007B6A46" w:rsidP="007B6A46">
      <w:r>
        <w:t>862.7147</w:t>
      </w:r>
      <w:r>
        <w:tab/>
        <w:t>1.013e0</w:t>
      </w:r>
    </w:p>
    <w:p w:rsidR="007B6A46" w:rsidRDefault="007B6A46" w:rsidP="007B6A46">
      <w:r>
        <w:lastRenderedPageBreak/>
        <w:t>862.8423</w:t>
      </w:r>
      <w:r>
        <w:tab/>
        <w:t>2.025e0</w:t>
      </w:r>
    </w:p>
    <w:p w:rsidR="007B6A46" w:rsidRDefault="007B6A46" w:rsidP="007B6A46">
      <w:r>
        <w:t>862.9054</w:t>
      </w:r>
      <w:r>
        <w:tab/>
        <w:t>2.025e0</w:t>
      </w:r>
    </w:p>
    <w:p w:rsidR="007B6A46" w:rsidRDefault="007B6A46" w:rsidP="007B6A46">
      <w:r>
        <w:t>862.9700</w:t>
      </w:r>
      <w:r>
        <w:tab/>
        <w:t>1.013e0</w:t>
      </w:r>
    </w:p>
    <w:p w:rsidR="007B6A46" w:rsidRDefault="007B6A46" w:rsidP="007B6A46">
      <w:r>
        <w:t>863.0875</w:t>
      </w:r>
      <w:r>
        <w:tab/>
        <w:t>1.013e0</w:t>
      </w:r>
    </w:p>
    <w:p w:rsidR="007B6A46" w:rsidRDefault="007B6A46" w:rsidP="007B6A46">
      <w:r>
        <w:t>863.2747</w:t>
      </w:r>
      <w:r>
        <w:tab/>
        <w:t>2.025e0</w:t>
      </w:r>
    </w:p>
    <w:p w:rsidR="007B6A46" w:rsidRDefault="007B6A46" w:rsidP="007B6A46">
      <w:r>
        <w:t>863.3108</w:t>
      </w:r>
      <w:r>
        <w:tab/>
        <w:t>3.038e0</w:t>
      </w:r>
    </w:p>
    <w:p w:rsidR="007B6A46" w:rsidRDefault="007B6A46" w:rsidP="007B6A46">
      <w:r>
        <w:t>863.3196</w:t>
      </w:r>
      <w:r>
        <w:tab/>
        <w:t>1.013e0</w:t>
      </w:r>
    </w:p>
    <w:p w:rsidR="007B6A46" w:rsidRDefault="007B6A46" w:rsidP="007B6A46">
      <w:r>
        <w:t>863.3619</w:t>
      </w:r>
      <w:r>
        <w:tab/>
        <w:t>2.025e0</w:t>
      </w:r>
    </w:p>
    <w:p w:rsidR="007B6A46" w:rsidRDefault="007B6A46" w:rsidP="007B6A46">
      <w:r>
        <w:t>863.4342</w:t>
      </w:r>
      <w:r>
        <w:tab/>
        <w:t>1.013e0</w:t>
      </w:r>
    </w:p>
    <w:p w:rsidR="007B6A46" w:rsidRDefault="007B6A46" w:rsidP="007B6A46">
      <w:r>
        <w:t>863.5145</w:t>
      </w:r>
      <w:r>
        <w:tab/>
        <w:t>2.025e0</w:t>
      </w:r>
    </w:p>
    <w:p w:rsidR="007B6A46" w:rsidRDefault="007B6A46" w:rsidP="007B6A46">
      <w:r>
        <w:t>863.5269</w:t>
      </w:r>
      <w:r>
        <w:tab/>
        <w:t>1.013e0</w:t>
      </w:r>
    </w:p>
    <w:p w:rsidR="007B6A46" w:rsidRDefault="007B6A46" w:rsidP="007B6A46">
      <w:r>
        <w:t>863.5371</w:t>
      </w:r>
      <w:r>
        <w:tab/>
        <w:t>1.013e0</w:t>
      </w:r>
    </w:p>
    <w:p w:rsidR="007B6A46" w:rsidRDefault="007B6A46" w:rsidP="007B6A46">
      <w:r>
        <w:t>863.5554</w:t>
      </w:r>
      <w:r>
        <w:tab/>
        <w:t>2.025e0</w:t>
      </w:r>
    </w:p>
    <w:p w:rsidR="007B6A46" w:rsidRDefault="007B6A46" w:rsidP="007B6A46">
      <w:r>
        <w:t>863.6228</w:t>
      </w:r>
      <w:r>
        <w:tab/>
        <w:t>1.013e0</w:t>
      </w:r>
    </w:p>
    <w:p w:rsidR="007B6A46" w:rsidRDefault="007B6A46" w:rsidP="007B6A46">
      <w:r>
        <w:t>863.6241</w:t>
      </w:r>
      <w:r>
        <w:tab/>
        <w:t>1.013e0</w:t>
      </w:r>
    </w:p>
    <w:p w:rsidR="007B6A46" w:rsidRDefault="007B6A46" w:rsidP="007B6A46">
      <w:r>
        <w:t>863.6531</w:t>
      </w:r>
      <w:r>
        <w:tab/>
        <w:t>4.051e0</w:t>
      </w:r>
    </w:p>
    <w:p w:rsidR="007B6A46" w:rsidRDefault="007B6A46" w:rsidP="007B6A46">
      <w:r>
        <w:t>863.7438</w:t>
      </w:r>
      <w:r>
        <w:tab/>
        <w:t>2.025e0</w:t>
      </w:r>
    </w:p>
    <w:p w:rsidR="007B6A46" w:rsidRDefault="007B6A46" w:rsidP="007B6A46">
      <w:r>
        <w:t>863.7745</w:t>
      </w:r>
      <w:r>
        <w:tab/>
        <w:t>2.025e0</w:t>
      </w:r>
    </w:p>
    <w:p w:rsidR="007B6A46" w:rsidRDefault="007B6A46" w:rsidP="007B6A46">
      <w:r>
        <w:t>863.8549</w:t>
      </w:r>
      <w:r>
        <w:tab/>
        <w:t>1.013e0</w:t>
      </w:r>
    </w:p>
    <w:p w:rsidR="007B6A46" w:rsidRDefault="007B6A46" w:rsidP="007B6A46">
      <w:r>
        <w:lastRenderedPageBreak/>
        <w:t>863.8694</w:t>
      </w:r>
      <w:r>
        <w:tab/>
        <w:t>1.013e0</w:t>
      </w:r>
    </w:p>
    <w:p w:rsidR="007B6A46" w:rsidRDefault="007B6A46" w:rsidP="007B6A46">
      <w:r>
        <w:t>863.9675</w:t>
      </w:r>
      <w:r>
        <w:tab/>
        <w:t>1.013e0</w:t>
      </w:r>
    </w:p>
    <w:p w:rsidR="007B6A46" w:rsidRDefault="007B6A46" w:rsidP="007B6A46">
      <w:r>
        <w:t>864.1116</w:t>
      </w:r>
      <w:r>
        <w:tab/>
        <w:t>2.025e0</w:t>
      </w:r>
    </w:p>
    <w:p w:rsidR="007B6A46" w:rsidRDefault="007B6A46" w:rsidP="007B6A46">
      <w:r>
        <w:t>864.1691</w:t>
      </w:r>
      <w:r>
        <w:tab/>
        <w:t>1.013e0</w:t>
      </w:r>
    </w:p>
    <w:p w:rsidR="007B6A46" w:rsidRDefault="007B6A46" w:rsidP="007B6A46">
      <w:r>
        <w:t>864.1985</w:t>
      </w:r>
      <w:r>
        <w:tab/>
        <w:t>2.025e0</w:t>
      </w:r>
    </w:p>
    <w:p w:rsidR="007B6A46" w:rsidRDefault="007B6A46" w:rsidP="007B6A46">
      <w:r>
        <w:t>864.2720</w:t>
      </w:r>
      <w:r>
        <w:tab/>
        <w:t>1.013e0</w:t>
      </w:r>
    </w:p>
    <w:p w:rsidR="007B6A46" w:rsidRDefault="007B6A46" w:rsidP="007B6A46">
      <w:r>
        <w:t>864.2772</w:t>
      </w:r>
      <w:r>
        <w:tab/>
        <w:t>1.013e0</w:t>
      </w:r>
    </w:p>
    <w:p w:rsidR="007B6A46" w:rsidRDefault="007B6A46" w:rsidP="007B6A46">
      <w:r>
        <w:t>864.2904</w:t>
      </w:r>
      <w:r>
        <w:tab/>
        <w:t>1.013e0</w:t>
      </w:r>
    </w:p>
    <w:p w:rsidR="007B6A46" w:rsidRDefault="007B6A46" w:rsidP="007B6A46">
      <w:r>
        <w:t>864.3774</w:t>
      </w:r>
      <w:r>
        <w:tab/>
        <w:t>2.025e0</w:t>
      </w:r>
    </w:p>
    <w:p w:rsidR="007B6A46" w:rsidRDefault="007B6A46" w:rsidP="007B6A46">
      <w:r>
        <w:t>864.4066</w:t>
      </w:r>
      <w:r>
        <w:tab/>
        <w:t>1.013e0</w:t>
      </w:r>
    </w:p>
    <w:p w:rsidR="007B6A46" w:rsidRDefault="007B6A46" w:rsidP="007B6A46">
      <w:r>
        <w:t>864.4837</w:t>
      </w:r>
      <w:r>
        <w:tab/>
        <w:t>4.051e0</w:t>
      </w:r>
    </w:p>
    <w:p w:rsidR="007B6A46" w:rsidRDefault="007B6A46" w:rsidP="007B6A46">
      <w:r>
        <w:t>864.5077</w:t>
      </w:r>
      <w:r>
        <w:tab/>
        <w:t>3.038e0</w:t>
      </w:r>
    </w:p>
    <w:p w:rsidR="007B6A46" w:rsidRDefault="007B6A46" w:rsidP="007B6A46">
      <w:r>
        <w:t>864.5096</w:t>
      </w:r>
      <w:r>
        <w:tab/>
        <w:t>1.013e0</w:t>
      </w:r>
    </w:p>
    <w:p w:rsidR="007B6A46" w:rsidRDefault="007B6A46" w:rsidP="007B6A46">
      <w:r>
        <w:t>864.5754</w:t>
      </w:r>
      <w:r>
        <w:tab/>
        <w:t>3.038e0</w:t>
      </w:r>
    </w:p>
    <w:p w:rsidR="007B6A46" w:rsidRDefault="007B6A46" w:rsidP="007B6A46">
      <w:r>
        <w:t>864.6334</w:t>
      </w:r>
      <w:r>
        <w:tab/>
        <w:t>2.025e0</w:t>
      </w:r>
    </w:p>
    <w:p w:rsidR="007B6A46" w:rsidRDefault="007B6A46" w:rsidP="007B6A46">
      <w:r>
        <w:t>864.6838</w:t>
      </w:r>
      <w:r>
        <w:tab/>
        <w:t>1.013e0</w:t>
      </w:r>
    </w:p>
    <w:p w:rsidR="007B6A46" w:rsidRDefault="007B6A46" w:rsidP="007B6A46">
      <w:r>
        <w:t>864.7565</w:t>
      </w:r>
      <w:r>
        <w:tab/>
        <w:t>1.013e0</w:t>
      </w:r>
    </w:p>
    <w:p w:rsidR="007B6A46" w:rsidRDefault="007B6A46" w:rsidP="007B6A46">
      <w:r>
        <w:t>864.7781</w:t>
      </w:r>
      <w:r>
        <w:tab/>
        <w:t>1.013e0</w:t>
      </w:r>
    </w:p>
    <w:p w:rsidR="007B6A46" w:rsidRDefault="007B6A46" w:rsidP="007B6A46">
      <w:r>
        <w:t>864.8000</w:t>
      </w:r>
      <w:r>
        <w:tab/>
        <w:t>1.013e0</w:t>
      </w:r>
    </w:p>
    <w:p w:rsidR="007B6A46" w:rsidRDefault="007B6A46" w:rsidP="007B6A46">
      <w:r>
        <w:lastRenderedPageBreak/>
        <w:t>864.9017</w:t>
      </w:r>
      <w:r>
        <w:tab/>
        <w:t>2.025e0</w:t>
      </w:r>
    </w:p>
    <w:p w:rsidR="007B6A46" w:rsidRDefault="007B6A46" w:rsidP="007B6A46">
      <w:r>
        <w:t>864.9163</w:t>
      </w:r>
      <w:r>
        <w:tab/>
        <w:t>1.013e0</w:t>
      </w:r>
    </w:p>
    <w:p w:rsidR="007B6A46" w:rsidRDefault="007B6A46" w:rsidP="007B6A46">
      <w:r>
        <w:t>864.9308</w:t>
      </w:r>
      <w:r>
        <w:tab/>
        <w:t>1.013e0</w:t>
      </w:r>
    </w:p>
    <w:p w:rsidR="007B6A46" w:rsidRDefault="007B6A46" w:rsidP="007B6A46">
      <w:r>
        <w:t>865.0700</w:t>
      </w:r>
      <w:r>
        <w:tab/>
        <w:t>4.051e0</w:t>
      </w:r>
    </w:p>
    <w:p w:rsidR="007B6A46" w:rsidRDefault="007B6A46" w:rsidP="007B6A46">
      <w:r>
        <w:t>865.1014</w:t>
      </w:r>
      <w:r>
        <w:tab/>
        <w:t>1.013e0</w:t>
      </w:r>
    </w:p>
    <w:p w:rsidR="007B6A46" w:rsidRDefault="007B6A46" w:rsidP="007B6A46">
      <w:r>
        <w:t>865.1342</w:t>
      </w:r>
      <w:r>
        <w:tab/>
        <w:t>1.013e0</w:t>
      </w:r>
    </w:p>
    <w:p w:rsidR="007B6A46" w:rsidRDefault="007B6A46" w:rsidP="007B6A46">
      <w:r>
        <w:t>865.1778</w:t>
      </w:r>
      <w:r>
        <w:tab/>
        <w:t>1.013e0</w:t>
      </w:r>
    </w:p>
    <w:p w:rsidR="007B6A46" w:rsidRDefault="007B6A46" w:rsidP="007B6A46">
      <w:r>
        <w:t>865.1841</w:t>
      </w:r>
      <w:r>
        <w:tab/>
        <w:t>1.013e0</w:t>
      </w:r>
    </w:p>
    <w:p w:rsidR="007B6A46" w:rsidRDefault="007B6A46" w:rsidP="007B6A46">
      <w:r>
        <w:t>865.2697</w:t>
      </w:r>
      <w:r>
        <w:tab/>
        <w:t>1.013e0</w:t>
      </w:r>
    </w:p>
    <w:p w:rsidR="007B6A46" w:rsidRDefault="007B6A46" w:rsidP="007B6A46">
      <w:r>
        <w:t>865.2869</w:t>
      </w:r>
      <w:r>
        <w:tab/>
        <w:t>1.013e0</w:t>
      </w:r>
    </w:p>
    <w:p w:rsidR="007B6A46" w:rsidRDefault="007B6A46" w:rsidP="007B6A46">
      <w:r>
        <w:t>865.3958</w:t>
      </w:r>
      <w:r>
        <w:tab/>
        <w:t>1.013e0</w:t>
      </w:r>
    </w:p>
    <w:p w:rsidR="007B6A46" w:rsidRDefault="007B6A46" w:rsidP="007B6A46">
      <w:r>
        <w:t>865.4380</w:t>
      </w:r>
      <w:r>
        <w:tab/>
        <w:t>1.013e0</w:t>
      </w:r>
    </w:p>
    <w:p w:rsidR="007B6A46" w:rsidRDefault="007B6A46" w:rsidP="007B6A46">
      <w:r>
        <w:t>865.4395</w:t>
      </w:r>
      <w:r>
        <w:tab/>
        <w:t>2.025e0</w:t>
      </w:r>
    </w:p>
    <w:p w:rsidR="007B6A46" w:rsidRDefault="007B6A46" w:rsidP="007B6A46">
      <w:r>
        <w:t>865.4976</w:t>
      </w:r>
      <w:r>
        <w:tab/>
        <w:t>2.025e0</w:t>
      </w:r>
    </w:p>
    <w:p w:rsidR="007B6A46" w:rsidRDefault="007B6A46" w:rsidP="007B6A46">
      <w:r>
        <w:t>865.5253</w:t>
      </w:r>
      <w:r>
        <w:tab/>
        <w:t>1.013e0</w:t>
      </w:r>
    </w:p>
    <w:p w:rsidR="007B6A46" w:rsidRDefault="007B6A46" w:rsidP="007B6A46">
      <w:r>
        <w:t>865.7087</w:t>
      </w:r>
      <w:r>
        <w:tab/>
        <w:t>1.013e0</w:t>
      </w:r>
    </w:p>
    <w:p w:rsidR="007B6A46" w:rsidRDefault="007B6A46" w:rsidP="007B6A46">
      <w:r>
        <w:t>865.7277</w:t>
      </w:r>
      <w:r>
        <w:tab/>
        <w:t>1.013e0</w:t>
      </w:r>
    </w:p>
    <w:p w:rsidR="007B6A46" w:rsidRDefault="007B6A46" w:rsidP="007B6A46">
      <w:r>
        <w:t>865.7738</w:t>
      </w:r>
      <w:r>
        <w:tab/>
        <w:t>1.013e0</w:t>
      </w:r>
    </w:p>
    <w:p w:rsidR="007B6A46" w:rsidRDefault="007B6A46" w:rsidP="007B6A46">
      <w:r>
        <w:t>865.7944</w:t>
      </w:r>
      <w:r>
        <w:tab/>
        <w:t>1.013e0</w:t>
      </w:r>
    </w:p>
    <w:p w:rsidR="007B6A46" w:rsidRDefault="007B6A46" w:rsidP="007B6A46">
      <w:r>
        <w:lastRenderedPageBreak/>
        <w:t>865.8959</w:t>
      </w:r>
      <w:r>
        <w:tab/>
        <w:t>1.013e0</w:t>
      </w:r>
    </w:p>
    <w:p w:rsidR="007B6A46" w:rsidRDefault="007B6A46" w:rsidP="007B6A46">
      <w:r>
        <w:t>865.9338</w:t>
      </w:r>
      <w:r>
        <w:tab/>
        <w:t>1.013e0</w:t>
      </w:r>
    </w:p>
    <w:p w:rsidR="007B6A46" w:rsidRDefault="007B6A46" w:rsidP="007B6A46">
      <w:r>
        <w:t>866.0131</w:t>
      </w:r>
      <w:r>
        <w:tab/>
        <w:t>1.013e0</w:t>
      </w:r>
    </w:p>
    <w:p w:rsidR="007B6A46" w:rsidRDefault="007B6A46" w:rsidP="007B6A46">
      <w:r>
        <w:t>866.0779</w:t>
      </w:r>
      <w:r>
        <w:tab/>
        <w:t>1.013e0</w:t>
      </w:r>
    </w:p>
    <w:p w:rsidR="007B6A46" w:rsidRDefault="007B6A46" w:rsidP="007B6A46">
      <w:r>
        <w:t>866.2002</w:t>
      </w:r>
      <w:r>
        <w:tab/>
        <w:t>1.013e0</w:t>
      </w:r>
    </w:p>
    <w:p w:rsidR="007B6A46" w:rsidRDefault="007B6A46" w:rsidP="007B6A46">
      <w:r>
        <w:t>866.2161</w:t>
      </w:r>
      <w:r>
        <w:tab/>
        <w:t>1.013e0</w:t>
      </w:r>
    </w:p>
    <w:p w:rsidR="007B6A46" w:rsidRDefault="007B6A46" w:rsidP="007B6A46">
      <w:r>
        <w:t>866.3016</w:t>
      </w:r>
      <w:r>
        <w:tab/>
        <w:t>1.013e0</w:t>
      </w:r>
    </w:p>
    <w:p w:rsidR="007B6A46" w:rsidRDefault="007B6A46" w:rsidP="007B6A46">
      <w:r>
        <w:t>866.3266</w:t>
      </w:r>
      <w:r>
        <w:tab/>
        <w:t>1.013e0</w:t>
      </w:r>
    </w:p>
    <w:p w:rsidR="007B6A46" w:rsidRDefault="007B6A46" w:rsidP="007B6A46">
      <w:r>
        <w:t>866.4695</w:t>
      </w:r>
      <w:r>
        <w:tab/>
        <w:t>3.038e0</w:t>
      </w:r>
    </w:p>
    <w:p w:rsidR="007B6A46" w:rsidRDefault="007B6A46" w:rsidP="007B6A46">
      <w:r>
        <w:t>866.4853</w:t>
      </w:r>
      <w:r>
        <w:tab/>
        <w:t>1.013e0</w:t>
      </w:r>
    </w:p>
    <w:p w:rsidR="007B6A46" w:rsidRDefault="007B6A46" w:rsidP="007B6A46">
      <w:r>
        <w:t>866.5491</w:t>
      </w:r>
      <w:r>
        <w:tab/>
        <w:t>3.038e0</w:t>
      </w:r>
    </w:p>
    <w:p w:rsidR="007B6A46" w:rsidRDefault="007B6A46" w:rsidP="007B6A46">
      <w:r>
        <w:t>866.6406</w:t>
      </w:r>
      <w:r>
        <w:tab/>
        <w:t>1.013e0</w:t>
      </w:r>
    </w:p>
    <w:p w:rsidR="007B6A46" w:rsidRDefault="007B6A46" w:rsidP="007B6A46">
      <w:r>
        <w:t>866.6960</w:t>
      </w:r>
      <w:r>
        <w:tab/>
        <w:t>2.025e0</w:t>
      </w:r>
    </w:p>
    <w:p w:rsidR="007B6A46" w:rsidRDefault="007B6A46" w:rsidP="007B6A46">
      <w:r>
        <w:t>866.7473</w:t>
      </w:r>
      <w:r>
        <w:tab/>
        <w:t>1.013e0</w:t>
      </w:r>
    </w:p>
    <w:p w:rsidR="007B6A46" w:rsidRDefault="007B6A46" w:rsidP="007B6A46">
      <w:r>
        <w:t>866.7623</w:t>
      </w:r>
      <w:r>
        <w:tab/>
        <w:t>2.025e0</w:t>
      </w:r>
    </w:p>
    <w:p w:rsidR="007B6A46" w:rsidRDefault="007B6A46" w:rsidP="007B6A46">
      <w:r>
        <w:t>866.8347</w:t>
      </w:r>
      <w:r>
        <w:tab/>
        <w:t>1.013e0</w:t>
      </w:r>
    </w:p>
    <w:p w:rsidR="007B6A46" w:rsidRDefault="007B6A46" w:rsidP="007B6A46">
      <w:r>
        <w:t>866.8783</w:t>
      </w:r>
      <w:r>
        <w:tab/>
        <w:t>1.013e0</w:t>
      </w:r>
    </w:p>
    <w:p w:rsidR="007B6A46" w:rsidRDefault="007B6A46" w:rsidP="007B6A46">
      <w:r>
        <w:t>866.9962</w:t>
      </w:r>
      <w:r>
        <w:tab/>
        <w:t>1.013e0</w:t>
      </w:r>
    </w:p>
    <w:p w:rsidR="007B6A46" w:rsidRDefault="007B6A46" w:rsidP="007B6A46">
      <w:r>
        <w:t>867.1113</w:t>
      </w:r>
      <w:r>
        <w:tab/>
        <w:t>1.013e0</w:t>
      </w:r>
    </w:p>
    <w:p w:rsidR="007B6A46" w:rsidRDefault="007B6A46" w:rsidP="007B6A46">
      <w:r>
        <w:lastRenderedPageBreak/>
        <w:t>867.1478</w:t>
      </w:r>
      <w:r>
        <w:tab/>
        <w:t>1.013e0</w:t>
      </w:r>
    </w:p>
    <w:p w:rsidR="007B6A46" w:rsidRDefault="007B6A46" w:rsidP="007B6A46">
      <w:r>
        <w:t>867.1696</w:t>
      </w:r>
      <w:r>
        <w:tab/>
        <w:t>2.025e0</w:t>
      </w:r>
    </w:p>
    <w:p w:rsidR="007B6A46" w:rsidRDefault="007B6A46" w:rsidP="007B6A46">
      <w:r>
        <w:t>867.1855</w:t>
      </w:r>
      <w:r>
        <w:tab/>
        <w:t>2.025e0</w:t>
      </w:r>
    </w:p>
    <w:p w:rsidR="007B6A46" w:rsidRDefault="007B6A46" w:rsidP="007B6A46">
      <w:r>
        <w:t>867.2278</w:t>
      </w:r>
      <w:r>
        <w:tab/>
        <w:t>1.013e0</w:t>
      </w:r>
    </w:p>
    <w:p w:rsidR="007B6A46" w:rsidRDefault="007B6A46" w:rsidP="007B6A46">
      <w:r>
        <w:t>867.2398</w:t>
      </w:r>
      <w:r>
        <w:tab/>
        <w:t>2.025e0</w:t>
      </w:r>
    </w:p>
    <w:p w:rsidR="007B6A46" w:rsidRDefault="007B6A46" w:rsidP="007B6A46">
      <w:r>
        <w:t>867.2479</w:t>
      </w:r>
      <w:r>
        <w:tab/>
        <w:t>1.013e0</w:t>
      </w:r>
    </w:p>
    <w:p w:rsidR="007B6A46" w:rsidRDefault="007B6A46" w:rsidP="007B6A46">
      <w:r>
        <w:t>867.2875</w:t>
      </w:r>
      <w:r>
        <w:tab/>
        <w:t>1.013e0</w:t>
      </w:r>
    </w:p>
    <w:p w:rsidR="007B6A46" w:rsidRDefault="007B6A46" w:rsidP="007B6A46">
      <w:r>
        <w:t>867.3166</w:t>
      </w:r>
      <w:r>
        <w:tab/>
        <w:t>1.013e0</w:t>
      </w:r>
    </w:p>
    <w:p w:rsidR="007B6A46" w:rsidRDefault="007B6A46" w:rsidP="007B6A46">
      <w:r>
        <w:t>867.3589</w:t>
      </w:r>
      <w:r>
        <w:tab/>
        <w:t>1.013e0</w:t>
      </w:r>
    </w:p>
    <w:p w:rsidR="007B6A46" w:rsidRDefault="007B6A46" w:rsidP="007B6A46">
      <w:r>
        <w:t>867.4247</w:t>
      </w:r>
      <w:r>
        <w:tab/>
        <w:t>2.025e0</w:t>
      </w:r>
    </w:p>
    <w:p w:rsidR="007B6A46" w:rsidRDefault="007B6A46" w:rsidP="007B6A46">
      <w:r>
        <w:t>867.4642</w:t>
      </w:r>
      <w:r>
        <w:tab/>
        <w:t>2.025e0</w:t>
      </w:r>
    </w:p>
    <w:p w:rsidR="007B6A46" w:rsidRDefault="007B6A46" w:rsidP="007B6A46">
      <w:r>
        <w:t>867.4914</w:t>
      </w:r>
      <w:r>
        <w:tab/>
        <w:t>1.013e0</w:t>
      </w:r>
    </w:p>
    <w:p w:rsidR="007B6A46" w:rsidRDefault="007B6A46" w:rsidP="007B6A46">
      <w:r>
        <w:t>867.4951</w:t>
      </w:r>
      <w:r>
        <w:tab/>
        <w:t>2.025e0</w:t>
      </w:r>
    </w:p>
    <w:p w:rsidR="007B6A46" w:rsidRDefault="007B6A46" w:rsidP="007B6A46">
      <w:r>
        <w:t>867.5788</w:t>
      </w:r>
      <w:r>
        <w:tab/>
        <w:t>1.013e0</w:t>
      </w:r>
    </w:p>
    <w:p w:rsidR="007B6A46" w:rsidRDefault="007B6A46" w:rsidP="007B6A46">
      <w:r>
        <w:t>867.7070</w:t>
      </w:r>
      <w:r>
        <w:tab/>
        <w:t>1.013e0</w:t>
      </w:r>
    </w:p>
    <w:p w:rsidR="007B6A46" w:rsidRDefault="007B6A46" w:rsidP="007B6A46">
      <w:r>
        <w:t>867.7085</w:t>
      </w:r>
      <w:r>
        <w:tab/>
        <w:t>2.025e0</w:t>
      </w:r>
    </w:p>
    <w:p w:rsidR="007B6A46" w:rsidRDefault="007B6A46" w:rsidP="007B6A46">
      <w:r>
        <w:t>867.7231</w:t>
      </w:r>
      <w:r>
        <w:tab/>
        <w:t>1.013e0</w:t>
      </w:r>
    </w:p>
    <w:p w:rsidR="007B6A46" w:rsidRDefault="007B6A46" w:rsidP="007B6A46">
      <w:r>
        <w:t>867.7896</w:t>
      </w:r>
      <w:r>
        <w:tab/>
        <w:t>1.013e0</w:t>
      </w:r>
    </w:p>
    <w:p w:rsidR="007B6A46" w:rsidRDefault="007B6A46" w:rsidP="007B6A46">
      <w:r>
        <w:t>867.7974</w:t>
      </w:r>
      <w:r>
        <w:tab/>
        <w:t>1.013e0</w:t>
      </w:r>
    </w:p>
    <w:p w:rsidR="007B6A46" w:rsidRDefault="007B6A46" w:rsidP="007B6A46">
      <w:r>
        <w:lastRenderedPageBreak/>
        <w:t>867.8169</w:t>
      </w:r>
      <w:r>
        <w:tab/>
        <w:t>2.025e0</w:t>
      </w:r>
    </w:p>
    <w:p w:rsidR="007B6A46" w:rsidRDefault="007B6A46" w:rsidP="007B6A46">
      <w:r>
        <w:t>867.9208</w:t>
      </w:r>
      <w:r>
        <w:tab/>
        <w:t>2.025e0</w:t>
      </w:r>
    </w:p>
    <w:p w:rsidR="007B6A46" w:rsidRDefault="007B6A46" w:rsidP="007B6A46">
      <w:r>
        <w:t>867.9573</w:t>
      </w:r>
      <w:r>
        <w:tab/>
        <w:t>1.013e0</w:t>
      </w:r>
    </w:p>
    <w:p w:rsidR="007B6A46" w:rsidRDefault="007B6A46" w:rsidP="007B6A46">
      <w:r>
        <w:t>867.9765</w:t>
      </w:r>
      <w:r>
        <w:tab/>
        <w:t>1.013e0</w:t>
      </w:r>
    </w:p>
    <w:p w:rsidR="007B6A46" w:rsidRDefault="007B6A46" w:rsidP="007B6A46">
      <w:r>
        <w:t>868.2202</w:t>
      </w:r>
      <w:r>
        <w:tab/>
        <w:t>1.013e0</w:t>
      </w:r>
    </w:p>
    <w:p w:rsidR="007B6A46" w:rsidRDefault="007B6A46" w:rsidP="007B6A46">
      <w:r>
        <w:t>868.4084</w:t>
      </w:r>
      <w:r>
        <w:tab/>
        <w:t>1.013e0</w:t>
      </w:r>
    </w:p>
    <w:p w:rsidR="007B6A46" w:rsidRDefault="007B6A46" w:rsidP="007B6A46">
      <w:r>
        <w:t>868.4356</w:t>
      </w:r>
      <w:r>
        <w:tab/>
        <w:t>2.025e0</w:t>
      </w:r>
    </w:p>
    <w:p w:rsidR="007B6A46" w:rsidRDefault="007B6A46" w:rsidP="007B6A46">
      <w:r>
        <w:t>868.4759</w:t>
      </w:r>
      <w:r>
        <w:tab/>
        <w:t>2.025e0</w:t>
      </w:r>
    </w:p>
    <w:p w:rsidR="007B6A46" w:rsidRDefault="007B6A46" w:rsidP="007B6A46">
      <w:r>
        <w:t>868.4948</w:t>
      </w:r>
      <w:r>
        <w:tab/>
        <w:t>3.038e0</w:t>
      </w:r>
    </w:p>
    <w:p w:rsidR="007B6A46" w:rsidRDefault="007B6A46" w:rsidP="007B6A46">
      <w:r>
        <w:t>868.5123</w:t>
      </w:r>
      <w:r>
        <w:tab/>
        <w:t>3.038e0</w:t>
      </w:r>
    </w:p>
    <w:p w:rsidR="007B6A46" w:rsidRDefault="007B6A46" w:rsidP="007B6A46">
      <w:r>
        <w:t>868.5834</w:t>
      </w:r>
      <w:r>
        <w:tab/>
        <w:t>1.013e0</w:t>
      </w:r>
    </w:p>
    <w:p w:rsidR="007B6A46" w:rsidRDefault="007B6A46" w:rsidP="007B6A46">
      <w:r>
        <w:t>868.5848</w:t>
      </w:r>
      <w:r>
        <w:tab/>
        <w:t>3.038e0</w:t>
      </w:r>
    </w:p>
    <w:p w:rsidR="007B6A46" w:rsidRDefault="007B6A46" w:rsidP="007B6A46">
      <w:r>
        <w:t>868.6713</w:t>
      </w:r>
      <w:r>
        <w:tab/>
        <w:t>1.920e0</w:t>
      </w:r>
    </w:p>
    <w:p w:rsidR="007B6A46" w:rsidRDefault="007B6A46" w:rsidP="007B6A46">
      <w:r>
        <w:t>868.7147</w:t>
      </w:r>
      <w:r>
        <w:tab/>
        <w:t>1.013e0</w:t>
      </w:r>
    </w:p>
    <w:p w:rsidR="007B6A46" w:rsidRDefault="007B6A46" w:rsidP="007B6A46">
      <w:r>
        <w:t>868.7234</w:t>
      </w:r>
      <w:r>
        <w:tab/>
        <w:t>2.025e0</w:t>
      </w:r>
    </w:p>
    <w:p w:rsidR="007B6A46" w:rsidRDefault="007B6A46" w:rsidP="007B6A46">
      <w:r>
        <w:t>868.7510</w:t>
      </w:r>
      <w:r>
        <w:tab/>
        <w:t>3.038e0</w:t>
      </w:r>
    </w:p>
    <w:p w:rsidR="007B6A46" w:rsidRDefault="007B6A46" w:rsidP="007B6A46">
      <w:r>
        <w:t>868.8032</w:t>
      </w:r>
      <w:r>
        <w:tab/>
        <w:t>1.013e0</w:t>
      </w:r>
    </w:p>
    <w:p w:rsidR="007B6A46" w:rsidRDefault="007B6A46" w:rsidP="007B6A46">
      <w:r>
        <w:t>868.8046</w:t>
      </w:r>
      <w:r>
        <w:tab/>
        <w:t>1.013e0</w:t>
      </w:r>
    </w:p>
    <w:p w:rsidR="007B6A46" w:rsidRDefault="007B6A46" w:rsidP="007B6A46">
      <w:r>
        <w:t>868.9398</w:t>
      </w:r>
      <w:r>
        <w:tab/>
        <w:t>1.013e0</w:t>
      </w:r>
    </w:p>
    <w:p w:rsidR="007B6A46" w:rsidRDefault="007B6A46" w:rsidP="007B6A46">
      <w:r>
        <w:lastRenderedPageBreak/>
        <w:t>869.0211</w:t>
      </w:r>
      <w:r>
        <w:tab/>
        <w:t>1.013e0</w:t>
      </w:r>
    </w:p>
    <w:p w:rsidR="007B6A46" w:rsidRDefault="007B6A46" w:rsidP="007B6A46">
      <w:r>
        <w:t>869.1174</w:t>
      </w:r>
      <w:r>
        <w:tab/>
        <w:t>2.025e0</w:t>
      </w:r>
    </w:p>
    <w:p w:rsidR="007B6A46" w:rsidRDefault="007B6A46" w:rsidP="007B6A46">
      <w:r>
        <w:t>869.1439</w:t>
      </w:r>
      <w:r>
        <w:tab/>
        <w:t>1.013e0</w:t>
      </w:r>
    </w:p>
    <w:p w:rsidR="007B6A46" w:rsidRDefault="007B6A46" w:rsidP="007B6A46">
      <w:r>
        <w:t>869.2036</w:t>
      </w:r>
      <w:r>
        <w:tab/>
        <w:t>2.025e0</w:t>
      </w:r>
    </w:p>
    <w:p w:rsidR="007B6A46" w:rsidRDefault="007B6A46" w:rsidP="007B6A46">
      <w:r>
        <w:t>869.2452</w:t>
      </w:r>
      <w:r>
        <w:tab/>
        <w:t>1.013e0</w:t>
      </w:r>
    </w:p>
    <w:p w:rsidR="007B6A46" w:rsidRDefault="007B6A46" w:rsidP="007B6A46">
      <w:r>
        <w:t>869.3547</w:t>
      </w:r>
      <w:r>
        <w:tab/>
        <w:t>2.025e0</w:t>
      </w:r>
    </w:p>
    <w:p w:rsidR="007B6A46" w:rsidRDefault="007B6A46" w:rsidP="007B6A46">
      <w:r>
        <w:t>869.4006</w:t>
      </w:r>
      <w:r>
        <w:tab/>
        <w:t>1.013e0</w:t>
      </w:r>
    </w:p>
    <w:p w:rsidR="007B6A46" w:rsidRDefault="007B6A46" w:rsidP="007B6A46">
      <w:r>
        <w:t>869.4166</w:t>
      </w:r>
      <w:r>
        <w:tab/>
        <w:t>2.025e0</w:t>
      </w:r>
    </w:p>
    <w:p w:rsidR="007B6A46" w:rsidRDefault="007B6A46" w:rsidP="007B6A46">
      <w:r>
        <w:t>869.5320</w:t>
      </w:r>
      <w:r>
        <w:tab/>
        <w:t>1.013e0</w:t>
      </w:r>
    </w:p>
    <w:p w:rsidR="007B6A46" w:rsidRDefault="007B6A46" w:rsidP="007B6A46">
      <w:r>
        <w:t>869.5466</w:t>
      </w:r>
      <w:r>
        <w:tab/>
        <w:t>1.013e0</w:t>
      </w:r>
    </w:p>
    <w:p w:rsidR="007B6A46" w:rsidRDefault="007B6A46" w:rsidP="007B6A46">
      <w:r>
        <w:t>869.5489</w:t>
      </w:r>
      <w:r>
        <w:tab/>
        <w:t>1.013e0</w:t>
      </w:r>
    </w:p>
    <w:p w:rsidR="007B6A46" w:rsidRDefault="007B6A46" w:rsidP="007B6A46">
      <w:r>
        <w:t>869.6794</w:t>
      </w:r>
      <w:r>
        <w:tab/>
        <w:t>3.038e0</w:t>
      </w:r>
    </w:p>
    <w:p w:rsidR="007B6A46" w:rsidRDefault="007B6A46" w:rsidP="007B6A46">
      <w:r>
        <w:t>869.6854</w:t>
      </w:r>
      <w:r>
        <w:tab/>
        <w:t>1.013e0</w:t>
      </w:r>
    </w:p>
    <w:p w:rsidR="007B6A46" w:rsidRDefault="007B6A46" w:rsidP="007B6A46">
      <w:r>
        <w:t>869.7012</w:t>
      </w:r>
      <w:r>
        <w:tab/>
        <w:t>1.013e0</w:t>
      </w:r>
    </w:p>
    <w:p w:rsidR="007B6A46" w:rsidRDefault="007B6A46" w:rsidP="007B6A46">
      <w:r>
        <w:t>869.7228</w:t>
      </w:r>
      <w:r>
        <w:tab/>
        <w:t>2.025e0</w:t>
      </w:r>
    </w:p>
    <w:p w:rsidR="007B6A46" w:rsidRDefault="007B6A46" w:rsidP="007B6A46">
      <w:r>
        <w:t>869.7419</w:t>
      </w:r>
      <w:r>
        <w:tab/>
        <w:t>4.051e0</w:t>
      </w:r>
    </w:p>
    <w:p w:rsidR="007B6A46" w:rsidRDefault="007B6A46" w:rsidP="007B6A46">
      <w:r>
        <w:t>869.7927</w:t>
      </w:r>
      <w:r>
        <w:tab/>
        <w:t>2.025e0</w:t>
      </w:r>
    </w:p>
    <w:p w:rsidR="007B6A46" w:rsidRDefault="007B6A46" w:rsidP="007B6A46">
      <w:r>
        <w:t>869.8255</w:t>
      </w:r>
      <w:r>
        <w:tab/>
        <w:t>1.013e0</w:t>
      </w:r>
    </w:p>
    <w:p w:rsidR="007B6A46" w:rsidRDefault="007B6A46" w:rsidP="007B6A46">
      <w:r>
        <w:t>869.8693</w:t>
      </w:r>
      <w:r>
        <w:tab/>
        <w:t>1.013e0</w:t>
      </w:r>
    </w:p>
    <w:p w:rsidR="007B6A46" w:rsidRDefault="007B6A46" w:rsidP="007B6A46">
      <w:r>
        <w:lastRenderedPageBreak/>
        <w:t>869.9497</w:t>
      </w:r>
      <w:r>
        <w:tab/>
        <w:t>4.051e0</w:t>
      </w:r>
    </w:p>
    <w:p w:rsidR="007B6A46" w:rsidRDefault="007B6A46" w:rsidP="007B6A46">
      <w:r>
        <w:t>870.0227</w:t>
      </w:r>
      <w:r>
        <w:tab/>
        <w:t>1.013e0</w:t>
      </w:r>
    </w:p>
    <w:p w:rsidR="007B6A46" w:rsidRDefault="007B6A46" w:rsidP="007B6A46">
      <w:r>
        <w:t>870.0593</w:t>
      </w:r>
      <w:r>
        <w:tab/>
        <w:t>2.025e0</w:t>
      </w:r>
    </w:p>
    <w:p w:rsidR="007B6A46" w:rsidRDefault="007B6A46" w:rsidP="007B6A46">
      <w:r>
        <w:t>870.1747</w:t>
      </w:r>
      <w:r>
        <w:tab/>
        <w:t>1.013e0</w:t>
      </w:r>
    </w:p>
    <w:p w:rsidR="007B6A46" w:rsidRDefault="007B6A46" w:rsidP="007B6A46">
      <w:r>
        <w:t>870.2625</w:t>
      </w:r>
      <w:r>
        <w:tab/>
        <w:t>1.013e0</w:t>
      </w:r>
    </w:p>
    <w:p w:rsidR="007B6A46" w:rsidRDefault="007B6A46" w:rsidP="007B6A46">
      <w:r>
        <w:t>870.3807</w:t>
      </w:r>
      <w:r>
        <w:tab/>
        <w:t>1.013e0</w:t>
      </w:r>
    </w:p>
    <w:p w:rsidR="007B6A46" w:rsidRDefault="007B6A46" w:rsidP="007B6A46">
      <w:r>
        <w:t>870.4086</w:t>
      </w:r>
      <w:r>
        <w:tab/>
        <w:t>1.013e0</w:t>
      </w:r>
    </w:p>
    <w:p w:rsidR="007B6A46" w:rsidRDefault="007B6A46" w:rsidP="007B6A46">
      <w:r>
        <w:t>870.4538</w:t>
      </w:r>
      <w:r>
        <w:tab/>
        <w:t>1.013e0</w:t>
      </w:r>
    </w:p>
    <w:p w:rsidR="007B6A46" w:rsidRDefault="007B6A46" w:rsidP="007B6A46">
      <w:r>
        <w:t>870.4887</w:t>
      </w:r>
      <w:r>
        <w:tab/>
        <w:t>2.025e0</w:t>
      </w:r>
    </w:p>
    <w:p w:rsidR="007B6A46" w:rsidRDefault="007B6A46" w:rsidP="007B6A46">
      <w:r>
        <w:t>870.5131</w:t>
      </w:r>
      <w:r>
        <w:tab/>
        <w:t>1.013e0</w:t>
      </w:r>
    </w:p>
    <w:p w:rsidR="007B6A46" w:rsidRDefault="007B6A46" w:rsidP="007B6A46">
      <w:r>
        <w:t>870.5193</w:t>
      </w:r>
      <w:r>
        <w:tab/>
        <w:t>2.025e0</w:t>
      </w:r>
    </w:p>
    <w:p w:rsidR="007B6A46" w:rsidRDefault="007B6A46" w:rsidP="007B6A46">
      <w:r>
        <w:t>870.6238</w:t>
      </w:r>
      <w:r>
        <w:tab/>
        <w:t>2.025e0</w:t>
      </w:r>
    </w:p>
    <w:p w:rsidR="007B6A46" w:rsidRDefault="007B6A46" w:rsidP="007B6A46">
      <w:r>
        <w:t>870.6497</w:t>
      </w:r>
      <w:r>
        <w:tab/>
        <w:t>1.013e0</w:t>
      </w:r>
    </w:p>
    <w:p w:rsidR="007B6A46" w:rsidRDefault="007B6A46" w:rsidP="007B6A46">
      <w:r>
        <w:t>870.7394</w:t>
      </w:r>
      <w:r>
        <w:tab/>
        <w:t>2.025e0</w:t>
      </w:r>
    </w:p>
    <w:p w:rsidR="007B6A46" w:rsidRDefault="007B6A46" w:rsidP="007B6A46">
      <w:r>
        <w:t>870.7496</w:t>
      </w:r>
      <w:r>
        <w:tab/>
        <w:t>1.013e0</w:t>
      </w:r>
    </w:p>
    <w:p w:rsidR="007B6A46" w:rsidRDefault="007B6A46" w:rsidP="007B6A46">
      <w:r>
        <w:t>870.7682</w:t>
      </w:r>
      <w:r>
        <w:tab/>
        <w:t>1.013e0</w:t>
      </w:r>
    </w:p>
    <w:p w:rsidR="007B6A46" w:rsidRDefault="007B6A46" w:rsidP="007B6A46">
      <w:r>
        <w:t>870.8019</w:t>
      </w:r>
      <w:r>
        <w:tab/>
        <w:t>1.013e0</w:t>
      </w:r>
    </w:p>
    <w:p w:rsidR="007B6A46" w:rsidRDefault="007B6A46" w:rsidP="007B6A46">
      <w:r>
        <w:t>870.8193</w:t>
      </w:r>
      <w:r>
        <w:tab/>
        <w:t>1.013e0</w:t>
      </w:r>
    </w:p>
    <w:p w:rsidR="007B6A46" w:rsidRDefault="007B6A46" w:rsidP="007B6A46">
      <w:r>
        <w:t>870.8855</w:t>
      </w:r>
      <w:r>
        <w:tab/>
        <w:t>1.013e0</w:t>
      </w:r>
    </w:p>
    <w:p w:rsidR="007B6A46" w:rsidRDefault="007B6A46" w:rsidP="007B6A46">
      <w:r>
        <w:lastRenderedPageBreak/>
        <w:t>870.9197</w:t>
      </w:r>
      <w:r>
        <w:tab/>
        <w:t>2.025e0</w:t>
      </w:r>
    </w:p>
    <w:p w:rsidR="007B6A46" w:rsidRDefault="007B6A46" w:rsidP="007B6A46">
      <w:r>
        <w:t>870.9283</w:t>
      </w:r>
      <w:r>
        <w:tab/>
        <w:t>2.025e0</w:t>
      </w:r>
    </w:p>
    <w:p w:rsidR="007B6A46" w:rsidRDefault="007B6A46" w:rsidP="007B6A46">
      <w:r>
        <w:t>870.9534</w:t>
      </w:r>
      <w:r>
        <w:tab/>
        <w:t>1.013e0</w:t>
      </w:r>
    </w:p>
    <w:p w:rsidR="007B6A46" w:rsidRDefault="007B6A46" w:rsidP="007B6A46">
      <w:r>
        <w:t>870.9710</w:t>
      </w:r>
      <w:r>
        <w:tab/>
        <w:t>1.013e0</w:t>
      </w:r>
    </w:p>
    <w:p w:rsidR="007B6A46" w:rsidRDefault="007B6A46" w:rsidP="007B6A46">
      <w:r>
        <w:t>871.0373</w:t>
      </w:r>
      <w:r>
        <w:tab/>
        <w:t>1.013e0</w:t>
      </w:r>
    </w:p>
    <w:p w:rsidR="007B6A46" w:rsidRDefault="007B6A46" w:rsidP="007B6A46">
      <w:r>
        <w:t>871.0519</w:t>
      </w:r>
      <w:r>
        <w:tab/>
        <w:t>1.013e0</w:t>
      </w:r>
    </w:p>
    <w:p w:rsidR="007B6A46" w:rsidRDefault="007B6A46" w:rsidP="007B6A46">
      <w:r>
        <w:t>871.0546</w:t>
      </w:r>
      <w:r>
        <w:tab/>
        <w:t>2.025e0</w:t>
      </w:r>
    </w:p>
    <w:p w:rsidR="007B6A46" w:rsidRDefault="007B6A46" w:rsidP="007B6A46">
      <w:r>
        <w:t>871.1735</w:t>
      </w:r>
      <w:r>
        <w:tab/>
        <w:t>1.013e0</w:t>
      </w:r>
    </w:p>
    <w:p w:rsidR="007B6A46" w:rsidRDefault="007B6A46" w:rsidP="007B6A46">
      <w:r>
        <w:t>871.2289</w:t>
      </w:r>
      <w:r>
        <w:tab/>
        <w:t>1.013e0</w:t>
      </w:r>
    </w:p>
    <w:p w:rsidR="007B6A46" w:rsidRDefault="007B6A46" w:rsidP="007B6A46">
      <w:r>
        <w:t>871.3433</w:t>
      </w:r>
      <w:r>
        <w:tab/>
        <w:t>1.013e0</w:t>
      </w:r>
    </w:p>
    <w:p w:rsidR="007B6A46" w:rsidRDefault="007B6A46" w:rsidP="007B6A46">
      <w:r>
        <w:t>871.3605</w:t>
      </w:r>
      <w:r>
        <w:tab/>
        <w:t>1.013e0</w:t>
      </w:r>
    </w:p>
    <w:p w:rsidR="007B6A46" w:rsidRDefault="007B6A46" w:rsidP="007B6A46">
      <w:r>
        <w:t>871.3757</w:t>
      </w:r>
      <w:r>
        <w:tab/>
        <w:t>1.013e0</w:t>
      </w:r>
    </w:p>
    <w:p w:rsidR="007B6A46" w:rsidRDefault="007B6A46" w:rsidP="007B6A46">
      <w:r>
        <w:t>871.4250</w:t>
      </w:r>
      <w:r>
        <w:tab/>
        <w:t>2.025e0</w:t>
      </w:r>
    </w:p>
    <w:p w:rsidR="007B6A46" w:rsidRDefault="007B6A46" w:rsidP="007B6A46">
      <w:r>
        <w:t>871.5068</w:t>
      </w:r>
      <w:r>
        <w:tab/>
        <w:t>1.013e0</w:t>
      </w:r>
    </w:p>
    <w:p w:rsidR="007B6A46" w:rsidRDefault="007B6A46" w:rsidP="007B6A46">
      <w:r>
        <w:t>871.5508</w:t>
      </w:r>
      <w:r>
        <w:tab/>
        <w:t>1.013e0</w:t>
      </w:r>
    </w:p>
    <w:p w:rsidR="007B6A46" w:rsidRDefault="007B6A46" w:rsidP="007B6A46">
      <w:r>
        <w:t>871.6031</w:t>
      </w:r>
      <w:r>
        <w:tab/>
        <w:t>2.025e0</w:t>
      </w:r>
    </w:p>
    <w:p w:rsidR="007B6A46" w:rsidRDefault="007B6A46" w:rsidP="007B6A46">
      <w:r>
        <w:t>871.6136</w:t>
      </w:r>
      <w:r>
        <w:tab/>
        <w:t>1.013e0</w:t>
      </w:r>
    </w:p>
    <w:p w:rsidR="007B6A46" w:rsidRDefault="007B6A46" w:rsidP="007B6A46">
      <w:r>
        <w:t>871.6575</w:t>
      </w:r>
      <w:r>
        <w:tab/>
        <w:t>2.025e0</w:t>
      </w:r>
    </w:p>
    <w:p w:rsidR="007B6A46" w:rsidRDefault="007B6A46" w:rsidP="007B6A46">
      <w:r>
        <w:t>871.8336</w:t>
      </w:r>
      <w:r>
        <w:tab/>
        <w:t>2.025e0</w:t>
      </w:r>
    </w:p>
    <w:p w:rsidR="007B6A46" w:rsidRDefault="007B6A46" w:rsidP="007B6A46">
      <w:r>
        <w:lastRenderedPageBreak/>
        <w:t>871.9313</w:t>
      </w:r>
      <w:r>
        <w:tab/>
        <w:t>1.013e0</w:t>
      </w:r>
    </w:p>
    <w:p w:rsidR="007B6A46" w:rsidRDefault="007B6A46" w:rsidP="007B6A46">
      <w:r>
        <w:t>871.9334</w:t>
      </w:r>
      <w:r>
        <w:tab/>
        <w:t>1.013e0</w:t>
      </w:r>
    </w:p>
    <w:p w:rsidR="007B6A46" w:rsidRDefault="007B6A46" w:rsidP="007B6A46">
      <w:r>
        <w:t>871.9606</w:t>
      </w:r>
      <w:r>
        <w:tab/>
        <w:t>1.013e0</w:t>
      </w:r>
    </w:p>
    <w:p w:rsidR="007B6A46" w:rsidRDefault="007B6A46" w:rsidP="007B6A46">
      <w:r>
        <w:t>871.9753</w:t>
      </w:r>
      <w:r>
        <w:tab/>
        <w:t>1.013e0</w:t>
      </w:r>
    </w:p>
    <w:p w:rsidR="007B6A46" w:rsidRDefault="007B6A46" w:rsidP="007B6A46">
      <w:r>
        <w:t>872.1808</w:t>
      </w:r>
      <w:r>
        <w:tab/>
        <w:t>2.025e0</w:t>
      </w:r>
    </w:p>
    <w:p w:rsidR="007B6A46" w:rsidRDefault="007B6A46" w:rsidP="007B6A46">
      <w:r>
        <w:t>872.2681</w:t>
      </w:r>
      <w:r>
        <w:tab/>
        <w:t>1.013e0</w:t>
      </w:r>
    </w:p>
    <w:p w:rsidR="007B6A46" w:rsidRDefault="007B6A46" w:rsidP="007B6A46">
      <w:r>
        <w:t>872.2814</w:t>
      </w:r>
      <w:r>
        <w:tab/>
        <w:t>1.013e0</w:t>
      </w:r>
    </w:p>
    <w:p w:rsidR="007B6A46" w:rsidRDefault="007B6A46" w:rsidP="007B6A46">
      <w:r>
        <w:t>872.2960</w:t>
      </w:r>
      <w:r>
        <w:tab/>
        <w:t>1.013e0</w:t>
      </w:r>
    </w:p>
    <w:p w:rsidR="007B6A46" w:rsidRDefault="007B6A46" w:rsidP="007B6A46">
      <w:r>
        <w:t>872.4080</w:t>
      </w:r>
      <w:r>
        <w:tab/>
        <w:t>1.013e0</w:t>
      </w:r>
    </w:p>
    <w:p w:rsidR="007B6A46" w:rsidRDefault="007B6A46" w:rsidP="007B6A46">
      <w:r>
        <w:t>872.4167</w:t>
      </w:r>
      <w:r>
        <w:tab/>
        <w:t>3.038e0</w:t>
      </w:r>
    </w:p>
    <w:p w:rsidR="007B6A46" w:rsidRDefault="007B6A46" w:rsidP="007B6A46">
      <w:r>
        <w:t>872.4386</w:t>
      </w:r>
      <w:r>
        <w:tab/>
        <w:t>3.038e0</w:t>
      </w:r>
    </w:p>
    <w:p w:rsidR="007B6A46" w:rsidRDefault="007B6A46" w:rsidP="007B6A46">
      <w:r>
        <w:t>872.4874</w:t>
      </w:r>
      <w:r>
        <w:tab/>
        <w:t>3.038e0</w:t>
      </w:r>
    </w:p>
    <w:p w:rsidR="007B6A46" w:rsidRDefault="007B6A46" w:rsidP="007B6A46">
      <w:r>
        <w:t>872.5106</w:t>
      </w:r>
      <w:r>
        <w:tab/>
        <w:t>2.025e0</w:t>
      </w:r>
    </w:p>
    <w:p w:rsidR="007B6A46" w:rsidRDefault="007B6A46" w:rsidP="007B6A46">
      <w:r>
        <w:t>872.5118</w:t>
      </w:r>
      <w:r>
        <w:tab/>
        <w:t>3.038e0</w:t>
      </w:r>
    </w:p>
    <w:p w:rsidR="007B6A46" w:rsidRDefault="007B6A46" w:rsidP="007B6A46">
      <w:r>
        <w:t>872.5304</w:t>
      </w:r>
      <w:r>
        <w:tab/>
        <w:t>2.025e0</w:t>
      </w:r>
    </w:p>
    <w:p w:rsidR="007B6A46" w:rsidRDefault="007B6A46" w:rsidP="007B6A46">
      <w:r>
        <w:t>872.5445</w:t>
      </w:r>
      <w:r>
        <w:tab/>
        <w:t>1.013e0</w:t>
      </w:r>
    </w:p>
    <w:p w:rsidR="007B6A46" w:rsidRDefault="007B6A46" w:rsidP="007B6A46">
      <w:r>
        <w:t>872.6183</w:t>
      </w:r>
      <w:r>
        <w:tab/>
        <w:t>1.013e0</w:t>
      </w:r>
    </w:p>
    <w:p w:rsidR="007B6A46" w:rsidRDefault="007B6A46" w:rsidP="007B6A46">
      <w:r>
        <w:t>872.6490</w:t>
      </w:r>
      <w:r>
        <w:tab/>
        <w:t>1.013e0</w:t>
      </w:r>
    </w:p>
    <w:p w:rsidR="007B6A46" w:rsidRDefault="007B6A46" w:rsidP="007B6A46">
      <w:r>
        <w:t>872.6636</w:t>
      </w:r>
      <w:r>
        <w:tab/>
        <w:t>1.013e0</w:t>
      </w:r>
    </w:p>
    <w:p w:rsidR="007B6A46" w:rsidRDefault="007B6A46" w:rsidP="007B6A46">
      <w:r>
        <w:lastRenderedPageBreak/>
        <w:t>872.7502</w:t>
      </w:r>
      <w:r>
        <w:tab/>
        <w:t>1.013e0</w:t>
      </w:r>
    </w:p>
    <w:p w:rsidR="007B6A46" w:rsidRDefault="007B6A46" w:rsidP="007B6A46">
      <w:r>
        <w:t>872.8195</w:t>
      </w:r>
      <w:r>
        <w:tab/>
        <w:t>2.025e0</w:t>
      </w:r>
    </w:p>
    <w:p w:rsidR="007B6A46" w:rsidRDefault="007B6A46" w:rsidP="007B6A46">
      <w:r>
        <w:t>872.8542</w:t>
      </w:r>
      <w:r>
        <w:tab/>
        <w:t>1.013e0</w:t>
      </w:r>
    </w:p>
    <w:p w:rsidR="007B6A46" w:rsidRDefault="007B6A46" w:rsidP="007B6A46">
      <w:r>
        <w:t>873.0331</w:t>
      </w:r>
      <w:r>
        <w:tab/>
        <w:t>1.013e0</w:t>
      </w:r>
    </w:p>
    <w:p w:rsidR="007B6A46" w:rsidRDefault="007B6A46" w:rsidP="007B6A46">
      <w:r>
        <w:t>873.0433</w:t>
      </w:r>
      <w:r>
        <w:tab/>
        <w:t>1.013e0</w:t>
      </w:r>
    </w:p>
    <w:p w:rsidR="007B6A46" w:rsidRDefault="007B6A46" w:rsidP="007B6A46">
      <w:r>
        <w:t>873.0593</w:t>
      </w:r>
      <w:r>
        <w:tab/>
        <w:t>1.013e0</w:t>
      </w:r>
    </w:p>
    <w:p w:rsidR="007B6A46" w:rsidRDefault="007B6A46" w:rsidP="007B6A46">
      <w:r>
        <w:t>873.1033</w:t>
      </w:r>
      <w:r>
        <w:tab/>
        <w:t>1.013e0</w:t>
      </w:r>
    </w:p>
    <w:p w:rsidR="007B6A46" w:rsidRDefault="007B6A46" w:rsidP="007B6A46">
      <w:r>
        <w:t>873.1166</w:t>
      </w:r>
      <w:r>
        <w:tab/>
        <w:t>1.013e0</w:t>
      </w:r>
    </w:p>
    <w:p w:rsidR="007B6A46" w:rsidRDefault="007B6A46" w:rsidP="007B6A46">
      <w:r>
        <w:t>873.2192</w:t>
      </w:r>
      <w:r>
        <w:tab/>
        <w:t>1.013e0</w:t>
      </w:r>
    </w:p>
    <w:p w:rsidR="007B6A46" w:rsidRDefault="007B6A46" w:rsidP="007B6A46">
      <w:r>
        <w:t>873.2206</w:t>
      </w:r>
      <w:r>
        <w:tab/>
        <w:t>1.013e0</w:t>
      </w:r>
    </w:p>
    <w:p w:rsidR="007B6A46" w:rsidRDefault="007B6A46" w:rsidP="007B6A46">
      <w:r>
        <w:t>873.2646</w:t>
      </w:r>
      <w:r>
        <w:tab/>
        <w:t>1.013e0</w:t>
      </w:r>
    </w:p>
    <w:p w:rsidR="007B6A46" w:rsidRDefault="007B6A46" w:rsidP="007B6A46">
      <w:r>
        <w:t>873.2996</w:t>
      </w:r>
      <w:r>
        <w:tab/>
        <w:t>2.025e0</w:t>
      </w:r>
    </w:p>
    <w:p w:rsidR="007B6A46" w:rsidRDefault="007B6A46" w:rsidP="007B6A46">
      <w:r>
        <w:t>873.3232</w:t>
      </w:r>
      <w:r>
        <w:tab/>
        <w:t>1.013e0</w:t>
      </w:r>
    </w:p>
    <w:p w:rsidR="007B6A46" w:rsidRDefault="007B6A46" w:rsidP="007B6A46">
      <w:r>
        <w:t>873.3526</w:t>
      </w:r>
      <w:r>
        <w:tab/>
        <w:t>1.013e0</w:t>
      </w:r>
    </w:p>
    <w:p w:rsidR="007B6A46" w:rsidRDefault="007B6A46" w:rsidP="007B6A46">
      <w:r>
        <w:t>873.3717</w:t>
      </w:r>
      <w:r>
        <w:tab/>
        <w:t>1.034e0</w:t>
      </w:r>
    </w:p>
    <w:p w:rsidR="007B6A46" w:rsidRDefault="007B6A46" w:rsidP="007B6A46">
      <w:r>
        <w:t>873.4113</w:t>
      </w:r>
      <w:r>
        <w:tab/>
        <w:t>1.013e0</w:t>
      </w:r>
    </w:p>
    <w:p w:rsidR="007B6A46" w:rsidRDefault="007B6A46" w:rsidP="007B6A46">
      <w:r>
        <w:t>873.4241</w:t>
      </w:r>
      <w:r>
        <w:tab/>
        <w:t>1.013e0</w:t>
      </w:r>
    </w:p>
    <w:p w:rsidR="007B6A46" w:rsidRDefault="007B6A46" w:rsidP="007B6A46">
      <w:r>
        <w:t>873.4832</w:t>
      </w:r>
      <w:r>
        <w:tab/>
        <w:t>1.013e0</w:t>
      </w:r>
    </w:p>
    <w:p w:rsidR="007B6A46" w:rsidRDefault="007B6A46" w:rsidP="007B6A46">
      <w:r>
        <w:t>873.4943</w:t>
      </w:r>
      <w:r>
        <w:tab/>
        <w:t>3.038e0</w:t>
      </w:r>
    </w:p>
    <w:p w:rsidR="007B6A46" w:rsidRDefault="007B6A46" w:rsidP="007B6A46">
      <w:r>
        <w:lastRenderedPageBreak/>
        <w:t>873.5139</w:t>
      </w:r>
      <w:r>
        <w:tab/>
        <w:t>1.013e0</w:t>
      </w:r>
    </w:p>
    <w:p w:rsidR="007B6A46" w:rsidRDefault="007B6A46" w:rsidP="007B6A46">
      <w:r>
        <w:t>873.5881</w:t>
      </w:r>
      <w:r>
        <w:tab/>
        <w:t>4.051e0</w:t>
      </w:r>
    </w:p>
    <w:p w:rsidR="007B6A46" w:rsidRDefault="007B6A46" w:rsidP="007B6A46">
      <w:r>
        <w:t>873.6152</w:t>
      </w:r>
      <w:r>
        <w:tab/>
        <w:t>2.025e0</w:t>
      </w:r>
    </w:p>
    <w:p w:rsidR="007B6A46" w:rsidRDefault="007B6A46" w:rsidP="007B6A46">
      <w:r>
        <w:t>873.6651</w:t>
      </w:r>
      <w:r>
        <w:tab/>
        <w:t>3.038e0</w:t>
      </w:r>
    </w:p>
    <w:p w:rsidR="007B6A46" w:rsidRDefault="007B6A46" w:rsidP="007B6A46">
      <w:r>
        <w:t>873.7779</w:t>
      </w:r>
      <w:r>
        <w:tab/>
        <w:t>1.013e0</w:t>
      </w:r>
    </w:p>
    <w:p w:rsidR="007B6A46" w:rsidRDefault="007B6A46" w:rsidP="007B6A46">
      <w:r>
        <w:t>873.8658</w:t>
      </w:r>
      <w:r>
        <w:tab/>
        <w:t>2.025e0</w:t>
      </w:r>
    </w:p>
    <w:p w:rsidR="007B6A46" w:rsidRDefault="007B6A46" w:rsidP="007B6A46">
      <w:r>
        <w:t>874.0273</w:t>
      </w:r>
      <w:r>
        <w:tab/>
        <w:t>1.013e0</w:t>
      </w:r>
    </w:p>
    <w:p w:rsidR="007B6A46" w:rsidRDefault="007B6A46" w:rsidP="007B6A46">
      <w:r>
        <w:t>874.1580</w:t>
      </w:r>
      <w:r>
        <w:tab/>
        <w:t>1.013e0</w:t>
      </w:r>
    </w:p>
    <w:p w:rsidR="007B6A46" w:rsidRDefault="007B6A46" w:rsidP="007B6A46">
      <w:r>
        <w:t>874.2349</w:t>
      </w:r>
      <w:r>
        <w:tab/>
        <w:t>1.013e0</w:t>
      </w:r>
    </w:p>
    <w:p w:rsidR="007B6A46" w:rsidRDefault="007B6A46" w:rsidP="007B6A46">
      <w:r>
        <w:t>874.3649</w:t>
      </w:r>
      <w:r>
        <w:tab/>
        <w:t>1.013e0</w:t>
      </w:r>
    </w:p>
    <w:p w:rsidR="007B6A46" w:rsidRDefault="007B6A46" w:rsidP="007B6A46">
      <w:r>
        <w:t>874.4834</w:t>
      </w:r>
      <w:r>
        <w:tab/>
        <w:t>3.038e0</w:t>
      </w:r>
    </w:p>
    <w:p w:rsidR="007B6A46" w:rsidRDefault="007B6A46" w:rsidP="007B6A46">
      <w:r>
        <w:t>874.5411</w:t>
      </w:r>
      <w:r>
        <w:tab/>
        <w:t>1.013e0</w:t>
      </w:r>
    </w:p>
    <w:p w:rsidR="007B6A46" w:rsidRDefault="007B6A46" w:rsidP="007B6A46">
      <w:r>
        <w:t>874.5851</w:t>
      </w:r>
      <w:r>
        <w:tab/>
        <w:t>1.013e0</w:t>
      </w:r>
    </w:p>
    <w:p w:rsidR="007B6A46" w:rsidRDefault="007B6A46" w:rsidP="007B6A46">
      <w:r>
        <w:t>874.5895</w:t>
      </w:r>
      <w:r>
        <w:tab/>
        <w:t>1.013e0</w:t>
      </w:r>
    </w:p>
    <w:p w:rsidR="007B6A46" w:rsidRDefault="007B6A46" w:rsidP="007B6A46">
      <w:r>
        <w:t>874.6365</w:t>
      </w:r>
      <w:r>
        <w:tab/>
        <w:t>2.025e0</w:t>
      </w:r>
    </w:p>
    <w:p w:rsidR="007B6A46" w:rsidRDefault="007B6A46" w:rsidP="007B6A46">
      <w:r>
        <w:t>874.6907</w:t>
      </w:r>
      <w:r>
        <w:tab/>
        <w:t>1.013e0</w:t>
      </w:r>
    </w:p>
    <w:p w:rsidR="007B6A46" w:rsidRDefault="007B6A46" w:rsidP="007B6A46">
      <w:r>
        <w:t>874.7081</w:t>
      </w:r>
      <w:r>
        <w:tab/>
        <w:t>1.013e0</w:t>
      </w:r>
    </w:p>
    <w:p w:rsidR="007B6A46" w:rsidRDefault="007B6A46" w:rsidP="007B6A46">
      <w:r>
        <w:t>874.7443</w:t>
      </w:r>
      <w:r>
        <w:tab/>
        <w:t>2.025e0</w:t>
      </w:r>
    </w:p>
    <w:p w:rsidR="007B6A46" w:rsidRDefault="007B6A46" w:rsidP="007B6A46">
      <w:r>
        <w:t>874.9293</w:t>
      </w:r>
      <w:r>
        <w:tab/>
        <w:t>1.013e0</w:t>
      </w:r>
    </w:p>
    <w:p w:rsidR="007B6A46" w:rsidRDefault="007B6A46" w:rsidP="007B6A46">
      <w:r>
        <w:lastRenderedPageBreak/>
        <w:t>875.0128</w:t>
      </w:r>
      <w:r>
        <w:tab/>
        <w:t>1.013e0</w:t>
      </w:r>
    </w:p>
    <w:p w:rsidR="007B6A46" w:rsidRDefault="007B6A46" w:rsidP="007B6A46">
      <w:r>
        <w:t>875.0170</w:t>
      </w:r>
      <w:r>
        <w:tab/>
        <w:t>2.025e0</w:t>
      </w:r>
    </w:p>
    <w:p w:rsidR="007B6A46" w:rsidRDefault="007B6A46" w:rsidP="007B6A46">
      <w:r>
        <w:t>875.0527</w:t>
      </w:r>
      <w:r>
        <w:tab/>
        <w:t>2.025e0</w:t>
      </w:r>
    </w:p>
    <w:p w:rsidR="007B6A46" w:rsidRDefault="007B6A46" w:rsidP="007B6A46">
      <w:r>
        <w:t>875.1285</w:t>
      </w:r>
      <w:r>
        <w:tab/>
        <w:t>1.013e0</w:t>
      </w:r>
    </w:p>
    <w:p w:rsidR="007B6A46" w:rsidRDefault="007B6A46" w:rsidP="007B6A46">
      <w:r>
        <w:t>875.2006</w:t>
      </w:r>
      <w:r>
        <w:tab/>
        <w:t>4.051e0</w:t>
      </w:r>
    </w:p>
    <w:p w:rsidR="007B6A46" w:rsidRDefault="007B6A46" w:rsidP="007B6A46">
      <w:r>
        <w:t>875.2020</w:t>
      </w:r>
      <w:r>
        <w:tab/>
        <w:t>1.013e0</w:t>
      </w:r>
    </w:p>
    <w:p w:rsidR="007B6A46" w:rsidRDefault="007B6A46" w:rsidP="007B6A46">
      <w:r>
        <w:t>875.2314</w:t>
      </w:r>
      <w:r>
        <w:tab/>
        <w:t>1.013e0</w:t>
      </w:r>
    </w:p>
    <w:p w:rsidR="007B6A46" w:rsidRDefault="007B6A46" w:rsidP="007B6A46">
      <w:r>
        <w:t>875.3343</w:t>
      </w:r>
      <w:r>
        <w:tab/>
        <w:t>1.013e0</w:t>
      </w:r>
    </w:p>
    <w:p w:rsidR="007B6A46" w:rsidRDefault="007B6A46" w:rsidP="007B6A46">
      <w:r>
        <w:t>875.3735</w:t>
      </w:r>
      <w:r>
        <w:tab/>
        <w:t>3.038e0</w:t>
      </w:r>
    </w:p>
    <w:p w:rsidR="007B6A46" w:rsidRDefault="007B6A46" w:rsidP="007B6A46">
      <w:r>
        <w:t>875.3770</w:t>
      </w:r>
      <w:r>
        <w:tab/>
        <w:t>1.013e0</w:t>
      </w:r>
    </w:p>
    <w:p w:rsidR="007B6A46" w:rsidRDefault="007B6A46" w:rsidP="007B6A46">
      <w:r>
        <w:t>875.3784</w:t>
      </w:r>
      <w:r>
        <w:tab/>
        <w:t>1.013e0</w:t>
      </w:r>
    </w:p>
    <w:p w:rsidR="007B6A46" w:rsidRDefault="007B6A46" w:rsidP="007B6A46">
      <w:r>
        <w:t>875.5207</w:t>
      </w:r>
      <w:r>
        <w:tab/>
        <w:t>1.013e0</w:t>
      </w:r>
    </w:p>
    <w:p w:rsidR="007B6A46" w:rsidRDefault="007B6A46" w:rsidP="007B6A46">
      <w:r>
        <w:t>875.5250</w:t>
      </w:r>
      <w:r>
        <w:tab/>
        <w:t>2.025e0</w:t>
      </w:r>
    </w:p>
    <w:p w:rsidR="007B6A46" w:rsidRDefault="007B6A46" w:rsidP="007B6A46">
      <w:r>
        <w:t>875.5377</w:t>
      </w:r>
      <w:r>
        <w:tab/>
        <w:t>2.025e0</w:t>
      </w:r>
    </w:p>
    <w:p w:rsidR="007B6A46" w:rsidRDefault="007B6A46" w:rsidP="007B6A46">
      <w:r>
        <w:t>875.5400</w:t>
      </w:r>
      <w:r>
        <w:tab/>
        <w:t>1.013e0</w:t>
      </w:r>
    </w:p>
    <w:p w:rsidR="007B6A46" w:rsidRDefault="007B6A46" w:rsidP="007B6A46">
      <w:r>
        <w:t>875.6978</w:t>
      </w:r>
      <w:r>
        <w:tab/>
        <w:t>2.025e0</w:t>
      </w:r>
    </w:p>
    <w:p w:rsidR="007B6A46" w:rsidRDefault="007B6A46" w:rsidP="007B6A46">
      <w:r>
        <w:t>875.8195</w:t>
      </w:r>
      <w:r>
        <w:tab/>
        <w:t>2.025e0</w:t>
      </w:r>
    </w:p>
    <w:p w:rsidR="007B6A46" w:rsidRDefault="007B6A46" w:rsidP="007B6A46">
      <w:r>
        <w:t>875.8297</w:t>
      </w:r>
      <w:r>
        <w:tab/>
        <w:t>2.025e0</w:t>
      </w:r>
    </w:p>
    <w:p w:rsidR="007B6A46" w:rsidRDefault="007B6A46" w:rsidP="007B6A46">
      <w:r>
        <w:t>875.8915</w:t>
      </w:r>
      <w:r>
        <w:tab/>
        <w:t>1.013e0</w:t>
      </w:r>
    </w:p>
    <w:p w:rsidR="007B6A46" w:rsidRDefault="007B6A46" w:rsidP="007B6A46">
      <w:r>
        <w:lastRenderedPageBreak/>
        <w:t>875.8929</w:t>
      </w:r>
      <w:r>
        <w:tab/>
        <w:t>1.013e0</w:t>
      </w:r>
    </w:p>
    <w:p w:rsidR="007B6A46" w:rsidRDefault="007B6A46" w:rsidP="007B6A46">
      <w:r>
        <w:t>876.0105</w:t>
      </w:r>
      <w:r>
        <w:tab/>
        <w:t>1.013e0</w:t>
      </w:r>
    </w:p>
    <w:p w:rsidR="007B6A46" w:rsidRDefault="007B6A46" w:rsidP="007B6A46">
      <w:r>
        <w:t>876.0627</w:t>
      </w:r>
      <w:r>
        <w:tab/>
        <w:t>1.013e0</w:t>
      </w:r>
    </w:p>
    <w:p w:rsidR="007B6A46" w:rsidRDefault="007B6A46" w:rsidP="007B6A46">
      <w:r>
        <w:t>876.1400</w:t>
      </w:r>
      <w:r>
        <w:tab/>
        <w:t>3.038e0</w:t>
      </w:r>
    </w:p>
    <w:p w:rsidR="007B6A46" w:rsidRDefault="007B6A46" w:rsidP="007B6A46">
      <w:r>
        <w:t>876.1812</w:t>
      </w:r>
      <w:r>
        <w:tab/>
        <w:t>1.013e0</w:t>
      </w:r>
    </w:p>
    <w:p w:rsidR="007B6A46" w:rsidRDefault="007B6A46" w:rsidP="007B6A46">
      <w:r>
        <w:t>876.1987</w:t>
      </w:r>
      <w:r>
        <w:tab/>
        <w:t>1.013e0</w:t>
      </w:r>
    </w:p>
    <w:p w:rsidR="007B6A46" w:rsidRDefault="007B6A46" w:rsidP="007B6A46">
      <w:r>
        <w:t>876.2811</w:t>
      </w:r>
      <w:r>
        <w:tab/>
        <w:t>2.025e0</w:t>
      </w:r>
    </w:p>
    <w:p w:rsidR="007B6A46" w:rsidRDefault="007B6A46" w:rsidP="007B6A46">
      <w:r>
        <w:t>876.2825</w:t>
      </w:r>
      <w:r>
        <w:tab/>
        <w:t>1.013e0</w:t>
      </w:r>
    </w:p>
    <w:p w:rsidR="007B6A46" w:rsidRDefault="007B6A46" w:rsidP="007B6A46">
      <w:r>
        <w:t>876.2853</w:t>
      </w:r>
      <w:r>
        <w:tab/>
        <w:t>2.025e0</w:t>
      </w:r>
    </w:p>
    <w:p w:rsidR="007B6A46" w:rsidRDefault="007B6A46" w:rsidP="007B6A46">
      <w:r>
        <w:t>876.3341</w:t>
      </w:r>
      <w:r>
        <w:tab/>
        <w:t>1.013e0</w:t>
      </w:r>
    </w:p>
    <w:p w:rsidR="007B6A46" w:rsidRDefault="007B6A46" w:rsidP="007B6A46">
      <w:r>
        <w:t>876.3768</w:t>
      </w:r>
      <w:r>
        <w:tab/>
        <w:t>1.013e0</w:t>
      </w:r>
    </w:p>
    <w:p w:rsidR="007B6A46" w:rsidRDefault="007B6A46" w:rsidP="007B6A46">
      <w:r>
        <w:t>876.5106</w:t>
      </w:r>
      <w:r>
        <w:tab/>
        <w:t>1.013e0</w:t>
      </w:r>
    </w:p>
    <w:p w:rsidR="007B6A46" w:rsidRDefault="007B6A46" w:rsidP="007B6A46">
      <w:r>
        <w:t>876.5548</w:t>
      </w:r>
      <w:r>
        <w:tab/>
        <w:t>1.013e0</w:t>
      </w:r>
    </w:p>
    <w:p w:rsidR="007B6A46" w:rsidRDefault="007B6A46" w:rsidP="007B6A46">
      <w:r>
        <w:t>876.5750</w:t>
      </w:r>
      <w:r>
        <w:tab/>
        <w:t>2.025e0</w:t>
      </w:r>
    </w:p>
    <w:p w:rsidR="007B6A46" w:rsidRDefault="007B6A46" w:rsidP="007B6A46">
      <w:r>
        <w:t>876.6270</w:t>
      </w:r>
      <w:r>
        <w:tab/>
        <w:t>1.013e0</w:t>
      </w:r>
    </w:p>
    <w:p w:rsidR="007B6A46" w:rsidRDefault="007B6A46" w:rsidP="007B6A46">
      <w:r>
        <w:t>876.6381</w:t>
      </w:r>
      <w:r>
        <w:tab/>
        <w:t>2.025e0</w:t>
      </w:r>
    </w:p>
    <w:p w:rsidR="007B6A46" w:rsidRDefault="007B6A46" w:rsidP="007B6A46">
      <w:r>
        <w:t>876.7206</w:t>
      </w:r>
      <w:r>
        <w:tab/>
        <w:t>1.013e0</w:t>
      </w:r>
    </w:p>
    <w:p w:rsidR="007B6A46" w:rsidRDefault="007B6A46" w:rsidP="007B6A46">
      <w:r>
        <w:t>876.7388</w:t>
      </w:r>
      <w:r>
        <w:tab/>
        <w:t>2.025e0</w:t>
      </w:r>
    </w:p>
    <w:p w:rsidR="007B6A46" w:rsidRDefault="007B6A46" w:rsidP="007B6A46">
      <w:r>
        <w:t>876.9080</w:t>
      </w:r>
      <w:r>
        <w:tab/>
        <w:t>1.013e0</w:t>
      </w:r>
    </w:p>
    <w:p w:rsidR="007B6A46" w:rsidRDefault="007B6A46" w:rsidP="007B6A46">
      <w:r>
        <w:lastRenderedPageBreak/>
        <w:t>876.9459</w:t>
      </w:r>
      <w:r>
        <w:tab/>
        <w:t>2.025e0</w:t>
      </w:r>
    </w:p>
    <w:p w:rsidR="007B6A46" w:rsidRDefault="007B6A46" w:rsidP="007B6A46">
      <w:r>
        <w:t>876.9712</w:t>
      </w:r>
      <w:r>
        <w:tab/>
        <w:t>2.025e0</w:t>
      </w:r>
    </w:p>
    <w:p w:rsidR="007B6A46" w:rsidRDefault="007B6A46" w:rsidP="007B6A46">
      <w:r>
        <w:t>877.0602</w:t>
      </w:r>
      <w:r>
        <w:tab/>
        <w:t>1.013e0</w:t>
      </w:r>
    </w:p>
    <w:p w:rsidR="007B6A46" w:rsidRDefault="007B6A46" w:rsidP="007B6A46">
      <w:r>
        <w:t>877.0980</w:t>
      </w:r>
      <w:r>
        <w:tab/>
        <w:t>1.013e0</w:t>
      </w:r>
    </w:p>
    <w:p w:rsidR="007B6A46" w:rsidRDefault="007B6A46" w:rsidP="007B6A46">
      <w:r>
        <w:t>877.1124</w:t>
      </w:r>
      <w:r>
        <w:tab/>
        <w:t>1.013e0</w:t>
      </w:r>
    </w:p>
    <w:p w:rsidR="007B6A46" w:rsidRDefault="007B6A46" w:rsidP="007B6A46">
      <w:r>
        <w:t>877.1612</w:t>
      </w:r>
      <w:r>
        <w:tab/>
        <w:t>1.013e0</w:t>
      </w:r>
    </w:p>
    <w:p w:rsidR="007B6A46" w:rsidRDefault="007B6A46" w:rsidP="007B6A46">
      <w:r>
        <w:t>877.2466</w:t>
      </w:r>
      <w:r>
        <w:tab/>
        <w:t>1.013e0</w:t>
      </w:r>
    </w:p>
    <w:p w:rsidR="007B6A46" w:rsidRDefault="007B6A46" w:rsidP="007B6A46">
      <w:r>
        <w:t>877.3644</w:t>
      </w:r>
      <w:r>
        <w:tab/>
        <w:t>1.013e0</w:t>
      </w:r>
    </w:p>
    <w:p w:rsidR="007B6A46" w:rsidRDefault="007B6A46" w:rsidP="007B6A46">
      <w:r>
        <w:t>877.4271</w:t>
      </w:r>
      <w:r>
        <w:tab/>
        <w:t>2.121e0</w:t>
      </w:r>
    </w:p>
    <w:p w:rsidR="007B6A46" w:rsidRDefault="007B6A46" w:rsidP="007B6A46">
      <w:r>
        <w:t>877.4505</w:t>
      </w:r>
      <w:r>
        <w:tab/>
        <w:t>1.013e0</w:t>
      </w:r>
    </w:p>
    <w:p w:rsidR="007B6A46" w:rsidRDefault="007B6A46" w:rsidP="007B6A46">
      <w:r>
        <w:t>877.4823</w:t>
      </w:r>
      <w:r>
        <w:tab/>
        <w:t>1.013e0</w:t>
      </w:r>
    </w:p>
    <w:p w:rsidR="007B6A46" w:rsidRDefault="007B6A46" w:rsidP="007B6A46">
      <w:r>
        <w:t>877.6087</w:t>
      </w:r>
      <w:r>
        <w:tab/>
        <w:t>2.025e0</w:t>
      </w:r>
    </w:p>
    <w:p w:rsidR="007B6A46" w:rsidRDefault="007B6A46" w:rsidP="007B6A46">
      <w:r>
        <w:t>877.7256</w:t>
      </w:r>
      <w:r>
        <w:tab/>
        <w:t>2.025e0</w:t>
      </w:r>
    </w:p>
    <w:p w:rsidR="007B6A46" w:rsidRDefault="007B6A46" w:rsidP="007B6A46">
      <w:r>
        <w:t>877.7269</w:t>
      </w:r>
      <w:r>
        <w:tab/>
        <w:t>3.038e0</w:t>
      </w:r>
    </w:p>
    <w:p w:rsidR="007B6A46" w:rsidRDefault="007B6A46" w:rsidP="007B6A46">
      <w:r>
        <w:t>877.8536</w:t>
      </w:r>
      <w:r>
        <w:tab/>
        <w:t>1.013e0</w:t>
      </w:r>
    </w:p>
    <w:p w:rsidR="007B6A46" w:rsidRDefault="007B6A46" w:rsidP="007B6A46">
      <w:r>
        <w:t>877.9390</w:t>
      </w:r>
      <w:r>
        <w:tab/>
        <w:t>1.013e0</w:t>
      </w:r>
    </w:p>
    <w:p w:rsidR="007B6A46" w:rsidRDefault="007B6A46" w:rsidP="007B6A46">
      <w:r>
        <w:t>878.1930</w:t>
      </w:r>
      <w:r>
        <w:tab/>
        <w:t>2.025e0</w:t>
      </w:r>
    </w:p>
    <w:p w:rsidR="007B6A46" w:rsidRDefault="007B6A46" w:rsidP="007B6A46">
      <w:r>
        <w:t>878.2405</w:t>
      </w:r>
      <w:r>
        <w:tab/>
        <w:t>2.025e0</w:t>
      </w:r>
    </w:p>
    <w:p w:rsidR="007B6A46" w:rsidRDefault="007B6A46" w:rsidP="007B6A46">
      <w:r>
        <w:t>878.2766</w:t>
      </w:r>
      <w:r>
        <w:tab/>
        <w:t>1.013e0</w:t>
      </w:r>
    </w:p>
    <w:p w:rsidR="007B6A46" w:rsidRDefault="007B6A46" w:rsidP="007B6A46">
      <w:r>
        <w:lastRenderedPageBreak/>
        <w:t>878.3327</w:t>
      </w:r>
      <w:r>
        <w:tab/>
        <w:t>2.025e0</w:t>
      </w:r>
    </w:p>
    <w:p w:rsidR="007B6A46" w:rsidRDefault="007B6A46" w:rsidP="007B6A46">
      <w:r>
        <w:t>878.4286</w:t>
      </w:r>
      <w:r>
        <w:tab/>
        <w:t>1.013e0</w:t>
      </w:r>
    </w:p>
    <w:p w:rsidR="007B6A46" w:rsidRDefault="007B6A46" w:rsidP="007B6A46">
      <w:r>
        <w:t>878.5066</w:t>
      </w:r>
      <w:r>
        <w:tab/>
        <w:t>5.063e0</w:t>
      </w:r>
    </w:p>
    <w:p w:rsidR="007B6A46" w:rsidRDefault="007B6A46" w:rsidP="007B6A46">
      <w:r>
        <w:t>878.5201</w:t>
      </w:r>
      <w:r>
        <w:tab/>
        <w:t>2.025e0</w:t>
      </w:r>
    </w:p>
    <w:p w:rsidR="007B6A46" w:rsidRDefault="007B6A46" w:rsidP="007B6A46">
      <w:r>
        <w:t>878.5295</w:t>
      </w:r>
      <w:r>
        <w:tab/>
        <w:t>1.013e0</w:t>
      </w:r>
    </w:p>
    <w:p w:rsidR="007B6A46" w:rsidRDefault="007B6A46" w:rsidP="007B6A46">
      <w:r>
        <w:t>878.6410</w:t>
      </w:r>
      <w:r>
        <w:tab/>
        <w:t>2.025e0</w:t>
      </w:r>
    </w:p>
    <w:p w:rsidR="007B6A46" w:rsidRDefault="007B6A46" w:rsidP="007B6A46">
      <w:r>
        <w:t>878.6821</w:t>
      </w:r>
      <w:r>
        <w:tab/>
        <w:t>2.025e0</w:t>
      </w:r>
    </w:p>
    <w:p w:rsidR="007B6A46" w:rsidRDefault="007B6A46" w:rsidP="007B6A46">
      <w:r>
        <w:t>878.7499</w:t>
      </w:r>
      <w:r>
        <w:tab/>
        <w:t>1.013e0</w:t>
      </w:r>
    </w:p>
    <w:p w:rsidR="007B6A46" w:rsidRDefault="007B6A46" w:rsidP="007B6A46">
      <w:r>
        <w:t>878.8223</w:t>
      </w:r>
      <w:r>
        <w:tab/>
        <w:t>1.013e0</w:t>
      </w:r>
    </w:p>
    <w:p w:rsidR="007B6A46" w:rsidRDefault="007B6A46" w:rsidP="007B6A46">
      <w:r>
        <w:t>878.8300</w:t>
      </w:r>
      <w:r>
        <w:tab/>
        <w:t>2.025e0</w:t>
      </w:r>
    </w:p>
    <w:p w:rsidR="007B6A46" w:rsidRDefault="007B6A46" w:rsidP="007B6A46">
      <w:r>
        <w:t>878.8531</w:t>
      </w:r>
      <w:r>
        <w:tab/>
        <w:t>2.025e0</w:t>
      </w:r>
    </w:p>
    <w:p w:rsidR="007B6A46" w:rsidRDefault="007B6A46" w:rsidP="007B6A46">
      <w:r>
        <w:t>878.9386</w:t>
      </w:r>
      <w:r>
        <w:tab/>
        <w:t>1.013e0</w:t>
      </w:r>
    </w:p>
    <w:p w:rsidR="007B6A46" w:rsidRDefault="007B6A46" w:rsidP="007B6A46">
      <w:r>
        <w:t>878.9643</w:t>
      </w:r>
      <w:r>
        <w:tab/>
        <w:t>2.025e0</w:t>
      </w:r>
    </w:p>
    <w:p w:rsidR="007B6A46" w:rsidRDefault="007B6A46" w:rsidP="007B6A46">
      <w:r>
        <w:t>878.9698</w:t>
      </w:r>
      <w:r>
        <w:tab/>
        <w:t>3.038e0</w:t>
      </w:r>
    </w:p>
    <w:p w:rsidR="007B6A46" w:rsidRDefault="007B6A46" w:rsidP="007B6A46">
      <w:r>
        <w:t>879.0953</w:t>
      </w:r>
      <w:r>
        <w:tab/>
        <w:t>2.025e0</w:t>
      </w:r>
    </w:p>
    <w:p w:rsidR="007B6A46" w:rsidRDefault="007B6A46" w:rsidP="007B6A46">
      <w:r>
        <w:t>879.1743</w:t>
      </w:r>
      <w:r>
        <w:tab/>
        <w:t>1.013e0</w:t>
      </w:r>
    </w:p>
    <w:p w:rsidR="007B6A46" w:rsidRDefault="007B6A46" w:rsidP="007B6A46">
      <w:r>
        <w:t>879.3696</w:t>
      </w:r>
      <w:r>
        <w:tab/>
        <w:t>1.013e0</w:t>
      </w:r>
    </w:p>
    <w:p w:rsidR="007B6A46" w:rsidRDefault="007B6A46" w:rsidP="007B6A46">
      <w:r>
        <w:t>879.4269</w:t>
      </w:r>
      <w:r>
        <w:tab/>
        <w:t>2.025e0</w:t>
      </w:r>
    </w:p>
    <w:p w:rsidR="007B6A46" w:rsidRDefault="007B6A46" w:rsidP="007B6A46">
      <w:r>
        <w:t>879.4715</w:t>
      </w:r>
      <w:r>
        <w:tab/>
        <w:t>1.013e0</w:t>
      </w:r>
    </w:p>
    <w:p w:rsidR="007B6A46" w:rsidRDefault="007B6A46" w:rsidP="007B6A46">
      <w:r>
        <w:lastRenderedPageBreak/>
        <w:t>879.5601</w:t>
      </w:r>
      <w:r>
        <w:tab/>
        <w:t>1.013e0</w:t>
      </w:r>
    </w:p>
    <w:p w:rsidR="007B6A46" w:rsidRDefault="007B6A46" w:rsidP="007B6A46">
      <w:r>
        <w:t>879.5765</w:t>
      </w:r>
      <w:r>
        <w:tab/>
        <w:t>4.051e0</w:t>
      </w:r>
    </w:p>
    <w:p w:rsidR="007B6A46" w:rsidRDefault="007B6A46" w:rsidP="007B6A46">
      <w:r>
        <w:t>879.5799</w:t>
      </w:r>
      <w:r>
        <w:tab/>
        <w:t>1.013e0</w:t>
      </w:r>
    </w:p>
    <w:p w:rsidR="007B6A46" w:rsidRDefault="007B6A46" w:rsidP="007B6A46">
      <w:r>
        <w:t>879.6984</w:t>
      </w:r>
      <w:r>
        <w:tab/>
        <w:t>1.013e0</w:t>
      </w:r>
    </w:p>
    <w:p w:rsidR="007B6A46" w:rsidRDefault="007B6A46" w:rsidP="007B6A46">
      <w:r>
        <w:t>879.7078</w:t>
      </w:r>
      <w:r>
        <w:tab/>
        <w:t>1.013e0</w:t>
      </w:r>
    </w:p>
    <w:p w:rsidR="007B6A46" w:rsidRDefault="007B6A46" w:rsidP="007B6A46">
      <w:r>
        <w:t>879.7830</w:t>
      </w:r>
      <w:r>
        <w:tab/>
        <w:t>3.038e0</w:t>
      </w:r>
    </w:p>
    <w:p w:rsidR="007B6A46" w:rsidRDefault="007B6A46" w:rsidP="007B6A46">
      <w:r>
        <w:t>879.8259</w:t>
      </w:r>
      <w:r>
        <w:tab/>
        <w:t>1.013e0</w:t>
      </w:r>
    </w:p>
    <w:p w:rsidR="007B6A46" w:rsidRDefault="007B6A46" w:rsidP="007B6A46">
      <w:r>
        <w:t>879.9440</w:t>
      </w:r>
      <w:r>
        <w:tab/>
        <w:t>1.013e0</w:t>
      </w:r>
    </w:p>
    <w:p w:rsidR="007B6A46" w:rsidRDefault="007B6A46" w:rsidP="007B6A46">
      <w:r>
        <w:t>879.9526</w:t>
      </w:r>
      <w:r>
        <w:tab/>
        <w:t>1.013e0</w:t>
      </w:r>
    </w:p>
    <w:p w:rsidR="007B6A46" w:rsidRDefault="007B6A46" w:rsidP="007B6A46">
      <w:r>
        <w:t>879.9698</w:t>
      </w:r>
      <w:r>
        <w:tab/>
        <w:t>1.013e0</w:t>
      </w:r>
    </w:p>
    <w:p w:rsidR="007B6A46" w:rsidRDefault="007B6A46" w:rsidP="007B6A46">
      <w:r>
        <w:t>880.0635</w:t>
      </w:r>
      <w:r>
        <w:tab/>
        <w:t>1.013e0</w:t>
      </w:r>
    </w:p>
    <w:p w:rsidR="007B6A46" w:rsidRDefault="007B6A46" w:rsidP="007B6A46">
      <w:r>
        <w:t>880.1059</w:t>
      </w:r>
      <w:r>
        <w:tab/>
        <w:t>1.013e0</w:t>
      </w:r>
    </w:p>
    <w:p w:rsidR="007B6A46" w:rsidRDefault="007B6A46" w:rsidP="007B6A46">
      <w:r>
        <w:t>880.2013</w:t>
      </w:r>
      <w:r>
        <w:tab/>
        <w:t>2.025e0</w:t>
      </w:r>
    </w:p>
    <w:p w:rsidR="007B6A46" w:rsidRDefault="007B6A46" w:rsidP="007B6A46">
      <w:r>
        <w:t>880.3442</w:t>
      </w:r>
      <w:r>
        <w:tab/>
        <w:t>1.013e0</w:t>
      </w:r>
    </w:p>
    <w:p w:rsidR="007B6A46" w:rsidRDefault="007B6A46" w:rsidP="007B6A46">
      <w:r>
        <w:t>880.3577</w:t>
      </w:r>
      <w:r>
        <w:tab/>
        <w:t>1.013e0</w:t>
      </w:r>
    </w:p>
    <w:p w:rsidR="007B6A46" w:rsidRDefault="007B6A46" w:rsidP="007B6A46">
      <w:r>
        <w:t>880.4435</w:t>
      </w:r>
      <w:r>
        <w:tab/>
        <w:t>1.013e0</w:t>
      </w:r>
    </w:p>
    <w:p w:rsidR="007B6A46" w:rsidRDefault="007B6A46" w:rsidP="007B6A46">
      <w:r>
        <w:t>880.4463</w:t>
      </w:r>
      <w:r>
        <w:tab/>
        <w:t>1.013e0</w:t>
      </w:r>
    </w:p>
    <w:p w:rsidR="007B6A46" w:rsidRDefault="007B6A46" w:rsidP="007B6A46">
      <w:r>
        <w:t>880.4573</w:t>
      </w:r>
      <w:r>
        <w:tab/>
        <w:t>4.051e0</w:t>
      </w:r>
    </w:p>
    <w:p w:rsidR="007B6A46" w:rsidRDefault="007B6A46" w:rsidP="007B6A46">
      <w:r>
        <w:t>880.4906</w:t>
      </w:r>
      <w:r>
        <w:tab/>
        <w:t>1.013e0</w:t>
      </w:r>
    </w:p>
    <w:p w:rsidR="007B6A46" w:rsidRDefault="007B6A46" w:rsidP="007B6A46">
      <w:r>
        <w:lastRenderedPageBreak/>
        <w:t>880.5216</w:t>
      </w:r>
      <w:r>
        <w:tab/>
        <w:t>1.013e0</w:t>
      </w:r>
    </w:p>
    <w:p w:rsidR="007B6A46" w:rsidRDefault="007B6A46" w:rsidP="007B6A46">
      <w:r>
        <w:t>880.5645</w:t>
      </w:r>
      <w:r>
        <w:tab/>
        <w:t>1.013e0</w:t>
      </w:r>
    </w:p>
    <w:p w:rsidR="007B6A46" w:rsidRDefault="007B6A46" w:rsidP="007B6A46">
      <w:r>
        <w:t>880.5798</w:t>
      </w:r>
      <w:r>
        <w:tab/>
        <w:t>1.013e0</w:t>
      </w:r>
    </w:p>
    <w:p w:rsidR="007B6A46" w:rsidRDefault="007B6A46" w:rsidP="007B6A46">
      <w:r>
        <w:t>880.6188</w:t>
      </w:r>
      <w:r>
        <w:tab/>
        <w:t>2.025e0</w:t>
      </w:r>
    </w:p>
    <w:p w:rsidR="007B6A46" w:rsidRDefault="007B6A46" w:rsidP="007B6A46">
      <w:r>
        <w:t>880.7137</w:t>
      </w:r>
      <w:r>
        <w:tab/>
        <w:t>1.013e0</w:t>
      </w:r>
    </w:p>
    <w:p w:rsidR="007B6A46" w:rsidRDefault="007B6A46" w:rsidP="007B6A46">
      <w:r>
        <w:t>880.7468</w:t>
      </w:r>
      <w:r>
        <w:tab/>
        <w:t>1.013e0</w:t>
      </w:r>
    </w:p>
    <w:p w:rsidR="007B6A46" w:rsidRDefault="007B6A46" w:rsidP="007B6A46">
      <w:r>
        <w:t>880.7628</w:t>
      </w:r>
      <w:r>
        <w:tab/>
        <w:t>1.013e0</w:t>
      </w:r>
    </w:p>
    <w:p w:rsidR="007B6A46" w:rsidRDefault="007B6A46" w:rsidP="007B6A46">
      <w:r>
        <w:t>880.7950</w:t>
      </w:r>
      <w:r>
        <w:tab/>
        <w:t>2.025e0</w:t>
      </w:r>
    </w:p>
    <w:p w:rsidR="007B6A46" w:rsidRDefault="007B6A46" w:rsidP="007B6A46">
      <w:r>
        <w:t>880.8320</w:t>
      </w:r>
      <w:r>
        <w:tab/>
        <w:t>1.013e0</w:t>
      </w:r>
    </w:p>
    <w:p w:rsidR="007B6A46" w:rsidRDefault="007B6A46" w:rsidP="007B6A46">
      <w:r>
        <w:t>880.8749</w:t>
      </w:r>
      <w:r>
        <w:tab/>
        <w:t>1.013e0</w:t>
      </w:r>
    </w:p>
    <w:p w:rsidR="007B6A46" w:rsidRDefault="007B6A46" w:rsidP="007B6A46">
      <w:r>
        <w:t>880.8826</w:t>
      </w:r>
      <w:r>
        <w:tab/>
        <w:t>1.013e0</w:t>
      </w:r>
    </w:p>
    <w:p w:rsidR="007B6A46" w:rsidRDefault="007B6A46" w:rsidP="007B6A46">
      <w:r>
        <w:t>880.8998</w:t>
      </w:r>
      <w:r>
        <w:tab/>
        <w:t>1.013e0</w:t>
      </w:r>
    </w:p>
    <w:p w:rsidR="007B6A46" w:rsidRDefault="007B6A46" w:rsidP="007B6A46">
      <w:r>
        <w:t>881.1543</w:t>
      </w:r>
      <w:r>
        <w:tab/>
        <w:t>3.038e0</w:t>
      </w:r>
    </w:p>
    <w:p w:rsidR="007B6A46" w:rsidRDefault="007B6A46" w:rsidP="007B6A46">
      <w:r>
        <w:t>881.1559</w:t>
      </w:r>
      <w:r>
        <w:tab/>
        <w:t>1.013e0</w:t>
      </w:r>
    </w:p>
    <w:p w:rsidR="007B6A46" w:rsidRDefault="007B6A46" w:rsidP="007B6A46">
      <w:r>
        <w:t>881.2711</w:t>
      </w:r>
      <w:r>
        <w:tab/>
        <w:t>1.013e0</w:t>
      </w:r>
    </w:p>
    <w:p w:rsidR="007B6A46" w:rsidRDefault="007B6A46" w:rsidP="007B6A46">
      <w:r>
        <w:t>881.2756</w:t>
      </w:r>
      <w:r>
        <w:tab/>
        <w:t>1.013e0</w:t>
      </w:r>
    </w:p>
    <w:p w:rsidR="007B6A46" w:rsidRDefault="007B6A46" w:rsidP="007B6A46">
      <w:r>
        <w:t>881.4221</w:t>
      </w:r>
      <w:r>
        <w:tab/>
        <w:t>1.013e0</w:t>
      </w:r>
    </w:p>
    <w:p w:rsidR="007B6A46" w:rsidRDefault="007B6A46" w:rsidP="007B6A46">
      <w:r>
        <w:t>881.4558</w:t>
      </w:r>
      <w:r>
        <w:tab/>
        <w:t>1.013e0</w:t>
      </w:r>
    </w:p>
    <w:p w:rsidR="007B6A46" w:rsidRDefault="007B6A46" w:rsidP="007B6A46">
      <w:r>
        <w:t>881.4679</w:t>
      </w:r>
      <w:r>
        <w:tab/>
        <w:t>1.013e0</w:t>
      </w:r>
    </w:p>
    <w:p w:rsidR="007B6A46" w:rsidRDefault="007B6A46" w:rsidP="007B6A46">
      <w:r>
        <w:lastRenderedPageBreak/>
        <w:t>881.4827</w:t>
      </w:r>
      <w:r>
        <w:tab/>
        <w:t>2.025e0</w:t>
      </w:r>
    </w:p>
    <w:p w:rsidR="007B6A46" w:rsidRDefault="007B6A46" w:rsidP="007B6A46">
      <w:r>
        <w:t>881.5037</w:t>
      </w:r>
      <w:r>
        <w:tab/>
        <w:t>2.025e0</w:t>
      </w:r>
    </w:p>
    <w:p w:rsidR="007B6A46" w:rsidRDefault="007B6A46" w:rsidP="007B6A46">
      <w:r>
        <w:t>881.5219</w:t>
      </w:r>
      <w:r>
        <w:tab/>
        <w:t>3.038e0</w:t>
      </w:r>
    </w:p>
    <w:p w:rsidR="007B6A46" w:rsidRDefault="007B6A46" w:rsidP="007B6A46">
      <w:r>
        <w:t>881.6144</w:t>
      </w:r>
      <w:r>
        <w:tab/>
        <w:t>1.013e0</w:t>
      </w:r>
    </w:p>
    <w:p w:rsidR="007B6A46" w:rsidRDefault="007B6A46" w:rsidP="007B6A46">
      <w:r>
        <w:t>881.6158</w:t>
      </w:r>
      <w:r>
        <w:tab/>
        <w:t>1.013e0</w:t>
      </w:r>
    </w:p>
    <w:p w:rsidR="007B6A46" w:rsidRDefault="007B6A46" w:rsidP="007B6A46">
      <w:r>
        <w:t>881.6763</w:t>
      </w:r>
      <w:r>
        <w:tab/>
        <w:t>1.013e0</w:t>
      </w:r>
    </w:p>
    <w:p w:rsidR="007B6A46" w:rsidRDefault="007B6A46" w:rsidP="007B6A46">
      <w:r>
        <w:t>881.7046</w:t>
      </w:r>
      <w:r>
        <w:tab/>
        <w:t>1.013e0</w:t>
      </w:r>
    </w:p>
    <w:p w:rsidR="007B6A46" w:rsidRDefault="007B6A46" w:rsidP="007B6A46">
      <w:r>
        <w:t>881.7194</w:t>
      </w:r>
      <w:r>
        <w:tab/>
        <w:t>1.013e0</w:t>
      </w:r>
    </w:p>
    <w:p w:rsidR="007B6A46" w:rsidRDefault="007B6A46" w:rsidP="007B6A46">
      <w:r>
        <w:t>881.7624</w:t>
      </w:r>
      <w:r>
        <w:tab/>
        <w:t>1.013e0</w:t>
      </w:r>
    </w:p>
    <w:p w:rsidR="007B6A46" w:rsidRDefault="007B6A46" w:rsidP="007B6A46">
      <w:r>
        <w:t>881.7786</w:t>
      </w:r>
      <w:r>
        <w:tab/>
        <w:t>1.013e0</w:t>
      </w:r>
    </w:p>
    <w:p w:rsidR="007B6A46" w:rsidRDefault="007B6A46" w:rsidP="007B6A46">
      <w:r>
        <w:t>881.8297</w:t>
      </w:r>
      <w:r>
        <w:tab/>
        <w:t>1.013e0</w:t>
      </w:r>
    </w:p>
    <w:p w:rsidR="007B6A46" w:rsidRDefault="007B6A46" w:rsidP="007B6A46">
      <w:r>
        <w:t>882.0154</w:t>
      </w:r>
      <w:r>
        <w:tab/>
        <w:t>1.013e0</w:t>
      </w:r>
    </w:p>
    <w:p w:rsidR="007B6A46" w:rsidRDefault="007B6A46" w:rsidP="007B6A46">
      <w:r>
        <w:t>882.1849</w:t>
      </w:r>
      <w:r>
        <w:tab/>
        <w:t>1.013e0</w:t>
      </w:r>
    </w:p>
    <w:p w:rsidR="007B6A46" w:rsidRDefault="007B6A46" w:rsidP="007B6A46">
      <w:r>
        <w:t>882.2523</w:t>
      </w:r>
      <w:r>
        <w:tab/>
        <w:t>1.013e0</w:t>
      </w:r>
    </w:p>
    <w:p w:rsidR="007B6A46" w:rsidRDefault="007B6A46" w:rsidP="007B6A46">
      <w:r>
        <w:t>882.3115</w:t>
      </w:r>
      <w:r>
        <w:tab/>
        <w:t>1.013e0</w:t>
      </w:r>
    </w:p>
    <w:p w:rsidR="007B6A46" w:rsidRDefault="007B6A46" w:rsidP="007B6A46">
      <w:r>
        <w:t>882.3397</w:t>
      </w:r>
      <w:r>
        <w:tab/>
        <w:t>1.013e0</w:t>
      </w:r>
    </w:p>
    <w:p w:rsidR="007B6A46" w:rsidRDefault="007B6A46" w:rsidP="007B6A46">
      <w:r>
        <w:t>882.5040</w:t>
      </w:r>
      <w:r>
        <w:tab/>
        <w:t>1.013e0</w:t>
      </w:r>
    </w:p>
    <w:p w:rsidR="007B6A46" w:rsidRDefault="007B6A46" w:rsidP="007B6A46">
      <w:r>
        <w:t>882.5225</w:t>
      </w:r>
      <w:r>
        <w:tab/>
        <w:t>1.013e0</w:t>
      </w:r>
    </w:p>
    <w:p w:rsidR="007B6A46" w:rsidRDefault="007B6A46" w:rsidP="007B6A46">
      <w:r>
        <w:t>882.5467</w:t>
      </w:r>
      <w:r>
        <w:tab/>
        <w:t>4.051e0</w:t>
      </w:r>
    </w:p>
    <w:p w:rsidR="007B6A46" w:rsidRDefault="007B6A46" w:rsidP="007B6A46">
      <w:r>
        <w:lastRenderedPageBreak/>
        <w:t>882.6581</w:t>
      </w:r>
      <w:r>
        <w:tab/>
        <w:t>2.025e0</w:t>
      </w:r>
    </w:p>
    <w:p w:rsidR="007B6A46" w:rsidRDefault="007B6A46" w:rsidP="007B6A46">
      <w:r>
        <w:t>882.6669</w:t>
      </w:r>
      <w:r>
        <w:tab/>
        <w:t>1.013e0</w:t>
      </w:r>
    </w:p>
    <w:p w:rsidR="007B6A46" w:rsidRDefault="007B6A46" w:rsidP="007B6A46">
      <w:r>
        <w:t>882.6951</w:t>
      </w:r>
      <w:r>
        <w:tab/>
        <w:t>2.025e0</w:t>
      </w:r>
    </w:p>
    <w:p w:rsidR="007B6A46" w:rsidRDefault="007B6A46" w:rsidP="007B6A46">
      <w:r>
        <w:t>882.7767</w:t>
      </w:r>
      <w:r>
        <w:tab/>
        <w:t>1.013e0</w:t>
      </w:r>
    </w:p>
    <w:p w:rsidR="007B6A46" w:rsidRDefault="007B6A46" w:rsidP="007B6A46">
      <w:r>
        <w:t>882.7854</w:t>
      </w:r>
      <w:r>
        <w:tab/>
        <w:t>1.013e0</w:t>
      </w:r>
    </w:p>
    <w:p w:rsidR="007B6A46" w:rsidRDefault="007B6A46" w:rsidP="007B6A46">
      <w:r>
        <w:t>882.8433</w:t>
      </w:r>
      <w:r>
        <w:tab/>
        <w:t>1.013e0</w:t>
      </w:r>
    </w:p>
    <w:p w:rsidR="007B6A46" w:rsidRDefault="007B6A46" w:rsidP="007B6A46">
      <w:r>
        <w:t>883.0077</w:t>
      </w:r>
      <w:r>
        <w:tab/>
        <w:t>1.013e0</w:t>
      </w:r>
    </w:p>
    <w:p w:rsidR="007B6A46" w:rsidRDefault="007B6A46" w:rsidP="007B6A46">
      <w:r>
        <w:t>883.0373</w:t>
      </w:r>
      <w:r>
        <w:tab/>
        <w:t>1.013e0</w:t>
      </w:r>
    </w:p>
    <w:p w:rsidR="007B6A46" w:rsidRDefault="007B6A46" w:rsidP="007B6A46">
      <w:r>
        <w:t>883.1141</w:t>
      </w:r>
      <w:r>
        <w:tab/>
        <w:t>1.013e0</w:t>
      </w:r>
    </w:p>
    <w:p w:rsidR="007B6A46" w:rsidRDefault="007B6A46" w:rsidP="007B6A46">
      <w:r>
        <w:t>883.2250</w:t>
      </w:r>
      <w:r>
        <w:tab/>
        <w:t>3.694e0</w:t>
      </w:r>
    </w:p>
    <w:p w:rsidR="007B6A46" w:rsidRDefault="007B6A46" w:rsidP="007B6A46">
      <w:r>
        <w:t>883.3633</w:t>
      </w:r>
      <w:r>
        <w:tab/>
        <w:t>1.013e0</w:t>
      </w:r>
    </w:p>
    <w:p w:rsidR="007B6A46" w:rsidRDefault="007B6A46" w:rsidP="007B6A46">
      <w:r>
        <w:t>883.3768</w:t>
      </w:r>
      <w:r>
        <w:tab/>
        <w:t>1.013e0</w:t>
      </w:r>
    </w:p>
    <w:p w:rsidR="007B6A46" w:rsidRDefault="007B6A46" w:rsidP="007B6A46">
      <w:r>
        <w:t>883.4360</w:t>
      </w:r>
      <w:r>
        <w:tab/>
        <w:t>2.025e0</w:t>
      </w:r>
    </w:p>
    <w:p w:rsidR="007B6A46" w:rsidRDefault="007B6A46" w:rsidP="007B6A46">
      <w:r>
        <w:t>883.5264</w:t>
      </w:r>
      <w:r>
        <w:tab/>
        <w:t>1.013e0</w:t>
      </w:r>
    </w:p>
    <w:p w:rsidR="007B6A46" w:rsidRDefault="007B6A46" w:rsidP="007B6A46">
      <w:r>
        <w:t>883.5561</w:t>
      </w:r>
      <w:r>
        <w:tab/>
        <w:t>2.025e0</w:t>
      </w:r>
    </w:p>
    <w:p w:rsidR="007B6A46" w:rsidRDefault="007B6A46" w:rsidP="007B6A46">
      <w:r>
        <w:t>883.5709</w:t>
      </w:r>
      <w:r>
        <w:tab/>
        <w:t>2.025e0</w:t>
      </w:r>
    </w:p>
    <w:p w:rsidR="007B6A46" w:rsidRDefault="007B6A46" w:rsidP="007B6A46">
      <w:r>
        <w:t>883.6599</w:t>
      </w:r>
      <w:r>
        <w:tab/>
        <w:t>2.025e0</w:t>
      </w:r>
    </w:p>
    <w:p w:rsidR="007B6A46" w:rsidRDefault="007B6A46" w:rsidP="007B6A46">
      <w:r>
        <w:t>883.6733</w:t>
      </w:r>
      <w:r>
        <w:tab/>
        <w:t>1.013e0</w:t>
      </w:r>
    </w:p>
    <w:p w:rsidR="007B6A46" w:rsidRDefault="007B6A46" w:rsidP="007B6A46">
      <w:r>
        <w:t>883.6896</w:t>
      </w:r>
      <w:r>
        <w:tab/>
        <w:t>1.013e0</w:t>
      </w:r>
    </w:p>
    <w:p w:rsidR="007B6A46" w:rsidRDefault="007B6A46" w:rsidP="007B6A46">
      <w:r>
        <w:lastRenderedPageBreak/>
        <w:t>883.7474</w:t>
      </w:r>
      <w:r>
        <w:tab/>
        <w:t>1.013e0</w:t>
      </w:r>
    </w:p>
    <w:p w:rsidR="007B6A46" w:rsidRDefault="007B6A46" w:rsidP="007B6A46">
      <w:r>
        <w:t>883.7579</w:t>
      </w:r>
      <w:r>
        <w:tab/>
        <w:t>1.013e0</w:t>
      </w:r>
    </w:p>
    <w:p w:rsidR="007B6A46" w:rsidRDefault="007B6A46" w:rsidP="007B6A46">
      <w:r>
        <w:t>883.8576</w:t>
      </w:r>
      <w:r>
        <w:tab/>
        <w:t>1.013e0</w:t>
      </w:r>
    </w:p>
    <w:p w:rsidR="007B6A46" w:rsidRDefault="007B6A46" w:rsidP="007B6A46">
      <w:r>
        <w:t>884.0307</w:t>
      </w:r>
      <w:r>
        <w:tab/>
        <w:t>1.013e0</w:t>
      </w:r>
    </w:p>
    <w:p w:rsidR="007B6A46" w:rsidRDefault="007B6A46" w:rsidP="007B6A46">
      <w:r>
        <w:t>884.2125</w:t>
      </w:r>
      <w:r>
        <w:tab/>
        <w:t>1.013e0</w:t>
      </w:r>
    </w:p>
    <w:p w:rsidR="007B6A46" w:rsidRDefault="007B6A46" w:rsidP="007B6A46">
      <w:r>
        <w:t>884.2829</w:t>
      </w:r>
      <w:r>
        <w:tab/>
        <w:t>1.013e0</w:t>
      </w:r>
    </w:p>
    <w:p w:rsidR="007B6A46" w:rsidRDefault="007B6A46" w:rsidP="007B6A46">
      <w:r>
        <w:t>884.3274</w:t>
      </w:r>
      <w:r>
        <w:tab/>
        <w:t>1.013e0</w:t>
      </w:r>
    </w:p>
    <w:p w:rsidR="007B6A46" w:rsidRDefault="007B6A46" w:rsidP="007B6A46">
      <w:r>
        <w:t>884.4845</w:t>
      </w:r>
      <w:r>
        <w:tab/>
        <w:t>4.051e0</w:t>
      </w:r>
    </w:p>
    <w:p w:rsidR="007B6A46" w:rsidRDefault="007B6A46" w:rsidP="007B6A46">
      <w:r>
        <w:t>884.4907</w:t>
      </w:r>
      <w:r>
        <w:tab/>
        <w:t>3.038e0</w:t>
      </w:r>
    </w:p>
    <w:p w:rsidR="007B6A46" w:rsidRDefault="007B6A46" w:rsidP="007B6A46">
      <w:r>
        <w:t>884.5948</w:t>
      </w:r>
      <w:r>
        <w:tab/>
        <w:t>4.051e0</w:t>
      </w:r>
    </w:p>
    <w:p w:rsidR="007B6A46" w:rsidRDefault="007B6A46" w:rsidP="007B6A46">
      <w:r>
        <w:t>884.6822</w:t>
      </w:r>
      <w:r>
        <w:tab/>
        <w:t>1.013e0</w:t>
      </w:r>
    </w:p>
    <w:p w:rsidR="007B6A46" w:rsidRDefault="007B6A46" w:rsidP="007B6A46">
      <w:r>
        <w:t>884.7571</w:t>
      </w:r>
      <w:r>
        <w:tab/>
        <w:t>5.063e0</w:t>
      </w:r>
    </w:p>
    <w:p w:rsidR="007B6A46" w:rsidRDefault="007B6A46" w:rsidP="007B6A46">
      <w:r>
        <w:t>884.8173</w:t>
      </w:r>
      <w:r>
        <w:tab/>
        <w:t>1.013e0</w:t>
      </w:r>
    </w:p>
    <w:p w:rsidR="007B6A46" w:rsidRDefault="007B6A46" w:rsidP="007B6A46">
      <w:r>
        <w:t>884.8386</w:t>
      </w:r>
      <w:r>
        <w:tab/>
        <w:t>1.013e0</w:t>
      </w:r>
    </w:p>
    <w:p w:rsidR="007B6A46" w:rsidRDefault="007B6A46" w:rsidP="007B6A46">
      <w:r>
        <w:t>884.8455</w:t>
      </w:r>
      <w:r>
        <w:tab/>
        <w:t>1.013e0</w:t>
      </w:r>
    </w:p>
    <w:p w:rsidR="007B6A46" w:rsidRDefault="007B6A46" w:rsidP="007B6A46">
      <w:r>
        <w:t>885.0416</w:t>
      </w:r>
      <w:r>
        <w:tab/>
        <w:t>1.013e0</w:t>
      </w:r>
    </w:p>
    <w:p w:rsidR="007B6A46" w:rsidRDefault="007B6A46" w:rsidP="007B6A46">
      <w:r>
        <w:t>885.1180</w:t>
      </w:r>
      <w:r>
        <w:tab/>
        <w:t>3.038e0</w:t>
      </w:r>
    </w:p>
    <w:p w:rsidR="007B6A46" w:rsidRDefault="007B6A46" w:rsidP="007B6A46">
      <w:r>
        <w:t>885.1761</w:t>
      </w:r>
      <w:r>
        <w:tab/>
        <w:t>2.025e0</w:t>
      </w:r>
    </w:p>
    <w:p w:rsidR="007B6A46" w:rsidRDefault="007B6A46" w:rsidP="007B6A46">
      <w:r>
        <w:t>885.1776</w:t>
      </w:r>
      <w:r>
        <w:tab/>
        <w:t>1.013e0</w:t>
      </w:r>
    </w:p>
    <w:p w:rsidR="007B6A46" w:rsidRDefault="007B6A46" w:rsidP="007B6A46">
      <w:r>
        <w:lastRenderedPageBreak/>
        <w:t>885.3655</w:t>
      </w:r>
      <w:r>
        <w:tab/>
        <w:t>1.013e0</w:t>
      </w:r>
    </w:p>
    <w:p w:rsidR="007B6A46" w:rsidRDefault="007B6A46" w:rsidP="007B6A46">
      <w:r>
        <w:t>885.3802</w:t>
      </w:r>
      <w:r>
        <w:tab/>
        <w:t>1.013e0</w:t>
      </w:r>
    </w:p>
    <w:p w:rsidR="007B6A46" w:rsidRDefault="007B6A46" w:rsidP="007B6A46">
      <w:r>
        <w:t>885.4189</w:t>
      </w:r>
      <w:r>
        <w:tab/>
        <w:t>2.025e0</w:t>
      </w:r>
    </w:p>
    <w:p w:rsidR="007B6A46" w:rsidRDefault="007B6A46" w:rsidP="007B6A46">
      <w:r>
        <w:t>885.4410</w:t>
      </w:r>
      <w:r>
        <w:tab/>
        <w:t>1.013e0</w:t>
      </w:r>
    </w:p>
    <w:p w:rsidR="007B6A46" w:rsidRDefault="007B6A46" w:rsidP="007B6A46">
      <w:r>
        <w:t>885.4886</w:t>
      </w:r>
      <w:r>
        <w:tab/>
        <w:t>3.038e0</w:t>
      </w:r>
    </w:p>
    <w:p w:rsidR="007B6A46" w:rsidRDefault="007B6A46" w:rsidP="007B6A46">
      <w:r>
        <w:t>885.5734</w:t>
      </w:r>
      <w:r>
        <w:tab/>
        <w:t>2.025e0</w:t>
      </w:r>
    </w:p>
    <w:p w:rsidR="007B6A46" w:rsidRDefault="007B6A46" w:rsidP="007B6A46">
      <w:r>
        <w:t>885.7233</w:t>
      </w:r>
      <w:r>
        <w:tab/>
        <w:t>2.025e0</w:t>
      </w:r>
    </w:p>
    <w:p w:rsidR="007B6A46" w:rsidRDefault="007B6A46" w:rsidP="007B6A46">
      <w:r>
        <w:t>885.8170</w:t>
      </w:r>
      <w:r>
        <w:tab/>
        <w:t>2.025e0</w:t>
      </w:r>
    </w:p>
    <w:p w:rsidR="007B6A46" w:rsidRDefault="007B6A46" w:rsidP="007B6A46">
      <w:r>
        <w:t>885.9301</w:t>
      </w:r>
      <w:r>
        <w:tab/>
        <w:t>1.013e0</w:t>
      </w:r>
    </w:p>
    <w:p w:rsidR="007B6A46" w:rsidRDefault="007B6A46" w:rsidP="007B6A46">
      <w:r>
        <w:t>885.9463</w:t>
      </w:r>
      <w:r>
        <w:tab/>
        <w:t>1.013e0</w:t>
      </w:r>
    </w:p>
    <w:p w:rsidR="007B6A46" w:rsidRDefault="007B6A46" w:rsidP="007B6A46">
      <w:r>
        <w:t>886.1841</w:t>
      </w:r>
      <w:r>
        <w:tab/>
        <w:t>1.013e0</w:t>
      </w:r>
    </w:p>
    <w:p w:rsidR="007B6A46" w:rsidRDefault="007B6A46" w:rsidP="007B6A46">
      <w:r>
        <w:t>886.2281</w:t>
      </w:r>
      <w:r>
        <w:tab/>
        <w:t>1.013e0</w:t>
      </w:r>
    </w:p>
    <w:p w:rsidR="007B6A46" w:rsidRDefault="007B6A46" w:rsidP="007B6A46">
      <w:r>
        <w:t>886.2437</w:t>
      </w:r>
      <w:r>
        <w:tab/>
        <w:t>1.013e0</w:t>
      </w:r>
    </w:p>
    <w:p w:rsidR="007B6A46" w:rsidRDefault="007B6A46" w:rsidP="007B6A46">
      <w:r>
        <w:t>886.3892</w:t>
      </w:r>
      <w:r>
        <w:tab/>
        <w:t>1.645e0</w:t>
      </w:r>
    </w:p>
    <w:p w:rsidR="007B6A46" w:rsidRDefault="007B6A46" w:rsidP="007B6A46">
      <w:r>
        <w:t>886.3925</w:t>
      </w:r>
      <w:r>
        <w:tab/>
        <w:t>4.051e0</w:t>
      </w:r>
    </w:p>
    <w:p w:rsidR="007B6A46" w:rsidRDefault="007B6A46" w:rsidP="007B6A46">
      <w:r>
        <w:t>886.4629</w:t>
      </w:r>
      <w:r>
        <w:tab/>
        <w:t>2.025e0</w:t>
      </w:r>
    </w:p>
    <w:p w:rsidR="007B6A46" w:rsidRDefault="007B6A46" w:rsidP="007B6A46">
      <w:r>
        <w:t>886.4667</w:t>
      </w:r>
      <w:r>
        <w:tab/>
        <w:t>2.025e0</w:t>
      </w:r>
    </w:p>
    <w:p w:rsidR="007B6A46" w:rsidRDefault="007B6A46" w:rsidP="007B6A46">
      <w:r>
        <w:t>886.5034</w:t>
      </w:r>
      <w:r>
        <w:tab/>
        <w:t>1.215e1</w:t>
      </w:r>
    </w:p>
    <w:p w:rsidR="007B6A46" w:rsidRDefault="007B6A46" w:rsidP="007B6A46">
      <w:r>
        <w:t>886.5167</w:t>
      </w:r>
      <w:r>
        <w:tab/>
        <w:t>1.114e1</w:t>
      </w:r>
    </w:p>
    <w:p w:rsidR="007B6A46" w:rsidRDefault="007B6A46" w:rsidP="007B6A46">
      <w:r>
        <w:lastRenderedPageBreak/>
        <w:t>886.6899</w:t>
      </w:r>
      <w:r>
        <w:tab/>
        <w:t>1.013e0</w:t>
      </w:r>
    </w:p>
    <w:p w:rsidR="007B6A46" w:rsidRDefault="007B6A46" w:rsidP="007B6A46">
      <w:r>
        <w:t>886.6959</w:t>
      </w:r>
      <w:r>
        <w:tab/>
        <w:t>2.025e0</w:t>
      </w:r>
    </w:p>
    <w:p w:rsidR="007B6A46" w:rsidRDefault="007B6A46" w:rsidP="007B6A46">
      <w:r>
        <w:t>886.6973</w:t>
      </w:r>
      <w:r>
        <w:tab/>
        <w:t>3.038e0</w:t>
      </w:r>
    </w:p>
    <w:p w:rsidR="007B6A46" w:rsidRDefault="007B6A46" w:rsidP="007B6A46">
      <w:r>
        <w:t>886.7791</w:t>
      </w:r>
      <w:r>
        <w:tab/>
        <w:t>1.013e0</w:t>
      </w:r>
    </w:p>
    <w:p w:rsidR="007B6A46" w:rsidRDefault="007B6A46" w:rsidP="007B6A46">
      <w:r>
        <w:t>886.8834</w:t>
      </w:r>
      <w:r>
        <w:tab/>
        <w:t>1.013e0</w:t>
      </w:r>
    </w:p>
    <w:p w:rsidR="007B6A46" w:rsidRDefault="007B6A46" w:rsidP="007B6A46">
      <w:r>
        <w:t>886.9130</w:t>
      </w:r>
      <w:r>
        <w:tab/>
        <w:t>1.013e0</w:t>
      </w:r>
    </w:p>
    <w:p w:rsidR="007B6A46" w:rsidRDefault="007B6A46" w:rsidP="007B6A46">
      <w:r>
        <w:t>886.9723</w:t>
      </w:r>
      <w:r>
        <w:tab/>
        <w:t>1.013e0</w:t>
      </w:r>
    </w:p>
    <w:p w:rsidR="007B6A46" w:rsidRDefault="007B6A46" w:rsidP="007B6A46">
      <w:r>
        <w:t>887.0023</w:t>
      </w:r>
      <w:r>
        <w:tab/>
        <w:t>1.013e0</w:t>
      </w:r>
    </w:p>
    <w:p w:rsidR="007B6A46" w:rsidRDefault="007B6A46" w:rsidP="007B6A46">
      <w:r>
        <w:t>887.0307</w:t>
      </w:r>
      <w:r>
        <w:tab/>
        <w:t>1.013e0</w:t>
      </w:r>
    </w:p>
    <w:p w:rsidR="007B6A46" w:rsidRDefault="007B6A46" w:rsidP="007B6A46">
      <w:r>
        <w:t>887.0380</w:t>
      </w:r>
      <w:r>
        <w:tab/>
        <w:t>1.013e0</w:t>
      </w:r>
    </w:p>
    <w:p w:rsidR="007B6A46" w:rsidRDefault="007B6A46" w:rsidP="007B6A46">
      <w:r>
        <w:t>887.2986</w:t>
      </w:r>
      <w:r>
        <w:tab/>
        <w:t>1.013e0</w:t>
      </w:r>
    </w:p>
    <w:p w:rsidR="007B6A46" w:rsidRDefault="007B6A46" w:rsidP="007B6A46">
      <w:r>
        <w:t>887.3135</w:t>
      </w:r>
      <w:r>
        <w:tab/>
        <w:t>1.013e0</w:t>
      </w:r>
    </w:p>
    <w:p w:rsidR="007B6A46" w:rsidRDefault="007B6A46" w:rsidP="007B6A46">
      <w:r>
        <w:t>887.4773</w:t>
      </w:r>
      <w:r>
        <w:tab/>
        <w:t>2.025e0</w:t>
      </w:r>
    </w:p>
    <w:p w:rsidR="007B6A46" w:rsidRDefault="007B6A46" w:rsidP="007B6A46">
      <w:r>
        <w:t>887.4951</w:t>
      </w:r>
      <w:r>
        <w:tab/>
        <w:t>3.700e0</w:t>
      </w:r>
    </w:p>
    <w:p w:rsidR="007B6A46" w:rsidRDefault="007B6A46" w:rsidP="007B6A46">
      <w:r>
        <w:t>887.5001</w:t>
      </w:r>
      <w:r>
        <w:tab/>
        <w:t>3.038e0</w:t>
      </w:r>
    </w:p>
    <w:p w:rsidR="007B6A46" w:rsidRDefault="007B6A46" w:rsidP="007B6A46">
      <w:r>
        <w:t>887.5079</w:t>
      </w:r>
      <w:r>
        <w:tab/>
        <w:t>5.063e0</w:t>
      </w:r>
    </w:p>
    <w:p w:rsidR="007B6A46" w:rsidRDefault="007B6A46" w:rsidP="007B6A46">
      <w:r>
        <w:t>887.5294</w:t>
      </w:r>
      <w:r>
        <w:tab/>
        <w:t>2.025e0</w:t>
      </w:r>
    </w:p>
    <w:p w:rsidR="007B6A46" w:rsidRDefault="007B6A46" w:rsidP="007B6A46">
      <w:r>
        <w:t>887.7467</w:t>
      </w:r>
      <w:r>
        <w:tab/>
        <w:t>1.013e0</w:t>
      </w:r>
    </w:p>
    <w:p w:rsidR="007B6A46" w:rsidRDefault="007B6A46" w:rsidP="007B6A46">
      <w:r>
        <w:t>887.7543</w:t>
      </w:r>
      <w:r>
        <w:tab/>
        <w:t>2.025e0</w:t>
      </w:r>
    </w:p>
    <w:p w:rsidR="007B6A46" w:rsidRDefault="007B6A46" w:rsidP="007B6A46">
      <w:r>
        <w:lastRenderedPageBreak/>
        <w:t>887.8987</w:t>
      </w:r>
      <w:r>
        <w:tab/>
        <w:t>1.013e0</w:t>
      </w:r>
    </w:p>
    <w:p w:rsidR="007B6A46" w:rsidRDefault="007B6A46" w:rsidP="007B6A46">
      <w:r>
        <w:t>887.9702</w:t>
      </w:r>
      <w:r>
        <w:tab/>
        <w:t>1.013e0</w:t>
      </w:r>
    </w:p>
    <w:p w:rsidR="007B6A46" w:rsidRDefault="007B6A46" w:rsidP="007B6A46">
      <w:r>
        <w:t>888.0880</w:t>
      </w:r>
      <w:r>
        <w:tab/>
        <w:t>1.013e0</w:t>
      </w:r>
    </w:p>
    <w:p w:rsidR="007B6A46" w:rsidRDefault="007B6A46" w:rsidP="007B6A46">
      <w:r>
        <w:t>888.1028</w:t>
      </w:r>
      <w:r>
        <w:tab/>
        <w:t>1.013e0</w:t>
      </w:r>
    </w:p>
    <w:p w:rsidR="007B6A46" w:rsidRDefault="007B6A46" w:rsidP="007B6A46">
      <w:r>
        <w:t>888.1923</w:t>
      </w:r>
      <w:r>
        <w:tab/>
        <w:t>1.013e0</w:t>
      </w:r>
    </w:p>
    <w:p w:rsidR="007B6A46" w:rsidRDefault="007B6A46" w:rsidP="007B6A46">
      <w:r>
        <w:t>888.2383</w:t>
      </w:r>
      <w:r>
        <w:tab/>
        <w:t>1.013e0</w:t>
      </w:r>
    </w:p>
    <w:p w:rsidR="007B6A46" w:rsidRDefault="007B6A46" w:rsidP="007B6A46">
      <w:r>
        <w:t>888.2966</w:t>
      </w:r>
      <w:r>
        <w:tab/>
        <w:t>1.013e0</w:t>
      </w:r>
    </w:p>
    <w:p w:rsidR="007B6A46" w:rsidRDefault="007B6A46" w:rsidP="007B6A46">
      <w:r>
        <w:t>888.3188</w:t>
      </w:r>
      <w:r>
        <w:tab/>
        <w:t>4.051e0</w:t>
      </w:r>
    </w:p>
    <w:p w:rsidR="007B6A46" w:rsidRDefault="007B6A46" w:rsidP="007B6A46">
      <w:r>
        <w:t>888.3576</w:t>
      </w:r>
      <w:r>
        <w:tab/>
        <w:t>1.013e0</w:t>
      </w:r>
    </w:p>
    <w:p w:rsidR="007B6A46" w:rsidRDefault="007B6A46" w:rsidP="007B6A46">
      <w:r>
        <w:t>888.3976</w:t>
      </w:r>
      <w:r>
        <w:tab/>
        <w:t>2.025e0</w:t>
      </w:r>
    </w:p>
    <w:p w:rsidR="007B6A46" w:rsidRDefault="007B6A46" w:rsidP="007B6A46">
      <w:r>
        <w:t>888.4076</w:t>
      </w:r>
      <w:r>
        <w:tab/>
        <w:t>1.013e0</w:t>
      </w:r>
    </w:p>
    <w:p w:rsidR="007B6A46" w:rsidRDefault="007B6A46" w:rsidP="007B6A46">
      <w:r>
        <w:t>888.4451</w:t>
      </w:r>
      <w:r>
        <w:tab/>
        <w:t>2.025e0</w:t>
      </w:r>
    </w:p>
    <w:p w:rsidR="007B6A46" w:rsidRDefault="007B6A46" w:rsidP="007B6A46">
      <w:r>
        <w:t>888.4915</w:t>
      </w:r>
      <w:r>
        <w:tab/>
        <w:t>5.063e0</w:t>
      </w:r>
    </w:p>
    <w:p w:rsidR="007B6A46" w:rsidRDefault="007B6A46" w:rsidP="007B6A46">
      <w:r>
        <w:t>888.6245</w:t>
      </w:r>
      <w:r>
        <w:tab/>
        <w:t>1.013e0</w:t>
      </w:r>
    </w:p>
    <w:p w:rsidR="007B6A46" w:rsidRDefault="007B6A46" w:rsidP="007B6A46">
      <w:r>
        <w:t>888.6340</w:t>
      </w:r>
      <w:r>
        <w:tab/>
        <w:t>2.025e0</w:t>
      </w:r>
    </w:p>
    <w:p w:rsidR="007B6A46" w:rsidRDefault="007B6A46" w:rsidP="007B6A46">
      <w:r>
        <w:t>888.7617</w:t>
      </w:r>
      <w:r>
        <w:tab/>
        <w:t>1.013e0</w:t>
      </w:r>
    </w:p>
    <w:p w:rsidR="007B6A46" w:rsidRDefault="007B6A46" w:rsidP="007B6A46">
      <w:r>
        <w:t>888.7750</w:t>
      </w:r>
      <w:r>
        <w:tab/>
        <w:t>1.013e0</w:t>
      </w:r>
    </w:p>
    <w:p w:rsidR="007B6A46" w:rsidRDefault="007B6A46" w:rsidP="007B6A46">
      <w:r>
        <w:t>888.8197</w:t>
      </w:r>
      <w:r>
        <w:tab/>
        <w:t>1.013e0</w:t>
      </w:r>
    </w:p>
    <w:p w:rsidR="007B6A46" w:rsidRDefault="007B6A46" w:rsidP="007B6A46">
      <w:r>
        <w:t>888.8300</w:t>
      </w:r>
      <w:r>
        <w:tab/>
        <w:t>1.013e0</w:t>
      </w:r>
    </w:p>
    <w:p w:rsidR="007B6A46" w:rsidRDefault="007B6A46" w:rsidP="007B6A46">
      <w:r>
        <w:lastRenderedPageBreak/>
        <w:t>888.8929</w:t>
      </w:r>
      <w:r>
        <w:tab/>
        <w:t>1.013e0</w:t>
      </w:r>
    </w:p>
    <w:p w:rsidR="007B6A46" w:rsidRDefault="007B6A46" w:rsidP="007B6A46">
      <w:r>
        <w:t>888.9973</w:t>
      </w:r>
      <w:r>
        <w:tab/>
        <w:t>2.025e0</w:t>
      </w:r>
    </w:p>
    <w:p w:rsidR="007B6A46" w:rsidRDefault="007B6A46" w:rsidP="007B6A46">
      <w:r>
        <w:t>889.1702</w:t>
      </w:r>
      <w:r>
        <w:tab/>
        <w:t>2.025e0</w:t>
      </w:r>
    </w:p>
    <w:p w:rsidR="007B6A46" w:rsidRDefault="007B6A46" w:rsidP="007B6A46">
      <w:r>
        <w:t>889.2657</w:t>
      </w:r>
      <w:r>
        <w:tab/>
        <w:t>2.025e0</w:t>
      </w:r>
    </w:p>
    <w:p w:rsidR="007B6A46" w:rsidRDefault="007B6A46" w:rsidP="007B6A46">
      <w:r>
        <w:t>889.3566</w:t>
      </w:r>
      <w:r>
        <w:tab/>
        <w:t>1.013e0</w:t>
      </w:r>
    </w:p>
    <w:p w:rsidR="007B6A46" w:rsidRDefault="007B6A46" w:rsidP="007B6A46">
      <w:r>
        <w:t>889.3856</w:t>
      </w:r>
      <w:r>
        <w:tab/>
        <w:t>1.013e0</w:t>
      </w:r>
    </w:p>
    <w:p w:rsidR="007B6A46" w:rsidRDefault="007B6A46" w:rsidP="007B6A46">
      <w:r>
        <w:t>889.4000</w:t>
      </w:r>
      <w:r>
        <w:tab/>
        <w:t>1.013e0</w:t>
      </w:r>
    </w:p>
    <w:p w:rsidR="007B6A46" w:rsidRDefault="007B6A46" w:rsidP="007B6A46">
      <w:r>
        <w:t>889.4528</w:t>
      </w:r>
      <w:r>
        <w:tab/>
        <w:t>2.025e0</w:t>
      </w:r>
    </w:p>
    <w:p w:rsidR="007B6A46" w:rsidRDefault="007B6A46" w:rsidP="007B6A46">
      <w:r>
        <w:t>889.4910</w:t>
      </w:r>
      <w:r>
        <w:tab/>
        <w:t>1.013e0</w:t>
      </w:r>
    </w:p>
    <w:p w:rsidR="007B6A46" w:rsidRDefault="007B6A46" w:rsidP="007B6A46">
      <w:r>
        <w:t>889.5194</w:t>
      </w:r>
      <w:r>
        <w:tab/>
        <w:t>1.013e0</w:t>
      </w:r>
    </w:p>
    <w:p w:rsidR="007B6A46" w:rsidRDefault="007B6A46" w:rsidP="007B6A46">
      <w:r>
        <w:t>889.5577</w:t>
      </w:r>
      <w:r>
        <w:tab/>
        <w:t>2.025e0</w:t>
      </w:r>
    </w:p>
    <w:p w:rsidR="007B6A46" w:rsidRDefault="007B6A46" w:rsidP="007B6A46">
      <w:r>
        <w:t>889.6392</w:t>
      </w:r>
      <w:r>
        <w:tab/>
        <w:t>2.025e0</w:t>
      </w:r>
    </w:p>
    <w:p w:rsidR="007B6A46" w:rsidRDefault="007B6A46" w:rsidP="007B6A46">
      <w:r>
        <w:t>889.6584</w:t>
      </w:r>
      <w:r>
        <w:tab/>
        <w:t>2.025e0</w:t>
      </w:r>
    </w:p>
    <w:p w:rsidR="007B6A46" w:rsidRDefault="007B6A46" w:rsidP="007B6A46">
      <w:r>
        <w:t>889.7217</w:t>
      </w:r>
      <w:r>
        <w:tab/>
        <w:t>2.025e0</w:t>
      </w:r>
    </w:p>
    <w:p w:rsidR="007B6A46" w:rsidRDefault="007B6A46" w:rsidP="007B6A46">
      <w:r>
        <w:t>889.7731</w:t>
      </w:r>
      <w:r>
        <w:tab/>
        <w:t>1.013e0</w:t>
      </w:r>
    </w:p>
    <w:p w:rsidR="007B6A46" w:rsidRDefault="007B6A46" w:rsidP="007B6A46">
      <w:r>
        <w:t>889.7925</w:t>
      </w:r>
      <w:r>
        <w:tab/>
        <w:t>1.013e0</w:t>
      </w:r>
    </w:p>
    <w:p w:rsidR="007B6A46" w:rsidRDefault="007B6A46" w:rsidP="007B6A46">
      <w:r>
        <w:t>889.8252</w:t>
      </w:r>
      <w:r>
        <w:tab/>
        <w:t>2.025e0</w:t>
      </w:r>
    </w:p>
    <w:p w:rsidR="007B6A46" w:rsidRDefault="007B6A46" w:rsidP="007B6A46">
      <w:r>
        <w:t>889.8627</w:t>
      </w:r>
      <w:r>
        <w:tab/>
        <w:t>1.013e0</w:t>
      </w:r>
    </w:p>
    <w:p w:rsidR="007B6A46" w:rsidRDefault="007B6A46" w:rsidP="007B6A46">
      <w:r>
        <w:t>889.9280</w:t>
      </w:r>
      <w:r>
        <w:tab/>
        <w:t>1.013e0</w:t>
      </w:r>
    </w:p>
    <w:p w:rsidR="007B6A46" w:rsidRDefault="007B6A46" w:rsidP="007B6A46">
      <w:r>
        <w:lastRenderedPageBreak/>
        <w:t>889.9387</w:t>
      </w:r>
      <w:r>
        <w:tab/>
        <w:t>1.013e0</w:t>
      </w:r>
    </w:p>
    <w:p w:rsidR="007B6A46" w:rsidRDefault="007B6A46" w:rsidP="007B6A46">
      <w:r>
        <w:t>890.0134</w:t>
      </w:r>
      <w:r>
        <w:tab/>
        <w:t>1.013e0</w:t>
      </w:r>
    </w:p>
    <w:p w:rsidR="007B6A46" w:rsidRDefault="007B6A46" w:rsidP="007B6A46">
      <w:r>
        <w:t>890.0731</w:t>
      </w:r>
      <w:r>
        <w:tab/>
        <w:t>1.013e0</w:t>
      </w:r>
    </w:p>
    <w:p w:rsidR="007B6A46" w:rsidRDefault="007B6A46" w:rsidP="007B6A46">
      <w:r>
        <w:t>890.1613</w:t>
      </w:r>
      <w:r>
        <w:tab/>
        <w:t>1.013e0</w:t>
      </w:r>
    </w:p>
    <w:p w:rsidR="007B6A46" w:rsidRDefault="007B6A46" w:rsidP="007B6A46">
      <w:r>
        <w:t>890.2351</w:t>
      </w:r>
      <w:r>
        <w:tab/>
        <w:t>1.013e0</w:t>
      </w:r>
    </w:p>
    <w:p w:rsidR="007B6A46" w:rsidRDefault="007B6A46" w:rsidP="007B6A46">
      <w:r>
        <w:t>890.2523</w:t>
      </w:r>
      <w:r>
        <w:tab/>
        <w:t>2.025e0</w:t>
      </w:r>
    </w:p>
    <w:p w:rsidR="007B6A46" w:rsidRDefault="007B6A46" w:rsidP="007B6A46">
      <w:r>
        <w:t>890.4152</w:t>
      </w:r>
      <w:r>
        <w:tab/>
        <w:t>1.013e0</w:t>
      </w:r>
    </w:p>
    <w:p w:rsidR="007B6A46" w:rsidRDefault="007B6A46" w:rsidP="007B6A46">
      <w:r>
        <w:t>890.4991</w:t>
      </w:r>
      <w:r>
        <w:tab/>
        <w:t>2.025e0</w:t>
      </w:r>
    </w:p>
    <w:p w:rsidR="007B6A46" w:rsidRDefault="007B6A46" w:rsidP="007B6A46">
      <w:r>
        <w:t>890.5958</w:t>
      </w:r>
      <w:r>
        <w:tab/>
        <w:t>1.013e0</w:t>
      </w:r>
    </w:p>
    <w:p w:rsidR="007B6A46" w:rsidRDefault="007B6A46" w:rsidP="007B6A46">
      <w:r>
        <w:t>890.6725</w:t>
      </w:r>
      <w:r>
        <w:tab/>
        <w:t>1.013e0</w:t>
      </w:r>
    </w:p>
    <w:p w:rsidR="007B6A46" w:rsidRDefault="007B6A46" w:rsidP="007B6A46">
      <w:r>
        <w:t>890.7061</w:t>
      </w:r>
      <w:r>
        <w:tab/>
        <w:t>1.013e0</w:t>
      </w:r>
    </w:p>
    <w:p w:rsidR="007B6A46" w:rsidRDefault="007B6A46" w:rsidP="007B6A46">
      <w:r>
        <w:t>890.7075</w:t>
      </w:r>
      <w:r>
        <w:tab/>
        <w:t>1.013e0</w:t>
      </w:r>
    </w:p>
    <w:p w:rsidR="007B6A46" w:rsidRDefault="007B6A46" w:rsidP="007B6A46">
      <w:r>
        <w:t>890.7751</w:t>
      </w:r>
      <w:r>
        <w:tab/>
        <w:t>1.013e0</w:t>
      </w:r>
    </w:p>
    <w:p w:rsidR="007B6A46" w:rsidRDefault="007B6A46" w:rsidP="007B6A46">
      <w:r>
        <w:t>890.7886</w:t>
      </w:r>
      <w:r>
        <w:tab/>
        <w:t>1.013e0</w:t>
      </w:r>
    </w:p>
    <w:p w:rsidR="007B6A46" w:rsidRDefault="007B6A46" w:rsidP="007B6A46">
      <w:r>
        <w:t>890.8185</w:t>
      </w:r>
      <w:r>
        <w:tab/>
        <w:t>1.013e0</w:t>
      </w:r>
    </w:p>
    <w:p w:rsidR="007B6A46" w:rsidRDefault="007B6A46" w:rsidP="007B6A46">
      <w:r>
        <w:t>890.9082</w:t>
      </w:r>
      <w:r>
        <w:tab/>
        <w:t>1.013e0</w:t>
      </w:r>
    </w:p>
    <w:p w:rsidR="007B6A46" w:rsidRDefault="007B6A46" w:rsidP="007B6A46">
      <w:r>
        <w:t>890.9423</w:t>
      </w:r>
      <w:r>
        <w:tab/>
        <w:t>1.013e0</w:t>
      </w:r>
    </w:p>
    <w:p w:rsidR="007B6A46" w:rsidRDefault="007B6A46" w:rsidP="007B6A46">
      <w:r>
        <w:t>890.9829</w:t>
      </w:r>
      <w:r>
        <w:tab/>
        <w:t>1.013e0</w:t>
      </w:r>
    </w:p>
    <w:p w:rsidR="007B6A46" w:rsidRDefault="007B6A46" w:rsidP="007B6A46">
      <w:r>
        <w:t>891.0876</w:t>
      </w:r>
      <w:r>
        <w:tab/>
        <w:t>1.013e0</w:t>
      </w:r>
    </w:p>
    <w:p w:rsidR="007B6A46" w:rsidRDefault="007B6A46" w:rsidP="007B6A46">
      <w:r>
        <w:lastRenderedPageBreak/>
        <w:t>891.2385</w:t>
      </w:r>
      <w:r>
        <w:tab/>
        <w:t>1.013e0</w:t>
      </w:r>
    </w:p>
    <w:p w:rsidR="007B6A46" w:rsidRDefault="007B6A46" w:rsidP="007B6A46">
      <w:r>
        <w:t>891.3149</w:t>
      </w:r>
      <w:r>
        <w:tab/>
        <w:t>1.013e0</w:t>
      </w:r>
    </w:p>
    <w:p w:rsidR="007B6A46" w:rsidRDefault="007B6A46" w:rsidP="007B6A46">
      <w:r>
        <w:t>891.3566</w:t>
      </w:r>
      <w:r>
        <w:tab/>
        <w:t>1.013e0</w:t>
      </w:r>
    </w:p>
    <w:p w:rsidR="007B6A46" w:rsidRDefault="007B6A46" w:rsidP="007B6A46">
      <w:r>
        <w:t>891.3716</w:t>
      </w:r>
      <w:r>
        <w:tab/>
        <w:t>1.013e0</w:t>
      </w:r>
    </w:p>
    <w:p w:rsidR="007B6A46" w:rsidRDefault="007B6A46" w:rsidP="007B6A46">
      <w:r>
        <w:t>891.4177</w:t>
      </w:r>
      <w:r>
        <w:tab/>
        <w:t>2.025e0</w:t>
      </w:r>
    </w:p>
    <w:p w:rsidR="007B6A46" w:rsidRDefault="007B6A46" w:rsidP="007B6A46">
      <w:r>
        <w:t>891.5524</w:t>
      </w:r>
      <w:r>
        <w:tab/>
        <w:t>1.013e0</w:t>
      </w:r>
    </w:p>
    <w:p w:rsidR="007B6A46" w:rsidRDefault="007B6A46" w:rsidP="007B6A46">
      <w:r>
        <w:t>891.5827</w:t>
      </w:r>
      <w:r>
        <w:tab/>
        <w:t>2.025e0</w:t>
      </w:r>
    </w:p>
    <w:p w:rsidR="007B6A46" w:rsidRDefault="007B6A46" w:rsidP="007B6A46">
      <w:r>
        <w:t>891.6121</w:t>
      </w:r>
      <w:r>
        <w:tab/>
        <w:t>2.025e0</w:t>
      </w:r>
    </w:p>
    <w:p w:rsidR="007B6A46" w:rsidRDefault="007B6A46" w:rsidP="007B6A46">
      <w:r>
        <w:t>891.7170</w:t>
      </w:r>
      <w:r>
        <w:tab/>
        <w:t>1.013e0</w:t>
      </w:r>
    </w:p>
    <w:p w:rsidR="007B6A46" w:rsidRDefault="007B6A46" w:rsidP="007B6A46">
      <w:r>
        <w:t>891.7201</w:t>
      </w:r>
      <w:r>
        <w:tab/>
        <w:t>1.013e0</w:t>
      </w:r>
    </w:p>
    <w:p w:rsidR="007B6A46" w:rsidRDefault="007B6A46" w:rsidP="007B6A46">
      <w:r>
        <w:t>891.7755</w:t>
      </w:r>
      <w:r>
        <w:tab/>
        <w:t>2.025e0</w:t>
      </w:r>
    </w:p>
    <w:p w:rsidR="007B6A46" w:rsidRDefault="007B6A46" w:rsidP="007B6A46">
      <w:r>
        <w:t>891.8053</w:t>
      </w:r>
      <w:r>
        <w:tab/>
        <w:t>1.013e0</w:t>
      </w:r>
    </w:p>
    <w:p w:rsidR="007B6A46" w:rsidRDefault="007B6A46" w:rsidP="007B6A46">
      <w:r>
        <w:t>891.8766</w:t>
      </w:r>
      <w:r>
        <w:tab/>
        <w:t>2.025e0</w:t>
      </w:r>
    </w:p>
    <w:p w:rsidR="007B6A46" w:rsidRDefault="007B6A46" w:rsidP="007B6A46">
      <w:r>
        <w:t>892.0746</w:t>
      </w:r>
      <w:r>
        <w:tab/>
        <w:t>3.038e0</w:t>
      </w:r>
    </w:p>
    <w:p w:rsidR="007B6A46" w:rsidRDefault="007B6A46" w:rsidP="007B6A46">
      <w:r>
        <w:t>892.1359</w:t>
      </w:r>
      <w:r>
        <w:tab/>
        <w:t>1.013e0</w:t>
      </w:r>
    </w:p>
    <w:p w:rsidR="007B6A46" w:rsidRDefault="007B6A46" w:rsidP="007B6A46">
      <w:r>
        <w:t>892.2283</w:t>
      </w:r>
      <w:r>
        <w:tab/>
        <w:t>1.013e0</w:t>
      </w:r>
    </w:p>
    <w:p w:rsidR="007B6A46" w:rsidRDefault="007B6A46" w:rsidP="007B6A46">
      <w:r>
        <w:t>892.4188</w:t>
      </w:r>
      <w:r>
        <w:tab/>
        <w:t>1.013e0</w:t>
      </w:r>
    </w:p>
    <w:p w:rsidR="007B6A46" w:rsidRDefault="007B6A46" w:rsidP="007B6A46">
      <w:r>
        <w:t>892.4651</w:t>
      </w:r>
      <w:r>
        <w:tab/>
        <w:t>1.013e0</w:t>
      </w:r>
    </w:p>
    <w:p w:rsidR="007B6A46" w:rsidRDefault="007B6A46" w:rsidP="007B6A46">
      <w:r>
        <w:t>892.5193</w:t>
      </w:r>
      <w:r>
        <w:tab/>
        <w:t>3.038e0</w:t>
      </w:r>
    </w:p>
    <w:p w:rsidR="007B6A46" w:rsidRDefault="007B6A46" w:rsidP="007B6A46">
      <w:r>
        <w:lastRenderedPageBreak/>
        <w:t>892.5208</w:t>
      </w:r>
      <w:r>
        <w:tab/>
        <w:t>2.025e0</w:t>
      </w:r>
    </w:p>
    <w:p w:rsidR="007B6A46" w:rsidRDefault="007B6A46" w:rsidP="007B6A46">
      <w:r>
        <w:t>892.5984</w:t>
      </w:r>
      <w:r>
        <w:tab/>
        <w:t>1.013e0</w:t>
      </w:r>
    </w:p>
    <w:p w:rsidR="007B6A46" w:rsidRDefault="007B6A46" w:rsidP="007B6A46">
      <w:r>
        <w:t>892.6898</w:t>
      </w:r>
      <w:r>
        <w:tab/>
        <w:t>3.038e0</w:t>
      </w:r>
    </w:p>
    <w:p w:rsidR="007B6A46" w:rsidRDefault="007B6A46" w:rsidP="007B6A46">
      <w:r>
        <w:t>892.7183</w:t>
      </w:r>
      <w:r>
        <w:tab/>
        <w:t>1.013e0</w:t>
      </w:r>
    </w:p>
    <w:p w:rsidR="007B6A46" w:rsidRDefault="007B6A46" w:rsidP="007B6A46">
      <w:r>
        <w:t>892.7332</w:t>
      </w:r>
      <w:r>
        <w:tab/>
        <w:t>2.025e0</w:t>
      </w:r>
    </w:p>
    <w:p w:rsidR="007B6A46" w:rsidRDefault="007B6A46" w:rsidP="007B6A46">
      <w:r>
        <w:t>892.7346</w:t>
      </w:r>
      <w:r>
        <w:tab/>
        <w:t>1.013e0</w:t>
      </w:r>
    </w:p>
    <w:p w:rsidR="007B6A46" w:rsidRDefault="007B6A46" w:rsidP="007B6A46">
      <w:r>
        <w:t>892.7496</w:t>
      </w:r>
      <w:r>
        <w:tab/>
        <w:t>1.013e0</w:t>
      </w:r>
    </w:p>
    <w:p w:rsidR="007B6A46" w:rsidRDefault="007B6A46" w:rsidP="007B6A46">
      <w:r>
        <w:t>892.7932</w:t>
      </w:r>
      <w:r>
        <w:tab/>
        <w:t>1.013e0</w:t>
      </w:r>
    </w:p>
    <w:p w:rsidR="007B6A46" w:rsidRDefault="007B6A46" w:rsidP="007B6A46">
      <w:r>
        <w:t>892.8694</w:t>
      </w:r>
      <w:r>
        <w:tab/>
        <w:t>1.013e0</w:t>
      </w:r>
    </w:p>
    <w:p w:rsidR="007B6A46" w:rsidRDefault="007B6A46" w:rsidP="007B6A46">
      <w:r>
        <w:t>892.8979</w:t>
      </w:r>
      <w:r>
        <w:tab/>
        <w:t>1.013e0</w:t>
      </w:r>
    </w:p>
    <w:p w:rsidR="007B6A46" w:rsidRDefault="007B6A46" w:rsidP="007B6A46">
      <w:r>
        <w:t>893.0042</w:t>
      </w:r>
      <w:r>
        <w:tab/>
        <w:t>1.013e0</w:t>
      </w:r>
    </w:p>
    <w:p w:rsidR="007B6A46" w:rsidRDefault="007B6A46" w:rsidP="007B6A46">
      <w:r>
        <w:t>893.0407</w:t>
      </w:r>
      <w:r>
        <w:tab/>
        <w:t>1.013e0</w:t>
      </w:r>
    </w:p>
    <w:p w:rsidR="007B6A46" w:rsidRDefault="007B6A46" w:rsidP="007B6A46">
      <w:r>
        <w:t>893.1573</w:t>
      </w:r>
      <w:r>
        <w:tab/>
        <w:t>1.013e0</w:t>
      </w:r>
    </w:p>
    <w:p w:rsidR="007B6A46" w:rsidRDefault="007B6A46" w:rsidP="007B6A46">
      <w:r>
        <w:t>893.2751</w:t>
      </w:r>
      <w:r>
        <w:tab/>
        <w:t>1.013e0</w:t>
      </w:r>
    </w:p>
    <w:p w:rsidR="007B6A46" w:rsidRDefault="007B6A46" w:rsidP="007B6A46">
      <w:r>
        <w:t>893.3272</w:t>
      </w:r>
      <w:r>
        <w:tab/>
        <w:t>1.013e0</w:t>
      </w:r>
    </w:p>
    <w:p w:rsidR="007B6A46" w:rsidRDefault="007B6A46" w:rsidP="007B6A46">
      <w:r>
        <w:t>893.3787</w:t>
      </w:r>
      <w:r>
        <w:tab/>
        <w:t>1.013e0</w:t>
      </w:r>
    </w:p>
    <w:p w:rsidR="007B6A46" w:rsidRDefault="007B6A46" w:rsidP="007B6A46">
      <w:r>
        <w:t>893.4120</w:t>
      </w:r>
      <w:r>
        <w:tab/>
        <w:t>1.013e0</w:t>
      </w:r>
    </w:p>
    <w:p w:rsidR="007B6A46" w:rsidRDefault="007B6A46" w:rsidP="007B6A46">
      <w:r>
        <w:t>893.5074</w:t>
      </w:r>
      <w:r>
        <w:tab/>
        <w:t>2.025e0</w:t>
      </w:r>
    </w:p>
    <w:p w:rsidR="007B6A46" w:rsidRDefault="007B6A46" w:rsidP="007B6A46">
      <w:r>
        <w:t>893.5436</w:t>
      </w:r>
      <w:r>
        <w:tab/>
        <w:t>1.013e0</w:t>
      </w:r>
    </w:p>
    <w:p w:rsidR="007B6A46" w:rsidRDefault="007B6A46" w:rsidP="007B6A46">
      <w:r>
        <w:lastRenderedPageBreak/>
        <w:t>893.5516</w:t>
      </w:r>
      <w:r>
        <w:tab/>
        <w:t>2.025e0</w:t>
      </w:r>
    </w:p>
    <w:p w:rsidR="007B6A46" w:rsidRDefault="007B6A46" w:rsidP="007B6A46">
      <w:r>
        <w:t>893.5872</w:t>
      </w:r>
      <w:r>
        <w:tab/>
        <w:t>1.013e0</w:t>
      </w:r>
    </w:p>
    <w:p w:rsidR="007B6A46" w:rsidRDefault="007B6A46" w:rsidP="007B6A46">
      <w:r>
        <w:t>893.6035</w:t>
      </w:r>
      <w:r>
        <w:tab/>
        <w:t>1.013e0</w:t>
      </w:r>
    </w:p>
    <w:p w:rsidR="007B6A46" w:rsidRDefault="007B6A46" w:rsidP="007B6A46">
      <w:r>
        <w:t>893.6367</w:t>
      </w:r>
      <w:r>
        <w:tab/>
        <w:t>2.025e0</w:t>
      </w:r>
    </w:p>
    <w:p w:rsidR="007B6A46" w:rsidRDefault="007B6A46" w:rsidP="007B6A46">
      <w:r>
        <w:t>893.7220</w:t>
      </w:r>
      <w:r>
        <w:tab/>
        <w:t>1.013e0</w:t>
      </w:r>
    </w:p>
    <w:p w:rsidR="007B6A46" w:rsidRDefault="007B6A46" w:rsidP="007B6A46">
      <w:r>
        <w:t>893.7234</w:t>
      </w:r>
      <w:r>
        <w:tab/>
        <w:t>1.013e0</w:t>
      </w:r>
    </w:p>
    <w:p w:rsidR="007B6A46" w:rsidRDefault="007B6A46" w:rsidP="007B6A46">
      <w:r>
        <w:t>893.7820</w:t>
      </w:r>
      <w:r>
        <w:tab/>
        <w:t>1.013e0</w:t>
      </w:r>
    </w:p>
    <w:p w:rsidR="007B6A46" w:rsidRDefault="007B6A46" w:rsidP="007B6A46">
      <w:r>
        <w:t>893.8884</w:t>
      </w:r>
      <w:r>
        <w:tab/>
        <w:t>1.013e0</w:t>
      </w:r>
    </w:p>
    <w:p w:rsidR="007B6A46" w:rsidRDefault="007B6A46" w:rsidP="007B6A46">
      <w:r>
        <w:t>893.9333</w:t>
      </w:r>
      <w:r>
        <w:tab/>
        <w:t>1.013e0</w:t>
      </w:r>
    </w:p>
    <w:p w:rsidR="007B6A46" w:rsidRDefault="007B6A46" w:rsidP="007B6A46">
      <w:r>
        <w:t>894.0383</w:t>
      </w:r>
      <w:r>
        <w:tab/>
        <w:t>1.013e0</w:t>
      </w:r>
    </w:p>
    <w:p w:rsidR="007B6A46" w:rsidRDefault="007B6A46" w:rsidP="007B6A46">
      <w:r>
        <w:t>894.1409</w:t>
      </w:r>
      <w:r>
        <w:tab/>
        <w:t>1.013e0</w:t>
      </w:r>
    </w:p>
    <w:p w:rsidR="007B6A46" w:rsidRDefault="007B6A46" w:rsidP="007B6A46">
      <w:r>
        <w:t>894.1568</w:t>
      </w:r>
      <w:r>
        <w:tab/>
        <w:t>1.013e0</w:t>
      </w:r>
    </w:p>
    <w:p w:rsidR="007B6A46" w:rsidRDefault="007B6A46" w:rsidP="007B6A46">
      <w:r>
        <w:t>894.3368</w:t>
      </w:r>
      <w:r>
        <w:tab/>
        <w:t>1.013e0</w:t>
      </w:r>
    </w:p>
    <w:p w:rsidR="007B6A46" w:rsidRDefault="007B6A46" w:rsidP="007B6A46">
      <w:r>
        <w:t>894.4268</w:t>
      </w:r>
      <w:r>
        <w:tab/>
        <w:t>1.013e0</w:t>
      </w:r>
    </w:p>
    <w:p w:rsidR="007B6A46" w:rsidRDefault="007B6A46" w:rsidP="007B6A46">
      <w:r>
        <w:t>894.4683</w:t>
      </w:r>
      <w:r>
        <w:tab/>
        <w:t>3.038e0</w:t>
      </w:r>
    </w:p>
    <w:p w:rsidR="007B6A46" w:rsidRDefault="007B6A46" w:rsidP="007B6A46">
      <w:r>
        <w:t>894.5632</w:t>
      </w:r>
      <w:r>
        <w:tab/>
        <w:t>1.013e0</w:t>
      </w:r>
    </w:p>
    <w:p w:rsidR="007B6A46" w:rsidRDefault="007B6A46" w:rsidP="007B6A46">
      <w:r>
        <w:t>894.6669</w:t>
      </w:r>
      <w:r>
        <w:tab/>
        <w:t>1.013e0</w:t>
      </w:r>
    </w:p>
    <w:p w:rsidR="007B6A46" w:rsidRDefault="007B6A46" w:rsidP="007B6A46">
      <w:r>
        <w:t>894.7286</w:t>
      </w:r>
      <w:r>
        <w:tab/>
        <w:t>2.025e0</w:t>
      </w:r>
    </w:p>
    <w:p w:rsidR="007B6A46" w:rsidRDefault="007B6A46" w:rsidP="007B6A46">
      <w:r>
        <w:t>894.7305</w:t>
      </w:r>
      <w:r>
        <w:tab/>
        <w:t>1.013e0</w:t>
      </w:r>
    </w:p>
    <w:p w:rsidR="007B6A46" w:rsidRDefault="007B6A46" w:rsidP="007B6A46">
      <w:r>
        <w:lastRenderedPageBreak/>
        <w:t>894.7811</w:t>
      </w:r>
      <w:r>
        <w:tab/>
        <w:t>1.013e0</w:t>
      </w:r>
    </w:p>
    <w:p w:rsidR="007B6A46" w:rsidRDefault="007B6A46" w:rsidP="007B6A46">
      <w:r>
        <w:t>894.8178</w:t>
      </w:r>
      <w:r>
        <w:tab/>
        <w:t>1.013e0</w:t>
      </w:r>
    </w:p>
    <w:p w:rsidR="007B6A46" w:rsidRDefault="007B6A46" w:rsidP="007B6A46">
      <w:r>
        <w:t>894.8319</w:t>
      </w:r>
      <w:r>
        <w:tab/>
        <w:t>1.013e0</w:t>
      </w:r>
    </w:p>
    <w:p w:rsidR="007B6A46" w:rsidRDefault="007B6A46" w:rsidP="007B6A46">
      <w:r>
        <w:t>894.8483</w:t>
      </w:r>
      <w:r>
        <w:tab/>
        <w:t>1.013e0</w:t>
      </w:r>
    </w:p>
    <w:p w:rsidR="007B6A46" w:rsidRDefault="007B6A46" w:rsidP="007B6A46">
      <w:r>
        <w:t>894.9532</w:t>
      </w:r>
      <w:r>
        <w:tab/>
        <w:t>1.013e0</w:t>
      </w:r>
    </w:p>
    <w:p w:rsidR="007B6A46" w:rsidRDefault="007B6A46" w:rsidP="007B6A46">
      <w:r>
        <w:t>894.9820</w:t>
      </w:r>
      <w:r>
        <w:tab/>
        <w:t>1.013e0</w:t>
      </w:r>
    </w:p>
    <w:p w:rsidR="007B6A46" w:rsidRDefault="007B6A46" w:rsidP="007B6A46">
      <w:r>
        <w:t>895.0721</w:t>
      </w:r>
      <w:r>
        <w:tab/>
        <w:t>1.013e0</w:t>
      </w:r>
    </w:p>
    <w:p w:rsidR="007B6A46" w:rsidRDefault="007B6A46" w:rsidP="007B6A46">
      <w:r>
        <w:t>895.1774</w:t>
      </w:r>
      <w:r>
        <w:tab/>
        <w:t>4.051e0</w:t>
      </w:r>
    </w:p>
    <w:p w:rsidR="007B6A46" w:rsidRDefault="007B6A46" w:rsidP="007B6A46">
      <w:r>
        <w:t>895.2687</w:t>
      </w:r>
      <w:r>
        <w:tab/>
        <w:t>1.013e0</w:t>
      </w:r>
    </w:p>
    <w:p w:rsidR="007B6A46" w:rsidRDefault="007B6A46" w:rsidP="007B6A46">
      <w:r>
        <w:t>895.2996</w:t>
      </w:r>
      <w:r>
        <w:tab/>
        <w:t>2.025e0</w:t>
      </w:r>
    </w:p>
    <w:p w:rsidR="007B6A46" w:rsidRDefault="007B6A46" w:rsidP="007B6A46">
      <w:r>
        <w:t>895.3574</w:t>
      </w:r>
      <w:r>
        <w:tab/>
        <w:t>1.013e0</w:t>
      </w:r>
    </w:p>
    <w:p w:rsidR="007B6A46" w:rsidRDefault="007B6A46" w:rsidP="007B6A46">
      <w:r>
        <w:t>895.4706</w:t>
      </w:r>
      <w:r>
        <w:tab/>
        <w:t>2.025e0</w:t>
      </w:r>
    </w:p>
    <w:p w:rsidR="007B6A46" w:rsidRDefault="007B6A46" w:rsidP="007B6A46">
      <w:r>
        <w:t>895.4752</w:t>
      </w:r>
      <w:r>
        <w:tab/>
        <w:t>1.013e0</w:t>
      </w:r>
    </w:p>
    <w:p w:rsidR="007B6A46" w:rsidRDefault="007B6A46" w:rsidP="007B6A46">
      <w:r>
        <w:t>895.5075</w:t>
      </w:r>
      <w:r>
        <w:tab/>
        <w:t>1.013e0</w:t>
      </w:r>
    </w:p>
    <w:p w:rsidR="007B6A46" w:rsidRDefault="007B6A46" w:rsidP="007B6A46">
      <w:r>
        <w:t>895.5464</w:t>
      </w:r>
      <w:r>
        <w:tab/>
        <w:t>2.025e0</w:t>
      </w:r>
    </w:p>
    <w:p w:rsidR="007B6A46" w:rsidRDefault="007B6A46" w:rsidP="007B6A46">
      <w:r>
        <w:t>895.7943</w:t>
      </w:r>
      <w:r>
        <w:tab/>
        <w:t>1.013e0</w:t>
      </w:r>
    </w:p>
    <w:p w:rsidR="007B6A46" w:rsidRDefault="007B6A46" w:rsidP="007B6A46">
      <w:r>
        <w:t>895.8635</w:t>
      </w:r>
      <w:r>
        <w:tab/>
        <w:t>1.013e0</w:t>
      </w:r>
    </w:p>
    <w:p w:rsidR="007B6A46" w:rsidRDefault="007B6A46" w:rsidP="007B6A46">
      <w:r>
        <w:t>895.8694</w:t>
      </w:r>
      <w:r>
        <w:tab/>
        <w:t>1.013e0</w:t>
      </w:r>
    </w:p>
    <w:p w:rsidR="007B6A46" w:rsidRDefault="007B6A46" w:rsidP="007B6A46">
      <w:r>
        <w:t>896.0483</w:t>
      </w:r>
      <w:r>
        <w:tab/>
        <w:t>1.013e0</w:t>
      </w:r>
    </w:p>
    <w:p w:rsidR="007B6A46" w:rsidRDefault="007B6A46" w:rsidP="007B6A46">
      <w:r>
        <w:lastRenderedPageBreak/>
        <w:t>896.1516</w:t>
      </w:r>
      <w:r>
        <w:tab/>
        <w:t>1.013e0</w:t>
      </w:r>
    </w:p>
    <w:p w:rsidR="007B6A46" w:rsidRDefault="007B6A46" w:rsidP="007B6A46">
      <w:r>
        <w:t>896.1986</w:t>
      </w:r>
      <w:r>
        <w:tab/>
        <w:t>1.013e0</w:t>
      </w:r>
    </w:p>
    <w:p w:rsidR="007B6A46" w:rsidRDefault="007B6A46" w:rsidP="007B6A46">
      <w:r>
        <w:t>896.2150</w:t>
      </w:r>
      <w:r>
        <w:tab/>
        <w:t>1.013e0</w:t>
      </w:r>
    </w:p>
    <w:p w:rsidR="007B6A46" w:rsidRDefault="007B6A46" w:rsidP="007B6A46">
      <w:r>
        <w:t>896.2361</w:t>
      </w:r>
      <w:r>
        <w:tab/>
        <w:t>1.013e0</w:t>
      </w:r>
    </w:p>
    <w:p w:rsidR="007B6A46" w:rsidRDefault="007B6A46" w:rsidP="007B6A46">
      <w:r>
        <w:t>896.3362</w:t>
      </w:r>
      <w:r>
        <w:tab/>
        <w:t>1.013e0</w:t>
      </w:r>
    </w:p>
    <w:p w:rsidR="007B6A46" w:rsidRDefault="007B6A46" w:rsidP="007B6A46">
      <w:r>
        <w:t>896.3503</w:t>
      </w:r>
      <w:r>
        <w:tab/>
        <w:t>1.013e0</w:t>
      </w:r>
    </w:p>
    <w:p w:rsidR="007B6A46" w:rsidRDefault="007B6A46" w:rsidP="007B6A46">
      <w:r>
        <w:t>896.4105</w:t>
      </w:r>
      <w:r>
        <w:tab/>
        <w:t>1.013e0</w:t>
      </w:r>
    </w:p>
    <w:p w:rsidR="007B6A46" w:rsidRDefault="007B6A46" w:rsidP="007B6A46">
      <w:r>
        <w:t>896.4405</w:t>
      </w:r>
      <w:r>
        <w:tab/>
        <w:t>1.013e0</w:t>
      </w:r>
    </w:p>
    <w:p w:rsidR="007B6A46" w:rsidRDefault="007B6A46" w:rsidP="007B6A46">
      <w:r>
        <w:t>896.4692</w:t>
      </w:r>
      <w:r>
        <w:tab/>
        <w:t>1.013e0</w:t>
      </w:r>
    </w:p>
    <w:p w:rsidR="007B6A46" w:rsidRDefault="007B6A46" w:rsidP="007B6A46">
      <w:r>
        <w:t>896.5397</w:t>
      </w:r>
      <w:r>
        <w:tab/>
        <w:t>1.013e0</w:t>
      </w:r>
    </w:p>
    <w:p w:rsidR="007B6A46" w:rsidRDefault="007B6A46" w:rsidP="007B6A46">
      <w:r>
        <w:t>896.5588</w:t>
      </w:r>
      <w:r>
        <w:tab/>
        <w:t>1.013e0</w:t>
      </w:r>
    </w:p>
    <w:p w:rsidR="007B6A46" w:rsidRDefault="007B6A46" w:rsidP="007B6A46">
      <w:r>
        <w:t>896.6496</w:t>
      </w:r>
      <w:r>
        <w:tab/>
        <w:t>1.013e0</w:t>
      </w:r>
    </w:p>
    <w:p w:rsidR="007B6A46" w:rsidRDefault="007B6A46" w:rsidP="007B6A46">
      <w:r>
        <w:t>896.7156</w:t>
      </w:r>
      <w:r>
        <w:tab/>
        <w:t>2.025e0</w:t>
      </w:r>
    </w:p>
    <w:p w:rsidR="007B6A46" w:rsidRDefault="007B6A46" w:rsidP="007B6A46">
      <w:r>
        <w:t>896.7262</w:t>
      </w:r>
      <w:r>
        <w:tab/>
        <w:t>1.013e0</w:t>
      </w:r>
    </w:p>
    <w:p w:rsidR="007B6A46" w:rsidRDefault="007B6A46" w:rsidP="007B6A46">
      <w:r>
        <w:t>896.7501</w:t>
      </w:r>
      <w:r>
        <w:tab/>
        <w:t>4.051e0</w:t>
      </w:r>
    </w:p>
    <w:p w:rsidR="007B6A46" w:rsidRDefault="007B6A46" w:rsidP="007B6A46">
      <w:r>
        <w:t>896.7548</w:t>
      </w:r>
      <w:r>
        <w:tab/>
        <w:t>1.013e0</w:t>
      </w:r>
    </w:p>
    <w:p w:rsidR="007B6A46" w:rsidRDefault="007B6A46" w:rsidP="007B6A46">
      <w:r>
        <w:t>896.7724</w:t>
      </w:r>
      <w:r>
        <w:tab/>
        <w:t>2.025e0</w:t>
      </w:r>
    </w:p>
    <w:p w:rsidR="007B6A46" w:rsidRDefault="007B6A46" w:rsidP="007B6A46">
      <w:r>
        <w:t>896.7943</w:t>
      </w:r>
      <w:r>
        <w:tab/>
        <w:t>1.013e0</w:t>
      </w:r>
    </w:p>
    <w:p w:rsidR="007B6A46" w:rsidRDefault="007B6A46" w:rsidP="007B6A46">
      <w:r>
        <w:t>896.8150</w:t>
      </w:r>
      <w:r>
        <w:tab/>
        <w:t>1.013e0</w:t>
      </w:r>
    </w:p>
    <w:p w:rsidR="007B6A46" w:rsidRDefault="007B6A46" w:rsidP="007B6A46">
      <w:r>
        <w:lastRenderedPageBreak/>
        <w:t>897.0104</w:t>
      </w:r>
      <w:r>
        <w:tab/>
        <w:t>4.051e0</w:t>
      </w:r>
    </w:p>
    <w:p w:rsidR="007B6A46" w:rsidRDefault="007B6A46" w:rsidP="007B6A46">
      <w:r>
        <w:t>897.0458</w:t>
      </w:r>
      <w:r>
        <w:tab/>
        <w:t>2.025e0</w:t>
      </w:r>
    </w:p>
    <w:p w:rsidR="007B6A46" w:rsidRDefault="007B6A46" w:rsidP="007B6A46">
      <w:r>
        <w:t>897.1172</w:t>
      </w:r>
      <w:r>
        <w:tab/>
        <w:t>1.013e0</w:t>
      </w:r>
    </w:p>
    <w:p w:rsidR="007B6A46" w:rsidRDefault="007B6A46" w:rsidP="007B6A46">
      <w:r>
        <w:t>897.3252</w:t>
      </w:r>
      <w:r>
        <w:tab/>
        <w:t>2.025e0</w:t>
      </w:r>
    </w:p>
    <w:p w:rsidR="007B6A46" w:rsidRDefault="007B6A46" w:rsidP="007B6A46">
      <w:r>
        <w:t>897.3353</w:t>
      </w:r>
      <w:r>
        <w:tab/>
        <w:t>1.013e0</w:t>
      </w:r>
    </w:p>
    <w:p w:rsidR="007B6A46" w:rsidRDefault="007B6A46" w:rsidP="007B6A46">
      <w:r>
        <w:t>897.3525</w:t>
      </w:r>
      <w:r>
        <w:tab/>
        <w:t>1.013e0</w:t>
      </w:r>
    </w:p>
    <w:p w:rsidR="007B6A46" w:rsidRDefault="007B6A46" w:rsidP="007B6A46">
      <w:r>
        <w:t>897.4031</w:t>
      </w:r>
      <w:r>
        <w:tab/>
        <w:t>1.013e0</w:t>
      </w:r>
    </w:p>
    <w:p w:rsidR="007B6A46" w:rsidRDefault="007B6A46" w:rsidP="007B6A46">
      <w:r>
        <w:t>897.5052</w:t>
      </w:r>
      <w:r>
        <w:tab/>
        <w:t>1.013e0</w:t>
      </w:r>
    </w:p>
    <w:p w:rsidR="007B6A46" w:rsidRDefault="007B6A46" w:rsidP="007B6A46">
      <w:r>
        <w:t>897.5287</w:t>
      </w:r>
      <w:r>
        <w:tab/>
        <w:t>2.025e0</w:t>
      </w:r>
    </w:p>
    <w:p w:rsidR="007B6A46" w:rsidRDefault="007B6A46" w:rsidP="007B6A46">
      <w:r>
        <w:t>897.6275</w:t>
      </w:r>
      <w:r>
        <w:tab/>
        <w:t>1.013e0</w:t>
      </w:r>
    </w:p>
    <w:p w:rsidR="007B6A46" w:rsidRDefault="007B6A46" w:rsidP="007B6A46">
      <w:r>
        <w:t>897.6475</w:t>
      </w:r>
      <w:r>
        <w:tab/>
        <w:t>2.025e0</w:t>
      </w:r>
    </w:p>
    <w:p w:rsidR="007B6A46" w:rsidRDefault="007B6A46" w:rsidP="007B6A46">
      <w:r>
        <w:t>897.6891</w:t>
      </w:r>
      <w:r>
        <w:tab/>
        <w:t>1.013e0</w:t>
      </w:r>
    </w:p>
    <w:p w:rsidR="007B6A46" w:rsidRDefault="007B6A46" w:rsidP="007B6A46">
      <w:r>
        <w:t>897.7046</w:t>
      </w:r>
      <w:r>
        <w:tab/>
        <w:t>1.013e0</w:t>
      </w:r>
    </w:p>
    <w:p w:rsidR="007B6A46" w:rsidRDefault="007B6A46" w:rsidP="007B6A46">
      <w:r>
        <w:t>897.7198</w:t>
      </w:r>
      <w:r>
        <w:tab/>
        <w:t>2.025e0</w:t>
      </w:r>
    </w:p>
    <w:p w:rsidR="007B6A46" w:rsidRDefault="007B6A46" w:rsidP="007B6A46">
      <w:r>
        <w:t>897.7629</w:t>
      </w:r>
      <w:r>
        <w:tab/>
        <w:t>1.013e0</w:t>
      </w:r>
    </w:p>
    <w:p w:rsidR="007B6A46" w:rsidRDefault="007B6A46" w:rsidP="007B6A46">
      <w:r>
        <w:t>897.7857</w:t>
      </w:r>
      <w:r>
        <w:tab/>
        <w:t>3.038e0</w:t>
      </w:r>
    </w:p>
    <w:p w:rsidR="007B6A46" w:rsidRDefault="007B6A46" w:rsidP="007B6A46">
      <w:r>
        <w:t>897.7945</w:t>
      </w:r>
      <w:r>
        <w:tab/>
        <w:t>2.025e0</w:t>
      </w:r>
    </w:p>
    <w:p w:rsidR="007B6A46" w:rsidRDefault="007B6A46" w:rsidP="007B6A46">
      <w:r>
        <w:t>897.9451</w:t>
      </w:r>
      <w:r>
        <w:tab/>
        <w:t>1.013e0</w:t>
      </w:r>
    </w:p>
    <w:p w:rsidR="007B6A46" w:rsidRDefault="007B6A46" w:rsidP="007B6A46">
      <w:r>
        <w:t>897.9902</w:t>
      </w:r>
      <w:r>
        <w:tab/>
        <w:t>1.013e0</w:t>
      </w:r>
    </w:p>
    <w:p w:rsidR="007B6A46" w:rsidRDefault="007B6A46" w:rsidP="007B6A46">
      <w:r>
        <w:lastRenderedPageBreak/>
        <w:t>897.9940</w:t>
      </w:r>
      <w:r>
        <w:tab/>
        <w:t>1.013e0</w:t>
      </w:r>
    </w:p>
    <w:p w:rsidR="007B6A46" w:rsidRDefault="007B6A46" w:rsidP="007B6A46">
      <w:r>
        <w:t>898.1291</w:t>
      </w:r>
      <w:r>
        <w:tab/>
        <w:t>1.013e0</w:t>
      </w:r>
    </w:p>
    <w:p w:rsidR="007B6A46" w:rsidRDefault="007B6A46" w:rsidP="007B6A46">
      <w:r>
        <w:t>898.2158</w:t>
      </w:r>
      <w:r>
        <w:tab/>
        <w:t>4.051e0</w:t>
      </w:r>
    </w:p>
    <w:p w:rsidR="007B6A46" w:rsidRDefault="007B6A46" w:rsidP="007B6A46">
      <w:r>
        <w:t>898.3365</w:t>
      </w:r>
      <w:r>
        <w:tab/>
        <w:t>1.520e0</w:t>
      </w:r>
    </w:p>
    <w:p w:rsidR="007B6A46" w:rsidRDefault="007B6A46" w:rsidP="007B6A46">
      <w:r>
        <w:t>898.3653</w:t>
      </w:r>
      <w:r>
        <w:tab/>
        <w:t>1.013e0</w:t>
      </w:r>
    </w:p>
    <w:p w:rsidR="007B6A46" w:rsidRDefault="007B6A46" w:rsidP="007B6A46">
      <w:r>
        <w:t>898.3818</w:t>
      </w:r>
      <w:r>
        <w:tab/>
        <w:t>1.013e0</w:t>
      </w:r>
    </w:p>
    <w:p w:rsidR="007B6A46" w:rsidRDefault="007B6A46" w:rsidP="007B6A46">
      <w:r>
        <w:t>898.4514</w:t>
      </w:r>
      <w:r>
        <w:tab/>
        <w:t>1.013e0</w:t>
      </w:r>
    </w:p>
    <w:p w:rsidR="007B6A46" w:rsidRDefault="007B6A46" w:rsidP="007B6A46">
      <w:r>
        <w:t>898.4557</w:t>
      </w:r>
      <w:r>
        <w:tab/>
        <w:t>1.013e0</w:t>
      </w:r>
    </w:p>
    <w:p w:rsidR="007B6A46" w:rsidRDefault="007B6A46" w:rsidP="007B6A46">
      <w:r>
        <w:t>898.4880</w:t>
      </w:r>
      <w:r>
        <w:tab/>
        <w:t>2.025e0</w:t>
      </w:r>
    </w:p>
    <w:p w:rsidR="007B6A46" w:rsidRDefault="007B6A46" w:rsidP="007B6A46">
      <w:r>
        <w:t>898.5521</w:t>
      </w:r>
      <w:r>
        <w:tab/>
        <w:t>1.013e0</w:t>
      </w:r>
    </w:p>
    <w:p w:rsidR="007B6A46" w:rsidRDefault="007B6A46" w:rsidP="007B6A46">
      <w:r>
        <w:t>898.6013</w:t>
      </w:r>
      <w:r>
        <w:tab/>
        <w:t>3.038e0</w:t>
      </w:r>
    </w:p>
    <w:p w:rsidR="007B6A46" w:rsidRDefault="007B6A46" w:rsidP="007B6A46">
      <w:r>
        <w:t>898.6124</w:t>
      </w:r>
      <w:r>
        <w:tab/>
        <w:t>2.025e0</w:t>
      </w:r>
    </w:p>
    <w:p w:rsidR="007B6A46" w:rsidRDefault="007B6A46" w:rsidP="007B6A46">
      <w:r>
        <w:t>898.6530</w:t>
      </w:r>
      <w:r>
        <w:tab/>
        <w:t>1.013e0</w:t>
      </w:r>
    </w:p>
    <w:p w:rsidR="007B6A46" w:rsidRDefault="007B6A46" w:rsidP="007B6A46">
      <w:r>
        <w:t>898.7133</w:t>
      </w:r>
      <w:r>
        <w:tab/>
        <w:t>1.013e0</w:t>
      </w:r>
    </w:p>
    <w:p w:rsidR="007B6A46" w:rsidRDefault="007B6A46" w:rsidP="007B6A46">
      <w:r>
        <w:t>898.7571</w:t>
      </w:r>
      <w:r>
        <w:tab/>
        <w:t>1.013e0</w:t>
      </w:r>
    </w:p>
    <w:p w:rsidR="007B6A46" w:rsidRDefault="007B6A46" w:rsidP="007B6A46">
      <w:r>
        <w:t>898.7585</w:t>
      </w:r>
      <w:r>
        <w:tab/>
        <w:t>1.013e0</w:t>
      </w:r>
    </w:p>
    <w:p w:rsidR="007B6A46" w:rsidRDefault="007B6A46" w:rsidP="007B6A46">
      <w:r>
        <w:t>898.7667</w:t>
      </w:r>
      <w:r>
        <w:tab/>
        <w:t>2.025e0</w:t>
      </w:r>
    </w:p>
    <w:p w:rsidR="007B6A46" w:rsidRDefault="007B6A46" w:rsidP="007B6A46">
      <w:r>
        <w:t>898.8569</w:t>
      </w:r>
      <w:r>
        <w:tab/>
        <w:t>1.013e0</w:t>
      </w:r>
    </w:p>
    <w:p w:rsidR="007B6A46" w:rsidRDefault="007B6A46" w:rsidP="007B6A46">
      <w:r>
        <w:t>898.8640</w:t>
      </w:r>
      <w:r>
        <w:tab/>
        <w:t>1.013e0</w:t>
      </w:r>
    </w:p>
    <w:p w:rsidR="007B6A46" w:rsidRDefault="007B6A46" w:rsidP="007B6A46">
      <w:r>
        <w:lastRenderedPageBreak/>
        <w:t>898.9996</w:t>
      </w:r>
      <w:r>
        <w:tab/>
        <w:t>1.013e0</w:t>
      </w:r>
    </w:p>
    <w:p w:rsidR="007B6A46" w:rsidRDefault="007B6A46" w:rsidP="007B6A46">
      <w:r>
        <w:t>899.1038</w:t>
      </w:r>
      <w:r>
        <w:tab/>
        <w:t>1.013e0</w:t>
      </w:r>
    </w:p>
    <w:p w:rsidR="007B6A46" w:rsidRDefault="007B6A46" w:rsidP="007B6A46">
      <w:r>
        <w:t>899.1797</w:t>
      </w:r>
      <w:r>
        <w:tab/>
        <w:t>1.013e0</w:t>
      </w:r>
    </w:p>
    <w:p w:rsidR="007B6A46" w:rsidRDefault="007B6A46" w:rsidP="007B6A46">
      <w:r>
        <w:t>899.2275</w:t>
      </w:r>
      <w:r>
        <w:tab/>
        <w:t>1.013e0</w:t>
      </w:r>
    </w:p>
    <w:p w:rsidR="007B6A46" w:rsidRDefault="007B6A46" w:rsidP="007B6A46">
      <w:r>
        <w:t>899.3803</w:t>
      </w:r>
      <w:r>
        <w:tab/>
        <w:t>1.013e0</w:t>
      </w:r>
    </w:p>
    <w:p w:rsidR="007B6A46" w:rsidRDefault="007B6A46" w:rsidP="007B6A46">
      <w:r>
        <w:t>899.4520</w:t>
      </w:r>
      <w:r>
        <w:tab/>
        <w:t>1.013e0</w:t>
      </w:r>
    </w:p>
    <w:p w:rsidR="007B6A46" w:rsidRDefault="007B6A46" w:rsidP="007B6A46">
      <w:r>
        <w:t>899.4822</w:t>
      </w:r>
      <w:r>
        <w:tab/>
        <w:t>1.013e0</w:t>
      </w:r>
    </w:p>
    <w:p w:rsidR="007B6A46" w:rsidRDefault="007B6A46" w:rsidP="007B6A46">
      <w:r>
        <w:t>899.6014</w:t>
      </w:r>
      <w:r>
        <w:tab/>
        <w:t>1.013e0</w:t>
      </w:r>
    </w:p>
    <w:p w:rsidR="007B6A46" w:rsidRDefault="007B6A46" w:rsidP="007B6A46">
      <w:r>
        <w:t>899.6028</w:t>
      </w:r>
      <w:r>
        <w:tab/>
        <w:t>1.013e0</w:t>
      </w:r>
    </w:p>
    <w:p w:rsidR="007B6A46" w:rsidRDefault="007B6A46" w:rsidP="007B6A46">
      <w:r>
        <w:t>899.6167</w:t>
      </w:r>
      <w:r>
        <w:tab/>
        <w:t>2.025e0</w:t>
      </w:r>
    </w:p>
    <w:p w:rsidR="007B6A46" w:rsidRDefault="007B6A46" w:rsidP="007B6A46">
      <w:r>
        <w:t>899.6919</w:t>
      </w:r>
      <w:r>
        <w:tab/>
        <w:t>1.013e0</w:t>
      </w:r>
    </w:p>
    <w:p w:rsidR="007B6A46" w:rsidRDefault="007B6A46" w:rsidP="007B6A46">
      <w:r>
        <w:t>899.7184</w:t>
      </w:r>
      <w:r>
        <w:tab/>
        <w:t>1.013e0</w:t>
      </w:r>
    </w:p>
    <w:p w:rsidR="007B6A46" w:rsidRDefault="007B6A46" w:rsidP="007B6A46">
      <w:r>
        <w:t>899.7456</w:t>
      </w:r>
      <w:r>
        <w:tab/>
        <w:t>2.025e0</w:t>
      </w:r>
    </w:p>
    <w:p w:rsidR="007B6A46" w:rsidRDefault="007B6A46" w:rsidP="007B6A46">
      <w:r>
        <w:t>899.7839</w:t>
      </w:r>
      <w:r>
        <w:tab/>
        <w:t>2.025e0</w:t>
      </w:r>
    </w:p>
    <w:p w:rsidR="007B6A46" w:rsidRDefault="007B6A46" w:rsidP="007B6A46">
      <w:r>
        <w:t>899.8262</w:t>
      </w:r>
      <w:r>
        <w:tab/>
        <w:t>2.025e0</w:t>
      </w:r>
    </w:p>
    <w:p w:rsidR="007B6A46" w:rsidRDefault="007B6A46" w:rsidP="007B6A46">
      <w:r>
        <w:t>899.8712</w:t>
      </w:r>
      <w:r>
        <w:tab/>
        <w:t>1.013e0</w:t>
      </w:r>
    </w:p>
    <w:p w:rsidR="007B6A46" w:rsidRDefault="007B6A46" w:rsidP="007B6A46">
      <w:r>
        <w:t>899.9045</w:t>
      </w:r>
      <w:r>
        <w:tab/>
        <w:t>1.013e0</w:t>
      </w:r>
    </w:p>
    <w:p w:rsidR="007B6A46" w:rsidRDefault="007B6A46" w:rsidP="007B6A46">
      <w:r>
        <w:t>899.9498</w:t>
      </w:r>
      <w:r>
        <w:tab/>
        <w:t>1.013e0</w:t>
      </w:r>
    </w:p>
    <w:p w:rsidR="007B6A46" w:rsidRDefault="007B6A46" w:rsidP="007B6A46">
      <w:r>
        <w:t>899.9728</w:t>
      </w:r>
      <w:r>
        <w:tab/>
        <w:t>1.013e0</w:t>
      </w:r>
    </w:p>
    <w:p w:rsidR="007B6A46" w:rsidRDefault="007B6A46" w:rsidP="007B6A46">
      <w:r>
        <w:lastRenderedPageBreak/>
        <w:t>900.0540</w:t>
      </w:r>
      <w:r>
        <w:tab/>
        <w:t>1.013e0</w:t>
      </w:r>
    </w:p>
    <w:p w:rsidR="007B6A46" w:rsidRDefault="007B6A46" w:rsidP="007B6A46">
      <w:r>
        <w:t>900.0554</w:t>
      </w:r>
      <w:r>
        <w:tab/>
        <w:t>1.013e0</w:t>
      </w:r>
    </w:p>
    <w:p w:rsidR="007B6A46" w:rsidRDefault="007B6A46" w:rsidP="007B6A46">
      <w:r>
        <w:t>900.1762</w:t>
      </w:r>
      <w:r>
        <w:tab/>
        <w:t>1.013e0</w:t>
      </w:r>
    </w:p>
    <w:p w:rsidR="007B6A46" w:rsidRDefault="007B6A46" w:rsidP="007B6A46">
      <w:r>
        <w:t>900.2691</w:t>
      </w:r>
      <w:r>
        <w:tab/>
        <w:t>2.025e0</w:t>
      </w:r>
    </w:p>
    <w:p w:rsidR="007B6A46" w:rsidRDefault="007B6A46" w:rsidP="007B6A46">
      <w:r>
        <w:t>900.3608</w:t>
      </w:r>
      <w:r>
        <w:tab/>
        <w:t>2.025e0</w:t>
      </w:r>
    </w:p>
    <w:p w:rsidR="007B6A46" w:rsidRDefault="007B6A46" w:rsidP="007B6A46">
      <w:r>
        <w:t>900.3768</w:t>
      </w:r>
      <w:r>
        <w:tab/>
        <w:t>1.013e0</w:t>
      </w:r>
    </w:p>
    <w:p w:rsidR="007B6A46" w:rsidRDefault="007B6A46" w:rsidP="007B6A46">
      <w:r>
        <w:t>900.4781</w:t>
      </w:r>
      <w:r>
        <w:tab/>
        <w:t>1.013e0</w:t>
      </w:r>
    </w:p>
    <w:p w:rsidR="007B6A46" w:rsidRDefault="007B6A46" w:rsidP="007B6A46">
      <w:r>
        <w:t>900.4873</w:t>
      </w:r>
      <w:r>
        <w:tab/>
        <w:t>2.025e0</w:t>
      </w:r>
    </w:p>
    <w:p w:rsidR="007B6A46" w:rsidRDefault="007B6A46" w:rsidP="007B6A46">
      <w:r>
        <w:t>900.5015</w:t>
      </w:r>
      <w:r>
        <w:tab/>
        <w:t>4.051e0</w:t>
      </w:r>
    </w:p>
    <w:p w:rsidR="007B6A46" w:rsidRDefault="007B6A46" w:rsidP="007B6A46">
      <w:r>
        <w:t>900.5234</w:t>
      </w:r>
      <w:r>
        <w:tab/>
        <w:t>1.013e0</w:t>
      </w:r>
    </w:p>
    <w:p w:rsidR="007B6A46" w:rsidRDefault="007B6A46" w:rsidP="007B6A46">
      <w:r>
        <w:t>900.5479</w:t>
      </w:r>
      <w:r>
        <w:tab/>
        <w:t>2.025e0</w:t>
      </w:r>
    </w:p>
    <w:p w:rsidR="007B6A46" w:rsidRDefault="007B6A46" w:rsidP="007B6A46">
      <w:r>
        <w:t>900.6744</w:t>
      </w:r>
      <w:r>
        <w:tab/>
        <w:t>1.013e0</w:t>
      </w:r>
    </w:p>
    <w:p w:rsidR="007B6A46" w:rsidRDefault="007B6A46" w:rsidP="007B6A46">
      <w:r>
        <w:t>900.6976</w:t>
      </w:r>
      <w:r>
        <w:tab/>
        <w:t>6.076e0</w:t>
      </w:r>
    </w:p>
    <w:p w:rsidR="007B6A46" w:rsidRDefault="007B6A46" w:rsidP="007B6A46">
      <w:r>
        <w:t>900.7801</w:t>
      </w:r>
      <w:r>
        <w:tab/>
        <w:t>1.013e0</w:t>
      </w:r>
    </w:p>
    <w:p w:rsidR="007B6A46" w:rsidRDefault="007B6A46" w:rsidP="007B6A46">
      <w:r>
        <w:t>900.8918</w:t>
      </w:r>
      <w:r>
        <w:tab/>
        <w:t>3.038e0</w:t>
      </w:r>
    </w:p>
    <w:p w:rsidR="007B6A46" w:rsidRDefault="007B6A46" w:rsidP="007B6A46">
      <w:r>
        <w:t>900.9359</w:t>
      </w:r>
      <w:r>
        <w:tab/>
        <w:t>1.013e0</w:t>
      </w:r>
    </w:p>
    <w:p w:rsidR="007B6A46" w:rsidRDefault="007B6A46" w:rsidP="007B6A46">
      <w:r>
        <w:t>901.0203</w:t>
      </w:r>
      <w:r>
        <w:tab/>
        <w:t>2.025e0</w:t>
      </w:r>
    </w:p>
    <w:p w:rsidR="007B6A46" w:rsidRDefault="007B6A46" w:rsidP="007B6A46">
      <w:r>
        <w:t>901.0262</w:t>
      </w:r>
      <w:r>
        <w:tab/>
        <w:t>2.025e0</w:t>
      </w:r>
    </w:p>
    <w:p w:rsidR="007B6A46" w:rsidRDefault="007B6A46" w:rsidP="007B6A46">
      <w:r>
        <w:t>901.0671</w:t>
      </w:r>
      <w:r>
        <w:tab/>
        <w:t>1.013e0</w:t>
      </w:r>
    </w:p>
    <w:p w:rsidR="007B6A46" w:rsidRDefault="007B6A46" w:rsidP="007B6A46">
      <w:r>
        <w:lastRenderedPageBreak/>
        <w:t>901.2059</w:t>
      </w:r>
      <w:r>
        <w:tab/>
        <w:t>1.013e0</w:t>
      </w:r>
    </w:p>
    <w:p w:rsidR="007B6A46" w:rsidRDefault="007B6A46" w:rsidP="007B6A46">
      <w:r>
        <w:t>901.2393</w:t>
      </w:r>
      <w:r>
        <w:tab/>
        <w:t>1.013e0</w:t>
      </w:r>
    </w:p>
    <w:p w:rsidR="007B6A46" w:rsidRDefault="007B6A46" w:rsidP="007B6A46">
      <w:r>
        <w:t>901.2753</w:t>
      </w:r>
      <w:r>
        <w:tab/>
        <w:t>1.013e0</w:t>
      </w:r>
    </w:p>
    <w:p w:rsidR="007B6A46" w:rsidRDefault="007B6A46" w:rsidP="007B6A46">
      <w:r>
        <w:t>901.2769</w:t>
      </w:r>
      <w:r>
        <w:tab/>
        <w:t>3.038e0</w:t>
      </w:r>
    </w:p>
    <w:p w:rsidR="007B6A46" w:rsidRDefault="007B6A46" w:rsidP="007B6A46">
      <w:r>
        <w:t>901.3475</w:t>
      </w:r>
      <w:r>
        <w:tab/>
        <w:t>2.025e0</w:t>
      </w:r>
    </w:p>
    <w:p w:rsidR="007B6A46" w:rsidRDefault="007B6A46" w:rsidP="007B6A46">
      <w:r>
        <w:t>901.4283</w:t>
      </w:r>
      <w:r>
        <w:tab/>
        <w:t>1.013e0</w:t>
      </w:r>
    </w:p>
    <w:p w:rsidR="007B6A46" w:rsidRDefault="007B6A46" w:rsidP="007B6A46">
      <w:r>
        <w:t>901.4934</w:t>
      </w:r>
      <w:r>
        <w:tab/>
        <w:t>1.013e0</w:t>
      </w:r>
    </w:p>
    <w:p w:rsidR="007B6A46" w:rsidRDefault="007B6A46" w:rsidP="007B6A46">
      <w:r>
        <w:t>901.5658</w:t>
      </w:r>
      <w:r>
        <w:tab/>
        <w:t>1.013e0</w:t>
      </w:r>
    </w:p>
    <w:p w:rsidR="007B6A46" w:rsidRDefault="007B6A46" w:rsidP="007B6A46">
      <w:r>
        <w:t>901.5790</w:t>
      </w:r>
      <w:r>
        <w:tab/>
        <w:t>3.038e0</w:t>
      </w:r>
    </w:p>
    <w:p w:rsidR="007B6A46" w:rsidRDefault="007B6A46" w:rsidP="007B6A46">
      <w:r>
        <w:t>901.5883</w:t>
      </w:r>
      <w:r>
        <w:tab/>
        <w:t>4.051e0</w:t>
      </w:r>
    </w:p>
    <w:p w:rsidR="007B6A46" w:rsidRDefault="007B6A46" w:rsidP="007B6A46">
      <w:r>
        <w:t>901.6526</w:t>
      </w:r>
      <w:r>
        <w:tab/>
        <w:t>2.025e0</w:t>
      </w:r>
    </w:p>
    <w:p w:rsidR="007B6A46" w:rsidRDefault="007B6A46" w:rsidP="007B6A46">
      <w:r>
        <w:t>901.6790</w:t>
      </w:r>
      <w:r>
        <w:tab/>
        <w:t>1.013e0</w:t>
      </w:r>
    </w:p>
    <w:p w:rsidR="007B6A46" w:rsidRDefault="007B6A46" w:rsidP="007B6A46">
      <w:r>
        <w:t>901.7297</w:t>
      </w:r>
      <w:r>
        <w:tab/>
        <w:t>2.025e0</w:t>
      </w:r>
    </w:p>
    <w:p w:rsidR="007B6A46" w:rsidRDefault="007B6A46" w:rsidP="007B6A46">
      <w:r>
        <w:t>901.8055</w:t>
      </w:r>
      <w:r>
        <w:tab/>
        <w:t>2.025e0</w:t>
      </w:r>
    </w:p>
    <w:p w:rsidR="007B6A46" w:rsidRDefault="007B6A46" w:rsidP="007B6A46">
      <w:r>
        <w:t>901.8832</w:t>
      </w:r>
      <w:r>
        <w:tab/>
        <w:t>1.013e0</w:t>
      </w:r>
    </w:p>
    <w:p w:rsidR="007B6A46" w:rsidRDefault="007B6A46" w:rsidP="007B6A46">
      <w:r>
        <w:t>901.9120</w:t>
      </w:r>
      <w:r>
        <w:tab/>
        <w:t>2.025e0</w:t>
      </w:r>
    </w:p>
    <w:p w:rsidR="007B6A46" w:rsidRDefault="007B6A46" w:rsidP="007B6A46">
      <w:r>
        <w:t>901.9135</w:t>
      </w:r>
      <w:r>
        <w:tab/>
        <w:t>1.013e0</w:t>
      </w:r>
    </w:p>
    <w:p w:rsidR="007B6A46" w:rsidRDefault="007B6A46" w:rsidP="007B6A46">
      <w:r>
        <w:t>901.9272</w:t>
      </w:r>
      <w:r>
        <w:tab/>
        <w:t>1.013e0</w:t>
      </w:r>
    </w:p>
    <w:p w:rsidR="007B6A46" w:rsidRDefault="007B6A46" w:rsidP="007B6A46">
      <w:r>
        <w:t>902.0345</w:t>
      </w:r>
      <w:r>
        <w:tab/>
        <w:t>1.013e0</w:t>
      </w:r>
    </w:p>
    <w:p w:rsidR="007B6A46" w:rsidRDefault="007B6A46" w:rsidP="007B6A46">
      <w:r>
        <w:lastRenderedPageBreak/>
        <w:t>902.1540</w:t>
      </w:r>
      <w:r>
        <w:tab/>
        <w:t>1.013e0</w:t>
      </w:r>
    </w:p>
    <w:p w:rsidR="007B6A46" w:rsidRDefault="007B6A46" w:rsidP="007B6A46">
      <w:r>
        <w:t>902.1555</w:t>
      </w:r>
      <w:r>
        <w:tab/>
        <w:t>1.013e0</w:t>
      </w:r>
    </w:p>
    <w:p w:rsidR="007B6A46" w:rsidRDefault="007B6A46" w:rsidP="007B6A46">
      <w:r>
        <w:t>902.3366</w:t>
      </w:r>
      <w:r>
        <w:tab/>
        <w:t>1.013e0</w:t>
      </w:r>
    </w:p>
    <w:p w:rsidR="007B6A46" w:rsidRDefault="007B6A46" w:rsidP="007B6A46">
      <w:r>
        <w:t>902.4252</w:t>
      </w:r>
      <w:r>
        <w:tab/>
        <w:t>1.013e0</w:t>
      </w:r>
    </w:p>
    <w:p w:rsidR="007B6A46" w:rsidRDefault="007B6A46" w:rsidP="007B6A46">
      <w:r>
        <w:t>902.4263</w:t>
      </w:r>
      <w:r>
        <w:tab/>
        <w:t>1.013e0</w:t>
      </w:r>
    </w:p>
    <w:p w:rsidR="007B6A46" w:rsidRDefault="007B6A46" w:rsidP="007B6A46">
      <w:r>
        <w:t>902.4277</w:t>
      </w:r>
      <w:r>
        <w:tab/>
        <w:t>1.013e0</w:t>
      </w:r>
    </w:p>
    <w:p w:rsidR="007B6A46" w:rsidRDefault="007B6A46" w:rsidP="007B6A46">
      <w:r>
        <w:t>902.5255</w:t>
      </w:r>
      <w:r>
        <w:tab/>
        <w:t>1.013e0</w:t>
      </w:r>
    </w:p>
    <w:p w:rsidR="007B6A46" w:rsidRDefault="007B6A46" w:rsidP="007B6A46">
      <w:r>
        <w:t>902.5383</w:t>
      </w:r>
      <w:r>
        <w:tab/>
        <w:t>2.025e0</w:t>
      </w:r>
    </w:p>
    <w:p w:rsidR="007B6A46" w:rsidRDefault="007B6A46" w:rsidP="007B6A46">
      <w:r>
        <w:t>902.5946</w:t>
      </w:r>
      <w:r>
        <w:tab/>
        <w:t>3.038e0</w:t>
      </w:r>
    </w:p>
    <w:p w:rsidR="007B6A46" w:rsidRDefault="007B6A46" w:rsidP="007B6A46">
      <w:r>
        <w:t>902.6254</w:t>
      </w:r>
      <w:r>
        <w:tab/>
        <w:t>1.013e0</w:t>
      </w:r>
    </w:p>
    <w:p w:rsidR="007B6A46" w:rsidRDefault="007B6A46" w:rsidP="007B6A46">
      <w:r>
        <w:t>902.7292</w:t>
      </w:r>
      <w:r>
        <w:tab/>
        <w:t>3.038e0</w:t>
      </w:r>
    </w:p>
    <w:p w:rsidR="007B6A46" w:rsidRDefault="007B6A46" w:rsidP="007B6A46">
      <w:r>
        <w:t>902.7758</w:t>
      </w:r>
      <w:r>
        <w:tab/>
        <w:t>1.013e0</w:t>
      </w:r>
    </w:p>
    <w:p w:rsidR="007B6A46" w:rsidRDefault="007B6A46" w:rsidP="007B6A46">
      <w:r>
        <w:t>902.8349</w:t>
      </w:r>
      <w:r>
        <w:tab/>
        <w:t>1.013e0</w:t>
      </w:r>
    </w:p>
    <w:p w:rsidR="007B6A46" w:rsidRDefault="007B6A46" w:rsidP="007B6A46">
      <w:r>
        <w:t>902.8674</w:t>
      </w:r>
      <w:r>
        <w:tab/>
        <w:t>2.025e0</w:t>
      </w:r>
    </w:p>
    <w:p w:rsidR="007B6A46" w:rsidRDefault="007B6A46" w:rsidP="007B6A46">
      <w:r>
        <w:t>902.9484</w:t>
      </w:r>
      <w:r>
        <w:tab/>
        <w:t>2.025e0</w:t>
      </w:r>
    </w:p>
    <w:p w:rsidR="007B6A46" w:rsidRDefault="007B6A46" w:rsidP="007B6A46">
      <w:r>
        <w:t>902.9824</w:t>
      </w:r>
      <w:r>
        <w:tab/>
        <w:t>1.013e0</w:t>
      </w:r>
    </w:p>
    <w:p w:rsidR="007B6A46" w:rsidRDefault="007B6A46" w:rsidP="007B6A46">
      <w:r>
        <w:t>903.0028</w:t>
      </w:r>
      <w:r>
        <w:tab/>
        <w:t>1.013e0</w:t>
      </w:r>
    </w:p>
    <w:p w:rsidR="007B6A46" w:rsidRDefault="007B6A46" w:rsidP="007B6A46">
      <w:r>
        <w:t>903.0179</w:t>
      </w:r>
      <w:r>
        <w:tab/>
        <w:t>1.013e0</w:t>
      </w:r>
    </w:p>
    <w:p w:rsidR="007B6A46" w:rsidRDefault="007B6A46" w:rsidP="007B6A46">
      <w:r>
        <w:t>903.0634</w:t>
      </w:r>
      <w:r>
        <w:tab/>
        <w:t>1.013e0</w:t>
      </w:r>
    </w:p>
    <w:p w:rsidR="007B6A46" w:rsidRDefault="007B6A46" w:rsidP="007B6A46">
      <w:r>
        <w:lastRenderedPageBreak/>
        <w:t>903.2588</w:t>
      </w:r>
      <w:r>
        <w:tab/>
        <w:t>2.025e0</w:t>
      </w:r>
    </w:p>
    <w:p w:rsidR="007B6A46" w:rsidRDefault="007B6A46" w:rsidP="007B6A46">
      <w:r>
        <w:t>903.2697</w:t>
      </w:r>
      <w:r>
        <w:tab/>
        <w:t>1.013e0</w:t>
      </w:r>
    </w:p>
    <w:p w:rsidR="007B6A46" w:rsidRDefault="007B6A46" w:rsidP="007B6A46">
      <w:r>
        <w:t>903.2739</w:t>
      </w:r>
      <w:r>
        <w:tab/>
        <w:t>1.013e0</w:t>
      </w:r>
    </w:p>
    <w:p w:rsidR="007B6A46" w:rsidRDefault="007B6A46" w:rsidP="007B6A46">
      <w:r>
        <w:t>903.3435</w:t>
      </w:r>
      <w:r>
        <w:tab/>
        <w:t>2.025e0</w:t>
      </w:r>
    </w:p>
    <w:p w:rsidR="007B6A46" w:rsidRDefault="007B6A46" w:rsidP="007B6A46">
      <w:r>
        <w:t>903.3525</w:t>
      </w:r>
      <w:r>
        <w:tab/>
        <w:t>1.013e0</w:t>
      </w:r>
    </w:p>
    <w:p w:rsidR="007B6A46" w:rsidRDefault="007B6A46" w:rsidP="007B6A46">
      <w:r>
        <w:t>903.4382</w:t>
      </w:r>
      <w:r>
        <w:tab/>
        <w:t>1.013e0</w:t>
      </w:r>
    </w:p>
    <w:p w:rsidR="007B6A46" w:rsidRDefault="007B6A46" w:rsidP="007B6A46">
      <w:r>
        <w:t>903.4420</w:t>
      </w:r>
      <w:r>
        <w:tab/>
        <w:t>1.013e0</w:t>
      </w:r>
    </w:p>
    <w:p w:rsidR="007B6A46" w:rsidRDefault="007B6A46" w:rsidP="007B6A46">
      <w:r>
        <w:t>903.5112</w:t>
      </w:r>
      <w:r>
        <w:tab/>
        <w:t>2.025e0</w:t>
      </w:r>
    </w:p>
    <w:p w:rsidR="007B6A46" w:rsidRDefault="007B6A46" w:rsidP="007B6A46">
      <w:r>
        <w:t>903.5496</w:t>
      </w:r>
      <w:r>
        <w:tab/>
        <w:t>2.025e0</w:t>
      </w:r>
    </w:p>
    <w:p w:rsidR="007B6A46" w:rsidRDefault="007B6A46" w:rsidP="007B6A46">
      <w:r>
        <w:t>903.6085</w:t>
      </w:r>
      <w:r>
        <w:tab/>
        <w:t>1.013e0</w:t>
      </w:r>
    </w:p>
    <w:p w:rsidR="007B6A46" w:rsidRDefault="007B6A46" w:rsidP="007B6A46">
      <w:r>
        <w:t>903.6298</w:t>
      </w:r>
      <w:r>
        <w:tab/>
        <w:t>2.025e0</w:t>
      </w:r>
    </w:p>
    <w:p w:rsidR="007B6A46" w:rsidRDefault="007B6A46" w:rsidP="007B6A46">
      <w:r>
        <w:t>903.6389</w:t>
      </w:r>
      <w:r>
        <w:tab/>
        <w:t>1.013e0</w:t>
      </w:r>
    </w:p>
    <w:p w:rsidR="007B6A46" w:rsidRDefault="007B6A46" w:rsidP="007B6A46">
      <w:r>
        <w:t>903.6995</w:t>
      </w:r>
      <w:r>
        <w:tab/>
        <w:t>1.013e0</w:t>
      </w:r>
    </w:p>
    <w:p w:rsidR="007B6A46" w:rsidRDefault="007B6A46" w:rsidP="007B6A46">
      <w:r>
        <w:t>903.7586</w:t>
      </w:r>
      <w:r>
        <w:tab/>
        <w:t>1.013e0</w:t>
      </w:r>
    </w:p>
    <w:p w:rsidR="007B6A46" w:rsidRDefault="007B6A46" w:rsidP="007B6A46">
      <w:r>
        <w:t>903.7745</w:t>
      </w:r>
      <w:r>
        <w:tab/>
        <w:t>2.025e0</w:t>
      </w:r>
    </w:p>
    <w:p w:rsidR="007B6A46" w:rsidRDefault="007B6A46" w:rsidP="007B6A46">
      <w:r>
        <w:t>903.8434</w:t>
      </w:r>
      <w:r>
        <w:tab/>
        <w:t>2.025e0</w:t>
      </w:r>
    </w:p>
    <w:p w:rsidR="007B6A46" w:rsidRDefault="007B6A46" w:rsidP="007B6A46">
      <w:r>
        <w:t>904.0143</w:t>
      </w:r>
      <w:r>
        <w:tab/>
        <w:t>2.025e0</w:t>
      </w:r>
    </w:p>
    <w:p w:rsidR="007B6A46" w:rsidRDefault="007B6A46" w:rsidP="007B6A46">
      <w:r>
        <w:t>904.0479</w:t>
      </w:r>
      <w:r>
        <w:tab/>
        <w:t>1.013e0</w:t>
      </w:r>
    </w:p>
    <w:p w:rsidR="007B6A46" w:rsidRDefault="007B6A46" w:rsidP="007B6A46">
      <w:r>
        <w:t>904.0782</w:t>
      </w:r>
      <w:r>
        <w:tab/>
        <w:t>1.013e0</w:t>
      </w:r>
    </w:p>
    <w:p w:rsidR="007B6A46" w:rsidRDefault="007B6A46" w:rsidP="007B6A46">
      <w:r>
        <w:lastRenderedPageBreak/>
        <w:t>904.2147</w:t>
      </w:r>
      <w:r>
        <w:tab/>
        <w:t>1.013e0</w:t>
      </w:r>
    </w:p>
    <w:p w:rsidR="007B6A46" w:rsidRDefault="007B6A46" w:rsidP="007B6A46">
      <w:r>
        <w:t>904.2298</w:t>
      </w:r>
      <w:r>
        <w:tab/>
        <w:t>1.013e0</w:t>
      </w:r>
    </w:p>
    <w:p w:rsidR="007B6A46" w:rsidRDefault="007B6A46" w:rsidP="007B6A46">
      <w:r>
        <w:t>904.2379</w:t>
      </w:r>
      <w:r>
        <w:tab/>
        <w:t>2.025e0</w:t>
      </w:r>
    </w:p>
    <w:p w:rsidR="007B6A46" w:rsidRDefault="007B6A46" w:rsidP="007B6A46">
      <w:r>
        <w:t>904.2739</w:t>
      </w:r>
      <w:r>
        <w:tab/>
        <w:t>1.013e0</w:t>
      </w:r>
    </w:p>
    <w:p w:rsidR="007B6A46" w:rsidRDefault="007B6A46" w:rsidP="007B6A46">
      <w:r>
        <w:t>904.4255</w:t>
      </w:r>
      <w:r>
        <w:tab/>
        <w:t>1.013e0</w:t>
      </w:r>
    </w:p>
    <w:p w:rsidR="007B6A46" w:rsidRDefault="007B6A46" w:rsidP="007B6A46">
      <w:r>
        <w:t>904.4345</w:t>
      </w:r>
      <w:r>
        <w:tab/>
        <w:t>2.025e0</w:t>
      </w:r>
    </w:p>
    <w:p w:rsidR="007B6A46" w:rsidRDefault="007B6A46" w:rsidP="007B6A46">
      <w:r>
        <w:t>904.4406</w:t>
      </w:r>
      <w:r>
        <w:tab/>
        <w:t>1.013e0</w:t>
      </w:r>
    </w:p>
    <w:p w:rsidR="007B6A46" w:rsidRDefault="007B6A46" w:rsidP="007B6A46">
      <w:r>
        <w:t>904.5149</w:t>
      </w:r>
      <w:r>
        <w:tab/>
        <w:t>4.051e0</w:t>
      </w:r>
    </w:p>
    <w:p w:rsidR="007B6A46" w:rsidRDefault="007B6A46" w:rsidP="007B6A46">
      <w:r>
        <w:t>904.6160</w:t>
      </w:r>
      <w:r>
        <w:tab/>
        <w:t>2.025e0</w:t>
      </w:r>
    </w:p>
    <w:p w:rsidR="007B6A46" w:rsidRDefault="007B6A46" w:rsidP="007B6A46">
      <w:r>
        <w:t>904.6193</w:t>
      </w:r>
      <w:r>
        <w:tab/>
        <w:t>3.038e0</w:t>
      </w:r>
    </w:p>
    <w:p w:rsidR="007B6A46" w:rsidRDefault="007B6A46" w:rsidP="007B6A46">
      <w:r>
        <w:t>904.6544</w:t>
      </w:r>
      <w:r>
        <w:tab/>
        <w:t>1.013e0</w:t>
      </w:r>
    </w:p>
    <w:p w:rsidR="007B6A46" w:rsidRDefault="007B6A46" w:rsidP="007B6A46">
      <w:r>
        <w:t>904.7370</w:t>
      </w:r>
      <w:r>
        <w:tab/>
        <w:t>3.038e0</w:t>
      </w:r>
    </w:p>
    <w:p w:rsidR="007B6A46" w:rsidRDefault="007B6A46" w:rsidP="007B6A46">
      <w:r>
        <w:t>904.7982</w:t>
      </w:r>
      <w:r>
        <w:tab/>
        <w:t>2.025e0</w:t>
      </w:r>
    </w:p>
    <w:p w:rsidR="007B6A46" w:rsidRDefault="007B6A46" w:rsidP="007B6A46">
      <w:r>
        <w:t>904.8956</w:t>
      </w:r>
      <w:r>
        <w:tab/>
        <w:t>1.013e0</w:t>
      </w:r>
    </w:p>
    <w:p w:rsidR="007B6A46" w:rsidRDefault="007B6A46" w:rsidP="007B6A46">
      <w:r>
        <w:t>904.9582</w:t>
      </w:r>
      <w:r>
        <w:tab/>
        <w:t>1.013e0</w:t>
      </w:r>
    </w:p>
    <w:p w:rsidR="007B6A46" w:rsidRDefault="007B6A46" w:rsidP="007B6A46">
      <w:r>
        <w:t>904.9728</w:t>
      </w:r>
      <w:r>
        <w:tab/>
        <w:t>2.025e0</w:t>
      </w:r>
    </w:p>
    <w:p w:rsidR="007B6A46" w:rsidRDefault="007B6A46" w:rsidP="007B6A46">
      <w:r>
        <w:t>904.9800</w:t>
      </w:r>
      <w:r>
        <w:tab/>
        <w:t>2.025e0</w:t>
      </w:r>
    </w:p>
    <w:p w:rsidR="007B6A46" w:rsidRDefault="007B6A46" w:rsidP="007B6A46">
      <w:r>
        <w:t>905.1442</w:t>
      </w:r>
      <w:r>
        <w:tab/>
        <w:t>1.013e0</w:t>
      </w:r>
    </w:p>
    <w:p w:rsidR="007B6A46" w:rsidRDefault="007B6A46" w:rsidP="007B6A46">
      <w:r>
        <w:t>905.1578</w:t>
      </w:r>
      <w:r>
        <w:tab/>
        <w:t>3.038e0</w:t>
      </w:r>
    </w:p>
    <w:p w:rsidR="007B6A46" w:rsidRDefault="007B6A46" w:rsidP="007B6A46">
      <w:r>
        <w:lastRenderedPageBreak/>
        <w:t>905.2445</w:t>
      </w:r>
      <w:r>
        <w:tab/>
        <w:t>1.013e0</w:t>
      </w:r>
    </w:p>
    <w:p w:rsidR="007B6A46" w:rsidRDefault="007B6A46" w:rsidP="007B6A46">
      <w:r>
        <w:t>905.2806</w:t>
      </w:r>
      <w:r>
        <w:tab/>
        <w:t>1.013e0</w:t>
      </w:r>
    </w:p>
    <w:p w:rsidR="007B6A46" w:rsidRDefault="007B6A46" w:rsidP="007B6A46">
      <w:r>
        <w:t>905.3500</w:t>
      </w:r>
      <w:r>
        <w:tab/>
        <w:t>1.013e0</w:t>
      </w:r>
    </w:p>
    <w:p w:rsidR="007B6A46" w:rsidRDefault="007B6A46" w:rsidP="007B6A46">
      <w:r>
        <w:t>905.5177</w:t>
      </w:r>
      <w:r>
        <w:tab/>
        <w:t>1.013e0</w:t>
      </w:r>
    </w:p>
    <w:p w:rsidR="007B6A46" w:rsidRDefault="007B6A46" w:rsidP="007B6A46">
      <w:r>
        <w:t>905.5343</w:t>
      </w:r>
      <w:r>
        <w:tab/>
        <w:t>1.013e0</w:t>
      </w:r>
    </w:p>
    <w:p w:rsidR="007B6A46" w:rsidRDefault="007B6A46" w:rsidP="007B6A46">
      <w:r>
        <w:t>905.6543</w:t>
      </w:r>
      <w:r>
        <w:tab/>
        <w:t>1.013e0</w:t>
      </w:r>
    </w:p>
    <w:p w:rsidR="007B6A46" w:rsidRDefault="007B6A46" w:rsidP="007B6A46">
      <w:r>
        <w:t>905.6730</w:t>
      </w:r>
      <w:r>
        <w:tab/>
        <w:t>2.025e0</w:t>
      </w:r>
    </w:p>
    <w:p w:rsidR="007B6A46" w:rsidRDefault="007B6A46" w:rsidP="007B6A46">
      <w:r>
        <w:t>905.6861</w:t>
      </w:r>
      <w:r>
        <w:tab/>
        <w:t>1.013e0</w:t>
      </w:r>
    </w:p>
    <w:p w:rsidR="007B6A46" w:rsidRDefault="007B6A46" w:rsidP="007B6A46">
      <w:r>
        <w:t>905.7772</w:t>
      </w:r>
      <w:r>
        <w:tab/>
        <w:t>1.013e0</w:t>
      </w:r>
    </w:p>
    <w:p w:rsidR="007B6A46" w:rsidRDefault="007B6A46" w:rsidP="007B6A46">
      <w:r>
        <w:t>905.8076</w:t>
      </w:r>
      <w:r>
        <w:tab/>
        <w:t>1.013e0</w:t>
      </w:r>
    </w:p>
    <w:p w:rsidR="007B6A46" w:rsidRDefault="007B6A46" w:rsidP="007B6A46">
      <w:r>
        <w:t>906.0417</w:t>
      </w:r>
      <w:r>
        <w:tab/>
        <w:t>1.013e0</w:t>
      </w:r>
    </w:p>
    <w:p w:rsidR="007B6A46" w:rsidRDefault="007B6A46" w:rsidP="007B6A46">
      <w:r>
        <w:t>906.1796</w:t>
      </w:r>
      <w:r>
        <w:tab/>
        <w:t>2.025e0</w:t>
      </w:r>
    </w:p>
    <w:p w:rsidR="007B6A46" w:rsidRDefault="007B6A46" w:rsidP="007B6A46">
      <w:r>
        <w:t>906.2632</w:t>
      </w:r>
      <w:r>
        <w:tab/>
        <w:t>1.013e0</w:t>
      </w:r>
    </w:p>
    <w:p w:rsidR="007B6A46" w:rsidRDefault="007B6A46" w:rsidP="007B6A46">
      <w:r>
        <w:t>906.3461</w:t>
      </w:r>
      <w:r>
        <w:tab/>
        <w:t>1.013e0</w:t>
      </w:r>
    </w:p>
    <w:p w:rsidR="007B6A46" w:rsidRDefault="007B6A46" w:rsidP="007B6A46">
      <w:r>
        <w:t>906.3793</w:t>
      </w:r>
      <w:r>
        <w:tab/>
        <w:t>1.013e0</w:t>
      </w:r>
    </w:p>
    <w:p w:rsidR="007B6A46" w:rsidRDefault="007B6A46" w:rsidP="007B6A46">
      <w:r>
        <w:t>906.4969</w:t>
      </w:r>
      <w:r>
        <w:tab/>
        <w:t>1.013e0</w:t>
      </w:r>
    </w:p>
    <w:p w:rsidR="007B6A46" w:rsidRDefault="007B6A46" w:rsidP="007B6A46">
      <w:r>
        <w:t>906.6332</w:t>
      </w:r>
      <w:r>
        <w:tab/>
        <w:t>1.013e0</w:t>
      </w:r>
    </w:p>
    <w:p w:rsidR="007B6A46" w:rsidRDefault="007B6A46" w:rsidP="007B6A46">
      <w:r>
        <w:t>906.6752</w:t>
      </w:r>
      <w:r>
        <w:tab/>
        <w:t>2.025e0</w:t>
      </w:r>
    </w:p>
    <w:p w:rsidR="007B6A46" w:rsidRDefault="007B6A46" w:rsidP="007B6A46">
      <w:r>
        <w:t>906.6886</w:t>
      </w:r>
      <w:r>
        <w:tab/>
        <w:t>1.013e0</w:t>
      </w:r>
    </w:p>
    <w:p w:rsidR="007B6A46" w:rsidRDefault="007B6A46" w:rsidP="007B6A46">
      <w:r>
        <w:lastRenderedPageBreak/>
        <w:t>906.7494</w:t>
      </w:r>
      <w:r>
        <w:tab/>
        <w:t>1.013e0</w:t>
      </w:r>
    </w:p>
    <w:p w:rsidR="007B6A46" w:rsidRDefault="007B6A46" w:rsidP="007B6A46">
      <w:r>
        <w:t>906.7798</w:t>
      </w:r>
      <w:r>
        <w:tab/>
        <w:t>1.013e0</w:t>
      </w:r>
    </w:p>
    <w:p w:rsidR="007B6A46" w:rsidRDefault="007B6A46" w:rsidP="007B6A46">
      <w:r>
        <w:t>906.7855</w:t>
      </w:r>
      <w:r>
        <w:tab/>
        <w:t>1.013e0</w:t>
      </w:r>
    </w:p>
    <w:p w:rsidR="007B6A46" w:rsidRDefault="007B6A46" w:rsidP="007B6A46">
      <w:r>
        <w:t>906.8392</w:t>
      </w:r>
      <w:r>
        <w:tab/>
        <w:t>1.013e0</w:t>
      </w:r>
    </w:p>
    <w:p w:rsidR="007B6A46" w:rsidRDefault="007B6A46" w:rsidP="007B6A46">
      <w:r>
        <w:t>906.9376</w:t>
      </w:r>
      <w:r>
        <w:tab/>
        <w:t>1.013e0</w:t>
      </w:r>
    </w:p>
    <w:p w:rsidR="007B6A46" w:rsidRDefault="007B6A46" w:rsidP="007B6A46">
      <w:r>
        <w:t>906.9774</w:t>
      </w:r>
      <w:r>
        <w:tab/>
        <w:t>1.013e0</w:t>
      </w:r>
    </w:p>
    <w:p w:rsidR="007B6A46" w:rsidRDefault="007B6A46" w:rsidP="007B6A46">
      <w:r>
        <w:t>907.0382</w:t>
      </w:r>
      <w:r>
        <w:tab/>
        <w:t>1.013e0</w:t>
      </w:r>
    </w:p>
    <w:p w:rsidR="007B6A46" w:rsidRDefault="007B6A46" w:rsidP="007B6A46">
      <w:r>
        <w:t>907.1243</w:t>
      </w:r>
      <w:r>
        <w:tab/>
        <w:t>1.013e0</w:t>
      </w:r>
    </w:p>
    <w:p w:rsidR="007B6A46" w:rsidRDefault="007B6A46" w:rsidP="007B6A46">
      <w:r>
        <w:t>907.1295</w:t>
      </w:r>
      <w:r>
        <w:tab/>
        <w:t>1.013e0</w:t>
      </w:r>
    </w:p>
    <w:p w:rsidR="007B6A46" w:rsidRDefault="007B6A46" w:rsidP="007B6A46">
      <w:r>
        <w:t>907.3105</w:t>
      </w:r>
      <w:r>
        <w:tab/>
        <w:t>1.013e0</w:t>
      </w:r>
    </w:p>
    <w:p w:rsidR="007B6A46" w:rsidRDefault="007B6A46" w:rsidP="007B6A46">
      <w:r>
        <w:t>907.3117</w:t>
      </w:r>
      <w:r>
        <w:tab/>
        <w:t>1.013e0</w:t>
      </w:r>
    </w:p>
    <w:p w:rsidR="007B6A46" w:rsidRDefault="007B6A46" w:rsidP="007B6A46">
      <w:r>
        <w:t>907.3591</w:t>
      </w:r>
      <w:r>
        <w:tab/>
        <w:t>1.013e0</w:t>
      </w:r>
    </w:p>
    <w:p w:rsidR="007B6A46" w:rsidRDefault="007B6A46" w:rsidP="007B6A46">
      <w:r>
        <w:t>907.4461</w:t>
      </w:r>
      <w:r>
        <w:tab/>
        <w:t>1.013e0</w:t>
      </w:r>
    </w:p>
    <w:p w:rsidR="007B6A46" w:rsidRDefault="007B6A46" w:rsidP="007B6A46">
      <w:r>
        <w:t>907.4944</w:t>
      </w:r>
      <w:r>
        <w:tab/>
        <w:t>1.013e0</w:t>
      </w:r>
    </w:p>
    <w:p w:rsidR="007B6A46" w:rsidRDefault="007B6A46" w:rsidP="007B6A46">
      <w:r>
        <w:t>907.6796</w:t>
      </w:r>
      <w:r>
        <w:tab/>
        <w:t>1.013e0</w:t>
      </w:r>
    </w:p>
    <w:p w:rsidR="007B6A46" w:rsidRDefault="007B6A46" w:rsidP="007B6A46">
      <w:r>
        <w:t>907.7070</w:t>
      </w:r>
      <w:r>
        <w:tab/>
        <w:t>2.025e0</w:t>
      </w:r>
    </w:p>
    <w:p w:rsidR="007B6A46" w:rsidRDefault="007B6A46" w:rsidP="007B6A46">
      <w:r>
        <w:t>907.7349</w:t>
      </w:r>
      <w:r>
        <w:tab/>
        <w:t>2.025e0</w:t>
      </w:r>
    </w:p>
    <w:p w:rsidR="007B6A46" w:rsidRDefault="007B6A46" w:rsidP="007B6A46">
      <w:r>
        <w:t>907.8677</w:t>
      </w:r>
      <w:r>
        <w:tab/>
        <w:t>1.013e0</w:t>
      </w:r>
    </w:p>
    <w:p w:rsidR="007B6A46" w:rsidRDefault="007B6A46" w:rsidP="007B6A46">
      <w:r>
        <w:t>907.9189</w:t>
      </w:r>
      <w:r>
        <w:tab/>
        <w:t>1.013e0</w:t>
      </w:r>
    </w:p>
    <w:p w:rsidR="007B6A46" w:rsidRDefault="007B6A46" w:rsidP="007B6A46">
      <w:r>
        <w:lastRenderedPageBreak/>
        <w:t>907.9203</w:t>
      </w:r>
      <w:r>
        <w:tab/>
        <w:t>1.013e0</w:t>
      </w:r>
    </w:p>
    <w:p w:rsidR="007B6A46" w:rsidRDefault="007B6A46" w:rsidP="007B6A46">
      <w:r>
        <w:t>907.9341</w:t>
      </w:r>
      <w:r>
        <w:tab/>
        <w:t>1.013e0</w:t>
      </w:r>
    </w:p>
    <w:p w:rsidR="007B6A46" w:rsidRDefault="007B6A46" w:rsidP="007B6A46">
      <w:r>
        <w:t>907.9979</w:t>
      </w:r>
      <w:r>
        <w:tab/>
        <w:t>2.025e0</w:t>
      </w:r>
    </w:p>
    <w:p w:rsidR="007B6A46" w:rsidRDefault="007B6A46" w:rsidP="007B6A46">
      <w:r>
        <w:t>908.0799</w:t>
      </w:r>
      <w:r>
        <w:tab/>
        <w:t>2.025e0</w:t>
      </w:r>
    </w:p>
    <w:p w:rsidR="007B6A46" w:rsidRDefault="007B6A46" w:rsidP="007B6A46">
      <w:r>
        <w:t>908.0864</w:t>
      </w:r>
      <w:r>
        <w:tab/>
        <w:t>1.013e0</w:t>
      </w:r>
    </w:p>
    <w:p w:rsidR="007B6A46" w:rsidRDefault="007B6A46" w:rsidP="007B6A46">
      <w:r>
        <w:t>908.1649</w:t>
      </w:r>
      <w:r>
        <w:tab/>
        <w:t>2.025e0</w:t>
      </w:r>
    </w:p>
    <w:p w:rsidR="007B6A46" w:rsidRDefault="007B6A46" w:rsidP="007B6A46">
      <w:r>
        <w:t>908.1791</w:t>
      </w:r>
      <w:r>
        <w:tab/>
        <w:t>1.013e0</w:t>
      </w:r>
    </w:p>
    <w:p w:rsidR="007B6A46" w:rsidRDefault="007B6A46" w:rsidP="007B6A46">
      <w:r>
        <w:t>908.3041</w:t>
      </w:r>
      <w:r>
        <w:tab/>
        <w:t>2.025e0</w:t>
      </w:r>
    </w:p>
    <w:p w:rsidR="007B6A46" w:rsidRDefault="007B6A46" w:rsidP="007B6A46">
      <w:r>
        <w:t>908.3314</w:t>
      </w:r>
      <w:r>
        <w:tab/>
        <w:t>1.013e0</w:t>
      </w:r>
    </w:p>
    <w:p w:rsidR="007B6A46" w:rsidRDefault="007B6A46" w:rsidP="007B6A46">
      <w:r>
        <w:t>908.3466</w:t>
      </w:r>
      <w:r>
        <w:tab/>
        <w:t>1.013e0</w:t>
      </w:r>
    </w:p>
    <w:p w:rsidR="007B6A46" w:rsidRDefault="007B6A46" w:rsidP="007B6A46">
      <w:r>
        <w:t>908.4417</w:t>
      </w:r>
      <w:r>
        <w:tab/>
        <w:t>1.013e0</w:t>
      </w:r>
    </w:p>
    <w:p w:rsidR="007B6A46" w:rsidRDefault="007B6A46" w:rsidP="007B6A46">
      <w:r>
        <w:t>908.4669</w:t>
      </w:r>
      <w:r>
        <w:tab/>
        <w:t>1.013e0</w:t>
      </w:r>
    </w:p>
    <w:p w:rsidR="007B6A46" w:rsidRDefault="007B6A46" w:rsidP="007B6A46">
      <w:r>
        <w:t>908.4912</w:t>
      </w:r>
      <w:r>
        <w:tab/>
        <w:t>2.025e0</w:t>
      </w:r>
    </w:p>
    <w:p w:rsidR="007B6A46" w:rsidRDefault="007B6A46" w:rsidP="007B6A46">
      <w:r>
        <w:t>908.5278</w:t>
      </w:r>
      <w:r>
        <w:tab/>
        <w:t>1.013e0</w:t>
      </w:r>
    </w:p>
    <w:p w:rsidR="007B6A46" w:rsidRDefault="007B6A46" w:rsidP="007B6A46">
      <w:r>
        <w:t>908.5293</w:t>
      </w:r>
      <w:r>
        <w:tab/>
        <w:t>1.013e0</w:t>
      </w:r>
    </w:p>
    <w:p w:rsidR="007B6A46" w:rsidRDefault="007B6A46" w:rsidP="007B6A46">
      <w:r>
        <w:t>908.5598</w:t>
      </w:r>
      <w:r>
        <w:tab/>
        <w:t>1.013e0</w:t>
      </w:r>
    </w:p>
    <w:p w:rsidR="007B6A46" w:rsidRDefault="007B6A46" w:rsidP="007B6A46">
      <w:r>
        <w:t>908.5938</w:t>
      </w:r>
      <w:r>
        <w:tab/>
        <w:t>1.013e0</w:t>
      </w:r>
    </w:p>
    <w:p w:rsidR="007B6A46" w:rsidRDefault="007B6A46" w:rsidP="007B6A46">
      <w:r>
        <w:t>908.6270</w:t>
      </w:r>
      <w:r>
        <w:tab/>
        <w:t>1.013e0</w:t>
      </w:r>
    </w:p>
    <w:p w:rsidR="007B6A46" w:rsidRDefault="007B6A46" w:rsidP="007B6A46">
      <w:r>
        <w:t>908.7606</w:t>
      </w:r>
      <w:r>
        <w:tab/>
        <w:t>3.038e0</w:t>
      </w:r>
    </w:p>
    <w:p w:rsidR="007B6A46" w:rsidRDefault="007B6A46" w:rsidP="007B6A46">
      <w:r>
        <w:lastRenderedPageBreak/>
        <w:t>908.8796</w:t>
      </w:r>
      <w:r>
        <w:tab/>
        <w:t>1.013e0</w:t>
      </w:r>
    </w:p>
    <w:p w:rsidR="007B6A46" w:rsidRDefault="007B6A46" w:rsidP="007B6A46">
      <w:r>
        <w:t>908.8872</w:t>
      </w:r>
      <w:r>
        <w:tab/>
        <w:t>2.025e0</w:t>
      </w:r>
    </w:p>
    <w:p w:rsidR="007B6A46" w:rsidRDefault="007B6A46" w:rsidP="007B6A46">
      <w:r>
        <w:t>908.9835</w:t>
      </w:r>
      <w:r>
        <w:tab/>
        <w:t>1.013e0</w:t>
      </w:r>
    </w:p>
    <w:p w:rsidR="007B6A46" w:rsidRDefault="007B6A46" w:rsidP="007B6A46">
      <w:r>
        <w:t>909.0914</w:t>
      </w:r>
      <w:r>
        <w:tab/>
        <w:t>1.013e0</w:t>
      </w:r>
    </w:p>
    <w:p w:rsidR="007B6A46" w:rsidRDefault="007B6A46" w:rsidP="007B6A46">
      <w:r>
        <w:t>909.1385</w:t>
      </w:r>
      <w:r>
        <w:tab/>
        <w:t>1.013e0</w:t>
      </w:r>
    </w:p>
    <w:p w:rsidR="007B6A46" w:rsidRDefault="007B6A46" w:rsidP="007B6A46">
      <w:r>
        <w:t>909.1523</w:t>
      </w:r>
      <w:r>
        <w:tab/>
        <w:t>1.013e0</w:t>
      </w:r>
    </w:p>
    <w:p w:rsidR="007B6A46" w:rsidRDefault="007B6A46" w:rsidP="007B6A46">
      <w:r>
        <w:t>909.1995</w:t>
      </w:r>
      <w:r>
        <w:tab/>
        <w:t>1.013e0</w:t>
      </w:r>
    </w:p>
    <w:p w:rsidR="007B6A46" w:rsidRDefault="007B6A46" w:rsidP="007B6A46">
      <w:r>
        <w:t>909.3214</w:t>
      </w:r>
      <w:r>
        <w:tab/>
        <w:t>2.025e0</w:t>
      </w:r>
    </w:p>
    <w:p w:rsidR="007B6A46" w:rsidRDefault="007B6A46" w:rsidP="007B6A46">
      <w:r>
        <w:t>909.3890</w:t>
      </w:r>
      <w:r>
        <w:tab/>
        <w:t>1.013e0</w:t>
      </w:r>
    </w:p>
    <w:p w:rsidR="007B6A46" w:rsidRDefault="007B6A46" w:rsidP="007B6A46">
      <w:r>
        <w:t>909.4233</w:t>
      </w:r>
      <w:r>
        <w:tab/>
        <w:t>2.025e0</w:t>
      </w:r>
    </w:p>
    <w:p w:rsidR="007B6A46" w:rsidRDefault="007B6A46" w:rsidP="007B6A46">
      <w:r>
        <w:t>909.5223</w:t>
      </w:r>
      <w:r>
        <w:tab/>
        <w:t>1.013e0</w:t>
      </w:r>
    </w:p>
    <w:p w:rsidR="007B6A46" w:rsidRDefault="007B6A46" w:rsidP="007B6A46">
      <w:r>
        <w:t>909.5237</w:t>
      </w:r>
      <w:r>
        <w:tab/>
        <w:t>1.013e0</w:t>
      </w:r>
    </w:p>
    <w:p w:rsidR="007B6A46" w:rsidRDefault="007B6A46" w:rsidP="007B6A46">
      <w:r>
        <w:t>909.5294</w:t>
      </w:r>
      <w:r>
        <w:tab/>
        <w:t>2.025e0</w:t>
      </w:r>
    </w:p>
    <w:p w:rsidR="007B6A46" w:rsidRDefault="007B6A46" w:rsidP="007B6A46">
      <w:r>
        <w:t>909.6553</w:t>
      </w:r>
      <w:r>
        <w:tab/>
        <w:t>1.013e0</w:t>
      </w:r>
    </w:p>
    <w:p w:rsidR="007B6A46" w:rsidRDefault="007B6A46" w:rsidP="007B6A46">
      <w:r>
        <w:t>909.7468</w:t>
      </w:r>
      <w:r>
        <w:tab/>
        <w:t>1.013e0</w:t>
      </w:r>
    </w:p>
    <w:p w:rsidR="007B6A46" w:rsidRDefault="007B6A46" w:rsidP="007B6A46">
      <w:r>
        <w:t>909.7634</w:t>
      </w:r>
      <w:r>
        <w:tab/>
        <w:t>1.013e0</w:t>
      </w:r>
    </w:p>
    <w:p w:rsidR="007B6A46" w:rsidRDefault="007B6A46" w:rsidP="007B6A46">
      <w:r>
        <w:t>909.8101</w:t>
      </w:r>
      <w:r>
        <w:tab/>
        <w:t>1.013e0</w:t>
      </w:r>
    </w:p>
    <w:p w:rsidR="007B6A46" w:rsidRDefault="007B6A46" w:rsidP="007B6A46">
      <w:r>
        <w:t>909.8353</w:t>
      </w:r>
      <w:r>
        <w:tab/>
        <w:t>2.025e0</w:t>
      </w:r>
    </w:p>
    <w:p w:rsidR="007B6A46" w:rsidRDefault="007B6A46" w:rsidP="007B6A46">
      <w:r>
        <w:t>910.0380</w:t>
      </w:r>
      <w:r>
        <w:tab/>
        <w:t>1.013e0</w:t>
      </w:r>
    </w:p>
    <w:p w:rsidR="007B6A46" w:rsidRDefault="007B6A46" w:rsidP="007B6A46">
      <w:r>
        <w:lastRenderedPageBreak/>
        <w:t>910.0670</w:t>
      </w:r>
      <w:r>
        <w:tab/>
        <w:t>1.013e0</w:t>
      </w:r>
    </w:p>
    <w:p w:rsidR="007B6A46" w:rsidRDefault="007B6A46" w:rsidP="007B6A46">
      <w:r>
        <w:t>910.0989</w:t>
      </w:r>
      <w:r>
        <w:tab/>
        <w:t>1.013e0</w:t>
      </w:r>
    </w:p>
    <w:p w:rsidR="007B6A46" w:rsidRDefault="007B6A46" w:rsidP="007B6A46">
      <w:r>
        <w:t>910.1652</w:t>
      </w:r>
      <w:r>
        <w:tab/>
        <w:t>1.013e0</w:t>
      </w:r>
    </w:p>
    <w:p w:rsidR="007B6A46" w:rsidRDefault="007B6A46" w:rsidP="007B6A46">
      <w:r>
        <w:t>910.3125</w:t>
      </w:r>
      <w:r>
        <w:tab/>
        <w:t>1.013e0</w:t>
      </w:r>
    </w:p>
    <w:p w:rsidR="007B6A46" w:rsidRDefault="007B6A46" w:rsidP="007B6A46">
      <w:r>
        <w:t>910.4193</w:t>
      </w:r>
      <w:r>
        <w:tab/>
        <w:t>1.013e0</w:t>
      </w:r>
    </w:p>
    <w:p w:rsidR="007B6A46" w:rsidRDefault="007B6A46" w:rsidP="007B6A46">
      <w:r>
        <w:t>910.4252</w:t>
      </w:r>
      <w:r>
        <w:tab/>
        <w:t>2.025e0</w:t>
      </w:r>
    </w:p>
    <w:p w:rsidR="007B6A46" w:rsidRDefault="007B6A46" w:rsidP="007B6A46">
      <w:r>
        <w:t>910.4941</w:t>
      </w:r>
      <w:r>
        <w:tab/>
        <w:t>1.013e0</w:t>
      </w:r>
    </w:p>
    <w:p w:rsidR="007B6A46" w:rsidRDefault="007B6A46" w:rsidP="007B6A46">
      <w:r>
        <w:t>910.4956</w:t>
      </w:r>
      <w:r>
        <w:tab/>
        <w:t>3.038e0</w:t>
      </w:r>
    </w:p>
    <w:p w:rsidR="007B6A46" w:rsidRDefault="007B6A46" w:rsidP="007B6A46">
      <w:r>
        <w:t>910.5877</w:t>
      </w:r>
      <w:r>
        <w:tab/>
        <w:t>3.038e0</w:t>
      </w:r>
    </w:p>
    <w:p w:rsidR="007B6A46" w:rsidRDefault="007B6A46" w:rsidP="007B6A46">
      <w:r>
        <w:t>910.6024</w:t>
      </w:r>
      <w:r>
        <w:tab/>
        <w:t>1.013e0</w:t>
      </w:r>
    </w:p>
    <w:p w:rsidR="007B6A46" w:rsidRDefault="007B6A46" w:rsidP="007B6A46">
      <w:r>
        <w:t>910.6620</w:t>
      </w:r>
      <w:r>
        <w:tab/>
        <w:t>1.013e0</w:t>
      </w:r>
    </w:p>
    <w:p w:rsidR="007B6A46" w:rsidRDefault="007B6A46" w:rsidP="007B6A46">
      <w:r>
        <w:t>910.7230</w:t>
      </w:r>
      <w:r>
        <w:tab/>
        <w:t>1.013e0</w:t>
      </w:r>
    </w:p>
    <w:p w:rsidR="007B6A46" w:rsidRDefault="007B6A46" w:rsidP="007B6A46">
      <w:r>
        <w:t>910.7245</w:t>
      </w:r>
      <w:r>
        <w:tab/>
        <w:t>1.013e0</w:t>
      </w:r>
    </w:p>
    <w:p w:rsidR="007B6A46" w:rsidRDefault="007B6A46" w:rsidP="007B6A46">
      <w:r>
        <w:t>910.8771</w:t>
      </w:r>
      <w:r>
        <w:tab/>
        <w:t>1.013e0</w:t>
      </w:r>
    </w:p>
    <w:p w:rsidR="007B6A46" w:rsidRDefault="007B6A46" w:rsidP="007B6A46">
      <w:r>
        <w:t>911.0756</w:t>
      </w:r>
      <w:r>
        <w:tab/>
        <w:t>1.013e0</w:t>
      </w:r>
    </w:p>
    <w:p w:rsidR="007B6A46" w:rsidRDefault="007B6A46" w:rsidP="007B6A46">
      <w:r>
        <w:t>911.1367</w:t>
      </w:r>
      <w:r>
        <w:tab/>
        <w:t>1.013e0</w:t>
      </w:r>
    </w:p>
    <w:p w:rsidR="007B6A46" w:rsidRDefault="007B6A46" w:rsidP="007B6A46">
      <w:r>
        <w:t>911.1655</w:t>
      </w:r>
      <w:r>
        <w:tab/>
        <w:t>1.013e0</w:t>
      </w:r>
    </w:p>
    <w:p w:rsidR="007B6A46" w:rsidRDefault="007B6A46" w:rsidP="007B6A46">
      <w:r>
        <w:t>911.2768</w:t>
      </w:r>
      <w:r>
        <w:tab/>
        <w:t>2.025e0</w:t>
      </w:r>
    </w:p>
    <w:p w:rsidR="007B6A46" w:rsidRDefault="007B6A46" w:rsidP="007B6A46">
      <w:r>
        <w:t>911.2826</w:t>
      </w:r>
      <w:r>
        <w:tab/>
        <w:t>1.013e0</w:t>
      </w:r>
    </w:p>
    <w:p w:rsidR="007B6A46" w:rsidRDefault="007B6A46" w:rsidP="007B6A46">
      <w:r>
        <w:lastRenderedPageBreak/>
        <w:t>911.3948</w:t>
      </w:r>
      <w:r>
        <w:tab/>
        <w:t>1.013e0</w:t>
      </w:r>
    </w:p>
    <w:p w:rsidR="007B6A46" w:rsidRDefault="007B6A46" w:rsidP="007B6A46">
      <w:r>
        <w:t>911.4679</w:t>
      </w:r>
      <w:r>
        <w:tab/>
        <w:t>1.013e0</w:t>
      </w:r>
    </w:p>
    <w:p w:rsidR="007B6A46" w:rsidRDefault="007B6A46" w:rsidP="007B6A46">
      <w:r>
        <w:t>911.4870</w:t>
      </w:r>
      <w:r>
        <w:tab/>
        <w:t>1.013e0</w:t>
      </w:r>
    </w:p>
    <w:p w:rsidR="007B6A46" w:rsidRDefault="007B6A46" w:rsidP="007B6A46">
      <w:r>
        <w:t>911.5032</w:t>
      </w:r>
      <w:r>
        <w:tab/>
        <w:t>1.013e0</w:t>
      </w:r>
    </w:p>
    <w:p w:rsidR="007B6A46" w:rsidRDefault="007B6A46" w:rsidP="007B6A46">
      <w:r>
        <w:t>911.5170</w:t>
      </w:r>
      <w:r>
        <w:tab/>
        <w:t>1.013e0</w:t>
      </w:r>
    </w:p>
    <w:p w:rsidR="007B6A46" w:rsidRDefault="007B6A46" w:rsidP="007B6A46">
      <w:r>
        <w:t>911.5490</w:t>
      </w:r>
      <w:r>
        <w:tab/>
        <w:t>1.013e0</w:t>
      </w:r>
    </w:p>
    <w:p w:rsidR="007B6A46" w:rsidRDefault="007B6A46" w:rsidP="007B6A46">
      <w:r>
        <w:t>911.5800</w:t>
      </w:r>
      <w:r>
        <w:tab/>
        <w:t>2.025e0</w:t>
      </w:r>
    </w:p>
    <w:p w:rsidR="007B6A46" w:rsidRDefault="007B6A46" w:rsidP="007B6A46">
      <w:r>
        <w:t>911.6384</w:t>
      </w:r>
      <w:r>
        <w:tab/>
        <w:t>2.025e0</w:t>
      </w:r>
    </w:p>
    <w:p w:rsidR="007B6A46" w:rsidRDefault="007B6A46" w:rsidP="007B6A46">
      <w:r>
        <w:t>911.7039</w:t>
      </w:r>
      <w:r>
        <w:tab/>
        <w:t>1.013e0</w:t>
      </w:r>
    </w:p>
    <w:p w:rsidR="007B6A46" w:rsidRDefault="007B6A46" w:rsidP="007B6A46">
      <w:r>
        <w:t>911.7545</w:t>
      </w:r>
      <w:r>
        <w:tab/>
        <w:t>1.013e0</w:t>
      </w:r>
    </w:p>
    <w:p w:rsidR="007B6A46" w:rsidRDefault="007B6A46" w:rsidP="007B6A46">
      <w:r>
        <w:t>911.7559</w:t>
      </w:r>
      <w:r>
        <w:tab/>
        <w:t>1.013e0</w:t>
      </w:r>
    </w:p>
    <w:p w:rsidR="007B6A46" w:rsidRDefault="007B6A46" w:rsidP="007B6A46">
      <w:r>
        <w:t>911.7920</w:t>
      </w:r>
      <w:r>
        <w:tab/>
        <w:t>1.013e0</w:t>
      </w:r>
    </w:p>
    <w:p w:rsidR="007B6A46" w:rsidRDefault="007B6A46" w:rsidP="007B6A46">
      <w:r>
        <w:t>911.8733</w:t>
      </w:r>
      <w:r>
        <w:tab/>
        <w:t>1.013e0</w:t>
      </w:r>
    </w:p>
    <w:p w:rsidR="007B6A46" w:rsidRDefault="007B6A46" w:rsidP="007B6A46">
      <w:r>
        <w:t>911.9239</w:t>
      </w:r>
      <w:r>
        <w:tab/>
        <w:t>3.038e0</w:t>
      </w:r>
    </w:p>
    <w:p w:rsidR="007B6A46" w:rsidRDefault="007B6A46" w:rsidP="007B6A46">
      <w:r>
        <w:t>911.9525</w:t>
      </w:r>
      <w:r>
        <w:tab/>
        <w:t>2.025e0</w:t>
      </w:r>
    </w:p>
    <w:p w:rsidR="007B6A46" w:rsidRDefault="007B6A46" w:rsidP="007B6A46">
      <w:r>
        <w:t>912.1296</w:t>
      </w:r>
      <w:r>
        <w:tab/>
        <w:t>1.013e0</w:t>
      </w:r>
    </w:p>
    <w:p w:rsidR="007B6A46" w:rsidRDefault="007B6A46" w:rsidP="007B6A46">
      <w:r>
        <w:t>912.2205</w:t>
      </w:r>
      <w:r>
        <w:tab/>
        <w:t>2.025e0</w:t>
      </w:r>
    </w:p>
    <w:p w:rsidR="007B6A46" w:rsidRDefault="007B6A46" w:rsidP="007B6A46">
      <w:r>
        <w:t>912.2963</w:t>
      </w:r>
      <w:r>
        <w:tab/>
        <w:t>1.013e0</w:t>
      </w:r>
    </w:p>
    <w:p w:rsidR="007B6A46" w:rsidRDefault="007B6A46" w:rsidP="007B6A46">
      <w:r>
        <w:t>912.3422</w:t>
      </w:r>
      <w:r>
        <w:tab/>
        <w:t>1.013e0</w:t>
      </w:r>
    </w:p>
    <w:p w:rsidR="007B6A46" w:rsidRDefault="007B6A46" w:rsidP="007B6A46">
      <w:r>
        <w:lastRenderedPageBreak/>
        <w:t>912.3730</w:t>
      </w:r>
      <w:r>
        <w:tab/>
        <w:t>3.038e0</w:t>
      </w:r>
    </w:p>
    <w:p w:rsidR="007B6A46" w:rsidRDefault="007B6A46" w:rsidP="007B6A46">
      <w:r>
        <w:t>912.4142</w:t>
      </w:r>
      <w:r>
        <w:tab/>
        <w:t>1.013e0</w:t>
      </w:r>
    </w:p>
    <w:p w:rsidR="007B6A46" w:rsidRDefault="007B6A46" w:rsidP="007B6A46">
      <w:r>
        <w:t>912.4659</w:t>
      </w:r>
      <w:r>
        <w:tab/>
        <w:t>1.013e0</w:t>
      </w:r>
    </w:p>
    <w:p w:rsidR="007B6A46" w:rsidRDefault="007B6A46" w:rsidP="007B6A46">
      <w:r>
        <w:t>912.5019</w:t>
      </w:r>
      <w:r>
        <w:tab/>
        <w:t>2.025e0</w:t>
      </w:r>
    </w:p>
    <w:p w:rsidR="007B6A46" w:rsidRDefault="007B6A46" w:rsidP="007B6A46">
      <w:r>
        <w:t>912.5158</w:t>
      </w:r>
      <w:r>
        <w:tab/>
        <w:t>1.013e0</w:t>
      </w:r>
    </w:p>
    <w:p w:rsidR="007B6A46" w:rsidRDefault="007B6A46" w:rsidP="007B6A46">
      <w:r>
        <w:t>912.5487</w:t>
      </w:r>
      <w:r>
        <w:tab/>
        <w:t>3.038e0</w:t>
      </w:r>
    </w:p>
    <w:p w:rsidR="007B6A46" w:rsidRDefault="007B6A46" w:rsidP="007B6A46">
      <w:r>
        <w:t>912.5504</w:t>
      </w:r>
      <w:r>
        <w:tab/>
        <w:t>2.025e0</w:t>
      </w:r>
    </w:p>
    <w:p w:rsidR="007B6A46" w:rsidRDefault="007B6A46" w:rsidP="007B6A46">
      <w:r>
        <w:t>912.5851</w:t>
      </w:r>
      <w:r>
        <w:tab/>
        <w:t>2.025e0</w:t>
      </w:r>
    </w:p>
    <w:p w:rsidR="007B6A46" w:rsidRDefault="007B6A46" w:rsidP="007B6A46">
      <w:r>
        <w:t>912.6500</w:t>
      </w:r>
      <w:r>
        <w:tab/>
        <w:t>1.013e0</w:t>
      </w:r>
    </w:p>
    <w:p w:rsidR="007B6A46" w:rsidRDefault="007B6A46" w:rsidP="007B6A46">
      <w:r>
        <w:t>912.7024</w:t>
      </w:r>
      <w:r>
        <w:tab/>
        <w:t>1.013e0</w:t>
      </w:r>
    </w:p>
    <w:p w:rsidR="007B6A46" w:rsidRDefault="007B6A46" w:rsidP="007B6A46">
      <w:r>
        <w:t>912.7369</w:t>
      </w:r>
      <w:r>
        <w:tab/>
        <w:t>1.013e0</w:t>
      </w:r>
    </w:p>
    <w:p w:rsidR="007B6A46" w:rsidRDefault="007B6A46" w:rsidP="007B6A46">
      <w:r>
        <w:t>912.7614</w:t>
      </w:r>
      <w:r>
        <w:tab/>
        <w:t>2.025e0</w:t>
      </w:r>
    </w:p>
    <w:p w:rsidR="007B6A46" w:rsidRDefault="007B6A46" w:rsidP="007B6A46">
      <w:r>
        <w:t>912.7794</w:t>
      </w:r>
      <w:r>
        <w:tab/>
        <w:t>2.025e0</w:t>
      </w:r>
    </w:p>
    <w:p w:rsidR="007B6A46" w:rsidRDefault="007B6A46" w:rsidP="007B6A46">
      <w:r>
        <w:t>912.9237</w:t>
      </w:r>
      <w:r>
        <w:tab/>
        <w:t>2.025e0</w:t>
      </w:r>
    </w:p>
    <w:p w:rsidR="007B6A46" w:rsidRDefault="007B6A46" w:rsidP="007B6A46">
      <w:r>
        <w:t>912.9553</w:t>
      </w:r>
      <w:r>
        <w:tab/>
        <w:t>1.013e0</w:t>
      </w:r>
    </w:p>
    <w:p w:rsidR="007B6A46" w:rsidRDefault="007B6A46" w:rsidP="007B6A46">
      <w:r>
        <w:t>912.9998</w:t>
      </w:r>
      <w:r>
        <w:tab/>
        <w:t>1.013e0</w:t>
      </w:r>
    </w:p>
    <w:p w:rsidR="007B6A46" w:rsidRDefault="007B6A46" w:rsidP="007B6A46">
      <w:r>
        <w:t>913.0581</w:t>
      </w:r>
      <w:r>
        <w:tab/>
        <w:t>1.013e0</w:t>
      </w:r>
    </w:p>
    <w:p w:rsidR="007B6A46" w:rsidRDefault="007B6A46" w:rsidP="007B6A46">
      <w:r>
        <w:t>913.0930</w:t>
      </w:r>
      <w:r>
        <w:tab/>
        <w:t>1.013e0</w:t>
      </w:r>
    </w:p>
    <w:p w:rsidR="007B6A46" w:rsidRDefault="007B6A46" w:rsidP="007B6A46">
      <w:r>
        <w:t>913.3433</w:t>
      </w:r>
      <w:r>
        <w:tab/>
        <w:t>1.013e0</w:t>
      </w:r>
    </w:p>
    <w:p w:rsidR="007B6A46" w:rsidRDefault="007B6A46" w:rsidP="007B6A46">
      <w:r>
        <w:lastRenderedPageBreak/>
        <w:t>913.3619</w:t>
      </w:r>
      <w:r>
        <w:tab/>
        <w:t>2.025e0</w:t>
      </w:r>
    </w:p>
    <w:p w:rsidR="007B6A46" w:rsidRDefault="007B6A46" w:rsidP="007B6A46">
      <w:r>
        <w:t>913.4282</w:t>
      </w:r>
      <w:r>
        <w:tab/>
        <w:t>1.013e0</w:t>
      </w:r>
    </w:p>
    <w:p w:rsidR="007B6A46" w:rsidRDefault="007B6A46" w:rsidP="007B6A46">
      <w:r>
        <w:t>913.4844</w:t>
      </w:r>
      <w:r>
        <w:tab/>
        <w:t>2.025e0</w:t>
      </w:r>
    </w:p>
    <w:p w:rsidR="007B6A46" w:rsidRDefault="007B6A46" w:rsidP="007B6A46">
      <w:r>
        <w:t>913.4909</w:t>
      </w:r>
      <w:r>
        <w:tab/>
        <w:t>1.013e0</w:t>
      </w:r>
    </w:p>
    <w:p w:rsidR="007B6A46" w:rsidRDefault="007B6A46" w:rsidP="007B6A46">
      <w:r>
        <w:t>913.4952</w:t>
      </w:r>
      <w:r>
        <w:tab/>
        <w:t>1.013e0</w:t>
      </w:r>
    </w:p>
    <w:p w:rsidR="007B6A46" w:rsidRDefault="007B6A46" w:rsidP="007B6A46">
      <w:r>
        <w:t>913.5048</w:t>
      </w:r>
      <w:r>
        <w:tab/>
        <w:t>1.013e0</w:t>
      </w:r>
    </w:p>
    <w:p w:rsidR="007B6A46" w:rsidRDefault="007B6A46" w:rsidP="007B6A46">
      <w:r>
        <w:t>913.5813</w:t>
      </w:r>
      <w:r>
        <w:tab/>
        <w:t>1.013e0</w:t>
      </w:r>
    </w:p>
    <w:p w:rsidR="007B6A46" w:rsidRDefault="007B6A46" w:rsidP="007B6A46">
      <w:r>
        <w:t>913.6486</w:t>
      </w:r>
      <w:r>
        <w:tab/>
        <w:t>1.013e0</w:t>
      </w:r>
    </w:p>
    <w:p w:rsidR="007B6A46" w:rsidRDefault="007B6A46" w:rsidP="007B6A46">
      <w:r>
        <w:t>913.6533</w:t>
      </w:r>
      <w:r>
        <w:tab/>
        <w:t>2.025e0</w:t>
      </w:r>
    </w:p>
    <w:p w:rsidR="007B6A46" w:rsidRDefault="007B6A46" w:rsidP="007B6A46">
      <w:r>
        <w:t>913.7266</w:t>
      </w:r>
      <w:r>
        <w:tab/>
        <w:t>2.025e0</w:t>
      </w:r>
    </w:p>
    <w:p w:rsidR="007B6A46" w:rsidRDefault="007B6A46" w:rsidP="007B6A46">
      <w:r>
        <w:t>913.7989</w:t>
      </w:r>
      <w:r>
        <w:tab/>
        <w:t>1.013e0</w:t>
      </w:r>
    </w:p>
    <w:p w:rsidR="007B6A46" w:rsidRDefault="007B6A46" w:rsidP="007B6A46">
      <w:r>
        <w:t>913.8350</w:t>
      </w:r>
      <w:r>
        <w:tab/>
        <w:t>2.025e0</w:t>
      </w:r>
    </w:p>
    <w:p w:rsidR="007B6A46" w:rsidRDefault="007B6A46" w:rsidP="007B6A46">
      <w:r>
        <w:t>913.9182</w:t>
      </w:r>
      <w:r>
        <w:tab/>
        <w:t>1.013e0</w:t>
      </w:r>
    </w:p>
    <w:p w:rsidR="007B6A46" w:rsidRDefault="007B6A46" w:rsidP="007B6A46">
      <w:r>
        <w:t>914.0881</w:t>
      </w:r>
      <w:r>
        <w:tab/>
        <w:t>1.013e0</w:t>
      </w:r>
    </w:p>
    <w:p w:rsidR="007B6A46" w:rsidRDefault="007B6A46" w:rsidP="007B6A46">
      <w:r>
        <w:t>914.1785</w:t>
      </w:r>
      <w:r>
        <w:tab/>
        <w:t>1.013e0</w:t>
      </w:r>
    </w:p>
    <w:p w:rsidR="007B6A46" w:rsidRDefault="007B6A46" w:rsidP="007B6A46">
      <w:r>
        <w:t>914.3331</w:t>
      </w:r>
      <w:r>
        <w:tab/>
        <w:t>1.013e0</w:t>
      </w:r>
    </w:p>
    <w:p w:rsidR="007B6A46" w:rsidRDefault="007B6A46" w:rsidP="007B6A46">
      <w:r>
        <w:t>914.3470</w:t>
      </w:r>
      <w:r>
        <w:tab/>
        <w:t>1.013e0</w:t>
      </w:r>
    </w:p>
    <w:p w:rsidR="007B6A46" w:rsidRDefault="007B6A46" w:rsidP="007B6A46">
      <w:r>
        <w:t>914.3774</w:t>
      </w:r>
      <w:r>
        <w:tab/>
        <w:t>1.013e0</w:t>
      </w:r>
    </w:p>
    <w:p w:rsidR="007B6A46" w:rsidRDefault="007B6A46" w:rsidP="007B6A46">
      <w:r>
        <w:t>914.4250</w:t>
      </w:r>
      <w:r>
        <w:tab/>
        <w:t>1.013e0</w:t>
      </w:r>
    </w:p>
    <w:p w:rsidR="007B6A46" w:rsidRDefault="007B6A46" w:rsidP="007B6A46">
      <w:r>
        <w:lastRenderedPageBreak/>
        <w:t>914.5063</w:t>
      </w:r>
      <w:r>
        <w:tab/>
        <w:t>4.051e0</w:t>
      </w:r>
    </w:p>
    <w:p w:rsidR="007B6A46" w:rsidRDefault="007B6A46" w:rsidP="007B6A46">
      <w:r>
        <w:t>914.5117</w:t>
      </w:r>
      <w:r>
        <w:tab/>
        <w:t>1.013e0</w:t>
      </w:r>
    </w:p>
    <w:p w:rsidR="007B6A46" w:rsidRDefault="007B6A46" w:rsidP="007B6A46">
      <w:r>
        <w:t>914.5276</w:t>
      </w:r>
      <w:r>
        <w:tab/>
        <w:t>1.013e0</w:t>
      </w:r>
    </w:p>
    <w:p w:rsidR="007B6A46" w:rsidRDefault="007B6A46" w:rsidP="007B6A46">
      <w:r>
        <w:t>914.5468</w:t>
      </w:r>
      <w:r>
        <w:tab/>
        <w:t>1.013e0</w:t>
      </w:r>
    </w:p>
    <w:p w:rsidR="007B6A46" w:rsidRDefault="007B6A46" w:rsidP="007B6A46">
      <w:r>
        <w:t>914.5783</w:t>
      </w:r>
      <w:r>
        <w:tab/>
        <w:t>1.013e0</w:t>
      </w:r>
    </w:p>
    <w:p w:rsidR="007B6A46" w:rsidRDefault="007B6A46" w:rsidP="007B6A46">
      <w:r>
        <w:t>914.6243</w:t>
      </w:r>
      <w:r>
        <w:tab/>
        <w:t>1.013e0</w:t>
      </w:r>
    </w:p>
    <w:p w:rsidR="007B6A46" w:rsidRDefault="007B6A46" w:rsidP="007B6A46">
      <w:r>
        <w:t>914.6611</w:t>
      </w:r>
      <w:r>
        <w:tab/>
        <w:t>2.025e0</w:t>
      </w:r>
    </w:p>
    <w:p w:rsidR="007B6A46" w:rsidRDefault="007B6A46" w:rsidP="007B6A46">
      <w:r>
        <w:t>914.6635</w:t>
      </w:r>
      <w:r>
        <w:tab/>
        <w:t>1.013e0</w:t>
      </w:r>
    </w:p>
    <w:p w:rsidR="007B6A46" w:rsidRDefault="007B6A46" w:rsidP="007B6A46">
      <w:r>
        <w:t>914.7148</w:t>
      </w:r>
      <w:r>
        <w:tab/>
        <w:t>1.013e0</w:t>
      </w:r>
    </w:p>
    <w:p w:rsidR="007B6A46" w:rsidRDefault="007B6A46" w:rsidP="007B6A46">
      <w:r>
        <w:t>914.7392</w:t>
      </w:r>
      <w:r>
        <w:tab/>
        <w:t>2.025e0</w:t>
      </w:r>
    </w:p>
    <w:p w:rsidR="007B6A46" w:rsidRDefault="007B6A46" w:rsidP="007B6A46">
      <w:r>
        <w:t>914.9140</w:t>
      </w:r>
      <w:r>
        <w:tab/>
        <w:t>1.013e0</w:t>
      </w:r>
    </w:p>
    <w:p w:rsidR="007B6A46" w:rsidRDefault="007B6A46" w:rsidP="007B6A46">
      <w:r>
        <w:t>915.0355</w:t>
      </w:r>
      <w:r>
        <w:tab/>
        <w:t>2.025e0</w:t>
      </w:r>
    </w:p>
    <w:p w:rsidR="007B6A46" w:rsidRDefault="007B6A46" w:rsidP="007B6A46">
      <w:r>
        <w:t>915.0571</w:t>
      </w:r>
      <w:r>
        <w:tab/>
        <w:t>2.025e0</w:t>
      </w:r>
    </w:p>
    <w:p w:rsidR="007B6A46" w:rsidRDefault="007B6A46" w:rsidP="007B6A46">
      <w:r>
        <w:t>915.1017</w:t>
      </w:r>
      <w:r>
        <w:tab/>
        <w:t>1.013e0</w:t>
      </w:r>
    </w:p>
    <w:p w:rsidR="007B6A46" w:rsidRDefault="007B6A46" w:rsidP="007B6A46">
      <w:r>
        <w:t>915.1885</w:t>
      </w:r>
      <w:r>
        <w:tab/>
        <w:t>1.013e0</w:t>
      </w:r>
    </w:p>
    <w:p w:rsidR="007B6A46" w:rsidRDefault="007B6A46" w:rsidP="007B6A46">
      <w:r>
        <w:t>915.3228</w:t>
      </w:r>
      <w:r>
        <w:tab/>
        <w:t>1.013e0</w:t>
      </w:r>
    </w:p>
    <w:p w:rsidR="007B6A46" w:rsidRDefault="007B6A46" w:rsidP="007B6A46">
      <w:r>
        <w:t>915.4354</w:t>
      </w:r>
      <w:r>
        <w:tab/>
        <w:t>2.025e0</w:t>
      </w:r>
    </w:p>
    <w:p w:rsidR="007B6A46" w:rsidRDefault="007B6A46" w:rsidP="007B6A46">
      <w:r>
        <w:t>915.4368</w:t>
      </w:r>
      <w:r>
        <w:tab/>
        <w:t>1.013e0</w:t>
      </w:r>
    </w:p>
    <w:p w:rsidR="007B6A46" w:rsidRDefault="007B6A46" w:rsidP="007B6A46">
      <w:r>
        <w:t>915.4967</w:t>
      </w:r>
      <w:r>
        <w:tab/>
        <w:t>1.013e0</w:t>
      </w:r>
    </w:p>
    <w:p w:rsidR="007B6A46" w:rsidRDefault="007B6A46" w:rsidP="007B6A46">
      <w:r>
        <w:lastRenderedPageBreak/>
        <w:t>915.5196</w:t>
      </w:r>
      <w:r>
        <w:tab/>
        <w:t>4.051e0</w:t>
      </w:r>
    </w:p>
    <w:p w:rsidR="007B6A46" w:rsidRDefault="007B6A46" w:rsidP="007B6A46">
      <w:r>
        <w:t>915.5902</w:t>
      </w:r>
      <w:r>
        <w:tab/>
        <w:t>1.013e0</w:t>
      </w:r>
    </w:p>
    <w:p w:rsidR="007B6A46" w:rsidRDefault="007B6A46" w:rsidP="007B6A46">
      <w:r>
        <w:t>915.8050</w:t>
      </w:r>
      <w:r>
        <w:tab/>
        <w:t>1.013e0</w:t>
      </w:r>
    </w:p>
    <w:p w:rsidR="007B6A46" w:rsidRDefault="007B6A46" w:rsidP="007B6A46">
      <w:r>
        <w:t>915.8566</w:t>
      </w:r>
      <w:r>
        <w:tab/>
        <w:t>2.025e0</w:t>
      </w:r>
    </w:p>
    <w:p w:rsidR="007B6A46" w:rsidRDefault="007B6A46" w:rsidP="007B6A46">
      <w:r>
        <w:t>915.9570</w:t>
      </w:r>
      <w:r>
        <w:tab/>
        <w:t>1.013e0</w:t>
      </w:r>
    </w:p>
    <w:p w:rsidR="007B6A46" w:rsidRDefault="007B6A46" w:rsidP="007B6A46">
      <w:r>
        <w:t>915.9821</w:t>
      </w:r>
      <w:r>
        <w:tab/>
        <w:t>1.013e0</w:t>
      </w:r>
    </w:p>
    <w:p w:rsidR="007B6A46" w:rsidRDefault="007B6A46" w:rsidP="007B6A46">
      <w:r>
        <w:t>916.0168</w:t>
      </w:r>
      <w:r>
        <w:tab/>
        <w:t>1.013e0</w:t>
      </w:r>
    </w:p>
    <w:p w:rsidR="007B6A46" w:rsidRDefault="007B6A46" w:rsidP="007B6A46">
      <w:r>
        <w:t>916.1411</w:t>
      </w:r>
      <w:r>
        <w:tab/>
        <w:t>1.013e0</w:t>
      </w:r>
    </w:p>
    <w:p w:rsidR="007B6A46" w:rsidRDefault="007B6A46" w:rsidP="007B6A46">
      <w:r>
        <w:t>916.1887</w:t>
      </w:r>
      <w:r>
        <w:tab/>
        <w:t>1.013e0</w:t>
      </w:r>
    </w:p>
    <w:p w:rsidR="007B6A46" w:rsidRDefault="007B6A46" w:rsidP="007B6A46">
      <w:r>
        <w:t>916.3090</w:t>
      </w:r>
      <w:r>
        <w:tab/>
        <w:t>2.025e0</w:t>
      </w:r>
    </w:p>
    <w:p w:rsidR="007B6A46" w:rsidRDefault="007B6A46" w:rsidP="007B6A46">
      <w:r>
        <w:t>916.3309</w:t>
      </w:r>
      <w:r>
        <w:tab/>
        <w:t>3.038e0</w:t>
      </w:r>
    </w:p>
    <w:p w:rsidR="007B6A46" w:rsidRDefault="007B6A46" w:rsidP="007B6A46">
      <w:r>
        <w:t>916.3361</w:t>
      </w:r>
      <w:r>
        <w:tab/>
        <w:t>1.013e0</w:t>
      </w:r>
    </w:p>
    <w:p w:rsidR="007B6A46" w:rsidRDefault="007B6A46" w:rsidP="007B6A46">
      <w:r>
        <w:t>916.4488</w:t>
      </w:r>
      <w:r>
        <w:tab/>
        <w:t>2.025e0</w:t>
      </w:r>
    </w:p>
    <w:p w:rsidR="007B6A46" w:rsidRDefault="007B6A46" w:rsidP="007B6A46">
      <w:r>
        <w:t>916.4942</w:t>
      </w:r>
      <w:r>
        <w:tab/>
        <w:t>1.013e0</w:t>
      </w:r>
    </w:p>
    <w:p w:rsidR="007B6A46" w:rsidRDefault="007B6A46" w:rsidP="007B6A46">
      <w:r>
        <w:t>916.5242</w:t>
      </w:r>
      <w:r>
        <w:tab/>
        <w:t>1.013e0</w:t>
      </w:r>
    </w:p>
    <w:p w:rsidR="007B6A46" w:rsidRDefault="007B6A46" w:rsidP="007B6A46">
      <w:r>
        <w:t>916.5264</w:t>
      </w:r>
      <w:r>
        <w:tab/>
        <w:t>1.013e0</w:t>
      </w:r>
    </w:p>
    <w:p w:rsidR="007B6A46" w:rsidRDefault="007B6A46" w:rsidP="007B6A46">
      <w:r>
        <w:t>916.6108</w:t>
      </w:r>
      <w:r>
        <w:tab/>
        <w:t>2.025e0</w:t>
      </w:r>
    </w:p>
    <w:p w:rsidR="007B6A46" w:rsidRDefault="007B6A46" w:rsidP="007B6A46">
      <w:r>
        <w:t>916.6785</w:t>
      </w:r>
      <w:r>
        <w:tab/>
        <w:t>1.013e0</w:t>
      </w:r>
    </w:p>
    <w:p w:rsidR="007B6A46" w:rsidRDefault="007B6A46" w:rsidP="007B6A46">
      <w:r>
        <w:t>916.6918</w:t>
      </w:r>
      <w:r>
        <w:tab/>
        <w:t>1.013e0</w:t>
      </w:r>
    </w:p>
    <w:p w:rsidR="007B6A46" w:rsidRDefault="007B6A46" w:rsidP="007B6A46">
      <w:r>
        <w:lastRenderedPageBreak/>
        <w:t>916.7260</w:t>
      </w:r>
      <w:r>
        <w:tab/>
        <w:t>1.013e0</w:t>
      </w:r>
    </w:p>
    <w:p w:rsidR="007B6A46" w:rsidRDefault="007B6A46" w:rsidP="007B6A46">
      <w:r>
        <w:t>916.7414</w:t>
      </w:r>
      <w:r>
        <w:tab/>
        <w:t>1.013e0</w:t>
      </w:r>
    </w:p>
    <w:p w:rsidR="007B6A46" w:rsidRDefault="007B6A46" w:rsidP="007B6A46">
      <w:r>
        <w:t>916.8274</w:t>
      </w:r>
      <w:r>
        <w:tab/>
        <w:t>1.013e0</w:t>
      </w:r>
    </w:p>
    <w:p w:rsidR="007B6A46" w:rsidRDefault="007B6A46" w:rsidP="007B6A46">
      <w:r>
        <w:t>916.8613</w:t>
      </w:r>
      <w:r>
        <w:tab/>
        <w:t>2.025e0</w:t>
      </w:r>
    </w:p>
    <w:p w:rsidR="007B6A46" w:rsidRDefault="007B6A46" w:rsidP="007B6A46">
      <w:r>
        <w:t>916.8950</w:t>
      </w:r>
      <w:r>
        <w:tab/>
        <w:t>1.013e0</w:t>
      </w:r>
    </w:p>
    <w:p w:rsidR="007B6A46" w:rsidRDefault="007B6A46" w:rsidP="007B6A46">
      <w:r>
        <w:t>916.9447</w:t>
      </w:r>
      <w:r>
        <w:tab/>
        <w:t>1.013e0</w:t>
      </w:r>
    </w:p>
    <w:p w:rsidR="007B6A46" w:rsidRDefault="007B6A46" w:rsidP="007B6A46">
      <w:r>
        <w:t>916.9951</w:t>
      </w:r>
      <w:r>
        <w:tab/>
        <w:t>1.013e0</w:t>
      </w:r>
    </w:p>
    <w:p w:rsidR="007B6A46" w:rsidRDefault="007B6A46" w:rsidP="007B6A46">
      <w:r>
        <w:t>917.2315</w:t>
      </w:r>
      <w:r>
        <w:tab/>
        <w:t>1.013e0</w:t>
      </w:r>
    </w:p>
    <w:p w:rsidR="007B6A46" w:rsidRDefault="007B6A46" w:rsidP="007B6A46">
      <w:r>
        <w:t>917.3599</w:t>
      </w:r>
      <w:r>
        <w:tab/>
        <w:t>2.025e0</w:t>
      </w:r>
    </w:p>
    <w:p w:rsidR="007B6A46" w:rsidRDefault="007B6A46" w:rsidP="007B6A46">
      <w:r>
        <w:t>917.4006</w:t>
      </w:r>
      <w:r>
        <w:tab/>
        <w:t>1.013e0</w:t>
      </w:r>
    </w:p>
    <w:p w:rsidR="007B6A46" w:rsidRDefault="007B6A46" w:rsidP="007B6A46">
      <w:r>
        <w:t>917.4943</w:t>
      </w:r>
      <w:r>
        <w:tab/>
        <w:t>1.013e0</w:t>
      </w:r>
    </w:p>
    <w:p w:rsidR="007B6A46" w:rsidRDefault="007B6A46" w:rsidP="007B6A46">
      <w:r>
        <w:t>917.6541</w:t>
      </w:r>
      <w:r>
        <w:tab/>
        <w:t>1.013e0</w:t>
      </w:r>
    </w:p>
    <w:p w:rsidR="007B6A46" w:rsidRDefault="007B6A46" w:rsidP="007B6A46">
      <w:r>
        <w:t>917.7095</w:t>
      </w:r>
      <w:r>
        <w:tab/>
        <w:t>1.013e0</w:t>
      </w:r>
    </w:p>
    <w:p w:rsidR="007B6A46" w:rsidRDefault="007B6A46" w:rsidP="007B6A46">
      <w:r>
        <w:t>917.7234</w:t>
      </w:r>
      <w:r>
        <w:tab/>
        <w:t>1.013e0</w:t>
      </w:r>
    </w:p>
    <w:p w:rsidR="007B6A46" w:rsidRDefault="007B6A46" w:rsidP="007B6A46">
      <w:r>
        <w:t>917.7723</w:t>
      </w:r>
      <w:r>
        <w:tab/>
        <w:t>1.013e0</w:t>
      </w:r>
    </w:p>
    <w:p w:rsidR="007B6A46" w:rsidRDefault="007B6A46" w:rsidP="007B6A46">
      <w:r>
        <w:t>917.8058</w:t>
      </w:r>
      <w:r>
        <w:tab/>
        <w:t>1.013e0</w:t>
      </w:r>
    </w:p>
    <w:p w:rsidR="007B6A46" w:rsidRDefault="007B6A46" w:rsidP="007B6A46">
      <w:r>
        <w:t>917.8156</w:t>
      </w:r>
      <w:r>
        <w:tab/>
        <w:t>1.013e0</w:t>
      </w:r>
    </w:p>
    <w:p w:rsidR="007B6A46" w:rsidRDefault="007B6A46" w:rsidP="007B6A46">
      <w:r>
        <w:t>917.8940</w:t>
      </w:r>
      <w:r>
        <w:tab/>
        <w:t>1.013e0</w:t>
      </w:r>
    </w:p>
    <w:p w:rsidR="007B6A46" w:rsidRDefault="007B6A46" w:rsidP="007B6A46">
      <w:r>
        <w:t>917.9639</w:t>
      </w:r>
      <w:r>
        <w:tab/>
        <w:t>3.038e0</w:t>
      </w:r>
    </w:p>
    <w:p w:rsidR="007B6A46" w:rsidRDefault="007B6A46" w:rsidP="007B6A46">
      <w:r>
        <w:lastRenderedPageBreak/>
        <w:t>918.0266</w:t>
      </w:r>
      <w:r>
        <w:tab/>
        <w:t>1.013e0</w:t>
      </w:r>
    </w:p>
    <w:p w:rsidR="007B6A46" w:rsidRDefault="007B6A46" w:rsidP="007B6A46">
      <w:r>
        <w:t>918.0463</w:t>
      </w:r>
      <w:r>
        <w:tab/>
        <w:t>1.013e0</w:t>
      </w:r>
    </w:p>
    <w:p w:rsidR="007B6A46" w:rsidRDefault="007B6A46" w:rsidP="007B6A46">
      <w:r>
        <w:t>918.1938</w:t>
      </w:r>
      <w:r>
        <w:tab/>
        <w:t>2.025e0</w:t>
      </w:r>
    </w:p>
    <w:p w:rsidR="007B6A46" w:rsidRDefault="007B6A46" w:rsidP="007B6A46">
      <w:r>
        <w:t>918.2506</w:t>
      </w:r>
      <w:r>
        <w:tab/>
        <w:t>3.038e0</w:t>
      </w:r>
    </w:p>
    <w:p w:rsidR="007B6A46" w:rsidRDefault="007B6A46" w:rsidP="007B6A46">
      <w:r>
        <w:t>918.2616</w:t>
      </w:r>
      <w:r>
        <w:tab/>
        <w:t>1.013e0</w:t>
      </w:r>
    </w:p>
    <w:p w:rsidR="007B6A46" w:rsidRDefault="007B6A46" w:rsidP="007B6A46">
      <w:r>
        <w:t>918.2631</w:t>
      </w:r>
      <w:r>
        <w:tab/>
        <w:t>1.013e0</w:t>
      </w:r>
    </w:p>
    <w:p w:rsidR="007B6A46" w:rsidRDefault="007B6A46" w:rsidP="007B6A46">
      <w:r>
        <w:t>918.3386</w:t>
      </w:r>
      <w:r>
        <w:tab/>
        <w:t>1.013e0</w:t>
      </w:r>
    </w:p>
    <w:p w:rsidR="007B6A46" w:rsidRDefault="007B6A46" w:rsidP="007B6A46">
      <w:r>
        <w:t>918.3488</w:t>
      </w:r>
      <w:r>
        <w:tab/>
        <w:t>1.013e0</w:t>
      </w:r>
    </w:p>
    <w:p w:rsidR="007B6A46" w:rsidRDefault="007B6A46" w:rsidP="007B6A46">
      <w:r>
        <w:t>918.4323</w:t>
      </w:r>
      <w:r>
        <w:tab/>
        <w:t>1.013e0</w:t>
      </w:r>
    </w:p>
    <w:p w:rsidR="007B6A46" w:rsidRDefault="007B6A46" w:rsidP="007B6A46">
      <w:r>
        <w:t>918.4770</w:t>
      </w:r>
      <w:r>
        <w:tab/>
        <w:t>1.013e0</w:t>
      </w:r>
    </w:p>
    <w:p w:rsidR="007B6A46" w:rsidRDefault="007B6A46" w:rsidP="007B6A46">
      <w:r>
        <w:t>918.4810</w:t>
      </w:r>
      <w:r>
        <w:tab/>
        <w:t>2.025e0</w:t>
      </w:r>
    </w:p>
    <w:p w:rsidR="007B6A46" w:rsidRDefault="007B6A46" w:rsidP="007B6A46">
      <w:r>
        <w:t>918.5306</w:t>
      </w:r>
      <w:r>
        <w:tab/>
        <w:t>2.025e0</w:t>
      </w:r>
    </w:p>
    <w:p w:rsidR="007B6A46" w:rsidRDefault="007B6A46" w:rsidP="007B6A46">
      <w:r>
        <w:t>918.5701</w:t>
      </w:r>
      <w:r>
        <w:tab/>
        <w:t>2.025e0</w:t>
      </w:r>
    </w:p>
    <w:p w:rsidR="007B6A46" w:rsidRDefault="007B6A46" w:rsidP="007B6A46">
      <w:r>
        <w:t>918.6477</w:t>
      </w:r>
      <w:r>
        <w:tab/>
        <w:t>1.013e0</w:t>
      </w:r>
    </w:p>
    <w:p w:rsidR="007B6A46" w:rsidRDefault="007B6A46" w:rsidP="007B6A46">
      <w:r>
        <w:t>918.9556</w:t>
      </w:r>
      <w:r>
        <w:tab/>
        <w:t>1.013e0</w:t>
      </w:r>
    </w:p>
    <w:p w:rsidR="007B6A46" w:rsidRDefault="007B6A46" w:rsidP="007B6A46">
      <w:r>
        <w:t>919.0061</w:t>
      </w:r>
      <w:r>
        <w:tab/>
        <w:t>1.013e0</w:t>
      </w:r>
    </w:p>
    <w:p w:rsidR="007B6A46" w:rsidRDefault="007B6A46" w:rsidP="007B6A46">
      <w:r>
        <w:t>919.1080</w:t>
      </w:r>
      <w:r>
        <w:tab/>
        <w:t>1.013e0</w:t>
      </w:r>
    </w:p>
    <w:p w:rsidR="007B6A46" w:rsidRDefault="007B6A46" w:rsidP="007B6A46">
      <w:r>
        <w:t>919.2573</w:t>
      </w:r>
      <w:r>
        <w:tab/>
        <w:t>2.025e0</w:t>
      </w:r>
    </w:p>
    <w:p w:rsidR="007B6A46" w:rsidRDefault="007B6A46" w:rsidP="007B6A46">
      <w:r>
        <w:t>919.2620</w:t>
      </w:r>
      <w:r>
        <w:tab/>
        <w:t>2.025e0</w:t>
      </w:r>
    </w:p>
    <w:p w:rsidR="007B6A46" w:rsidRDefault="007B6A46" w:rsidP="007B6A46">
      <w:r>
        <w:lastRenderedPageBreak/>
        <w:t>919.3088</w:t>
      </w:r>
      <w:r>
        <w:tab/>
        <w:t>1.013e0</w:t>
      </w:r>
    </w:p>
    <w:p w:rsidR="007B6A46" w:rsidRDefault="007B6A46" w:rsidP="007B6A46">
      <w:r>
        <w:t>919.3103</w:t>
      </w:r>
      <w:r>
        <w:tab/>
        <w:t>1.013e0</w:t>
      </w:r>
    </w:p>
    <w:p w:rsidR="007B6A46" w:rsidRDefault="007B6A46" w:rsidP="007B6A46">
      <w:r>
        <w:t>919.3559</w:t>
      </w:r>
      <w:r>
        <w:tab/>
        <w:t>1.013e0</w:t>
      </w:r>
    </w:p>
    <w:p w:rsidR="007B6A46" w:rsidRDefault="007B6A46" w:rsidP="007B6A46">
      <w:r>
        <w:t>919.4945</w:t>
      </w:r>
      <w:r>
        <w:tab/>
        <w:t>1.013e0</w:t>
      </w:r>
    </w:p>
    <w:p w:rsidR="007B6A46" w:rsidRDefault="007B6A46" w:rsidP="007B6A46">
      <w:r>
        <w:t>919.5646</w:t>
      </w:r>
      <w:r>
        <w:tab/>
        <w:t>1.013e0</w:t>
      </w:r>
    </w:p>
    <w:p w:rsidR="007B6A46" w:rsidRDefault="007B6A46" w:rsidP="007B6A46">
      <w:r>
        <w:t>919.5869</w:t>
      </w:r>
      <w:r>
        <w:tab/>
        <w:t>1.013e0</w:t>
      </w:r>
    </w:p>
    <w:p w:rsidR="007B6A46" w:rsidRDefault="007B6A46" w:rsidP="007B6A46">
      <w:r>
        <w:t>919.5997</w:t>
      </w:r>
      <w:r>
        <w:tab/>
        <w:t>1.013e0</w:t>
      </w:r>
    </w:p>
    <w:p w:rsidR="007B6A46" w:rsidRDefault="007B6A46" w:rsidP="007B6A46">
      <w:r>
        <w:t>919.6779</w:t>
      </w:r>
      <w:r>
        <w:tab/>
        <w:t>1.013e0</w:t>
      </w:r>
    </w:p>
    <w:p w:rsidR="007B6A46" w:rsidRDefault="007B6A46" w:rsidP="007B6A46">
      <w:r>
        <w:t>919.7410</w:t>
      </w:r>
      <w:r>
        <w:tab/>
        <w:t>1.013e0</w:t>
      </w:r>
    </w:p>
    <w:p w:rsidR="007B6A46" w:rsidRDefault="007B6A46" w:rsidP="007B6A46">
      <w:r>
        <w:t>919.7549</w:t>
      </w:r>
      <w:r>
        <w:tab/>
        <w:t>1.013e0</w:t>
      </w:r>
    </w:p>
    <w:p w:rsidR="007B6A46" w:rsidRDefault="007B6A46" w:rsidP="007B6A46">
      <w:r>
        <w:t>919.7617</w:t>
      </w:r>
      <w:r>
        <w:tab/>
        <w:t>2.025e0</w:t>
      </w:r>
    </w:p>
    <w:p w:rsidR="007B6A46" w:rsidRDefault="007B6A46" w:rsidP="007B6A46">
      <w:r>
        <w:t>919.7718</w:t>
      </w:r>
      <w:r>
        <w:tab/>
        <w:t>1.013e0</w:t>
      </w:r>
    </w:p>
    <w:p w:rsidR="007B6A46" w:rsidRDefault="007B6A46" w:rsidP="007B6A46">
      <w:r>
        <w:t>919.8642</w:t>
      </w:r>
      <w:r>
        <w:tab/>
        <w:t>1.013e0</w:t>
      </w:r>
    </w:p>
    <w:p w:rsidR="007B6A46" w:rsidRDefault="007B6A46" w:rsidP="007B6A46">
      <w:r>
        <w:t>919.9653</w:t>
      </w:r>
      <w:r>
        <w:tab/>
        <w:t>2.025e0</w:t>
      </w:r>
    </w:p>
    <w:p w:rsidR="007B6A46" w:rsidRDefault="007B6A46" w:rsidP="007B6A46">
      <w:r>
        <w:t>920.0895</w:t>
      </w:r>
      <w:r>
        <w:tab/>
        <w:t>2.025e0</w:t>
      </w:r>
    </w:p>
    <w:p w:rsidR="007B6A46" w:rsidRDefault="007B6A46" w:rsidP="007B6A46">
      <w:r>
        <w:t>920.1108</w:t>
      </w:r>
      <w:r>
        <w:tab/>
        <w:t>1.013e0</w:t>
      </w:r>
    </w:p>
    <w:p w:rsidR="007B6A46" w:rsidRDefault="007B6A46" w:rsidP="007B6A46">
      <w:r>
        <w:t>920.1238</w:t>
      </w:r>
      <w:r>
        <w:tab/>
        <w:t>1.013e0</w:t>
      </w:r>
    </w:p>
    <w:p w:rsidR="007B6A46" w:rsidRDefault="007B6A46" w:rsidP="007B6A46">
      <w:r>
        <w:t>920.1898</w:t>
      </w:r>
      <w:r>
        <w:tab/>
        <w:t>1.013e0</w:t>
      </w:r>
    </w:p>
    <w:p w:rsidR="007B6A46" w:rsidRDefault="007B6A46" w:rsidP="007B6A46">
      <w:r>
        <w:t>920.4176</w:t>
      </w:r>
      <w:r>
        <w:tab/>
        <w:t>1.013e0</w:t>
      </w:r>
    </w:p>
    <w:p w:rsidR="007B6A46" w:rsidRDefault="007B6A46" w:rsidP="007B6A46">
      <w:r>
        <w:lastRenderedPageBreak/>
        <w:t>920.4484</w:t>
      </w:r>
      <w:r>
        <w:tab/>
        <w:t>1.013e0</w:t>
      </w:r>
    </w:p>
    <w:p w:rsidR="007B6A46" w:rsidRDefault="007B6A46" w:rsidP="007B6A46">
      <w:r>
        <w:t>920.4962</w:t>
      </w:r>
      <w:r>
        <w:tab/>
        <w:t>1.013e0</w:t>
      </w:r>
    </w:p>
    <w:p w:rsidR="007B6A46" w:rsidRDefault="007B6A46" w:rsidP="007B6A46">
      <w:r>
        <w:t>920.5116</w:t>
      </w:r>
      <w:r>
        <w:tab/>
        <w:t>1.013e0</w:t>
      </w:r>
    </w:p>
    <w:p w:rsidR="007B6A46" w:rsidRDefault="007B6A46" w:rsidP="007B6A46">
      <w:r>
        <w:t>920.5270</w:t>
      </w:r>
      <w:r>
        <w:tab/>
        <w:t>2.025e0</w:t>
      </w:r>
    </w:p>
    <w:p w:rsidR="007B6A46" w:rsidRDefault="007B6A46" w:rsidP="007B6A46">
      <w:r>
        <w:t>920.6027</w:t>
      </w:r>
      <w:r>
        <w:tab/>
        <w:t>1.013e0</w:t>
      </w:r>
    </w:p>
    <w:p w:rsidR="007B6A46" w:rsidRDefault="007B6A46" w:rsidP="007B6A46">
      <w:r>
        <w:t>920.6316</w:t>
      </w:r>
      <w:r>
        <w:tab/>
        <w:t>1.013e0</w:t>
      </w:r>
    </w:p>
    <w:p w:rsidR="007B6A46" w:rsidRDefault="007B6A46" w:rsidP="007B6A46">
      <w:r>
        <w:t>920.7814</w:t>
      </w:r>
      <w:r>
        <w:tab/>
        <w:t>2.025e0</w:t>
      </w:r>
    </w:p>
    <w:p w:rsidR="007B6A46" w:rsidRDefault="007B6A46" w:rsidP="007B6A46">
      <w:r>
        <w:t>920.7990</w:t>
      </w:r>
      <w:r>
        <w:tab/>
        <w:t>1.013e0</w:t>
      </w:r>
    </w:p>
    <w:p w:rsidR="007B6A46" w:rsidRDefault="007B6A46" w:rsidP="007B6A46">
      <w:r>
        <w:t>920.8957</w:t>
      </w:r>
      <w:r>
        <w:tab/>
        <w:t>1.013e0</w:t>
      </w:r>
    </w:p>
    <w:p w:rsidR="007B6A46" w:rsidRDefault="007B6A46" w:rsidP="007B6A46">
      <w:r>
        <w:t>920.9280</w:t>
      </w:r>
      <w:r>
        <w:tab/>
        <w:t>1.013e0</w:t>
      </w:r>
    </w:p>
    <w:p w:rsidR="007B6A46" w:rsidRDefault="007B6A46" w:rsidP="007B6A46">
      <w:r>
        <w:t>921.0359</w:t>
      </w:r>
      <w:r>
        <w:tab/>
        <w:t>1.013e0</w:t>
      </w:r>
    </w:p>
    <w:p w:rsidR="007B6A46" w:rsidRDefault="007B6A46" w:rsidP="007B6A46">
      <w:r>
        <w:t>921.0514</w:t>
      </w:r>
      <w:r>
        <w:tab/>
        <w:t>1.013e0</w:t>
      </w:r>
    </w:p>
    <w:p w:rsidR="007B6A46" w:rsidRDefault="007B6A46" w:rsidP="007B6A46">
      <w:r>
        <w:t>921.1194</w:t>
      </w:r>
      <w:r>
        <w:tab/>
        <w:t>1.013e0</w:t>
      </w:r>
    </w:p>
    <w:p w:rsidR="007B6A46" w:rsidRDefault="007B6A46" w:rsidP="007B6A46">
      <w:r>
        <w:t>921.2211</w:t>
      </w:r>
      <w:r>
        <w:tab/>
        <w:t>1.013e0</w:t>
      </w:r>
    </w:p>
    <w:p w:rsidR="007B6A46" w:rsidRDefault="007B6A46" w:rsidP="007B6A46">
      <w:r>
        <w:t>921.2882</w:t>
      </w:r>
      <w:r>
        <w:tab/>
        <w:t>2.025e0</w:t>
      </w:r>
    </w:p>
    <w:p w:rsidR="007B6A46" w:rsidRDefault="007B6A46" w:rsidP="007B6A46">
      <w:r>
        <w:t>921.3585</w:t>
      </w:r>
      <w:r>
        <w:tab/>
        <w:t>1.013e0</w:t>
      </w:r>
    </w:p>
    <w:p w:rsidR="007B6A46" w:rsidRDefault="007B6A46" w:rsidP="007B6A46">
      <w:r>
        <w:t>921.4064</w:t>
      </w:r>
      <w:r>
        <w:tab/>
        <w:t>2.025e0</w:t>
      </w:r>
    </w:p>
    <w:p w:rsidR="007B6A46" w:rsidRDefault="007B6A46" w:rsidP="007B6A46">
      <w:r>
        <w:t>921.4357</w:t>
      </w:r>
      <w:r>
        <w:tab/>
        <w:t>1.013e0</w:t>
      </w:r>
    </w:p>
    <w:p w:rsidR="007B6A46" w:rsidRDefault="007B6A46" w:rsidP="007B6A46">
      <w:r>
        <w:t>921.4526</w:t>
      </w:r>
      <w:r>
        <w:tab/>
        <w:t>1.013e0</w:t>
      </w:r>
    </w:p>
    <w:p w:rsidR="007B6A46" w:rsidRDefault="007B6A46" w:rsidP="007B6A46">
      <w:r>
        <w:lastRenderedPageBreak/>
        <w:t>921.5266</w:t>
      </w:r>
      <w:r>
        <w:tab/>
        <w:t>1.013e0</w:t>
      </w:r>
    </w:p>
    <w:p w:rsidR="007B6A46" w:rsidRDefault="007B6A46" w:rsidP="007B6A46">
      <w:r>
        <w:t>921.5281</w:t>
      </w:r>
      <w:r>
        <w:tab/>
        <w:t>1.013e0</w:t>
      </w:r>
    </w:p>
    <w:p w:rsidR="007B6A46" w:rsidRDefault="007B6A46" w:rsidP="007B6A46">
      <w:r>
        <w:t>921.5452</w:t>
      </w:r>
      <w:r>
        <w:tab/>
        <w:t>1.013e0</w:t>
      </w:r>
    </w:p>
    <w:p w:rsidR="007B6A46" w:rsidRDefault="007B6A46" w:rsidP="007B6A46">
      <w:r>
        <w:t>921.6102</w:t>
      </w:r>
      <w:r>
        <w:tab/>
        <w:t>1.013e0</w:t>
      </w:r>
    </w:p>
    <w:p w:rsidR="007B6A46" w:rsidRDefault="007B6A46" w:rsidP="007B6A46">
      <w:r>
        <w:t>921.6687</w:t>
      </w:r>
      <w:r>
        <w:tab/>
        <w:t>1.013e0</w:t>
      </w:r>
    </w:p>
    <w:p w:rsidR="007B6A46" w:rsidRDefault="007B6A46" w:rsidP="007B6A46">
      <w:r>
        <w:t>921.7459</w:t>
      </w:r>
      <w:r>
        <w:tab/>
        <w:t>2.025e0</w:t>
      </w:r>
    </w:p>
    <w:p w:rsidR="007B6A46" w:rsidRDefault="007B6A46" w:rsidP="007B6A46">
      <w:r>
        <w:t>921.8463</w:t>
      </w:r>
      <w:r>
        <w:tab/>
        <w:t>2.025e0</w:t>
      </w:r>
    </w:p>
    <w:p w:rsidR="007B6A46" w:rsidRDefault="007B6A46" w:rsidP="007B6A46">
      <w:r>
        <w:t>921.8481</w:t>
      </w:r>
      <w:r>
        <w:tab/>
        <w:t>1.013e0</w:t>
      </w:r>
    </w:p>
    <w:p w:rsidR="007B6A46" w:rsidRDefault="007B6A46" w:rsidP="007B6A46">
      <w:r>
        <w:t>921.9775</w:t>
      </w:r>
      <w:r>
        <w:tab/>
        <w:t>1.013e0</w:t>
      </w:r>
    </w:p>
    <w:p w:rsidR="007B6A46" w:rsidRDefault="007B6A46" w:rsidP="007B6A46">
      <w:r>
        <w:t>922.2323</w:t>
      </w:r>
      <w:r>
        <w:tab/>
        <w:t>2.025e0</w:t>
      </w:r>
    </w:p>
    <w:p w:rsidR="007B6A46" w:rsidRDefault="007B6A46" w:rsidP="007B6A46">
      <w:r>
        <w:t>922.3023</w:t>
      </w:r>
      <w:r>
        <w:tab/>
        <w:t>1.013e0</w:t>
      </w:r>
    </w:p>
    <w:p w:rsidR="007B6A46" w:rsidRDefault="007B6A46" w:rsidP="007B6A46">
      <w:r>
        <w:t>922.3360</w:t>
      </w:r>
      <w:r>
        <w:tab/>
        <w:t>1.013e0</w:t>
      </w:r>
    </w:p>
    <w:p w:rsidR="007B6A46" w:rsidRDefault="007B6A46" w:rsidP="007B6A46">
      <w:r>
        <w:t>922.3547</w:t>
      </w:r>
      <w:r>
        <w:tab/>
        <w:t>1.013e0</w:t>
      </w:r>
    </w:p>
    <w:p w:rsidR="007B6A46" w:rsidRDefault="007B6A46" w:rsidP="007B6A46">
      <w:r>
        <w:t>922.4241</w:t>
      </w:r>
      <w:r>
        <w:tab/>
        <w:t>2.025e0</w:t>
      </w:r>
    </w:p>
    <w:p w:rsidR="007B6A46" w:rsidRDefault="007B6A46" w:rsidP="007B6A46">
      <w:r>
        <w:t>922.5062</w:t>
      </w:r>
      <w:r>
        <w:tab/>
        <w:t>1.013e0</w:t>
      </w:r>
    </w:p>
    <w:p w:rsidR="007B6A46" w:rsidRDefault="007B6A46" w:rsidP="007B6A46">
      <w:r>
        <w:t>922.5353</w:t>
      </w:r>
      <w:r>
        <w:tab/>
        <w:t>2.025e0</w:t>
      </w:r>
    </w:p>
    <w:p w:rsidR="007B6A46" w:rsidRDefault="007B6A46" w:rsidP="007B6A46">
      <w:r>
        <w:t>922.6108</w:t>
      </w:r>
      <w:r>
        <w:tab/>
        <w:t>1.013e0</w:t>
      </w:r>
    </w:p>
    <w:p w:rsidR="007B6A46" w:rsidRDefault="007B6A46" w:rsidP="007B6A46">
      <w:r>
        <w:t>922.6417</w:t>
      </w:r>
      <w:r>
        <w:tab/>
        <w:t>1.013e0</w:t>
      </w:r>
    </w:p>
    <w:p w:rsidR="007B6A46" w:rsidRDefault="007B6A46" w:rsidP="007B6A46">
      <w:r>
        <w:t>922.7426</w:t>
      </w:r>
      <w:r>
        <w:tab/>
        <w:t>1.013e0</w:t>
      </w:r>
    </w:p>
    <w:p w:rsidR="007B6A46" w:rsidRDefault="007B6A46" w:rsidP="007B6A46">
      <w:r>
        <w:lastRenderedPageBreak/>
        <w:t>922.7963</w:t>
      </w:r>
      <w:r>
        <w:tab/>
        <w:t>1.013e0</w:t>
      </w:r>
    </w:p>
    <w:p w:rsidR="007B6A46" w:rsidRDefault="007B6A46" w:rsidP="007B6A46">
      <w:r>
        <w:t>922.8117</w:t>
      </w:r>
      <w:r>
        <w:tab/>
        <w:t>1.013e0</w:t>
      </w:r>
    </w:p>
    <w:p w:rsidR="007B6A46" w:rsidRDefault="007B6A46" w:rsidP="007B6A46">
      <w:r>
        <w:t>922.8770</w:t>
      </w:r>
      <w:r>
        <w:tab/>
        <w:t>1.013e0</w:t>
      </w:r>
    </w:p>
    <w:p w:rsidR="007B6A46" w:rsidRDefault="007B6A46" w:rsidP="007B6A46">
      <w:r>
        <w:t>922.8784</w:t>
      </w:r>
      <w:r>
        <w:tab/>
        <w:t>1.013e0</w:t>
      </w:r>
    </w:p>
    <w:p w:rsidR="007B6A46" w:rsidRDefault="007B6A46" w:rsidP="007B6A46">
      <w:r>
        <w:t>922.8876</w:t>
      </w:r>
      <w:r>
        <w:tab/>
        <w:t>1.013e0</w:t>
      </w:r>
    </w:p>
    <w:p w:rsidR="007B6A46" w:rsidRDefault="007B6A46" w:rsidP="007B6A46">
      <w:r>
        <w:t>923.0436</w:t>
      </w:r>
      <w:r>
        <w:tab/>
        <w:t>1.013e0</w:t>
      </w:r>
    </w:p>
    <w:p w:rsidR="007B6A46" w:rsidRDefault="007B6A46" w:rsidP="007B6A46">
      <w:r>
        <w:t>923.0674</w:t>
      </w:r>
      <w:r>
        <w:tab/>
        <w:t>2.025e0</w:t>
      </w:r>
    </w:p>
    <w:p w:rsidR="007B6A46" w:rsidRDefault="007B6A46" w:rsidP="007B6A46">
      <w:r>
        <w:t>923.3198</w:t>
      </w:r>
      <w:r>
        <w:tab/>
        <w:t>1.013e0</w:t>
      </w:r>
    </w:p>
    <w:p w:rsidR="007B6A46" w:rsidRDefault="007B6A46" w:rsidP="007B6A46">
      <w:r>
        <w:t>923.3295</w:t>
      </w:r>
      <w:r>
        <w:tab/>
        <w:t>2.025e0</w:t>
      </w:r>
    </w:p>
    <w:p w:rsidR="007B6A46" w:rsidRDefault="007B6A46" w:rsidP="007B6A46">
      <w:r>
        <w:t>923.5229</w:t>
      </w:r>
      <w:r>
        <w:tab/>
        <w:t>1.013e0</w:t>
      </w:r>
    </w:p>
    <w:p w:rsidR="007B6A46" w:rsidRDefault="007B6A46" w:rsidP="007B6A46">
      <w:r>
        <w:t>923.5302</w:t>
      </w:r>
      <w:r>
        <w:tab/>
        <w:t>2.025e0</w:t>
      </w:r>
    </w:p>
    <w:p w:rsidR="007B6A46" w:rsidRDefault="007B6A46" w:rsidP="007B6A46">
      <w:r>
        <w:t>923.5524</w:t>
      </w:r>
      <w:r>
        <w:tab/>
        <w:t>1.013e0</w:t>
      </w:r>
    </w:p>
    <w:p w:rsidR="007B6A46" w:rsidRDefault="007B6A46" w:rsidP="007B6A46">
      <w:r>
        <w:t>923.6298</w:t>
      </w:r>
      <w:r>
        <w:tab/>
        <w:t>1.013e0</w:t>
      </w:r>
    </w:p>
    <w:p w:rsidR="007B6A46" w:rsidRDefault="007B6A46" w:rsidP="007B6A46">
      <w:r>
        <w:t>923.6398</w:t>
      </w:r>
      <w:r>
        <w:tab/>
        <w:t>1.013e0</w:t>
      </w:r>
    </w:p>
    <w:p w:rsidR="007B6A46" w:rsidRDefault="007B6A46" w:rsidP="007B6A46">
      <w:r>
        <w:t>923.7071</w:t>
      </w:r>
      <w:r>
        <w:tab/>
        <w:t>2.025e0</w:t>
      </w:r>
    </w:p>
    <w:p w:rsidR="007B6A46" w:rsidRDefault="007B6A46" w:rsidP="007B6A46">
      <w:r>
        <w:t>923.7241</w:t>
      </w:r>
      <w:r>
        <w:tab/>
        <w:t>1.013e0</w:t>
      </w:r>
    </w:p>
    <w:p w:rsidR="007B6A46" w:rsidRDefault="007B6A46" w:rsidP="007B6A46">
      <w:r>
        <w:t>923.7767</w:t>
      </w:r>
      <w:r>
        <w:tab/>
        <w:t>2.025e0</w:t>
      </w:r>
    </w:p>
    <w:p w:rsidR="007B6A46" w:rsidRDefault="007B6A46" w:rsidP="007B6A46">
      <w:r>
        <w:t>923.8782</w:t>
      </w:r>
      <w:r>
        <w:tab/>
        <w:t>1.013e0</w:t>
      </w:r>
    </w:p>
    <w:p w:rsidR="007B6A46" w:rsidRDefault="007B6A46" w:rsidP="007B6A46">
      <w:r>
        <w:t>923.8876</w:t>
      </w:r>
      <w:r>
        <w:tab/>
        <w:t>2.025e0</w:t>
      </w:r>
    </w:p>
    <w:p w:rsidR="007B6A46" w:rsidRDefault="007B6A46" w:rsidP="007B6A46">
      <w:r>
        <w:lastRenderedPageBreak/>
        <w:t>923.9237</w:t>
      </w:r>
      <w:r>
        <w:tab/>
        <w:t>1.013e0</w:t>
      </w:r>
    </w:p>
    <w:p w:rsidR="007B6A46" w:rsidRDefault="007B6A46" w:rsidP="007B6A46">
      <w:r>
        <w:t>923.9252</w:t>
      </w:r>
      <w:r>
        <w:tab/>
        <w:t>1.013e0</w:t>
      </w:r>
    </w:p>
    <w:p w:rsidR="007B6A46" w:rsidRDefault="007B6A46" w:rsidP="007B6A46">
      <w:r>
        <w:t>923.9716</w:t>
      </w:r>
      <w:r>
        <w:tab/>
        <w:t>1.013e0</w:t>
      </w:r>
    </w:p>
    <w:p w:rsidR="007B6A46" w:rsidRDefault="007B6A46" w:rsidP="007B6A46">
      <w:r>
        <w:t>924.0165</w:t>
      </w:r>
      <w:r>
        <w:tab/>
        <w:t>1.013e0</w:t>
      </w:r>
    </w:p>
    <w:p w:rsidR="007B6A46" w:rsidRDefault="007B6A46" w:rsidP="007B6A46">
      <w:r>
        <w:t>924.0939</w:t>
      </w:r>
      <w:r>
        <w:tab/>
        <w:t>1.013e0</w:t>
      </w:r>
    </w:p>
    <w:p w:rsidR="007B6A46" w:rsidRDefault="007B6A46" w:rsidP="007B6A46">
      <w:r>
        <w:t>924.2137</w:t>
      </w:r>
      <w:r>
        <w:tab/>
        <w:t>2.025e0</w:t>
      </w:r>
    </w:p>
    <w:p w:rsidR="007B6A46" w:rsidRDefault="007B6A46" w:rsidP="007B6A46">
      <w:r>
        <w:t>924.2166</w:t>
      </w:r>
      <w:r>
        <w:tab/>
        <w:t>2.025e0</w:t>
      </w:r>
    </w:p>
    <w:p w:rsidR="007B6A46" w:rsidRDefault="007B6A46" w:rsidP="007B6A46">
      <w:r>
        <w:t>924.2487</w:t>
      </w:r>
      <w:r>
        <w:tab/>
        <w:t>1.013e0</w:t>
      </w:r>
    </w:p>
    <w:p w:rsidR="007B6A46" w:rsidRDefault="007B6A46" w:rsidP="007B6A46">
      <w:r>
        <w:t>924.3276</w:t>
      </w:r>
      <w:r>
        <w:tab/>
        <w:t>1.013e0</w:t>
      </w:r>
    </w:p>
    <w:p w:rsidR="007B6A46" w:rsidRDefault="007B6A46" w:rsidP="007B6A46">
      <w:r>
        <w:t>924.4500</w:t>
      </w:r>
      <w:r>
        <w:tab/>
        <w:t>1.013e0</w:t>
      </w:r>
    </w:p>
    <w:p w:rsidR="007B6A46" w:rsidRDefault="007B6A46" w:rsidP="007B6A46">
      <w:r>
        <w:t>924.4830</w:t>
      </w:r>
      <w:r>
        <w:tab/>
        <w:t>1.013e0</w:t>
      </w:r>
    </w:p>
    <w:p w:rsidR="007B6A46" w:rsidRDefault="007B6A46" w:rsidP="007B6A46">
      <w:r>
        <w:t>924.5119</w:t>
      </w:r>
      <w:r>
        <w:tab/>
        <w:t>1.013e0</w:t>
      </w:r>
    </w:p>
    <w:p w:rsidR="007B6A46" w:rsidRDefault="007B6A46" w:rsidP="007B6A46">
      <w:r>
        <w:t>924.5963</w:t>
      </w:r>
      <w:r>
        <w:tab/>
        <w:t>2.025e0</w:t>
      </w:r>
    </w:p>
    <w:p w:rsidR="007B6A46" w:rsidRDefault="007B6A46" w:rsidP="007B6A46">
      <w:r>
        <w:t>924.6033</w:t>
      </w:r>
      <w:r>
        <w:tab/>
        <w:t>2.025e0</w:t>
      </w:r>
    </w:p>
    <w:p w:rsidR="007B6A46" w:rsidRDefault="007B6A46" w:rsidP="007B6A46">
      <w:r>
        <w:t>924.7026</w:t>
      </w:r>
      <w:r>
        <w:tab/>
        <w:t>1.013e0</w:t>
      </w:r>
    </w:p>
    <w:p w:rsidR="007B6A46" w:rsidRDefault="007B6A46" w:rsidP="007B6A46">
      <w:r>
        <w:t>924.7751</w:t>
      </w:r>
      <w:r>
        <w:tab/>
        <w:t>1.013e0</w:t>
      </w:r>
    </w:p>
    <w:p w:rsidR="007B6A46" w:rsidRDefault="007B6A46" w:rsidP="007B6A46">
      <w:r>
        <w:t>924.8071</w:t>
      </w:r>
      <w:r>
        <w:tab/>
        <w:t>2.025e0</w:t>
      </w:r>
    </w:p>
    <w:p w:rsidR="007B6A46" w:rsidRDefault="007B6A46" w:rsidP="007B6A46">
      <w:r>
        <w:t>924.8231</w:t>
      </w:r>
      <w:r>
        <w:tab/>
        <w:t>1.013e0</w:t>
      </w:r>
    </w:p>
    <w:p w:rsidR="007B6A46" w:rsidRDefault="007B6A46" w:rsidP="007B6A46">
      <w:r>
        <w:t>924.9592</w:t>
      </w:r>
      <w:r>
        <w:tab/>
        <w:t>1.013e0</w:t>
      </w:r>
    </w:p>
    <w:p w:rsidR="007B6A46" w:rsidRDefault="007B6A46" w:rsidP="007B6A46">
      <w:r>
        <w:lastRenderedPageBreak/>
        <w:t>924.9920</w:t>
      </w:r>
      <w:r>
        <w:tab/>
        <w:t>1.013e0</w:t>
      </w:r>
    </w:p>
    <w:p w:rsidR="007B6A46" w:rsidRDefault="007B6A46" w:rsidP="007B6A46">
      <w:r>
        <w:t>925.0919</w:t>
      </w:r>
      <w:r>
        <w:tab/>
        <w:t>1.013e0</w:t>
      </w:r>
    </w:p>
    <w:p w:rsidR="007B6A46" w:rsidRDefault="007B6A46" w:rsidP="007B6A46">
      <w:r>
        <w:t>925.1793</w:t>
      </w:r>
      <w:r>
        <w:tab/>
        <w:t>1.013e0</w:t>
      </w:r>
    </w:p>
    <w:p w:rsidR="007B6A46" w:rsidRDefault="007B6A46" w:rsidP="007B6A46">
      <w:r>
        <w:t>925.2103</w:t>
      </w:r>
      <w:r>
        <w:tab/>
        <w:t>1.013e0</w:t>
      </w:r>
    </w:p>
    <w:p w:rsidR="007B6A46" w:rsidRDefault="007B6A46" w:rsidP="007B6A46">
      <w:r>
        <w:t>925.3653</w:t>
      </w:r>
      <w:r>
        <w:tab/>
        <w:t>1.013e0</w:t>
      </w:r>
    </w:p>
    <w:p w:rsidR="007B6A46" w:rsidRDefault="007B6A46" w:rsidP="007B6A46">
      <w:r>
        <w:t>925.4114</w:t>
      </w:r>
      <w:r>
        <w:tab/>
        <w:t>1.013e0</w:t>
      </w:r>
    </w:p>
    <w:p w:rsidR="007B6A46" w:rsidRDefault="007B6A46" w:rsidP="007B6A46">
      <w:r>
        <w:t>925.4738</w:t>
      </w:r>
      <w:r>
        <w:tab/>
        <w:t>1.013e0</w:t>
      </w:r>
    </w:p>
    <w:p w:rsidR="007B6A46" w:rsidRDefault="007B6A46" w:rsidP="007B6A46">
      <w:r>
        <w:t>925.5668</w:t>
      </w:r>
      <w:r>
        <w:tab/>
        <w:t>1.013e0</w:t>
      </w:r>
    </w:p>
    <w:p w:rsidR="007B6A46" w:rsidRDefault="007B6A46" w:rsidP="007B6A46">
      <w:r>
        <w:t>925.7844</w:t>
      </w:r>
      <w:r>
        <w:tab/>
        <w:t>2.025e0</w:t>
      </w:r>
    </w:p>
    <w:p w:rsidR="007B6A46" w:rsidRDefault="007B6A46" w:rsidP="007B6A46">
      <w:r>
        <w:t>925.8184</w:t>
      </w:r>
      <w:r>
        <w:tab/>
        <w:t>1.013e0</w:t>
      </w:r>
    </w:p>
    <w:p w:rsidR="007B6A46" w:rsidRDefault="007B6A46" w:rsidP="007B6A46">
      <w:r>
        <w:t>925.8528</w:t>
      </w:r>
      <w:r>
        <w:tab/>
        <w:t>1.013e0</w:t>
      </w:r>
    </w:p>
    <w:p w:rsidR="007B6A46" w:rsidRDefault="007B6A46" w:rsidP="007B6A46">
      <w:r>
        <w:t>925.9219</w:t>
      </w:r>
      <w:r>
        <w:tab/>
        <w:t>1.013e0</w:t>
      </w:r>
    </w:p>
    <w:p w:rsidR="007B6A46" w:rsidRDefault="007B6A46" w:rsidP="007B6A46">
      <w:r>
        <w:t>926.0559</w:t>
      </w:r>
      <w:r>
        <w:tab/>
        <w:t>1.013e0</w:t>
      </w:r>
    </w:p>
    <w:p w:rsidR="007B6A46" w:rsidRDefault="007B6A46" w:rsidP="007B6A46">
      <w:r>
        <w:t>926.0614</w:t>
      </w:r>
      <w:r>
        <w:tab/>
        <w:t>1.013e0</w:t>
      </w:r>
    </w:p>
    <w:p w:rsidR="007B6A46" w:rsidRDefault="007B6A46" w:rsidP="007B6A46">
      <w:r>
        <w:t>926.0939</w:t>
      </w:r>
      <w:r>
        <w:tab/>
        <w:t>1.013e0</w:t>
      </w:r>
    </w:p>
    <w:p w:rsidR="007B6A46" w:rsidRDefault="007B6A46" w:rsidP="007B6A46">
      <w:r>
        <w:t>926.1094</w:t>
      </w:r>
      <w:r>
        <w:tab/>
        <w:t>2.025e0</w:t>
      </w:r>
    </w:p>
    <w:p w:rsidR="007B6A46" w:rsidRDefault="007B6A46" w:rsidP="007B6A46">
      <w:r>
        <w:t>926.1855</w:t>
      </w:r>
      <w:r>
        <w:tab/>
        <w:t>1.013e0</w:t>
      </w:r>
    </w:p>
    <w:p w:rsidR="007B6A46" w:rsidRDefault="007B6A46" w:rsidP="007B6A46">
      <w:r>
        <w:t>926.2941</w:t>
      </w:r>
      <w:r>
        <w:tab/>
        <w:t>1.013e0</w:t>
      </w:r>
    </w:p>
    <w:p w:rsidR="007B6A46" w:rsidRDefault="007B6A46" w:rsidP="007B6A46">
      <w:r>
        <w:t>926.2955</w:t>
      </w:r>
      <w:r>
        <w:tab/>
        <w:t>1.013e0</w:t>
      </w:r>
    </w:p>
    <w:p w:rsidR="007B6A46" w:rsidRDefault="007B6A46" w:rsidP="007B6A46">
      <w:r>
        <w:lastRenderedPageBreak/>
        <w:t>926.3265</w:t>
      </w:r>
      <w:r>
        <w:tab/>
        <w:t>1.013e0</w:t>
      </w:r>
    </w:p>
    <w:p w:rsidR="007B6A46" w:rsidRDefault="007B6A46" w:rsidP="007B6A46">
      <w:r>
        <w:t>926.4507</w:t>
      </w:r>
      <w:r>
        <w:tab/>
        <w:t>1.013e0</w:t>
      </w:r>
    </w:p>
    <w:p w:rsidR="007B6A46" w:rsidRDefault="007B6A46" w:rsidP="007B6A46">
      <w:r>
        <w:t>926.4817</w:t>
      </w:r>
      <w:r>
        <w:tab/>
        <w:t>1.013e0</w:t>
      </w:r>
    </w:p>
    <w:p w:rsidR="007B6A46" w:rsidRDefault="007B6A46" w:rsidP="007B6A46">
      <w:r>
        <w:t>926.5444</w:t>
      </w:r>
      <w:r>
        <w:tab/>
        <w:t>1.013e0</w:t>
      </w:r>
    </w:p>
    <w:p w:rsidR="007B6A46" w:rsidRDefault="007B6A46" w:rsidP="007B6A46">
      <w:r>
        <w:t>926.5784</w:t>
      </w:r>
      <w:r>
        <w:tab/>
        <w:t>2.025e0</w:t>
      </w:r>
    </w:p>
    <w:p w:rsidR="007B6A46" w:rsidRDefault="007B6A46" w:rsidP="007B6A46">
      <w:r>
        <w:t>926.6354</w:t>
      </w:r>
      <w:r>
        <w:tab/>
        <w:t>1.013e0</w:t>
      </w:r>
    </w:p>
    <w:p w:rsidR="007B6A46" w:rsidRDefault="007B6A46" w:rsidP="007B6A46">
      <w:r>
        <w:t>926.6675</w:t>
      </w:r>
      <w:r>
        <w:tab/>
        <w:t>1.013e0</w:t>
      </w:r>
    </w:p>
    <w:p w:rsidR="007B6A46" w:rsidRDefault="007B6A46" w:rsidP="007B6A46">
      <w:r>
        <w:t>926.7144</w:t>
      </w:r>
      <w:r>
        <w:tab/>
        <w:t>1.013e0</w:t>
      </w:r>
    </w:p>
    <w:p w:rsidR="007B6A46" w:rsidRDefault="007B6A46" w:rsidP="007B6A46">
      <w:r>
        <w:t>926.7521</w:t>
      </w:r>
      <w:r>
        <w:tab/>
        <w:t>3.038e0</w:t>
      </w:r>
    </w:p>
    <w:p w:rsidR="007B6A46" w:rsidRDefault="007B6A46" w:rsidP="007B6A46">
      <w:r>
        <w:t>926.8851</w:t>
      </w:r>
      <w:r>
        <w:tab/>
        <w:t>1.013e0</w:t>
      </w:r>
    </w:p>
    <w:p w:rsidR="007B6A46" w:rsidRDefault="007B6A46" w:rsidP="007B6A46">
      <w:r>
        <w:t>927.0699</w:t>
      </w:r>
      <w:r>
        <w:tab/>
        <w:t>1.013e0</w:t>
      </w:r>
    </w:p>
    <w:p w:rsidR="007B6A46" w:rsidRDefault="007B6A46" w:rsidP="007B6A46">
      <w:r>
        <w:t>927.2718</w:t>
      </w:r>
      <w:r>
        <w:tab/>
        <w:t>1.013e0</w:t>
      </w:r>
    </w:p>
    <w:p w:rsidR="007B6A46" w:rsidRDefault="007B6A46" w:rsidP="007B6A46">
      <w:r>
        <w:t>927.2960</w:t>
      </w:r>
      <w:r>
        <w:tab/>
        <w:t>2.025e0</w:t>
      </w:r>
    </w:p>
    <w:p w:rsidR="007B6A46" w:rsidRDefault="007B6A46" w:rsidP="007B6A46">
      <w:r>
        <w:t>927.4283</w:t>
      </w:r>
      <w:r>
        <w:tab/>
        <w:t>1.013e0</w:t>
      </w:r>
    </w:p>
    <w:p w:rsidR="007B6A46" w:rsidRDefault="007B6A46" w:rsidP="007B6A46">
      <w:r>
        <w:t>927.4426</w:t>
      </w:r>
      <w:r>
        <w:tab/>
        <w:t>1.013e0</w:t>
      </w:r>
    </w:p>
    <w:p w:rsidR="007B6A46" w:rsidRDefault="007B6A46" w:rsidP="007B6A46">
      <w:r>
        <w:t>927.4441</w:t>
      </w:r>
      <w:r>
        <w:tab/>
        <w:t>2.025e0</w:t>
      </w:r>
    </w:p>
    <w:p w:rsidR="007B6A46" w:rsidRDefault="007B6A46" w:rsidP="007B6A46">
      <w:r>
        <w:t>927.5099</w:t>
      </w:r>
      <w:r>
        <w:tab/>
        <w:t>1.013e0</w:t>
      </w:r>
    </w:p>
    <w:p w:rsidR="007B6A46" w:rsidRDefault="007B6A46" w:rsidP="007B6A46">
      <w:r>
        <w:t>927.5430</w:t>
      </w:r>
      <w:r>
        <w:tab/>
        <w:t>1.013e0</w:t>
      </w:r>
    </w:p>
    <w:p w:rsidR="007B6A46" w:rsidRDefault="007B6A46" w:rsidP="007B6A46">
      <w:r>
        <w:t>927.6600</w:t>
      </w:r>
      <w:r>
        <w:tab/>
        <w:t>1.013e0</w:t>
      </w:r>
    </w:p>
    <w:p w:rsidR="007B6A46" w:rsidRDefault="007B6A46" w:rsidP="007B6A46">
      <w:r>
        <w:lastRenderedPageBreak/>
        <w:t>927.6755</w:t>
      </w:r>
      <w:r>
        <w:tab/>
        <w:t>1.013e0</w:t>
      </w:r>
    </w:p>
    <w:p w:rsidR="007B6A46" w:rsidRDefault="007B6A46" w:rsidP="007B6A46">
      <w:r>
        <w:t>927.7175</w:t>
      </w:r>
      <w:r>
        <w:tab/>
        <w:t>2.025e0</w:t>
      </w:r>
    </w:p>
    <w:p w:rsidR="007B6A46" w:rsidRDefault="007B6A46" w:rsidP="007B6A46">
      <w:r>
        <w:t>927.7236</w:t>
      </w:r>
      <w:r>
        <w:tab/>
        <w:t>2.025e0</w:t>
      </w:r>
    </w:p>
    <w:p w:rsidR="007B6A46" w:rsidRDefault="007B6A46" w:rsidP="007B6A46">
      <w:r>
        <w:t>927.8154</w:t>
      </w:r>
      <w:r>
        <w:tab/>
        <w:t>1.013e0</w:t>
      </w:r>
    </w:p>
    <w:p w:rsidR="007B6A46" w:rsidRDefault="007B6A46" w:rsidP="007B6A46">
      <w:r>
        <w:t>927.8479</w:t>
      </w:r>
      <w:r>
        <w:tab/>
        <w:t>1.013e0</w:t>
      </w:r>
    </w:p>
    <w:p w:rsidR="007B6A46" w:rsidRDefault="007B6A46" w:rsidP="007B6A46">
      <w:r>
        <w:t>927.8987</w:t>
      </w:r>
      <w:r>
        <w:tab/>
        <w:t>2.025e0</w:t>
      </w:r>
    </w:p>
    <w:p w:rsidR="007B6A46" w:rsidRDefault="007B6A46" w:rsidP="007B6A46">
      <w:r>
        <w:t>927.9086</w:t>
      </w:r>
      <w:r>
        <w:tab/>
        <w:t>1.013e0</w:t>
      </w:r>
    </w:p>
    <w:p w:rsidR="007B6A46" w:rsidRDefault="007B6A46" w:rsidP="007B6A46">
      <w:r>
        <w:t>928.0344</w:t>
      </w:r>
      <w:r>
        <w:tab/>
        <w:t>1.013e0</w:t>
      </w:r>
    </w:p>
    <w:p w:rsidR="007B6A46" w:rsidRDefault="007B6A46" w:rsidP="007B6A46">
      <w:r>
        <w:t>928.0671</w:t>
      </w:r>
      <w:r>
        <w:tab/>
        <w:t>1.013e0</w:t>
      </w:r>
    </w:p>
    <w:p w:rsidR="007B6A46" w:rsidRDefault="007B6A46" w:rsidP="007B6A46">
      <w:r>
        <w:t>928.0756</w:t>
      </w:r>
      <w:r>
        <w:tab/>
        <w:t>2.025e0</w:t>
      </w:r>
    </w:p>
    <w:p w:rsidR="007B6A46" w:rsidRDefault="007B6A46" w:rsidP="007B6A46">
      <w:r>
        <w:t>928.1021</w:t>
      </w:r>
      <w:r>
        <w:tab/>
        <w:t>1.013e0</w:t>
      </w:r>
    </w:p>
    <w:p w:rsidR="007B6A46" w:rsidRDefault="007B6A46" w:rsidP="007B6A46">
      <w:r>
        <w:t>928.2039</w:t>
      </w:r>
      <w:r>
        <w:tab/>
        <w:t>1.013e0</w:t>
      </w:r>
    </w:p>
    <w:p w:rsidR="007B6A46" w:rsidRDefault="007B6A46" w:rsidP="007B6A46">
      <w:r>
        <w:t>928.2527</w:t>
      </w:r>
      <w:r>
        <w:tab/>
        <w:t>1.013e0</w:t>
      </w:r>
    </w:p>
    <w:p w:rsidR="007B6A46" w:rsidRDefault="007B6A46" w:rsidP="007B6A46">
      <w:r>
        <w:t>928.2863</w:t>
      </w:r>
      <w:r>
        <w:tab/>
        <w:t>1.013e0</w:t>
      </w:r>
    </w:p>
    <w:p w:rsidR="007B6A46" w:rsidRDefault="007B6A46" w:rsidP="007B6A46">
      <w:r>
        <w:t>928.3452</w:t>
      </w:r>
      <w:r>
        <w:tab/>
        <w:t>1.013e0</w:t>
      </w:r>
    </w:p>
    <w:p w:rsidR="007B6A46" w:rsidRDefault="007B6A46" w:rsidP="007B6A46">
      <w:r>
        <w:t>928.4681</w:t>
      </w:r>
      <w:r>
        <w:tab/>
        <w:t>1.013e0</w:t>
      </w:r>
    </w:p>
    <w:p w:rsidR="007B6A46" w:rsidRDefault="007B6A46" w:rsidP="007B6A46">
      <w:r>
        <w:t>928.4757</w:t>
      </w:r>
      <w:r>
        <w:tab/>
        <w:t>2.025e0</w:t>
      </w:r>
    </w:p>
    <w:p w:rsidR="007B6A46" w:rsidRDefault="007B6A46" w:rsidP="007B6A46">
      <w:r>
        <w:t>928.4830</w:t>
      </w:r>
      <w:r>
        <w:tab/>
        <w:t>4.051e0</w:t>
      </w:r>
    </w:p>
    <w:p w:rsidR="007B6A46" w:rsidRDefault="007B6A46" w:rsidP="007B6A46">
      <w:r>
        <w:t>928.4851</w:t>
      </w:r>
      <w:r>
        <w:tab/>
        <w:t>2.025e0</w:t>
      </w:r>
    </w:p>
    <w:p w:rsidR="007B6A46" w:rsidRDefault="007B6A46" w:rsidP="007B6A46">
      <w:r>
        <w:lastRenderedPageBreak/>
        <w:t>928.5492</w:t>
      </w:r>
      <w:r>
        <w:tab/>
        <w:t>4.051e0</w:t>
      </w:r>
    </w:p>
    <w:p w:rsidR="007B6A46" w:rsidRDefault="007B6A46" w:rsidP="007B6A46">
      <w:r>
        <w:t>928.6240</w:t>
      </w:r>
      <w:r>
        <w:tab/>
        <w:t>2.025e0</w:t>
      </w:r>
    </w:p>
    <w:p w:rsidR="007B6A46" w:rsidRDefault="007B6A46" w:rsidP="007B6A46">
      <w:r>
        <w:t>928.6391</w:t>
      </w:r>
      <w:r>
        <w:tab/>
        <w:t>1.013e0</w:t>
      </w:r>
    </w:p>
    <w:p w:rsidR="007B6A46" w:rsidRDefault="007B6A46" w:rsidP="007B6A46">
      <w:r>
        <w:t>928.6873</w:t>
      </w:r>
      <w:r>
        <w:tab/>
        <w:t>1.013e0</w:t>
      </w:r>
    </w:p>
    <w:p w:rsidR="007B6A46" w:rsidRDefault="007B6A46" w:rsidP="007B6A46">
      <w:r>
        <w:t>928.7096</w:t>
      </w:r>
      <w:r>
        <w:tab/>
        <w:t>1.013e0</w:t>
      </w:r>
    </w:p>
    <w:p w:rsidR="007B6A46" w:rsidRDefault="007B6A46" w:rsidP="007B6A46">
      <w:r>
        <w:t>928.7324</w:t>
      </w:r>
      <w:r>
        <w:tab/>
        <w:t>1.013e0</w:t>
      </w:r>
    </w:p>
    <w:p w:rsidR="007B6A46" w:rsidRDefault="007B6A46" w:rsidP="007B6A46">
      <w:r>
        <w:t>928.7381</w:t>
      </w:r>
      <w:r>
        <w:tab/>
        <w:t>4.051e0</w:t>
      </w:r>
    </w:p>
    <w:p w:rsidR="007B6A46" w:rsidRDefault="007B6A46" w:rsidP="007B6A46">
      <w:r>
        <w:t>928.9983</w:t>
      </w:r>
      <w:r>
        <w:tab/>
        <w:t>1.013e0</w:t>
      </w:r>
    </w:p>
    <w:p w:rsidR="007B6A46" w:rsidRDefault="007B6A46" w:rsidP="007B6A46">
      <w:r>
        <w:t>929.0124</w:t>
      </w:r>
      <w:r>
        <w:tab/>
        <w:t>1.013e0</w:t>
      </w:r>
    </w:p>
    <w:p w:rsidR="007B6A46" w:rsidRDefault="007B6A46" w:rsidP="007B6A46">
      <w:r>
        <w:t>929.0294</w:t>
      </w:r>
      <w:r>
        <w:tab/>
        <w:t>1.013e0</w:t>
      </w:r>
    </w:p>
    <w:p w:rsidR="007B6A46" w:rsidRDefault="007B6A46" w:rsidP="007B6A46">
      <w:r>
        <w:t>929.1345</w:t>
      </w:r>
      <w:r>
        <w:tab/>
        <w:t>1.013e0</w:t>
      </w:r>
    </w:p>
    <w:p w:rsidR="007B6A46" w:rsidRDefault="007B6A46" w:rsidP="007B6A46">
      <w:r>
        <w:t>929.1539</w:t>
      </w:r>
      <w:r>
        <w:tab/>
        <w:t>1.013e0</w:t>
      </w:r>
    </w:p>
    <w:p w:rsidR="007B6A46" w:rsidRDefault="007B6A46" w:rsidP="007B6A46">
      <w:r>
        <w:t>929.2161</w:t>
      </w:r>
      <w:r>
        <w:tab/>
        <w:t>1.013e0</w:t>
      </w:r>
    </w:p>
    <w:p w:rsidR="007B6A46" w:rsidRDefault="007B6A46" w:rsidP="007B6A46">
      <w:r>
        <w:t>929.2939</w:t>
      </w:r>
      <w:r>
        <w:tab/>
        <w:t>1.013e0</w:t>
      </w:r>
    </w:p>
    <w:p w:rsidR="007B6A46" w:rsidRDefault="007B6A46" w:rsidP="007B6A46">
      <w:r>
        <w:t>929.4700</w:t>
      </w:r>
      <w:r>
        <w:tab/>
        <w:t>1.013e0</w:t>
      </w:r>
    </w:p>
    <w:p w:rsidR="007B6A46" w:rsidRDefault="007B6A46" w:rsidP="007B6A46">
      <w:r>
        <w:t>929.4714</w:t>
      </w:r>
      <w:r>
        <w:tab/>
        <w:t>2.025e0</w:t>
      </w:r>
    </w:p>
    <w:p w:rsidR="007B6A46" w:rsidRDefault="007B6A46" w:rsidP="007B6A46">
      <w:r>
        <w:t>929.5043</w:t>
      </w:r>
      <w:r>
        <w:tab/>
        <w:t>1.013e0</w:t>
      </w:r>
    </w:p>
    <w:p w:rsidR="007B6A46" w:rsidRDefault="007B6A46" w:rsidP="007B6A46">
      <w:r>
        <w:t>929.5428</w:t>
      </w:r>
      <w:r>
        <w:tab/>
        <w:t>2.025e0</w:t>
      </w:r>
    </w:p>
    <w:p w:rsidR="007B6A46" w:rsidRDefault="007B6A46" w:rsidP="007B6A46">
      <w:r>
        <w:t>929.5657</w:t>
      </w:r>
      <w:r>
        <w:tab/>
        <w:t>2.025e0</w:t>
      </w:r>
    </w:p>
    <w:p w:rsidR="007B6A46" w:rsidRDefault="007B6A46" w:rsidP="007B6A46">
      <w:r>
        <w:lastRenderedPageBreak/>
        <w:t>929.5895</w:t>
      </w:r>
      <w:r>
        <w:tab/>
        <w:t>3.038e0</w:t>
      </w:r>
    </w:p>
    <w:p w:rsidR="007B6A46" w:rsidRDefault="007B6A46" w:rsidP="007B6A46">
      <w:r>
        <w:t>929.6572</w:t>
      </w:r>
      <w:r>
        <w:tab/>
        <w:t>2.025e0</w:t>
      </w:r>
    </w:p>
    <w:p w:rsidR="007B6A46" w:rsidRDefault="007B6A46" w:rsidP="007B6A46">
      <w:r>
        <w:t>929.7748</w:t>
      </w:r>
      <w:r>
        <w:tab/>
        <w:t>1.013e0</w:t>
      </w:r>
    </w:p>
    <w:p w:rsidR="007B6A46" w:rsidRDefault="007B6A46" w:rsidP="007B6A46">
      <w:r>
        <w:t>929.9305</w:t>
      </w:r>
      <w:r>
        <w:tab/>
        <w:t>1.013e0</w:t>
      </w:r>
    </w:p>
    <w:p w:rsidR="007B6A46" w:rsidRDefault="007B6A46" w:rsidP="007B6A46">
      <w:r>
        <w:t>929.9788</w:t>
      </w:r>
      <w:r>
        <w:tab/>
        <w:t>1.013e0</w:t>
      </w:r>
    </w:p>
    <w:p w:rsidR="007B6A46" w:rsidRDefault="007B6A46" w:rsidP="007B6A46">
      <w:r>
        <w:t>930.0410</w:t>
      </w:r>
      <w:r>
        <w:tab/>
        <w:t>1.013e0</w:t>
      </w:r>
    </w:p>
    <w:p w:rsidR="007B6A46" w:rsidRDefault="007B6A46" w:rsidP="007B6A46">
      <w:r>
        <w:t>930.1967</w:t>
      </w:r>
      <w:r>
        <w:tab/>
        <w:t>1.013e0</w:t>
      </w:r>
    </w:p>
    <w:p w:rsidR="007B6A46" w:rsidRDefault="007B6A46" w:rsidP="007B6A46">
      <w:r>
        <w:t>930.2315</w:t>
      </w:r>
      <w:r>
        <w:tab/>
        <w:t>1.013e0</w:t>
      </w:r>
    </w:p>
    <w:p w:rsidR="007B6A46" w:rsidRDefault="007B6A46" w:rsidP="007B6A46">
      <w:r>
        <w:t>930.3837</w:t>
      </w:r>
      <w:r>
        <w:tab/>
        <w:t>1.013e0</w:t>
      </w:r>
    </w:p>
    <w:p w:rsidR="007B6A46" w:rsidRDefault="007B6A46" w:rsidP="007B6A46">
      <w:r>
        <w:t>930.4691</w:t>
      </w:r>
      <w:r>
        <w:tab/>
        <w:t>1.013e0</w:t>
      </w:r>
    </w:p>
    <w:p w:rsidR="007B6A46" w:rsidRDefault="007B6A46" w:rsidP="007B6A46">
      <w:r>
        <w:t>930.4990</w:t>
      </w:r>
      <w:r>
        <w:tab/>
        <w:t>2.025e0</w:t>
      </w:r>
    </w:p>
    <w:p w:rsidR="007B6A46" w:rsidRDefault="007B6A46" w:rsidP="007B6A46">
      <w:r>
        <w:t>930.5171</w:t>
      </w:r>
      <w:r>
        <w:tab/>
        <w:t>4.051e0</w:t>
      </w:r>
    </w:p>
    <w:p w:rsidR="007B6A46" w:rsidRDefault="007B6A46" w:rsidP="007B6A46">
      <w:r>
        <w:t>930.5244</w:t>
      </w:r>
      <w:r>
        <w:tab/>
        <w:t>5.063e0</w:t>
      </w:r>
    </w:p>
    <w:p w:rsidR="007B6A46" w:rsidRDefault="007B6A46" w:rsidP="007B6A46">
      <w:r>
        <w:t>930.5377</w:t>
      </w:r>
      <w:r>
        <w:tab/>
        <w:t>4.051e0</w:t>
      </w:r>
    </w:p>
    <w:p w:rsidR="007B6A46" w:rsidRDefault="007B6A46" w:rsidP="007B6A46">
      <w:r>
        <w:t>930.5550</w:t>
      </w:r>
      <w:r>
        <w:tab/>
        <w:t>1.013e0</w:t>
      </w:r>
    </w:p>
    <w:p w:rsidR="007B6A46" w:rsidRDefault="007B6A46" w:rsidP="007B6A46">
      <w:r>
        <w:t>930.6664</w:t>
      </w:r>
      <w:r>
        <w:tab/>
        <w:t>2.025e0</w:t>
      </w:r>
    </w:p>
    <w:p w:rsidR="007B6A46" w:rsidRDefault="007B6A46" w:rsidP="007B6A46">
      <w:r>
        <w:t>930.6705</w:t>
      </w:r>
      <w:r>
        <w:tab/>
        <w:t>1.013e0</w:t>
      </w:r>
    </w:p>
    <w:p w:rsidR="007B6A46" w:rsidRDefault="007B6A46" w:rsidP="007B6A46">
      <w:r>
        <w:t>930.7064</w:t>
      </w:r>
      <w:r>
        <w:tab/>
        <w:t>1.013e0</w:t>
      </w:r>
    </w:p>
    <w:p w:rsidR="007B6A46" w:rsidRDefault="007B6A46" w:rsidP="007B6A46">
      <w:r>
        <w:t>930.7420</w:t>
      </w:r>
      <w:r>
        <w:tab/>
        <w:t>1.013e0</w:t>
      </w:r>
    </w:p>
    <w:p w:rsidR="007B6A46" w:rsidRDefault="007B6A46" w:rsidP="007B6A46">
      <w:r>
        <w:lastRenderedPageBreak/>
        <w:t>930.8920</w:t>
      </w:r>
      <w:r>
        <w:tab/>
        <w:t>1.013e0</w:t>
      </w:r>
    </w:p>
    <w:p w:rsidR="007B6A46" w:rsidRDefault="007B6A46" w:rsidP="007B6A46">
      <w:r>
        <w:t>930.9601</w:t>
      </w:r>
      <w:r>
        <w:tab/>
        <w:t>2.025e0</w:t>
      </w:r>
    </w:p>
    <w:p w:rsidR="007B6A46" w:rsidRDefault="007B6A46" w:rsidP="007B6A46">
      <w:r>
        <w:t>931.0245</w:t>
      </w:r>
      <w:r>
        <w:tab/>
        <w:t>1.013e0</w:t>
      </w:r>
    </w:p>
    <w:p w:rsidR="007B6A46" w:rsidRDefault="007B6A46" w:rsidP="007B6A46">
      <w:r>
        <w:t>931.0537</w:t>
      </w:r>
      <w:r>
        <w:tab/>
        <w:t>1.013e0</w:t>
      </w:r>
    </w:p>
    <w:p w:rsidR="007B6A46" w:rsidRDefault="007B6A46" w:rsidP="007B6A46">
      <w:r>
        <w:t>931.0591</w:t>
      </w:r>
      <w:r>
        <w:tab/>
        <w:t>1.013e0</w:t>
      </w:r>
    </w:p>
    <w:p w:rsidR="007B6A46" w:rsidRDefault="007B6A46" w:rsidP="007B6A46">
      <w:r>
        <w:t>931.0950</w:t>
      </w:r>
      <w:r>
        <w:tab/>
        <w:t>1.013e0</w:t>
      </w:r>
    </w:p>
    <w:p w:rsidR="007B6A46" w:rsidRDefault="007B6A46" w:rsidP="007B6A46">
      <w:r>
        <w:t>931.2237</w:t>
      </w:r>
      <w:r>
        <w:tab/>
        <w:t>1.013e0</w:t>
      </w:r>
    </w:p>
    <w:p w:rsidR="007B6A46" w:rsidRDefault="007B6A46" w:rsidP="007B6A46">
      <w:r>
        <w:t>931.2719</w:t>
      </w:r>
      <w:r>
        <w:tab/>
        <w:t>2.025e0</w:t>
      </w:r>
    </w:p>
    <w:p w:rsidR="007B6A46" w:rsidRDefault="007B6A46" w:rsidP="007B6A46">
      <w:r>
        <w:t>931.3655</w:t>
      </w:r>
      <w:r>
        <w:tab/>
        <w:t>1.013e0</w:t>
      </w:r>
    </w:p>
    <w:p w:rsidR="007B6A46" w:rsidRDefault="007B6A46" w:rsidP="007B6A46">
      <w:r>
        <w:t>931.4291</w:t>
      </w:r>
      <w:r>
        <w:tab/>
        <w:t>2.025e0</w:t>
      </w:r>
    </w:p>
    <w:p w:rsidR="007B6A46" w:rsidRDefault="007B6A46" w:rsidP="007B6A46">
      <w:r>
        <w:t>931.5091</w:t>
      </w:r>
      <w:r>
        <w:tab/>
        <w:t>2.025e0</w:t>
      </w:r>
    </w:p>
    <w:p w:rsidR="007B6A46" w:rsidRDefault="007B6A46" w:rsidP="007B6A46">
      <w:r>
        <w:t>931.5137</w:t>
      </w:r>
      <w:r>
        <w:tab/>
        <w:t>5.063e0</w:t>
      </w:r>
    </w:p>
    <w:p w:rsidR="007B6A46" w:rsidRDefault="007B6A46" w:rsidP="007B6A46">
      <w:r>
        <w:t>931.5370</w:t>
      </w:r>
      <w:r>
        <w:tab/>
        <w:t>1.013e0</w:t>
      </w:r>
    </w:p>
    <w:p w:rsidR="007B6A46" w:rsidRDefault="007B6A46" w:rsidP="007B6A46">
      <w:r>
        <w:t>931.5667</w:t>
      </w:r>
      <w:r>
        <w:tab/>
        <w:t>1.013e0</w:t>
      </w:r>
    </w:p>
    <w:p w:rsidR="007B6A46" w:rsidRDefault="007B6A46" w:rsidP="007B6A46">
      <w:r>
        <w:t>931.5682</w:t>
      </w:r>
      <w:r>
        <w:tab/>
        <w:t>1.013e0</w:t>
      </w:r>
    </w:p>
    <w:p w:rsidR="007B6A46" w:rsidRDefault="007B6A46" w:rsidP="007B6A46">
      <w:r>
        <w:t>931.6779</w:t>
      </w:r>
      <w:r>
        <w:tab/>
        <w:t>2.025e0</w:t>
      </w:r>
    </w:p>
    <w:p w:rsidR="007B6A46" w:rsidRDefault="007B6A46" w:rsidP="007B6A46">
      <w:r>
        <w:t>931.7037</w:t>
      </w:r>
      <w:r>
        <w:tab/>
        <w:t>1.013e0</w:t>
      </w:r>
    </w:p>
    <w:p w:rsidR="007B6A46" w:rsidRDefault="007B6A46" w:rsidP="007B6A46">
      <w:r>
        <w:t>931.7086</w:t>
      </w:r>
      <w:r>
        <w:tab/>
        <w:t>1.013e0</w:t>
      </w:r>
    </w:p>
    <w:p w:rsidR="007B6A46" w:rsidRDefault="007B6A46" w:rsidP="007B6A46">
      <w:r>
        <w:t>931.7539</w:t>
      </w:r>
      <w:r>
        <w:tab/>
        <w:t>1.013e0</w:t>
      </w:r>
    </w:p>
    <w:p w:rsidR="007B6A46" w:rsidRDefault="007B6A46" w:rsidP="007B6A46">
      <w:r>
        <w:lastRenderedPageBreak/>
        <w:t>931.8026</w:t>
      </w:r>
      <w:r>
        <w:tab/>
        <w:t>1.013e0</w:t>
      </w:r>
    </w:p>
    <w:p w:rsidR="007B6A46" w:rsidRDefault="007B6A46" w:rsidP="007B6A46">
      <w:r>
        <w:t>931.8475</w:t>
      </w:r>
      <w:r>
        <w:tab/>
        <w:t>1.013e0</w:t>
      </w:r>
    </w:p>
    <w:p w:rsidR="007B6A46" w:rsidRDefault="007B6A46" w:rsidP="007B6A46">
      <w:r>
        <w:t>931.8692</w:t>
      </w:r>
      <w:r>
        <w:tab/>
        <w:t>3.038e0</w:t>
      </w:r>
    </w:p>
    <w:p w:rsidR="007B6A46" w:rsidRDefault="007B6A46" w:rsidP="007B6A46">
      <w:r>
        <w:t>932.0362</w:t>
      </w:r>
      <w:r>
        <w:tab/>
        <w:t>1.013e0</w:t>
      </w:r>
    </w:p>
    <w:p w:rsidR="007B6A46" w:rsidRDefault="007B6A46" w:rsidP="007B6A46">
      <w:r>
        <w:t>932.0391</w:t>
      </w:r>
      <w:r>
        <w:tab/>
        <w:t>1.013e0</w:t>
      </w:r>
    </w:p>
    <w:p w:rsidR="007B6A46" w:rsidRDefault="007B6A46" w:rsidP="007B6A46">
      <w:r>
        <w:t>932.0582</w:t>
      </w:r>
      <w:r>
        <w:tab/>
        <w:t>2.025e0</w:t>
      </w:r>
    </w:p>
    <w:p w:rsidR="007B6A46" w:rsidRDefault="007B6A46" w:rsidP="007B6A46">
      <w:r>
        <w:t>932.1143</w:t>
      </w:r>
      <w:r>
        <w:tab/>
        <w:t>1.013e0</w:t>
      </w:r>
    </w:p>
    <w:p w:rsidR="007B6A46" w:rsidRDefault="007B6A46" w:rsidP="007B6A46">
      <w:r>
        <w:t>932.3327</w:t>
      </w:r>
      <w:r>
        <w:tab/>
        <w:t>1.013e0</w:t>
      </w:r>
    </w:p>
    <w:p w:rsidR="007B6A46" w:rsidRDefault="007B6A46" w:rsidP="007B6A46">
      <w:r>
        <w:t>932.4093</w:t>
      </w:r>
      <w:r>
        <w:tab/>
        <w:t>1.013e0</w:t>
      </w:r>
    </w:p>
    <w:p w:rsidR="007B6A46" w:rsidRDefault="007B6A46" w:rsidP="007B6A46">
      <w:r>
        <w:t>932.5966</w:t>
      </w:r>
      <w:r>
        <w:tab/>
        <w:t>1.013e0</w:t>
      </w:r>
    </w:p>
    <w:p w:rsidR="007B6A46" w:rsidRDefault="007B6A46" w:rsidP="007B6A46">
      <w:r>
        <w:t>932.6036</w:t>
      </w:r>
      <w:r>
        <w:tab/>
        <w:t>2.025e0</w:t>
      </w:r>
    </w:p>
    <w:p w:rsidR="007B6A46" w:rsidRDefault="007B6A46" w:rsidP="007B6A46">
      <w:r>
        <w:t>932.6383</w:t>
      </w:r>
      <w:r>
        <w:tab/>
        <w:t>4.051e0</w:t>
      </w:r>
    </w:p>
    <w:p w:rsidR="007B6A46" w:rsidRDefault="007B6A46" w:rsidP="007B6A46">
      <w:r>
        <w:t>932.7698</w:t>
      </w:r>
      <w:r>
        <w:tab/>
        <w:t>1.013e0</w:t>
      </w:r>
    </w:p>
    <w:p w:rsidR="007B6A46" w:rsidRDefault="007B6A46" w:rsidP="007B6A46">
      <w:r>
        <w:t>932.8849</w:t>
      </w:r>
      <w:r>
        <w:tab/>
        <w:t>1.013e0</w:t>
      </w:r>
    </w:p>
    <w:p w:rsidR="007B6A46" w:rsidRDefault="007B6A46" w:rsidP="007B6A46">
      <w:r>
        <w:t>932.9714</w:t>
      </w:r>
      <w:r>
        <w:tab/>
        <w:t>1.013e0</w:t>
      </w:r>
    </w:p>
    <w:p w:rsidR="007B6A46" w:rsidRDefault="007B6A46" w:rsidP="007B6A46">
      <w:r>
        <w:t>933.0041</w:t>
      </w:r>
      <w:r>
        <w:tab/>
        <w:t>1.013e0</w:t>
      </w:r>
    </w:p>
    <w:p w:rsidR="007B6A46" w:rsidRDefault="007B6A46" w:rsidP="007B6A46">
      <w:r>
        <w:t>933.1221</w:t>
      </w:r>
      <w:r>
        <w:tab/>
        <w:t>1.013e0</w:t>
      </w:r>
    </w:p>
    <w:p w:rsidR="007B6A46" w:rsidRDefault="007B6A46" w:rsidP="007B6A46">
      <w:r>
        <w:t>933.1759</w:t>
      </w:r>
      <w:r>
        <w:tab/>
        <w:t>1.013e0</w:t>
      </w:r>
    </w:p>
    <w:p w:rsidR="007B6A46" w:rsidRDefault="007B6A46" w:rsidP="007B6A46">
      <w:r>
        <w:t>933.2574</w:t>
      </w:r>
      <w:r>
        <w:tab/>
        <w:t>1.013e0</w:t>
      </w:r>
    </w:p>
    <w:p w:rsidR="007B6A46" w:rsidRDefault="007B6A46" w:rsidP="007B6A46">
      <w:r>
        <w:lastRenderedPageBreak/>
        <w:t>933.3350</w:t>
      </w:r>
      <w:r>
        <w:tab/>
        <w:t>3.038e0</w:t>
      </w:r>
    </w:p>
    <w:p w:rsidR="007B6A46" w:rsidRDefault="007B6A46" w:rsidP="007B6A46">
      <w:r>
        <w:t>933.4113</w:t>
      </w:r>
      <w:r>
        <w:tab/>
        <w:t>2.025e0</w:t>
      </w:r>
    </w:p>
    <w:p w:rsidR="007B6A46" w:rsidRDefault="007B6A46" w:rsidP="007B6A46">
      <w:r>
        <w:t>933.4411</w:t>
      </w:r>
      <w:r>
        <w:tab/>
        <w:t>1.013e0</w:t>
      </w:r>
    </w:p>
    <w:p w:rsidR="007B6A46" w:rsidRDefault="007B6A46" w:rsidP="007B6A46">
      <w:r>
        <w:t>933.4761</w:t>
      </w:r>
      <w:r>
        <w:tab/>
        <w:t>1.013e0</w:t>
      </w:r>
    </w:p>
    <w:p w:rsidR="007B6A46" w:rsidRDefault="007B6A46" w:rsidP="007B6A46">
      <w:r>
        <w:t>933.4775</w:t>
      </w:r>
      <w:r>
        <w:tab/>
        <w:t>1.013e0</w:t>
      </w:r>
    </w:p>
    <w:p w:rsidR="007B6A46" w:rsidRDefault="007B6A46" w:rsidP="007B6A46">
      <w:r>
        <w:t>933.5494</w:t>
      </w:r>
      <w:r>
        <w:tab/>
        <w:t>1.013e0</w:t>
      </w:r>
    </w:p>
    <w:p w:rsidR="007B6A46" w:rsidRDefault="007B6A46" w:rsidP="007B6A46">
      <w:r>
        <w:t>933.5815</w:t>
      </w:r>
      <w:r>
        <w:tab/>
        <w:t>1.013e0</w:t>
      </w:r>
    </w:p>
    <w:p w:rsidR="007B6A46" w:rsidRDefault="007B6A46" w:rsidP="007B6A46">
      <w:r>
        <w:t>933.6194</w:t>
      </w:r>
      <w:r>
        <w:tab/>
        <w:t>2.025e0</w:t>
      </w:r>
    </w:p>
    <w:p w:rsidR="007B6A46" w:rsidRDefault="007B6A46" w:rsidP="007B6A46">
      <w:r>
        <w:t>933.6803</w:t>
      </w:r>
      <w:r>
        <w:tab/>
        <w:t>2.025e0</w:t>
      </w:r>
    </w:p>
    <w:p w:rsidR="007B6A46" w:rsidRDefault="007B6A46" w:rsidP="007B6A46">
      <w:r>
        <w:t>933.7292</w:t>
      </w:r>
      <w:r>
        <w:tab/>
        <w:t>2.025e0</w:t>
      </w:r>
    </w:p>
    <w:p w:rsidR="007B6A46" w:rsidRDefault="007B6A46" w:rsidP="007B6A46">
      <w:r>
        <w:t>933.8479</w:t>
      </w:r>
      <w:r>
        <w:tab/>
        <w:t>1.013e0</w:t>
      </w:r>
    </w:p>
    <w:p w:rsidR="007B6A46" w:rsidRDefault="007B6A46" w:rsidP="007B6A46">
      <w:r>
        <w:t>933.8635</w:t>
      </w:r>
      <w:r>
        <w:tab/>
        <w:t>1.013e0</w:t>
      </w:r>
    </w:p>
    <w:p w:rsidR="007B6A46" w:rsidRDefault="007B6A46" w:rsidP="007B6A46">
      <w:r>
        <w:t>933.9246</w:t>
      </w:r>
      <w:r>
        <w:tab/>
        <w:t>1.013e0</w:t>
      </w:r>
    </w:p>
    <w:p w:rsidR="007B6A46" w:rsidRDefault="007B6A46" w:rsidP="007B6A46">
      <w:r>
        <w:t>934.0824</w:t>
      </w:r>
      <w:r>
        <w:tab/>
        <w:t>1.013e0</w:t>
      </w:r>
    </w:p>
    <w:p w:rsidR="007B6A46" w:rsidRDefault="007B6A46" w:rsidP="007B6A46">
      <w:r>
        <w:t>934.1591</w:t>
      </w:r>
      <w:r>
        <w:tab/>
        <w:t>1.013e0</w:t>
      </w:r>
    </w:p>
    <w:p w:rsidR="007B6A46" w:rsidRDefault="007B6A46" w:rsidP="007B6A46">
      <w:r>
        <w:t>934.2373</w:t>
      </w:r>
      <w:r>
        <w:tab/>
        <w:t>1.013e0</w:t>
      </w:r>
    </w:p>
    <w:p w:rsidR="007B6A46" w:rsidRDefault="007B6A46" w:rsidP="007B6A46">
      <w:r>
        <w:t>934.3388</w:t>
      </w:r>
      <w:r>
        <w:tab/>
        <w:t>1.013e0</w:t>
      </w:r>
    </w:p>
    <w:p w:rsidR="007B6A46" w:rsidRDefault="007B6A46" w:rsidP="007B6A46">
      <w:r>
        <w:t>934.3419</w:t>
      </w:r>
      <w:r>
        <w:tab/>
        <w:t>2.025e0</w:t>
      </w:r>
    </w:p>
    <w:p w:rsidR="007B6A46" w:rsidRDefault="007B6A46" w:rsidP="007B6A46">
      <w:r>
        <w:t>934.3574</w:t>
      </w:r>
      <w:r>
        <w:tab/>
        <w:t>1.013e0</w:t>
      </w:r>
    </w:p>
    <w:p w:rsidR="007B6A46" w:rsidRDefault="007B6A46" w:rsidP="007B6A46">
      <w:r>
        <w:lastRenderedPageBreak/>
        <w:t>934.4656</w:t>
      </w:r>
      <w:r>
        <w:tab/>
        <w:t>2.025e0</w:t>
      </w:r>
    </w:p>
    <w:p w:rsidR="007B6A46" w:rsidRDefault="007B6A46" w:rsidP="007B6A46">
      <w:r>
        <w:t>934.4719</w:t>
      </w:r>
      <w:r>
        <w:tab/>
        <w:t>1.013e0</w:t>
      </w:r>
    </w:p>
    <w:p w:rsidR="007B6A46" w:rsidRDefault="007B6A46" w:rsidP="007B6A46">
      <w:r>
        <w:t>934.5359</w:t>
      </w:r>
      <w:r>
        <w:tab/>
        <w:t>1.013e0</w:t>
      </w:r>
    </w:p>
    <w:p w:rsidR="007B6A46" w:rsidRDefault="007B6A46" w:rsidP="007B6A46">
      <w:r>
        <w:t>934.6284</w:t>
      </w:r>
      <w:r>
        <w:tab/>
        <w:t>2.025e0</w:t>
      </w:r>
    </w:p>
    <w:p w:rsidR="007B6A46" w:rsidRDefault="007B6A46" w:rsidP="007B6A46">
      <w:r>
        <w:t>934.6298</w:t>
      </w:r>
      <w:r>
        <w:tab/>
        <w:t>1.013e0</w:t>
      </w:r>
    </w:p>
    <w:p w:rsidR="007B6A46" w:rsidRDefault="007B6A46" w:rsidP="007B6A46">
      <w:r>
        <w:t>934.7081</w:t>
      </w:r>
      <w:r>
        <w:tab/>
        <w:t>2.025e0</w:t>
      </w:r>
    </w:p>
    <w:p w:rsidR="007B6A46" w:rsidRDefault="007B6A46" w:rsidP="007B6A46">
      <w:r>
        <w:t>934.7111</w:t>
      </w:r>
      <w:r>
        <w:tab/>
        <w:t>1.013e0</w:t>
      </w:r>
    </w:p>
    <w:p w:rsidR="007B6A46" w:rsidRDefault="007B6A46" w:rsidP="007B6A46">
      <w:r>
        <w:t>934.8019</w:t>
      </w:r>
      <w:r>
        <w:tab/>
        <w:t>1.013e0</w:t>
      </w:r>
    </w:p>
    <w:p w:rsidR="007B6A46" w:rsidRDefault="007B6A46" w:rsidP="007B6A46">
      <w:r>
        <w:t>934.9115</w:t>
      </w:r>
      <w:r>
        <w:tab/>
        <w:t>1.013e0</w:t>
      </w:r>
    </w:p>
    <w:p w:rsidR="007B6A46" w:rsidRDefault="007B6A46" w:rsidP="007B6A46">
      <w:r>
        <w:t>934.9204</w:t>
      </w:r>
      <w:r>
        <w:tab/>
        <w:t>2.025e0</w:t>
      </w:r>
    </w:p>
    <w:p w:rsidR="007B6A46" w:rsidRDefault="007B6A46" w:rsidP="007B6A46">
      <w:r>
        <w:t>935.0665</w:t>
      </w:r>
      <w:r>
        <w:tab/>
        <w:t>1.013e0</w:t>
      </w:r>
    </w:p>
    <w:p w:rsidR="007B6A46" w:rsidRDefault="007B6A46" w:rsidP="007B6A46">
      <w:r>
        <w:t>935.1049</w:t>
      </w:r>
      <w:r>
        <w:tab/>
        <w:t>3.038e0</w:t>
      </w:r>
    </w:p>
    <w:p w:rsidR="007B6A46" w:rsidRDefault="007B6A46" w:rsidP="007B6A46">
      <w:r>
        <w:t>935.1776</w:t>
      </w:r>
      <w:r>
        <w:tab/>
        <w:t>1.013e0</w:t>
      </w:r>
    </w:p>
    <w:p w:rsidR="007B6A46" w:rsidRDefault="007B6A46" w:rsidP="007B6A46">
      <w:r>
        <w:t>935.2551</w:t>
      </w:r>
      <w:r>
        <w:tab/>
        <w:t>1.013e0</w:t>
      </w:r>
    </w:p>
    <w:p w:rsidR="007B6A46" w:rsidRDefault="007B6A46" w:rsidP="007B6A46">
      <w:r>
        <w:t>935.4227</w:t>
      </w:r>
      <w:r>
        <w:tab/>
        <w:t>1.013e0</w:t>
      </w:r>
    </w:p>
    <w:p w:rsidR="007B6A46" w:rsidRDefault="007B6A46" w:rsidP="007B6A46">
      <w:r>
        <w:t>935.4266</w:t>
      </w:r>
      <w:r>
        <w:tab/>
        <w:t>1.013e0</w:t>
      </w:r>
    </w:p>
    <w:p w:rsidR="007B6A46" w:rsidRDefault="007B6A46" w:rsidP="007B6A46">
      <w:r>
        <w:t>935.4422</w:t>
      </w:r>
      <w:r>
        <w:tab/>
        <w:t>1.013e0</w:t>
      </w:r>
    </w:p>
    <w:p w:rsidR="007B6A46" w:rsidRDefault="007B6A46" w:rsidP="007B6A46">
      <w:r>
        <w:t>935.4907</w:t>
      </w:r>
      <w:r>
        <w:tab/>
        <w:t>1.013e0</w:t>
      </w:r>
    </w:p>
    <w:p w:rsidR="007B6A46" w:rsidRDefault="007B6A46" w:rsidP="007B6A46">
      <w:r>
        <w:t>935.5220</w:t>
      </w:r>
      <w:r>
        <w:tab/>
        <w:t>1.013e0</w:t>
      </w:r>
    </w:p>
    <w:p w:rsidR="007B6A46" w:rsidRDefault="007B6A46" w:rsidP="007B6A46">
      <w:r>
        <w:lastRenderedPageBreak/>
        <w:t>935.6003</w:t>
      </w:r>
      <w:r>
        <w:tab/>
        <w:t>1.013e0</w:t>
      </w:r>
    </w:p>
    <w:p w:rsidR="007B6A46" w:rsidRDefault="007B6A46" w:rsidP="007B6A46">
      <w:r>
        <w:t>935.6458</w:t>
      </w:r>
      <w:r>
        <w:tab/>
        <w:t>1.013e0</w:t>
      </w:r>
    </w:p>
    <w:p w:rsidR="007B6A46" w:rsidRDefault="007B6A46" w:rsidP="007B6A46">
      <w:r>
        <w:t>935.6473</w:t>
      </w:r>
      <w:r>
        <w:tab/>
        <w:t>1.013e0</w:t>
      </w:r>
    </w:p>
    <w:p w:rsidR="007B6A46" w:rsidRDefault="007B6A46" w:rsidP="007B6A46">
      <w:r>
        <w:t>935.7397</w:t>
      </w:r>
      <w:r>
        <w:tab/>
        <w:t>1.013e0</w:t>
      </w:r>
    </w:p>
    <w:p w:rsidR="007B6A46" w:rsidRDefault="007B6A46" w:rsidP="007B6A46">
      <w:r>
        <w:t>935.7554</w:t>
      </w:r>
      <w:r>
        <w:tab/>
        <w:t>1.013e0</w:t>
      </w:r>
    </w:p>
    <w:p w:rsidR="007B6A46" w:rsidRDefault="007B6A46" w:rsidP="007B6A46">
      <w:r>
        <w:t>935.8196</w:t>
      </w:r>
      <w:r>
        <w:tab/>
        <w:t>1.013e0</w:t>
      </w:r>
    </w:p>
    <w:p w:rsidR="007B6A46" w:rsidRDefault="007B6A46" w:rsidP="007B6A46">
      <w:r>
        <w:t>935.9747</w:t>
      </w:r>
      <w:r>
        <w:tab/>
        <w:t>1.013e0</w:t>
      </w:r>
    </w:p>
    <w:p w:rsidR="007B6A46" w:rsidRDefault="007B6A46" w:rsidP="007B6A46">
      <w:r>
        <w:t>936.0702</w:t>
      </w:r>
      <w:r>
        <w:tab/>
        <w:t>1.013e0</w:t>
      </w:r>
    </w:p>
    <w:p w:rsidR="007B6A46" w:rsidRDefault="007B6A46" w:rsidP="007B6A46">
      <w:r>
        <w:t>936.1251</w:t>
      </w:r>
      <w:r>
        <w:tab/>
        <w:t>2.025e0</w:t>
      </w:r>
    </w:p>
    <w:p w:rsidR="007B6A46" w:rsidRDefault="007B6A46" w:rsidP="007B6A46">
      <w:r>
        <w:t>936.1329</w:t>
      </w:r>
      <w:r>
        <w:tab/>
        <w:t>1.013e0</w:t>
      </w:r>
    </w:p>
    <w:p w:rsidR="007B6A46" w:rsidRDefault="007B6A46" w:rsidP="007B6A46">
      <w:r>
        <w:t>936.3025</w:t>
      </w:r>
      <w:r>
        <w:tab/>
        <w:t>1.013e0</w:t>
      </w:r>
    </w:p>
    <w:p w:rsidR="007B6A46" w:rsidRDefault="007B6A46" w:rsidP="007B6A46">
      <w:r>
        <w:t>936.4150</w:t>
      </w:r>
      <w:r>
        <w:tab/>
        <w:t>1.013e0</w:t>
      </w:r>
    </w:p>
    <w:p w:rsidR="007B6A46" w:rsidRDefault="007B6A46" w:rsidP="007B6A46">
      <w:r>
        <w:t>936.5050</w:t>
      </w:r>
      <w:r>
        <w:tab/>
        <w:t>1.013e0</w:t>
      </w:r>
    </w:p>
    <w:p w:rsidR="007B6A46" w:rsidRDefault="007B6A46" w:rsidP="007B6A46">
      <w:r>
        <w:t>936.5386</w:t>
      </w:r>
      <w:r>
        <w:tab/>
        <w:t>1.013e0</w:t>
      </w:r>
    </w:p>
    <w:p w:rsidR="007B6A46" w:rsidRDefault="007B6A46" w:rsidP="007B6A46">
      <w:r>
        <w:t>936.5703</w:t>
      </w:r>
      <w:r>
        <w:tab/>
        <w:t>1.013e0</w:t>
      </w:r>
    </w:p>
    <w:p w:rsidR="007B6A46" w:rsidRDefault="007B6A46" w:rsidP="007B6A46">
      <w:r>
        <w:t>936.5717</w:t>
      </w:r>
      <w:r>
        <w:tab/>
        <w:t>1.013e0</w:t>
      </w:r>
    </w:p>
    <w:p w:rsidR="007B6A46" w:rsidRDefault="007B6A46" w:rsidP="007B6A46">
      <w:r>
        <w:t>936.6212</w:t>
      </w:r>
      <w:r>
        <w:tab/>
        <w:t>1.013e0</w:t>
      </w:r>
    </w:p>
    <w:p w:rsidR="007B6A46" w:rsidRDefault="007B6A46" w:rsidP="007B6A46">
      <w:r>
        <w:t>936.6658</w:t>
      </w:r>
      <w:r>
        <w:tab/>
        <w:t>1.013e0</w:t>
      </w:r>
    </w:p>
    <w:p w:rsidR="007B6A46" w:rsidRDefault="007B6A46" w:rsidP="007B6A46">
      <w:r>
        <w:t>936.6903</w:t>
      </w:r>
      <w:r>
        <w:tab/>
        <w:t>1.013e0</w:t>
      </w:r>
    </w:p>
    <w:p w:rsidR="007B6A46" w:rsidRDefault="007B6A46" w:rsidP="007B6A46">
      <w:r>
        <w:lastRenderedPageBreak/>
        <w:t>936.6957</w:t>
      </w:r>
      <w:r>
        <w:tab/>
        <w:t>1.013e0</w:t>
      </w:r>
    </w:p>
    <w:p w:rsidR="007B6A46" w:rsidRDefault="007B6A46" w:rsidP="007B6A46">
      <w:r>
        <w:t>936.7755</w:t>
      </w:r>
      <w:r>
        <w:tab/>
        <w:t>1.013e0</w:t>
      </w:r>
    </w:p>
    <w:p w:rsidR="007B6A46" w:rsidRDefault="007B6A46" w:rsidP="007B6A46">
      <w:r>
        <w:t>936.7897</w:t>
      </w:r>
      <w:r>
        <w:tab/>
        <w:t>1.013e0</w:t>
      </w:r>
    </w:p>
    <w:p w:rsidR="007B6A46" w:rsidRDefault="007B6A46" w:rsidP="007B6A46">
      <w:r>
        <w:t>936.8585</w:t>
      </w:r>
      <w:r>
        <w:tab/>
        <w:t>2.025e0</w:t>
      </w:r>
    </w:p>
    <w:p w:rsidR="007B6A46" w:rsidRDefault="007B6A46" w:rsidP="007B6A46">
      <w:r>
        <w:t>936.8853</w:t>
      </w:r>
      <w:r>
        <w:tab/>
        <w:t>1.013e0</w:t>
      </w:r>
    </w:p>
    <w:p w:rsidR="007B6A46" w:rsidRDefault="007B6A46" w:rsidP="007B6A46">
      <w:r>
        <w:t>936.9865</w:t>
      </w:r>
      <w:r>
        <w:tab/>
        <w:t>2.025e0</w:t>
      </w:r>
    </w:p>
    <w:p w:rsidR="007B6A46" w:rsidRDefault="007B6A46" w:rsidP="007B6A46">
      <w:r>
        <w:t>937.1205</w:t>
      </w:r>
      <w:r>
        <w:tab/>
        <w:t>1.013e0</w:t>
      </w:r>
    </w:p>
    <w:p w:rsidR="007B6A46" w:rsidRDefault="007B6A46" w:rsidP="007B6A46">
      <w:r>
        <w:t>937.2040</w:t>
      </w:r>
      <w:r>
        <w:tab/>
        <w:t>2.025e0</w:t>
      </w:r>
    </w:p>
    <w:p w:rsidR="007B6A46" w:rsidRDefault="007B6A46" w:rsidP="007B6A46">
      <w:r>
        <w:t>937.2226</w:t>
      </w:r>
      <w:r>
        <w:tab/>
        <w:t>2.025e0</w:t>
      </w:r>
    </w:p>
    <w:p w:rsidR="007B6A46" w:rsidRDefault="007B6A46" w:rsidP="007B6A46">
      <w:r>
        <w:t>937.2808</w:t>
      </w:r>
      <w:r>
        <w:tab/>
        <w:t>1.013e0</w:t>
      </w:r>
    </w:p>
    <w:p w:rsidR="007B6A46" w:rsidRDefault="007B6A46" w:rsidP="007B6A46">
      <w:r>
        <w:t>937.3154</w:t>
      </w:r>
      <w:r>
        <w:tab/>
        <w:t>2.025e0</w:t>
      </w:r>
    </w:p>
    <w:p w:rsidR="007B6A46" w:rsidRDefault="007B6A46" w:rsidP="007B6A46">
      <w:r>
        <w:t>937.4485</w:t>
      </w:r>
      <w:r>
        <w:tab/>
        <w:t>2.025e0</w:t>
      </w:r>
    </w:p>
    <w:p w:rsidR="007B6A46" w:rsidRDefault="007B6A46" w:rsidP="007B6A46">
      <w:r>
        <w:t>937.4500</w:t>
      </w:r>
      <w:r>
        <w:tab/>
        <w:t>3.038e0</w:t>
      </w:r>
    </w:p>
    <w:p w:rsidR="007B6A46" w:rsidRDefault="007B6A46" w:rsidP="007B6A46">
      <w:r>
        <w:t>937.5441</w:t>
      </w:r>
      <w:r>
        <w:tab/>
        <w:t>2.025e0</w:t>
      </w:r>
    </w:p>
    <w:p w:rsidR="007B6A46" w:rsidRDefault="007B6A46" w:rsidP="007B6A46">
      <w:r>
        <w:t>937.5583</w:t>
      </w:r>
      <w:r>
        <w:tab/>
        <w:t>1.013e0</w:t>
      </w:r>
    </w:p>
    <w:p w:rsidR="007B6A46" w:rsidRDefault="007B6A46" w:rsidP="007B6A46">
      <w:r>
        <w:t>937.6043</w:t>
      </w:r>
      <w:r>
        <w:tab/>
        <w:t>1.013e0</w:t>
      </w:r>
    </w:p>
    <w:p w:rsidR="007B6A46" w:rsidRDefault="007B6A46" w:rsidP="007B6A46">
      <w:r>
        <w:t>937.7378</w:t>
      </w:r>
      <w:r>
        <w:tab/>
        <w:t>1.013e0</w:t>
      </w:r>
    </w:p>
    <w:p w:rsidR="007B6A46" w:rsidRDefault="007B6A46" w:rsidP="007B6A46">
      <w:r>
        <w:t>937.8894</w:t>
      </w:r>
      <w:r>
        <w:tab/>
        <w:t>1.013e0</w:t>
      </w:r>
    </w:p>
    <w:p w:rsidR="007B6A46" w:rsidRDefault="007B6A46" w:rsidP="007B6A46">
      <w:r>
        <w:t>938.0935</w:t>
      </w:r>
      <w:r>
        <w:tab/>
        <w:t>1.013e0</w:t>
      </w:r>
    </w:p>
    <w:p w:rsidR="007B6A46" w:rsidRDefault="007B6A46" w:rsidP="007B6A46">
      <w:r>
        <w:lastRenderedPageBreak/>
        <w:t>938.1249</w:t>
      </w:r>
      <w:r>
        <w:tab/>
        <w:t>1.013e0</w:t>
      </w:r>
    </w:p>
    <w:p w:rsidR="007B6A46" w:rsidRDefault="007B6A46" w:rsidP="007B6A46">
      <w:r>
        <w:t>938.2274</w:t>
      </w:r>
      <w:r>
        <w:tab/>
        <w:t>1.013e0</w:t>
      </w:r>
    </w:p>
    <w:p w:rsidR="007B6A46" w:rsidRDefault="007B6A46" w:rsidP="007B6A46">
      <w:r>
        <w:t>938.2462</w:t>
      </w:r>
      <w:r>
        <w:tab/>
        <w:t>1.013e0</w:t>
      </w:r>
    </w:p>
    <w:p w:rsidR="007B6A46" w:rsidRDefault="007B6A46" w:rsidP="007B6A46">
      <w:r>
        <w:t>938.2636</w:t>
      </w:r>
      <w:r>
        <w:tab/>
        <w:t>1.013e0</w:t>
      </w:r>
    </w:p>
    <w:p w:rsidR="007B6A46" w:rsidRDefault="007B6A46" w:rsidP="007B6A46">
      <w:r>
        <w:t>938.2961</w:t>
      </w:r>
      <w:r>
        <w:tab/>
        <w:t>1.013e0</w:t>
      </w:r>
    </w:p>
    <w:p w:rsidR="007B6A46" w:rsidRDefault="007B6A46" w:rsidP="007B6A46">
      <w:r>
        <w:t>938.3539</w:t>
      </w:r>
      <w:r>
        <w:tab/>
        <w:t>2.025e0</w:t>
      </w:r>
    </w:p>
    <w:p w:rsidR="007B6A46" w:rsidRDefault="007B6A46" w:rsidP="007B6A46">
      <w:r>
        <w:t>938.3610</w:t>
      </w:r>
      <w:r>
        <w:tab/>
        <w:t>3.038e0</w:t>
      </w:r>
    </w:p>
    <w:p w:rsidR="007B6A46" w:rsidRDefault="007B6A46" w:rsidP="007B6A46">
      <w:r>
        <w:t>938.4061</w:t>
      </w:r>
      <w:r>
        <w:tab/>
        <w:t>1.013e0</w:t>
      </w:r>
    </w:p>
    <w:p w:rsidR="007B6A46" w:rsidRDefault="007B6A46" w:rsidP="007B6A46">
      <w:r>
        <w:t>938.4940</w:t>
      </w:r>
      <w:r>
        <w:tab/>
        <w:t>2.025e0</w:t>
      </w:r>
    </w:p>
    <w:p w:rsidR="007B6A46" w:rsidRDefault="007B6A46" w:rsidP="007B6A46">
      <w:r>
        <w:t>938.5332</w:t>
      </w:r>
      <w:r>
        <w:tab/>
        <w:t>1.013e0</w:t>
      </w:r>
    </w:p>
    <w:p w:rsidR="007B6A46" w:rsidRDefault="007B6A46" w:rsidP="007B6A46">
      <w:r>
        <w:t>938.5489</w:t>
      </w:r>
      <w:r>
        <w:tab/>
        <w:t>1.013e0</w:t>
      </w:r>
    </w:p>
    <w:p w:rsidR="007B6A46" w:rsidRDefault="007B6A46" w:rsidP="007B6A46">
      <w:r>
        <w:t>938.5867</w:t>
      </w:r>
      <w:r>
        <w:tab/>
        <w:t>4.051e0</w:t>
      </w:r>
    </w:p>
    <w:p w:rsidR="007B6A46" w:rsidRDefault="007B6A46" w:rsidP="007B6A46">
      <w:r>
        <w:t>938.6168</w:t>
      </w:r>
      <w:r>
        <w:tab/>
        <w:t>1.013e0</w:t>
      </w:r>
    </w:p>
    <w:p w:rsidR="007B6A46" w:rsidRDefault="007B6A46" w:rsidP="007B6A46">
      <w:r>
        <w:t>938.6341</w:t>
      </w:r>
      <w:r>
        <w:tab/>
        <w:t>1.013e0</w:t>
      </w:r>
    </w:p>
    <w:p w:rsidR="007B6A46" w:rsidRDefault="007B6A46" w:rsidP="007B6A46">
      <w:r>
        <w:t>938.6512</w:t>
      </w:r>
      <w:r>
        <w:tab/>
        <w:t>1.013e0</w:t>
      </w:r>
    </w:p>
    <w:p w:rsidR="007B6A46" w:rsidRDefault="007B6A46" w:rsidP="007B6A46">
      <w:r>
        <w:t>938.7206</w:t>
      </w:r>
      <w:r>
        <w:tab/>
        <w:t>1.013e0</w:t>
      </w:r>
    </w:p>
    <w:p w:rsidR="007B6A46" w:rsidRDefault="007B6A46" w:rsidP="007B6A46">
      <w:r>
        <w:t>938.7217</w:t>
      </w:r>
      <w:r>
        <w:tab/>
        <w:t>1.013e0</w:t>
      </w:r>
    </w:p>
    <w:p w:rsidR="007B6A46" w:rsidRDefault="007B6A46" w:rsidP="007B6A46">
      <w:r>
        <w:t>938.7352</w:t>
      </w:r>
      <w:r>
        <w:tab/>
        <w:t>2.025e0</w:t>
      </w:r>
    </w:p>
    <w:p w:rsidR="007B6A46" w:rsidRDefault="007B6A46" w:rsidP="007B6A46">
      <w:r>
        <w:t>938.7531</w:t>
      </w:r>
      <w:r>
        <w:tab/>
        <w:t>1.013e0</w:t>
      </w:r>
    </w:p>
    <w:p w:rsidR="007B6A46" w:rsidRDefault="007B6A46" w:rsidP="007B6A46">
      <w:r>
        <w:lastRenderedPageBreak/>
        <w:t>938.8192</w:t>
      </w:r>
      <w:r>
        <w:tab/>
        <w:t>2.025e0</w:t>
      </w:r>
    </w:p>
    <w:p w:rsidR="007B6A46" w:rsidRDefault="007B6A46" w:rsidP="007B6A46">
      <w:r>
        <w:t>938.9388</w:t>
      </w:r>
      <w:r>
        <w:tab/>
        <w:t>1.013e0</w:t>
      </w:r>
    </w:p>
    <w:p w:rsidR="007B6A46" w:rsidRDefault="007B6A46" w:rsidP="007B6A46">
      <w:r>
        <w:t>938.9490</w:t>
      </w:r>
      <w:r>
        <w:tab/>
        <w:t>2.025e0</w:t>
      </w:r>
    </w:p>
    <w:p w:rsidR="007B6A46" w:rsidRDefault="007B6A46" w:rsidP="007B6A46">
      <w:r>
        <w:t>938.9574</w:t>
      </w:r>
      <w:r>
        <w:tab/>
        <w:t>2.025e0</w:t>
      </w:r>
    </w:p>
    <w:p w:rsidR="007B6A46" w:rsidRDefault="007B6A46" w:rsidP="007B6A46">
      <w:r>
        <w:t>939.0735</w:t>
      </w:r>
      <w:r>
        <w:tab/>
        <w:t>1.013e0</w:t>
      </w:r>
    </w:p>
    <w:p w:rsidR="007B6A46" w:rsidRDefault="007B6A46" w:rsidP="007B6A46">
      <w:r>
        <w:t>939.1774</w:t>
      </w:r>
      <w:r>
        <w:tab/>
        <w:t>1.013e0</w:t>
      </w:r>
    </w:p>
    <w:p w:rsidR="007B6A46" w:rsidRDefault="007B6A46" w:rsidP="007B6A46">
      <w:r>
        <w:t>939.2231</w:t>
      </w:r>
      <w:r>
        <w:tab/>
        <w:t>1.013e0</w:t>
      </w:r>
    </w:p>
    <w:p w:rsidR="007B6A46" w:rsidRDefault="007B6A46" w:rsidP="007B6A46">
      <w:r>
        <w:t>939.2717</w:t>
      </w:r>
      <w:r>
        <w:tab/>
        <w:t>1.013e0</w:t>
      </w:r>
    </w:p>
    <w:p w:rsidR="007B6A46" w:rsidRDefault="007B6A46" w:rsidP="007B6A46">
      <w:r>
        <w:t>939.3346</w:t>
      </w:r>
      <w:r>
        <w:tab/>
        <w:t>1.013e0</w:t>
      </w:r>
    </w:p>
    <w:p w:rsidR="007B6A46" w:rsidRDefault="007B6A46" w:rsidP="007B6A46">
      <w:r>
        <w:t>939.3398</w:t>
      </w:r>
      <w:r>
        <w:tab/>
        <w:t>3.038e0</w:t>
      </w:r>
    </w:p>
    <w:p w:rsidR="007B6A46" w:rsidRDefault="007B6A46" w:rsidP="007B6A46">
      <w:r>
        <w:t>939.4117</w:t>
      </w:r>
      <w:r>
        <w:tab/>
        <w:t>1.013e0</w:t>
      </w:r>
    </w:p>
    <w:p w:rsidR="007B6A46" w:rsidRDefault="007B6A46" w:rsidP="007B6A46">
      <w:r>
        <w:t>939.4941</w:t>
      </w:r>
      <w:r>
        <w:tab/>
        <w:t>1.013e0</w:t>
      </w:r>
    </w:p>
    <w:p w:rsidR="007B6A46" w:rsidRDefault="007B6A46" w:rsidP="007B6A46">
      <w:r>
        <w:t>939.5935</w:t>
      </w:r>
      <w:r>
        <w:tab/>
        <w:t>4.051e0</w:t>
      </w:r>
    </w:p>
    <w:p w:rsidR="007B6A46" w:rsidRDefault="007B6A46" w:rsidP="007B6A46">
      <w:r>
        <w:t>939.6327</w:t>
      </w:r>
      <w:r>
        <w:tab/>
        <w:t>2.025e0</w:t>
      </w:r>
    </w:p>
    <w:p w:rsidR="007B6A46" w:rsidRDefault="007B6A46" w:rsidP="007B6A46">
      <w:r>
        <w:t>939.7157</w:t>
      </w:r>
      <w:r>
        <w:tab/>
        <w:t>3.038e0</w:t>
      </w:r>
    </w:p>
    <w:p w:rsidR="007B6A46" w:rsidRDefault="007B6A46" w:rsidP="007B6A46">
      <w:r>
        <w:t>939.8535</w:t>
      </w:r>
      <w:r>
        <w:tab/>
        <w:t>1.013e0</w:t>
      </w:r>
    </w:p>
    <w:p w:rsidR="007B6A46" w:rsidRDefault="007B6A46" w:rsidP="007B6A46">
      <w:r>
        <w:t>939.8849</w:t>
      </w:r>
      <w:r>
        <w:tab/>
        <w:t>1.013e0</w:t>
      </w:r>
    </w:p>
    <w:p w:rsidR="007B6A46" w:rsidRDefault="007B6A46" w:rsidP="007B6A46">
      <w:r>
        <w:t>939.9866</w:t>
      </w:r>
      <w:r>
        <w:tab/>
        <w:t>1.013e0</w:t>
      </w:r>
    </w:p>
    <w:p w:rsidR="007B6A46" w:rsidRDefault="007B6A46" w:rsidP="007B6A46">
      <w:r>
        <w:t>940.0720</w:t>
      </w:r>
      <w:r>
        <w:tab/>
        <w:t>2.025e0</w:t>
      </w:r>
    </w:p>
    <w:p w:rsidR="007B6A46" w:rsidRDefault="007B6A46" w:rsidP="007B6A46">
      <w:r>
        <w:lastRenderedPageBreak/>
        <w:t>940.1682</w:t>
      </w:r>
      <w:r>
        <w:tab/>
        <w:t>1.013e0</w:t>
      </w:r>
    </w:p>
    <w:p w:rsidR="007B6A46" w:rsidRDefault="007B6A46" w:rsidP="007B6A46">
      <w:r>
        <w:t>940.2783</w:t>
      </w:r>
      <w:r>
        <w:tab/>
        <w:t>1.013e0</w:t>
      </w:r>
    </w:p>
    <w:p w:rsidR="007B6A46" w:rsidRDefault="007B6A46" w:rsidP="007B6A46">
      <w:r>
        <w:t>940.3397</w:t>
      </w:r>
      <w:r>
        <w:tab/>
        <w:t>1.013e0</w:t>
      </w:r>
    </w:p>
    <w:p w:rsidR="007B6A46" w:rsidRDefault="007B6A46" w:rsidP="007B6A46">
      <w:r>
        <w:t>940.4260</w:t>
      </w:r>
      <w:r>
        <w:tab/>
        <w:t>1.013e0</w:t>
      </w:r>
    </w:p>
    <w:p w:rsidR="007B6A46" w:rsidRDefault="007B6A46" w:rsidP="007B6A46">
      <w:r>
        <w:t>940.4499</w:t>
      </w:r>
      <w:r>
        <w:tab/>
        <w:t>1.013e0</w:t>
      </w:r>
    </w:p>
    <w:p w:rsidR="007B6A46" w:rsidRDefault="007B6A46" w:rsidP="007B6A46">
      <w:r>
        <w:t>940.4775</w:t>
      </w:r>
      <w:r>
        <w:tab/>
        <w:t>1.013e0</w:t>
      </w:r>
    </w:p>
    <w:p w:rsidR="007B6A46" w:rsidRDefault="007B6A46" w:rsidP="007B6A46">
      <w:r>
        <w:t>940.5301</w:t>
      </w:r>
      <w:r>
        <w:tab/>
        <w:t>1.013e0</w:t>
      </w:r>
    </w:p>
    <w:p w:rsidR="007B6A46" w:rsidRDefault="007B6A46" w:rsidP="007B6A46">
      <w:r>
        <w:t>940.5443</w:t>
      </w:r>
      <w:r>
        <w:tab/>
        <w:t>1.013e0</w:t>
      </w:r>
    </w:p>
    <w:p w:rsidR="007B6A46" w:rsidRDefault="007B6A46" w:rsidP="007B6A46">
      <w:r>
        <w:t>940.5458</w:t>
      </w:r>
      <w:r>
        <w:tab/>
        <w:t>1.013e0</w:t>
      </w:r>
    </w:p>
    <w:p w:rsidR="007B6A46" w:rsidRDefault="007B6A46" w:rsidP="007B6A46">
      <w:r>
        <w:t>940.6441</w:t>
      </w:r>
      <w:r>
        <w:tab/>
        <w:t>1.013e0</w:t>
      </w:r>
    </w:p>
    <w:p w:rsidR="007B6A46" w:rsidRDefault="007B6A46" w:rsidP="007B6A46">
      <w:r>
        <w:t>940.7318</w:t>
      </w:r>
      <w:r>
        <w:tab/>
        <w:t>1.013e0</w:t>
      </w:r>
    </w:p>
    <w:p w:rsidR="007B6A46" w:rsidRDefault="007B6A46" w:rsidP="007B6A46">
      <w:r>
        <w:t>940.8292</w:t>
      </w:r>
      <w:r>
        <w:tab/>
        <w:t>1.013e0</w:t>
      </w:r>
    </w:p>
    <w:p w:rsidR="007B6A46" w:rsidRDefault="007B6A46" w:rsidP="007B6A46">
      <w:r>
        <w:t>940.9064</w:t>
      </w:r>
      <w:r>
        <w:tab/>
        <w:t>1.013e0</w:t>
      </w:r>
    </w:p>
    <w:p w:rsidR="007B6A46" w:rsidRDefault="007B6A46" w:rsidP="007B6A46">
      <w:r>
        <w:t>940.9079</w:t>
      </w:r>
      <w:r>
        <w:tab/>
        <w:t>1.013e0</w:t>
      </w:r>
    </w:p>
    <w:p w:rsidR="007B6A46" w:rsidRDefault="007B6A46" w:rsidP="007B6A46">
      <w:r>
        <w:t>940.9851</w:t>
      </w:r>
      <w:r>
        <w:tab/>
        <w:t>1.013e0</w:t>
      </w:r>
    </w:p>
    <w:p w:rsidR="007B6A46" w:rsidRDefault="007B6A46" w:rsidP="007B6A46">
      <w:r>
        <w:t>941.0496</w:t>
      </w:r>
      <w:r>
        <w:tab/>
        <w:t>1.013e0</w:t>
      </w:r>
    </w:p>
    <w:p w:rsidR="007B6A46" w:rsidRDefault="007B6A46" w:rsidP="007B6A46">
      <w:r>
        <w:t>941.1535</w:t>
      </w:r>
      <w:r>
        <w:tab/>
        <w:t>1.013e0</w:t>
      </w:r>
    </w:p>
    <w:p w:rsidR="007B6A46" w:rsidRDefault="007B6A46" w:rsidP="007B6A46">
      <w:r>
        <w:t>941.1882</w:t>
      </w:r>
      <w:r>
        <w:tab/>
        <w:t>1.013e0</w:t>
      </w:r>
    </w:p>
    <w:p w:rsidR="007B6A46" w:rsidRDefault="007B6A46" w:rsidP="007B6A46">
      <w:r>
        <w:t>941.3041</w:t>
      </w:r>
      <w:r>
        <w:tab/>
        <w:t>1.013e0</w:t>
      </w:r>
    </w:p>
    <w:p w:rsidR="007B6A46" w:rsidRDefault="007B6A46" w:rsidP="007B6A46">
      <w:r>
        <w:lastRenderedPageBreak/>
        <w:t>941.3789</w:t>
      </w:r>
      <w:r>
        <w:tab/>
        <w:t>1.013e0</w:t>
      </w:r>
    </w:p>
    <w:p w:rsidR="007B6A46" w:rsidRDefault="007B6A46" w:rsidP="007B6A46">
      <w:r>
        <w:t>941.4076</w:t>
      </w:r>
      <w:r>
        <w:tab/>
        <w:t>1.013e0</w:t>
      </w:r>
    </w:p>
    <w:p w:rsidR="007B6A46" w:rsidRDefault="007B6A46" w:rsidP="007B6A46">
      <w:r>
        <w:t>941.4250</w:t>
      </w:r>
      <w:r>
        <w:tab/>
        <w:t>1.013e0</w:t>
      </w:r>
    </w:p>
    <w:p w:rsidR="007B6A46" w:rsidRDefault="007B6A46" w:rsidP="007B6A46">
      <w:r>
        <w:t>941.5049</w:t>
      </w:r>
      <w:r>
        <w:tab/>
        <w:t>1.013e0</w:t>
      </w:r>
    </w:p>
    <w:p w:rsidR="007B6A46" w:rsidRDefault="007B6A46" w:rsidP="007B6A46">
      <w:r>
        <w:t>941.5222</w:t>
      </w:r>
      <w:r>
        <w:tab/>
        <w:t>2.025e0</w:t>
      </w:r>
    </w:p>
    <w:p w:rsidR="007B6A46" w:rsidRDefault="007B6A46" w:rsidP="007B6A46">
      <w:r>
        <w:t>941.5394</w:t>
      </w:r>
      <w:r>
        <w:tab/>
        <w:t>1.013e0</w:t>
      </w:r>
    </w:p>
    <w:p w:rsidR="007B6A46" w:rsidRDefault="007B6A46" w:rsidP="007B6A46">
      <w:r>
        <w:t>941.6167</w:t>
      </w:r>
      <w:r>
        <w:tab/>
        <w:t>1.013e0</w:t>
      </w:r>
    </w:p>
    <w:p w:rsidR="007B6A46" w:rsidRDefault="007B6A46" w:rsidP="007B6A46">
      <w:r>
        <w:t>941.6256</w:t>
      </w:r>
      <w:r>
        <w:tab/>
        <w:t>1.013e0</w:t>
      </w:r>
    </w:p>
    <w:p w:rsidR="007B6A46" w:rsidRDefault="007B6A46" w:rsidP="007B6A46">
      <w:r>
        <w:t>941.7413</w:t>
      </w:r>
      <w:r>
        <w:tab/>
        <w:t>1.013e0</w:t>
      </w:r>
    </w:p>
    <w:p w:rsidR="007B6A46" w:rsidRDefault="007B6A46" w:rsidP="007B6A46">
      <w:r>
        <w:t>941.8043</w:t>
      </w:r>
      <w:r>
        <w:tab/>
        <w:t>1.013e0</w:t>
      </w:r>
    </w:p>
    <w:p w:rsidR="007B6A46" w:rsidRDefault="007B6A46" w:rsidP="007B6A46">
      <w:r>
        <w:t>941.8973</w:t>
      </w:r>
      <w:r>
        <w:tab/>
        <w:t>1.013e0</w:t>
      </w:r>
    </w:p>
    <w:p w:rsidR="007B6A46" w:rsidRDefault="007B6A46" w:rsidP="007B6A46">
      <w:r>
        <w:t>941.9634</w:t>
      </w:r>
      <w:r>
        <w:tab/>
        <w:t>1.013e0</w:t>
      </w:r>
    </w:p>
    <w:p w:rsidR="007B6A46" w:rsidRDefault="007B6A46" w:rsidP="007B6A46">
      <w:r>
        <w:t>941.9792</w:t>
      </w:r>
      <w:r>
        <w:tab/>
        <w:t>1.013e0</w:t>
      </w:r>
    </w:p>
    <w:p w:rsidR="007B6A46" w:rsidRDefault="007B6A46" w:rsidP="007B6A46">
      <w:r>
        <w:t>942.0476</w:t>
      </w:r>
      <w:r>
        <w:tab/>
        <w:t>1.013e0</w:t>
      </w:r>
    </w:p>
    <w:p w:rsidR="007B6A46" w:rsidRDefault="007B6A46" w:rsidP="007B6A46">
      <w:r>
        <w:t>942.0841</w:t>
      </w:r>
      <w:r>
        <w:tab/>
        <w:t>2.025e0</w:t>
      </w:r>
    </w:p>
    <w:p w:rsidR="007B6A46" w:rsidRDefault="007B6A46" w:rsidP="007B6A46">
      <w:r>
        <w:t>942.2339</w:t>
      </w:r>
      <w:r>
        <w:tab/>
        <w:t>1.013e0</w:t>
      </w:r>
    </w:p>
    <w:p w:rsidR="007B6A46" w:rsidRDefault="007B6A46" w:rsidP="007B6A46">
      <w:r>
        <w:t>942.3549</w:t>
      </w:r>
      <w:r>
        <w:tab/>
        <w:t>1.013e0</w:t>
      </w:r>
    </w:p>
    <w:p w:rsidR="007B6A46" w:rsidRDefault="007B6A46" w:rsidP="007B6A46">
      <w:r>
        <w:t>942.4692</w:t>
      </w:r>
      <w:r>
        <w:tab/>
        <w:t>1.013e0</w:t>
      </w:r>
    </w:p>
    <w:p w:rsidR="007B6A46" w:rsidRDefault="007B6A46" w:rsidP="007B6A46">
      <w:r>
        <w:t>942.4838</w:t>
      </w:r>
      <w:r>
        <w:tab/>
        <w:t>2.025e0</w:t>
      </w:r>
    </w:p>
    <w:p w:rsidR="007B6A46" w:rsidRDefault="007B6A46" w:rsidP="007B6A46">
      <w:r>
        <w:lastRenderedPageBreak/>
        <w:t>942.5382</w:t>
      </w:r>
      <w:r>
        <w:tab/>
        <w:t>1.013e0</w:t>
      </w:r>
    </w:p>
    <w:p w:rsidR="007B6A46" w:rsidRDefault="007B6A46" w:rsidP="007B6A46">
      <w:r>
        <w:t>942.5941</w:t>
      </w:r>
      <w:r>
        <w:tab/>
        <w:t>1.013e0</w:t>
      </w:r>
    </w:p>
    <w:p w:rsidR="007B6A46" w:rsidRDefault="007B6A46" w:rsidP="007B6A46">
      <w:r>
        <w:t>942.6241</w:t>
      </w:r>
      <w:r>
        <w:tab/>
        <w:t>1.013e0</w:t>
      </w:r>
    </w:p>
    <w:p w:rsidR="007B6A46" w:rsidRDefault="007B6A46" w:rsidP="007B6A46">
      <w:r>
        <w:t>942.7059</w:t>
      </w:r>
      <w:r>
        <w:tab/>
        <w:t>1.013e0</w:t>
      </w:r>
    </w:p>
    <w:p w:rsidR="007B6A46" w:rsidRDefault="007B6A46" w:rsidP="007B6A46">
      <w:r>
        <w:t>942.7361</w:t>
      </w:r>
      <w:r>
        <w:tab/>
        <w:t>1.013e0</w:t>
      </w:r>
    </w:p>
    <w:p w:rsidR="007B6A46" w:rsidRDefault="007B6A46" w:rsidP="007B6A46">
      <w:r>
        <w:t>942.7582</w:t>
      </w:r>
      <w:r>
        <w:tab/>
        <w:t>2.025e0</w:t>
      </w:r>
    </w:p>
    <w:p w:rsidR="007B6A46" w:rsidRDefault="007B6A46" w:rsidP="007B6A46">
      <w:r>
        <w:t>942.7676</w:t>
      </w:r>
      <w:r>
        <w:tab/>
        <w:t>1.013e0</w:t>
      </w:r>
    </w:p>
    <w:p w:rsidR="007B6A46" w:rsidRDefault="007B6A46" w:rsidP="007B6A46">
      <w:r>
        <w:t>942.8287</w:t>
      </w:r>
      <w:r>
        <w:tab/>
        <w:t>2.025e0</w:t>
      </w:r>
    </w:p>
    <w:p w:rsidR="007B6A46" w:rsidRDefault="007B6A46" w:rsidP="007B6A46">
      <w:r>
        <w:t>942.9096</w:t>
      </w:r>
      <w:r>
        <w:tab/>
        <w:t>1.013e0</w:t>
      </w:r>
    </w:p>
    <w:p w:rsidR="007B6A46" w:rsidRDefault="007B6A46" w:rsidP="007B6A46">
      <w:r>
        <w:t>942.9885</w:t>
      </w:r>
      <w:r>
        <w:tab/>
        <w:t>1.013e0</w:t>
      </w:r>
    </w:p>
    <w:p w:rsidR="007B6A46" w:rsidRDefault="007B6A46" w:rsidP="007B6A46">
      <w:r>
        <w:t>943.0817</w:t>
      </w:r>
      <w:r>
        <w:tab/>
        <w:t>1.013e0</w:t>
      </w:r>
    </w:p>
    <w:p w:rsidR="007B6A46" w:rsidRDefault="007B6A46" w:rsidP="007B6A46">
      <w:r>
        <w:t>943.1305</w:t>
      </w:r>
      <w:r>
        <w:tab/>
        <w:t>1.013e0</w:t>
      </w:r>
    </w:p>
    <w:p w:rsidR="007B6A46" w:rsidRDefault="007B6A46" w:rsidP="007B6A46">
      <w:r>
        <w:t>943.1779</w:t>
      </w:r>
      <w:r>
        <w:tab/>
        <w:t>1.013e0</w:t>
      </w:r>
    </w:p>
    <w:p w:rsidR="007B6A46" w:rsidRDefault="007B6A46" w:rsidP="007B6A46">
      <w:r>
        <w:t>943.1921</w:t>
      </w:r>
      <w:r>
        <w:tab/>
        <w:t>1.013e0</w:t>
      </w:r>
    </w:p>
    <w:p w:rsidR="007B6A46" w:rsidRDefault="007B6A46" w:rsidP="007B6A46">
      <w:r>
        <w:t>943.2498</w:t>
      </w:r>
      <w:r>
        <w:tab/>
        <w:t>1.013e0</w:t>
      </w:r>
    </w:p>
    <w:p w:rsidR="007B6A46" w:rsidRDefault="007B6A46" w:rsidP="007B6A46">
      <w:r>
        <w:t>943.3199</w:t>
      </w:r>
      <w:r>
        <w:tab/>
        <w:t>1.013e0</w:t>
      </w:r>
    </w:p>
    <w:p w:rsidR="007B6A46" w:rsidRDefault="007B6A46" w:rsidP="007B6A46">
      <w:r>
        <w:t>943.3672</w:t>
      </w:r>
      <w:r>
        <w:tab/>
        <w:t>1.013e0</w:t>
      </w:r>
    </w:p>
    <w:p w:rsidR="007B6A46" w:rsidRDefault="007B6A46" w:rsidP="007B6A46">
      <w:r>
        <w:t>943.4678</w:t>
      </w:r>
      <w:r>
        <w:tab/>
        <w:t>2.025e0</w:t>
      </w:r>
    </w:p>
    <w:p w:rsidR="007B6A46" w:rsidRDefault="007B6A46" w:rsidP="007B6A46">
      <w:r>
        <w:t>943.5251</w:t>
      </w:r>
      <w:r>
        <w:tab/>
        <w:t>1.013e0</w:t>
      </w:r>
    </w:p>
    <w:p w:rsidR="007B6A46" w:rsidRDefault="007B6A46" w:rsidP="007B6A46">
      <w:r>
        <w:lastRenderedPageBreak/>
        <w:t>943.6627</w:t>
      </w:r>
      <w:r>
        <w:tab/>
        <w:t>2.025e0</w:t>
      </w:r>
    </w:p>
    <w:p w:rsidR="007B6A46" w:rsidRDefault="007B6A46" w:rsidP="007B6A46">
      <w:r>
        <w:t>943.6715</w:t>
      </w:r>
      <w:r>
        <w:tab/>
        <w:t>1.013e0</w:t>
      </w:r>
    </w:p>
    <w:p w:rsidR="007B6A46" w:rsidRDefault="007B6A46" w:rsidP="007B6A46">
      <w:r>
        <w:t>943.6988</w:t>
      </w:r>
      <w:r>
        <w:tab/>
        <w:t>2.025e0</w:t>
      </w:r>
    </w:p>
    <w:p w:rsidR="007B6A46" w:rsidRDefault="007B6A46" w:rsidP="007B6A46">
      <w:r>
        <w:t>943.7576</w:t>
      </w:r>
      <w:r>
        <w:tab/>
        <w:t>1.013e0</w:t>
      </w:r>
    </w:p>
    <w:p w:rsidR="007B6A46" w:rsidRDefault="007B6A46" w:rsidP="007B6A46">
      <w:r>
        <w:t>943.8093</w:t>
      </w:r>
      <w:r>
        <w:tab/>
        <w:t>1.013e0</w:t>
      </w:r>
    </w:p>
    <w:p w:rsidR="007B6A46" w:rsidRDefault="007B6A46" w:rsidP="007B6A46">
      <w:r>
        <w:t>943.8732</w:t>
      </w:r>
      <w:r>
        <w:tab/>
        <w:t>1.013e0</w:t>
      </w:r>
    </w:p>
    <w:p w:rsidR="007B6A46" w:rsidRDefault="007B6A46" w:rsidP="007B6A46">
      <w:r>
        <w:t>943.9184</w:t>
      </w:r>
      <w:r>
        <w:tab/>
        <w:t>1.013e0</w:t>
      </w:r>
    </w:p>
    <w:p w:rsidR="007B6A46" w:rsidRDefault="007B6A46" w:rsidP="007B6A46">
      <w:r>
        <w:t>943.9769</w:t>
      </w:r>
      <w:r>
        <w:tab/>
        <w:t>1.013e0</w:t>
      </w:r>
    </w:p>
    <w:p w:rsidR="007B6A46" w:rsidRDefault="007B6A46" w:rsidP="007B6A46">
      <w:r>
        <w:t>944.0359</w:t>
      </w:r>
      <w:r>
        <w:tab/>
        <w:t>2.025e0</w:t>
      </w:r>
    </w:p>
    <w:p w:rsidR="007B6A46" w:rsidRDefault="007B6A46" w:rsidP="007B6A46">
      <w:r>
        <w:t>944.1395</w:t>
      </w:r>
      <w:r>
        <w:tab/>
        <w:t>1.013e0</w:t>
      </w:r>
    </w:p>
    <w:p w:rsidR="007B6A46" w:rsidRDefault="007B6A46" w:rsidP="007B6A46">
      <w:r>
        <w:t>944.1793</w:t>
      </w:r>
      <w:r>
        <w:tab/>
        <w:t>1.013e0</w:t>
      </w:r>
    </w:p>
    <w:p w:rsidR="007B6A46" w:rsidRDefault="007B6A46" w:rsidP="007B6A46">
      <w:r>
        <w:t>944.2466</w:t>
      </w:r>
      <w:r>
        <w:tab/>
        <w:t>1.013e0</w:t>
      </w:r>
    </w:p>
    <w:p w:rsidR="007B6A46" w:rsidRDefault="007B6A46" w:rsidP="007B6A46">
      <w:r>
        <w:t>944.2834</w:t>
      </w:r>
      <w:r>
        <w:tab/>
        <w:t>2.025e0</w:t>
      </w:r>
    </w:p>
    <w:p w:rsidR="007B6A46" w:rsidRDefault="007B6A46" w:rsidP="007B6A46">
      <w:r>
        <w:t>944.3306</w:t>
      </w:r>
      <w:r>
        <w:tab/>
        <w:t>1.013e0</w:t>
      </w:r>
    </w:p>
    <w:p w:rsidR="007B6A46" w:rsidRDefault="007B6A46" w:rsidP="007B6A46">
      <w:r>
        <w:t>944.3376</w:t>
      </w:r>
      <w:r>
        <w:tab/>
        <w:t>2.025e0</w:t>
      </w:r>
    </w:p>
    <w:p w:rsidR="007B6A46" w:rsidRDefault="007B6A46" w:rsidP="007B6A46">
      <w:r>
        <w:t>944.3464</w:t>
      </w:r>
      <w:r>
        <w:tab/>
        <w:t>1.013e0</w:t>
      </w:r>
    </w:p>
    <w:p w:rsidR="007B6A46" w:rsidRDefault="007B6A46" w:rsidP="007B6A46">
      <w:r>
        <w:t>944.3972</w:t>
      </w:r>
      <w:r>
        <w:tab/>
        <w:t>1.013e0</w:t>
      </w:r>
    </w:p>
    <w:p w:rsidR="007B6A46" w:rsidRDefault="007B6A46" w:rsidP="007B6A46">
      <w:r>
        <w:t>944.4061</w:t>
      </w:r>
      <w:r>
        <w:tab/>
        <w:t>2.025e0</w:t>
      </w:r>
    </w:p>
    <w:p w:rsidR="007B6A46" w:rsidRDefault="007B6A46" w:rsidP="007B6A46">
      <w:r>
        <w:t>944.4847</w:t>
      </w:r>
      <w:r>
        <w:tab/>
        <w:t>1.013e0</w:t>
      </w:r>
    </w:p>
    <w:p w:rsidR="007B6A46" w:rsidRDefault="007B6A46" w:rsidP="007B6A46">
      <w:r>
        <w:lastRenderedPageBreak/>
        <w:t>944.5197</w:t>
      </w:r>
      <w:r>
        <w:tab/>
        <w:t>1.013e0</w:t>
      </w:r>
    </w:p>
    <w:p w:rsidR="007B6A46" w:rsidRDefault="007B6A46" w:rsidP="007B6A46">
      <w:r>
        <w:t>944.5988</w:t>
      </w:r>
      <w:r>
        <w:tab/>
        <w:t>1.013e0</w:t>
      </w:r>
    </w:p>
    <w:p w:rsidR="007B6A46" w:rsidRDefault="007B6A46" w:rsidP="007B6A46">
      <w:r>
        <w:t>944.6151</w:t>
      </w:r>
      <w:r>
        <w:tab/>
        <w:t>1.013e0</w:t>
      </w:r>
    </w:p>
    <w:p w:rsidR="007B6A46" w:rsidRDefault="007B6A46" w:rsidP="007B6A46">
      <w:r>
        <w:t>944.6234</w:t>
      </w:r>
      <w:r>
        <w:tab/>
        <w:t>2.025e0</w:t>
      </w:r>
    </w:p>
    <w:p w:rsidR="007B6A46" w:rsidRDefault="007B6A46" w:rsidP="007B6A46">
      <w:r>
        <w:t>944.6467</w:t>
      </w:r>
      <w:r>
        <w:tab/>
        <w:t>1.013e0</w:t>
      </w:r>
    </w:p>
    <w:p w:rsidR="007B6A46" w:rsidRDefault="007B6A46" w:rsidP="007B6A46">
      <w:r>
        <w:t>944.7558</w:t>
      </w:r>
      <w:r>
        <w:tab/>
        <w:t>1.013e0</w:t>
      </w:r>
    </w:p>
    <w:p w:rsidR="007B6A46" w:rsidRDefault="007B6A46" w:rsidP="007B6A46">
      <w:r>
        <w:t>944.7573</w:t>
      </w:r>
      <w:r>
        <w:tab/>
        <w:t>1.013e0</w:t>
      </w:r>
    </w:p>
    <w:p w:rsidR="007B6A46" w:rsidRDefault="007B6A46" w:rsidP="007B6A46">
      <w:r>
        <w:t>944.7874</w:t>
      </w:r>
      <w:r>
        <w:tab/>
        <w:t>1.013e0</w:t>
      </w:r>
    </w:p>
    <w:p w:rsidR="007B6A46" w:rsidRDefault="007B6A46" w:rsidP="007B6A46">
      <w:r>
        <w:t>944.8367</w:t>
      </w:r>
      <w:r>
        <w:tab/>
        <w:t>2.025e0</w:t>
      </w:r>
    </w:p>
    <w:p w:rsidR="007B6A46" w:rsidRDefault="007B6A46" w:rsidP="007B6A46">
      <w:r>
        <w:t>944.8506</w:t>
      </w:r>
      <w:r>
        <w:tab/>
        <w:t>1.013e0</w:t>
      </w:r>
    </w:p>
    <w:p w:rsidR="007B6A46" w:rsidRDefault="007B6A46" w:rsidP="007B6A46">
      <w:r>
        <w:t>944.8716</w:t>
      </w:r>
      <w:r>
        <w:tab/>
        <w:t>2.025e0</w:t>
      </w:r>
    </w:p>
    <w:p w:rsidR="007B6A46" w:rsidRDefault="007B6A46" w:rsidP="007B6A46">
      <w:r>
        <w:t>944.9369</w:t>
      </w:r>
      <w:r>
        <w:tab/>
        <w:t>2.025e0</w:t>
      </w:r>
    </w:p>
    <w:p w:rsidR="007B6A46" w:rsidRDefault="007B6A46" w:rsidP="007B6A46">
      <w:r>
        <w:t>945.0031</w:t>
      </w:r>
      <w:r>
        <w:tab/>
        <w:t>2.025e0</w:t>
      </w:r>
    </w:p>
    <w:p w:rsidR="007B6A46" w:rsidRDefault="007B6A46" w:rsidP="007B6A46">
      <w:r>
        <w:t>945.0086</w:t>
      </w:r>
      <w:r>
        <w:tab/>
        <w:t>1.013e0</w:t>
      </w:r>
    </w:p>
    <w:p w:rsidR="007B6A46" w:rsidRDefault="007B6A46" w:rsidP="007B6A46">
      <w:r>
        <w:t>945.0419</w:t>
      </w:r>
      <w:r>
        <w:tab/>
        <w:t>1.013e0</w:t>
      </w:r>
    </w:p>
    <w:p w:rsidR="007B6A46" w:rsidRDefault="007B6A46" w:rsidP="007B6A46">
      <w:r>
        <w:t>945.0577</w:t>
      </w:r>
      <w:r>
        <w:tab/>
        <w:t>1.013e0</w:t>
      </w:r>
    </w:p>
    <w:p w:rsidR="007B6A46" w:rsidRDefault="007B6A46" w:rsidP="007B6A46">
      <w:r>
        <w:t>945.0892</w:t>
      </w:r>
      <w:r>
        <w:tab/>
        <w:t>1.013e0</w:t>
      </w:r>
    </w:p>
    <w:p w:rsidR="007B6A46" w:rsidRDefault="007B6A46" w:rsidP="007B6A46">
      <w:r>
        <w:t>945.1985</w:t>
      </w:r>
      <w:r>
        <w:tab/>
        <w:t>1.013e0</w:t>
      </w:r>
    </w:p>
    <w:p w:rsidR="007B6A46" w:rsidRDefault="007B6A46" w:rsidP="007B6A46">
      <w:r>
        <w:t>945.2934</w:t>
      </w:r>
      <w:r>
        <w:tab/>
        <w:t>1.013e0</w:t>
      </w:r>
    </w:p>
    <w:p w:rsidR="007B6A46" w:rsidRDefault="007B6A46" w:rsidP="007B6A46">
      <w:r>
        <w:lastRenderedPageBreak/>
        <w:t>945.2949</w:t>
      </w:r>
      <w:r>
        <w:tab/>
        <w:t>1.013e0</w:t>
      </w:r>
    </w:p>
    <w:p w:rsidR="007B6A46" w:rsidRDefault="007B6A46" w:rsidP="007B6A46">
      <w:r>
        <w:t>945.3446</w:t>
      </w:r>
      <w:r>
        <w:tab/>
        <w:t>1.013e0</w:t>
      </w:r>
    </w:p>
    <w:p w:rsidR="007B6A46" w:rsidRDefault="007B6A46" w:rsidP="007B6A46">
      <w:r>
        <w:t>945.3567</w:t>
      </w:r>
      <w:r>
        <w:tab/>
        <w:t>1.013e0</w:t>
      </w:r>
    </w:p>
    <w:p w:rsidR="007B6A46" w:rsidRDefault="007B6A46" w:rsidP="007B6A46">
      <w:r>
        <w:t>945.5004</w:t>
      </w:r>
      <w:r>
        <w:tab/>
        <w:t>1.013e0</w:t>
      </w:r>
    </w:p>
    <w:p w:rsidR="007B6A46" w:rsidRDefault="007B6A46" w:rsidP="007B6A46">
      <w:r>
        <w:t>945.5559</w:t>
      </w:r>
      <w:r>
        <w:tab/>
        <w:t>2.025e0</w:t>
      </w:r>
    </w:p>
    <w:p w:rsidR="007B6A46" w:rsidRDefault="007B6A46" w:rsidP="007B6A46">
      <w:r>
        <w:t>945.6572</w:t>
      </w:r>
      <w:r>
        <w:tab/>
        <w:t>1.013e0</w:t>
      </w:r>
    </w:p>
    <w:p w:rsidR="007B6A46" w:rsidRDefault="007B6A46" w:rsidP="007B6A46">
      <w:r>
        <w:t>945.7197</w:t>
      </w:r>
      <w:r>
        <w:tab/>
        <w:t>2.025e0</w:t>
      </w:r>
    </w:p>
    <w:p w:rsidR="007B6A46" w:rsidRDefault="007B6A46" w:rsidP="007B6A46">
      <w:r>
        <w:t>945.7368</w:t>
      </w:r>
      <w:r>
        <w:tab/>
        <w:t>1.013e0</w:t>
      </w:r>
    </w:p>
    <w:p w:rsidR="007B6A46" w:rsidRDefault="007B6A46" w:rsidP="007B6A46">
      <w:r>
        <w:t>945.7853</w:t>
      </w:r>
      <w:r>
        <w:tab/>
        <w:t>1.013e0</w:t>
      </w:r>
    </w:p>
    <w:p w:rsidR="007B6A46" w:rsidRDefault="007B6A46" w:rsidP="007B6A46">
      <w:r>
        <w:t>945.8313</w:t>
      </w:r>
      <w:r>
        <w:tab/>
        <w:t>2.025e0</w:t>
      </w:r>
    </w:p>
    <w:p w:rsidR="007B6A46" w:rsidRDefault="007B6A46" w:rsidP="007B6A46">
      <w:r>
        <w:t>945.8946</w:t>
      </w:r>
      <w:r>
        <w:tab/>
        <w:t>1.013e0</w:t>
      </w:r>
    </w:p>
    <w:p w:rsidR="007B6A46" w:rsidRDefault="007B6A46" w:rsidP="007B6A46">
      <w:r>
        <w:t>945.9277</w:t>
      </w:r>
      <w:r>
        <w:tab/>
        <w:t>1.013e0</w:t>
      </w:r>
    </w:p>
    <w:p w:rsidR="007B6A46" w:rsidRDefault="007B6A46" w:rsidP="007B6A46">
      <w:r>
        <w:t>945.9385</w:t>
      </w:r>
      <w:r>
        <w:tab/>
        <w:t>2.025e0</w:t>
      </w:r>
    </w:p>
    <w:p w:rsidR="007B6A46" w:rsidRDefault="007B6A46" w:rsidP="007B6A46">
      <w:r>
        <w:t>945.9716</w:t>
      </w:r>
      <w:r>
        <w:tab/>
        <w:t>1.013e0</w:t>
      </w:r>
    </w:p>
    <w:p w:rsidR="007B6A46" w:rsidRDefault="007B6A46" w:rsidP="007B6A46">
      <w:r>
        <w:t>946.0212</w:t>
      </w:r>
      <w:r>
        <w:tab/>
        <w:t>2.025e0</w:t>
      </w:r>
    </w:p>
    <w:p w:rsidR="007B6A46" w:rsidRDefault="007B6A46" w:rsidP="007B6A46">
      <w:r>
        <w:t>946.1561</w:t>
      </w:r>
      <w:r>
        <w:tab/>
        <w:t>1.013e0</w:t>
      </w:r>
    </w:p>
    <w:p w:rsidR="007B6A46" w:rsidRDefault="007B6A46" w:rsidP="007B6A46">
      <w:r>
        <w:t>946.1810</w:t>
      </w:r>
      <w:r>
        <w:tab/>
        <w:t>1.013e0</w:t>
      </w:r>
    </w:p>
    <w:p w:rsidR="007B6A46" w:rsidRDefault="007B6A46" w:rsidP="007B6A46">
      <w:r>
        <w:t>946.3076</w:t>
      </w:r>
      <w:r>
        <w:tab/>
        <w:t>1.013e0</w:t>
      </w:r>
    </w:p>
    <w:p w:rsidR="007B6A46" w:rsidRDefault="007B6A46" w:rsidP="007B6A46">
      <w:r>
        <w:t>946.4976</w:t>
      </w:r>
      <w:r>
        <w:tab/>
        <w:t>1.013e0</w:t>
      </w:r>
    </w:p>
    <w:p w:rsidR="007B6A46" w:rsidRDefault="007B6A46" w:rsidP="007B6A46">
      <w:r>
        <w:lastRenderedPageBreak/>
        <w:t>946.5772</w:t>
      </w:r>
      <w:r>
        <w:tab/>
        <w:t>1.013e0</w:t>
      </w:r>
    </w:p>
    <w:p w:rsidR="007B6A46" w:rsidRDefault="007B6A46" w:rsidP="007B6A46">
      <w:r>
        <w:t>946.5946</w:t>
      </w:r>
      <w:r>
        <w:tab/>
        <w:t>1.013e0</w:t>
      </w:r>
    </w:p>
    <w:p w:rsidR="007B6A46" w:rsidRDefault="007B6A46" w:rsidP="007B6A46">
      <w:r>
        <w:t>946.8525</w:t>
      </w:r>
      <w:r>
        <w:tab/>
        <w:t>2.025e0</w:t>
      </w:r>
    </w:p>
    <w:p w:rsidR="007B6A46" w:rsidRDefault="007B6A46" w:rsidP="007B6A46">
      <w:r>
        <w:t>946.8777</w:t>
      </w:r>
      <w:r>
        <w:tab/>
        <w:t>1.013e0</w:t>
      </w:r>
    </w:p>
    <w:p w:rsidR="007B6A46" w:rsidRDefault="007B6A46" w:rsidP="007B6A46">
      <w:r>
        <w:t>946.9706</w:t>
      </w:r>
      <w:r>
        <w:tab/>
        <w:t>1.013e0</w:t>
      </w:r>
    </w:p>
    <w:p w:rsidR="007B6A46" w:rsidRDefault="007B6A46" w:rsidP="007B6A46">
      <w:r>
        <w:t>947.0045</w:t>
      </w:r>
      <w:r>
        <w:tab/>
        <w:t>1.013e0</w:t>
      </w:r>
    </w:p>
    <w:p w:rsidR="007B6A46" w:rsidRDefault="007B6A46" w:rsidP="007B6A46">
      <w:r>
        <w:t>947.0188</w:t>
      </w:r>
      <w:r>
        <w:tab/>
        <w:t>1.013e0</w:t>
      </w:r>
    </w:p>
    <w:p w:rsidR="007B6A46" w:rsidRDefault="007B6A46" w:rsidP="007B6A46">
      <w:r>
        <w:t>947.0505</w:t>
      </w:r>
      <w:r>
        <w:tab/>
        <w:t>1.013e0</w:t>
      </w:r>
    </w:p>
    <w:p w:rsidR="007B6A46" w:rsidRDefault="007B6A46" w:rsidP="007B6A46">
      <w:r>
        <w:t>947.1762</w:t>
      </w:r>
      <w:r>
        <w:tab/>
        <w:t>2.025e0</w:t>
      </w:r>
    </w:p>
    <w:p w:rsidR="007B6A46" w:rsidRDefault="007B6A46" w:rsidP="007B6A46">
      <w:r>
        <w:t>947.1946</w:t>
      </w:r>
      <w:r>
        <w:tab/>
        <w:t>1.013e0</w:t>
      </w:r>
    </w:p>
    <w:p w:rsidR="007B6A46" w:rsidRDefault="007B6A46" w:rsidP="007B6A46">
      <w:r>
        <w:t>947.2104</w:t>
      </w:r>
      <w:r>
        <w:tab/>
        <w:t>1.013e0</w:t>
      </w:r>
    </w:p>
    <w:p w:rsidR="007B6A46" w:rsidRDefault="007B6A46" w:rsidP="007B6A46">
      <w:r>
        <w:t>947.2723</w:t>
      </w:r>
      <w:r>
        <w:tab/>
        <w:t>2.025e0</w:t>
      </w:r>
    </w:p>
    <w:p w:rsidR="007B6A46" w:rsidRDefault="007B6A46" w:rsidP="007B6A46">
      <w:r>
        <w:t>947.2882</w:t>
      </w:r>
      <w:r>
        <w:tab/>
        <w:t>1.013e0</w:t>
      </w:r>
    </w:p>
    <w:p w:rsidR="007B6A46" w:rsidRDefault="007B6A46" w:rsidP="007B6A46">
      <w:r>
        <w:t>947.3729</w:t>
      </w:r>
      <w:r>
        <w:tab/>
        <w:t>1.013e0</w:t>
      </w:r>
    </w:p>
    <w:p w:rsidR="007B6A46" w:rsidRDefault="007B6A46" w:rsidP="007B6A46">
      <w:r>
        <w:t>947.3992</w:t>
      </w:r>
      <w:r>
        <w:tab/>
        <w:t>1.013e0</w:t>
      </w:r>
    </w:p>
    <w:p w:rsidR="007B6A46" w:rsidRDefault="007B6A46" w:rsidP="007B6A46">
      <w:r>
        <w:t>947.4258</w:t>
      </w:r>
      <w:r>
        <w:tab/>
        <w:t>1.013e0</w:t>
      </w:r>
    </w:p>
    <w:p w:rsidR="007B6A46" w:rsidRDefault="007B6A46" w:rsidP="007B6A46">
      <w:r>
        <w:t>947.5433</w:t>
      </w:r>
      <w:r>
        <w:tab/>
        <w:t>1.013e0</w:t>
      </w:r>
    </w:p>
    <w:p w:rsidR="007B6A46" w:rsidRDefault="007B6A46" w:rsidP="007B6A46">
      <w:r>
        <w:t>947.5591</w:t>
      </w:r>
      <w:r>
        <w:tab/>
        <w:t>1.013e0</w:t>
      </w:r>
    </w:p>
    <w:p w:rsidR="007B6A46" w:rsidRDefault="007B6A46" w:rsidP="007B6A46">
      <w:r>
        <w:t>947.5894</w:t>
      </w:r>
      <w:r>
        <w:tab/>
        <w:t>2.025e0</w:t>
      </w:r>
    </w:p>
    <w:p w:rsidR="007B6A46" w:rsidRDefault="007B6A46" w:rsidP="007B6A46">
      <w:r>
        <w:lastRenderedPageBreak/>
        <w:t>947.6107</w:t>
      </w:r>
      <w:r>
        <w:tab/>
        <w:t>1.013e0</w:t>
      </w:r>
    </w:p>
    <w:p w:rsidR="007B6A46" w:rsidRDefault="007B6A46" w:rsidP="007B6A46">
      <w:r>
        <w:t>947.6369</w:t>
      </w:r>
      <w:r>
        <w:tab/>
        <w:t>1.013e0</w:t>
      </w:r>
    </w:p>
    <w:p w:rsidR="007B6A46" w:rsidRDefault="007B6A46" w:rsidP="007B6A46">
      <w:r>
        <w:t>947.6780</w:t>
      </w:r>
      <w:r>
        <w:tab/>
        <w:t>2.025e0</w:t>
      </w:r>
    </w:p>
    <w:p w:rsidR="007B6A46" w:rsidRDefault="007B6A46" w:rsidP="007B6A46">
      <w:r>
        <w:t>947.7475</w:t>
      </w:r>
      <w:r>
        <w:tab/>
        <w:t>1.013e0</w:t>
      </w:r>
    </w:p>
    <w:p w:rsidR="007B6A46" w:rsidRDefault="007B6A46" w:rsidP="007B6A46">
      <w:r>
        <w:t>947.7490</w:t>
      </w:r>
      <w:r>
        <w:tab/>
        <w:t>2.025e0</w:t>
      </w:r>
    </w:p>
    <w:p w:rsidR="007B6A46" w:rsidRDefault="007B6A46" w:rsidP="007B6A46">
      <w:r>
        <w:t>947.8293</w:t>
      </w:r>
      <w:r>
        <w:tab/>
        <w:t>1.013e0</w:t>
      </w:r>
    </w:p>
    <w:p w:rsidR="007B6A46" w:rsidRDefault="007B6A46" w:rsidP="007B6A46">
      <w:r>
        <w:t>947.8589</w:t>
      </w:r>
      <w:r>
        <w:tab/>
        <w:t>1.013e0</w:t>
      </w:r>
    </w:p>
    <w:p w:rsidR="007B6A46" w:rsidRDefault="007B6A46" w:rsidP="007B6A46">
      <w:r>
        <w:t>947.8762</w:t>
      </w:r>
      <w:r>
        <w:tab/>
        <w:t>1.013e0</w:t>
      </w:r>
    </w:p>
    <w:p w:rsidR="007B6A46" w:rsidRDefault="007B6A46" w:rsidP="007B6A46">
      <w:r>
        <w:t>947.9850</w:t>
      </w:r>
      <w:r>
        <w:tab/>
        <w:t>1.013e0</w:t>
      </w:r>
    </w:p>
    <w:p w:rsidR="007B6A46" w:rsidRDefault="007B6A46" w:rsidP="007B6A46">
      <w:r>
        <w:t>948.0665</w:t>
      </w:r>
      <w:r>
        <w:tab/>
        <w:t>1.013e0</w:t>
      </w:r>
    </w:p>
    <w:p w:rsidR="007B6A46" w:rsidRDefault="007B6A46" w:rsidP="007B6A46">
      <w:r>
        <w:t>948.1695</w:t>
      </w:r>
      <w:r>
        <w:tab/>
        <w:t>1.013e0</w:t>
      </w:r>
    </w:p>
    <w:p w:rsidR="007B6A46" w:rsidRDefault="007B6A46" w:rsidP="007B6A46">
      <w:r>
        <w:t>948.2023</w:t>
      </w:r>
      <w:r>
        <w:tab/>
        <w:t>1.013e0</w:t>
      </w:r>
    </w:p>
    <w:p w:rsidR="007B6A46" w:rsidRDefault="007B6A46" w:rsidP="007B6A46">
      <w:r>
        <w:t>948.4949</w:t>
      </w:r>
      <w:r>
        <w:tab/>
        <w:t>1.013e0</w:t>
      </w:r>
    </w:p>
    <w:p w:rsidR="007B6A46" w:rsidRDefault="007B6A46" w:rsidP="007B6A46">
      <w:r>
        <w:t>948.5080</w:t>
      </w:r>
      <w:r>
        <w:tab/>
        <w:t>1.013e0</w:t>
      </w:r>
    </w:p>
    <w:p w:rsidR="007B6A46" w:rsidRDefault="007B6A46" w:rsidP="007B6A46">
      <w:r>
        <w:t>948.5886</w:t>
      </w:r>
      <w:r>
        <w:tab/>
        <w:t>1.013e0</w:t>
      </w:r>
    </w:p>
    <w:p w:rsidR="007B6A46" w:rsidRDefault="007B6A46" w:rsidP="007B6A46">
      <w:r>
        <w:t>948.6853</w:t>
      </w:r>
      <w:r>
        <w:tab/>
        <w:t>1.013e0</w:t>
      </w:r>
    </w:p>
    <w:p w:rsidR="007B6A46" w:rsidRDefault="007B6A46" w:rsidP="007B6A46">
      <w:r>
        <w:t>948.8916</w:t>
      </w:r>
      <w:r>
        <w:tab/>
        <w:t>1.013e0</w:t>
      </w:r>
    </w:p>
    <w:p w:rsidR="007B6A46" w:rsidRDefault="007B6A46" w:rsidP="007B6A46">
      <w:r>
        <w:t>948.9060</w:t>
      </w:r>
      <w:r>
        <w:tab/>
        <w:t>1.013e0</w:t>
      </w:r>
    </w:p>
    <w:p w:rsidR="007B6A46" w:rsidRDefault="007B6A46" w:rsidP="007B6A46">
      <w:r>
        <w:t>948.9695</w:t>
      </w:r>
      <w:r>
        <w:tab/>
        <w:t>1.013e0</w:t>
      </w:r>
    </w:p>
    <w:p w:rsidR="007B6A46" w:rsidRDefault="007B6A46" w:rsidP="007B6A46">
      <w:r>
        <w:lastRenderedPageBreak/>
        <w:t>949.0821</w:t>
      </w:r>
      <w:r>
        <w:tab/>
        <w:t>1.013e0</w:t>
      </w:r>
    </w:p>
    <w:p w:rsidR="007B6A46" w:rsidRDefault="007B6A46" w:rsidP="007B6A46">
      <w:r>
        <w:t>949.2409</w:t>
      </w:r>
      <w:r>
        <w:tab/>
        <w:t>1.013e0</w:t>
      </w:r>
    </w:p>
    <w:p w:rsidR="007B6A46" w:rsidRDefault="007B6A46" w:rsidP="007B6A46">
      <w:r>
        <w:t>949.4025</w:t>
      </w:r>
      <w:r>
        <w:tab/>
        <w:t>1.013e0</w:t>
      </w:r>
    </w:p>
    <w:p w:rsidR="007B6A46" w:rsidRDefault="007B6A46" w:rsidP="007B6A46">
      <w:r>
        <w:t>949.4184</w:t>
      </w:r>
      <w:r>
        <w:tab/>
        <w:t>1.013e0</w:t>
      </w:r>
    </w:p>
    <w:p w:rsidR="007B6A46" w:rsidRDefault="007B6A46" w:rsidP="007B6A46">
      <w:r>
        <w:t>949.6841</w:t>
      </w:r>
      <w:r>
        <w:tab/>
        <w:t>1.013e0</w:t>
      </w:r>
    </w:p>
    <w:p w:rsidR="007B6A46" w:rsidRDefault="007B6A46" w:rsidP="007B6A46">
      <w:r>
        <w:t>949.7126</w:t>
      </w:r>
      <w:r>
        <w:tab/>
        <w:t>3.038e0</w:t>
      </w:r>
    </w:p>
    <w:p w:rsidR="007B6A46" w:rsidRDefault="007B6A46" w:rsidP="007B6A46">
      <w:r>
        <w:t>949.8513</w:t>
      </w:r>
      <w:r>
        <w:tab/>
        <w:t>2.025e0</w:t>
      </w:r>
    </w:p>
    <w:p w:rsidR="007B6A46" w:rsidRDefault="007B6A46" w:rsidP="007B6A46">
      <w:r>
        <w:t>949.9875</w:t>
      </w:r>
      <w:r>
        <w:tab/>
        <w:t>1.013e0</w:t>
      </w:r>
      <w:bookmarkStart w:id="0" w:name="_GoBack"/>
      <w:bookmarkEnd w:id="0"/>
    </w:p>
    <w:sectPr w:rsidR="007B6A46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7B6A46"/>
    <w:rsid w:val="00A563A9"/>
    <w:rsid w:val="00B22530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FA9DD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1400</Pages>
  <Words>67479</Words>
  <Characters>384633</Characters>
  <Application>Microsoft Office Word</Application>
  <DocSecurity>0</DocSecurity>
  <Lines>3205</Lines>
  <Paragraphs>902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451210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2022-06-23T12:12:00Z</dcterms:created>
  <dcterms:modified xsi:type="dcterms:W3CDTF">2022-06-23T12:12:00Z</dcterms:modified>
</cp:coreProperties>
</file>